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-1416"/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2"/>
        <w:gridCol w:w="6208"/>
      </w:tblGrid>
      <w:tr w:rsidR="00E61AAF" w:rsidRPr="00E61AAF" w14:paraId="345D7B79" w14:textId="77777777" w:rsidTr="00E61AAF">
        <w:trPr>
          <w:trHeight w:val="210"/>
        </w:trPr>
        <w:tc>
          <w:tcPr>
            <w:tcW w:w="2292" w:type="dxa"/>
            <w:vMerge w:val="restart"/>
            <w:shd w:val="clear" w:color="auto" w:fill="auto"/>
            <w:vAlign w:val="center"/>
            <w:hideMark/>
          </w:tcPr>
          <w:p w14:paraId="4E0C6A51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Klimakonwektory</w:t>
            </w:r>
            <w:proofErr w:type="spellEnd"/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kanałowe - P0</w:t>
            </w: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4D57978B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FWE06CF</w:t>
            </w:r>
          </w:p>
        </w:tc>
      </w:tr>
      <w:tr w:rsidR="00E61AAF" w:rsidRPr="00E61AAF" w14:paraId="470824C5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0156B1D8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75F1599F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FWE07DF</w:t>
            </w:r>
          </w:p>
        </w:tc>
      </w:tr>
      <w:tr w:rsidR="00E61AAF" w:rsidRPr="00E61AAF" w14:paraId="7CDC921E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1E777043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671A73E2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FWE05DF</w:t>
            </w:r>
          </w:p>
        </w:tc>
      </w:tr>
      <w:tr w:rsidR="00E61AAF" w:rsidRPr="00E61AAF" w14:paraId="42A0F1F5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34DE941E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59E50941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FWE08CF</w:t>
            </w:r>
          </w:p>
        </w:tc>
      </w:tr>
      <w:tr w:rsidR="00E61AAF" w:rsidRPr="00E61AAF" w14:paraId="25B61410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336F1AB2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485FFE92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FWE05DF</w:t>
            </w:r>
          </w:p>
        </w:tc>
      </w:tr>
      <w:tr w:rsidR="00E61AAF" w:rsidRPr="00E61AAF" w14:paraId="552E3BE7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552C684D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23AA3E8C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FWE07DF</w:t>
            </w:r>
          </w:p>
        </w:tc>
      </w:tr>
      <w:tr w:rsidR="00E61AAF" w:rsidRPr="00E61AAF" w14:paraId="10F515C3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69BCEBDA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0FB0E95C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FWE05DF</w:t>
            </w:r>
          </w:p>
        </w:tc>
      </w:tr>
      <w:tr w:rsidR="00E61AAF" w:rsidRPr="00E61AAF" w14:paraId="4FB9D43E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25509B2E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205DF62D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FWE05DF</w:t>
            </w:r>
          </w:p>
        </w:tc>
      </w:tr>
      <w:tr w:rsidR="00E61AAF" w:rsidRPr="00E61AAF" w14:paraId="00AA9EB0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27103BB2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34CEE818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FWE05DF</w:t>
            </w:r>
          </w:p>
        </w:tc>
      </w:tr>
      <w:tr w:rsidR="00E61AAF" w:rsidRPr="00E61AAF" w14:paraId="683B1877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2C9681BB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24FBBAD4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FWE06CT</w:t>
            </w:r>
          </w:p>
        </w:tc>
      </w:tr>
      <w:tr w:rsidR="00E61AAF" w:rsidRPr="00E61AAF" w14:paraId="347ABDD0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3E266D54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633CF473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FWE06CT</w:t>
            </w:r>
          </w:p>
        </w:tc>
      </w:tr>
      <w:tr w:rsidR="00E61AAF" w:rsidRPr="00E61AAF" w14:paraId="5B81D70A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63D0ACD3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578319CE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FWE06CF</w:t>
            </w:r>
          </w:p>
        </w:tc>
      </w:tr>
      <w:tr w:rsidR="00E61AAF" w:rsidRPr="00E61AAF" w14:paraId="463F9153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1F23875B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310C770A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FWE06CF</w:t>
            </w:r>
          </w:p>
        </w:tc>
      </w:tr>
      <w:tr w:rsidR="00E61AAF" w:rsidRPr="00E61AAF" w14:paraId="629F8172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0FB6FD10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7A171577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FWB11CFN</w:t>
            </w:r>
          </w:p>
        </w:tc>
      </w:tr>
      <w:tr w:rsidR="00E61AAF" w:rsidRPr="00E61AAF" w14:paraId="6AAD255B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1C35DF23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59BE0AB2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FWE08CF</w:t>
            </w:r>
          </w:p>
        </w:tc>
      </w:tr>
      <w:tr w:rsidR="00E61AAF" w:rsidRPr="00E61AAF" w14:paraId="1701A59B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0F7EF3F8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146237C1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FWE08CF</w:t>
            </w:r>
          </w:p>
        </w:tc>
      </w:tr>
      <w:tr w:rsidR="00E61AAF" w:rsidRPr="00E61AAF" w14:paraId="6D42465B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353AF184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3150365C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FWE08CF</w:t>
            </w:r>
          </w:p>
        </w:tc>
      </w:tr>
      <w:tr w:rsidR="00E61AAF" w:rsidRPr="00E61AAF" w14:paraId="09F8E771" w14:textId="77777777" w:rsidTr="00E61AAF">
        <w:trPr>
          <w:trHeight w:val="210"/>
        </w:trPr>
        <w:tc>
          <w:tcPr>
            <w:tcW w:w="2292" w:type="dxa"/>
            <w:vMerge w:val="restart"/>
            <w:shd w:val="clear" w:color="auto" w:fill="auto"/>
            <w:vAlign w:val="center"/>
            <w:hideMark/>
          </w:tcPr>
          <w:p w14:paraId="2291F038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Klimakonwektory</w:t>
            </w:r>
            <w:proofErr w:type="spellEnd"/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kanałowe - P1</w:t>
            </w: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53B96232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FWE03DF</w:t>
            </w:r>
          </w:p>
        </w:tc>
      </w:tr>
      <w:tr w:rsidR="00E61AAF" w:rsidRPr="00E61AAF" w14:paraId="36E59108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2CD39446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4BEBFA13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FWE05DF</w:t>
            </w:r>
          </w:p>
        </w:tc>
      </w:tr>
      <w:tr w:rsidR="00E61AAF" w:rsidRPr="00E61AAF" w14:paraId="25DAA491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1FF9A97D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47E7E21F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FWE05DF</w:t>
            </w:r>
          </w:p>
        </w:tc>
      </w:tr>
      <w:tr w:rsidR="00E61AAF" w:rsidRPr="00E61AAF" w14:paraId="3C187822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4FE81854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15FA3D90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FWE07DF</w:t>
            </w:r>
          </w:p>
        </w:tc>
      </w:tr>
      <w:tr w:rsidR="00E61AAF" w:rsidRPr="00E61AAF" w14:paraId="4C79F36B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11C57A62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5FF4C6C2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FWE06CF</w:t>
            </w:r>
          </w:p>
        </w:tc>
      </w:tr>
      <w:tr w:rsidR="00E61AAF" w:rsidRPr="00E61AAF" w14:paraId="14BDBB1D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7D7C1BC5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1D4254D9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FWE06CF</w:t>
            </w:r>
          </w:p>
        </w:tc>
      </w:tr>
      <w:tr w:rsidR="00E61AAF" w:rsidRPr="00E61AAF" w14:paraId="2D579DE6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4DBFF671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585E1BA6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FWE08CF</w:t>
            </w:r>
          </w:p>
        </w:tc>
      </w:tr>
      <w:tr w:rsidR="00E61AAF" w:rsidRPr="00E61AAF" w14:paraId="7319997C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15515E4B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6D9B1FA3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FWE05DF</w:t>
            </w:r>
          </w:p>
        </w:tc>
      </w:tr>
      <w:tr w:rsidR="00E61AAF" w:rsidRPr="00E61AAF" w14:paraId="10C3B168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38223231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12EC5D4B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FWE07DF</w:t>
            </w:r>
          </w:p>
        </w:tc>
      </w:tr>
      <w:tr w:rsidR="00E61AAF" w:rsidRPr="00E61AAF" w14:paraId="647C9DB4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3E79AE3C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5D1E0A43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FWE07DF</w:t>
            </w:r>
          </w:p>
        </w:tc>
      </w:tr>
      <w:tr w:rsidR="00E61AAF" w:rsidRPr="00E61AAF" w14:paraId="60F42A2A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1BBAFBC7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6F59BEA8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FWE05DF</w:t>
            </w:r>
          </w:p>
        </w:tc>
      </w:tr>
      <w:tr w:rsidR="00E61AAF" w:rsidRPr="00E61AAF" w14:paraId="5AE80704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12028645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05E5C5F5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FWE05DF</w:t>
            </w:r>
          </w:p>
        </w:tc>
      </w:tr>
      <w:tr w:rsidR="00E61AAF" w:rsidRPr="00E61AAF" w14:paraId="5F767C3A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12621B71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58C3829C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FWE05DF</w:t>
            </w:r>
          </w:p>
        </w:tc>
      </w:tr>
      <w:tr w:rsidR="00E61AAF" w:rsidRPr="00E61AAF" w14:paraId="3E311F0B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5F88A9F1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18EC5978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FWE07DF</w:t>
            </w:r>
          </w:p>
        </w:tc>
      </w:tr>
      <w:tr w:rsidR="00E61AAF" w:rsidRPr="00E61AAF" w14:paraId="2E772906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7D80C9A6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50C4F1A5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FWE07DF</w:t>
            </w:r>
          </w:p>
        </w:tc>
      </w:tr>
      <w:tr w:rsidR="00E61AAF" w:rsidRPr="00E61AAF" w14:paraId="1FBF95D0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2C6D9C1B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040A71E2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FWE08CF</w:t>
            </w:r>
          </w:p>
        </w:tc>
      </w:tr>
      <w:tr w:rsidR="00E61AAF" w:rsidRPr="00E61AAF" w14:paraId="4AEA4CC4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13E31492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0998EDDF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FWE08CF</w:t>
            </w:r>
          </w:p>
        </w:tc>
      </w:tr>
      <w:tr w:rsidR="00E61AAF" w:rsidRPr="00E61AAF" w14:paraId="08C9F2A2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198FE35B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4011DFF8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FWE07DF</w:t>
            </w:r>
          </w:p>
        </w:tc>
      </w:tr>
      <w:tr w:rsidR="00E61AAF" w:rsidRPr="00E61AAF" w14:paraId="44BE2F52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466DD38B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7E595927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FWE07DF</w:t>
            </w:r>
          </w:p>
        </w:tc>
      </w:tr>
      <w:tr w:rsidR="00E61AAF" w:rsidRPr="00E61AAF" w14:paraId="5EA9E59E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4F2A23E5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1EAFF07E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FWE05DF</w:t>
            </w:r>
          </w:p>
        </w:tc>
      </w:tr>
      <w:tr w:rsidR="00E61AAF" w:rsidRPr="00E61AAF" w14:paraId="761F6D71" w14:textId="77777777" w:rsidTr="00E61AAF">
        <w:trPr>
          <w:trHeight w:val="210"/>
        </w:trPr>
        <w:tc>
          <w:tcPr>
            <w:tcW w:w="2292" w:type="dxa"/>
            <w:vMerge w:val="restart"/>
            <w:shd w:val="clear" w:color="auto" w:fill="auto"/>
            <w:vAlign w:val="center"/>
            <w:hideMark/>
          </w:tcPr>
          <w:p w14:paraId="36DAC20E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Klimakonwektory</w:t>
            </w:r>
            <w:proofErr w:type="spellEnd"/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kanałowe - P2</w:t>
            </w: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01535CE5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FWE08DF</w:t>
            </w:r>
          </w:p>
        </w:tc>
      </w:tr>
      <w:tr w:rsidR="00E61AAF" w:rsidRPr="00E61AAF" w14:paraId="09AD1A2E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2EB6875B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2B738474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FWE08DF</w:t>
            </w:r>
          </w:p>
        </w:tc>
      </w:tr>
      <w:tr w:rsidR="00E61AAF" w:rsidRPr="00E61AAF" w14:paraId="642D187F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50D2077D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247629C4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FWE07DF</w:t>
            </w:r>
          </w:p>
        </w:tc>
      </w:tr>
      <w:tr w:rsidR="00E61AAF" w:rsidRPr="00E61AAF" w14:paraId="5D893ACF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3111A73D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0D49A69B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FWE07DF</w:t>
            </w:r>
          </w:p>
        </w:tc>
      </w:tr>
      <w:tr w:rsidR="00E61AAF" w:rsidRPr="00E61AAF" w14:paraId="685B5BE3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74A2015F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061B821E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FWE07DF</w:t>
            </w:r>
          </w:p>
        </w:tc>
      </w:tr>
      <w:tr w:rsidR="00E61AAF" w:rsidRPr="00E61AAF" w14:paraId="4A2C6CDE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13E10D00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3BBC844E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FWE07DF</w:t>
            </w:r>
          </w:p>
        </w:tc>
      </w:tr>
      <w:tr w:rsidR="00E61AAF" w:rsidRPr="00E61AAF" w14:paraId="2CD97BA4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255953E5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6EF44A76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FWE08DF</w:t>
            </w:r>
          </w:p>
        </w:tc>
      </w:tr>
      <w:tr w:rsidR="00E61AAF" w:rsidRPr="00E61AAF" w14:paraId="589DF0DA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2E691646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10885127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FWE08DF</w:t>
            </w:r>
          </w:p>
        </w:tc>
      </w:tr>
      <w:tr w:rsidR="00E61AAF" w:rsidRPr="00E61AAF" w14:paraId="508269BC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3E2DB110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79EE92CB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FWE03DAT</w:t>
            </w:r>
          </w:p>
        </w:tc>
      </w:tr>
      <w:tr w:rsidR="00E61AAF" w:rsidRPr="00E61AAF" w14:paraId="5691504B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361F3208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65CF237D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FWE06CF</w:t>
            </w:r>
          </w:p>
        </w:tc>
      </w:tr>
      <w:tr w:rsidR="00E61AAF" w:rsidRPr="00E61AAF" w14:paraId="156EA3CD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1FC23DF1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79CF0137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FWE08DF</w:t>
            </w:r>
          </w:p>
        </w:tc>
      </w:tr>
      <w:tr w:rsidR="00E61AAF" w:rsidRPr="00E61AAF" w14:paraId="1E24D69F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508EBD06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0EF668F2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FWE06CF</w:t>
            </w:r>
          </w:p>
        </w:tc>
      </w:tr>
      <w:tr w:rsidR="00E61AAF" w:rsidRPr="00E61AAF" w14:paraId="1040376A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064A48EA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6ADBE07E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FWE07DF</w:t>
            </w:r>
          </w:p>
        </w:tc>
      </w:tr>
      <w:tr w:rsidR="00E61AAF" w:rsidRPr="00E61AAF" w14:paraId="7F8C7CAC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0A9A97E1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67C15952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FWE08CF</w:t>
            </w:r>
          </w:p>
        </w:tc>
      </w:tr>
      <w:tr w:rsidR="00E61AAF" w:rsidRPr="00E61AAF" w14:paraId="3CF549B2" w14:textId="77777777" w:rsidTr="00E61AAF">
        <w:trPr>
          <w:trHeight w:val="210"/>
        </w:trPr>
        <w:tc>
          <w:tcPr>
            <w:tcW w:w="2292" w:type="dxa"/>
            <w:vMerge/>
            <w:vAlign w:val="center"/>
            <w:hideMark/>
          </w:tcPr>
          <w:p w14:paraId="4B97C32D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18277662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FWE03DAT</w:t>
            </w:r>
          </w:p>
        </w:tc>
      </w:tr>
      <w:tr w:rsidR="00E61AAF" w:rsidRPr="00E61AAF" w14:paraId="3093284F" w14:textId="77777777" w:rsidTr="00E61AAF">
        <w:trPr>
          <w:trHeight w:val="279"/>
        </w:trPr>
        <w:tc>
          <w:tcPr>
            <w:tcW w:w="2292" w:type="dxa"/>
            <w:vMerge/>
            <w:vAlign w:val="center"/>
            <w:hideMark/>
          </w:tcPr>
          <w:p w14:paraId="2918FF11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3EFDFB01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FWE08DF</w:t>
            </w:r>
          </w:p>
        </w:tc>
      </w:tr>
      <w:tr w:rsidR="00E61AAF" w:rsidRPr="00E61AAF" w14:paraId="6E5CF4F5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187E3B77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3DBBF2C3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FWB11CFN</w:t>
            </w:r>
          </w:p>
        </w:tc>
      </w:tr>
      <w:tr w:rsidR="00E61AAF" w:rsidRPr="00E61AAF" w14:paraId="3B1EB60F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7F2E5E33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30E0CCD4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FWB11CFN</w:t>
            </w:r>
          </w:p>
        </w:tc>
      </w:tr>
      <w:tr w:rsidR="00E61AAF" w:rsidRPr="00E61AAF" w14:paraId="732EECE6" w14:textId="77777777" w:rsidTr="00E61AAF">
        <w:trPr>
          <w:trHeight w:val="279"/>
        </w:trPr>
        <w:tc>
          <w:tcPr>
            <w:tcW w:w="2292" w:type="dxa"/>
            <w:vMerge/>
            <w:vAlign w:val="center"/>
            <w:hideMark/>
          </w:tcPr>
          <w:p w14:paraId="243B3D82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0FB378D3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FWE-05DF</w:t>
            </w:r>
          </w:p>
        </w:tc>
      </w:tr>
      <w:tr w:rsidR="00E61AAF" w:rsidRPr="00E61AAF" w14:paraId="3C3F0D9E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6A4320DF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2C510BD1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FWE-05DF</w:t>
            </w:r>
          </w:p>
        </w:tc>
      </w:tr>
      <w:tr w:rsidR="00E61AAF" w:rsidRPr="00E61AAF" w14:paraId="4968528D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59FA452E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713CED4B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FWE08DF</w:t>
            </w:r>
          </w:p>
        </w:tc>
      </w:tr>
      <w:tr w:rsidR="00E61AAF" w:rsidRPr="00E61AAF" w14:paraId="304FE332" w14:textId="77777777" w:rsidTr="00E61AAF">
        <w:trPr>
          <w:trHeight w:val="279"/>
        </w:trPr>
        <w:tc>
          <w:tcPr>
            <w:tcW w:w="2292" w:type="dxa"/>
            <w:vMerge/>
            <w:vAlign w:val="center"/>
            <w:hideMark/>
          </w:tcPr>
          <w:p w14:paraId="4233D240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5915B1B9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FWE08DF</w:t>
            </w:r>
          </w:p>
        </w:tc>
      </w:tr>
      <w:tr w:rsidR="00E61AAF" w:rsidRPr="00E61AAF" w14:paraId="732F2459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03CBB89B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3975B1B4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FWE05DF</w:t>
            </w:r>
          </w:p>
        </w:tc>
      </w:tr>
      <w:tr w:rsidR="00E61AAF" w:rsidRPr="00E61AAF" w14:paraId="71500FD9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729261FD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74C62A42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FWE06CF</w:t>
            </w:r>
          </w:p>
        </w:tc>
      </w:tr>
      <w:tr w:rsidR="00E61AAF" w:rsidRPr="00E61AAF" w14:paraId="61EFD7D5" w14:textId="77777777" w:rsidTr="00E61AAF">
        <w:trPr>
          <w:trHeight w:val="279"/>
        </w:trPr>
        <w:tc>
          <w:tcPr>
            <w:tcW w:w="2292" w:type="dxa"/>
            <w:vMerge/>
            <w:vAlign w:val="center"/>
            <w:hideMark/>
          </w:tcPr>
          <w:p w14:paraId="277CEB00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7E501984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FWE05DF</w:t>
            </w:r>
          </w:p>
        </w:tc>
      </w:tr>
      <w:tr w:rsidR="00E61AAF" w:rsidRPr="00E61AAF" w14:paraId="62718EFC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49380263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04C05B0C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FWE08DF</w:t>
            </w:r>
          </w:p>
        </w:tc>
      </w:tr>
      <w:tr w:rsidR="00E61AAF" w:rsidRPr="00E61AAF" w14:paraId="42F6D62F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39873928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13A884AE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FWE06CF</w:t>
            </w:r>
          </w:p>
        </w:tc>
      </w:tr>
      <w:tr w:rsidR="00E61AAF" w:rsidRPr="00E61AAF" w14:paraId="404F5B74" w14:textId="77777777" w:rsidTr="00E61AAF">
        <w:trPr>
          <w:trHeight w:val="279"/>
        </w:trPr>
        <w:tc>
          <w:tcPr>
            <w:tcW w:w="2292" w:type="dxa"/>
            <w:vMerge/>
            <w:vAlign w:val="center"/>
            <w:hideMark/>
          </w:tcPr>
          <w:p w14:paraId="1283B426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61A2DEEF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FWE07DF</w:t>
            </w:r>
          </w:p>
        </w:tc>
      </w:tr>
      <w:tr w:rsidR="00E61AAF" w:rsidRPr="00E61AAF" w14:paraId="5DC9BC1E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3F7448CF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6B19F49B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FWE06CT</w:t>
            </w:r>
          </w:p>
        </w:tc>
      </w:tr>
      <w:tr w:rsidR="00E61AAF" w:rsidRPr="00E61AAF" w14:paraId="011A1F18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1F42B4A0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5D181CEA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FWE08DAT</w:t>
            </w:r>
          </w:p>
        </w:tc>
      </w:tr>
      <w:tr w:rsidR="00E61AAF" w:rsidRPr="00E61AAF" w14:paraId="292EB79C" w14:textId="77777777" w:rsidTr="00E61AAF">
        <w:trPr>
          <w:trHeight w:val="279"/>
        </w:trPr>
        <w:tc>
          <w:tcPr>
            <w:tcW w:w="2292" w:type="dxa"/>
            <w:vMerge/>
            <w:vAlign w:val="center"/>
            <w:hideMark/>
          </w:tcPr>
          <w:p w14:paraId="62278647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2157323B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FWE08CF</w:t>
            </w:r>
          </w:p>
        </w:tc>
      </w:tr>
      <w:tr w:rsidR="00E61AAF" w:rsidRPr="00E61AAF" w14:paraId="20331374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00469BAA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2FCE80E1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FWE08CF</w:t>
            </w:r>
          </w:p>
        </w:tc>
      </w:tr>
      <w:tr w:rsidR="00E61AAF" w:rsidRPr="00E61AAF" w14:paraId="51277391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627E1797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1A5BDC84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FWE08CF</w:t>
            </w:r>
          </w:p>
        </w:tc>
      </w:tr>
      <w:tr w:rsidR="00E61AAF" w:rsidRPr="00E61AAF" w14:paraId="32B4F1AC" w14:textId="77777777" w:rsidTr="00E61AAF">
        <w:trPr>
          <w:trHeight w:val="279"/>
        </w:trPr>
        <w:tc>
          <w:tcPr>
            <w:tcW w:w="2292" w:type="dxa"/>
            <w:vMerge/>
            <w:vAlign w:val="center"/>
            <w:hideMark/>
          </w:tcPr>
          <w:p w14:paraId="718963AE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3EC1FA87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FWE08CF</w:t>
            </w:r>
          </w:p>
        </w:tc>
      </w:tr>
      <w:tr w:rsidR="00E61AAF" w:rsidRPr="00E61AAF" w14:paraId="67496B36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62A82B26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688C3E93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FWE03DF</w:t>
            </w:r>
          </w:p>
        </w:tc>
      </w:tr>
      <w:tr w:rsidR="00E61AAF" w:rsidRPr="00E61AAF" w14:paraId="622B4A8E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06A2E058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31854EC3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FWE08DF</w:t>
            </w:r>
          </w:p>
        </w:tc>
      </w:tr>
      <w:tr w:rsidR="00E61AAF" w:rsidRPr="00E61AAF" w14:paraId="6C62457C" w14:textId="77777777" w:rsidTr="00E61AAF">
        <w:trPr>
          <w:trHeight w:val="279"/>
        </w:trPr>
        <w:tc>
          <w:tcPr>
            <w:tcW w:w="2292" w:type="dxa"/>
            <w:vMerge/>
            <w:vAlign w:val="center"/>
            <w:hideMark/>
          </w:tcPr>
          <w:p w14:paraId="31D820DF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4B71EB72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FWE05DF</w:t>
            </w:r>
          </w:p>
        </w:tc>
      </w:tr>
      <w:tr w:rsidR="00E61AAF" w:rsidRPr="00E61AAF" w14:paraId="4AF0C304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1110946B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441A95C7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FWE05DF</w:t>
            </w:r>
          </w:p>
        </w:tc>
      </w:tr>
      <w:tr w:rsidR="00E61AAF" w:rsidRPr="00E61AAF" w14:paraId="5AEB81E4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1176547C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0393DF55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FWE05DF</w:t>
            </w:r>
          </w:p>
        </w:tc>
      </w:tr>
      <w:tr w:rsidR="00E61AAF" w:rsidRPr="00E61AAF" w14:paraId="66BB5BB6" w14:textId="77777777" w:rsidTr="00E61AAF">
        <w:trPr>
          <w:trHeight w:val="279"/>
        </w:trPr>
        <w:tc>
          <w:tcPr>
            <w:tcW w:w="2292" w:type="dxa"/>
            <w:vMerge/>
            <w:vAlign w:val="center"/>
            <w:hideMark/>
          </w:tcPr>
          <w:p w14:paraId="17E2E2A5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761D8D1C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FWE08DF</w:t>
            </w:r>
          </w:p>
        </w:tc>
      </w:tr>
      <w:tr w:rsidR="00E61AAF" w:rsidRPr="00E61AAF" w14:paraId="6F18ADE0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3CBA4EBA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526B07D7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FWE05DF</w:t>
            </w:r>
          </w:p>
        </w:tc>
      </w:tr>
      <w:tr w:rsidR="00E61AAF" w:rsidRPr="00E61AAF" w14:paraId="591A2A27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20D3645C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68BDEC2B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FWE08DF</w:t>
            </w:r>
          </w:p>
        </w:tc>
      </w:tr>
      <w:tr w:rsidR="00E61AAF" w:rsidRPr="00E61AAF" w14:paraId="0ECA9ECA" w14:textId="77777777" w:rsidTr="00E61AAF">
        <w:trPr>
          <w:trHeight w:val="279"/>
        </w:trPr>
        <w:tc>
          <w:tcPr>
            <w:tcW w:w="2292" w:type="dxa"/>
            <w:vMerge/>
            <w:vAlign w:val="center"/>
            <w:hideMark/>
          </w:tcPr>
          <w:p w14:paraId="5BCFEFA9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532A09E6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FWE05DF</w:t>
            </w:r>
          </w:p>
        </w:tc>
      </w:tr>
      <w:tr w:rsidR="00E61AAF" w:rsidRPr="00E61AAF" w14:paraId="08432A49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0E3A63E2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711686ED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FWE08DF</w:t>
            </w:r>
          </w:p>
        </w:tc>
      </w:tr>
      <w:tr w:rsidR="00E61AAF" w:rsidRPr="00E61AAF" w14:paraId="2F5AD969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13B9F37C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5FBEA207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FWE05DF</w:t>
            </w:r>
          </w:p>
        </w:tc>
      </w:tr>
      <w:tr w:rsidR="00E61AAF" w:rsidRPr="00E61AAF" w14:paraId="1F96313E" w14:textId="77777777" w:rsidTr="00E61AAF">
        <w:trPr>
          <w:trHeight w:val="279"/>
        </w:trPr>
        <w:tc>
          <w:tcPr>
            <w:tcW w:w="2292" w:type="dxa"/>
            <w:vMerge/>
            <w:vAlign w:val="center"/>
            <w:hideMark/>
          </w:tcPr>
          <w:p w14:paraId="4B535614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571A1B4D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FWE05DF</w:t>
            </w:r>
          </w:p>
        </w:tc>
      </w:tr>
      <w:tr w:rsidR="00E61AAF" w:rsidRPr="00E61AAF" w14:paraId="27FC2568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5FEBC9F3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73AF527B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FWE05DF</w:t>
            </w:r>
          </w:p>
        </w:tc>
      </w:tr>
      <w:tr w:rsidR="00E61AAF" w:rsidRPr="00E61AAF" w14:paraId="4669A534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0F33CFD7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51B92267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FWE06CF</w:t>
            </w:r>
          </w:p>
        </w:tc>
      </w:tr>
      <w:tr w:rsidR="00E61AAF" w:rsidRPr="00E61AAF" w14:paraId="3AEF2129" w14:textId="77777777" w:rsidTr="00E61AAF">
        <w:trPr>
          <w:trHeight w:val="279"/>
        </w:trPr>
        <w:tc>
          <w:tcPr>
            <w:tcW w:w="2292" w:type="dxa"/>
            <w:vMerge/>
            <w:vAlign w:val="center"/>
            <w:hideMark/>
          </w:tcPr>
          <w:p w14:paraId="5DF3A949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67B236D9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FWE08CF</w:t>
            </w:r>
          </w:p>
        </w:tc>
      </w:tr>
      <w:tr w:rsidR="00E61AAF" w:rsidRPr="00E61AAF" w14:paraId="4A2F1DB5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02D8052E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344B5CAD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FWE08DF</w:t>
            </w:r>
          </w:p>
        </w:tc>
      </w:tr>
      <w:tr w:rsidR="00E61AAF" w:rsidRPr="00E61AAF" w14:paraId="52BBFCB2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0C9396D4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150DEFFA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FWE03DF</w:t>
            </w:r>
          </w:p>
        </w:tc>
      </w:tr>
      <w:tr w:rsidR="00E61AAF" w:rsidRPr="00E61AAF" w14:paraId="0CFE0C77" w14:textId="77777777" w:rsidTr="00E61AAF">
        <w:trPr>
          <w:trHeight w:val="279"/>
        </w:trPr>
        <w:tc>
          <w:tcPr>
            <w:tcW w:w="2292" w:type="dxa"/>
            <w:vMerge/>
            <w:vAlign w:val="center"/>
            <w:hideMark/>
          </w:tcPr>
          <w:p w14:paraId="10DA1F52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1AF03A6C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FWE05DF</w:t>
            </w:r>
          </w:p>
        </w:tc>
      </w:tr>
      <w:tr w:rsidR="00E61AAF" w:rsidRPr="00E61AAF" w14:paraId="4DD2836E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0930F2CC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35DF2D1D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FWE05DF</w:t>
            </w:r>
          </w:p>
        </w:tc>
      </w:tr>
      <w:tr w:rsidR="00E61AAF" w:rsidRPr="00E61AAF" w14:paraId="5AB3BEFB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20090142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148202D7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FWE07DF</w:t>
            </w:r>
          </w:p>
        </w:tc>
      </w:tr>
      <w:tr w:rsidR="00E61AAF" w:rsidRPr="00E61AAF" w14:paraId="48E9143F" w14:textId="77777777" w:rsidTr="00E61AAF">
        <w:trPr>
          <w:trHeight w:val="279"/>
        </w:trPr>
        <w:tc>
          <w:tcPr>
            <w:tcW w:w="2292" w:type="dxa"/>
            <w:vMerge/>
            <w:vAlign w:val="center"/>
            <w:hideMark/>
          </w:tcPr>
          <w:p w14:paraId="3CB28AF6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2889C8CC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FWE07DF</w:t>
            </w:r>
          </w:p>
        </w:tc>
      </w:tr>
      <w:tr w:rsidR="00E61AAF" w:rsidRPr="00E61AAF" w14:paraId="3CCAB828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30BAA26F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02F6453C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FWE07DF</w:t>
            </w:r>
          </w:p>
        </w:tc>
      </w:tr>
      <w:tr w:rsidR="00E61AAF" w:rsidRPr="00E61AAF" w14:paraId="1BCFE3E5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4807BA90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6B8D0399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FWE06CF</w:t>
            </w:r>
          </w:p>
        </w:tc>
      </w:tr>
      <w:tr w:rsidR="00E61AAF" w:rsidRPr="00E61AAF" w14:paraId="1AC7D284" w14:textId="77777777" w:rsidTr="00E61AAF">
        <w:trPr>
          <w:trHeight w:val="279"/>
        </w:trPr>
        <w:tc>
          <w:tcPr>
            <w:tcW w:w="2292" w:type="dxa"/>
            <w:vMerge/>
            <w:vAlign w:val="center"/>
            <w:hideMark/>
          </w:tcPr>
          <w:p w14:paraId="11667D78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23E81DB1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FWE06CF</w:t>
            </w:r>
          </w:p>
        </w:tc>
      </w:tr>
      <w:tr w:rsidR="00E61AAF" w:rsidRPr="00E61AAF" w14:paraId="7EDE4C24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7EE3C2CE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02B5432A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FWE03DF</w:t>
            </w:r>
          </w:p>
        </w:tc>
      </w:tr>
      <w:tr w:rsidR="00E61AAF" w:rsidRPr="00E61AAF" w14:paraId="5AC1067C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311BEF87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17C0CE8F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FWE07DF</w:t>
            </w:r>
          </w:p>
        </w:tc>
      </w:tr>
      <w:tr w:rsidR="00E61AAF" w:rsidRPr="00E61AAF" w14:paraId="7F01317B" w14:textId="77777777" w:rsidTr="00E61AAF">
        <w:trPr>
          <w:trHeight w:val="279"/>
        </w:trPr>
        <w:tc>
          <w:tcPr>
            <w:tcW w:w="2292" w:type="dxa"/>
            <w:vMerge/>
            <w:vAlign w:val="center"/>
            <w:hideMark/>
          </w:tcPr>
          <w:p w14:paraId="3A22A847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5E9E6E7A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FWE05DF</w:t>
            </w:r>
          </w:p>
        </w:tc>
      </w:tr>
      <w:tr w:rsidR="00E61AAF" w:rsidRPr="00E61AAF" w14:paraId="5C9FA102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6BD442DA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4915991C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FWE05DF</w:t>
            </w:r>
          </w:p>
        </w:tc>
      </w:tr>
      <w:tr w:rsidR="00E61AAF" w:rsidRPr="00E61AAF" w14:paraId="348EB8BC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72F0C1C2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19462F3B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FWE07DF</w:t>
            </w:r>
          </w:p>
        </w:tc>
      </w:tr>
      <w:tr w:rsidR="00E61AAF" w:rsidRPr="00E61AAF" w14:paraId="781781BD" w14:textId="77777777" w:rsidTr="00E61AAF">
        <w:trPr>
          <w:trHeight w:val="279"/>
        </w:trPr>
        <w:tc>
          <w:tcPr>
            <w:tcW w:w="2292" w:type="dxa"/>
            <w:vMerge/>
            <w:vAlign w:val="center"/>
            <w:hideMark/>
          </w:tcPr>
          <w:p w14:paraId="6251D704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78B2A2AB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FWE08DF</w:t>
            </w:r>
          </w:p>
        </w:tc>
      </w:tr>
      <w:tr w:rsidR="00E61AAF" w:rsidRPr="00E61AAF" w14:paraId="5FAF2EF2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38D9272C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7DC09208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FWE05DF</w:t>
            </w:r>
          </w:p>
        </w:tc>
      </w:tr>
      <w:tr w:rsidR="00E61AAF" w:rsidRPr="00E61AAF" w14:paraId="37A0EA9B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5EA8E56F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1076C644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FWE05DF</w:t>
            </w:r>
          </w:p>
        </w:tc>
      </w:tr>
      <w:tr w:rsidR="00E61AAF" w:rsidRPr="00E61AAF" w14:paraId="279D689A" w14:textId="77777777" w:rsidTr="00E61AAF">
        <w:trPr>
          <w:trHeight w:val="279"/>
        </w:trPr>
        <w:tc>
          <w:tcPr>
            <w:tcW w:w="2292" w:type="dxa"/>
            <w:vMerge/>
            <w:vAlign w:val="center"/>
            <w:hideMark/>
          </w:tcPr>
          <w:p w14:paraId="33551639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62426158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FWE08DF</w:t>
            </w:r>
          </w:p>
        </w:tc>
      </w:tr>
      <w:tr w:rsidR="00E61AAF" w:rsidRPr="00E61AAF" w14:paraId="5B9FA117" w14:textId="77777777" w:rsidTr="00E61AAF">
        <w:trPr>
          <w:trHeight w:val="300"/>
        </w:trPr>
        <w:tc>
          <w:tcPr>
            <w:tcW w:w="2292" w:type="dxa"/>
            <w:vMerge/>
            <w:vAlign w:val="center"/>
            <w:hideMark/>
          </w:tcPr>
          <w:p w14:paraId="5CC2AA8B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33158517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FWE08DF</w:t>
            </w:r>
          </w:p>
        </w:tc>
      </w:tr>
      <w:tr w:rsidR="00E61AAF" w:rsidRPr="00E61AAF" w14:paraId="66D0A81E" w14:textId="77777777" w:rsidTr="00E61AAF">
        <w:trPr>
          <w:trHeight w:val="279"/>
        </w:trPr>
        <w:tc>
          <w:tcPr>
            <w:tcW w:w="2292" w:type="dxa"/>
            <w:vMerge w:val="restart"/>
            <w:shd w:val="clear" w:color="auto" w:fill="auto"/>
            <w:vAlign w:val="center"/>
            <w:hideMark/>
          </w:tcPr>
          <w:p w14:paraId="15F3D21D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Klimakonwektory</w:t>
            </w:r>
            <w:proofErr w:type="spellEnd"/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kanałowe - P3</w:t>
            </w: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45D06572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FWE03DF</w:t>
            </w:r>
          </w:p>
        </w:tc>
      </w:tr>
      <w:tr w:rsidR="00E61AAF" w:rsidRPr="00E61AAF" w14:paraId="51530A4F" w14:textId="77777777" w:rsidTr="00E61AAF">
        <w:trPr>
          <w:trHeight w:val="279"/>
        </w:trPr>
        <w:tc>
          <w:tcPr>
            <w:tcW w:w="2292" w:type="dxa"/>
            <w:vMerge/>
            <w:vAlign w:val="center"/>
            <w:hideMark/>
          </w:tcPr>
          <w:p w14:paraId="6DCE81B4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2652CB6E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FWE03DF</w:t>
            </w:r>
          </w:p>
        </w:tc>
      </w:tr>
      <w:tr w:rsidR="00E61AAF" w:rsidRPr="00E61AAF" w14:paraId="4847EF4B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79BF603F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3DDC5223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FWE08CF</w:t>
            </w:r>
          </w:p>
        </w:tc>
      </w:tr>
      <w:tr w:rsidR="00E61AAF" w:rsidRPr="00E61AAF" w14:paraId="7C4ADAD7" w14:textId="77777777" w:rsidTr="00E61AAF">
        <w:trPr>
          <w:trHeight w:val="279"/>
        </w:trPr>
        <w:tc>
          <w:tcPr>
            <w:tcW w:w="2292" w:type="dxa"/>
            <w:vMerge/>
            <w:vAlign w:val="center"/>
            <w:hideMark/>
          </w:tcPr>
          <w:p w14:paraId="0AB3DD47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313C95C8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FWE03DF</w:t>
            </w:r>
          </w:p>
        </w:tc>
      </w:tr>
      <w:tr w:rsidR="00E61AAF" w:rsidRPr="00E61AAF" w14:paraId="3A7C023E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5EBA6B5B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30B568A3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FWE03DF</w:t>
            </w:r>
          </w:p>
        </w:tc>
      </w:tr>
      <w:tr w:rsidR="00E61AAF" w:rsidRPr="00E61AAF" w14:paraId="42ECE433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426ED3DF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30C2F990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FWE08DF</w:t>
            </w:r>
          </w:p>
        </w:tc>
      </w:tr>
      <w:tr w:rsidR="00E61AAF" w:rsidRPr="00E61AAF" w14:paraId="71958633" w14:textId="77777777" w:rsidTr="00E61AAF">
        <w:trPr>
          <w:trHeight w:val="279"/>
        </w:trPr>
        <w:tc>
          <w:tcPr>
            <w:tcW w:w="2292" w:type="dxa"/>
            <w:vMerge/>
            <w:vAlign w:val="center"/>
            <w:hideMark/>
          </w:tcPr>
          <w:p w14:paraId="14FB5F08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0A797BF8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FWE08DF</w:t>
            </w:r>
          </w:p>
        </w:tc>
      </w:tr>
      <w:tr w:rsidR="00E61AAF" w:rsidRPr="00E61AAF" w14:paraId="7FED4915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104A39B5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0A948CE1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FWE08DF</w:t>
            </w:r>
          </w:p>
        </w:tc>
      </w:tr>
      <w:tr w:rsidR="00E61AAF" w:rsidRPr="00E61AAF" w14:paraId="4E3E4C9D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4D19B76B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6E9E6965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FWE03DT</w:t>
            </w:r>
          </w:p>
        </w:tc>
      </w:tr>
      <w:tr w:rsidR="00E61AAF" w:rsidRPr="00E61AAF" w14:paraId="2FA31BA1" w14:textId="77777777" w:rsidTr="00E61AAF">
        <w:trPr>
          <w:trHeight w:val="279"/>
        </w:trPr>
        <w:tc>
          <w:tcPr>
            <w:tcW w:w="2292" w:type="dxa"/>
            <w:vMerge/>
            <w:vAlign w:val="center"/>
            <w:hideMark/>
          </w:tcPr>
          <w:p w14:paraId="470E05DE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0003DF88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FWE07DF</w:t>
            </w:r>
          </w:p>
        </w:tc>
      </w:tr>
      <w:tr w:rsidR="00E61AAF" w:rsidRPr="00E61AAF" w14:paraId="1D45454B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1F67C450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6AE2E3AD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FWE08DF</w:t>
            </w:r>
          </w:p>
        </w:tc>
      </w:tr>
      <w:tr w:rsidR="00E61AAF" w:rsidRPr="00E61AAF" w14:paraId="4CF45B74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05801D99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1EFC37C6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FWE07DF</w:t>
            </w:r>
          </w:p>
        </w:tc>
      </w:tr>
      <w:tr w:rsidR="00E61AAF" w:rsidRPr="00E61AAF" w14:paraId="4F78A278" w14:textId="77777777" w:rsidTr="00E61AAF">
        <w:trPr>
          <w:trHeight w:val="279"/>
        </w:trPr>
        <w:tc>
          <w:tcPr>
            <w:tcW w:w="2292" w:type="dxa"/>
            <w:vMerge/>
            <w:vAlign w:val="center"/>
            <w:hideMark/>
          </w:tcPr>
          <w:p w14:paraId="556557A4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2BE01B00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FWE05DF</w:t>
            </w:r>
          </w:p>
        </w:tc>
      </w:tr>
      <w:tr w:rsidR="00E61AAF" w:rsidRPr="00E61AAF" w14:paraId="4C4EDE90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61FDBCC5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5E3FAFF9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FWE07DF</w:t>
            </w:r>
          </w:p>
        </w:tc>
      </w:tr>
      <w:tr w:rsidR="00E61AAF" w:rsidRPr="00E61AAF" w14:paraId="2599681D" w14:textId="77777777" w:rsidTr="00E61AAF">
        <w:trPr>
          <w:trHeight w:val="264"/>
        </w:trPr>
        <w:tc>
          <w:tcPr>
            <w:tcW w:w="2292" w:type="dxa"/>
            <w:vMerge/>
            <w:vAlign w:val="center"/>
            <w:hideMark/>
          </w:tcPr>
          <w:p w14:paraId="08BD24DD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5B3BF100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FWE05DF</w:t>
            </w:r>
          </w:p>
        </w:tc>
      </w:tr>
      <w:tr w:rsidR="00E61AAF" w:rsidRPr="00E61AAF" w14:paraId="79CA893E" w14:textId="77777777" w:rsidTr="00E61AAF">
        <w:trPr>
          <w:trHeight w:val="279"/>
        </w:trPr>
        <w:tc>
          <w:tcPr>
            <w:tcW w:w="2292" w:type="dxa"/>
            <w:vMerge/>
            <w:vAlign w:val="center"/>
            <w:hideMark/>
          </w:tcPr>
          <w:p w14:paraId="093BF595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5C490ED3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FWE03DF</w:t>
            </w:r>
          </w:p>
        </w:tc>
      </w:tr>
      <w:tr w:rsidR="00E61AAF" w:rsidRPr="00E61AAF" w14:paraId="697085DD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6A00127F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1FD27F76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FWE07DF</w:t>
            </w:r>
          </w:p>
        </w:tc>
      </w:tr>
      <w:tr w:rsidR="00E61AAF" w:rsidRPr="00E61AAF" w14:paraId="6C2AC7BC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1CCC71BD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6A341C33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FWE07DF</w:t>
            </w:r>
          </w:p>
        </w:tc>
      </w:tr>
      <w:tr w:rsidR="00E61AAF" w:rsidRPr="00E61AAF" w14:paraId="28768EAA" w14:textId="77777777" w:rsidTr="00E61AAF">
        <w:trPr>
          <w:trHeight w:val="279"/>
        </w:trPr>
        <w:tc>
          <w:tcPr>
            <w:tcW w:w="2292" w:type="dxa"/>
            <w:vMerge/>
            <w:vAlign w:val="center"/>
            <w:hideMark/>
          </w:tcPr>
          <w:p w14:paraId="403D7720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110FDBF9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FWE06CF</w:t>
            </w:r>
          </w:p>
        </w:tc>
      </w:tr>
      <w:tr w:rsidR="00E61AAF" w:rsidRPr="00E61AAF" w14:paraId="5647F6B6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674BD3DE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630BC9C2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FWE07DF</w:t>
            </w:r>
          </w:p>
        </w:tc>
      </w:tr>
      <w:tr w:rsidR="00E61AAF" w:rsidRPr="00E61AAF" w14:paraId="5955C8C8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21D078CA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55B69A99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FWE07DF</w:t>
            </w:r>
          </w:p>
        </w:tc>
      </w:tr>
      <w:tr w:rsidR="00E61AAF" w:rsidRPr="00E61AAF" w14:paraId="15D67448" w14:textId="77777777" w:rsidTr="00E61AAF">
        <w:trPr>
          <w:trHeight w:val="279"/>
        </w:trPr>
        <w:tc>
          <w:tcPr>
            <w:tcW w:w="2292" w:type="dxa"/>
            <w:vMerge/>
            <w:vAlign w:val="center"/>
            <w:hideMark/>
          </w:tcPr>
          <w:p w14:paraId="4B047B65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05FEAA43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FWE07DF</w:t>
            </w:r>
          </w:p>
        </w:tc>
      </w:tr>
      <w:tr w:rsidR="00E61AAF" w:rsidRPr="00E61AAF" w14:paraId="0093C376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5F379A83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732F81CE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FWE08DF</w:t>
            </w:r>
          </w:p>
        </w:tc>
      </w:tr>
      <w:tr w:rsidR="00E61AAF" w:rsidRPr="00E61AAF" w14:paraId="5B459B1D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3FBE30A7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7E5D45A4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FWE08DF</w:t>
            </w:r>
          </w:p>
        </w:tc>
      </w:tr>
      <w:tr w:rsidR="00E61AAF" w:rsidRPr="00E61AAF" w14:paraId="6B361D21" w14:textId="77777777" w:rsidTr="00E61AAF">
        <w:trPr>
          <w:trHeight w:val="279"/>
        </w:trPr>
        <w:tc>
          <w:tcPr>
            <w:tcW w:w="2292" w:type="dxa"/>
            <w:vMerge/>
            <w:vAlign w:val="center"/>
            <w:hideMark/>
          </w:tcPr>
          <w:p w14:paraId="185C8F2A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31ECF9C1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FWE03DF</w:t>
            </w:r>
          </w:p>
        </w:tc>
      </w:tr>
      <w:tr w:rsidR="00E61AAF" w:rsidRPr="00E61AAF" w14:paraId="32C251AA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160867C9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5B8259F7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FWE03DF</w:t>
            </w:r>
          </w:p>
        </w:tc>
      </w:tr>
      <w:tr w:rsidR="00E61AAF" w:rsidRPr="00E61AAF" w14:paraId="6A864C99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63C3C70A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68B7B421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FWE03DF</w:t>
            </w:r>
          </w:p>
        </w:tc>
      </w:tr>
      <w:tr w:rsidR="00E61AAF" w:rsidRPr="00E61AAF" w14:paraId="0E5E189B" w14:textId="77777777" w:rsidTr="00E61AAF">
        <w:trPr>
          <w:trHeight w:val="279"/>
        </w:trPr>
        <w:tc>
          <w:tcPr>
            <w:tcW w:w="2292" w:type="dxa"/>
            <w:vMerge/>
            <w:vAlign w:val="center"/>
            <w:hideMark/>
          </w:tcPr>
          <w:p w14:paraId="3D357807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474A7457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FWE03DF</w:t>
            </w:r>
          </w:p>
        </w:tc>
      </w:tr>
      <w:tr w:rsidR="00E61AAF" w:rsidRPr="00E61AAF" w14:paraId="020E2F44" w14:textId="77777777" w:rsidTr="00E61AAF">
        <w:trPr>
          <w:trHeight w:val="347"/>
        </w:trPr>
        <w:tc>
          <w:tcPr>
            <w:tcW w:w="2292" w:type="dxa"/>
            <w:vMerge w:val="restart"/>
            <w:shd w:val="clear" w:color="auto" w:fill="auto"/>
            <w:vAlign w:val="center"/>
            <w:hideMark/>
          </w:tcPr>
          <w:p w14:paraId="4AE2B478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Klimatyzacja typu </w:t>
            </w:r>
            <w:proofErr w:type="spellStart"/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split</w:t>
            </w:r>
            <w:proofErr w:type="spellEnd"/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76324857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FHA125AVEB9</w:t>
            </w:r>
          </w:p>
        </w:tc>
      </w:tr>
      <w:tr w:rsidR="00E61AAF" w:rsidRPr="00E61AAF" w14:paraId="371EC6B8" w14:textId="77777777" w:rsidTr="00E61AAF">
        <w:trPr>
          <w:trHeight w:val="271"/>
        </w:trPr>
        <w:tc>
          <w:tcPr>
            <w:tcW w:w="2292" w:type="dxa"/>
            <w:vMerge/>
            <w:vAlign w:val="center"/>
            <w:hideMark/>
          </w:tcPr>
          <w:p w14:paraId="7537E857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7CD94AFD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RZAG125N2Y1B</w:t>
            </w:r>
          </w:p>
        </w:tc>
      </w:tr>
      <w:tr w:rsidR="00E61AAF" w:rsidRPr="00E61AAF" w14:paraId="11F4BB76" w14:textId="77777777" w:rsidTr="00E61AAF">
        <w:trPr>
          <w:trHeight w:val="285"/>
        </w:trPr>
        <w:tc>
          <w:tcPr>
            <w:tcW w:w="2292" w:type="dxa"/>
            <w:vMerge/>
            <w:vAlign w:val="center"/>
            <w:hideMark/>
          </w:tcPr>
          <w:p w14:paraId="32BA4F98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308C5063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FHA125AVEB9</w:t>
            </w:r>
          </w:p>
        </w:tc>
      </w:tr>
      <w:tr w:rsidR="00E61AAF" w:rsidRPr="00E61AAF" w14:paraId="654DBEF0" w14:textId="77777777" w:rsidTr="00E61AAF">
        <w:trPr>
          <w:trHeight w:val="275"/>
        </w:trPr>
        <w:tc>
          <w:tcPr>
            <w:tcW w:w="2292" w:type="dxa"/>
            <w:vMerge/>
            <w:vAlign w:val="center"/>
            <w:hideMark/>
          </w:tcPr>
          <w:p w14:paraId="74C85B01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45583DF5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RZAG125N2Y1B</w:t>
            </w:r>
          </w:p>
        </w:tc>
      </w:tr>
      <w:tr w:rsidR="00E61AAF" w:rsidRPr="00E61AAF" w14:paraId="372FEAAF" w14:textId="77777777" w:rsidTr="00E61AAF">
        <w:trPr>
          <w:trHeight w:val="267"/>
        </w:trPr>
        <w:tc>
          <w:tcPr>
            <w:tcW w:w="2292" w:type="dxa"/>
            <w:vMerge w:val="restart"/>
            <w:shd w:val="clear" w:color="auto" w:fill="auto"/>
            <w:vAlign w:val="center"/>
            <w:hideMark/>
          </w:tcPr>
          <w:p w14:paraId="72A2DC58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Klimatyzacja typu </w:t>
            </w:r>
            <w:proofErr w:type="spellStart"/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split</w:t>
            </w:r>
            <w:proofErr w:type="spellEnd"/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6CEC1008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FTXM50R2V1B</w:t>
            </w:r>
          </w:p>
        </w:tc>
      </w:tr>
      <w:tr w:rsidR="00E61AAF" w:rsidRPr="00E61AAF" w14:paraId="07B772F1" w14:textId="77777777" w:rsidTr="00E61AAF">
        <w:trPr>
          <w:trHeight w:val="305"/>
        </w:trPr>
        <w:tc>
          <w:tcPr>
            <w:tcW w:w="2292" w:type="dxa"/>
            <w:vMerge/>
            <w:vAlign w:val="center"/>
            <w:hideMark/>
          </w:tcPr>
          <w:p w14:paraId="444B0514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0D0EB160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RZAG50A2V1B</w:t>
            </w:r>
          </w:p>
        </w:tc>
      </w:tr>
      <w:tr w:rsidR="00E61AAF" w:rsidRPr="00E61AAF" w14:paraId="0B8FA689" w14:textId="77777777" w:rsidTr="00E61AAF">
        <w:trPr>
          <w:trHeight w:val="187"/>
        </w:trPr>
        <w:tc>
          <w:tcPr>
            <w:tcW w:w="2292" w:type="dxa"/>
            <w:vMerge/>
            <w:vAlign w:val="center"/>
            <w:hideMark/>
          </w:tcPr>
          <w:p w14:paraId="23C12A78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448709CC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FTXM50R2V1B</w:t>
            </w:r>
          </w:p>
        </w:tc>
      </w:tr>
      <w:tr w:rsidR="00E61AAF" w:rsidRPr="00E61AAF" w14:paraId="4412FC29" w14:textId="77777777" w:rsidTr="00E61AAF">
        <w:trPr>
          <w:trHeight w:val="381"/>
        </w:trPr>
        <w:tc>
          <w:tcPr>
            <w:tcW w:w="2292" w:type="dxa"/>
            <w:vMerge/>
            <w:vAlign w:val="center"/>
            <w:hideMark/>
          </w:tcPr>
          <w:p w14:paraId="20F49DED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635B63DD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RZAG50A2V1B</w:t>
            </w:r>
          </w:p>
        </w:tc>
      </w:tr>
      <w:tr w:rsidR="00E61AAF" w:rsidRPr="00E61AAF" w14:paraId="4A9B6A82" w14:textId="77777777" w:rsidTr="00E61AAF">
        <w:trPr>
          <w:trHeight w:val="288"/>
        </w:trPr>
        <w:tc>
          <w:tcPr>
            <w:tcW w:w="2292" w:type="dxa"/>
            <w:vMerge w:val="restart"/>
            <w:shd w:val="clear" w:color="auto" w:fill="auto"/>
            <w:vAlign w:val="center"/>
            <w:hideMark/>
          </w:tcPr>
          <w:p w14:paraId="276099CC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Instalacja klimatyzacji typu VRF - Jednostki wewnętrzne kasetonowe - P1</w:t>
            </w: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3FF8E5F9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IGCV22F5B</w:t>
            </w:r>
          </w:p>
        </w:tc>
      </w:tr>
      <w:tr w:rsidR="00E61AAF" w:rsidRPr="00E61AAF" w14:paraId="17B0FD40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4751CA07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27C04F5A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IGCV22F5B</w:t>
            </w:r>
          </w:p>
        </w:tc>
      </w:tr>
      <w:tr w:rsidR="00E61AAF" w:rsidRPr="00E61AAF" w14:paraId="471D1219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7BF033A6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48FA585F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IGCV22F5B</w:t>
            </w:r>
          </w:p>
        </w:tc>
      </w:tr>
      <w:tr w:rsidR="00E61AAF" w:rsidRPr="00E61AAF" w14:paraId="1E0A7D80" w14:textId="77777777" w:rsidTr="00E61AAF">
        <w:trPr>
          <w:trHeight w:val="300"/>
        </w:trPr>
        <w:tc>
          <w:tcPr>
            <w:tcW w:w="2292" w:type="dxa"/>
            <w:vMerge/>
            <w:vAlign w:val="center"/>
            <w:hideMark/>
          </w:tcPr>
          <w:p w14:paraId="414C1DE7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2023F213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IGCV22F5B</w:t>
            </w:r>
          </w:p>
        </w:tc>
      </w:tr>
      <w:tr w:rsidR="00E61AAF" w:rsidRPr="00E61AAF" w14:paraId="702216C1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137D4CA1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48F167A6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IGCV22F5B</w:t>
            </w:r>
          </w:p>
        </w:tc>
      </w:tr>
      <w:tr w:rsidR="00E61AAF" w:rsidRPr="00E61AAF" w14:paraId="14257623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66CFE6F1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50DB9D11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IGCV22F5B</w:t>
            </w:r>
          </w:p>
        </w:tc>
      </w:tr>
      <w:tr w:rsidR="00E61AAF" w:rsidRPr="00E61AAF" w14:paraId="634149F0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7C31D1D6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1E4BF6A1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IGCV28F5B</w:t>
            </w:r>
          </w:p>
        </w:tc>
      </w:tr>
      <w:tr w:rsidR="00E61AAF" w:rsidRPr="00E61AAF" w14:paraId="17756E50" w14:textId="77777777" w:rsidTr="00E61AAF">
        <w:trPr>
          <w:trHeight w:val="300"/>
        </w:trPr>
        <w:tc>
          <w:tcPr>
            <w:tcW w:w="2292" w:type="dxa"/>
            <w:vMerge/>
            <w:vAlign w:val="center"/>
            <w:hideMark/>
          </w:tcPr>
          <w:p w14:paraId="5ABE7904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58357FD2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IGCV28F5B</w:t>
            </w:r>
          </w:p>
        </w:tc>
      </w:tr>
      <w:tr w:rsidR="00E61AAF" w:rsidRPr="00E61AAF" w14:paraId="790CCACA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0F15B06F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4E1E3CBC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IGCV22F5B</w:t>
            </w:r>
          </w:p>
        </w:tc>
      </w:tr>
      <w:tr w:rsidR="00E61AAF" w:rsidRPr="00E61AAF" w14:paraId="4B3AFA7D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7ACCA70F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1831D812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IGCV22F5B</w:t>
            </w:r>
          </w:p>
        </w:tc>
      </w:tr>
      <w:tr w:rsidR="00E61AAF" w:rsidRPr="00E61AAF" w14:paraId="5E59BEBA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30A85FFB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46770077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IGCV36F5B</w:t>
            </w:r>
          </w:p>
        </w:tc>
      </w:tr>
      <w:tr w:rsidR="00E61AAF" w:rsidRPr="00E61AAF" w14:paraId="13D73155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33F6DC2F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2069BF28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IGCV36F5B</w:t>
            </w:r>
          </w:p>
        </w:tc>
      </w:tr>
      <w:tr w:rsidR="00E61AAF" w:rsidRPr="00E61AAF" w14:paraId="091EA14A" w14:textId="77777777" w:rsidTr="00E61AAF">
        <w:trPr>
          <w:trHeight w:val="288"/>
        </w:trPr>
        <w:tc>
          <w:tcPr>
            <w:tcW w:w="2292" w:type="dxa"/>
            <w:vMerge w:val="restart"/>
            <w:shd w:val="clear" w:color="auto" w:fill="auto"/>
            <w:vAlign w:val="center"/>
            <w:hideMark/>
          </w:tcPr>
          <w:p w14:paraId="418C4E83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Instalacja klimatyzacji typu VRF - Jednostki wewnętrzne kasetonowe - P2</w:t>
            </w: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3EACE01D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IGCV45F5B</w:t>
            </w:r>
          </w:p>
        </w:tc>
      </w:tr>
      <w:tr w:rsidR="00E61AAF" w:rsidRPr="00E61AAF" w14:paraId="1B936FD4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771E44CF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5F42AA7D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IGCV45F5B</w:t>
            </w:r>
          </w:p>
        </w:tc>
      </w:tr>
      <w:tr w:rsidR="00E61AAF" w:rsidRPr="00E61AAF" w14:paraId="1FBEB25D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0235D982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66E5FA42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IGCV45F5B</w:t>
            </w:r>
          </w:p>
        </w:tc>
      </w:tr>
      <w:tr w:rsidR="00E61AAF" w:rsidRPr="00E61AAF" w14:paraId="5961BCAA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71CD51FB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6CCEECDD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IGCV45F5B</w:t>
            </w:r>
          </w:p>
        </w:tc>
      </w:tr>
      <w:tr w:rsidR="00E61AAF" w:rsidRPr="00E61AAF" w14:paraId="4670E13B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158FB2A2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44C4A168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IGCV45F5B</w:t>
            </w:r>
          </w:p>
        </w:tc>
      </w:tr>
      <w:tr w:rsidR="00E61AAF" w:rsidRPr="00E61AAF" w14:paraId="74FB73F5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737D7517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2F01D956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IGCV45F5B</w:t>
            </w:r>
          </w:p>
        </w:tc>
      </w:tr>
      <w:tr w:rsidR="00E61AAF" w:rsidRPr="00E61AAF" w14:paraId="5EB08C92" w14:textId="77777777" w:rsidTr="00E61AAF">
        <w:trPr>
          <w:trHeight w:val="300"/>
        </w:trPr>
        <w:tc>
          <w:tcPr>
            <w:tcW w:w="2292" w:type="dxa"/>
            <w:vMerge w:val="restart"/>
            <w:shd w:val="clear" w:color="auto" w:fill="auto"/>
            <w:vAlign w:val="center"/>
            <w:hideMark/>
          </w:tcPr>
          <w:p w14:paraId="6D9C754A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Instalacja klimatyzacji typu VRF - Jednostki wewnętrzne kasetonowe - P3</w:t>
            </w:r>
          </w:p>
        </w:tc>
        <w:tc>
          <w:tcPr>
            <w:tcW w:w="6208" w:type="dxa"/>
            <w:shd w:val="clear" w:color="auto" w:fill="auto"/>
            <w:vAlign w:val="center"/>
            <w:hideMark/>
          </w:tcPr>
          <w:p w14:paraId="264C7851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IGCV56F5B</w:t>
            </w:r>
          </w:p>
        </w:tc>
      </w:tr>
      <w:tr w:rsidR="00E61AAF" w:rsidRPr="00E61AAF" w14:paraId="5CB4EE68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360DB261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vAlign w:val="center"/>
            <w:hideMark/>
          </w:tcPr>
          <w:p w14:paraId="4680F7F3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IGCV56F5B</w:t>
            </w:r>
          </w:p>
        </w:tc>
      </w:tr>
      <w:tr w:rsidR="00E61AAF" w:rsidRPr="00E61AAF" w14:paraId="5B45C9F8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242AF069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vAlign w:val="center"/>
            <w:hideMark/>
          </w:tcPr>
          <w:p w14:paraId="1E55C3D0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IGCV45F5B</w:t>
            </w:r>
          </w:p>
        </w:tc>
      </w:tr>
      <w:tr w:rsidR="00E61AAF" w:rsidRPr="00E61AAF" w14:paraId="044AEFBC" w14:textId="77777777" w:rsidTr="00E61AAF">
        <w:trPr>
          <w:trHeight w:val="288"/>
        </w:trPr>
        <w:tc>
          <w:tcPr>
            <w:tcW w:w="2292" w:type="dxa"/>
            <w:vMerge/>
            <w:vAlign w:val="center"/>
            <w:hideMark/>
          </w:tcPr>
          <w:p w14:paraId="1F620CE8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vAlign w:val="center"/>
            <w:hideMark/>
          </w:tcPr>
          <w:p w14:paraId="0F95E3A5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IGCV45F5B</w:t>
            </w:r>
          </w:p>
        </w:tc>
      </w:tr>
      <w:tr w:rsidR="00E61AAF" w:rsidRPr="00E61AAF" w14:paraId="284B984F" w14:textId="77777777" w:rsidTr="00E61AAF">
        <w:trPr>
          <w:trHeight w:val="288"/>
        </w:trPr>
        <w:tc>
          <w:tcPr>
            <w:tcW w:w="2292" w:type="dxa"/>
            <w:shd w:val="clear" w:color="auto" w:fill="auto"/>
            <w:vAlign w:val="center"/>
            <w:hideMark/>
          </w:tcPr>
          <w:p w14:paraId="49DBBB04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Agregat VRF</w:t>
            </w: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0DA25961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IGHY-450FH5A</w:t>
            </w:r>
          </w:p>
        </w:tc>
      </w:tr>
      <w:tr w:rsidR="00E61AAF" w:rsidRPr="00E61AAF" w14:paraId="798E9E17" w14:textId="77777777" w:rsidTr="00E61AAF">
        <w:trPr>
          <w:trHeight w:val="300"/>
        </w:trPr>
        <w:tc>
          <w:tcPr>
            <w:tcW w:w="2292" w:type="dxa"/>
            <w:shd w:val="clear" w:color="auto" w:fill="auto"/>
            <w:vAlign w:val="center"/>
            <w:hideMark/>
          </w:tcPr>
          <w:p w14:paraId="771EDFC5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Agregat VRF</w:t>
            </w: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767B76EF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IGHY-280FV5A</w:t>
            </w:r>
          </w:p>
        </w:tc>
      </w:tr>
      <w:tr w:rsidR="00E61AAF" w:rsidRPr="00E61AAF" w14:paraId="4A639ABF" w14:textId="77777777" w:rsidTr="00E61AAF">
        <w:trPr>
          <w:trHeight w:val="325"/>
        </w:trPr>
        <w:tc>
          <w:tcPr>
            <w:tcW w:w="2292" w:type="dxa"/>
            <w:vMerge w:val="restart"/>
            <w:shd w:val="clear" w:color="auto" w:fill="auto"/>
            <w:vAlign w:val="center"/>
            <w:hideMark/>
          </w:tcPr>
          <w:p w14:paraId="6F53CE84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Klimatyzacja typu </w:t>
            </w:r>
            <w:proofErr w:type="spellStart"/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split</w:t>
            </w:r>
            <w:proofErr w:type="spellEnd"/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7D268906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IGZL09NI-1</w:t>
            </w:r>
          </w:p>
        </w:tc>
      </w:tr>
      <w:tr w:rsidR="00E61AAF" w:rsidRPr="00E61AAF" w14:paraId="13E30165" w14:textId="77777777" w:rsidTr="00E61AAF">
        <w:trPr>
          <w:trHeight w:val="317"/>
        </w:trPr>
        <w:tc>
          <w:tcPr>
            <w:tcW w:w="2292" w:type="dxa"/>
            <w:vMerge/>
            <w:vAlign w:val="center"/>
            <w:hideMark/>
          </w:tcPr>
          <w:p w14:paraId="6A347D0E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7AAE82F6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IGZL09NO-1 WIFI</w:t>
            </w:r>
          </w:p>
        </w:tc>
      </w:tr>
      <w:tr w:rsidR="00E61AAF" w:rsidRPr="00E61AAF" w14:paraId="07666F54" w14:textId="77777777" w:rsidTr="00E61AAF">
        <w:trPr>
          <w:trHeight w:val="277"/>
        </w:trPr>
        <w:tc>
          <w:tcPr>
            <w:tcW w:w="2292" w:type="dxa"/>
            <w:vMerge w:val="restart"/>
            <w:shd w:val="clear" w:color="auto" w:fill="auto"/>
            <w:vAlign w:val="center"/>
            <w:hideMark/>
          </w:tcPr>
          <w:p w14:paraId="06B93412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Klimatyzacja typu </w:t>
            </w:r>
            <w:proofErr w:type="spellStart"/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split</w:t>
            </w:r>
            <w:proofErr w:type="spellEnd"/>
          </w:p>
        </w:tc>
        <w:tc>
          <w:tcPr>
            <w:tcW w:w="6208" w:type="dxa"/>
            <w:shd w:val="clear" w:color="auto" w:fill="auto"/>
            <w:vAlign w:val="center"/>
            <w:hideMark/>
          </w:tcPr>
          <w:p w14:paraId="0A0F48BF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IGZL18NI-1</w:t>
            </w:r>
          </w:p>
        </w:tc>
      </w:tr>
      <w:tr w:rsidR="00E61AAF" w:rsidRPr="00E61AAF" w14:paraId="2F690AC4" w14:textId="77777777" w:rsidTr="00E61AAF">
        <w:trPr>
          <w:trHeight w:val="314"/>
        </w:trPr>
        <w:tc>
          <w:tcPr>
            <w:tcW w:w="2292" w:type="dxa"/>
            <w:vMerge/>
            <w:vAlign w:val="center"/>
            <w:hideMark/>
          </w:tcPr>
          <w:p w14:paraId="7FC995DF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73877A3A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IGZL18NO-1 WIFI</w:t>
            </w:r>
          </w:p>
        </w:tc>
      </w:tr>
      <w:tr w:rsidR="00E61AAF" w:rsidRPr="00E61AAF" w14:paraId="0090BA4A" w14:textId="77777777" w:rsidTr="00E61AAF">
        <w:trPr>
          <w:trHeight w:val="393"/>
        </w:trPr>
        <w:tc>
          <w:tcPr>
            <w:tcW w:w="2292" w:type="dxa"/>
            <w:vMerge w:val="restart"/>
            <w:shd w:val="clear" w:color="auto" w:fill="auto"/>
            <w:vAlign w:val="center"/>
            <w:hideMark/>
          </w:tcPr>
          <w:p w14:paraId="6BCED93E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Klimatyzacja typu </w:t>
            </w:r>
            <w:proofErr w:type="spellStart"/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split</w:t>
            </w:r>
            <w:proofErr w:type="spellEnd"/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- kasetonowa</w:t>
            </w: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797109C5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IGZCAPB160NI-1</w:t>
            </w:r>
          </w:p>
        </w:tc>
      </w:tr>
      <w:tr w:rsidR="00E61AAF" w:rsidRPr="00E61AAF" w14:paraId="6C7BA231" w14:textId="77777777" w:rsidTr="00E61AAF">
        <w:trPr>
          <w:trHeight w:val="281"/>
        </w:trPr>
        <w:tc>
          <w:tcPr>
            <w:tcW w:w="2292" w:type="dxa"/>
            <w:vMerge/>
            <w:vAlign w:val="center"/>
            <w:hideMark/>
          </w:tcPr>
          <w:p w14:paraId="4B4755C4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0AB2127B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IGZPAC160NO3-1</w:t>
            </w:r>
          </w:p>
        </w:tc>
      </w:tr>
      <w:tr w:rsidR="00E61AAF" w:rsidRPr="00E61AAF" w14:paraId="2E3FD54E" w14:textId="77777777" w:rsidTr="00E61AAF">
        <w:trPr>
          <w:trHeight w:val="429"/>
        </w:trPr>
        <w:tc>
          <w:tcPr>
            <w:tcW w:w="2292" w:type="dxa"/>
            <w:vMerge w:val="restart"/>
            <w:shd w:val="clear" w:color="auto" w:fill="auto"/>
            <w:vAlign w:val="center"/>
            <w:hideMark/>
          </w:tcPr>
          <w:p w14:paraId="5E0A23C4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Klimatyzacja typu </w:t>
            </w:r>
            <w:proofErr w:type="spellStart"/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split</w:t>
            </w:r>
            <w:proofErr w:type="spellEnd"/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- kasetonowa</w:t>
            </w: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460AFAAF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IGZCAPB160NI-1</w:t>
            </w:r>
          </w:p>
        </w:tc>
      </w:tr>
      <w:tr w:rsidR="00E61AAF" w:rsidRPr="00E61AAF" w14:paraId="71EE2B13" w14:textId="77777777" w:rsidTr="00E61AAF">
        <w:trPr>
          <w:trHeight w:val="436"/>
        </w:trPr>
        <w:tc>
          <w:tcPr>
            <w:tcW w:w="2292" w:type="dxa"/>
            <w:vMerge/>
            <w:vAlign w:val="center"/>
            <w:hideMark/>
          </w:tcPr>
          <w:p w14:paraId="61E6E0FC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7152009B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IGZPAC160NO3-1</w:t>
            </w:r>
          </w:p>
        </w:tc>
      </w:tr>
      <w:tr w:rsidR="00E61AAF" w:rsidRPr="00E61AAF" w14:paraId="52647826" w14:textId="77777777" w:rsidTr="00E61AAF">
        <w:trPr>
          <w:trHeight w:val="381"/>
        </w:trPr>
        <w:tc>
          <w:tcPr>
            <w:tcW w:w="2292" w:type="dxa"/>
            <w:vMerge w:val="restart"/>
            <w:shd w:val="clear" w:color="auto" w:fill="auto"/>
            <w:vAlign w:val="center"/>
            <w:hideMark/>
          </w:tcPr>
          <w:p w14:paraId="58F75FFA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Klimatyzacja typu </w:t>
            </w:r>
            <w:proofErr w:type="spellStart"/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split</w:t>
            </w:r>
            <w:proofErr w:type="spellEnd"/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- kasetonowa</w:t>
            </w: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2529DF33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IGZCAPB160NI-1</w:t>
            </w:r>
          </w:p>
        </w:tc>
      </w:tr>
      <w:tr w:rsidR="00E61AAF" w:rsidRPr="00E61AAF" w14:paraId="6A04A9A5" w14:textId="77777777" w:rsidTr="00E61AAF">
        <w:trPr>
          <w:trHeight w:val="557"/>
        </w:trPr>
        <w:tc>
          <w:tcPr>
            <w:tcW w:w="2292" w:type="dxa"/>
            <w:vMerge/>
            <w:vAlign w:val="center"/>
            <w:hideMark/>
          </w:tcPr>
          <w:p w14:paraId="736234B9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198DA521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IGZPAC160NO3-1</w:t>
            </w:r>
          </w:p>
        </w:tc>
      </w:tr>
      <w:tr w:rsidR="00E61AAF" w:rsidRPr="00E61AAF" w14:paraId="623657D5" w14:textId="77777777" w:rsidTr="00E61AAF">
        <w:trPr>
          <w:trHeight w:val="191"/>
        </w:trPr>
        <w:tc>
          <w:tcPr>
            <w:tcW w:w="2292" w:type="dxa"/>
            <w:vMerge w:val="restart"/>
            <w:shd w:val="clear" w:color="auto" w:fill="auto"/>
            <w:vAlign w:val="center"/>
            <w:hideMark/>
          </w:tcPr>
          <w:p w14:paraId="4FED03CB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Agregaty freonowe - central wentylacyjnych</w:t>
            </w: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52B76F51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IGHY-160FV5A-1</w:t>
            </w:r>
          </w:p>
        </w:tc>
      </w:tr>
      <w:tr w:rsidR="00E61AAF" w:rsidRPr="00E61AAF" w14:paraId="55199168" w14:textId="77777777" w:rsidTr="00E61AAF">
        <w:trPr>
          <w:trHeight w:val="270"/>
        </w:trPr>
        <w:tc>
          <w:tcPr>
            <w:tcW w:w="2292" w:type="dxa"/>
            <w:vMerge/>
            <w:vAlign w:val="center"/>
            <w:hideMark/>
          </w:tcPr>
          <w:p w14:paraId="59D46550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443F8D39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IGHY-280FH5A</w:t>
            </w:r>
          </w:p>
        </w:tc>
      </w:tr>
      <w:tr w:rsidR="00E61AAF" w:rsidRPr="00E61AAF" w14:paraId="56DBEE7C" w14:textId="77777777" w:rsidTr="00E61AAF">
        <w:trPr>
          <w:trHeight w:val="58"/>
        </w:trPr>
        <w:tc>
          <w:tcPr>
            <w:tcW w:w="2292" w:type="dxa"/>
            <w:vMerge/>
            <w:vAlign w:val="center"/>
            <w:hideMark/>
          </w:tcPr>
          <w:p w14:paraId="50EC2A7B" w14:textId="77777777" w:rsidR="00E61AAF" w:rsidRPr="00E61AAF" w:rsidRDefault="00E61A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08" w:type="dxa"/>
            <w:shd w:val="clear" w:color="auto" w:fill="auto"/>
            <w:noWrap/>
            <w:vAlign w:val="center"/>
            <w:hideMark/>
          </w:tcPr>
          <w:p w14:paraId="0F269983" w14:textId="77777777" w:rsidR="00E61AAF" w:rsidRPr="00E61AAF" w:rsidRDefault="00E61A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61AA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IGHY-160FV5A-1</w:t>
            </w:r>
          </w:p>
        </w:tc>
      </w:tr>
      <w:tr w:rsidR="00E61AAF" w:rsidRPr="00E61AAF" w14:paraId="7E0974E2" w14:textId="77777777" w:rsidTr="00E61AAF">
        <w:trPr>
          <w:trHeight w:val="58"/>
        </w:trPr>
        <w:tc>
          <w:tcPr>
            <w:tcW w:w="2292" w:type="dxa"/>
            <w:vAlign w:val="center"/>
          </w:tcPr>
          <w:p w14:paraId="56961640" w14:textId="06F9DDD0" w:rsidR="00E61AAF" w:rsidRPr="00E61AAF" w:rsidRDefault="00EA3EA9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Centrala wentylacyjna</w:t>
            </w:r>
          </w:p>
        </w:tc>
        <w:tc>
          <w:tcPr>
            <w:tcW w:w="6208" w:type="dxa"/>
            <w:shd w:val="clear" w:color="auto" w:fill="auto"/>
            <w:noWrap/>
            <w:vAlign w:val="center"/>
          </w:tcPr>
          <w:p w14:paraId="56E082DE" w14:textId="0CEFEF1B" w:rsidR="00E61AAF" w:rsidRPr="00E61AAF" w:rsidRDefault="00EA3EA9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 szt.</w:t>
            </w:r>
          </w:p>
        </w:tc>
      </w:tr>
      <w:tr w:rsidR="00EA3EA9" w:rsidRPr="00E61AAF" w14:paraId="653A534E" w14:textId="77777777" w:rsidTr="00E61AAF">
        <w:trPr>
          <w:trHeight w:val="58"/>
        </w:trPr>
        <w:tc>
          <w:tcPr>
            <w:tcW w:w="2292" w:type="dxa"/>
            <w:vAlign w:val="center"/>
          </w:tcPr>
          <w:p w14:paraId="3507FCB3" w14:textId="0CC3057C" w:rsidR="00EA3EA9" w:rsidRDefault="00EA3EA9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Szafa klimatyzacji precyzyjnej</w:t>
            </w:r>
          </w:p>
        </w:tc>
        <w:tc>
          <w:tcPr>
            <w:tcW w:w="6208" w:type="dxa"/>
            <w:shd w:val="clear" w:color="auto" w:fill="auto"/>
            <w:noWrap/>
            <w:vAlign w:val="center"/>
          </w:tcPr>
          <w:p w14:paraId="0E762371" w14:textId="4F734BB2" w:rsidR="00EA3EA9" w:rsidRPr="00E61AAF" w:rsidRDefault="00EA3EA9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  szt.</w:t>
            </w:r>
          </w:p>
        </w:tc>
      </w:tr>
      <w:tr w:rsidR="001873AF" w:rsidRPr="00E61AAF" w14:paraId="03C54ECC" w14:textId="77777777" w:rsidTr="00E61AAF">
        <w:trPr>
          <w:trHeight w:val="58"/>
        </w:trPr>
        <w:tc>
          <w:tcPr>
            <w:tcW w:w="2292" w:type="dxa"/>
            <w:vAlign w:val="center"/>
          </w:tcPr>
          <w:p w14:paraId="5A2641A2" w14:textId="6E1B2C95" w:rsidR="001873AF" w:rsidRDefault="001873AF" w:rsidP="00E61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Filtry siatkowe</w:t>
            </w:r>
          </w:p>
        </w:tc>
        <w:tc>
          <w:tcPr>
            <w:tcW w:w="6208" w:type="dxa"/>
            <w:shd w:val="clear" w:color="auto" w:fill="auto"/>
            <w:noWrap/>
            <w:vAlign w:val="center"/>
          </w:tcPr>
          <w:p w14:paraId="08B0DAC4" w14:textId="29A6974D" w:rsidR="001873AF" w:rsidRDefault="001873AF" w:rsidP="00E61A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30szt.</w:t>
            </w:r>
          </w:p>
        </w:tc>
      </w:tr>
    </w:tbl>
    <w:p w14:paraId="057076F2" w14:textId="77777777" w:rsidR="00872D34" w:rsidRDefault="00872D34">
      <w:bookmarkStart w:id="0" w:name="_GoBack"/>
      <w:bookmarkEnd w:id="0"/>
    </w:p>
    <w:sectPr w:rsidR="00872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AAF"/>
    <w:rsid w:val="001873AF"/>
    <w:rsid w:val="00265F09"/>
    <w:rsid w:val="002B5E7D"/>
    <w:rsid w:val="00473E40"/>
    <w:rsid w:val="00872D34"/>
    <w:rsid w:val="00DA6031"/>
    <w:rsid w:val="00E61AAF"/>
    <w:rsid w:val="00E8349C"/>
    <w:rsid w:val="00EA3EA9"/>
    <w:rsid w:val="00FD1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550E"/>
  <w15:chartTrackingRefBased/>
  <w15:docId w15:val="{CD13428D-1EFB-4A64-AD6D-34701B68F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61A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1A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1A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61A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1A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1A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61A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61A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1A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1A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1A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1A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61AA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61AA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1AA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61AA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61AA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61AA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61A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1A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1A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61A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61A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61AA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61AA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61AA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61A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61AA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61AA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6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F184283766C43B2BB35FCF569B999" ma:contentTypeVersion="16" ma:contentTypeDescription="Create a new document." ma:contentTypeScope="" ma:versionID="4335103641c2acf79834a00a5b0e6cc1">
  <xsd:schema xmlns:xsd="http://www.w3.org/2001/XMLSchema" xmlns:xs="http://www.w3.org/2001/XMLSchema" xmlns:p="http://schemas.microsoft.com/office/2006/metadata/properties" xmlns:ns2="73917db1-c8c0-4ebd-8b2f-883742ed9c36" xmlns:ns3="361c2af9-49c5-457d-bd5b-9475770eaba1" targetNamespace="http://schemas.microsoft.com/office/2006/metadata/properties" ma:root="true" ma:fieldsID="98707df44cdf3a0958eb7f417070d971" ns2:_="" ns3:_="">
    <xsd:import namespace="73917db1-c8c0-4ebd-8b2f-883742ed9c36"/>
    <xsd:import namespace="361c2af9-49c5-457d-bd5b-9475770eab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Nrfaktury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17db1-c8c0-4ebd-8b2f-883742ed9c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fbe2327-2e4b-40d5-b125-eefffd4d32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Nrfaktury" ma:index="20" nillable="true" ma:displayName="Nr faktury" ma:format="Dropdown" ma:internalName="Nrfaktury" ma:percentage="FALSE">
      <xsd:simpleType>
        <xsd:restriction base="dms:Number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1c2af9-49c5-457d-bd5b-9475770eaba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dcd847d-6f54-43f2-aeb9-8cc9c2a0110f}" ma:internalName="TaxCatchAll" ma:showField="CatchAllData" ma:web="361c2af9-49c5-457d-bd5b-9475770eab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917db1-c8c0-4ebd-8b2f-883742ed9c36">
      <Terms xmlns="http://schemas.microsoft.com/office/infopath/2007/PartnerControls"/>
    </lcf76f155ced4ddcb4097134ff3c332f>
    <TaxCatchAll xmlns="361c2af9-49c5-457d-bd5b-9475770eaba1" xsi:nil="true"/>
    <Nrfaktury xmlns="73917db1-c8c0-4ebd-8b2f-883742ed9c36" xsi:nil="true"/>
  </documentManagement>
</p:properties>
</file>

<file path=customXml/itemProps1.xml><?xml version="1.0" encoding="utf-8"?>
<ds:datastoreItem xmlns:ds="http://schemas.openxmlformats.org/officeDocument/2006/customXml" ds:itemID="{832C6B81-3E79-4AF5-B33C-267E622D76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917db1-c8c0-4ebd-8b2f-883742ed9c36"/>
    <ds:schemaRef ds:uri="361c2af9-49c5-457d-bd5b-9475770eab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2BA09B-D633-4480-913F-9F2B831D22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4BF1EC-19A9-4B6A-A03B-96BA2B3AF82E}">
  <ds:schemaRefs>
    <ds:schemaRef ds:uri="http://schemas.microsoft.com/office/2006/metadata/properties"/>
    <ds:schemaRef ds:uri="http://schemas.microsoft.com/office/infopath/2007/PartnerControls"/>
    <ds:schemaRef ds:uri="73917db1-c8c0-4ebd-8b2f-883742ed9c36"/>
    <ds:schemaRef ds:uri="361c2af9-49c5-457d-bd5b-9475770eab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378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Gołębiewska-Milbrant</dc:creator>
  <cp:keywords/>
  <dc:description/>
  <cp:lastModifiedBy>Karolina Latosek</cp:lastModifiedBy>
  <cp:revision>8</cp:revision>
  <dcterms:created xsi:type="dcterms:W3CDTF">2024-02-28T13:18:00Z</dcterms:created>
  <dcterms:modified xsi:type="dcterms:W3CDTF">2024-11-13T16:43:00Z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0x010100240F184283766C43B2BB35FCF569B999</vt:lpwstr>
  </property>
</Properties>
</file>