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1701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547BCD" w:rsidRPr="00894CF4" w:rsidRDefault="00A06425" w:rsidP="00894CF4">
            <w:pPr>
              <w:spacing w:before="120" w:after="120"/>
              <w:rPr>
                <w:rFonts w:ascii="Calibri" w:hAnsi="Calibri" w:cs="Calibr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894CF4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197941" w:rsidRPr="00197941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D95EC3">
              <w:rPr>
                <w:rFonts w:ascii="Calibri" w:hAnsi="Calibri" w:cs="Calibri"/>
                <w:i/>
                <w:sz w:val="22"/>
                <w:szCs w:val="22"/>
              </w:rPr>
              <w:t xml:space="preserve">Minister Kultury,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Dziedzictwa Narodowego</w:t>
            </w:r>
            <w:r w:rsidR="00D95EC3">
              <w:rPr>
                <w:rFonts w:ascii="Calibri" w:hAnsi="Calibri" w:cs="Calibri"/>
                <w:i/>
                <w:sz w:val="22"/>
                <w:szCs w:val="22"/>
              </w:rPr>
              <w:t xml:space="preserve"> i Sportu</w:t>
            </w:r>
            <w:bookmarkStart w:id="0" w:name="_GoBack"/>
            <w:bookmarkEnd w:id="0"/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 w:rsidR="00894CF4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A078F7">
        <w:tc>
          <w:tcPr>
            <w:tcW w:w="7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321D5" w:rsidRPr="00A06425" w:rsidTr="00A078F7">
        <w:tc>
          <w:tcPr>
            <w:tcW w:w="704" w:type="dxa"/>
            <w:shd w:val="clear" w:color="auto" w:fill="auto"/>
          </w:tcPr>
          <w:p w:rsidR="00E321D5" w:rsidRPr="00A078F7" w:rsidRDefault="00E321D5" w:rsidP="00A078F7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321D5" w:rsidRPr="00A06425" w:rsidRDefault="00E321D5" w:rsidP="00E321D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Default="00E321D5" w:rsidP="00E321D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64A" w:rsidRPr="0029764A" w:rsidRDefault="0029764A" w:rsidP="0029764A">
            <w:pPr>
              <w:rPr>
                <w:rFonts w:ascii="Calibri" w:hAnsi="Calibri" w:cs="Calibri"/>
                <w:sz w:val="22"/>
                <w:szCs w:val="22"/>
              </w:rPr>
            </w:pPr>
            <w:r w:rsidRPr="0029764A">
              <w:rPr>
                <w:rFonts w:ascii="Calibri" w:hAnsi="Calibri" w:cs="Calibri"/>
                <w:sz w:val="22"/>
                <w:szCs w:val="22"/>
              </w:rPr>
              <w:t>W kolumnie „wartość środków zaangażowanych" zmniejszyła się wartość w stosunku do poprzedniego dnia raportowania. Jeżeli nie zmieniono całkowitego kosztu projektu w ostatnim kwartale, wartość musi być większa lub równa wartości wykazanej w poprzednim dniu raportowania.</w:t>
            </w:r>
          </w:p>
          <w:p w:rsidR="00E321D5" w:rsidRDefault="00E321D5" w:rsidP="00952AF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1D5" w:rsidRP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  <w:r w:rsidRPr="00E321D5">
              <w:rPr>
                <w:rFonts w:ascii="Calibri" w:hAnsi="Calibri" w:cs="Calibri"/>
                <w:sz w:val="22"/>
                <w:szCs w:val="22"/>
              </w:rPr>
              <w:t>Proszę o analizę i wyjaśnienie lub korektę raportu.</w:t>
            </w:r>
          </w:p>
          <w:p w:rsidR="00E321D5" w:rsidRDefault="00E321D5" w:rsidP="00E321D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:rsidR="00E321D5" w:rsidRPr="00A06425" w:rsidRDefault="00E321D5" w:rsidP="00E321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2F8D" w:rsidRPr="00A06425" w:rsidTr="00870EF5">
        <w:tc>
          <w:tcPr>
            <w:tcW w:w="704" w:type="dxa"/>
            <w:shd w:val="clear" w:color="auto" w:fill="auto"/>
          </w:tcPr>
          <w:p w:rsidR="008B2F8D" w:rsidRPr="00A078F7" w:rsidRDefault="008B2F8D" w:rsidP="008B2F8D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B2F8D" w:rsidRDefault="00F851A1" w:rsidP="008B2F8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8D" w:rsidRPr="00E07833" w:rsidRDefault="008B2F8D" w:rsidP="008B2F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  <w:r w:rsidRPr="00217761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8D" w:rsidRDefault="008B2F8D" w:rsidP="008B2F8D">
            <w:pPr>
              <w:rPr>
                <w:rFonts w:ascii="Calibri" w:hAnsi="Calibri" w:cs="Calibri"/>
                <w:sz w:val="22"/>
                <w:szCs w:val="22"/>
              </w:rPr>
            </w:pPr>
            <w:r w:rsidRPr="00217761">
              <w:rPr>
                <w:rFonts w:ascii="Calibri" w:hAnsi="Calibri" w:cs="Calibri"/>
                <w:sz w:val="22"/>
                <w:szCs w:val="22"/>
              </w:rPr>
              <w:t>W kolumnie "wartość osiągnięta od początku realizacji projektu" dla wska</w:t>
            </w:r>
            <w:r>
              <w:rPr>
                <w:rFonts w:ascii="Calibri" w:hAnsi="Calibri" w:cs="Calibri"/>
                <w:sz w:val="22"/>
                <w:szCs w:val="22"/>
              </w:rPr>
              <w:t>źników pn.:</w:t>
            </w:r>
          </w:p>
          <w:p w:rsidR="008B2F8D" w:rsidRPr="008B2F8D" w:rsidRDefault="008B2F8D" w:rsidP="008B2F8D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721489">
              <w:rPr>
                <w:rFonts w:ascii="Calibri" w:hAnsi="Calibri" w:cs="Calibri"/>
                <w:sz w:val="22"/>
                <w:szCs w:val="22"/>
              </w:rPr>
              <w:t>"</w:t>
            </w:r>
            <w:r w:rsidRPr="008B2F8D">
              <w:rPr>
                <w:rFonts w:ascii="Calibri" w:hAnsi="Calibri" w:cs="Calibri"/>
                <w:sz w:val="22"/>
                <w:szCs w:val="22"/>
              </w:rPr>
              <w:t>Rozmiar udostępnionyc</w:t>
            </w:r>
            <w:r>
              <w:rPr>
                <w:rFonts w:ascii="Calibri" w:hAnsi="Calibri" w:cs="Calibri"/>
                <w:sz w:val="22"/>
                <w:szCs w:val="22"/>
              </w:rPr>
              <w:t>h on-line informacji sektora pu</w:t>
            </w:r>
            <w:r w:rsidRPr="008B2F8D">
              <w:rPr>
                <w:rFonts w:ascii="Calibri" w:hAnsi="Calibri" w:cs="Calibri"/>
                <w:sz w:val="22"/>
                <w:szCs w:val="22"/>
              </w:rPr>
              <w:t>blicznego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Pr="008B2F8D">
              <w:rPr>
                <w:rFonts w:ascii="Calibri" w:hAnsi="Calibri" w:cs="Calibri"/>
                <w:sz w:val="22"/>
                <w:szCs w:val="22"/>
              </w:rPr>
              <w:t>wykazano wartość 0, podczas gdy powiązany z nim kamień milowy pn. "Budowa portalu do udostępniania zasobów" ma status "osiągnięty".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F8D" w:rsidRPr="00217761" w:rsidRDefault="008B2F8D" w:rsidP="008B2F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7761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1501" w:type="dxa"/>
          </w:tcPr>
          <w:p w:rsidR="008B2F8D" w:rsidRPr="00A06425" w:rsidRDefault="008B2F8D" w:rsidP="008B2F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51A1" w:rsidRPr="00A06425" w:rsidTr="00870EF5">
        <w:tc>
          <w:tcPr>
            <w:tcW w:w="704" w:type="dxa"/>
            <w:shd w:val="clear" w:color="auto" w:fill="auto"/>
          </w:tcPr>
          <w:p w:rsidR="00F851A1" w:rsidRPr="00A078F7" w:rsidRDefault="00F851A1" w:rsidP="00F851A1">
            <w:pPr>
              <w:pStyle w:val="Akapitzlist"/>
              <w:numPr>
                <w:ilvl w:val="0"/>
                <w:numId w:val="8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851A1" w:rsidRDefault="00F851A1" w:rsidP="00F851A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A1" w:rsidRDefault="00F851A1" w:rsidP="00F851A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851A1">
              <w:rPr>
                <w:rFonts w:ascii="Calibri" w:hAnsi="Calibri" w:cs="Calibri"/>
                <w:color w:val="000000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A1" w:rsidRDefault="00F851A1" w:rsidP="00F851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"rzeczywista data wdrożenia" nie wprowadzono wartości, a jednocześnie przekroczono "planowaną datę wdrożenia" produktu pn. "API" oraz „klucze API”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1A1" w:rsidRDefault="00F851A1" w:rsidP="00F851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wyjaśnienie przekroczenia założonego terminu oraz wskazanie skutków tego faktu dla osiągnięcia celów projektu.</w:t>
            </w:r>
          </w:p>
        </w:tc>
        <w:tc>
          <w:tcPr>
            <w:tcW w:w="1501" w:type="dxa"/>
          </w:tcPr>
          <w:p w:rsidR="00F851A1" w:rsidRPr="00A06425" w:rsidRDefault="00F851A1" w:rsidP="00F851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957F8"/>
    <w:multiLevelType w:val="hybridMultilevel"/>
    <w:tmpl w:val="2700A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E25DC"/>
    <w:multiLevelType w:val="hybridMultilevel"/>
    <w:tmpl w:val="A68AAF00"/>
    <w:lvl w:ilvl="0" w:tplc="FDE255F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1B1C73"/>
    <w:rsid w:val="002164C0"/>
    <w:rsid w:val="002479F8"/>
    <w:rsid w:val="002715B2"/>
    <w:rsid w:val="00295057"/>
    <w:rsid w:val="0029764A"/>
    <w:rsid w:val="003124D1"/>
    <w:rsid w:val="003B4105"/>
    <w:rsid w:val="004D086F"/>
    <w:rsid w:val="004D47EC"/>
    <w:rsid w:val="00541AF8"/>
    <w:rsid w:val="00547BCD"/>
    <w:rsid w:val="00585810"/>
    <w:rsid w:val="00597A3C"/>
    <w:rsid w:val="005F6527"/>
    <w:rsid w:val="006705EC"/>
    <w:rsid w:val="006E16E9"/>
    <w:rsid w:val="007579FD"/>
    <w:rsid w:val="007B79EA"/>
    <w:rsid w:val="00807385"/>
    <w:rsid w:val="00894CF4"/>
    <w:rsid w:val="008B2F8D"/>
    <w:rsid w:val="00944932"/>
    <w:rsid w:val="00952AF0"/>
    <w:rsid w:val="009A3EB0"/>
    <w:rsid w:val="009E5FDB"/>
    <w:rsid w:val="00A06425"/>
    <w:rsid w:val="00A078F7"/>
    <w:rsid w:val="00A96A95"/>
    <w:rsid w:val="00AA15F9"/>
    <w:rsid w:val="00AC7796"/>
    <w:rsid w:val="00AD35C3"/>
    <w:rsid w:val="00B10EEC"/>
    <w:rsid w:val="00B455B9"/>
    <w:rsid w:val="00B871B6"/>
    <w:rsid w:val="00C57C13"/>
    <w:rsid w:val="00C64B1B"/>
    <w:rsid w:val="00C87288"/>
    <w:rsid w:val="00CD5EB0"/>
    <w:rsid w:val="00D36466"/>
    <w:rsid w:val="00D8480D"/>
    <w:rsid w:val="00D8589A"/>
    <w:rsid w:val="00D95EC3"/>
    <w:rsid w:val="00E14C33"/>
    <w:rsid w:val="00E321D5"/>
    <w:rsid w:val="00E62F4E"/>
    <w:rsid w:val="00EB40BC"/>
    <w:rsid w:val="00F851A1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195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12</cp:revision>
  <dcterms:created xsi:type="dcterms:W3CDTF">2020-07-23T13:36:00Z</dcterms:created>
  <dcterms:modified xsi:type="dcterms:W3CDTF">2021-02-18T15:01:00Z</dcterms:modified>
</cp:coreProperties>
</file>