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FE566C" w14:textId="77777777" w:rsidR="00E4728E" w:rsidRDefault="00C22EA5" w:rsidP="00E33784">
      <w:pPr>
        <w:spacing w:after="0" w:line="23" w:lineRule="atLeast"/>
        <w:rPr>
          <w:rFonts w:ascii="Open Sans" w:hAnsi="Open Sans" w:cs="Open Sans"/>
          <w:sz w:val="18"/>
          <w:szCs w:val="20"/>
        </w:rPr>
      </w:pPr>
      <w:r w:rsidRPr="008C4839">
        <w:rPr>
          <w:rFonts w:ascii="Open Sans" w:hAnsi="Open Sans" w:cs="Open Sans"/>
          <w:sz w:val="18"/>
          <w:szCs w:val="20"/>
        </w:rPr>
        <w:t>………………………</w:t>
      </w:r>
    </w:p>
    <w:p w14:paraId="40CD672F" w14:textId="269B8306" w:rsidR="00C22EA5" w:rsidRPr="00E4728E" w:rsidRDefault="00C22EA5" w:rsidP="00E33784">
      <w:pPr>
        <w:spacing w:after="0" w:line="23" w:lineRule="atLeast"/>
        <w:rPr>
          <w:rFonts w:ascii="Open Sans" w:hAnsi="Open Sans" w:cs="Open Sans"/>
          <w:b/>
          <w:sz w:val="18"/>
          <w:szCs w:val="20"/>
        </w:rPr>
      </w:pPr>
      <w:r w:rsidRPr="008C4839">
        <w:rPr>
          <w:rFonts w:ascii="Open Sans" w:hAnsi="Open Sans" w:cs="Open Sans"/>
          <w:sz w:val="18"/>
          <w:szCs w:val="20"/>
        </w:rPr>
        <w:t>(miejsce i data)</w:t>
      </w:r>
    </w:p>
    <w:p w14:paraId="22FC3D09" w14:textId="77777777" w:rsidR="00896C90" w:rsidRPr="002150F9" w:rsidRDefault="0064472E" w:rsidP="00E33784">
      <w:pPr>
        <w:pStyle w:val="Nagwek1"/>
        <w:jc w:val="center"/>
        <w:rPr>
          <w:rFonts w:eastAsia="Times New Roman"/>
          <w:color w:val="auto"/>
        </w:rPr>
      </w:pPr>
      <w:r w:rsidRPr="002150F9">
        <w:rPr>
          <w:rFonts w:eastAsia="Times New Roman"/>
          <w:color w:val="auto"/>
        </w:rPr>
        <w:t>Załącznik 5 - Część ekologiczno-techniczna</w:t>
      </w:r>
    </w:p>
    <w:p w14:paraId="41BE3645" w14:textId="4AD0934A" w:rsidR="00896C90" w:rsidRPr="008C4839" w:rsidRDefault="00896C90" w:rsidP="00E33784">
      <w:pPr>
        <w:jc w:val="center"/>
        <w:rPr>
          <w:rFonts w:ascii="Open Sans" w:eastAsia="Times New Roman" w:hAnsi="Open Sans" w:cs="Open Sans"/>
          <w:b/>
          <w:bCs/>
          <w:sz w:val="24"/>
          <w:szCs w:val="24"/>
        </w:rPr>
      </w:pPr>
      <w:r w:rsidRPr="008C4839">
        <w:rPr>
          <w:rFonts w:ascii="Open Sans" w:eastAsia="Times New Roman" w:hAnsi="Open Sans" w:cs="Open Sans"/>
          <w:b/>
          <w:bCs/>
          <w:sz w:val="24"/>
          <w:szCs w:val="24"/>
        </w:rPr>
        <w:t xml:space="preserve">8.6 Współfinansowanie projektów realizowanych w ramach Programu Fundusze Europejskie na Infrastrukturę, Klimat, </w:t>
      </w:r>
      <w:r w:rsidR="008C4839">
        <w:rPr>
          <w:rFonts w:ascii="Open Sans" w:eastAsia="Times New Roman" w:hAnsi="Open Sans" w:cs="Open Sans"/>
          <w:b/>
          <w:bCs/>
          <w:sz w:val="24"/>
          <w:szCs w:val="24"/>
        </w:rPr>
        <w:br/>
      </w:r>
      <w:r w:rsidRPr="008C4839">
        <w:rPr>
          <w:rFonts w:ascii="Open Sans" w:eastAsia="Times New Roman" w:hAnsi="Open Sans" w:cs="Open Sans"/>
          <w:b/>
          <w:bCs/>
          <w:sz w:val="24"/>
          <w:szCs w:val="24"/>
        </w:rPr>
        <w:t>Środowisko 2021-2027 (</w:t>
      </w:r>
      <w:proofErr w:type="spellStart"/>
      <w:r w:rsidRPr="008C4839">
        <w:rPr>
          <w:rFonts w:ascii="Open Sans" w:eastAsia="Times New Roman" w:hAnsi="Open Sans" w:cs="Open Sans"/>
          <w:b/>
          <w:bCs/>
          <w:sz w:val="24"/>
          <w:szCs w:val="24"/>
        </w:rPr>
        <w:t>FEnIKS</w:t>
      </w:r>
      <w:proofErr w:type="spellEnd"/>
      <w:r w:rsidRPr="008C4839">
        <w:rPr>
          <w:rFonts w:ascii="Open Sans" w:eastAsia="Times New Roman" w:hAnsi="Open Sans" w:cs="Open Sans"/>
          <w:b/>
          <w:bCs/>
          <w:sz w:val="24"/>
          <w:szCs w:val="24"/>
        </w:rPr>
        <w:t>)</w:t>
      </w:r>
    </w:p>
    <w:p w14:paraId="1064B1C1" w14:textId="25C4EB81" w:rsidR="001C7B21" w:rsidRPr="00E4728E" w:rsidRDefault="00896C90" w:rsidP="00E33784">
      <w:pPr>
        <w:spacing w:after="600"/>
        <w:jc w:val="center"/>
        <w:rPr>
          <w:rFonts w:ascii="Open Sans" w:eastAsia="Times New Roman" w:hAnsi="Open Sans" w:cs="Open Sans"/>
          <w:sz w:val="24"/>
          <w:szCs w:val="24"/>
        </w:rPr>
      </w:pPr>
      <w:r w:rsidRPr="008C4839">
        <w:rPr>
          <w:rFonts w:ascii="Open Sans" w:eastAsia="Times New Roman" w:hAnsi="Open Sans" w:cs="Open Sans"/>
          <w:b/>
          <w:bCs/>
          <w:sz w:val="24"/>
          <w:szCs w:val="24"/>
        </w:rPr>
        <w:t>Część 3) Poprawa efektywności energetycznej w budynkach mieszkalnych (wraz z instalacją OZE) – budynki wielorodzinne</w:t>
      </w:r>
    </w:p>
    <w:p w14:paraId="0203EC38" w14:textId="77777777" w:rsidR="001C7B21" w:rsidRPr="008C4839" w:rsidRDefault="001C7B21" w:rsidP="00E33784">
      <w:pPr>
        <w:autoSpaceDE w:val="0"/>
        <w:autoSpaceDN w:val="0"/>
        <w:adjustRightInd w:val="0"/>
        <w:spacing w:after="60"/>
        <w:rPr>
          <w:rFonts w:ascii="Open Sans" w:hAnsi="Open Sans" w:cs="Open Sans"/>
          <w:b/>
          <w:color w:val="000000"/>
          <w:lang w:eastAsia="pl-PL"/>
        </w:rPr>
      </w:pPr>
      <w:r w:rsidRPr="008C4839">
        <w:rPr>
          <w:rFonts w:ascii="Open Sans" w:hAnsi="Open Sans" w:cs="Open Sans"/>
          <w:b/>
          <w:color w:val="000000"/>
          <w:lang w:eastAsia="pl-PL"/>
        </w:rPr>
        <w:t>Nazwa Projektu: …………………………………………………………………</w:t>
      </w:r>
    </w:p>
    <w:p w14:paraId="6B89CF2C" w14:textId="77777777" w:rsidR="0082316E" w:rsidRPr="008C4839" w:rsidRDefault="0082316E" w:rsidP="00E33784">
      <w:pPr>
        <w:autoSpaceDE w:val="0"/>
        <w:autoSpaceDN w:val="0"/>
        <w:adjustRightInd w:val="0"/>
        <w:spacing w:after="60"/>
        <w:rPr>
          <w:rFonts w:ascii="Open Sans" w:hAnsi="Open Sans" w:cs="Open Sans"/>
          <w:b/>
          <w:color w:val="000000"/>
          <w:lang w:eastAsia="pl-PL"/>
        </w:rPr>
      </w:pPr>
      <w:r w:rsidRPr="008C4839">
        <w:rPr>
          <w:rFonts w:ascii="Open Sans" w:hAnsi="Open Sans" w:cs="Open Sans"/>
          <w:b/>
          <w:color w:val="000000"/>
          <w:lang w:eastAsia="pl-PL"/>
        </w:rPr>
        <w:t>Wnioskodawca:</w:t>
      </w:r>
      <w:r w:rsidR="001C7B21" w:rsidRPr="008C4839">
        <w:rPr>
          <w:rFonts w:ascii="Open Sans" w:hAnsi="Open Sans" w:cs="Open Sans"/>
          <w:b/>
          <w:color w:val="000000"/>
          <w:lang w:eastAsia="pl-PL"/>
        </w:rPr>
        <w:t xml:space="preserve"> ……………………………………………………………</w:t>
      </w:r>
      <w:proofErr w:type="gramStart"/>
      <w:r w:rsidR="001C7B21" w:rsidRPr="008C4839">
        <w:rPr>
          <w:rFonts w:ascii="Open Sans" w:hAnsi="Open Sans" w:cs="Open Sans"/>
          <w:b/>
          <w:color w:val="000000"/>
          <w:lang w:eastAsia="pl-PL"/>
        </w:rPr>
        <w:t>…….</w:t>
      </w:r>
      <w:proofErr w:type="gramEnd"/>
      <w:r w:rsidR="001C7B21" w:rsidRPr="008C4839">
        <w:rPr>
          <w:rFonts w:ascii="Open Sans" w:hAnsi="Open Sans" w:cs="Open Sans"/>
          <w:b/>
          <w:color w:val="000000"/>
          <w:lang w:eastAsia="pl-PL"/>
        </w:rPr>
        <w:t>.</w:t>
      </w:r>
    </w:p>
    <w:p w14:paraId="750E589C" w14:textId="0E0839E6" w:rsidR="0082316E" w:rsidRPr="00E4728E" w:rsidRDefault="0082316E" w:rsidP="00E33784">
      <w:pPr>
        <w:autoSpaceDE w:val="0"/>
        <w:autoSpaceDN w:val="0"/>
        <w:adjustRightInd w:val="0"/>
        <w:spacing w:after="360"/>
        <w:rPr>
          <w:rFonts w:ascii="Open Sans" w:hAnsi="Open Sans" w:cs="Open Sans"/>
          <w:b/>
          <w:color w:val="000000"/>
          <w:lang w:eastAsia="pl-PL"/>
        </w:rPr>
      </w:pPr>
      <w:r w:rsidRPr="008C4839">
        <w:rPr>
          <w:rFonts w:ascii="Open Sans" w:hAnsi="Open Sans" w:cs="Open Sans"/>
          <w:b/>
          <w:color w:val="000000"/>
          <w:lang w:eastAsia="pl-PL"/>
        </w:rPr>
        <w:t>Nr wniosku:</w:t>
      </w:r>
      <w:r w:rsidR="001C7B21" w:rsidRPr="008C4839">
        <w:rPr>
          <w:rFonts w:ascii="Open Sans" w:hAnsi="Open Sans" w:cs="Open Sans"/>
          <w:b/>
          <w:color w:val="000000"/>
          <w:lang w:eastAsia="pl-PL"/>
        </w:rPr>
        <w:t xml:space="preserve"> …………………………………………………………………</w:t>
      </w:r>
      <w:proofErr w:type="gramStart"/>
      <w:r w:rsidR="001C7B21" w:rsidRPr="008C4839">
        <w:rPr>
          <w:rFonts w:ascii="Open Sans" w:hAnsi="Open Sans" w:cs="Open Sans"/>
          <w:b/>
          <w:color w:val="000000"/>
          <w:lang w:eastAsia="pl-PL"/>
        </w:rPr>
        <w:t>…….</w:t>
      </w:r>
      <w:proofErr w:type="gramEnd"/>
      <w:r w:rsidR="001C7B21" w:rsidRPr="008C4839">
        <w:rPr>
          <w:rFonts w:ascii="Open Sans" w:hAnsi="Open Sans" w:cs="Open Sans"/>
          <w:b/>
          <w:color w:val="000000"/>
          <w:lang w:eastAsia="pl-PL"/>
        </w:rPr>
        <w:t>.</w:t>
      </w:r>
    </w:p>
    <w:p w14:paraId="426A5A4C" w14:textId="77777777" w:rsidR="0042780F" w:rsidRPr="008C4839" w:rsidRDefault="00FE2AA6" w:rsidP="00E33784">
      <w:pPr>
        <w:numPr>
          <w:ilvl w:val="0"/>
          <w:numId w:val="19"/>
        </w:numPr>
        <w:autoSpaceDE w:val="0"/>
        <w:autoSpaceDN w:val="0"/>
        <w:adjustRightInd w:val="0"/>
        <w:spacing w:after="60"/>
        <w:ind w:left="1077"/>
        <w:rPr>
          <w:rFonts w:ascii="Open Sans" w:hAnsi="Open Sans" w:cs="Open Sans"/>
          <w:b/>
          <w:color w:val="000000"/>
          <w:sz w:val="20"/>
          <w:szCs w:val="20"/>
          <w:lang w:eastAsia="pl-PL"/>
        </w:rPr>
      </w:pPr>
      <w:r w:rsidRPr="008C4839">
        <w:rPr>
          <w:rFonts w:ascii="Open Sans" w:hAnsi="Open Sans" w:cs="Open Sans"/>
          <w:b/>
          <w:color w:val="000000"/>
          <w:sz w:val="20"/>
          <w:szCs w:val="20"/>
          <w:lang w:eastAsia="pl-PL"/>
        </w:rPr>
        <w:t xml:space="preserve">OŚWIADCZENIE O </w:t>
      </w:r>
      <w:r w:rsidR="00E7680D" w:rsidRPr="008C4839">
        <w:rPr>
          <w:rFonts w:ascii="Open Sans" w:hAnsi="Open Sans" w:cs="Open Sans"/>
          <w:b/>
          <w:color w:val="000000"/>
          <w:sz w:val="20"/>
          <w:szCs w:val="20"/>
          <w:lang w:eastAsia="pl-PL"/>
        </w:rPr>
        <w:t xml:space="preserve">BUDYNKACH </w:t>
      </w:r>
      <w:r w:rsidRPr="008C4839">
        <w:rPr>
          <w:rFonts w:ascii="Open Sans" w:hAnsi="Open Sans" w:cs="Open Sans"/>
          <w:b/>
          <w:color w:val="000000"/>
          <w:sz w:val="20"/>
          <w:szCs w:val="20"/>
          <w:lang w:eastAsia="pl-PL"/>
        </w:rPr>
        <w:t>ZABYTK</w:t>
      </w:r>
      <w:r w:rsidR="00E7680D" w:rsidRPr="008C4839">
        <w:rPr>
          <w:rFonts w:ascii="Open Sans" w:hAnsi="Open Sans" w:cs="Open Sans"/>
          <w:b/>
          <w:color w:val="000000"/>
          <w:sz w:val="20"/>
          <w:szCs w:val="20"/>
          <w:lang w:eastAsia="pl-PL"/>
        </w:rPr>
        <w:t>OWYCH</w:t>
      </w:r>
      <w:r w:rsidRPr="008C4839">
        <w:rPr>
          <w:rFonts w:ascii="Open Sans" w:hAnsi="Open Sans" w:cs="Open Sans"/>
          <w:b/>
          <w:color w:val="000000"/>
          <w:sz w:val="20"/>
          <w:szCs w:val="20"/>
          <w:lang w:eastAsia="pl-PL"/>
        </w:rPr>
        <w:t>:</w:t>
      </w:r>
    </w:p>
    <w:p w14:paraId="0516F8BE" w14:textId="77777777" w:rsidR="0042780F" w:rsidRPr="008C4839" w:rsidRDefault="0042780F" w:rsidP="00E33784">
      <w:pPr>
        <w:autoSpaceDE w:val="0"/>
        <w:autoSpaceDN w:val="0"/>
        <w:adjustRightInd w:val="0"/>
        <w:spacing w:after="60"/>
        <w:rPr>
          <w:rFonts w:ascii="Open Sans" w:hAnsi="Open Sans" w:cs="Open Sans"/>
          <w:color w:val="000000"/>
          <w:sz w:val="20"/>
          <w:szCs w:val="20"/>
          <w:lang w:eastAsia="pl-PL"/>
        </w:rPr>
      </w:pPr>
      <w:r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>Oświadczam, że w ramach realizacji przedsięwzięcia prace związane ze zwiększeniem efektywności energetycznej zostaną przeprowadzone w następujących budynkach</w:t>
      </w:r>
      <w:r w:rsidR="00B45291"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>,</w:t>
      </w:r>
      <w:r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 xml:space="preserve"> które:</w:t>
      </w:r>
    </w:p>
    <w:p w14:paraId="5D515069" w14:textId="267E008C" w:rsidR="00896C90" w:rsidRPr="00E4728E" w:rsidRDefault="00896C90" w:rsidP="00E33784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60" w:line="276" w:lineRule="auto"/>
        <w:rPr>
          <w:rFonts w:ascii="Open Sans" w:hAnsi="Open Sans" w:cs="Open Sans"/>
          <w:color w:val="000000"/>
          <w:sz w:val="20"/>
          <w:szCs w:val="20"/>
          <w:lang w:eastAsia="pl-PL"/>
        </w:rPr>
      </w:pPr>
      <w:r w:rsidRPr="00E4728E">
        <w:rPr>
          <w:rFonts w:ascii="Open Sans" w:hAnsi="Open Sans" w:cs="Open Sans"/>
          <w:color w:val="000000"/>
          <w:sz w:val="20"/>
          <w:szCs w:val="20"/>
          <w:lang w:eastAsia="pl-PL"/>
        </w:rPr>
        <w:t>nie są obiektami zabytkowymi,</w:t>
      </w:r>
    </w:p>
    <w:p w14:paraId="1386BF9D" w14:textId="3A5EEE22" w:rsidR="0042780F" w:rsidRPr="00E4728E" w:rsidRDefault="0042780F" w:rsidP="00E33784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60" w:line="276" w:lineRule="auto"/>
        <w:rPr>
          <w:rFonts w:ascii="Open Sans" w:hAnsi="Open Sans" w:cs="Open Sans"/>
          <w:color w:val="000000"/>
          <w:sz w:val="20"/>
          <w:szCs w:val="20"/>
          <w:lang w:eastAsia="pl-PL"/>
        </w:rPr>
      </w:pPr>
      <w:r w:rsidRPr="00E4728E">
        <w:rPr>
          <w:rFonts w:ascii="Open Sans" w:hAnsi="Open Sans" w:cs="Open Sans"/>
          <w:color w:val="000000"/>
          <w:sz w:val="20"/>
          <w:szCs w:val="20"/>
          <w:lang w:eastAsia="pl-PL"/>
        </w:rPr>
        <w:t>są obiektami zabytkowymi wpisanymi do Rejestru Zabytków,</w:t>
      </w:r>
    </w:p>
    <w:p w14:paraId="337199FE" w14:textId="13E41295" w:rsidR="0042780F" w:rsidRPr="00E4728E" w:rsidRDefault="0042780F" w:rsidP="00E33784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60" w:line="276" w:lineRule="auto"/>
        <w:rPr>
          <w:rFonts w:ascii="Open Sans" w:hAnsi="Open Sans" w:cs="Open Sans"/>
          <w:color w:val="000000"/>
          <w:sz w:val="20"/>
          <w:szCs w:val="20"/>
          <w:lang w:eastAsia="pl-PL"/>
        </w:rPr>
      </w:pPr>
      <w:r w:rsidRPr="00E4728E">
        <w:rPr>
          <w:rFonts w:ascii="Open Sans" w:hAnsi="Open Sans" w:cs="Open Sans"/>
          <w:color w:val="000000"/>
          <w:sz w:val="20"/>
          <w:szCs w:val="20"/>
          <w:lang w:eastAsia="pl-PL"/>
        </w:rPr>
        <w:t>są obiektami zabytkowymi znajdującymi się w ewidencji wojewódzkiej,</w:t>
      </w:r>
    </w:p>
    <w:p w14:paraId="282D6257" w14:textId="1A1258A7" w:rsidR="00896C90" w:rsidRPr="00E4728E" w:rsidRDefault="0042780F" w:rsidP="00E33784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60" w:line="276" w:lineRule="auto"/>
        <w:rPr>
          <w:rFonts w:ascii="Open Sans" w:hAnsi="Open Sans" w:cs="Open Sans"/>
          <w:color w:val="000000"/>
          <w:sz w:val="20"/>
          <w:szCs w:val="20"/>
          <w:lang w:eastAsia="pl-PL"/>
        </w:rPr>
      </w:pPr>
      <w:r w:rsidRPr="00E4728E">
        <w:rPr>
          <w:rFonts w:ascii="Open Sans" w:hAnsi="Open Sans" w:cs="Open Sans"/>
          <w:color w:val="000000"/>
          <w:sz w:val="20"/>
          <w:szCs w:val="20"/>
          <w:lang w:eastAsia="pl-PL"/>
        </w:rPr>
        <w:t>są obiektami zabytkowymi znajd</w:t>
      </w:r>
      <w:r w:rsidR="00896C90" w:rsidRPr="00E4728E">
        <w:rPr>
          <w:rFonts w:ascii="Open Sans" w:hAnsi="Open Sans" w:cs="Open Sans"/>
          <w:color w:val="000000"/>
          <w:sz w:val="20"/>
          <w:szCs w:val="20"/>
          <w:lang w:eastAsia="pl-PL"/>
        </w:rPr>
        <w:t>ującymi się w ewidencji gminnej.</w:t>
      </w:r>
    </w:p>
    <w:p w14:paraId="70227EDE" w14:textId="77777777" w:rsidR="0042780F" w:rsidRPr="008C4839" w:rsidRDefault="0042780F" w:rsidP="00E33784">
      <w:pPr>
        <w:autoSpaceDE w:val="0"/>
        <w:autoSpaceDN w:val="0"/>
        <w:adjustRightInd w:val="0"/>
        <w:spacing w:after="60"/>
        <w:rPr>
          <w:rFonts w:ascii="Open Sans" w:hAnsi="Open Sans" w:cs="Open Sans"/>
          <w:color w:val="000000"/>
          <w:sz w:val="20"/>
          <w:szCs w:val="20"/>
          <w:lang w:eastAsia="pl-PL"/>
        </w:rPr>
      </w:pPr>
      <w:r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 xml:space="preserve">Zgodnie z ustawą z dnia 23 lipca 2003 r. o ochronie zabytków i opiece nad zabytkami.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oświadczenie o budynkach zabytkowych"/>
        <w:tblDescription w:val="oświadczenie o budynkach zabytkowych"/>
      </w:tblPr>
      <w:tblGrid>
        <w:gridCol w:w="533"/>
        <w:gridCol w:w="6004"/>
        <w:gridCol w:w="2525"/>
      </w:tblGrid>
      <w:tr w:rsidR="0042780F" w:rsidRPr="008C4839" w14:paraId="106EDC8B" w14:textId="77777777" w:rsidTr="001535ED">
        <w:tc>
          <w:tcPr>
            <w:tcW w:w="533" w:type="dxa"/>
            <w:shd w:val="clear" w:color="auto" w:fill="auto"/>
          </w:tcPr>
          <w:p w14:paraId="7669EDA0" w14:textId="77777777" w:rsidR="0042780F" w:rsidRPr="008C4839" w:rsidRDefault="0042780F" w:rsidP="00E33784">
            <w:pPr>
              <w:autoSpaceDE w:val="0"/>
              <w:autoSpaceDN w:val="0"/>
              <w:adjustRightInd w:val="0"/>
              <w:spacing w:after="60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8C4839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004" w:type="dxa"/>
            <w:shd w:val="clear" w:color="auto" w:fill="auto"/>
          </w:tcPr>
          <w:p w14:paraId="58CE1161" w14:textId="77777777" w:rsidR="0042780F" w:rsidRPr="008C4839" w:rsidRDefault="0042780F" w:rsidP="00E33784">
            <w:pPr>
              <w:autoSpaceDE w:val="0"/>
              <w:autoSpaceDN w:val="0"/>
              <w:adjustRightInd w:val="0"/>
              <w:spacing w:after="60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8C4839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Nazwa i adres budynku zabytkowego:</w:t>
            </w:r>
          </w:p>
        </w:tc>
        <w:tc>
          <w:tcPr>
            <w:tcW w:w="2525" w:type="dxa"/>
            <w:shd w:val="clear" w:color="auto" w:fill="auto"/>
          </w:tcPr>
          <w:p w14:paraId="747D929F" w14:textId="77777777" w:rsidR="0042780F" w:rsidRPr="008C4839" w:rsidRDefault="0042780F" w:rsidP="00E33784">
            <w:pPr>
              <w:autoSpaceDE w:val="0"/>
              <w:autoSpaceDN w:val="0"/>
              <w:adjustRightInd w:val="0"/>
              <w:spacing w:after="60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8C4839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Informacja o wpisie do Rejestru lub właściwej ewidencji:</w:t>
            </w:r>
          </w:p>
        </w:tc>
      </w:tr>
      <w:tr w:rsidR="0042780F" w:rsidRPr="008C4839" w14:paraId="0A95EA58" w14:textId="77777777" w:rsidTr="001535ED">
        <w:tc>
          <w:tcPr>
            <w:tcW w:w="533" w:type="dxa"/>
            <w:shd w:val="clear" w:color="auto" w:fill="auto"/>
          </w:tcPr>
          <w:p w14:paraId="080F80DD" w14:textId="77777777" w:rsidR="0042780F" w:rsidRPr="008C4839" w:rsidRDefault="0042780F" w:rsidP="00E33784">
            <w:pPr>
              <w:autoSpaceDE w:val="0"/>
              <w:autoSpaceDN w:val="0"/>
              <w:adjustRightInd w:val="0"/>
              <w:spacing w:after="60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8C4839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004" w:type="dxa"/>
            <w:shd w:val="clear" w:color="auto" w:fill="auto"/>
          </w:tcPr>
          <w:p w14:paraId="55CF52E2" w14:textId="77777777" w:rsidR="0042780F" w:rsidRPr="008C4839" w:rsidRDefault="0042780F" w:rsidP="00E33784">
            <w:pPr>
              <w:autoSpaceDE w:val="0"/>
              <w:autoSpaceDN w:val="0"/>
              <w:adjustRightInd w:val="0"/>
              <w:spacing w:after="60"/>
              <w:rPr>
                <w:rFonts w:ascii="Open Sans" w:hAnsi="Open Sans" w:cs="Open Sans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5" w:type="dxa"/>
            <w:shd w:val="clear" w:color="auto" w:fill="auto"/>
          </w:tcPr>
          <w:p w14:paraId="0DAB9593" w14:textId="77777777" w:rsidR="0042780F" w:rsidRPr="008C4839" w:rsidRDefault="0042780F" w:rsidP="00E33784">
            <w:pPr>
              <w:autoSpaceDE w:val="0"/>
              <w:autoSpaceDN w:val="0"/>
              <w:adjustRightInd w:val="0"/>
              <w:spacing w:after="60"/>
              <w:rPr>
                <w:rFonts w:ascii="Open Sans" w:hAnsi="Open Sans" w:cs="Open Sans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42780F" w:rsidRPr="008C4839" w14:paraId="1406B69C" w14:textId="77777777" w:rsidTr="001535ED">
        <w:tc>
          <w:tcPr>
            <w:tcW w:w="533" w:type="dxa"/>
            <w:shd w:val="clear" w:color="auto" w:fill="auto"/>
          </w:tcPr>
          <w:p w14:paraId="344BDF74" w14:textId="77777777" w:rsidR="0042780F" w:rsidRPr="008C4839" w:rsidRDefault="0042780F" w:rsidP="00E33784">
            <w:pPr>
              <w:autoSpaceDE w:val="0"/>
              <w:autoSpaceDN w:val="0"/>
              <w:adjustRightInd w:val="0"/>
              <w:spacing w:after="60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8C4839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004" w:type="dxa"/>
            <w:shd w:val="clear" w:color="auto" w:fill="auto"/>
          </w:tcPr>
          <w:p w14:paraId="5DC8226E" w14:textId="77777777" w:rsidR="0042780F" w:rsidRPr="008C4839" w:rsidRDefault="0042780F" w:rsidP="00E33784">
            <w:pPr>
              <w:autoSpaceDE w:val="0"/>
              <w:autoSpaceDN w:val="0"/>
              <w:adjustRightInd w:val="0"/>
              <w:spacing w:after="60"/>
              <w:rPr>
                <w:rFonts w:ascii="Open Sans" w:hAnsi="Open Sans" w:cs="Open Sans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5" w:type="dxa"/>
            <w:shd w:val="clear" w:color="auto" w:fill="auto"/>
          </w:tcPr>
          <w:p w14:paraId="61DDC620" w14:textId="77777777" w:rsidR="0042780F" w:rsidRPr="008C4839" w:rsidRDefault="0042780F" w:rsidP="00E33784">
            <w:pPr>
              <w:autoSpaceDE w:val="0"/>
              <w:autoSpaceDN w:val="0"/>
              <w:adjustRightInd w:val="0"/>
              <w:spacing w:after="60"/>
              <w:rPr>
                <w:rFonts w:ascii="Open Sans" w:hAnsi="Open Sans" w:cs="Open Sans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42780F" w:rsidRPr="008C4839" w14:paraId="161223E9" w14:textId="77777777" w:rsidTr="001535ED">
        <w:tc>
          <w:tcPr>
            <w:tcW w:w="533" w:type="dxa"/>
            <w:shd w:val="clear" w:color="auto" w:fill="auto"/>
          </w:tcPr>
          <w:p w14:paraId="6098313F" w14:textId="77777777" w:rsidR="0042780F" w:rsidRPr="008C4839" w:rsidRDefault="0042780F" w:rsidP="00E33784">
            <w:pPr>
              <w:autoSpaceDE w:val="0"/>
              <w:autoSpaceDN w:val="0"/>
              <w:adjustRightInd w:val="0"/>
              <w:spacing w:after="60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8C4839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004" w:type="dxa"/>
            <w:shd w:val="clear" w:color="auto" w:fill="auto"/>
          </w:tcPr>
          <w:p w14:paraId="49A62F07" w14:textId="77777777" w:rsidR="0042780F" w:rsidRPr="008C4839" w:rsidRDefault="0042780F" w:rsidP="00E33784">
            <w:pPr>
              <w:autoSpaceDE w:val="0"/>
              <w:autoSpaceDN w:val="0"/>
              <w:adjustRightInd w:val="0"/>
              <w:spacing w:after="60"/>
              <w:rPr>
                <w:rFonts w:ascii="Open Sans" w:hAnsi="Open Sans" w:cs="Open Sans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5" w:type="dxa"/>
            <w:shd w:val="clear" w:color="auto" w:fill="auto"/>
          </w:tcPr>
          <w:p w14:paraId="07670407" w14:textId="77777777" w:rsidR="0042780F" w:rsidRPr="008C4839" w:rsidRDefault="0042780F" w:rsidP="00E33784">
            <w:pPr>
              <w:autoSpaceDE w:val="0"/>
              <w:autoSpaceDN w:val="0"/>
              <w:adjustRightInd w:val="0"/>
              <w:spacing w:after="60"/>
              <w:rPr>
                <w:rFonts w:ascii="Open Sans" w:hAnsi="Open Sans" w:cs="Open Sans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42780F" w:rsidRPr="008C4839" w14:paraId="6229E972" w14:textId="77777777" w:rsidTr="001535ED">
        <w:tc>
          <w:tcPr>
            <w:tcW w:w="533" w:type="dxa"/>
            <w:shd w:val="clear" w:color="auto" w:fill="auto"/>
          </w:tcPr>
          <w:p w14:paraId="50F8714B" w14:textId="77777777" w:rsidR="0042780F" w:rsidRPr="008C4839" w:rsidRDefault="0042780F" w:rsidP="00E33784">
            <w:pPr>
              <w:autoSpaceDE w:val="0"/>
              <w:autoSpaceDN w:val="0"/>
              <w:adjustRightInd w:val="0"/>
              <w:spacing w:after="60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8C4839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004" w:type="dxa"/>
            <w:shd w:val="clear" w:color="auto" w:fill="auto"/>
          </w:tcPr>
          <w:p w14:paraId="661F274E" w14:textId="77777777" w:rsidR="0042780F" w:rsidRPr="008C4839" w:rsidRDefault="0042780F" w:rsidP="00E33784">
            <w:pPr>
              <w:autoSpaceDE w:val="0"/>
              <w:autoSpaceDN w:val="0"/>
              <w:adjustRightInd w:val="0"/>
              <w:spacing w:after="60"/>
              <w:rPr>
                <w:rFonts w:ascii="Open Sans" w:hAnsi="Open Sans" w:cs="Open Sans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5" w:type="dxa"/>
            <w:shd w:val="clear" w:color="auto" w:fill="auto"/>
          </w:tcPr>
          <w:p w14:paraId="5433CC1A" w14:textId="77777777" w:rsidR="0042780F" w:rsidRPr="008C4839" w:rsidRDefault="0042780F" w:rsidP="00E33784">
            <w:pPr>
              <w:autoSpaceDE w:val="0"/>
              <w:autoSpaceDN w:val="0"/>
              <w:adjustRightInd w:val="0"/>
              <w:spacing w:after="60"/>
              <w:rPr>
                <w:rFonts w:ascii="Open Sans" w:hAnsi="Open Sans" w:cs="Open Sans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29666F" w:rsidRPr="008C4839" w14:paraId="5FCFCCAF" w14:textId="77777777" w:rsidTr="001535ED">
        <w:tc>
          <w:tcPr>
            <w:tcW w:w="9062" w:type="dxa"/>
            <w:gridSpan w:val="3"/>
            <w:shd w:val="clear" w:color="auto" w:fill="auto"/>
          </w:tcPr>
          <w:p w14:paraId="661F74C6" w14:textId="5D2465C9" w:rsidR="0029666F" w:rsidRPr="008C4839" w:rsidRDefault="0029666F" w:rsidP="00E33784">
            <w:pPr>
              <w:autoSpaceDE w:val="0"/>
              <w:autoSpaceDN w:val="0"/>
              <w:adjustRightInd w:val="0"/>
              <w:spacing w:after="60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8C4839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Uwagi:</w:t>
            </w:r>
          </w:p>
        </w:tc>
      </w:tr>
    </w:tbl>
    <w:p w14:paraId="3805B457" w14:textId="15D2933D" w:rsidR="008C4839" w:rsidRPr="001535ED" w:rsidRDefault="0042780F" w:rsidP="00E3378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60" w:line="276" w:lineRule="auto"/>
        <w:rPr>
          <w:rFonts w:ascii="Open Sans" w:hAnsi="Open Sans" w:cs="Open Sans"/>
          <w:b/>
          <w:color w:val="000000"/>
          <w:sz w:val="20"/>
          <w:szCs w:val="20"/>
          <w:lang w:eastAsia="pl-PL"/>
        </w:rPr>
      </w:pPr>
      <w:r w:rsidRPr="008C4839">
        <w:rPr>
          <w:rFonts w:ascii="Open Sans" w:hAnsi="Open Sans" w:cs="Open Sans"/>
          <w:b/>
          <w:color w:val="000000"/>
          <w:sz w:val="20"/>
          <w:szCs w:val="20"/>
          <w:lang w:eastAsia="pl-PL"/>
        </w:rPr>
        <w:lastRenderedPageBreak/>
        <w:t xml:space="preserve">OŚWIADCZENIE O </w:t>
      </w:r>
      <w:r w:rsidR="008F1705" w:rsidRPr="008C4839">
        <w:rPr>
          <w:rFonts w:ascii="Open Sans" w:hAnsi="Open Sans" w:cs="Open Sans"/>
          <w:b/>
          <w:color w:val="000000"/>
          <w:sz w:val="20"/>
          <w:szCs w:val="20"/>
          <w:lang w:eastAsia="pl-PL"/>
        </w:rPr>
        <w:t>KRYTERIA</w:t>
      </w:r>
      <w:r w:rsidRPr="008C4839">
        <w:rPr>
          <w:rFonts w:ascii="Open Sans" w:hAnsi="Open Sans" w:cs="Open Sans"/>
          <w:b/>
          <w:color w:val="000000"/>
          <w:sz w:val="20"/>
          <w:szCs w:val="20"/>
          <w:lang w:eastAsia="pl-PL"/>
        </w:rPr>
        <w:t>CH OBLIGATORYJNYCH</w:t>
      </w:r>
      <w:r w:rsidR="008F1705" w:rsidRPr="008C4839">
        <w:rPr>
          <w:rFonts w:ascii="Open Sans" w:hAnsi="Open Sans" w:cs="Open Sans"/>
          <w:b/>
          <w:color w:val="000000"/>
          <w:sz w:val="20"/>
          <w:szCs w:val="20"/>
          <w:lang w:eastAsia="pl-PL"/>
        </w:rPr>
        <w:t>:</w:t>
      </w:r>
    </w:p>
    <w:p w14:paraId="1F5F0A9A" w14:textId="77777777" w:rsidR="00233CCD" w:rsidRPr="008C4839" w:rsidRDefault="00D4645A" w:rsidP="00E33784">
      <w:pPr>
        <w:numPr>
          <w:ilvl w:val="0"/>
          <w:numId w:val="1"/>
        </w:numPr>
        <w:autoSpaceDE w:val="0"/>
        <w:autoSpaceDN w:val="0"/>
        <w:adjustRightInd w:val="0"/>
        <w:spacing w:after="60"/>
        <w:rPr>
          <w:rFonts w:ascii="Open Sans" w:hAnsi="Open Sans" w:cs="Open Sans"/>
          <w:b/>
          <w:color w:val="000000"/>
          <w:sz w:val="20"/>
          <w:szCs w:val="20"/>
          <w:lang w:eastAsia="pl-PL"/>
        </w:rPr>
      </w:pPr>
      <w:r w:rsidRPr="008C4839">
        <w:rPr>
          <w:rFonts w:ascii="Open Sans" w:hAnsi="Open Sans" w:cs="Open Sans"/>
          <w:b/>
          <w:color w:val="000000"/>
          <w:sz w:val="20"/>
          <w:szCs w:val="20"/>
          <w:lang w:eastAsia="pl-PL"/>
        </w:rPr>
        <w:t>Obowiązkowy audyt energetyczny – ex-ante i audyt energetyczny – ex-post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Obowiązkowy audyt energetyczny – ex-ante i audyt energetyczny – ex-post"/>
        <w:tblDescription w:val="Obowiązkowy audyt energetyczny – ex-ante i audyt energetyczny – ex-post"/>
      </w:tblPr>
      <w:tblGrid>
        <w:gridCol w:w="533"/>
        <w:gridCol w:w="6813"/>
        <w:gridCol w:w="843"/>
        <w:gridCol w:w="873"/>
      </w:tblGrid>
      <w:tr w:rsidR="00D12F83" w:rsidRPr="008C4839" w14:paraId="5D65ABBB" w14:textId="77777777" w:rsidTr="00B3352E">
        <w:tc>
          <w:tcPr>
            <w:tcW w:w="534" w:type="dxa"/>
            <w:shd w:val="clear" w:color="auto" w:fill="auto"/>
            <w:vAlign w:val="center"/>
          </w:tcPr>
          <w:p w14:paraId="1C2672F1" w14:textId="77777777" w:rsidR="00D4645A" w:rsidRPr="008C4839" w:rsidRDefault="00D4645A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Lp.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0A14357C" w14:textId="77777777" w:rsidR="00D4645A" w:rsidRPr="008C4839" w:rsidRDefault="00741BAA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Zakres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45496C9" w14:textId="77777777" w:rsidR="00D4645A" w:rsidRPr="008C4839" w:rsidRDefault="00D4645A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Tak</w:t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7C297475" w14:textId="77777777" w:rsidR="00D4645A" w:rsidRPr="008C4839" w:rsidRDefault="00D4645A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Nie</w:t>
            </w:r>
          </w:p>
        </w:tc>
      </w:tr>
      <w:tr w:rsidR="00D12F83" w:rsidRPr="008C4839" w14:paraId="37680D87" w14:textId="77777777" w:rsidTr="00B3352E">
        <w:tc>
          <w:tcPr>
            <w:tcW w:w="534" w:type="dxa"/>
            <w:shd w:val="clear" w:color="auto" w:fill="auto"/>
            <w:vAlign w:val="center"/>
          </w:tcPr>
          <w:p w14:paraId="207A0F42" w14:textId="77777777" w:rsidR="00D4645A" w:rsidRPr="008C4839" w:rsidRDefault="00D4645A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1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05A82727" w14:textId="77777777" w:rsidR="00D4645A" w:rsidRPr="008C4839" w:rsidRDefault="002F14B9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Oświadczam, że przedłożono obowiązkowy audyt ex-ante, określający zakres inwestycji.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EF2C448" w14:textId="77777777" w:rsidR="00D4645A" w:rsidRPr="008C4839" w:rsidRDefault="00D4645A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14:paraId="6260D213" w14:textId="77777777" w:rsidR="00D4645A" w:rsidRPr="008C4839" w:rsidRDefault="00D4645A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12F83" w:rsidRPr="008C4839" w14:paraId="66DB03F2" w14:textId="77777777" w:rsidTr="00B3352E">
        <w:tc>
          <w:tcPr>
            <w:tcW w:w="534" w:type="dxa"/>
            <w:shd w:val="clear" w:color="auto" w:fill="auto"/>
            <w:vAlign w:val="center"/>
          </w:tcPr>
          <w:p w14:paraId="2DDBB9BA" w14:textId="77777777" w:rsidR="00D4645A" w:rsidRPr="008C4839" w:rsidRDefault="00D4645A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2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6170EB8F" w14:textId="77777777" w:rsidR="00D4645A" w:rsidRPr="008C4839" w:rsidRDefault="002F14B9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Wnioskowane przedsięwzięcie jest zgodne z treścią audytu, wynikającego z</w:t>
            </w:r>
            <w:r w:rsidR="00B45291" w:rsidRPr="008C4839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8C4839">
              <w:rPr>
                <w:rFonts w:ascii="Open Sans" w:hAnsi="Open Sans" w:cs="Open Sans"/>
                <w:sz w:val="20"/>
                <w:szCs w:val="20"/>
              </w:rPr>
              <w:t>wytycznych dotyczących przygotowania audytu energetycznego, który stanowi załącznik do regulaminu naboru.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409C8BB" w14:textId="77777777" w:rsidR="00D4645A" w:rsidRPr="008C4839" w:rsidRDefault="00D4645A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14:paraId="46668A78" w14:textId="77777777" w:rsidR="00D4645A" w:rsidRPr="008C4839" w:rsidRDefault="00D4645A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12F83" w:rsidRPr="008C4839" w14:paraId="7AF31002" w14:textId="77777777" w:rsidTr="00B3352E">
        <w:tc>
          <w:tcPr>
            <w:tcW w:w="534" w:type="dxa"/>
            <w:shd w:val="clear" w:color="auto" w:fill="auto"/>
            <w:vAlign w:val="center"/>
          </w:tcPr>
          <w:p w14:paraId="7B333965" w14:textId="77777777" w:rsidR="00D4645A" w:rsidRPr="008C4839" w:rsidRDefault="00D4645A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3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772DD9C4" w14:textId="77777777" w:rsidR="00D4645A" w:rsidRPr="008C4839" w:rsidRDefault="002F14B9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 xml:space="preserve">Wnioskodawca </w:t>
            </w:r>
            <w:r w:rsidR="00741BAA" w:rsidRPr="008C4839">
              <w:rPr>
                <w:rFonts w:ascii="Open Sans" w:hAnsi="Open Sans" w:cs="Open Sans"/>
                <w:sz w:val="20"/>
                <w:szCs w:val="20"/>
              </w:rPr>
              <w:t>deklaruje</w:t>
            </w:r>
            <w:r w:rsidRPr="008C4839">
              <w:rPr>
                <w:rFonts w:ascii="Open Sans" w:hAnsi="Open Sans" w:cs="Open Sans"/>
                <w:sz w:val="20"/>
                <w:szCs w:val="20"/>
              </w:rPr>
              <w:t xml:space="preserve"> przeprowadzeni</w:t>
            </w:r>
            <w:r w:rsidR="00741BAA" w:rsidRPr="008C4839">
              <w:rPr>
                <w:rFonts w:ascii="Open Sans" w:hAnsi="Open Sans" w:cs="Open Sans"/>
                <w:sz w:val="20"/>
                <w:szCs w:val="20"/>
              </w:rPr>
              <w:t>e</w:t>
            </w:r>
            <w:r w:rsidRPr="008C4839">
              <w:rPr>
                <w:rFonts w:ascii="Open Sans" w:hAnsi="Open Sans" w:cs="Open Sans"/>
                <w:sz w:val="20"/>
                <w:szCs w:val="20"/>
              </w:rPr>
              <w:t xml:space="preserve"> audytu energetycznego ex-post</w:t>
            </w:r>
            <w:r w:rsidR="008F1705" w:rsidRPr="008C4839">
              <w:rPr>
                <w:rStyle w:val="Odwoanieprzypisudolnego"/>
                <w:rFonts w:ascii="Open Sans" w:hAnsi="Open Sans" w:cs="Open Sans"/>
                <w:sz w:val="20"/>
                <w:szCs w:val="20"/>
              </w:rPr>
              <w:footnoteReference w:id="1"/>
            </w:r>
            <w:r w:rsidR="008F1705" w:rsidRPr="008C4839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5081AA2" w14:textId="77777777" w:rsidR="00D4645A" w:rsidRPr="008C4839" w:rsidRDefault="00D4645A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14:paraId="12F27805" w14:textId="77777777" w:rsidR="00D4645A" w:rsidRPr="008C4839" w:rsidRDefault="00D4645A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5547D8F2" w14:textId="34D24BDC" w:rsidR="006949F0" w:rsidRPr="009A6135" w:rsidRDefault="00D4645A" w:rsidP="00E3378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/>
        <w:rPr>
          <w:rFonts w:ascii="Open Sans" w:hAnsi="Open Sans" w:cs="Open Sans"/>
          <w:b/>
          <w:color w:val="000000"/>
          <w:sz w:val="20"/>
          <w:szCs w:val="20"/>
          <w:lang w:eastAsia="pl-PL"/>
        </w:rPr>
      </w:pPr>
      <w:r w:rsidRPr="009A6135">
        <w:rPr>
          <w:rFonts w:ascii="Open Sans" w:hAnsi="Open Sans" w:cs="Open Sans"/>
          <w:b/>
          <w:color w:val="000000"/>
          <w:sz w:val="20"/>
          <w:szCs w:val="20"/>
          <w:lang w:eastAsia="pl-PL"/>
        </w:rPr>
        <w:t>Wymiana indywidualnego źródła ciepła zgodna z określoną hierarchią (jeśli dotyczy danej inwestycji)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Wymiana indywidualnego źródła ciepła zgodna z określoną hierarchią (jeśli dotyczy danej inwestycji)"/>
        <w:tblDescription w:val="Wymiana indywidualnego źródła ciepła zgodna z określoną hierarchią (jeśli dotyczy danej inwestycji)"/>
      </w:tblPr>
      <w:tblGrid>
        <w:gridCol w:w="531"/>
        <w:gridCol w:w="5902"/>
        <w:gridCol w:w="702"/>
        <w:gridCol w:w="649"/>
        <w:gridCol w:w="1278"/>
      </w:tblGrid>
      <w:tr w:rsidR="00D12F83" w:rsidRPr="008C4839" w14:paraId="2AFD47CB" w14:textId="77777777" w:rsidTr="00B3352E">
        <w:tc>
          <w:tcPr>
            <w:tcW w:w="532" w:type="dxa"/>
            <w:shd w:val="clear" w:color="auto" w:fill="auto"/>
            <w:vAlign w:val="center"/>
          </w:tcPr>
          <w:p w14:paraId="405AA8B6" w14:textId="77777777" w:rsidR="00741BAA" w:rsidRPr="008C4839" w:rsidRDefault="00741BAA" w:rsidP="00E33784">
            <w:pPr>
              <w:autoSpaceDE w:val="0"/>
              <w:autoSpaceDN w:val="0"/>
              <w:adjustRightInd w:val="0"/>
              <w:spacing w:after="0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8C4839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71071E10" w14:textId="77777777" w:rsidR="00741BAA" w:rsidRPr="008C4839" w:rsidRDefault="00741BAA" w:rsidP="00E33784">
            <w:pPr>
              <w:autoSpaceDE w:val="0"/>
              <w:autoSpaceDN w:val="0"/>
              <w:adjustRightInd w:val="0"/>
              <w:spacing w:after="0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8C4839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Zakres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1944BF" w14:textId="77777777" w:rsidR="00741BAA" w:rsidRPr="008C4839" w:rsidRDefault="00741BAA" w:rsidP="00E33784">
            <w:pPr>
              <w:autoSpaceDE w:val="0"/>
              <w:autoSpaceDN w:val="0"/>
              <w:adjustRightInd w:val="0"/>
              <w:spacing w:after="0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8C4839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655" w:type="dxa"/>
            <w:shd w:val="clear" w:color="auto" w:fill="auto"/>
            <w:vAlign w:val="center"/>
          </w:tcPr>
          <w:p w14:paraId="196F33D2" w14:textId="77777777" w:rsidR="00741BAA" w:rsidRPr="008C4839" w:rsidRDefault="00741BAA" w:rsidP="00E33784">
            <w:pPr>
              <w:autoSpaceDE w:val="0"/>
              <w:autoSpaceDN w:val="0"/>
              <w:adjustRightInd w:val="0"/>
              <w:spacing w:after="0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8C4839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5A23D05C" w14:textId="77777777" w:rsidR="00741BAA" w:rsidRPr="008C4839" w:rsidRDefault="00741BAA" w:rsidP="00E33784">
            <w:pPr>
              <w:autoSpaceDE w:val="0"/>
              <w:autoSpaceDN w:val="0"/>
              <w:adjustRightInd w:val="0"/>
              <w:spacing w:after="0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8C4839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Nie dotyczy</w:t>
            </w:r>
          </w:p>
        </w:tc>
      </w:tr>
      <w:tr w:rsidR="00D12F83" w:rsidRPr="008C4839" w14:paraId="36CE3AD6" w14:textId="77777777" w:rsidTr="00B3352E">
        <w:tc>
          <w:tcPr>
            <w:tcW w:w="532" w:type="dxa"/>
            <w:shd w:val="clear" w:color="auto" w:fill="auto"/>
            <w:vAlign w:val="center"/>
          </w:tcPr>
          <w:p w14:paraId="51B7FF93" w14:textId="77777777" w:rsidR="00741BAA" w:rsidRPr="008C4839" w:rsidRDefault="00741BAA" w:rsidP="00E33784">
            <w:pPr>
              <w:autoSpaceDE w:val="0"/>
              <w:autoSpaceDN w:val="0"/>
              <w:adjustRightInd w:val="0"/>
              <w:spacing w:after="0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8C4839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1AD49986" w14:textId="77777777" w:rsidR="00B45291" w:rsidRPr="008C4839" w:rsidRDefault="0029666F" w:rsidP="00E33784">
            <w:pPr>
              <w:autoSpaceDE w:val="0"/>
              <w:autoSpaceDN w:val="0"/>
              <w:adjustRightInd w:val="0"/>
              <w:spacing w:after="0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8C4839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Oświadczam, że w</w:t>
            </w:r>
            <w:r w:rsidR="00741BAA" w:rsidRPr="008C4839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ymiana indywidualnego źródła ciepła opartego na spalaniu paliw kopalnych jest zgodna z hierarchią źródeł ciepła: 1. Ciepło systemowe, 2. Odnawialne Źródła Energii (w tym pompy ciepła), 3. Źródła wykorzystujące paliwo gazowe</w:t>
            </w:r>
            <w:r w:rsidR="002567EC" w:rsidRPr="008C4839">
              <w:rPr>
                <w:rStyle w:val="Odwoanieprzypisudolnego"/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footnoteReference w:id="2"/>
            </w:r>
            <w:r w:rsidR="002567EC" w:rsidRPr="008C4839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 xml:space="preserve">. </w:t>
            </w:r>
          </w:p>
          <w:p w14:paraId="69126B77" w14:textId="77777777" w:rsidR="00741BAA" w:rsidRPr="008C4839" w:rsidRDefault="00741BAA" w:rsidP="00E33784">
            <w:pPr>
              <w:autoSpaceDE w:val="0"/>
              <w:autoSpaceDN w:val="0"/>
              <w:adjustRightInd w:val="0"/>
              <w:spacing w:after="0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8C4839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Dopiero uzasadnienie dla braku możliwości technicznych lub ekonomicznych może być podstawą wyboru źródła ciepła o niższej hierarchii.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B1A082" w14:textId="77777777" w:rsidR="00741BAA" w:rsidRPr="008C4839" w:rsidRDefault="00741BAA" w:rsidP="00E33784">
            <w:pPr>
              <w:autoSpaceDE w:val="0"/>
              <w:autoSpaceDN w:val="0"/>
              <w:adjustRightInd w:val="0"/>
              <w:spacing w:after="0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14:paraId="73673A65" w14:textId="77777777" w:rsidR="00741BAA" w:rsidRPr="008C4839" w:rsidRDefault="00741BAA" w:rsidP="00E33784">
            <w:pPr>
              <w:autoSpaceDE w:val="0"/>
              <w:autoSpaceDN w:val="0"/>
              <w:adjustRightInd w:val="0"/>
              <w:spacing w:after="0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14:paraId="5A38241C" w14:textId="77777777" w:rsidR="00741BAA" w:rsidRPr="008C4839" w:rsidRDefault="00741BAA" w:rsidP="00E33784">
            <w:pPr>
              <w:autoSpaceDE w:val="0"/>
              <w:autoSpaceDN w:val="0"/>
              <w:adjustRightInd w:val="0"/>
              <w:spacing w:after="0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3302FB16" w14:textId="77777777" w:rsidR="002567EC" w:rsidRPr="008C4839" w:rsidRDefault="002567EC" w:rsidP="00E33784">
      <w:pPr>
        <w:autoSpaceDE w:val="0"/>
        <w:autoSpaceDN w:val="0"/>
        <w:adjustRightInd w:val="0"/>
        <w:spacing w:before="240" w:after="0"/>
        <w:rPr>
          <w:rFonts w:ascii="Open Sans" w:hAnsi="Open Sans" w:cs="Open Sans"/>
          <w:color w:val="000000"/>
          <w:sz w:val="20"/>
          <w:szCs w:val="20"/>
          <w:lang w:eastAsia="pl-PL"/>
        </w:rPr>
      </w:pPr>
      <w:r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>Uzasadnienie</w:t>
      </w:r>
      <w:r w:rsidR="0029666F"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 xml:space="preserve"> (jeśli dotyczy)</w:t>
      </w:r>
      <w:r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 xml:space="preserve"> dla braku możliwości technicznych lub ekonomicznych wyboru źródła ciepła o niższej hierarchii (max. 1500 znaków):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Uzasadnienie"/>
        <w:tblDescription w:val="Uzasadnienie"/>
      </w:tblPr>
      <w:tblGrid>
        <w:gridCol w:w="9062"/>
      </w:tblGrid>
      <w:tr w:rsidR="00707A1D" w:rsidRPr="008C4839" w14:paraId="69258D1F" w14:textId="77777777" w:rsidTr="00707A1D">
        <w:tc>
          <w:tcPr>
            <w:tcW w:w="9212" w:type="dxa"/>
            <w:shd w:val="clear" w:color="auto" w:fill="auto"/>
          </w:tcPr>
          <w:p w14:paraId="14675C41" w14:textId="77777777" w:rsidR="00707A1D" w:rsidRPr="008C4839" w:rsidRDefault="00707A1D" w:rsidP="00E33784">
            <w:pPr>
              <w:autoSpaceDE w:val="0"/>
              <w:autoSpaceDN w:val="0"/>
              <w:adjustRightInd w:val="0"/>
              <w:spacing w:after="0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</w:p>
          <w:p w14:paraId="3DBD5C4A" w14:textId="77777777" w:rsidR="00B3352E" w:rsidRPr="008C4839" w:rsidRDefault="00B3352E" w:rsidP="00E33784">
            <w:pPr>
              <w:autoSpaceDE w:val="0"/>
              <w:autoSpaceDN w:val="0"/>
              <w:adjustRightInd w:val="0"/>
              <w:spacing w:after="0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</w:p>
          <w:p w14:paraId="248A4FD6" w14:textId="77777777" w:rsidR="00B3352E" w:rsidRPr="008C4839" w:rsidRDefault="00B3352E" w:rsidP="00E33784">
            <w:pPr>
              <w:autoSpaceDE w:val="0"/>
              <w:autoSpaceDN w:val="0"/>
              <w:adjustRightInd w:val="0"/>
              <w:spacing w:after="0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0686B057" w14:textId="2673C71B" w:rsidR="00233CCD" w:rsidRPr="00FC4022" w:rsidRDefault="00707A1D" w:rsidP="00E3378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240"/>
        <w:ind w:left="493" w:hanging="357"/>
        <w:rPr>
          <w:rFonts w:ascii="Open Sans" w:hAnsi="Open Sans" w:cs="Open Sans"/>
          <w:b/>
          <w:color w:val="000000"/>
          <w:sz w:val="20"/>
          <w:szCs w:val="20"/>
          <w:lang w:eastAsia="pl-PL"/>
        </w:rPr>
      </w:pPr>
      <w:r w:rsidRPr="00B1702F">
        <w:rPr>
          <w:rFonts w:ascii="Open Sans" w:hAnsi="Open Sans" w:cs="Open Sans"/>
          <w:b/>
          <w:color w:val="000000"/>
          <w:sz w:val="20"/>
          <w:szCs w:val="20"/>
          <w:lang w:eastAsia="pl-PL"/>
        </w:rPr>
        <w:t>Obowiązkowa ekspertyza ornitologiczna/</w:t>
      </w:r>
      <w:proofErr w:type="spellStart"/>
      <w:r w:rsidRPr="00B1702F">
        <w:rPr>
          <w:rFonts w:ascii="Open Sans" w:hAnsi="Open Sans" w:cs="Open Sans"/>
          <w:b/>
          <w:color w:val="000000"/>
          <w:sz w:val="20"/>
          <w:szCs w:val="20"/>
          <w:lang w:eastAsia="pl-PL"/>
        </w:rPr>
        <w:t>chiropterologiczna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Obowiązkowa ekspertyza ornitologiczna/chiropterologiczna"/>
        <w:tblDescription w:val="Obowiązkowa ekspertyza ornitologiczna/chiropterologiczna"/>
      </w:tblPr>
      <w:tblGrid>
        <w:gridCol w:w="533"/>
        <w:gridCol w:w="6956"/>
        <w:gridCol w:w="840"/>
        <w:gridCol w:w="733"/>
      </w:tblGrid>
      <w:tr w:rsidR="00D12F83" w:rsidRPr="008C4839" w14:paraId="48BE9B54" w14:textId="77777777" w:rsidTr="00707A1D">
        <w:tc>
          <w:tcPr>
            <w:tcW w:w="534" w:type="dxa"/>
            <w:shd w:val="clear" w:color="auto" w:fill="auto"/>
            <w:vAlign w:val="center"/>
          </w:tcPr>
          <w:p w14:paraId="7827BD43" w14:textId="77777777" w:rsidR="00707A1D" w:rsidRPr="008C4839" w:rsidRDefault="00707A1D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Lp.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2794B45E" w14:textId="77777777" w:rsidR="00707A1D" w:rsidRPr="008C4839" w:rsidRDefault="00707A1D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Zakres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ED84BE6" w14:textId="77777777" w:rsidR="00707A1D" w:rsidRPr="008C4839" w:rsidRDefault="00707A1D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Tak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1AE4708D" w14:textId="77777777" w:rsidR="00707A1D" w:rsidRPr="008C4839" w:rsidRDefault="00707A1D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Nie</w:t>
            </w:r>
          </w:p>
        </w:tc>
      </w:tr>
      <w:tr w:rsidR="00D12F83" w:rsidRPr="008C4839" w14:paraId="2C7D3077" w14:textId="77777777" w:rsidTr="00707A1D">
        <w:tc>
          <w:tcPr>
            <w:tcW w:w="534" w:type="dxa"/>
            <w:shd w:val="clear" w:color="auto" w:fill="auto"/>
            <w:vAlign w:val="center"/>
          </w:tcPr>
          <w:p w14:paraId="5359B1A4" w14:textId="77777777" w:rsidR="00707A1D" w:rsidRPr="008C4839" w:rsidRDefault="00707A1D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1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3300CF66" w14:textId="77777777" w:rsidR="00707A1D" w:rsidRPr="008C4839" w:rsidRDefault="00707A1D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Oświadczam, że przedłożono obowiązkową ekspertyzę ornitologiczną/chiropterologiczną</w:t>
            </w:r>
            <w:r w:rsidR="0029666F" w:rsidRPr="008C4839">
              <w:rPr>
                <w:rFonts w:ascii="Open Sans" w:hAnsi="Open Sans" w:cs="Open Sans"/>
                <w:sz w:val="20"/>
                <w:szCs w:val="20"/>
              </w:rPr>
              <w:t xml:space="preserve"> dla wszystkich/części budynków zabytkowych</w:t>
            </w:r>
            <w:r w:rsidRPr="008C4839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484337" w:rsidRPr="008C4839">
              <w:rPr>
                <w:rFonts w:ascii="Open Sans" w:hAnsi="Open Sans" w:cs="Open Sans"/>
                <w:sz w:val="20"/>
                <w:szCs w:val="20"/>
              </w:rPr>
              <w:t>i/</w:t>
            </w:r>
            <w:r w:rsidRPr="008C4839">
              <w:rPr>
                <w:rFonts w:ascii="Open Sans" w:hAnsi="Open Sans" w:cs="Open Sans"/>
                <w:sz w:val="20"/>
                <w:szCs w:val="20"/>
              </w:rPr>
              <w:t>lub oświadcz</w:t>
            </w:r>
            <w:r w:rsidR="00484337" w:rsidRPr="008C4839">
              <w:rPr>
                <w:rFonts w:ascii="Open Sans" w:hAnsi="Open Sans" w:cs="Open Sans"/>
                <w:sz w:val="20"/>
                <w:szCs w:val="20"/>
              </w:rPr>
              <w:t>am</w:t>
            </w:r>
            <w:r w:rsidRPr="008C4839">
              <w:rPr>
                <w:rFonts w:ascii="Open Sans" w:hAnsi="Open Sans" w:cs="Open Sans"/>
                <w:sz w:val="20"/>
                <w:szCs w:val="20"/>
              </w:rPr>
              <w:t xml:space="preserve"> o dostarczeniu ww. ekspertyzy </w:t>
            </w:r>
            <w:r w:rsidR="00484337" w:rsidRPr="008C4839">
              <w:rPr>
                <w:rFonts w:ascii="Open Sans" w:hAnsi="Open Sans" w:cs="Open Sans"/>
                <w:sz w:val="20"/>
                <w:szCs w:val="20"/>
              </w:rPr>
              <w:t xml:space="preserve">ornitologiczną/chiropterologiczną </w:t>
            </w:r>
            <w:r w:rsidRPr="008C4839">
              <w:rPr>
                <w:rFonts w:ascii="Open Sans" w:hAnsi="Open Sans" w:cs="Open Sans"/>
                <w:sz w:val="20"/>
                <w:szCs w:val="20"/>
              </w:rPr>
              <w:t>przed rozpoczęciem prac termomodernizacyjnych</w:t>
            </w:r>
            <w:r w:rsidR="0029666F" w:rsidRPr="008C4839">
              <w:rPr>
                <w:rFonts w:ascii="Open Sans" w:hAnsi="Open Sans" w:cs="Open Sans"/>
                <w:sz w:val="20"/>
                <w:szCs w:val="20"/>
              </w:rPr>
              <w:t xml:space="preserve"> dla wszystkich/części </w:t>
            </w:r>
            <w:proofErr w:type="gramStart"/>
            <w:r w:rsidR="0029666F" w:rsidRPr="008C4839">
              <w:rPr>
                <w:rFonts w:ascii="Open Sans" w:hAnsi="Open Sans" w:cs="Open Sans"/>
                <w:sz w:val="20"/>
                <w:szCs w:val="20"/>
              </w:rPr>
              <w:t>budynków</w:t>
            </w:r>
            <w:r w:rsidRPr="008C4839">
              <w:rPr>
                <w:rFonts w:ascii="Open Sans" w:hAnsi="Open Sans" w:cs="Open Sans"/>
                <w:sz w:val="20"/>
                <w:szCs w:val="20"/>
              </w:rPr>
              <w:t>.</w:t>
            </w:r>
            <w:r w:rsidR="00484337" w:rsidRPr="008C4839">
              <w:rPr>
                <w:rFonts w:ascii="Open Sans" w:hAnsi="Open Sans" w:cs="Open Sans"/>
                <w:sz w:val="20"/>
                <w:szCs w:val="20"/>
              </w:rPr>
              <w:t>*</w:t>
            </w:r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14:paraId="41214855" w14:textId="77777777" w:rsidR="00707A1D" w:rsidRPr="008C4839" w:rsidRDefault="00707A1D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 w14:paraId="34E0BB46" w14:textId="77777777" w:rsidR="00707A1D" w:rsidRPr="008C4839" w:rsidRDefault="00707A1D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59B91C5F" w14:textId="77777777" w:rsidR="006949F0" w:rsidRPr="008C4839" w:rsidRDefault="00484337" w:rsidP="00E33784">
      <w:pPr>
        <w:rPr>
          <w:rFonts w:ascii="Open Sans" w:hAnsi="Open Sans" w:cs="Open Sans"/>
          <w:sz w:val="20"/>
          <w:szCs w:val="20"/>
        </w:rPr>
      </w:pPr>
      <w:r w:rsidRPr="008C4839">
        <w:rPr>
          <w:rFonts w:ascii="Open Sans" w:hAnsi="Open Sans" w:cs="Open Sans"/>
          <w:sz w:val="20"/>
          <w:szCs w:val="20"/>
        </w:rPr>
        <w:t>*niepotrzebne skreślić</w:t>
      </w:r>
    </w:p>
    <w:p w14:paraId="2D824BDE" w14:textId="77777777" w:rsidR="008F1705" w:rsidRPr="008C4839" w:rsidRDefault="00C22EA5" w:rsidP="00E33784">
      <w:pPr>
        <w:rPr>
          <w:rFonts w:ascii="Open Sans" w:hAnsi="Open Sans" w:cs="Open Sans"/>
          <w:b/>
          <w:bCs/>
          <w:sz w:val="20"/>
          <w:szCs w:val="20"/>
        </w:rPr>
      </w:pPr>
      <w:r w:rsidRPr="008C4839">
        <w:rPr>
          <w:rFonts w:ascii="Open Sans" w:hAnsi="Open Sans" w:cs="Open Sans"/>
          <w:b/>
          <w:bCs/>
          <w:sz w:val="20"/>
          <w:szCs w:val="20"/>
        </w:rPr>
        <w:t xml:space="preserve">III. </w:t>
      </w:r>
      <w:r w:rsidR="00484337" w:rsidRPr="008C4839">
        <w:rPr>
          <w:rFonts w:ascii="Open Sans" w:hAnsi="Open Sans" w:cs="Open Sans"/>
          <w:b/>
          <w:bCs/>
          <w:sz w:val="20"/>
          <w:szCs w:val="20"/>
        </w:rPr>
        <w:t xml:space="preserve">OŚWIADCZENIE O SPEŁNIENIU </w:t>
      </w:r>
      <w:r w:rsidR="008F1705" w:rsidRPr="008C4839">
        <w:rPr>
          <w:rFonts w:ascii="Open Sans" w:hAnsi="Open Sans" w:cs="Open Sans"/>
          <w:b/>
          <w:bCs/>
          <w:sz w:val="20"/>
          <w:szCs w:val="20"/>
        </w:rPr>
        <w:t>KRYTERI</w:t>
      </w:r>
      <w:r w:rsidR="00484337" w:rsidRPr="008C4839">
        <w:rPr>
          <w:rFonts w:ascii="Open Sans" w:hAnsi="Open Sans" w:cs="Open Sans"/>
          <w:b/>
          <w:bCs/>
          <w:sz w:val="20"/>
          <w:szCs w:val="20"/>
        </w:rPr>
        <w:t>ÓW RANKINGUJĄCYCH</w:t>
      </w:r>
      <w:r w:rsidR="008F1705" w:rsidRPr="008C4839">
        <w:rPr>
          <w:rFonts w:ascii="Open Sans" w:hAnsi="Open Sans" w:cs="Open Sans"/>
          <w:b/>
          <w:bCs/>
          <w:sz w:val="20"/>
          <w:szCs w:val="20"/>
        </w:rPr>
        <w:t>:</w:t>
      </w:r>
    </w:p>
    <w:p w14:paraId="7AA557F1" w14:textId="77777777" w:rsidR="008F1705" w:rsidRPr="008C4839" w:rsidRDefault="008F1705" w:rsidP="00E33784">
      <w:pPr>
        <w:numPr>
          <w:ilvl w:val="0"/>
          <w:numId w:val="9"/>
        </w:numPr>
        <w:autoSpaceDE w:val="0"/>
        <w:autoSpaceDN w:val="0"/>
        <w:adjustRightInd w:val="0"/>
        <w:spacing w:after="60"/>
        <w:rPr>
          <w:rFonts w:ascii="Open Sans" w:hAnsi="Open Sans" w:cs="Open Sans"/>
          <w:b/>
          <w:color w:val="000000"/>
          <w:sz w:val="20"/>
          <w:szCs w:val="20"/>
          <w:lang w:eastAsia="pl-PL"/>
        </w:rPr>
      </w:pPr>
      <w:r w:rsidRPr="008C4839">
        <w:rPr>
          <w:rFonts w:ascii="Open Sans" w:hAnsi="Open Sans" w:cs="Open Sans"/>
          <w:b/>
          <w:color w:val="000000"/>
          <w:sz w:val="20"/>
          <w:szCs w:val="20"/>
          <w:lang w:eastAsia="pl-PL"/>
        </w:rPr>
        <w:t>Gotowość do realizacji projektu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Gotowość do realizacji projektu"/>
        <w:tblDescription w:val="Gotowość do realizacji projektu"/>
      </w:tblPr>
      <w:tblGrid>
        <w:gridCol w:w="534"/>
        <w:gridCol w:w="6945"/>
        <w:gridCol w:w="993"/>
        <w:gridCol w:w="850"/>
      </w:tblGrid>
      <w:tr w:rsidR="008F1705" w:rsidRPr="008C4839" w14:paraId="3381F6A7" w14:textId="77777777" w:rsidTr="0029666F">
        <w:tc>
          <w:tcPr>
            <w:tcW w:w="534" w:type="dxa"/>
            <w:shd w:val="clear" w:color="auto" w:fill="auto"/>
            <w:vAlign w:val="center"/>
          </w:tcPr>
          <w:p w14:paraId="342B9FA7" w14:textId="77777777" w:rsidR="008F1705" w:rsidRPr="008C4839" w:rsidRDefault="008F1705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Lp.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0898A11D" w14:textId="77777777" w:rsidR="008F1705" w:rsidRPr="008C4839" w:rsidRDefault="008F1705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Zakres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2698809" w14:textId="77777777" w:rsidR="008F1705" w:rsidRPr="008C4839" w:rsidRDefault="008F1705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Tak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594AB72" w14:textId="77777777" w:rsidR="008F1705" w:rsidRPr="008C4839" w:rsidRDefault="008F1705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Nie</w:t>
            </w:r>
          </w:p>
        </w:tc>
      </w:tr>
      <w:tr w:rsidR="008F1705" w:rsidRPr="008C4839" w14:paraId="2A94A6A8" w14:textId="77777777" w:rsidTr="0029666F">
        <w:tc>
          <w:tcPr>
            <w:tcW w:w="534" w:type="dxa"/>
            <w:shd w:val="clear" w:color="auto" w:fill="auto"/>
            <w:vAlign w:val="center"/>
          </w:tcPr>
          <w:p w14:paraId="1BE02E06" w14:textId="77777777" w:rsidR="008F1705" w:rsidRPr="008C4839" w:rsidRDefault="008F1705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1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02526F5B" w14:textId="77777777" w:rsidR="008F1705" w:rsidRPr="008C4839" w:rsidRDefault="008F1705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 xml:space="preserve">Inwestor </w:t>
            </w:r>
            <w:r w:rsidR="0029666F" w:rsidRPr="008C4839">
              <w:rPr>
                <w:rFonts w:ascii="Open Sans" w:hAnsi="Open Sans" w:cs="Open Sans"/>
                <w:sz w:val="20"/>
                <w:szCs w:val="20"/>
              </w:rPr>
              <w:t xml:space="preserve">wykazał, że </w:t>
            </w:r>
            <w:r w:rsidRPr="008C4839">
              <w:rPr>
                <w:rFonts w:ascii="Open Sans" w:hAnsi="Open Sans" w:cs="Open Sans"/>
                <w:sz w:val="20"/>
                <w:szCs w:val="20"/>
              </w:rPr>
              <w:t xml:space="preserve">posiada udokumentowane prawo do dysponowania gruntami lub obiektami na cele </w:t>
            </w:r>
            <w:proofErr w:type="gramStart"/>
            <w:r w:rsidRPr="008C4839">
              <w:rPr>
                <w:rFonts w:ascii="Open Sans" w:hAnsi="Open Sans" w:cs="Open Sans"/>
                <w:sz w:val="20"/>
                <w:szCs w:val="20"/>
              </w:rPr>
              <w:t>inwestycji  dla</w:t>
            </w:r>
            <w:proofErr w:type="gramEnd"/>
            <w:r w:rsidRPr="008C4839">
              <w:rPr>
                <w:rFonts w:ascii="Open Sans" w:hAnsi="Open Sans" w:cs="Open Sans"/>
                <w:sz w:val="20"/>
                <w:szCs w:val="20"/>
              </w:rPr>
              <w:t xml:space="preserve"> 100% zakresu rzeczowego przedsięwzięcia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F869B00" w14:textId="77777777" w:rsidR="008F1705" w:rsidRPr="008C4839" w:rsidRDefault="008F1705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9F51788" w14:textId="77777777" w:rsidR="008F1705" w:rsidRPr="008C4839" w:rsidRDefault="008F1705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8F1705" w:rsidRPr="008C4839" w14:paraId="748E8DD6" w14:textId="77777777" w:rsidTr="0029666F">
        <w:tc>
          <w:tcPr>
            <w:tcW w:w="534" w:type="dxa"/>
            <w:shd w:val="clear" w:color="auto" w:fill="auto"/>
            <w:vAlign w:val="center"/>
          </w:tcPr>
          <w:p w14:paraId="23CA443D" w14:textId="77777777" w:rsidR="008F1705" w:rsidRPr="008C4839" w:rsidRDefault="008F1705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2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21A89D65" w14:textId="77777777" w:rsidR="008F1705" w:rsidRPr="008C4839" w:rsidRDefault="008F1705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Projekt posiada dokumentację techniczną/projekt budowlany (może być niezatwierdzony) dla 100% zakresu rzeczowego przedsięwzięcia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CAAFF3C" w14:textId="77777777" w:rsidR="008F1705" w:rsidRPr="008C4839" w:rsidRDefault="008F1705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70E8EF1" w14:textId="77777777" w:rsidR="008F1705" w:rsidRPr="008C4839" w:rsidRDefault="008F1705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8F1705" w:rsidRPr="008C4839" w14:paraId="2587DC06" w14:textId="77777777" w:rsidTr="0029666F">
        <w:tc>
          <w:tcPr>
            <w:tcW w:w="534" w:type="dxa"/>
            <w:shd w:val="clear" w:color="auto" w:fill="auto"/>
            <w:vAlign w:val="center"/>
          </w:tcPr>
          <w:p w14:paraId="1BE4463A" w14:textId="77777777" w:rsidR="008F1705" w:rsidRPr="008C4839" w:rsidRDefault="008F1705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3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1F66DFBC" w14:textId="77777777" w:rsidR="008F1705" w:rsidRPr="008C4839" w:rsidRDefault="008F1705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Projekt uzyskał pozwolenie na budowę dla 100% zakresu rzeczowego przedsięwzięcia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8A1FFC5" w14:textId="77777777" w:rsidR="008F1705" w:rsidRPr="008C4839" w:rsidRDefault="008F1705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9DE058E" w14:textId="77777777" w:rsidR="008F1705" w:rsidRPr="008C4839" w:rsidRDefault="008F1705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8F1705" w:rsidRPr="008C4839" w14:paraId="55E54AE3" w14:textId="77777777" w:rsidTr="0029666F">
        <w:tc>
          <w:tcPr>
            <w:tcW w:w="534" w:type="dxa"/>
            <w:shd w:val="clear" w:color="auto" w:fill="auto"/>
            <w:vAlign w:val="center"/>
          </w:tcPr>
          <w:p w14:paraId="681097F0" w14:textId="77777777" w:rsidR="008F1705" w:rsidRPr="008C4839" w:rsidRDefault="008F1705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4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5FA1B025" w14:textId="77777777" w:rsidR="008F1705" w:rsidRPr="008C4839" w:rsidRDefault="008F1705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Inwestor posiada zapewnione środki na sfinansowanie wkładu własnego dla całego zakresu rzeczowego przedsięwzięcia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8EF731A" w14:textId="77777777" w:rsidR="008F1705" w:rsidRPr="008C4839" w:rsidRDefault="008F1705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51F895A" w14:textId="77777777" w:rsidR="008F1705" w:rsidRPr="008C4839" w:rsidRDefault="008F1705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621A9B35" w14:textId="51FB6892" w:rsidR="008F1705" w:rsidRPr="00035932" w:rsidRDefault="008F1705" w:rsidP="00E3378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360" w:after="120"/>
        <w:rPr>
          <w:rFonts w:ascii="Open Sans" w:hAnsi="Open Sans" w:cs="Open Sans"/>
          <w:b/>
          <w:color w:val="000000"/>
          <w:sz w:val="20"/>
          <w:szCs w:val="20"/>
          <w:lang w:eastAsia="pl-PL"/>
        </w:rPr>
      </w:pPr>
      <w:r w:rsidRPr="00035932">
        <w:rPr>
          <w:rFonts w:ascii="Open Sans" w:hAnsi="Open Sans" w:cs="Open Sans"/>
          <w:b/>
          <w:color w:val="000000"/>
          <w:sz w:val="20"/>
          <w:szCs w:val="20"/>
          <w:lang w:eastAsia="pl-PL"/>
        </w:rPr>
        <w:t>Nakład środków UE na jednostkową oszczędność energii pierwotnej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Nakład środków UE na jednostkową oszczędność energii pierwotnej"/>
        <w:tblDescription w:val="Nakład środków UE na jednostkową oszczędność energii pierwotnej"/>
      </w:tblPr>
      <w:tblGrid>
        <w:gridCol w:w="532"/>
        <w:gridCol w:w="4939"/>
        <w:gridCol w:w="1820"/>
        <w:gridCol w:w="1771"/>
      </w:tblGrid>
      <w:tr w:rsidR="008F1705" w:rsidRPr="008C4839" w14:paraId="18825E34" w14:textId="77777777" w:rsidTr="008F1705">
        <w:tc>
          <w:tcPr>
            <w:tcW w:w="533" w:type="dxa"/>
            <w:shd w:val="clear" w:color="auto" w:fill="auto"/>
            <w:vAlign w:val="center"/>
          </w:tcPr>
          <w:p w14:paraId="31C13751" w14:textId="77777777" w:rsidR="008F1705" w:rsidRPr="008C4839" w:rsidRDefault="008F1705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Lp.</w:t>
            </w:r>
          </w:p>
        </w:tc>
        <w:tc>
          <w:tcPr>
            <w:tcW w:w="5104" w:type="dxa"/>
            <w:shd w:val="clear" w:color="auto" w:fill="auto"/>
            <w:vAlign w:val="center"/>
          </w:tcPr>
          <w:p w14:paraId="5C73E9F4" w14:textId="77777777" w:rsidR="008F1705" w:rsidRPr="008C4839" w:rsidRDefault="008F1705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Zakres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5E31313" w14:textId="77777777" w:rsidR="008F1705" w:rsidRPr="008C4839" w:rsidRDefault="008F1705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Jednostka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535FAD26" w14:textId="77777777" w:rsidR="008F1705" w:rsidRPr="008C4839" w:rsidRDefault="008F1705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Wartość</w:t>
            </w:r>
          </w:p>
        </w:tc>
      </w:tr>
      <w:tr w:rsidR="008F1705" w:rsidRPr="008C4839" w14:paraId="4AC7D3CE" w14:textId="77777777" w:rsidTr="008F1705">
        <w:tc>
          <w:tcPr>
            <w:tcW w:w="533" w:type="dxa"/>
            <w:shd w:val="clear" w:color="auto" w:fill="auto"/>
            <w:vAlign w:val="center"/>
          </w:tcPr>
          <w:p w14:paraId="5C64AABC" w14:textId="77777777" w:rsidR="008F1705" w:rsidRPr="008C4839" w:rsidRDefault="008F1705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1</w:t>
            </w:r>
          </w:p>
        </w:tc>
        <w:tc>
          <w:tcPr>
            <w:tcW w:w="5104" w:type="dxa"/>
            <w:shd w:val="clear" w:color="auto" w:fill="auto"/>
            <w:vAlign w:val="center"/>
          </w:tcPr>
          <w:p w14:paraId="1CF6D0D4" w14:textId="77777777" w:rsidR="008F1705" w:rsidRPr="008C4839" w:rsidRDefault="00306A19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Wysokości wydatków planowanych do poniesienia ze</w:t>
            </w:r>
            <w:r w:rsidR="00B45291" w:rsidRPr="008C4839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8C4839">
              <w:rPr>
                <w:rFonts w:ascii="Open Sans" w:hAnsi="Open Sans" w:cs="Open Sans"/>
                <w:sz w:val="20"/>
                <w:szCs w:val="20"/>
              </w:rPr>
              <w:t>środków UE dla projektu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3B62963" w14:textId="77777777" w:rsidR="008F1705" w:rsidRPr="008C4839" w:rsidRDefault="008F1705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PLN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3E5E82AC" w14:textId="77777777" w:rsidR="008F1705" w:rsidRPr="008C4839" w:rsidRDefault="008F1705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954102" w:rsidRPr="008C4839" w14:paraId="15EC1EC5" w14:textId="77777777" w:rsidTr="008F1705">
        <w:tc>
          <w:tcPr>
            <w:tcW w:w="533" w:type="dxa"/>
            <w:vMerge w:val="restart"/>
            <w:shd w:val="clear" w:color="auto" w:fill="auto"/>
            <w:vAlign w:val="center"/>
          </w:tcPr>
          <w:p w14:paraId="6F155F13" w14:textId="77777777" w:rsidR="00954102" w:rsidRPr="008C4839" w:rsidRDefault="00954102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2</w:t>
            </w:r>
          </w:p>
        </w:tc>
        <w:tc>
          <w:tcPr>
            <w:tcW w:w="5104" w:type="dxa"/>
            <w:vMerge w:val="restart"/>
            <w:shd w:val="clear" w:color="auto" w:fill="auto"/>
            <w:vAlign w:val="center"/>
          </w:tcPr>
          <w:p w14:paraId="21ED428E" w14:textId="77777777" w:rsidR="00954102" w:rsidRPr="008C4839" w:rsidRDefault="00954102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Roczną oszczędność energii pierwotnej</w:t>
            </w:r>
            <w:r w:rsidR="001C7B21" w:rsidRPr="008C4839">
              <w:rPr>
                <w:rFonts w:ascii="Open Sans" w:hAnsi="Open Sans" w:cs="Open Sans"/>
                <w:sz w:val="20"/>
                <w:szCs w:val="20"/>
              </w:rPr>
              <w:t>*: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61F15BB" w14:textId="77777777" w:rsidR="00954102" w:rsidRPr="008C4839" w:rsidRDefault="00954102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GJ/rok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1191801A" w14:textId="77777777" w:rsidR="00954102" w:rsidRPr="008C4839" w:rsidRDefault="00954102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954102" w:rsidRPr="008C4839" w14:paraId="76CCBA30" w14:textId="77777777" w:rsidTr="008F1705">
        <w:tc>
          <w:tcPr>
            <w:tcW w:w="533" w:type="dxa"/>
            <w:vMerge/>
            <w:shd w:val="clear" w:color="auto" w:fill="auto"/>
            <w:vAlign w:val="center"/>
          </w:tcPr>
          <w:p w14:paraId="1E651D52" w14:textId="77777777" w:rsidR="00954102" w:rsidRPr="008C4839" w:rsidRDefault="00954102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5104" w:type="dxa"/>
            <w:vMerge/>
            <w:shd w:val="clear" w:color="auto" w:fill="auto"/>
            <w:vAlign w:val="center"/>
          </w:tcPr>
          <w:p w14:paraId="28229DA5" w14:textId="77777777" w:rsidR="00954102" w:rsidRPr="008C4839" w:rsidRDefault="00954102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53068806" w14:textId="77777777" w:rsidR="00954102" w:rsidRPr="008C4839" w:rsidRDefault="00954102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MWh/rok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3C9D3A27" w14:textId="77777777" w:rsidR="00954102" w:rsidRPr="008C4839" w:rsidRDefault="00954102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8F1705" w:rsidRPr="008C4839" w14:paraId="6B32F650" w14:textId="77777777" w:rsidTr="008F1705">
        <w:tc>
          <w:tcPr>
            <w:tcW w:w="533" w:type="dxa"/>
            <w:shd w:val="clear" w:color="auto" w:fill="auto"/>
            <w:vAlign w:val="center"/>
          </w:tcPr>
          <w:p w14:paraId="270FC358" w14:textId="77777777" w:rsidR="008F1705" w:rsidRPr="008C4839" w:rsidRDefault="00954102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3</w:t>
            </w:r>
          </w:p>
        </w:tc>
        <w:tc>
          <w:tcPr>
            <w:tcW w:w="5104" w:type="dxa"/>
            <w:shd w:val="clear" w:color="auto" w:fill="auto"/>
            <w:vAlign w:val="center"/>
          </w:tcPr>
          <w:p w14:paraId="22C5BCD8" w14:textId="77777777" w:rsidR="008F1705" w:rsidRPr="008C4839" w:rsidRDefault="005D44BD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Nakład środków UE na jednostkową oszczędność energii pierwotnej</w:t>
            </w:r>
            <w:r w:rsidR="001C7B21" w:rsidRPr="008C4839">
              <w:rPr>
                <w:rFonts w:ascii="Open Sans" w:hAnsi="Open Sans" w:cs="Open Sans"/>
                <w:sz w:val="20"/>
                <w:szCs w:val="20"/>
              </w:rPr>
              <w:t>: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6EA74F3" w14:textId="77777777" w:rsidR="008F1705" w:rsidRPr="008C4839" w:rsidRDefault="005D44BD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PLN/(GJ/rok)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3B9556E2" w14:textId="77777777" w:rsidR="008F1705" w:rsidRPr="008C4839" w:rsidRDefault="008F1705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0653A3AA" w14:textId="3A909F82" w:rsidR="008C4839" w:rsidRPr="00035932" w:rsidRDefault="001C7B21" w:rsidP="00E33784">
      <w:pPr>
        <w:rPr>
          <w:rFonts w:ascii="Open Sans" w:hAnsi="Open Sans" w:cs="Open Sans"/>
          <w:color w:val="000000"/>
          <w:sz w:val="20"/>
          <w:szCs w:val="20"/>
          <w:lang w:eastAsia="pl-PL"/>
        </w:rPr>
      </w:pPr>
      <w:r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>* Zgodnie z załączonym audytem energetycznym Ex-</w:t>
      </w:r>
      <w:proofErr w:type="spellStart"/>
      <w:r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>Ante</w:t>
      </w:r>
      <w:proofErr w:type="spellEnd"/>
      <w:r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>.</w:t>
      </w:r>
    </w:p>
    <w:p w14:paraId="7B99A59F" w14:textId="77777777" w:rsidR="005D44BD" w:rsidRPr="008C4839" w:rsidRDefault="005D44BD" w:rsidP="00E33784">
      <w:pPr>
        <w:numPr>
          <w:ilvl w:val="0"/>
          <w:numId w:val="9"/>
        </w:numPr>
        <w:autoSpaceDE w:val="0"/>
        <w:autoSpaceDN w:val="0"/>
        <w:adjustRightInd w:val="0"/>
        <w:spacing w:after="60"/>
        <w:rPr>
          <w:rFonts w:ascii="Open Sans" w:hAnsi="Open Sans" w:cs="Open Sans"/>
          <w:b/>
          <w:color w:val="000000"/>
          <w:sz w:val="20"/>
          <w:szCs w:val="20"/>
          <w:lang w:eastAsia="pl-PL"/>
        </w:rPr>
      </w:pPr>
      <w:r w:rsidRPr="008C4839">
        <w:rPr>
          <w:rFonts w:ascii="Open Sans" w:hAnsi="Open Sans" w:cs="Open Sans"/>
          <w:b/>
          <w:color w:val="000000"/>
          <w:sz w:val="20"/>
          <w:szCs w:val="20"/>
          <w:lang w:eastAsia="pl-PL"/>
        </w:rPr>
        <w:t>Nakład ze środków UE na jednostkową redukcję emisji CO2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Nakład ze środków UE na jednostkową redukcję emisji CO2"/>
        <w:tblDescription w:val="Nakład ze środków UE na jednostkową redukcję emisji CO2"/>
      </w:tblPr>
      <w:tblGrid>
        <w:gridCol w:w="531"/>
        <w:gridCol w:w="4936"/>
        <w:gridCol w:w="1824"/>
        <w:gridCol w:w="1771"/>
      </w:tblGrid>
      <w:tr w:rsidR="005D44BD" w:rsidRPr="008C4839" w14:paraId="36D0FD1B" w14:textId="77777777">
        <w:tc>
          <w:tcPr>
            <w:tcW w:w="533" w:type="dxa"/>
            <w:shd w:val="clear" w:color="auto" w:fill="auto"/>
            <w:vAlign w:val="center"/>
          </w:tcPr>
          <w:p w14:paraId="5073C231" w14:textId="77777777" w:rsidR="005D44BD" w:rsidRPr="008C4839" w:rsidRDefault="005D44BD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Lp.</w:t>
            </w:r>
          </w:p>
        </w:tc>
        <w:tc>
          <w:tcPr>
            <w:tcW w:w="5104" w:type="dxa"/>
            <w:shd w:val="clear" w:color="auto" w:fill="auto"/>
            <w:vAlign w:val="center"/>
          </w:tcPr>
          <w:p w14:paraId="03EDAE57" w14:textId="77777777" w:rsidR="005D44BD" w:rsidRPr="008C4839" w:rsidRDefault="005D44BD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Zakres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045FF98" w14:textId="77777777" w:rsidR="005D44BD" w:rsidRPr="008C4839" w:rsidRDefault="005D44BD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Jednostka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286B48B5" w14:textId="77777777" w:rsidR="005D44BD" w:rsidRPr="008C4839" w:rsidRDefault="005D44BD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Wartość</w:t>
            </w:r>
          </w:p>
        </w:tc>
      </w:tr>
      <w:tr w:rsidR="005D44BD" w:rsidRPr="008C4839" w14:paraId="646A6749" w14:textId="77777777">
        <w:tc>
          <w:tcPr>
            <w:tcW w:w="533" w:type="dxa"/>
            <w:shd w:val="clear" w:color="auto" w:fill="auto"/>
            <w:vAlign w:val="center"/>
          </w:tcPr>
          <w:p w14:paraId="0A8AB4E0" w14:textId="77777777" w:rsidR="005D44BD" w:rsidRPr="008C4839" w:rsidRDefault="005D44BD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1</w:t>
            </w:r>
          </w:p>
        </w:tc>
        <w:tc>
          <w:tcPr>
            <w:tcW w:w="5104" w:type="dxa"/>
            <w:shd w:val="clear" w:color="auto" w:fill="auto"/>
            <w:vAlign w:val="center"/>
          </w:tcPr>
          <w:p w14:paraId="0649B478" w14:textId="77777777" w:rsidR="005D44BD" w:rsidRPr="008C4839" w:rsidRDefault="00306A19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Wysokości wydatków planowanych do poniesienia ze środków UE dla projektu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49D10D2" w14:textId="77777777" w:rsidR="005D44BD" w:rsidRPr="008C4839" w:rsidRDefault="005D44BD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PLN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289B2F18" w14:textId="77777777" w:rsidR="005D44BD" w:rsidRPr="008C4839" w:rsidRDefault="005D44BD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5D44BD" w:rsidRPr="008C4839" w14:paraId="62DF0830" w14:textId="77777777">
        <w:tc>
          <w:tcPr>
            <w:tcW w:w="533" w:type="dxa"/>
            <w:shd w:val="clear" w:color="auto" w:fill="auto"/>
            <w:vAlign w:val="center"/>
          </w:tcPr>
          <w:p w14:paraId="610944DE" w14:textId="77777777" w:rsidR="005D44BD" w:rsidRPr="008C4839" w:rsidRDefault="005D44BD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2</w:t>
            </w:r>
          </w:p>
        </w:tc>
        <w:tc>
          <w:tcPr>
            <w:tcW w:w="5104" w:type="dxa"/>
            <w:shd w:val="clear" w:color="auto" w:fill="auto"/>
            <w:vAlign w:val="center"/>
          </w:tcPr>
          <w:p w14:paraId="3BA3E153" w14:textId="77777777" w:rsidR="005D44BD" w:rsidRPr="008C4839" w:rsidRDefault="005D44BD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Planowaną roczną potencjalną redukcję emisji 1 tony CO</w:t>
            </w:r>
            <w:r w:rsidRPr="008C4839">
              <w:rPr>
                <w:rFonts w:ascii="Open Sans" w:hAnsi="Open Sans" w:cs="Open Sans"/>
                <w:sz w:val="20"/>
                <w:szCs w:val="20"/>
                <w:vertAlign w:val="subscript"/>
              </w:rPr>
              <w:t>2</w:t>
            </w:r>
            <w:r w:rsidR="001C7B21" w:rsidRPr="008C4839">
              <w:rPr>
                <w:rFonts w:ascii="Open Sans" w:hAnsi="Open Sans" w:cs="Open Sans"/>
                <w:sz w:val="20"/>
                <w:szCs w:val="20"/>
              </w:rPr>
              <w:t>*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907FD7A" w14:textId="77777777" w:rsidR="005D44BD" w:rsidRPr="008C4839" w:rsidRDefault="005D44BD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Mg/rok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6294005E" w14:textId="77777777" w:rsidR="005D44BD" w:rsidRPr="008C4839" w:rsidRDefault="005D44BD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5D44BD" w:rsidRPr="008C4839" w14:paraId="51FA5902" w14:textId="77777777">
        <w:tc>
          <w:tcPr>
            <w:tcW w:w="533" w:type="dxa"/>
            <w:shd w:val="clear" w:color="auto" w:fill="auto"/>
            <w:vAlign w:val="center"/>
          </w:tcPr>
          <w:p w14:paraId="214A04D0" w14:textId="77777777" w:rsidR="005D44BD" w:rsidRPr="008C4839" w:rsidRDefault="005D44BD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3</w:t>
            </w:r>
          </w:p>
        </w:tc>
        <w:tc>
          <w:tcPr>
            <w:tcW w:w="5104" w:type="dxa"/>
            <w:shd w:val="clear" w:color="auto" w:fill="auto"/>
            <w:vAlign w:val="center"/>
          </w:tcPr>
          <w:p w14:paraId="2FA75E34" w14:textId="77777777" w:rsidR="005D44BD" w:rsidRPr="008C4839" w:rsidRDefault="005D44BD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Nakład ze środków UE na jednostkową redukcję emisji CO</w:t>
            </w:r>
            <w:r w:rsidRPr="008C4839">
              <w:rPr>
                <w:rFonts w:ascii="Open Sans" w:hAnsi="Open Sans" w:cs="Open Sans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2D5C509" w14:textId="77777777" w:rsidR="005D44BD" w:rsidRPr="008C4839" w:rsidRDefault="005D44BD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PLN/(Mg/rok)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1DF4C370" w14:textId="77777777" w:rsidR="005D44BD" w:rsidRPr="008C4839" w:rsidRDefault="005D44BD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0C3579D9" w14:textId="77777777" w:rsidR="005D44BD" w:rsidRDefault="001C7B21" w:rsidP="00E33784">
      <w:pPr>
        <w:rPr>
          <w:rFonts w:ascii="Open Sans" w:hAnsi="Open Sans" w:cs="Open Sans"/>
          <w:color w:val="000000"/>
          <w:sz w:val="20"/>
          <w:szCs w:val="20"/>
          <w:lang w:eastAsia="pl-PL"/>
        </w:rPr>
      </w:pPr>
      <w:r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>* Zgodnie z załączonym audytem energetycznym Ex-Ante.</w:t>
      </w:r>
    </w:p>
    <w:p w14:paraId="7A901E52" w14:textId="77777777" w:rsidR="005D44BD" w:rsidRPr="008C4839" w:rsidRDefault="005D44BD" w:rsidP="00E33784">
      <w:pPr>
        <w:numPr>
          <w:ilvl w:val="0"/>
          <w:numId w:val="9"/>
        </w:numPr>
        <w:autoSpaceDE w:val="0"/>
        <w:autoSpaceDN w:val="0"/>
        <w:adjustRightInd w:val="0"/>
        <w:spacing w:after="60"/>
        <w:rPr>
          <w:rFonts w:ascii="Open Sans" w:hAnsi="Open Sans" w:cs="Open Sans"/>
          <w:b/>
          <w:color w:val="000000"/>
          <w:sz w:val="20"/>
          <w:szCs w:val="20"/>
          <w:lang w:eastAsia="pl-PL"/>
        </w:rPr>
      </w:pPr>
      <w:r w:rsidRPr="008C4839">
        <w:rPr>
          <w:rFonts w:ascii="Open Sans" w:hAnsi="Open Sans" w:cs="Open Sans"/>
          <w:b/>
          <w:color w:val="000000"/>
          <w:sz w:val="20"/>
          <w:szCs w:val="20"/>
          <w:lang w:eastAsia="pl-PL"/>
        </w:rPr>
        <w:t>Zwiększenie efektywności energetycznej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Zwiększenie efektywności energetycznej"/>
        <w:tblDescription w:val="Zwiększenie efektywności energetycznej"/>
      </w:tblPr>
      <w:tblGrid>
        <w:gridCol w:w="532"/>
        <w:gridCol w:w="4951"/>
        <w:gridCol w:w="1809"/>
        <w:gridCol w:w="1770"/>
      </w:tblGrid>
      <w:tr w:rsidR="005D44BD" w:rsidRPr="008C4839" w14:paraId="07824643" w14:textId="77777777">
        <w:tc>
          <w:tcPr>
            <w:tcW w:w="533" w:type="dxa"/>
            <w:shd w:val="clear" w:color="auto" w:fill="auto"/>
            <w:vAlign w:val="center"/>
          </w:tcPr>
          <w:p w14:paraId="05E81B3D" w14:textId="77777777" w:rsidR="005D44BD" w:rsidRPr="008C4839" w:rsidRDefault="005D44BD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Lp.</w:t>
            </w:r>
          </w:p>
        </w:tc>
        <w:tc>
          <w:tcPr>
            <w:tcW w:w="5104" w:type="dxa"/>
            <w:shd w:val="clear" w:color="auto" w:fill="auto"/>
            <w:vAlign w:val="center"/>
          </w:tcPr>
          <w:p w14:paraId="3469B8EB" w14:textId="77777777" w:rsidR="005D44BD" w:rsidRPr="008C4839" w:rsidRDefault="005D44BD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Zakres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6E7ED55" w14:textId="77777777" w:rsidR="005D44BD" w:rsidRPr="008C4839" w:rsidRDefault="005D44BD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Jednostka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1A88A72E" w14:textId="77777777" w:rsidR="005D44BD" w:rsidRPr="008C4839" w:rsidRDefault="005D44BD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Wartość</w:t>
            </w:r>
          </w:p>
        </w:tc>
      </w:tr>
      <w:tr w:rsidR="005D44BD" w:rsidRPr="008C4839" w14:paraId="6D4C1F9B" w14:textId="77777777">
        <w:tc>
          <w:tcPr>
            <w:tcW w:w="533" w:type="dxa"/>
            <w:shd w:val="clear" w:color="auto" w:fill="auto"/>
            <w:vAlign w:val="center"/>
          </w:tcPr>
          <w:p w14:paraId="2BCE34CF" w14:textId="77777777" w:rsidR="005D44BD" w:rsidRPr="008C4839" w:rsidRDefault="005D44BD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1</w:t>
            </w:r>
          </w:p>
        </w:tc>
        <w:tc>
          <w:tcPr>
            <w:tcW w:w="5104" w:type="dxa"/>
            <w:shd w:val="clear" w:color="auto" w:fill="auto"/>
            <w:vAlign w:val="center"/>
          </w:tcPr>
          <w:p w14:paraId="20CCB315" w14:textId="77777777" w:rsidR="005D44BD" w:rsidRPr="008C4839" w:rsidRDefault="009153F4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Zwiększenie efektywności energetycznej</w:t>
            </w:r>
            <w:r w:rsidR="001C7B21" w:rsidRPr="008C4839">
              <w:rPr>
                <w:rFonts w:ascii="Open Sans" w:hAnsi="Open Sans" w:cs="Open Sans"/>
                <w:sz w:val="20"/>
                <w:szCs w:val="20"/>
              </w:rPr>
              <w:t xml:space="preserve"> rozumiane</w:t>
            </w:r>
            <w:r w:rsidR="00306A19" w:rsidRPr="008C4839">
              <w:rPr>
                <w:rFonts w:ascii="Open Sans" w:hAnsi="Open Sans" w:cs="Open Sans"/>
                <w:sz w:val="20"/>
                <w:szCs w:val="20"/>
              </w:rPr>
              <w:t>j</w:t>
            </w:r>
            <w:r w:rsidR="001C7B21" w:rsidRPr="008C4839">
              <w:rPr>
                <w:rFonts w:ascii="Open Sans" w:hAnsi="Open Sans" w:cs="Open Sans"/>
                <w:sz w:val="20"/>
                <w:szCs w:val="20"/>
              </w:rPr>
              <w:t xml:space="preserve"> jako </w:t>
            </w:r>
            <w:r w:rsidR="00306A19" w:rsidRPr="008C4839">
              <w:rPr>
                <w:rFonts w:ascii="Open Sans" w:hAnsi="Open Sans" w:cs="Open Sans"/>
                <w:sz w:val="20"/>
                <w:szCs w:val="20"/>
              </w:rPr>
              <w:t xml:space="preserve">stopień </w:t>
            </w:r>
            <w:r w:rsidR="001C7B21" w:rsidRPr="008C4839">
              <w:rPr>
                <w:rFonts w:ascii="Open Sans" w:hAnsi="Open Sans" w:cs="Open Sans"/>
                <w:sz w:val="20"/>
                <w:szCs w:val="20"/>
              </w:rPr>
              <w:t>redukcj</w:t>
            </w:r>
            <w:r w:rsidR="00306A19" w:rsidRPr="008C4839">
              <w:rPr>
                <w:rFonts w:ascii="Open Sans" w:hAnsi="Open Sans" w:cs="Open Sans"/>
                <w:sz w:val="20"/>
                <w:szCs w:val="20"/>
              </w:rPr>
              <w:t>i</w:t>
            </w:r>
            <w:r w:rsidR="001C7B21" w:rsidRPr="008C4839">
              <w:rPr>
                <w:rFonts w:ascii="Open Sans" w:hAnsi="Open Sans" w:cs="Open Sans"/>
                <w:sz w:val="20"/>
                <w:szCs w:val="20"/>
              </w:rPr>
              <w:t xml:space="preserve"> zapotrzebowania na energię pierwotną*: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7FEE3D9" w14:textId="77777777" w:rsidR="005D44BD" w:rsidRPr="008C4839" w:rsidRDefault="005D44BD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%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3877F704" w14:textId="77777777" w:rsidR="005D44BD" w:rsidRPr="008C4839" w:rsidRDefault="005D44BD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1C7B21" w:rsidRPr="008C4839" w14:paraId="192F0AED" w14:textId="77777777">
        <w:tc>
          <w:tcPr>
            <w:tcW w:w="533" w:type="dxa"/>
            <w:shd w:val="clear" w:color="auto" w:fill="auto"/>
            <w:vAlign w:val="center"/>
          </w:tcPr>
          <w:p w14:paraId="1C655E45" w14:textId="77777777" w:rsidR="001C7B21" w:rsidRPr="008C4839" w:rsidRDefault="001C7B21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2</w:t>
            </w:r>
          </w:p>
        </w:tc>
        <w:tc>
          <w:tcPr>
            <w:tcW w:w="5104" w:type="dxa"/>
            <w:shd w:val="clear" w:color="auto" w:fill="auto"/>
            <w:vAlign w:val="center"/>
          </w:tcPr>
          <w:p w14:paraId="77DE3256" w14:textId="77777777" w:rsidR="001C7B21" w:rsidRPr="008C4839" w:rsidRDefault="001C7B21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Zwiększenie efektywności energetycznej rozumiane</w:t>
            </w:r>
            <w:r w:rsidR="00306A19" w:rsidRPr="008C4839">
              <w:rPr>
                <w:rFonts w:ascii="Open Sans" w:hAnsi="Open Sans" w:cs="Open Sans"/>
                <w:sz w:val="20"/>
                <w:szCs w:val="20"/>
              </w:rPr>
              <w:t>j</w:t>
            </w:r>
            <w:r w:rsidRPr="008C4839">
              <w:rPr>
                <w:rFonts w:ascii="Open Sans" w:hAnsi="Open Sans" w:cs="Open Sans"/>
                <w:sz w:val="20"/>
                <w:szCs w:val="20"/>
              </w:rPr>
              <w:t xml:space="preserve"> jako</w:t>
            </w:r>
            <w:r w:rsidR="00306A19" w:rsidRPr="008C4839">
              <w:rPr>
                <w:rFonts w:ascii="Open Sans" w:hAnsi="Open Sans" w:cs="Open Sans"/>
                <w:sz w:val="20"/>
                <w:szCs w:val="20"/>
              </w:rPr>
              <w:t xml:space="preserve"> stopień</w:t>
            </w:r>
            <w:r w:rsidRPr="008C4839">
              <w:rPr>
                <w:rFonts w:ascii="Open Sans" w:hAnsi="Open Sans" w:cs="Open Sans"/>
                <w:sz w:val="20"/>
                <w:szCs w:val="20"/>
              </w:rPr>
              <w:t xml:space="preserve"> redukcja zapotrzebowania na energię końcową*: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23E1311" w14:textId="77777777" w:rsidR="001C7B21" w:rsidRPr="008C4839" w:rsidRDefault="001C7B21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%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426E3689" w14:textId="77777777" w:rsidR="001C7B21" w:rsidRPr="008C4839" w:rsidRDefault="001C7B21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1B5DDFDA" w14:textId="79B211E7" w:rsidR="001C7B21" w:rsidRPr="00035932" w:rsidRDefault="001C7B21" w:rsidP="00E33784">
      <w:pPr>
        <w:autoSpaceDE w:val="0"/>
        <w:autoSpaceDN w:val="0"/>
        <w:adjustRightInd w:val="0"/>
        <w:spacing w:before="120" w:after="360"/>
        <w:ind w:left="493"/>
        <w:rPr>
          <w:rFonts w:ascii="Open Sans" w:hAnsi="Open Sans" w:cs="Open Sans"/>
          <w:color w:val="000000"/>
          <w:sz w:val="20"/>
          <w:szCs w:val="20"/>
          <w:lang w:eastAsia="pl-PL"/>
        </w:rPr>
      </w:pPr>
      <w:r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>* Zgodnie z załączonym audytem energetycznym Ex-</w:t>
      </w:r>
      <w:proofErr w:type="spellStart"/>
      <w:r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>Ante</w:t>
      </w:r>
      <w:proofErr w:type="spellEnd"/>
      <w:r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>.</w:t>
      </w:r>
    </w:p>
    <w:p w14:paraId="7B616843" w14:textId="7CFD7C24" w:rsidR="0047137A" w:rsidRPr="008C4839" w:rsidRDefault="00AA2853" w:rsidP="00E33784">
      <w:pPr>
        <w:numPr>
          <w:ilvl w:val="0"/>
          <w:numId w:val="9"/>
        </w:numPr>
        <w:autoSpaceDE w:val="0"/>
        <w:autoSpaceDN w:val="0"/>
        <w:adjustRightInd w:val="0"/>
        <w:spacing w:after="60"/>
        <w:rPr>
          <w:rFonts w:ascii="Open Sans" w:hAnsi="Open Sans" w:cs="Open Sans"/>
          <w:b/>
          <w:color w:val="000000"/>
          <w:sz w:val="20"/>
          <w:szCs w:val="20"/>
          <w:lang w:eastAsia="pl-PL"/>
        </w:rPr>
      </w:pPr>
      <w:r w:rsidRPr="008C4839">
        <w:rPr>
          <w:rFonts w:ascii="Open Sans" w:hAnsi="Open Sans" w:cs="Open Sans"/>
          <w:b/>
          <w:color w:val="000000"/>
          <w:sz w:val="20"/>
          <w:szCs w:val="20"/>
          <w:lang w:eastAsia="pl-PL"/>
        </w:rPr>
        <w:t>Działania związane z wymianą/modernizacją źródeł ciepła oraz montażem/wymianą/modernizacją instalacji z odzyskiem ciepła wraz z zastosowaniem współpracujących OZE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ziałania związane z wymianą/modernizacją źródeł ciepła oraz montażem/wymianą/modernizacją instalacji z odzyskiem ciepła wraz z zastosowaniem współpracujących OZE"/>
        <w:tblDescription w:val="Działania związane z wymianą/modernizacją źródeł ciepła oraz montażem/wymianą/modernizacją instalacji z odzyskiem ciepła wraz z zastosowaniem współpracujących OZE"/>
      </w:tblPr>
      <w:tblGrid>
        <w:gridCol w:w="532"/>
        <w:gridCol w:w="6956"/>
        <w:gridCol w:w="841"/>
        <w:gridCol w:w="733"/>
      </w:tblGrid>
      <w:tr w:rsidR="0047137A" w:rsidRPr="008C4839" w14:paraId="12E5516A" w14:textId="77777777">
        <w:tc>
          <w:tcPr>
            <w:tcW w:w="534" w:type="dxa"/>
            <w:shd w:val="clear" w:color="auto" w:fill="auto"/>
            <w:vAlign w:val="center"/>
          </w:tcPr>
          <w:p w14:paraId="62E9C9C6" w14:textId="77777777" w:rsidR="0047137A" w:rsidRPr="008C4839" w:rsidRDefault="0047137A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Lp.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3DEE9F73" w14:textId="77777777" w:rsidR="0047137A" w:rsidRPr="008C4839" w:rsidRDefault="0047137A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Zakres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667D58C" w14:textId="77777777" w:rsidR="0047137A" w:rsidRPr="008C4839" w:rsidRDefault="0047137A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Tak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58781C5F" w14:textId="77777777" w:rsidR="0047137A" w:rsidRPr="008C4839" w:rsidRDefault="0047137A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Nie</w:t>
            </w:r>
          </w:p>
        </w:tc>
      </w:tr>
      <w:tr w:rsidR="0047137A" w:rsidRPr="008C4839" w14:paraId="073D7AD2" w14:textId="77777777">
        <w:tc>
          <w:tcPr>
            <w:tcW w:w="534" w:type="dxa"/>
            <w:shd w:val="clear" w:color="auto" w:fill="auto"/>
            <w:vAlign w:val="center"/>
          </w:tcPr>
          <w:p w14:paraId="02710E60" w14:textId="77777777" w:rsidR="0047137A" w:rsidRPr="008C4839" w:rsidRDefault="0047137A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1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46413B90" w14:textId="77777777" w:rsidR="0047137A" w:rsidRPr="008C4839" w:rsidRDefault="00AA2853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 xml:space="preserve">Projekt </w:t>
            </w:r>
            <w:proofErr w:type="gramStart"/>
            <w:r w:rsidRPr="008C4839">
              <w:rPr>
                <w:rFonts w:ascii="Open Sans" w:hAnsi="Open Sans" w:cs="Open Sans"/>
                <w:sz w:val="20"/>
                <w:szCs w:val="20"/>
              </w:rPr>
              <w:t>przewiduje  modernizację</w:t>
            </w:r>
            <w:proofErr w:type="gramEnd"/>
            <w:r w:rsidRPr="008C4839">
              <w:rPr>
                <w:rFonts w:ascii="Open Sans" w:hAnsi="Open Sans" w:cs="Open Sans"/>
                <w:sz w:val="20"/>
                <w:szCs w:val="20"/>
              </w:rPr>
              <w:t>/wymianę nieefektywnego źródła ciepła na nowe (w tym przyłączenie budynku do sieci ciepłowniczej)</w:t>
            </w:r>
            <w:r w:rsidR="001C7B21" w:rsidRPr="008C4839">
              <w:rPr>
                <w:rFonts w:ascii="Open Sans" w:hAnsi="Open Sans" w:cs="Open Sans"/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F96D01E" w14:textId="77777777" w:rsidR="0047137A" w:rsidRPr="008C4839" w:rsidRDefault="0047137A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 w14:paraId="67BAE058" w14:textId="77777777" w:rsidR="0047137A" w:rsidRPr="008C4839" w:rsidRDefault="0047137A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7137A" w:rsidRPr="008C4839" w14:paraId="574A4167" w14:textId="77777777">
        <w:tc>
          <w:tcPr>
            <w:tcW w:w="534" w:type="dxa"/>
            <w:shd w:val="clear" w:color="auto" w:fill="auto"/>
            <w:vAlign w:val="center"/>
          </w:tcPr>
          <w:p w14:paraId="5C9D7E83" w14:textId="77777777" w:rsidR="0047137A" w:rsidRPr="008C4839" w:rsidRDefault="0047137A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2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210B5895" w14:textId="77777777" w:rsidR="0047137A" w:rsidRPr="008C4839" w:rsidRDefault="00AA2853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Projekt przewiduje montaż/wymianę/</w:t>
            </w:r>
            <w:proofErr w:type="gramStart"/>
            <w:r w:rsidRPr="008C4839">
              <w:rPr>
                <w:rFonts w:ascii="Open Sans" w:hAnsi="Open Sans" w:cs="Open Sans"/>
                <w:sz w:val="20"/>
                <w:szCs w:val="20"/>
              </w:rPr>
              <w:t>modernizację  systemów</w:t>
            </w:r>
            <w:proofErr w:type="gramEnd"/>
            <w:r w:rsidRPr="008C4839">
              <w:rPr>
                <w:rFonts w:ascii="Open Sans" w:hAnsi="Open Sans" w:cs="Open Sans"/>
                <w:sz w:val="20"/>
                <w:szCs w:val="20"/>
              </w:rPr>
              <w:t xml:space="preserve"> z odzyskiem ciepła związanych z wentylacją lub klimatyzacją lub ogrzewaniem lub chłodzeniem</w:t>
            </w:r>
            <w:r w:rsidR="001C7B21" w:rsidRPr="008C4839">
              <w:rPr>
                <w:rFonts w:ascii="Open Sans" w:hAnsi="Open Sans" w:cs="Open Sans"/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B5222AC" w14:textId="77777777" w:rsidR="0047137A" w:rsidRPr="008C4839" w:rsidRDefault="0047137A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 w14:paraId="2908F275" w14:textId="77777777" w:rsidR="0047137A" w:rsidRPr="008C4839" w:rsidRDefault="0047137A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7137A" w:rsidRPr="008C4839" w14:paraId="2EB33123" w14:textId="77777777">
        <w:tc>
          <w:tcPr>
            <w:tcW w:w="534" w:type="dxa"/>
            <w:shd w:val="clear" w:color="auto" w:fill="auto"/>
            <w:vAlign w:val="center"/>
          </w:tcPr>
          <w:p w14:paraId="56BBF085" w14:textId="77777777" w:rsidR="0047137A" w:rsidRPr="008C4839" w:rsidRDefault="0047137A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3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30711EF" w14:textId="77777777" w:rsidR="0047137A" w:rsidRPr="008C4839" w:rsidRDefault="00AA2853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Projekt przewiduje współpracujące OZE: np. montaż instalacji PV, kolektory słoneczne, pompy ciepła, turbiny wiatrowe</w:t>
            </w:r>
            <w:r w:rsidR="001C7B21" w:rsidRPr="008C4839">
              <w:rPr>
                <w:rFonts w:ascii="Open Sans" w:hAnsi="Open Sans" w:cs="Open Sans"/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147BBB7" w14:textId="77777777" w:rsidR="0047137A" w:rsidRPr="008C4839" w:rsidRDefault="0047137A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 w14:paraId="77F936AB" w14:textId="77777777" w:rsidR="0047137A" w:rsidRPr="008C4839" w:rsidRDefault="0047137A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74E0D7C5" w14:textId="7659B448" w:rsidR="008C4839" w:rsidRPr="008C4839" w:rsidRDefault="001C7B21" w:rsidP="00E33784">
      <w:pPr>
        <w:rPr>
          <w:rFonts w:ascii="Open Sans" w:hAnsi="Open Sans" w:cs="Open Sans"/>
          <w:color w:val="000000"/>
          <w:sz w:val="20"/>
          <w:szCs w:val="20"/>
          <w:lang w:eastAsia="pl-PL"/>
        </w:rPr>
      </w:pPr>
      <w:r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>* Zgodnie z załączonym audytem energetycznym Ex-</w:t>
      </w:r>
      <w:proofErr w:type="spellStart"/>
      <w:r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>Ante</w:t>
      </w:r>
      <w:proofErr w:type="spellEnd"/>
      <w:r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>.</w:t>
      </w:r>
    </w:p>
    <w:p w14:paraId="3496916D" w14:textId="77777777" w:rsidR="00AA2853" w:rsidRPr="008C4839" w:rsidRDefault="00AA2853" w:rsidP="00E33784">
      <w:pPr>
        <w:numPr>
          <w:ilvl w:val="0"/>
          <w:numId w:val="9"/>
        </w:numPr>
        <w:autoSpaceDE w:val="0"/>
        <w:autoSpaceDN w:val="0"/>
        <w:adjustRightInd w:val="0"/>
        <w:spacing w:after="60"/>
        <w:rPr>
          <w:rFonts w:ascii="Open Sans" w:hAnsi="Open Sans" w:cs="Open Sans"/>
          <w:b/>
          <w:color w:val="000000"/>
          <w:sz w:val="20"/>
          <w:szCs w:val="20"/>
          <w:lang w:eastAsia="pl-PL"/>
        </w:rPr>
      </w:pPr>
      <w:bookmarkStart w:id="0" w:name="_Hlk156484569"/>
      <w:r w:rsidRPr="008C4839">
        <w:rPr>
          <w:rFonts w:ascii="Open Sans" w:hAnsi="Open Sans" w:cs="Open Sans"/>
          <w:b/>
          <w:color w:val="000000"/>
          <w:sz w:val="20"/>
          <w:szCs w:val="20"/>
          <w:lang w:eastAsia="pl-PL"/>
        </w:rPr>
        <w:t>Koordynacja projektu z planami gospodarki niskoemisyjnej, w tym w aspekcie planowanego rozwoju systemów ciepłowniczych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Koordynacja projektu z planami gospodarki niskoemisyjnej, w tym w aspekcie planowanego rozwoju systemów ciepłowniczych"/>
        <w:tblDescription w:val="Koordynacja projektu z planami gospodarki niskoemisyjnej, w tym w aspekcie planowanego rozwoju systemów ciepłowniczych"/>
      </w:tblPr>
      <w:tblGrid>
        <w:gridCol w:w="534"/>
        <w:gridCol w:w="7087"/>
        <w:gridCol w:w="851"/>
        <w:gridCol w:w="850"/>
      </w:tblGrid>
      <w:tr w:rsidR="00AA2853" w:rsidRPr="008C4839" w14:paraId="4C6D6EDF" w14:textId="77777777" w:rsidTr="001C7B21">
        <w:tc>
          <w:tcPr>
            <w:tcW w:w="534" w:type="dxa"/>
            <w:shd w:val="clear" w:color="auto" w:fill="auto"/>
            <w:vAlign w:val="center"/>
          </w:tcPr>
          <w:p w14:paraId="0F55D4B9" w14:textId="77777777" w:rsidR="00AA2853" w:rsidRPr="008C4839" w:rsidRDefault="00AA2853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Lp.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6ACE73AD" w14:textId="77777777" w:rsidR="00AA2853" w:rsidRPr="008C4839" w:rsidRDefault="00AA2853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Zakres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D38B614" w14:textId="77777777" w:rsidR="00AA2853" w:rsidRPr="008C4839" w:rsidRDefault="00AA2853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Tak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3ADC50D" w14:textId="77777777" w:rsidR="00AA2853" w:rsidRPr="008C4839" w:rsidRDefault="00AA2853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Nie</w:t>
            </w:r>
          </w:p>
        </w:tc>
      </w:tr>
      <w:tr w:rsidR="00AA2853" w:rsidRPr="008C4839" w14:paraId="6B77B2B4" w14:textId="77777777" w:rsidTr="001C7B21">
        <w:tc>
          <w:tcPr>
            <w:tcW w:w="534" w:type="dxa"/>
            <w:shd w:val="clear" w:color="auto" w:fill="auto"/>
            <w:vAlign w:val="center"/>
          </w:tcPr>
          <w:p w14:paraId="1D43311D" w14:textId="77777777" w:rsidR="00AA2853" w:rsidRPr="008C4839" w:rsidRDefault="00AA2853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1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35BFDFAE" w14:textId="77777777" w:rsidR="00AA2853" w:rsidRPr="008C4839" w:rsidRDefault="00AA2853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Deklaruję zgodnoś</w:t>
            </w:r>
            <w:r w:rsidR="00B45291" w:rsidRPr="008C4839">
              <w:rPr>
                <w:rFonts w:ascii="Open Sans" w:hAnsi="Open Sans" w:cs="Open Sans"/>
                <w:sz w:val="20"/>
                <w:szCs w:val="20"/>
              </w:rPr>
              <w:t>ć</w:t>
            </w:r>
            <w:r w:rsidRPr="008C4839">
              <w:rPr>
                <w:rFonts w:ascii="Open Sans" w:hAnsi="Open Sans" w:cs="Open Sans"/>
                <w:sz w:val="20"/>
                <w:szCs w:val="20"/>
              </w:rPr>
              <w:t xml:space="preserve"> projektu z planami gospodarki niskoemisyjnej dla danego obszaru, w tym w aspekcie planowanego rozwoju systemów ciepłowniczych</w:t>
            </w:r>
            <w:r w:rsidRPr="008C4839">
              <w:rPr>
                <w:rStyle w:val="Odwoanieprzypisudolnego"/>
                <w:rFonts w:ascii="Open Sans" w:hAnsi="Open Sans" w:cs="Open Sans"/>
                <w:sz w:val="20"/>
                <w:szCs w:val="20"/>
              </w:rPr>
              <w:footnoteReference w:id="3"/>
            </w:r>
            <w:r w:rsidRPr="008C4839">
              <w:rPr>
                <w:rFonts w:ascii="Open Sans" w:hAnsi="Open Sans" w:cs="Open Sans"/>
                <w:sz w:val="20"/>
                <w:szCs w:val="20"/>
              </w:rPr>
              <w:t xml:space="preserve">.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CF4EE41" w14:textId="77777777" w:rsidR="00AA2853" w:rsidRPr="008C4839" w:rsidRDefault="00AA2853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B64F77F" w14:textId="77777777" w:rsidR="00AA2853" w:rsidRPr="008C4839" w:rsidRDefault="00AA2853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bookmarkEnd w:id="0"/>
    <w:p w14:paraId="71F03366" w14:textId="0DC55E68" w:rsidR="00AA2853" w:rsidRPr="00035932" w:rsidRDefault="005564BB" w:rsidP="00E3378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360" w:after="0"/>
        <w:rPr>
          <w:rFonts w:ascii="Open Sans" w:hAnsi="Open Sans" w:cs="Open Sans"/>
          <w:b/>
          <w:color w:val="000000"/>
          <w:sz w:val="20"/>
          <w:szCs w:val="20"/>
          <w:lang w:eastAsia="pl-PL"/>
        </w:rPr>
      </w:pPr>
      <w:r w:rsidRPr="00035932">
        <w:rPr>
          <w:rFonts w:ascii="Open Sans" w:hAnsi="Open Sans" w:cs="Open Sans"/>
          <w:b/>
          <w:color w:val="000000"/>
          <w:sz w:val="20"/>
          <w:szCs w:val="20"/>
          <w:lang w:eastAsia="pl-PL"/>
        </w:rPr>
        <w:t>Wsparcie elementów wykraczających poza audyt energetyczny (do wysokości 15% kosztów kwalifikowalnych projektu)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Wsparcie elementów wykraczających poza audyt energetyczny (do wysokości 15% kosztów kwalifikowalnych projektu)"/>
        <w:tblDescription w:val="Wsparcie elementów wykraczających poza audyt energetyczny (do wysokości 15% kosztów kwalifikowalnych projektu)"/>
      </w:tblPr>
      <w:tblGrid>
        <w:gridCol w:w="534"/>
        <w:gridCol w:w="7087"/>
        <w:gridCol w:w="851"/>
        <w:gridCol w:w="850"/>
      </w:tblGrid>
      <w:tr w:rsidR="00AA2853" w:rsidRPr="008C4839" w14:paraId="6673DA7D" w14:textId="77777777" w:rsidTr="001C7B21">
        <w:tc>
          <w:tcPr>
            <w:tcW w:w="534" w:type="dxa"/>
            <w:shd w:val="clear" w:color="auto" w:fill="auto"/>
            <w:vAlign w:val="center"/>
          </w:tcPr>
          <w:p w14:paraId="26F0C10C" w14:textId="77777777" w:rsidR="00AA2853" w:rsidRPr="008C4839" w:rsidRDefault="00AA2853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Lp.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D2ABFE6" w14:textId="77777777" w:rsidR="00AA2853" w:rsidRPr="008C4839" w:rsidRDefault="00AA2853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Zakres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C10D2E3" w14:textId="77777777" w:rsidR="00AA2853" w:rsidRPr="008C4839" w:rsidRDefault="00AA2853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Tak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C7743E0" w14:textId="77777777" w:rsidR="00AA2853" w:rsidRPr="008C4839" w:rsidRDefault="00AA2853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Nie</w:t>
            </w:r>
          </w:p>
        </w:tc>
      </w:tr>
      <w:tr w:rsidR="00AA2853" w:rsidRPr="008C4839" w14:paraId="52F5D39C" w14:textId="77777777" w:rsidTr="001C7B21">
        <w:tc>
          <w:tcPr>
            <w:tcW w:w="534" w:type="dxa"/>
            <w:shd w:val="clear" w:color="auto" w:fill="auto"/>
            <w:vAlign w:val="center"/>
          </w:tcPr>
          <w:p w14:paraId="0591DFC1" w14:textId="77777777" w:rsidR="00AA2853" w:rsidRPr="008C4839" w:rsidRDefault="00AA2853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1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4841A9A2" w14:textId="77777777" w:rsidR="00AA2853" w:rsidRPr="008C4839" w:rsidRDefault="009D3F38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Rozwiązania przyczyniające się do zwiększenia powierzchni zielonych (zielone dachy, ściany)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A158060" w14:textId="77777777" w:rsidR="00AA2853" w:rsidRPr="008C4839" w:rsidRDefault="00AA2853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5EA9228" w14:textId="77777777" w:rsidR="00AA2853" w:rsidRPr="008C4839" w:rsidRDefault="00AA2853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9D3F38" w:rsidRPr="008C4839" w14:paraId="021CCE64" w14:textId="77777777" w:rsidTr="001C7B21">
        <w:tc>
          <w:tcPr>
            <w:tcW w:w="534" w:type="dxa"/>
            <w:shd w:val="clear" w:color="auto" w:fill="auto"/>
            <w:vAlign w:val="center"/>
          </w:tcPr>
          <w:p w14:paraId="3BC3E1A9" w14:textId="77777777" w:rsidR="009D3F38" w:rsidRPr="008C4839" w:rsidRDefault="009D3F38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2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64B4F000" w14:textId="77777777" w:rsidR="009D3F38" w:rsidRPr="008C4839" w:rsidRDefault="009D3F38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Rozwój elektromobilności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C682784" w14:textId="77777777" w:rsidR="009D3F38" w:rsidRPr="008C4839" w:rsidRDefault="009D3F38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2C09B91" w14:textId="77777777" w:rsidR="009D3F38" w:rsidRPr="008C4839" w:rsidRDefault="009D3F38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9D3F38" w:rsidRPr="008C4839" w14:paraId="2EB2CF07" w14:textId="77777777" w:rsidTr="001C7B21">
        <w:tc>
          <w:tcPr>
            <w:tcW w:w="534" w:type="dxa"/>
            <w:shd w:val="clear" w:color="auto" w:fill="auto"/>
            <w:vAlign w:val="center"/>
          </w:tcPr>
          <w:p w14:paraId="26267519" w14:textId="77777777" w:rsidR="009D3F38" w:rsidRPr="008C4839" w:rsidRDefault="009D3F38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3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2C66FE5A" w14:textId="77777777" w:rsidR="009D3F38" w:rsidRPr="008C4839" w:rsidRDefault="009D3F38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Rozwiązania na rzecz gospodarki o obiegu zamkniętym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6388B01" w14:textId="77777777" w:rsidR="009D3F38" w:rsidRPr="008C4839" w:rsidRDefault="009D3F38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23963B4" w14:textId="77777777" w:rsidR="009D3F38" w:rsidRPr="008C4839" w:rsidRDefault="009D3F38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9D3F38" w:rsidRPr="008C4839" w14:paraId="6E0F3BA3" w14:textId="77777777" w:rsidTr="001C7B21">
        <w:tc>
          <w:tcPr>
            <w:tcW w:w="534" w:type="dxa"/>
            <w:shd w:val="clear" w:color="auto" w:fill="auto"/>
            <w:vAlign w:val="center"/>
          </w:tcPr>
          <w:p w14:paraId="1CBD02D5" w14:textId="77777777" w:rsidR="009D3F38" w:rsidRPr="008C4839" w:rsidRDefault="009D3F38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4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1A225D34" w14:textId="77777777" w:rsidR="009D3F38" w:rsidRPr="008C4839" w:rsidRDefault="009D3F38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Infrastruktura związana z dostępnością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35E53BB" w14:textId="77777777" w:rsidR="009D3F38" w:rsidRPr="008C4839" w:rsidRDefault="009D3F38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4BEFD7B" w14:textId="77777777" w:rsidR="009D3F38" w:rsidRPr="008C4839" w:rsidRDefault="009D3F38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9D3F38" w:rsidRPr="008C4839" w14:paraId="4A18CEA2" w14:textId="77777777" w:rsidTr="001C7B21">
        <w:tc>
          <w:tcPr>
            <w:tcW w:w="534" w:type="dxa"/>
            <w:shd w:val="clear" w:color="auto" w:fill="auto"/>
            <w:vAlign w:val="center"/>
          </w:tcPr>
          <w:p w14:paraId="596FC1E4" w14:textId="77777777" w:rsidR="009D3F38" w:rsidRPr="008C4839" w:rsidRDefault="009D3F38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5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2F6E3467" w14:textId="77777777" w:rsidR="009D3F38" w:rsidRPr="008C4839" w:rsidRDefault="009D3F38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Montaż urządzeń do magazynowania energii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1DD0E76" w14:textId="77777777" w:rsidR="009D3F38" w:rsidRPr="008C4839" w:rsidRDefault="009D3F38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880A3CE" w14:textId="77777777" w:rsidR="009D3F38" w:rsidRPr="008C4839" w:rsidRDefault="009D3F38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9D3F38" w:rsidRPr="008C4839" w14:paraId="62E1A26C" w14:textId="77777777" w:rsidTr="001C7B21">
        <w:tc>
          <w:tcPr>
            <w:tcW w:w="534" w:type="dxa"/>
            <w:shd w:val="clear" w:color="auto" w:fill="auto"/>
            <w:vAlign w:val="center"/>
          </w:tcPr>
          <w:p w14:paraId="34BBEA8E" w14:textId="77777777" w:rsidR="009D3F38" w:rsidRPr="008C4839" w:rsidRDefault="009D3F38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6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28220AED" w14:textId="77777777" w:rsidR="009D3F38" w:rsidRPr="008C4839" w:rsidRDefault="009D3F38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Montaż urządzeń służących cyfryzacji budynku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D09E88F" w14:textId="77777777" w:rsidR="009D3F38" w:rsidRPr="008C4839" w:rsidRDefault="009D3F38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02B9436" w14:textId="77777777" w:rsidR="009D3F38" w:rsidRPr="008C4839" w:rsidRDefault="009D3F38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9D3F38" w:rsidRPr="008C4839" w14:paraId="5EA27C15" w14:textId="77777777" w:rsidTr="001C7B21">
        <w:tc>
          <w:tcPr>
            <w:tcW w:w="534" w:type="dxa"/>
            <w:shd w:val="clear" w:color="auto" w:fill="auto"/>
            <w:vAlign w:val="center"/>
          </w:tcPr>
          <w:p w14:paraId="0520FC07" w14:textId="77777777" w:rsidR="009D3F38" w:rsidRPr="008C4839" w:rsidRDefault="009D3F38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7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5D715682" w14:textId="77777777" w:rsidR="009D3F38" w:rsidRPr="008C4839" w:rsidRDefault="009D3F38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Podnoszenie świadomości użytkowników budynku względem planowanej oszczędności energii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0109B62" w14:textId="77777777" w:rsidR="009D3F38" w:rsidRPr="008C4839" w:rsidRDefault="009D3F38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825D67D" w14:textId="77777777" w:rsidR="009D3F38" w:rsidRPr="008C4839" w:rsidRDefault="009D3F38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1A7F2971" w14:textId="77777777" w:rsidR="00AA2853" w:rsidRPr="008C4839" w:rsidRDefault="001C7B21" w:rsidP="00E33784">
      <w:pPr>
        <w:rPr>
          <w:rFonts w:ascii="Open Sans" w:hAnsi="Open Sans" w:cs="Open Sans"/>
          <w:sz w:val="20"/>
          <w:szCs w:val="20"/>
        </w:rPr>
      </w:pPr>
      <w:r w:rsidRPr="008C4839">
        <w:rPr>
          <w:rFonts w:ascii="Open Sans" w:hAnsi="Open Sans" w:cs="Open Sans"/>
          <w:sz w:val="20"/>
          <w:szCs w:val="20"/>
        </w:rPr>
        <w:t>* Zgodnie z załączonym audytem energetycznym Ex-Ante.</w:t>
      </w:r>
    </w:p>
    <w:p w14:paraId="1B65988A" w14:textId="1ECE9DFD" w:rsidR="00D614EA" w:rsidRPr="008C4839" w:rsidRDefault="00D614EA" w:rsidP="00E33784">
      <w:pPr>
        <w:numPr>
          <w:ilvl w:val="0"/>
          <w:numId w:val="9"/>
        </w:numPr>
        <w:autoSpaceDE w:val="0"/>
        <w:autoSpaceDN w:val="0"/>
        <w:adjustRightInd w:val="0"/>
        <w:spacing w:after="60"/>
        <w:rPr>
          <w:rFonts w:ascii="Open Sans" w:hAnsi="Open Sans" w:cs="Open Sans"/>
          <w:b/>
          <w:color w:val="000000"/>
          <w:sz w:val="20"/>
          <w:szCs w:val="20"/>
          <w:lang w:eastAsia="pl-PL"/>
        </w:rPr>
      </w:pPr>
      <w:r w:rsidRPr="008C4839">
        <w:rPr>
          <w:rFonts w:ascii="Open Sans" w:hAnsi="Open Sans" w:cs="Open Sans"/>
          <w:b/>
          <w:color w:val="000000"/>
          <w:sz w:val="20"/>
          <w:szCs w:val="20"/>
          <w:lang w:eastAsia="pl-PL"/>
        </w:rPr>
        <w:t>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Łagodzenie ubóstwa energetycznego"/>
        <w:tblDescription w:val="Łagodzenie ubóstwa energetycznego"/>
      </w:tblPr>
      <w:tblGrid>
        <w:gridCol w:w="523"/>
        <w:gridCol w:w="6388"/>
        <w:gridCol w:w="1419"/>
        <w:gridCol w:w="992"/>
      </w:tblGrid>
      <w:tr w:rsidR="00E53E3D" w:rsidRPr="008C4839" w14:paraId="6150E4BF" w14:textId="77777777" w:rsidTr="00E53E3D">
        <w:tc>
          <w:tcPr>
            <w:tcW w:w="524" w:type="dxa"/>
            <w:shd w:val="clear" w:color="auto" w:fill="auto"/>
            <w:vAlign w:val="center"/>
          </w:tcPr>
          <w:p w14:paraId="23999A5C" w14:textId="77777777" w:rsidR="00E53E3D" w:rsidRPr="008C4839" w:rsidRDefault="00E53E3D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Lp.</w:t>
            </w:r>
          </w:p>
        </w:tc>
        <w:tc>
          <w:tcPr>
            <w:tcW w:w="6528" w:type="dxa"/>
            <w:shd w:val="clear" w:color="auto" w:fill="auto"/>
            <w:vAlign w:val="center"/>
          </w:tcPr>
          <w:p w14:paraId="56C3860D" w14:textId="77777777" w:rsidR="00E53E3D" w:rsidRPr="008C4839" w:rsidRDefault="00E53E3D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Zakres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25FA7744" w14:textId="77777777" w:rsidR="00E53E3D" w:rsidRPr="008C4839" w:rsidRDefault="00E53E3D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Jednostka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4BE3DAD" w14:textId="77777777" w:rsidR="00E53E3D" w:rsidRPr="008C4839" w:rsidRDefault="00E53E3D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Wartość</w:t>
            </w:r>
          </w:p>
        </w:tc>
      </w:tr>
      <w:tr w:rsidR="00D614EA" w:rsidRPr="008C4839" w14:paraId="22E35C7F" w14:textId="77777777" w:rsidTr="00E53E3D">
        <w:tc>
          <w:tcPr>
            <w:tcW w:w="524" w:type="dxa"/>
            <w:shd w:val="clear" w:color="auto" w:fill="auto"/>
            <w:vAlign w:val="center"/>
          </w:tcPr>
          <w:p w14:paraId="7764577D" w14:textId="77777777" w:rsidR="00D614EA" w:rsidRPr="008C4839" w:rsidRDefault="00D614EA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1</w:t>
            </w:r>
          </w:p>
        </w:tc>
        <w:tc>
          <w:tcPr>
            <w:tcW w:w="6528" w:type="dxa"/>
            <w:shd w:val="clear" w:color="auto" w:fill="auto"/>
            <w:vAlign w:val="center"/>
          </w:tcPr>
          <w:p w14:paraId="5F7D4A06" w14:textId="77777777" w:rsidR="00D614EA" w:rsidRPr="008C4839" w:rsidRDefault="00E53E3D" w:rsidP="00E33784">
            <w:pPr>
              <w:spacing w:after="60"/>
              <w:rPr>
                <w:rFonts w:ascii="Open Sans" w:hAnsi="Open Sans" w:cs="Open Sans"/>
                <w:sz w:val="20"/>
                <w:szCs w:val="20"/>
                <w:vertAlign w:val="superscript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L</w:t>
            </w:r>
            <w:r w:rsidR="00983D24" w:rsidRPr="008C4839">
              <w:rPr>
                <w:rFonts w:ascii="Open Sans" w:hAnsi="Open Sans" w:cs="Open Sans"/>
                <w:sz w:val="20"/>
                <w:szCs w:val="20"/>
              </w:rPr>
              <w:t>iczba gospodarstw domowych korzystających z dodatku mieszkaniowego w roku 2023 r.</w:t>
            </w:r>
            <w:r w:rsidR="00F831D9" w:rsidRPr="008C4839">
              <w:rPr>
                <w:rFonts w:ascii="Open Sans" w:hAnsi="Open Sans" w:cs="Open Sans"/>
                <w:sz w:val="20"/>
                <w:szCs w:val="20"/>
              </w:rPr>
              <w:t>, o którym mowa w ustawie z dnia 21 czerwca 2001 r. o dodatkach mieszkaniowych,</w:t>
            </w:r>
            <w:r w:rsidR="00983D24" w:rsidRPr="008C4839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8C4839">
              <w:rPr>
                <w:rFonts w:ascii="Open Sans" w:hAnsi="Open Sans" w:cs="Open Sans"/>
                <w:sz w:val="20"/>
                <w:szCs w:val="20"/>
              </w:rPr>
              <w:t xml:space="preserve">w ramach </w:t>
            </w:r>
            <w:proofErr w:type="gramStart"/>
            <w:r w:rsidRPr="008C4839">
              <w:rPr>
                <w:rFonts w:ascii="Open Sans" w:hAnsi="Open Sans" w:cs="Open Sans"/>
                <w:sz w:val="20"/>
                <w:szCs w:val="20"/>
              </w:rPr>
              <w:t>projektu</w:t>
            </w:r>
            <w:r w:rsidR="00983D24" w:rsidRPr="008C4839">
              <w:rPr>
                <w:rFonts w:ascii="Open Sans" w:hAnsi="Open Sans" w:cs="Open Sans"/>
                <w:sz w:val="20"/>
                <w:szCs w:val="20"/>
              </w:rPr>
              <w:t>.</w:t>
            </w:r>
            <w:r w:rsidRPr="008C4839">
              <w:rPr>
                <w:rFonts w:ascii="Open Sans" w:hAnsi="Open Sans" w:cs="Open Sans"/>
                <w:sz w:val="20"/>
                <w:szCs w:val="20"/>
              </w:rPr>
              <w:t>*</w:t>
            </w:r>
            <w:proofErr w:type="gramEnd"/>
          </w:p>
        </w:tc>
        <w:tc>
          <w:tcPr>
            <w:tcW w:w="1278" w:type="dxa"/>
            <w:shd w:val="clear" w:color="auto" w:fill="auto"/>
            <w:vAlign w:val="center"/>
          </w:tcPr>
          <w:p w14:paraId="648DAC82" w14:textId="77777777" w:rsidR="00D614EA" w:rsidRPr="008C4839" w:rsidRDefault="00E53E3D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1FD962" w14:textId="77777777" w:rsidR="00D614EA" w:rsidRPr="008C4839" w:rsidRDefault="00D614EA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896C90" w:rsidRPr="008C4839" w14:paraId="2AA09421" w14:textId="77777777" w:rsidTr="00E53E3D">
        <w:tc>
          <w:tcPr>
            <w:tcW w:w="524" w:type="dxa"/>
            <w:shd w:val="clear" w:color="auto" w:fill="auto"/>
            <w:vAlign w:val="center"/>
          </w:tcPr>
          <w:p w14:paraId="07602A17" w14:textId="77777777" w:rsidR="00896C90" w:rsidRPr="008C4839" w:rsidRDefault="00896C90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2</w:t>
            </w:r>
          </w:p>
        </w:tc>
        <w:tc>
          <w:tcPr>
            <w:tcW w:w="6528" w:type="dxa"/>
            <w:shd w:val="clear" w:color="auto" w:fill="auto"/>
            <w:vAlign w:val="center"/>
          </w:tcPr>
          <w:p w14:paraId="0F3B5F71" w14:textId="77777777" w:rsidR="00896C90" w:rsidRPr="008C4839" w:rsidRDefault="00896C90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Uśredniony wskaźnik EP dla całego projektu (w standardzie przed modernizacją)</w:t>
            </w:r>
            <w:r w:rsidR="00E53E3D" w:rsidRPr="008C4839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73C93688" w14:textId="77777777" w:rsidR="00896C90" w:rsidRPr="008C4839" w:rsidRDefault="00896C90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kWh/m2*rok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3E005D" w14:textId="77777777" w:rsidR="00896C90" w:rsidRPr="008C4839" w:rsidRDefault="00896C90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5E1F326F" w14:textId="04F8F828" w:rsidR="008C4839" w:rsidRPr="008C4839" w:rsidRDefault="00E53E3D" w:rsidP="00E33784">
      <w:pPr>
        <w:autoSpaceDE w:val="0"/>
        <w:autoSpaceDN w:val="0"/>
        <w:adjustRightInd w:val="0"/>
        <w:spacing w:after="60"/>
        <w:rPr>
          <w:rFonts w:ascii="Open Sans" w:hAnsi="Open Sans" w:cs="Open Sans"/>
          <w:color w:val="000000"/>
          <w:sz w:val="20"/>
          <w:szCs w:val="20"/>
          <w:lang w:eastAsia="pl-PL"/>
        </w:rPr>
      </w:pPr>
      <w:r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>* W przypadku braku danych należy wpisać nie dotyczy.</w:t>
      </w:r>
    </w:p>
    <w:p w14:paraId="00EAA592" w14:textId="77777777" w:rsidR="009D3F38" w:rsidRPr="008C4839" w:rsidRDefault="00B3352E" w:rsidP="00E33784">
      <w:pPr>
        <w:numPr>
          <w:ilvl w:val="0"/>
          <w:numId w:val="9"/>
        </w:numPr>
        <w:autoSpaceDE w:val="0"/>
        <w:autoSpaceDN w:val="0"/>
        <w:adjustRightInd w:val="0"/>
        <w:spacing w:after="60"/>
        <w:rPr>
          <w:rFonts w:ascii="Open Sans" w:hAnsi="Open Sans" w:cs="Open Sans"/>
          <w:b/>
          <w:color w:val="000000"/>
          <w:sz w:val="20"/>
          <w:szCs w:val="20"/>
          <w:lang w:eastAsia="pl-PL"/>
        </w:rPr>
      </w:pPr>
      <w:r w:rsidRPr="008C4839">
        <w:rPr>
          <w:rFonts w:ascii="Open Sans" w:hAnsi="Open Sans" w:cs="Open Sans"/>
          <w:b/>
          <w:color w:val="000000"/>
          <w:sz w:val="20"/>
          <w:szCs w:val="20"/>
          <w:lang w:eastAsia="pl-PL"/>
        </w:rPr>
        <w:t>Realizacja przedsięwzięcia w trybie ESCO/EPC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Realizacja przedsięwzięcia w trybie ESCO/EPC"/>
        <w:tblDescription w:val="Realizacja przedsięwzięcia w trybie ESCO/EPC"/>
      </w:tblPr>
      <w:tblGrid>
        <w:gridCol w:w="529"/>
        <w:gridCol w:w="7092"/>
        <w:gridCol w:w="851"/>
        <w:gridCol w:w="850"/>
      </w:tblGrid>
      <w:tr w:rsidR="00306A19" w:rsidRPr="008C4839" w14:paraId="7C56ED12" w14:textId="77777777" w:rsidTr="00306A19">
        <w:tc>
          <w:tcPr>
            <w:tcW w:w="529" w:type="dxa"/>
            <w:shd w:val="clear" w:color="auto" w:fill="auto"/>
            <w:vAlign w:val="center"/>
          </w:tcPr>
          <w:p w14:paraId="44DE7B06" w14:textId="77777777" w:rsidR="00306A19" w:rsidRPr="008C4839" w:rsidRDefault="00306A19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Lp.</w:t>
            </w:r>
          </w:p>
        </w:tc>
        <w:tc>
          <w:tcPr>
            <w:tcW w:w="7092" w:type="dxa"/>
            <w:shd w:val="clear" w:color="auto" w:fill="auto"/>
            <w:vAlign w:val="center"/>
          </w:tcPr>
          <w:p w14:paraId="26227CBC" w14:textId="77777777" w:rsidR="00306A19" w:rsidRPr="008C4839" w:rsidRDefault="00306A19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Zakres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17F84A" w14:textId="77777777" w:rsidR="00306A19" w:rsidRPr="008C4839" w:rsidRDefault="00306A19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Tak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69CE700" w14:textId="77777777" w:rsidR="00306A19" w:rsidRPr="008C4839" w:rsidRDefault="00306A19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Nie</w:t>
            </w:r>
          </w:p>
        </w:tc>
      </w:tr>
      <w:tr w:rsidR="00306A19" w:rsidRPr="008C4839" w14:paraId="752EBD02" w14:textId="77777777" w:rsidTr="00306A19">
        <w:tc>
          <w:tcPr>
            <w:tcW w:w="529" w:type="dxa"/>
            <w:shd w:val="clear" w:color="auto" w:fill="auto"/>
            <w:vAlign w:val="center"/>
          </w:tcPr>
          <w:p w14:paraId="2DD1D855" w14:textId="77777777" w:rsidR="00306A19" w:rsidRPr="008C4839" w:rsidRDefault="00306A19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1</w:t>
            </w:r>
          </w:p>
        </w:tc>
        <w:tc>
          <w:tcPr>
            <w:tcW w:w="7092" w:type="dxa"/>
            <w:shd w:val="clear" w:color="auto" w:fill="auto"/>
            <w:vAlign w:val="center"/>
          </w:tcPr>
          <w:p w14:paraId="6664F40B" w14:textId="77777777" w:rsidR="00306A19" w:rsidRPr="008C4839" w:rsidRDefault="00306A19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 xml:space="preserve">Projekt jest realizowany przy współpracy z </w:t>
            </w:r>
            <w:proofErr w:type="gramStart"/>
            <w:r w:rsidRPr="008C4839">
              <w:rPr>
                <w:rFonts w:ascii="Open Sans" w:hAnsi="Open Sans" w:cs="Open Sans"/>
                <w:sz w:val="20"/>
                <w:szCs w:val="20"/>
              </w:rPr>
              <w:t>firmą  ESCO</w:t>
            </w:r>
            <w:proofErr w:type="gramEnd"/>
            <w:r w:rsidRPr="008C4839">
              <w:rPr>
                <w:rFonts w:ascii="Open Sans" w:hAnsi="Open Sans" w:cs="Open Sans"/>
                <w:sz w:val="20"/>
                <w:szCs w:val="20"/>
              </w:rPr>
              <w:t xml:space="preserve"> w oparciu o umowę EPC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9F3288E" w14:textId="77777777" w:rsidR="00306A19" w:rsidRPr="008C4839" w:rsidRDefault="00306A19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067B245" w14:textId="77777777" w:rsidR="00306A19" w:rsidRPr="008C4839" w:rsidRDefault="00306A19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6A94AABA" w14:textId="77777777" w:rsidR="00C22EA5" w:rsidRPr="008C4839" w:rsidRDefault="00C22EA5" w:rsidP="00E33784">
      <w:pPr>
        <w:autoSpaceDE w:val="0"/>
        <w:autoSpaceDN w:val="0"/>
        <w:adjustRightInd w:val="0"/>
        <w:spacing w:before="360" w:after="60"/>
        <w:rPr>
          <w:rFonts w:ascii="Open Sans" w:hAnsi="Open Sans" w:cs="Open Sans"/>
          <w:b/>
          <w:bCs/>
          <w:sz w:val="20"/>
          <w:szCs w:val="20"/>
        </w:rPr>
      </w:pPr>
      <w:r w:rsidRPr="008C4839">
        <w:rPr>
          <w:rFonts w:ascii="Open Sans" w:hAnsi="Open Sans" w:cs="Open Sans"/>
          <w:b/>
          <w:bCs/>
          <w:sz w:val="20"/>
          <w:szCs w:val="20"/>
        </w:rPr>
        <w:t>I</w:t>
      </w:r>
      <w:r w:rsidR="00B81EB0" w:rsidRPr="008C4839">
        <w:rPr>
          <w:rFonts w:ascii="Open Sans" w:hAnsi="Open Sans" w:cs="Open Sans"/>
          <w:b/>
          <w:bCs/>
          <w:sz w:val="20"/>
          <w:szCs w:val="20"/>
        </w:rPr>
        <w:t>V</w:t>
      </w:r>
      <w:r w:rsidRPr="008C4839">
        <w:rPr>
          <w:rFonts w:ascii="Open Sans" w:hAnsi="Open Sans" w:cs="Open Sans"/>
          <w:b/>
          <w:bCs/>
          <w:sz w:val="20"/>
          <w:szCs w:val="20"/>
        </w:rPr>
        <w:t>. OŚWIADCZENIE O SPEŁNIENIU ZASADY DNSH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OŚWIADCZENIE O SPEŁNIENIU ZASADY DNSH"/>
        <w:tblDescription w:val="OŚWIADCZENIE O SPEŁNIENIU ZASADY DNSH"/>
      </w:tblPr>
      <w:tblGrid>
        <w:gridCol w:w="529"/>
        <w:gridCol w:w="7092"/>
        <w:gridCol w:w="851"/>
        <w:gridCol w:w="850"/>
      </w:tblGrid>
      <w:tr w:rsidR="00B81EB0" w:rsidRPr="008C4839" w14:paraId="534D7906" w14:textId="77777777" w:rsidTr="00093011">
        <w:tc>
          <w:tcPr>
            <w:tcW w:w="529" w:type="dxa"/>
            <w:shd w:val="clear" w:color="auto" w:fill="auto"/>
            <w:vAlign w:val="center"/>
          </w:tcPr>
          <w:p w14:paraId="6466A119" w14:textId="77777777" w:rsidR="00B81EB0" w:rsidRPr="008C4839" w:rsidRDefault="00B81EB0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Lp.</w:t>
            </w:r>
          </w:p>
        </w:tc>
        <w:tc>
          <w:tcPr>
            <w:tcW w:w="7092" w:type="dxa"/>
            <w:shd w:val="clear" w:color="auto" w:fill="auto"/>
            <w:vAlign w:val="center"/>
          </w:tcPr>
          <w:p w14:paraId="503F1BC4" w14:textId="77777777" w:rsidR="00B81EB0" w:rsidRPr="008C4839" w:rsidRDefault="00B81EB0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Zakres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0190652" w14:textId="77777777" w:rsidR="00B81EB0" w:rsidRPr="008C4839" w:rsidRDefault="00B81EB0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Tak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B1442A4" w14:textId="77777777" w:rsidR="00B81EB0" w:rsidRPr="008C4839" w:rsidRDefault="00B81EB0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Nie</w:t>
            </w:r>
          </w:p>
        </w:tc>
      </w:tr>
      <w:tr w:rsidR="00B81EB0" w:rsidRPr="008C4839" w14:paraId="4CD260D0" w14:textId="77777777" w:rsidTr="00093011">
        <w:tc>
          <w:tcPr>
            <w:tcW w:w="529" w:type="dxa"/>
            <w:shd w:val="clear" w:color="auto" w:fill="auto"/>
            <w:vAlign w:val="center"/>
          </w:tcPr>
          <w:p w14:paraId="5E28C74D" w14:textId="77777777" w:rsidR="00B81EB0" w:rsidRPr="008C4839" w:rsidRDefault="00B81EB0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1</w:t>
            </w:r>
          </w:p>
        </w:tc>
        <w:tc>
          <w:tcPr>
            <w:tcW w:w="7092" w:type="dxa"/>
            <w:shd w:val="clear" w:color="auto" w:fill="auto"/>
            <w:vAlign w:val="center"/>
          </w:tcPr>
          <w:p w14:paraId="5D72B2EE" w14:textId="77777777" w:rsidR="00B81EB0" w:rsidRPr="008C4839" w:rsidRDefault="00B81EB0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W związku z ubieganiem się o przyznanie dofinansowania na realizację Projektu pod nazwą „………………………………….” ze środków Programu Fundusze Europejskie na Infrastrukturę, Klimat, Środowisko 2021-2027 w ramach działania FENX.01.01 Efektywność energetyczna oświadczam, że na wszystkich etapach realizacji projektu, od etapu przygotowania, poprzez etap realizacji, eksploatacji do etapu  zamknięcia, zobowiązuję się do przestrzegania zasady DNSH wynikającej z rozporządzenia Parlamentu Europejskiego i Rady (UE) 2020/852 z dnia 18 czerwca 2020 r. w sprawie ustanowienia ram ułatwiających zrównoważone inwestycje, zmieniające rozporządzenie (UE) 2019/2088 (Dz. Urz. UE L 198 z 22.6.2020, s. 13).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474C20" w14:textId="77777777" w:rsidR="00B81EB0" w:rsidRPr="008C4839" w:rsidRDefault="00B81EB0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E401E2D" w14:textId="77777777" w:rsidR="00B81EB0" w:rsidRPr="008C4839" w:rsidRDefault="00B81EB0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B81EB0" w:rsidRPr="008C4839" w14:paraId="28EF9432" w14:textId="77777777" w:rsidTr="00093011">
        <w:tc>
          <w:tcPr>
            <w:tcW w:w="529" w:type="dxa"/>
            <w:shd w:val="clear" w:color="auto" w:fill="auto"/>
            <w:vAlign w:val="center"/>
          </w:tcPr>
          <w:p w14:paraId="3DD8FBCE" w14:textId="77777777" w:rsidR="00B81EB0" w:rsidRPr="008C4839" w:rsidRDefault="00B81EB0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2</w:t>
            </w:r>
          </w:p>
        </w:tc>
        <w:tc>
          <w:tcPr>
            <w:tcW w:w="7092" w:type="dxa"/>
            <w:shd w:val="clear" w:color="auto" w:fill="auto"/>
            <w:vAlign w:val="center"/>
          </w:tcPr>
          <w:p w14:paraId="4840EB6C" w14:textId="77777777" w:rsidR="00B81EB0" w:rsidRPr="008C4839" w:rsidRDefault="00B81EB0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Jednocześnie zobowiązuję się do zawarcia w dokumentacji przetargowej wymogu dla Wykonawcy robót, aby dokumentacja techniczno-budowlana oraz realizacja prac modernizacyjnych były spójne z zasadą DNSH, w szczególności aby były realizowane działania na rzecz maksymalizacji wskaźnika (wagowo) odpadów budowlanych i rozbiórkowych innych niż niebezpieczne wytworzonych na placu budowy, możliwych do ponownego użycia, recyklingu i innego odzysku materiałów, uwzględniając lokalne możliwości w tym zakresie jak również rodzaj i charakter danego projektu oraz aby odpowiednio dobrano technologie, materiały i urządzenia mając na celu zachowanie zasady DNSH.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D94630D" w14:textId="77777777" w:rsidR="00B81EB0" w:rsidRPr="008C4839" w:rsidRDefault="00B81EB0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0A8DB3D" w14:textId="77777777" w:rsidR="00B81EB0" w:rsidRPr="008C4839" w:rsidRDefault="00B81EB0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B81EB0" w:rsidRPr="008C4839" w14:paraId="2B069506" w14:textId="77777777" w:rsidTr="00093011">
        <w:tc>
          <w:tcPr>
            <w:tcW w:w="529" w:type="dxa"/>
            <w:shd w:val="clear" w:color="auto" w:fill="auto"/>
            <w:vAlign w:val="center"/>
          </w:tcPr>
          <w:p w14:paraId="0A14FE43" w14:textId="77777777" w:rsidR="00B81EB0" w:rsidRPr="008C4839" w:rsidRDefault="00B81EB0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3</w:t>
            </w:r>
          </w:p>
        </w:tc>
        <w:tc>
          <w:tcPr>
            <w:tcW w:w="7092" w:type="dxa"/>
            <w:shd w:val="clear" w:color="auto" w:fill="auto"/>
            <w:vAlign w:val="center"/>
          </w:tcPr>
          <w:p w14:paraId="626AF760" w14:textId="77777777" w:rsidR="00B81EB0" w:rsidRPr="008C4839" w:rsidRDefault="00B81EB0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Zobowiązuję się do monitorowania i dokumentowania realizacji projektu zgodnie z zasadą DNSH oraz przedstawienia na każde wezwanie NFOŚiGW zgromadzonej dokumentacji (np. instrukcje wewnętrzne, decyzje, sprawozdania, fotografia, zaświadczenia/oświadczenia itp.) potwierdzającej stosowanie zasady DNSH w trakcie przygotowania i realizacji projektu.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CA11011" w14:textId="77777777" w:rsidR="00B81EB0" w:rsidRPr="008C4839" w:rsidRDefault="00B81EB0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9F22F20" w14:textId="77777777" w:rsidR="00B81EB0" w:rsidRPr="008C4839" w:rsidRDefault="00B81EB0" w:rsidP="00E33784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47FA9706" w14:textId="77777777" w:rsidR="00B81EB0" w:rsidRPr="008C4839" w:rsidRDefault="00B81EB0" w:rsidP="00E33784">
      <w:pPr>
        <w:rPr>
          <w:rFonts w:ascii="Open Sans" w:hAnsi="Open Sans" w:cs="Open Sans"/>
          <w:sz w:val="20"/>
          <w:szCs w:val="20"/>
        </w:rPr>
      </w:pPr>
    </w:p>
    <w:p w14:paraId="73809E03" w14:textId="77777777" w:rsidR="00A4493B" w:rsidRPr="008C4839" w:rsidRDefault="00A4493B" w:rsidP="00E33784">
      <w:pPr>
        <w:ind w:left="5670"/>
        <w:rPr>
          <w:rFonts w:ascii="Open Sans" w:hAnsi="Open Sans" w:cs="Open Sans"/>
          <w:sz w:val="20"/>
          <w:szCs w:val="20"/>
        </w:rPr>
      </w:pPr>
      <w:r w:rsidRPr="008C4839">
        <w:rPr>
          <w:rFonts w:ascii="Open Sans" w:hAnsi="Open Sans" w:cs="Open Sans"/>
          <w:sz w:val="20"/>
          <w:szCs w:val="20"/>
        </w:rPr>
        <w:t>………………………..................</w:t>
      </w:r>
    </w:p>
    <w:p w14:paraId="74FC8093" w14:textId="6DDEA27D" w:rsidR="00D67082" w:rsidRPr="008C4839" w:rsidRDefault="00C22EA5" w:rsidP="00E33784">
      <w:pPr>
        <w:ind w:left="5670"/>
        <w:rPr>
          <w:rFonts w:ascii="Open Sans" w:eastAsia="Arial" w:hAnsi="Open Sans" w:cs="Open Sans"/>
          <w:sz w:val="18"/>
          <w:szCs w:val="18"/>
        </w:rPr>
      </w:pPr>
      <w:r w:rsidRPr="008C4839">
        <w:rPr>
          <w:rFonts w:ascii="Open Sans" w:hAnsi="Open Sans" w:cs="Open Sans"/>
          <w:sz w:val="18"/>
          <w:szCs w:val="18"/>
        </w:rPr>
        <w:t>P</w:t>
      </w:r>
      <w:r w:rsidR="00A4493B" w:rsidRPr="008C4839">
        <w:rPr>
          <w:rFonts w:ascii="Open Sans" w:hAnsi="Open Sans" w:cs="Open Sans"/>
          <w:sz w:val="18"/>
          <w:szCs w:val="18"/>
        </w:rPr>
        <w:t>odpis osoby upoważnionej</w:t>
      </w:r>
    </w:p>
    <w:sectPr w:rsidR="00D67082" w:rsidRPr="008C483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AAC2B7" w14:textId="77777777" w:rsidR="00BA4334" w:rsidRDefault="00BA4334" w:rsidP="00F97A72">
      <w:pPr>
        <w:spacing w:after="0" w:line="240" w:lineRule="auto"/>
      </w:pPr>
      <w:r>
        <w:separator/>
      </w:r>
    </w:p>
  </w:endnote>
  <w:endnote w:type="continuationSeparator" w:id="0">
    <w:p w14:paraId="3DDBCFF8" w14:textId="77777777" w:rsidR="00BA4334" w:rsidRDefault="00BA4334" w:rsidP="00F97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EFF7A" w14:textId="77777777" w:rsidR="00FE2AA6" w:rsidRDefault="00FE2AA6" w:rsidP="00FE2AA6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66A43">
      <w:rPr>
        <w:b/>
        <w:bCs/>
        <w:noProof/>
      </w:rPr>
      <w:t>7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66A43">
      <w:rPr>
        <w:b/>
        <w:bCs/>
        <w:noProof/>
      </w:rPr>
      <w:t>7</w:t>
    </w:r>
    <w:r>
      <w:rPr>
        <w:b/>
        <w:bCs/>
        <w:sz w:val="24"/>
        <w:szCs w:val="24"/>
      </w:rPr>
      <w:fldChar w:fldCharType="end"/>
    </w:r>
  </w:p>
  <w:p w14:paraId="682BD711" w14:textId="77777777" w:rsidR="00FE2AA6" w:rsidRDefault="00FE2A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966F4B" w14:textId="77777777" w:rsidR="00BA4334" w:rsidRDefault="00BA4334" w:rsidP="00F97A72">
      <w:pPr>
        <w:spacing w:after="0" w:line="240" w:lineRule="auto"/>
      </w:pPr>
      <w:r>
        <w:separator/>
      </w:r>
    </w:p>
  </w:footnote>
  <w:footnote w:type="continuationSeparator" w:id="0">
    <w:p w14:paraId="421BF3B2" w14:textId="77777777" w:rsidR="00BA4334" w:rsidRDefault="00BA4334" w:rsidP="00F97A72">
      <w:pPr>
        <w:spacing w:after="0" w:line="240" w:lineRule="auto"/>
      </w:pPr>
      <w:r>
        <w:continuationSeparator/>
      </w:r>
    </w:p>
  </w:footnote>
  <w:footnote w:id="1">
    <w:p w14:paraId="1219FDDD" w14:textId="77777777" w:rsidR="008F1705" w:rsidRPr="00AD03F8" w:rsidRDefault="008F1705" w:rsidP="00AD03F8">
      <w:pPr>
        <w:pStyle w:val="Tekstprzypisudolnego"/>
        <w:jc w:val="both"/>
        <w:rPr>
          <w:rFonts w:ascii="Calibri Light" w:hAnsi="Calibri Light" w:cs="Calibri Light"/>
          <w:sz w:val="18"/>
          <w:szCs w:val="18"/>
        </w:rPr>
      </w:pPr>
      <w:r w:rsidRPr="00AD03F8">
        <w:rPr>
          <w:rStyle w:val="Odwoanieprzypisudolnego"/>
          <w:rFonts w:ascii="Calibri Light" w:hAnsi="Calibri Light" w:cs="Calibri Light"/>
          <w:sz w:val="18"/>
          <w:szCs w:val="18"/>
        </w:rPr>
        <w:footnoteRef/>
      </w:r>
      <w:r w:rsidRPr="00AD03F8">
        <w:rPr>
          <w:rFonts w:ascii="Calibri Light" w:hAnsi="Calibri Light" w:cs="Calibri Light"/>
          <w:sz w:val="18"/>
          <w:szCs w:val="18"/>
        </w:rPr>
        <w:t xml:space="preserve"> Termin przekazania audytu ex-post będzie określony w umowie o dofinansowanie</w:t>
      </w:r>
    </w:p>
  </w:footnote>
  <w:footnote w:id="2">
    <w:p w14:paraId="0A2CD55D" w14:textId="77777777" w:rsidR="002567EC" w:rsidRPr="00AD03F8" w:rsidRDefault="002567EC" w:rsidP="00AD03F8">
      <w:pPr>
        <w:pStyle w:val="Tekstprzypisudolnego"/>
        <w:jc w:val="both"/>
        <w:rPr>
          <w:rFonts w:ascii="Calibri Light" w:hAnsi="Calibri Light" w:cs="Calibri Light"/>
          <w:sz w:val="18"/>
          <w:szCs w:val="18"/>
        </w:rPr>
      </w:pPr>
      <w:r w:rsidRPr="00AD03F8">
        <w:rPr>
          <w:rStyle w:val="Odwoanieprzypisudolnego"/>
          <w:rFonts w:ascii="Calibri Light" w:hAnsi="Calibri Light" w:cs="Calibri Light"/>
          <w:sz w:val="18"/>
          <w:szCs w:val="18"/>
        </w:rPr>
        <w:footnoteRef/>
      </w:r>
      <w:r w:rsidRPr="00AD03F8">
        <w:rPr>
          <w:rFonts w:ascii="Calibri Light" w:hAnsi="Calibri Light" w:cs="Calibri Light"/>
          <w:sz w:val="18"/>
          <w:szCs w:val="18"/>
        </w:rPr>
        <w:t xml:space="preserve"> Wymiana systemów grzewczych zasilanych stałymi paliwami kopalnymi, tj. węglem kamiennym, torfem, węglem brunatnym, łupkami bitumicznymi, na systemy grzewcze zasilane gazem ziemnym, wsparcie możliwe jest tylko do końca 2025 r. i tylko w połączeniu z inwestycjami w efektywność energetyczną (renowacją) budynków</w:t>
      </w:r>
    </w:p>
  </w:footnote>
  <w:footnote w:id="3">
    <w:p w14:paraId="75020E99" w14:textId="77777777" w:rsidR="00AA2853" w:rsidRPr="00AD03F8" w:rsidRDefault="00AA2853" w:rsidP="00AD03F8">
      <w:pPr>
        <w:pStyle w:val="Tekstprzypisudolnego"/>
        <w:jc w:val="both"/>
        <w:rPr>
          <w:rFonts w:ascii="Calibri Light" w:hAnsi="Calibri Light" w:cs="Calibri Light"/>
          <w:sz w:val="18"/>
          <w:szCs w:val="18"/>
        </w:rPr>
      </w:pPr>
      <w:r w:rsidRPr="00AD03F8">
        <w:rPr>
          <w:rStyle w:val="Odwoanieprzypisudolnego"/>
          <w:rFonts w:ascii="Calibri Light" w:hAnsi="Calibri Light" w:cs="Calibri Light"/>
          <w:sz w:val="18"/>
          <w:szCs w:val="18"/>
        </w:rPr>
        <w:footnoteRef/>
      </w:r>
      <w:r w:rsidRPr="00AD03F8">
        <w:rPr>
          <w:rFonts w:ascii="Calibri Light" w:hAnsi="Calibri Light" w:cs="Calibri Light"/>
          <w:sz w:val="18"/>
          <w:szCs w:val="18"/>
        </w:rPr>
        <w:t xml:space="preserve"> Odpowiedź „tak” dla każdego projektu, który uwzględnia budynki przyłączone lub przyłączane do systemów ciepłowniczych w wyniku realizacji projektu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66DAD" w14:textId="77777777" w:rsidR="00F76F00" w:rsidRDefault="00F76F00" w:rsidP="00F97A72">
    <w:pPr>
      <w:pStyle w:val="Nagwek"/>
    </w:pPr>
  </w:p>
  <w:p w14:paraId="43BA4A8F" w14:textId="300F4538" w:rsidR="00F76F00" w:rsidRDefault="00CB2498" w:rsidP="00F97A72">
    <w:pPr>
      <w:pStyle w:val="Nagwek"/>
    </w:pPr>
    <w:r w:rsidRPr="00EF4880">
      <w:rPr>
        <w:noProof/>
        <w:lang w:eastAsia="pl-PL"/>
      </w:rPr>
      <w:drawing>
        <wp:inline distT="0" distB="0" distL="0" distR="0" wp14:anchorId="7B47B730" wp14:editId="474152B8">
          <wp:extent cx="5760720" cy="601980"/>
          <wp:effectExtent l="0" t="0" r="0" b="0"/>
          <wp:docPr id="1" name="Obraz 2" descr="Ciąg znaków FENIKS, RP, UE i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iąg znaków FENIKS, RP, UE i NFOŚiG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CB1914" w14:textId="77777777" w:rsidR="007E3197" w:rsidRPr="007E3197" w:rsidRDefault="007E3197" w:rsidP="007E3197">
    <w:pPr>
      <w:pStyle w:val="Nagwek"/>
      <w:tabs>
        <w:tab w:val="left" w:pos="1515"/>
      </w:tabs>
      <w:jc w:val="right"/>
      <w:rPr>
        <w:rFonts w:ascii="Calibri Light" w:hAnsi="Calibri Light" w:cs="Calibri Light"/>
        <w:sz w:val="20"/>
        <w:szCs w:val="20"/>
      </w:rPr>
    </w:pPr>
    <w:r w:rsidRPr="007E3197">
      <w:rPr>
        <w:rFonts w:ascii="Calibri Light" w:hAnsi="Calibri Light" w:cs="Calibri Light"/>
        <w:sz w:val="20"/>
      </w:rPr>
      <w:t>Wniosek o dofinansowanie dla Programu Priorytetowego – 8.6 Współfinansowanie projektów realizowanych w ramach Programu Fundusze Europejskie na Infrastrukturę, Klimat, Środowisko 2021-2027 (</w:t>
    </w:r>
    <w:proofErr w:type="spellStart"/>
    <w:r w:rsidRPr="007E3197">
      <w:rPr>
        <w:rFonts w:ascii="Calibri Light" w:hAnsi="Calibri Light" w:cs="Calibri Light"/>
        <w:sz w:val="20"/>
      </w:rPr>
      <w:t>FEnIKS</w:t>
    </w:r>
    <w:proofErr w:type="spellEnd"/>
    <w:r w:rsidRPr="007E3197">
      <w:rPr>
        <w:rFonts w:ascii="Calibri Light" w:hAnsi="Calibri Light" w:cs="Calibri Light"/>
        <w:sz w:val="20"/>
      </w:rPr>
      <w:t xml:space="preserve">) Część 3) Poprawa efektywności energetycznej w budynkach mieszkalnych (wraz z </w:t>
    </w:r>
    <w:r w:rsidRPr="007E3197">
      <w:rPr>
        <w:rFonts w:ascii="Calibri Light" w:hAnsi="Calibri Light" w:cs="Calibri Light"/>
        <w:sz w:val="20"/>
        <w:szCs w:val="20"/>
      </w:rPr>
      <w:t>instalacją OZE) – budynki wielorodzinne</w:t>
    </w:r>
  </w:p>
  <w:p w14:paraId="768DF8E4" w14:textId="77777777" w:rsidR="00B45291" w:rsidRPr="007E3197" w:rsidRDefault="00C22EA5" w:rsidP="007E3197">
    <w:pPr>
      <w:pStyle w:val="Nagwek"/>
      <w:tabs>
        <w:tab w:val="left" w:pos="1515"/>
      </w:tabs>
      <w:jc w:val="right"/>
      <w:rPr>
        <w:rFonts w:ascii="Calibri Light" w:hAnsi="Calibri Light" w:cs="Calibri Light"/>
        <w:sz w:val="20"/>
        <w:szCs w:val="20"/>
      </w:rPr>
    </w:pPr>
    <w:r w:rsidRPr="007E3197">
      <w:rPr>
        <w:rFonts w:ascii="Calibri Light" w:hAnsi="Calibri Light" w:cs="Calibri Light"/>
        <w:sz w:val="20"/>
        <w:szCs w:val="20"/>
      </w:rPr>
      <w:t>Załącznik</w:t>
    </w:r>
    <w:r w:rsidR="00BC41DE" w:rsidRPr="007E3197">
      <w:rPr>
        <w:rFonts w:ascii="Calibri Light" w:hAnsi="Calibri Light" w:cs="Calibri Light"/>
        <w:sz w:val="20"/>
        <w:szCs w:val="20"/>
      </w:rPr>
      <w:t xml:space="preserve"> 5</w:t>
    </w:r>
    <w:r w:rsidRPr="007E3197">
      <w:rPr>
        <w:rFonts w:ascii="Calibri Light" w:hAnsi="Calibri Light" w:cs="Calibri Light"/>
        <w:sz w:val="20"/>
        <w:szCs w:val="20"/>
      </w:rPr>
      <w:t xml:space="preserve"> - Część ekologiczno-techniczna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A0E15"/>
    <w:multiLevelType w:val="hybridMultilevel"/>
    <w:tmpl w:val="73AC1C9C"/>
    <w:lvl w:ilvl="0" w:tplc="FFFFFFFF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15" w:hanging="360"/>
      </w:pPr>
    </w:lvl>
    <w:lvl w:ilvl="2" w:tplc="FFFFFFFF" w:tentative="1">
      <w:start w:val="1"/>
      <w:numFmt w:val="lowerRoman"/>
      <w:lvlText w:val="%3."/>
      <w:lvlJc w:val="right"/>
      <w:pPr>
        <w:ind w:left="1935" w:hanging="180"/>
      </w:pPr>
    </w:lvl>
    <w:lvl w:ilvl="3" w:tplc="FFFFFFFF" w:tentative="1">
      <w:start w:val="1"/>
      <w:numFmt w:val="decimal"/>
      <w:lvlText w:val="%4."/>
      <w:lvlJc w:val="left"/>
      <w:pPr>
        <w:ind w:left="2655" w:hanging="360"/>
      </w:pPr>
    </w:lvl>
    <w:lvl w:ilvl="4" w:tplc="FFFFFFFF" w:tentative="1">
      <w:start w:val="1"/>
      <w:numFmt w:val="lowerLetter"/>
      <w:lvlText w:val="%5."/>
      <w:lvlJc w:val="left"/>
      <w:pPr>
        <w:ind w:left="3375" w:hanging="360"/>
      </w:pPr>
    </w:lvl>
    <w:lvl w:ilvl="5" w:tplc="FFFFFFFF" w:tentative="1">
      <w:start w:val="1"/>
      <w:numFmt w:val="lowerRoman"/>
      <w:lvlText w:val="%6."/>
      <w:lvlJc w:val="right"/>
      <w:pPr>
        <w:ind w:left="4095" w:hanging="180"/>
      </w:pPr>
    </w:lvl>
    <w:lvl w:ilvl="6" w:tplc="FFFFFFFF" w:tentative="1">
      <w:start w:val="1"/>
      <w:numFmt w:val="decimal"/>
      <w:lvlText w:val="%7."/>
      <w:lvlJc w:val="left"/>
      <w:pPr>
        <w:ind w:left="4815" w:hanging="360"/>
      </w:pPr>
    </w:lvl>
    <w:lvl w:ilvl="7" w:tplc="FFFFFFFF" w:tentative="1">
      <w:start w:val="1"/>
      <w:numFmt w:val="lowerLetter"/>
      <w:lvlText w:val="%8."/>
      <w:lvlJc w:val="left"/>
      <w:pPr>
        <w:ind w:left="5535" w:hanging="360"/>
      </w:pPr>
    </w:lvl>
    <w:lvl w:ilvl="8" w:tplc="FFFFFFFF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" w15:restartNumberingAfterBreak="0">
    <w:nsid w:val="09AB06ED"/>
    <w:multiLevelType w:val="hybridMultilevel"/>
    <w:tmpl w:val="4EB60728"/>
    <w:lvl w:ilvl="0" w:tplc="0480E96C">
      <w:start w:val="1"/>
      <w:numFmt w:val="decimal"/>
      <w:lvlText w:val="%1)"/>
      <w:lvlJc w:val="left"/>
      <w:pPr>
        <w:ind w:left="144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513861"/>
    <w:multiLevelType w:val="hybridMultilevel"/>
    <w:tmpl w:val="C4A69B44"/>
    <w:lvl w:ilvl="0" w:tplc="FFFFFFFF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15" w:hanging="360"/>
      </w:pPr>
    </w:lvl>
    <w:lvl w:ilvl="2" w:tplc="FFFFFFFF" w:tentative="1">
      <w:start w:val="1"/>
      <w:numFmt w:val="lowerRoman"/>
      <w:lvlText w:val="%3."/>
      <w:lvlJc w:val="right"/>
      <w:pPr>
        <w:ind w:left="1935" w:hanging="180"/>
      </w:pPr>
    </w:lvl>
    <w:lvl w:ilvl="3" w:tplc="FFFFFFFF" w:tentative="1">
      <w:start w:val="1"/>
      <w:numFmt w:val="decimal"/>
      <w:lvlText w:val="%4."/>
      <w:lvlJc w:val="left"/>
      <w:pPr>
        <w:ind w:left="2655" w:hanging="360"/>
      </w:pPr>
    </w:lvl>
    <w:lvl w:ilvl="4" w:tplc="FFFFFFFF" w:tentative="1">
      <w:start w:val="1"/>
      <w:numFmt w:val="lowerLetter"/>
      <w:lvlText w:val="%5."/>
      <w:lvlJc w:val="left"/>
      <w:pPr>
        <w:ind w:left="3375" w:hanging="360"/>
      </w:pPr>
    </w:lvl>
    <w:lvl w:ilvl="5" w:tplc="FFFFFFFF" w:tentative="1">
      <w:start w:val="1"/>
      <w:numFmt w:val="lowerRoman"/>
      <w:lvlText w:val="%6."/>
      <w:lvlJc w:val="right"/>
      <w:pPr>
        <w:ind w:left="4095" w:hanging="180"/>
      </w:pPr>
    </w:lvl>
    <w:lvl w:ilvl="6" w:tplc="FFFFFFFF" w:tentative="1">
      <w:start w:val="1"/>
      <w:numFmt w:val="decimal"/>
      <w:lvlText w:val="%7."/>
      <w:lvlJc w:val="left"/>
      <w:pPr>
        <w:ind w:left="4815" w:hanging="360"/>
      </w:pPr>
    </w:lvl>
    <w:lvl w:ilvl="7" w:tplc="FFFFFFFF" w:tentative="1">
      <w:start w:val="1"/>
      <w:numFmt w:val="lowerLetter"/>
      <w:lvlText w:val="%8."/>
      <w:lvlJc w:val="left"/>
      <w:pPr>
        <w:ind w:left="5535" w:hanging="360"/>
      </w:pPr>
    </w:lvl>
    <w:lvl w:ilvl="8" w:tplc="FFFFFFFF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 w15:restartNumberingAfterBreak="0">
    <w:nsid w:val="15324E0B"/>
    <w:multiLevelType w:val="hybridMultilevel"/>
    <w:tmpl w:val="76925932"/>
    <w:lvl w:ilvl="0" w:tplc="FFFFFFFF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15" w:hanging="360"/>
      </w:pPr>
    </w:lvl>
    <w:lvl w:ilvl="2" w:tplc="FFFFFFFF" w:tentative="1">
      <w:start w:val="1"/>
      <w:numFmt w:val="lowerRoman"/>
      <w:lvlText w:val="%3."/>
      <w:lvlJc w:val="right"/>
      <w:pPr>
        <w:ind w:left="1935" w:hanging="180"/>
      </w:pPr>
    </w:lvl>
    <w:lvl w:ilvl="3" w:tplc="FFFFFFFF" w:tentative="1">
      <w:start w:val="1"/>
      <w:numFmt w:val="decimal"/>
      <w:lvlText w:val="%4."/>
      <w:lvlJc w:val="left"/>
      <w:pPr>
        <w:ind w:left="2655" w:hanging="360"/>
      </w:pPr>
    </w:lvl>
    <w:lvl w:ilvl="4" w:tplc="FFFFFFFF" w:tentative="1">
      <w:start w:val="1"/>
      <w:numFmt w:val="lowerLetter"/>
      <w:lvlText w:val="%5."/>
      <w:lvlJc w:val="left"/>
      <w:pPr>
        <w:ind w:left="3375" w:hanging="360"/>
      </w:pPr>
    </w:lvl>
    <w:lvl w:ilvl="5" w:tplc="FFFFFFFF" w:tentative="1">
      <w:start w:val="1"/>
      <w:numFmt w:val="lowerRoman"/>
      <w:lvlText w:val="%6."/>
      <w:lvlJc w:val="right"/>
      <w:pPr>
        <w:ind w:left="4095" w:hanging="180"/>
      </w:pPr>
    </w:lvl>
    <w:lvl w:ilvl="6" w:tplc="FFFFFFFF" w:tentative="1">
      <w:start w:val="1"/>
      <w:numFmt w:val="decimal"/>
      <w:lvlText w:val="%7."/>
      <w:lvlJc w:val="left"/>
      <w:pPr>
        <w:ind w:left="4815" w:hanging="360"/>
      </w:pPr>
    </w:lvl>
    <w:lvl w:ilvl="7" w:tplc="FFFFFFFF" w:tentative="1">
      <w:start w:val="1"/>
      <w:numFmt w:val="lowerLetter"/>
      <w:lvlText w:val="%8."/>
      <w:lvlJc w:val="left"/>
      <w:pPr>
        <w:ind w:left="5535" w:hanging="360"/>
      </w:pPr>
    </w:lvl>
    <w:lvl w:ilvl="8" w:tplc="FFFFFFFF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 w15:restartNumberingAfterBreak="0">
    <w:nsid w:val="15E111FE"/>
    <w:multiLevelType w:val="hybridMultilevel"/>
    <w:tmpl w:val="C20A8244"/>
    <w:lvl w:ilvl="0" w:tplc="88523F86">
      <w:start w:val="1"/>
      <w:numFmt w:val="bullet"/>
      <w:lvlText w:val="·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B14FA"/>
    <w:multiLevelType w:val="hybridMultilevel"/>
    <w:tmpl w:val="3B40597A"/>
    <w:lvl w:ilvl="0" w:tplc="FFFFFFFF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15" w:hanging="360"/>
      </w:pPr>
    </w:lvl>
    <w:lvl w:ilvl="2" w:tplc="FFFFFFFF" w:tentative="1">
      <w:start w:val="1"/>
      <w:numFmt w:val="lowerRoman"/>
      <w:lvlText w:val="%3."/>
      <w:lvlJc w:val="right"/>
      <w:pPr>
        <w:ind w:left="1935" w:hanging="180"/>
      </w:pPr>
    </w:lvl>
    <w:lvl w:ilvl="3" w:tplc="FFFFFFFF" w:tentative="1">
      <w:start w:val="1"/>
      <w:numFmt w:val="decimal"/>
      <w:lvlText w:val="%4."/>
      <w:lvlJc w:val="left"/>
      <w:pPr>
        <w:ind w:left="2655" w:hanging="360"/>
      </w:pPr>
    </w:lvl>
    <w:lvl w:ilvl="4" w:tplc="FFFFFFFF" w:tentative="1">
      <w:start w:val="1"/>
      <w:numFmt w:val="lowerLetter"/>
      <w:lvlText w:val="%5."/>
      <w:lvlJc w:val="left"/>
      <w:pPr>
        <w:ind w:left="3375" w:hanging="360"/>
      </w:pPr>
    </w:lvl>
    <w:lvl w:ilvl="5" w:tplc="FFFFFFFF" w:tentative="1">
      <w:start w:val="1"/>
      <w:numFmt w:val="lowerRoman"/>
      <w:lvlText w:val="%6."/>
      <w:lvlJc w:val="right"/>
      <w:pPr>
        <w:ind w:left="4095" w:hanging="180"/>
      </w:pPr>
    </w:lvl>
    <w:lvl w:ilvl="6" w:tplc="FFFFFFFF" w:tentative="1">
      <w:start w:val="1"/>
      <w:numFmt w:val="decimal"/>
      <w:lvlText w:val="%7."/>
      <w:lvlJc w:val="left"/>
      <w:pPr>
        <w:ind w:left="4815" w:hanging="360"/>
      </w:pPr>
    </w:lvl>
    <w:lvl w:ilvl="7" w:tplc="FFFFFFFF" w:tentative="1">
      <w:start w:val="1"/>
      <w:numFmt w:val="lowerLetter"/>
      <w:lvlText w:val="%8."/>
      <w:lvlJc w:val="left"/>
      <w:pPr>
        <w:ind w:left="5535" w:hanging="360"/>
      </w:pPr>
    </w:lvl>
    <w:lvl w:ilvl="8" w:tplc="FFFFFFFF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6" w15:restartNumberingAfterBreak="0">
    <w:nsid w:val="24557F5C"/>
    <w:multiLevelType w:val="hybridMultilevel"/>
    <w:tmpl w:val="4F1448E8"/>
    <w:lvl w:ilvl="0" w:tplc="FFFFFFFF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15" w:hanging="360"/>
      </w:pPr>
    </w:lvl>
    <w:lvl w:ilvl="2" w:tplc="FFFFFFFF" w:tentative="1">
      <w:start w:val="1"/>
      <w:numFmt w:val="lowerRoman"/>
      <w:lvlText w:val="%3."/>
      <w:lvlJc w:val="right"/>
      <w:pPr>
        <w:ind w:left="1935" w:hanging="180"/>
      </w:pPr>
    </w:lvl>
    <w:lvl w:ilvl="3" w:tplc="FFFFFFFF" w:tentative="1">
      <w:start w:val="1"/>
      <w:numFmt w:val="decimal"/>
      <w:lvlText w:val="%4."/>
      <w:lvlJc w:val="left"/>
      <w:pPr>
        <w:ind w:left="2655" w:hanging="360"/>
      </w:pPr>
    </w:lvl>
    <w:lvl w:ilvl="4" w:tplc="FFFFFFFF" w:tentative="1">
      <w:start w:val="1"/>
      <w:numFmt w:val="lowerLetter"/>
      <w:lvlText w:val="%5."/>
      <w:lvlJc w:val="left"/>
      <w:pPr>
        <w:ind w:left="3375" w:hanging="360"/>
      </w:pPr>
    </w:lvl>
    <w:lvl w:ilvl="5" w:tplc="FFFFFFFF" w:tentative="1">
      <w:start w:val="1"/>
      <w:numFmt w:val="lowerRoman"/>
      <w:lvlText w:val="%6."/>
      <w:lvlJc w:val="right"/>
      <w:pPr>
        <w:ind w:left="4095" w:hanging="180"/>
      </w:pPr>
    </w:lvl>
    <w:lvl w:ilvl="6" w:tplc="FFFFFFFF" w:tentative="1">
      <w:start w:val="1"/>
      <w:numFmt w:val="decimal"/>
      <w:lvlText w:val="%7."/>
      <w:lvlJc w:val="left"/>
      <w:pPr>
        <w:ind w:left="4815" w:hanging="360"/>
      </w:pPr>
    </w:lvl>
    <w:lvl w:ilvl="7" w:tplc="FFFFFFFF" w:tentative="1">
      <w:start w:val="1"/>
      <w:numFmt w:val="lowerLetter"/>
      <w:lvlText w:val="%8."/>
      <w:lvlJc w:val="left"/>
      <w:pPr>
        <w:ind w:left="5535" w:hanging="360"/>
      </w:pPr>
    </w:lvl>
    <w:lvl w:ilvl="8" w:tplc="FFFFFFFF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7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31D03A8A"/>
    <w:multiLevelType w:val="hybridMultilevel"/>
    <w:tmpl w:val="2E5863B6"/>
    <w:lvl w:ilvl="0" w:tplc="FFFFFFFF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15" w:hanging="360"/>
      </w:pPr>
    </w:lvl>
    <w:lvl w:ilvl="2" w:tplc="FFFFFFFF" w:tentative="1">
      <w:start w:val="1"/>
      <w:numFmt w:val="lowerRoman"/>
      <w:lvlText w:val="%3."/>
      <w:lvlJc w:val="right"/>
      <w:pPr>
        <w:ind w:left="1935" w:hanging="180"/>
      </w:pPr>
    </w:lvl>
    <w:lvl w:ilvl="3" w:tplc="FFFFFFFF" w:tentative="1">
      <w:start w:val="1"/>
      <w:numFmt w:val="decimal"/>
      <w:lvlText w:val="%4."/>
      <w:lvlJc w:val="left"/>
      <w:pPr>
        <w:ind w:left="2655" w:hanging="360"/>
      </w:pPr>
    </w:lvl>
    <w:lvl w:ilvl="4" w:tplc="FFFFFFFF" w:tentative="1">
      <w:start w:val="1"/>
      <w:numFmt w:val="lowerLetter"/>
      <w:lvlText w:val="%5."/>
      <w:lvlJc w:val="left"/>
      <w:pPr>
        <w:ind w:left="3375" w:hanging="360"/>
      </w:pPr>
    </w:lvl>
    <w:lvl w:ilvl="5" w:tplc="FFFFFFFF" w:tentative="1">
      <w:start w:val="1"/>
      <w:numFmt w:val="lowerRoman"/>
      <w:lvlText w:val="%6."/>
      <w:lvlJc w:val="right"/>
      <w:pPr>
        <w:ind w:left="4095" w:hanging="180"/>
      </w:pPr>
    </w:lvl>
    <w:lvl w:ilvl="6" w:tplc="FFFFFFFF" w:tentative="1">
      <w:start w:val="1"/>
      <w:numFmt w:val="decimal"/>
      <w:lvlText w:val="%7."/>
      <w:lvlJc w:val="left"/>
      <w:pPr>
        <w:ind w:left="4815" w:hanging="360"/>
      </w:pPr>
    </w:lvl>
    <w:lvl w:ilvl="7" w:tplc="FFFFFFFF" w:tentative="1">
      <w:start w:val="1"/>
      <w:numFmt w:val="lowerLetter"/>
      <w:lvlText w:val="%8."/>
      <w:lvlJc w:val="left"/>
      <w:pPr>
        <w:ind w:left="5535" w:hanging="360"/>
      </w:pPr>
    </w:lvl>
    <w:lvl w:ilvl="8" w:tplc="FFFFFFFF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9" w15:restartNumberingAfterBreak="0">
    <w:nsid w:val="352F105E"/>
    <w:multiLevelType w:val="hybridMultilevel"/>
    <w:tmpl w:val="53E0448E"/>
    <w:lvl w:ilvl="0" w:tplc="4588C20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0" w15:restartNumberingAfterBreak="0">
    <w:nsid w:val="37433731"/>
    <w:multiLevelType w:val="hybridMultilevel"/>
    <w:tmpl w:val="A998DBCC"/>
    <w:lvl w:ilvl="0" w:tplc="D8B056D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 Light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872808"/>
    <w:multiLevelType w:val="hybridMultilevel"/>
    <w:tmpl w:val="D48E00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0741CA"/>
    <w:multiLevelType w:val="hybridMultilevel"/>
    <w:tmpl w:val="53E0448E"/>
    <w:lvl w:ilvl="0" w:tplc="4588C20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3" w15:restartNumberingAfterBreak="0">
    <w:nsid w:val="3EAB78F1"/>
    <w:multiLevelType w:val="hybridMultilevel"/>
    <w:tmpl w:val="2EBAFCCC"/>
    <w:lvl w:ilvl="0" w:tplc="FFFFFFFF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15" w:hanging="360"/>
      </w:pPr>
    </w:lvl>
    <w:lvl w:ilvl="2" w:tplc="FFFFFFFF" w:tentative="1">
      <w:start w:val="1"/>
      <w:numFmt w:val="lowerRoman"/>
      <w:lvlText w:val="%3."/>
      <w:lvlJc w:val="right"/>
      <w:pPr>
        <w:ind w:left="1935" w:hanging="180"/>
      </w:pPr>
    </w:lvl>
    <w:lvl w:ilvl="3" w:tplc="FFFFFFFF" w:tentative="1">
      <w:start w:val="1"/>
      <w:numFmt w:val="decimal"/>
      <w:lvlText w:val="%4."/>
      <w:lvlJc w:val="left"/>
      <w:pPr>
        <w:ind w:left="2655" w:hanging="360"/>
      </w:pPr>
    </w:lvl>
    <w:lvl w:ilvl="4" w:tplc="FFFFFFFF" w:tentative="1">
      <w:start w:val="1"/>
      <w:numFmt w:val="lowerLetter"/>
      <w:lvlText w:val="%5."/>
      <w:lvlJc w:val="left"/>
      <w:pPr>
        <w:ind w:left="3375" w:hanging="360"/>
      </w:pPr>
    </w:lvl>
    <w:lvl w:ilvl="5" w:tplc="FFFFFFFF" w:tentative="1">
      <w:start w:val="1"/>
      <w:numFmt w:val="lowerRoman"/>
      <w:lvlText w:val="%6."/>
      <w:lvlJc w:val="right"/>
      <w:pPr>
        <w:ind w:left="4095" w:hanging="180"/>
      </w:pPr>
    </w:lvl>
    <w:lvl w:ilvl="6" w:tplc="FFFFFFFF" w:tentative="1">
      <w:start w:val="1"/>
      <w:numFmt w:val="decimal"/>
      <w:lvlText w:val="%7."/>
      <w:lvlJc w:val="left"/>
      <w:pPr>
        <w:ind w:left="4815" w:hanging="360"/>
      </w:pPr>
    </w:lvl>
    <w:lvl w:ilvl="7" w:tplc="FFFFFFFF" w:tentative="1">
      <w:start w:val="1"/>
      <w:numFmt w:val="lowerLetter"/>
      <w:lvlText w:val="%8."/>
      <w:lvlJc w:val="left"/>
      <w:pPr>
        <w:ind w:left="5535" w:hanging="360"/>
      </w:pPr>
    </w:lvl>
    <w:lvl w:ilvl="8" w:tplc="FFFFFFFF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4" w15:restartNumberingAfterBreak="0">
    <w:nsid w:val="4F4A0FEA"/>
    <w:multiLevelType w:val="hybridMultilevel"/>
    <w:tmpl w:val="A5CC0728"/>
    <w:lvl w:ilvl="0" w:tplc="041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8C1F12"/>
    <w:multiLevelType w:val="hybridMultilevel"/>
    <w:tmpl w:val="6E46D1D4"/>
    <w:lvl w:ilvl="0" w:tplc="D0F62C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014AE8"/>
    <w:multiLevelType w:val="hybridMultilevel"/>
    <w:tmpl w:val="EBB4ECAA"/>
    <w:lvl w:ilvl="0" w:tplc="88523F86">
      <w:start w:val="1"/>
      <w:numFmt w:val="bullet"/>
      <w:lvlText w:val="·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0B121B"/>
    <w:multiLevelType w:val="hybridMultilevel"/>
    <w:tmpl w:val="53E0448E"/>
    <w:lvl w:ilvl="0" w:tplc="FFFFFFFF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15" w:hanging="360"/>
      </w:pPr>
    </w:lvl>
    <w:lvl w:ilvl="2" w:tplc="FFFFFFFF" w:tentative="1">
      <w:start w:val="1"/>
      <w:numFmt w:val="lowerRoman"/>
      <w:lvlText w:val="%3."/>
      <w:lvlJc w:val="right"/>
      <w:pPr>
        <w:ind w:left="1935" w:hanging="180"/>
      </w:pPr>
    </w:lvl>
    <w:lvl w:ilvl="3" w:tplc="FFFFFFFF" w:tentative="1">
      <w:start w:val="1"/>
      <w:numFmt w:val="decimal"/>
      <w:lvlText w:val="%4."/>
      <w:lvlJc w:val="left"/>
      <w:pPr>
        <w:ind w:left="2655" w:hanging="360"/>
      </w:pPr>
    </w:lvl>
    <w:lvl w:ilvl="4" w:tplc="FFFFFFFF" w:tentative="1">
      <w:start w:val="1"/>
      <w:numFmt w:val="lowerLetter"/>
      <w:lvlText w:val="%5."/>
      <w:lvlJc w:val="left"/>
      <w:pPr>
        <w:ind w:left="3375" w:hanging="360"/>
      </w:pPr>
    </w:lvl>
    <w:lvl w:ilvl="5" w:tplc="FFFFFFFF" w:tentative="1">
      <w:start w:val="1"/>
      <w:numFmt w:val="lowerRoman"/>
      <w:lvlText w:val="%6."/>
      <w:lvlJc w:val="right"/>
      <w:pPr>
        <w:ind w:left="4095" w:hanging="180"/>
      </w:pPr>
    </w:lvl>
    <w:lvl w:ilvl="6" w:tplc="FFFFFFFF" w:tentative="1">
      <w:start w:val="1"/>
      <w:numFmt w:val="decimal"/>
      <w:lvlText w:val="%7."/>
      <w:lvlJc w:val="left"/>
      <w:pPr>
        <w:ind w:left="4815" w:hanging="360"/>
      </w:pPr>
    </w:lvl>
    <w:lvl w:ilvl="7" w:tplc="FFFFFFFF" w:tentative="1">
      <w:start w:val="1"/>
      <w:numFmt w:val="lowerLetter"/>
      <w:lvlText w:val="%8."/>
      <w:lvlJc w:val="left"/>
      <w:pPr>
        <w:ind w:left="5535" w:hanging="360"/>
      </w:pPr>
    </w:lvl>
    <w:lvl w:ilvl="8" w:tplc="FFFFFFFF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8" w15:restartNumberingAfterBreak="0">
    <w:nsid w:val="6B653D91"/>
    <w:multiLevelType w:val="hybridMultilevel"/>
    <w:tmpl w:val="0E042E16"/>
    <w:lvl w:ilvl="0" w:tplc="FFFFFFFF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15" w:hanging="360"/>
      </w:pPr>
    </w:lvl>
    <w:lvl w:ilvl="2" w:tplc="FFFFFFFF" w:tentative="1">
      <w:start w:val="1"/>
      <w:numFmt w:val="lowerRoman"/>
      <w:lvlText w:val="%3."/>
      <w:lvlJc w:val="right"/>
      <w:pPr>
        <w:ind w:left="1935" w:hanging="180"/>
      </w:pPr>
    </w:lvl>
    <w:lvl w:ilvl="3" w:tplc="FFFFFFFF" w:tentative="1">
      <w:start w:val="1"/>
      <w:numFmt w:val="decimal"/>
      <w:lvlText w:val="%4."/>
      <w:lvlJc w:val="left"/>
      <w:pPr>
        <w:ind w:left="2655" w:hanging="360"/>
      </w:pPr>
    </w:lvl>
    <w:lvl w:ilvl="4" w:tplc="FFFFFFFF" w:tentative="1">
      <w:start w:val="1"/>
      <w:numFmt w:val="lowerLetter"/>
      <w:lvlText w:val="%5."/>
      <w:lvlJc w:val="left"/>
      <w:pPr>
        <w:ind w:left="3375" w:hanging="360"/>
      </w:pPr>
    </w:lvl>
    <w:lvl w:ilvl="5" w:tplc="FFFFFFFF" w:tentative="1">
      <w:start w:val="1"/>
      <w:numFmt w:val="lowerRoman"/>
      <w:lvlText w:val="%6."/>
      <w:lvlJc w:val="right"/>
      <w:pPr>
        <w:ind w:left="4095" w:hanging="180"/>
      </w:pPr>
    </w:lvl>
    <w:lvl w:ilvl="6" w:tplc="FFFFFFFF" w:tentative="1">
      <w:start w:val="1"/>
      <w:numFmt w:val="decimal"/>
      <w:lvlText w:val="%7."/>
      <w:lvlJc w:val="left"/>
      <w:pPr>
        <w:ind w:left="4815" w:hanging="360"/>
      </w:pPr>
    </w:lvl>
    <w:lvl w:ilvl="7" w:tplc="FFFFFFFF" w:tentative="1">
      <w:start w:val="1"/>
      <w:numFmt w:val="lowerLetter"/>
      <w:lvlText w:val="%8."/>
      <w:lvlJc w:val="left"/>
      <w:pPr>
        <w:ind w:left="5535" w:hanging="360"/>
      </w:pPr>
    </w:lvl>
    <w:lvl w:ilvl="8" w:tplc="FFFFFFFF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9" w15:restartNumberingAfterBreak="0">
    <w:nsid w:val="6CCD50B6"/>
    <w:multiLevelType w:val="hybridMultilevel"/>
    <w:tmpl w:val="53E0448E"/>
    <w:lvl w:ilvl="0" w:tplc="4588C20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0" w15:restartNumberingAfterBreak="0">
    <w:nsid w:val="7C506D84"/>
    <w:multiLevelType w:val="hybridMultilevel"/>
    <w:tmpl w:val="825CA19A"/>
    <w:lvl w:ilvl="0" w:tplc="8A0C90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3003336">
    <w:abstractNumId w:val="12"/>
  </w:num>
  <w:num w:numId="2" w16cid:durableId="843933045">
    <w:abstractNumId w:val="14"/>
  </w:num>
  <w:num w:numId="3" w16cid:durableId="90707437">
    <w:abstractNumId w:val="9"/>
  </w:num>
  <w:num w:numId="4" w16cid:durableId="1421371459">
    <w:abstractNumId w:val="19"/>
  </w:num>
  <w:num w:numId="5" w16cid:durableId="299459260">
    <w:abstractNumId w:val="16"/>
  </w:num>
  <w:num w:numId="6" w16cid:durableId="477068298">
    <w:abstractNumId w:val="4"/>
  </w:num>
  <w:num w:numId="7" w16cid:durableId="19749202">
    <w:abstractNumId w:val="1"/>
  </w:num>
  <w:num w:numId="8" w16cid:durableId="1572694649">
    <w:abstractNumId w:val="7"/>
  </w:num>
  <w:num w:numId="9" w16cid:durableId="72361775">
    <w:abstractNumId w:val="18"/>
  </w:num>
  <w:num w:numId="10" w16cid:durableId="41174379">
    <w:abstractNumId w:val="17"/>
  </w:num>
  <w:num w:numId="11" w16cid:durableId="1759131530">
    <w:abstractNumId w:val="8"/>
  </w:num>
  <w:num w:numId="12" w16cid:durableId="1441954835">
    <w:abstractNumId w:val="13"/>
  </w:num>
  <w:num w:numId="13" w16cid:durableId="1082068253">
    <w:abstractNumId w:val="2"/>
  </w:num>
  <w:num w:numId="14" w16cid:durableId="1218779515">
    <w:abstractNumId w:val="5"/>
  </w:num>
  <w:num w:numId="15" w16cid:durableId="922183307">
    <w:abstractNumId w:val="3"/>
  </w:num>
  <w:num w:numId="16" w16cid:durableId="769664250">
    <w:abstractNumId w:val="6"/>
  </w:num>
  <w:num w:numId="17" w16cid:durableId="1152912512">
    <w:abstractNumId w:val="0"/>
  </w:num>
  <w:num w:numId="18" w16cid:durableId="1200124847">
    <w:abstractNumId w:val="20"/>
  </w:num>
  <w:num w:numId="19" w16cid:durableId="1309551539">
    <w:abstractNumId w:val="15"/>
  </w:num>
  <w:num w:numId="20" w16cid:durableId="462820068">
    <w:abstractNumId w:val="10"/>
  </w:num>
  <w:num w:numId="21" w16cid:durableId="15665307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9F0"/>
    <w:rsid w:val="00021658"/>
    <w:rsid w:val="00026593"/>
    <w:rsid w:val="00035932"/>
    <w:rsid w:val="00036928"/>
    <w:rsid w:val="000432DB"/>
    <w:rsid w:val="00065C77"/>
    <w:rsid w:val="00082ED6"/>
    <w:rsid w:val="00084EC9"/>
    <w:rsid w:val="00093011"/>
    <w:rsid w:val="000A7D7A"/>
    <w:rsid w:val="000C39AA"/>
    <w:rsid w:val="000E4DFF"/>
    <w:rsid w:val="001405EE"/>
    <w:rsid w:val="001535ED"/>
    <w:rsid w:val="00156963"/>
    <w:rsid w:val="001608A0"/>
    <w:rsid w:val="0016758C"/>
    <w:rsid w:val="001822F5"/>
    <w:rsid w:val="00193E35"/>
    <w:rsid w:val="001B15E4"/>
    <w:rsid w:val="001C7B21"/>
    <w:rsid w:val="001F5B07"/>
    <w:rsid w:val="002150F9"/>
    <w:rsid w:val="00233CCD"/>
    <w:rsid w:val="0023661E"/>
    <w:rsid w:val="00253EFB"/>
    <w:rsid w:val="002567EC"/>
    <w:rsid w:val="0029666F"/>
    <w:rsid w:val="002C528D"/>
    <w:rsid w:val="002F14B9"/>
    <w:rsid w:val="002F2D5A"/>
    <w:rsid w:val="002F79B6"/>
    <w:rsid w:val="00306A19"/>
    <w:rsid w:val="00311A40"/>
    <w:rsid w:val="00312BC2"/>
    <w:rsid w:val="00341A61"/>
    <w:rsid w:val="0035735A"/>
    <w:rsid w:val="00390730"/>
    <w:rsid w:val="003960C0"/>
    <w:rsid w:val="003E18E3"/>
    <w:rsid w:val="0040679C"/>
    <w:rsid w:val="004168B7"/>
    <w:rsid w:val="00424F57"/>
    <w:rsid w:val="0042780F"/>
    <w:rsid w:val="0047137A"/>
    <w:rsid w:val="00484337"/>
    <w:rsid w:val="004B2A1D"/>
    <w:rsid w:val="004D0132"/>
    <w:rsid w:val="004F611B"/>
    <w:rsid w:val="00501920"/>
    <w:rsid w:val="005136DB"/>
    <w:rsid w:val="005268F6"/>
    <w:rsid w:val="00550CC5"/>
    <w:rsid w:val="00555AEF"/>
    <w:rsid w:val="005564BB"/>
    <w:rsid w:val="0058413E"/>
    <w:rsid w:val="00593D86"/>
    <w:rsid w:val="00594E78"/>
    <w:rsid w:val="005C049E"/>
    <w:rsid w:val="005D44BD"/>
    <w:rsid w:val="005D4900"/>
    <w:rsid w:val="005F1203"/>
    <w:rsid w:val="005F3866"/>
    <w:rsid w:val="0060544E"/>
    <w:rsid w:val="006255A4"/>
    <w:rsid w:val="0063175C"/>
    <w:rsid w:val="00633649"/>
    <w:rsid w:val="0064472E"/>
    <w:rsid w:val="006568F8"/>
    <w:rsid w:val="00656F10"/>
    <w:rsid w:val="00661DE7"/>
    <w:rsid w:val="0066210D"/>
    <w:rsid w:val="006655BA"/>
    <w:rsid w:val="006949F0"/>
    <w:rsid w:val="00696B4A"/>
    <w:rsid w:val="006B5D75"/>
    <w:rsid w:val="006C0407"/>
    <w:rsid w:val="006C397E"/>
    <w:rsid w:val="006F2EEB"/>
    <w:rsid w:val="006F4DEC"/>
    <w:rsid w:val="00707A1D"/>
    <w:rsid w:val="00725504"/>
    <w:rsid w:val="0074093E"/>
    <w:rsid w:val="00741BAA"/>
    <w:rsid w:val="00772BD8"/>
    <w:rsid w:val="007730C6"/>
    <w:rsid w:val="00786E88"/>
    <w:rsid w:val="00787852"/>
    <w:rsid w:val="007924BC"/>
    <w:rsid w:val="007C06CC"/>
    <w:rsid w:val="007E109A"/>
    <w:rsid w:val="007E3197"/>
    <w:rsid w:val="008046AC"/>
    <w:rsid w:val="0081368D"/>
    <w:rsid w:val="008229A3"/>
    <w:rsid w:val="0082316E"/>
    <w:rsid w:val="00874ACE"/>
    <w:rsid w:val="0089344A"/>
    <w:rsid w:val="00896C90"/>
    <w:rsid w:val="008A1E32"/>
    <w:rsid w:val="008A72FE"/>
    <w:rsid w:val="008C4839"/>
    <w:rsid w:val="008D4264"/>
    <w:rsid w:val="008E3E3C"/>
    <w:rsid w:val="008F1705"/>
    <w:rsid w:val="00905360"/>
    <w:rsid w:val="009153F4"/>
    <w:rsid w:val="009155FC"/>
    <w:rsid w:val="00931E25"/>
    <w:rsid w:val="00942395"/>
    <w:rsid w:val="00954102"/>
    <w:rsid w:val="00983D24"/>
    <w:rsid w:val="00993FE0"/>
    <w:rsid w:val="009A4FFF"/>
    <w:rsid w:val="009A6135"/>
    <w:rsid w:val="009C2B8B"/>
    <w:rsid w:val="009D3F38"/>
    <w:rsid w:val="009E26B0"/>
    <w:rsid w:val="00A03C70"/>
    <w:rsid w:val="00A072C8"/>
    <w:rsid w:val="00A10BCD"/>
    <w:rsid w:val="00A4493B"/>
    <w:rsid w:val="00A46031"/>
    <w:rsid w:val="00A52255"/>
    <w:rsid w:val="00A9320B"/>
    <w:rsid w:val="00AA2853"/>
    <w:rsid w:val="00AB632C"/>
    <w:rsid w:val="00AD03F8"/>
    <w:rsid w:val="00AD07E1"/>
    <w:rsid w:val="00B01A6E"/>
    <w:rsid w:val="00B03328"/>
    <w:rsid w:val="00B1702F"/>
    <w:rsid w:val="00B321C1"/>
    <w:rsid w:val="00B3352E"/>
    <w:rsid w:val="00B35C67"/>
    <w:rsid w:val="00B45291"/>
    <w:rsid w:val="00B519D2"/>
    <w:rsid w:val="00B54E50"/>
    <w:rsid w:val="00B552CD"/>
    <w:rsid w:val="00B60C6B"/>
    <w:rsid w:val="00B81EB0"/>
    <w:rsid w:val="00B87418"/>
    <w:rsid w:val="00B9542E"/>
    <w:rsid w:val="00BA4334"/>
    <w:rsid w:val="00BC41DE"/>
    <w:rsid w:val="00BD08E6"/>
    <w:rsid w:val="00BD4CC3"/>
    <w:rsid w:val="00BF68B6"/>
    <w:rsid w:val="00C22EA5"/>
    <w:rsid w:val="00C37C4A"/>
    <w:rsid w:val="00C73C1D"/>
    <w:rsid w:val="00C81736"/>
    <w:rsid w:val="00CB2498"/>
    <w:rsid w:val="00CF22B4"/>
    <w:rsid w:val="00D02839"/>
    <w:rsid w:val="00D12F83"/>
    <w:rsid w:val="00D4645A"/>
    <w:rsid w:val="00D57CCA"/>
    <w:rsid w:val="00D614EA"/>
    <w:rsid w:val="00D67082"/>
    <w:rsid w:val="00DA54A7"/>
    <w:rsid w:val="00DB127D"/>
    <w:rsid w:val="00DB45DE"/>
    <w:rsid w:val="00DB5840"/>
    <w:rsid w:val="00E034C3"/>
    <w:rsid w:val="00E11A35"/>
    <w:rsid w:val="00E11ECC"/>
    <w:rsid w:val="00E175D0"/>
    <w:rsid w:val="00E31E93"/>
    <w:rsid w:val="00E33784"/>
    <w:rsid w:val="00E4728E"/>
    <w:rsid w:val="00E53E3D"/>
    <w:rsid w:val="00E55F5D"/>
    <w:rsid w:val="00E61E52"/>
    <w:rsid w:val="00E7680D"/>
    <w:rsid w:val="00EC2FE2"/>
    <w:rsid w:val="00F06C71"/>
    <w:rsid w:val="00F1249D"/>
    <w:rsid w:val="00F233D3"/>
    <w:rsid w:val="00F42E70"/>
    <w:rsid w:val="00F66A43"/>
    <w:rsid w:val="00F76F00"/>
    <w:rsid w:val="00F831D9"/>
    <w:rsid w:val="00F927F8"/>
    <w:rsid w:val="00F97A72"/>
    <w:rsid w:val="00FB69E4"/>
    <w:rsid w:val="00FC4022"/>
    <w:rsid w:val="00FD0249"/>
    <w:rsid w:val="00FD39C6"/>
    <w:rsid w:val="00FD5C7F"/>
    <w:rsid w:val="00FD7AD4"/>
    <w:rsid w:val="00FE2AA6"/>
    <w:rsid w:val="00FF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E7E4F8"/>
  <w15:chartTrackingRefBased/>
  <w15:docId w15:val="{356CF0CF-0DF3-4BDF-A155-0DEDA374F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7B2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50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97A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97A7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97A7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97A72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B01A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01A6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B01A6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1A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01A6E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1A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01A6E"/>
    <w:rPr>
      <w:rFonts w:ascii="Segoe UI" w:hAnsi="Segoe UI" w:cs="Segoe UI"/>
      <w:sz w:val="18"/>
      <w:szCs w:val="18"/>
      <w:lang w:eastAsia="en-US"/>
    </w:rPr>
  </w:style>
  <w:style w:type="paragraph" w:styleId="Poprawka">
    <w:name w:val="Revision"/>
    <w:hidden/>
    <w:uiPriority w:val="99"/>
    <w:semiHidden/>
    <w:rsid w:val="00AB632C"/>
    <w:rPr>
      <w:sz w:val="22"/>
      <w:szCs w:val="22"/>
      <w:lang w:eastAsia="en-US"/>
    </w:rPr>
  </w:style>
  <w:style w:type="paragraph" w:customStyle="1" w:styleId="Default">
    <w:name w:val="Default"/>
    <w:rsid w:val="00772BD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2BD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772BD8"/>
    <w:rPr>
      <w:lang w:eastAsia="en-US"/>
    </w:rPr>
  </w:style>
  <w:style w:type="character" w:styleId="Odwoanieprzypisudolnego">
    <w:name w:val="footnote reference"/>
    <w:rsid w:val="00772BD8"/>
    <w:rPr>
      <w:vertAlign w:val="superscript"/>
    </w:rPr>
  </w:style>
  <w:style w:type="paragraph" w:styleId="Akapitzlist">
    <w:name w:val="List Paragraph"/>
    <w:basedOn w:val="Normalny"/>
    <w:uiPriority w:val="34"/>
    <w:qFormat/>
    <w:rsid w:val="00772BD8"/>
    <w:pPr>
      <w:spacing w:after="160" w:line="259" w:lineRule="auto"/>
      <w:ind w:left="720"/>
      <w:contextualSpacing/>
    </w:pPr>
  </w:style>
  <w:style w:type="table" w:styleId="Tabela-Siatka">
    <w:name w:val="Table Grid"/>
    <w:basedOn w:val="Standardowy"/>
    <w:uiPriority w:val="59"/>
    <w:rsid w:val="00D464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3E3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53E3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E53E3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2150F9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529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8E451677BDD44FB8353D14FE45CC06" ma:contentTypeVersion="6" ma:contentTypeDescription="Utwórz nowy dokument." ma:contentTypeScope="" ma:versionID="34a4933f93ddae21279d278f2f3bef7d">
  <xsd:schema xmlns:xsd="http://www.w3.org/2001/XMLSchema" xmlns:xs="http://www.w3.org/2001/XMLSchema" xmlns:p="http://schemas.microsoft.com/office/2006/metadata/properties" xmlns:ns2="6a5fa91f-a078-47c2-83e4-2d82b9ce4700" xmlns:ns3="2ee527c7-cf88-4923-94f8-31179f323eb0" targetNamespace="http://schemas.microsoft.com/office/2006/metadata/properties" ma:root="true" ma:fieldsID="2ae85ddab9ed15fac829cc6721202fb6" ns2:_="" ns3:_="">
    <xsd:import namespace="6a5fa91f-a078-47c2-83e4-2d82b9ce4700"/>
    <xsd:import namespace="2ee527c7-cf88-4923-94f8-31179f323e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fa91f-a078-47c2-83e4-2d82b9ce47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527c7-cf88-4923-94f8-31179f323eb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119D0-9307-4960-8596-05C025E9EA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B1D2AD-A217-405B-B311-1DE4669E25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6E3B0D-F571-48F6-9CB2-48BBA08703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fa91f-a078-47c2-83e4-2d82b9ce4700"/>
    <ds:schemaRef ds:uri="2ee527c7-cf88-4923-94f8-31179f323e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765B25-BD56-4B6E-8F84-61648490C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7</Pages>
  <Words>1171</Words>
  <Characters>7028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5. Załącznik nr 5 Część ekologiczno-techniczna</vt:lpstr>
    </vt:vector>
  </TitlesOfParts>
  <Company>MRR</Company>
  <LinksUpToDate>false</LinksUpToDate>
  <CharactersWithSpaces>8183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Część ekologiczno-techniczna</dc:title>
  <dc:subject/>
  <dc:creator>Wiktoria Gorniak</dc:creator>
  <cp:keywords/>
  <cp:lastModifiedBy>Janicka-Struska Agnieszka</cp:lastModifiedBy>
  <cp:revision>13</cp:revision>
  <dcterms:created xsi:type="dcterms:W3CDTF">2024-07-30T11:38:00Z</dcterms:created>
  <dcterms:modified xsi:type="dcterms:W3CDTF">2024-08-20T11:39:00Z</dcterms:modified>
</cp:coreProperties>
</file>