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3B093" w14:textId="022DE00F" w:rsidR="00A9415F" w:rsidRPr="00F959A0" w:rsidRDefault="00A9415F" w:rsidP="00142118">
      <w:pPr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25A7C">
        <w:rPr>
          <w:rStyle w:val="Nagwek1Znak"/>
          <w:rFonts w:asciiTheme="minorHAnsi" w:hAnsiTheme="minorHAnsi" w:cstheme="minorHAnsi"/>
          <w:b/>
          <w:bCs/>
          <w:color w:val="auto"/>
        </w:rPr>
        <w:t>OŚWIADCZENI</w:t>
      </w:r>
      <w:r w:rsidR="00224E79" w:rsidRPr="00325A7C">
        <w:rPr>
          <w:rStyle w:val="Nagwek1Znak"/>
          <w:rFonts w:asciiTheme="minorHAnsi" w:hAnsiTheme="minorHAnsi" w:cstheme="minorHAnsi"/>
          <w:b/>
          <w:bCs/>
          <w:color w:val="auto"/>
        </w:rPr>
        <w:t>E</w:t>
      </w:r>
      <w:r w:rsidR="009948BA">
        <w:rPr>
          <w:rStyle w:val="Odwoanieprzypisudolnego"/>
          <w:rFonts w:asciiTheme="minorHAnsi" w:hAnsiTheme="minorHAnsi" w:cstheme="minorHAnsi"/>
          <w:b/>
          <w:sz w:val="28"/>
          <w:szCs w:val="28"/>
        </w:rPr>
        <w:footnoteReference w:id="1"/>
      </w:r>
    </w:p>
    <w:p w14:paraId="40E79B42" w14:textId="233B0519" w:rsidR="009C0E3A" w:rsidRPr="009948BA" w:rsidRDefault="00664C4F" w:rsidP="00142118">
      <w:pPr>
        <w:spacing w:before="240" w:after="120" w:line="276" w:lineRule="auto"/>
        <w:rPr>
          <w:rFonts w:asciiTheme="minorHAnsi" w:hAnsiTheme="minorHAnsi" w:cstheme="minorHAnsi"/>
          <w:sz w:val="22"/>
          <w:szCs w:val="22"/>
        </w:rPr>
      </w:pPr>
      <w:r w:rsidRPr="009948BA">
        <w:rPr>
          <w:rFonts w:asciiTheme="minorHAnsi" w:hAnsiTheme="minorHAnsi" w:cstheme="minorHAnsi"/>
          <w:sz w:val="22"/>
          <w:szCs w:val="22"/>
        </w:rPr>
        <w:t xml:space="preserve">W związku z ubieganiem się o przyznanie dofinansowania ze środków </w:t>
      </w:r>
      <w:r w:rsidR="008402BF" w:rsidRPr="009948BA">
        <w:rPr>
          <w:rFonts w:asciiTheme="minorHAnsi" w:hAnsiTheme="minorHAnsi" w:cstheme="minorHAnsi"/>
          <w:sz w:val="22"/>
          <w:szCs w:val="22"/>
        </w:rPr>
        <w:t>Programu Priorytetowego 8.6</w:t>
      </w:r>
      <w:r w:rsidR="009948BA" w:rsidRPr="009948BA">
        <w:rPr>
          <w:rFonts w:asciiTheme="minorHAnsi" w:hAnsiTheme="minorHAnsi" w:cstheme="minorHAnsi"/>
          <w:sz w:val="22"/>
          <w:szCs w:val="22"/>
        </w:rPr>
        <w:t> </w:t>
      </w:r>
      <w:r w:rsidR="008402BF" w:rsidRPr="009948BA">
        <w:rPr>
          <w:rFonts w:asciiTheme="minorHAnsi" w:hAnsiTheme="minorHAnsi" w:cstheme="minorHAnsi"/>
          <w:sz w:val="22"/>
          <w:szCs w:val="22"/>
        </w:rPr>
        <w:t xml:space="preserve">Współfinansowanie projektów realizowanych w ramach </w:t>
      </w:r>
      <w:r w:rsidR="00224E79" w:rsidRPr="00224E79">
        <w:rPr>
          <w:rFonts w:asciiTheme="minorHAnsi" w:hAnsiTheme="minorHAnsi" w:cstheme="minorHAnsi"/>
          <w:sz w:val="22"/>
          <w:szCs w:val="22"/>
        </w:rPr>
        <w:t>Programu Fundusze Europejskie na Infrastrukturę, Klimat, Środowisko 2021-2027 (</w:t>
      </w:r>
      <w:proofErr w:type="spellStart"/>
      <w:r w:rsidR="00224E79" w:rsidRPr="00224E79">
        <w:rPr>
          <w:rFonts w:asciiTheme="minorHAnsi" w:hAnsiTheme="minorHAnsi" w:cstheme="minorHAnsi"/>
          <w:sz w:val="22"/>
          <w:szCs w:val="22"/>
        </w:rPr>
        <w:t>FEnIKS</w:t>
      </w:r>
      <w:proofErr w:type="spellEnd"/>
      <w:r w:rsidR="00224E79" w:rsidRPr="00224E79">
        <w:rPr>
          <w:rFonts w:asciiTheme="minorHAnsi" w:hAnsiTheme="minorHAnsi" w:cstheme="minorHAnsi"/>
          <w:sz w:val="22"/>
          <w:szCs w:val="22"/>
        </w:rPr>
        <w:t>) Część 1) Poprawa efektywności energetycznej (wraz z instalacją OZE) w dużych i średnich przedsiębiorstwach</w:t>
      </w:r>
      <w:r w:rsidRPr="009948BA">
        <w:rPr>
          <w:rFonts w:asciiTheme="minorHAnsi" w:hAnsiTheme="minorHAnsi" w:cstheme="minorHAnsi"/>
          <w:sz w:val="22"/>
          <w:szCs w:val="22"/>
        </w:rPr>
        <w:t>,</w:t>
      </w:r>
      <w:r w:rsidR="00FD0C21" w:rsidRPr="009948BA">
        <w:rPr>
          <w:rFonts w:asciiTheme="minorHAnsi" w:hAnsiTheme="minorHAnsi" w:cstheme="minorHAnsi"/>
          <w:sz w:val="22"/>
          <w:szCs w:val="22"/>
        </w:rPr>
        <w:t xml:space="preserve"> </w:t>
      </w:r>
      <w:r w:rsidRPr="009948BA">
        <w:rPr>
          <w:rFonts w:asciiTheme="minorHAnsi" w:hAnsiTheme="minorHAnsi" w:cstheme="minorHAnsi"/>
          <w:sz w:val="22"/>
          <w:szCs w:val="22"/>
        </w:rPr>
        <w:t>na realizację projektu</w:t>
      </w:r>
      <w:r w:rsidR="009C0E3A" w:rsidRPr="009948BA">
        <w:rPr>
          <w:rFonts w:asciiTheme="minorHAnsi" w:hAnsiTheme="minorHAnsi" w:cstheme="minorHAnsi"/>
          <w:sz w:val="22"/>
          <w:szCs w:val="22"/>
        </w:rPr>
        <w:t>:</w:t>
      </w:r>
    </w:p>
    <w:p w14:paraId="22289A66" w14:textId="748C2EAD" w:rsidR="00664C4F" w:rsidRPr="009948BA" w:rsidRDefault="00664C4F" w:rsidP="00142118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948BA">
        <w:rPr>
          <w:rFonts w:asciiTheme="minorHAnsi" w:hAnsiTheme="minorHAnsi" w:cstheme="minorHAnsi"/>
          <w:sz w:val="22"/>
          <w:szCs w:val="22"/>
        </w:rPr>
        <w:t>………………………………… (nazwa projektu),</w:t>
      </w:r>
    </w:p>
    <w:p w14:paraId="0AB7F3C7" w14:textId="3C2A5063" w:rsidR="00664C4F" w:rsidRPr="009948BA" w:rsidRDefault="00664C4F" w:rsidP="00142118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948B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 (nazwa wnioskodawcy)</w:t>
      </w:r>
    </w:p>
    <w:p w14:paraId="13C8EFCA" w14:textId="78DE5261" w:rsidR="00A9415F" w:rsidRPr="009948BA" w:rsidRDefault="00664C4F" w:rsidP="0014211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48BA">
        <w:rPr>
          <w:rFonts w:asciiTheme="minorHAnsi" w:hAnsiTheme="minorHAnsi" w:cstheme="minorHAnsi"/>
          <w:sz w:val="22"/>
          <w:szCs w:val="22"/>
        </w:rPr>
        <w:t>oświadcza</w:t>
      </w:r>
      <w:r w:rsidR="009948BA" w:rsidRPr="009948BA">
        <w:rPr>
          <w:rFonts w:asciiTheme="minorHAnsi" w:hAnsiTheme="minorHAnsi" w:cstheme="minorHAnsi"/>
          <w:sz w:val="22"/>
          <w:szCs w:val="22"/>
        </w:rPr>
        <w:t>m</w:t>
      </w:r>
      <w:r w:rsidRPr="009948BA">
        <w:rPr>
          <w:rFonts w:asciiTheme="minorHAnsi" w:hAnsiTheme="minorHAnsi" w:cstheme="minorHAnsi"/>
          <w:sz w:val="22"/>
          <w:szCs w:val="22"/>
        </w:rPr>
        <w:t>, że</w:t>
      </w:r>
      <w:r w:rsidR="00A9415F" w:rsidRPr="009948BA">
        <w:rPr>
          <w:rFonts w:asciiTheme="minorHAnsi" w:hAnsiTheme="minorHAnsi" w:cstheme="minorHAnsi"/>
          <w:sz w:val="22"/>
          <w:szCs w:val="22"/>
        </w:rPr>
        <w:t>:</w:t>
      </w:r>
    </w:p>
    <w:p w14:paraId="0EC87B0C" w14:textId="0E89AA09" w:rsidR="003B61B4" w:rsidRPr="009948BA" w:rsidRDefault="003B61B4" w:rsidP="00142118">
      <w:pPr>
        <w:pStyle w:val="Akapitzlist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48BA">
        <w:rPr>
          <w:rFonts w:asciiTheme="minorHAnsi" w:hAnsiTheme="minorHAnsi" w:cstheme="minorHAnsi"/>
          <w:sz w:val="22"/>
          <w:szCs w:val="22"/>
        </w:rPr>
        <w:t>na terenie ………….…*, od której zależny lub przez nią kontrolowany jest podmiot, który reprezentuję  nie obowiązują żadne ustanowione przez organy tej jednostki samorządu terytorialnego dyskryminujące akty prawa miejscowego lub inne podjęte dyskryminujące uchwały,</w:t>
      </w:r>
    </w:p>
    <w:p w14:paraId="3C25264B" w14:textId="07C60815" w:rsidR="003B61B4" w:rsidRPr="009948BA" w:rsidRDefault="003B61B4" w:rsidP="00142118">
      <w:pPr>
        <w:pStyle w:val="Akapitzlist"/>
        <w:numPr>
          <w:ilvl w:val="0"/>
          <w:numId w:val="2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948BA">
        <w:rPr>
          <w:rFonts w:asciiTheme="minorHAnsi" w:hAnsiTheme="minorHAnsi" w:cstheme="minorHAnsi"/>
          <w:sz w:val="22"/>
          <w:szCs w:val="22"/>
        </w:rPr>
        <w:t>wnioskodawca, którego reprezentuję, nie podjął jakichkolwiek działań dyskryminujących, sprzecznych z zasadami, o których mowa w art. 9 ust. 3 rozporządzenia 2021/1060.”</w:t>
      </w:r>
    </w:p>
    <w:p w14:paraId="4D1A6F44" w14:textId="77777777" w:rsidR="003B61B4" w:rsidRPr="009948BA" w:rsidRDefault="003B61B4" w:rsidP="00142118">
      <w:pPr>
        <w:pStyle w:val="Akapitzlist"/>
        <w:spacing w:line="276" w:lineRule="auto"/>
        <w:ind w:left="1440"/>
        <w:rPr>
          <w:rFonts w:asciiTheme="minorHAnsi" w:hAnsiTheme="minorHAnsi" w:cstheme="minorHAnsi"/>
          <w:sz w:val="22"/>
          <w:szCs w:val="22"/>
        </w:rPr>
      </w:pPr>
    </w:p>
    <w:p w14:paraId="51A7EEE7" w14:textId="3C05541F" w:rsidR="00A2746E" w:rsidRPr="009948BA" w:rsidRDefault="003B61B4" w:rsidP="00142118">
      <w:pPr>
        <w:pStyle w:val="Akapitzlist"/>
        <w:spacing w:line="276" w:lineRule="auto"/>
        <w:ind w:left="0"/>
        <w:rPr>
          <w:rFonts w:asciiTheme="minorHAnsi" w:hAnsiTheme="minorHAnsi" w:cstheme="minorHAnsi"/>
          <w:i/>
          <w:iCs/>
          <w:sz w:val="22"/>
          <w:szCs w:val="22"/>
        </w:rPr>
      </w:pPr>
      <w:r w:rsidRPr="009948BA">
        <w:rPr>
          <w:rFonts w:asciiTheme="minorHAnsi" w:hAnsiTheme="minorHAnsi" w:cstheme="minorHAnsi"/>
          <w:i/>
          <w:iCs/>
          <w:sz w:val="22"/>
          <w:szCs w:val="22"/>
        </w:rPr>
        <w:t>* należy wskazać właściwą jednostkę samorządu terytorialnego</w:t>
      </w:r>
    </w:p>
    <w:p w14:paraId="03E2641A" w14:textId="62106EC8" w:rsidR="00664C4F" w:rsidRPr="009948BA" w:rsidRDefault="00664C4F" w:rsidP="00142118">
      <w:pPr>
        <w:spacing w:before="240" w:after="120" w:line="276" w:lineRule="auto"/>
        <w:rPr>
          <w:rStyle w:val="eop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9948BA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Oświadczam(y), że wniosek o dofinansowanie złożony w systemie </w:t>
      </w:r>
      <w:r w:rsidR="003C4773" w:rsidRPr="009948BA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GWD </w:t>
      </w:r>
      <w:r w:rsidRPr="009948BA">
        <w:rPr>
          <w:rStyle w:val="normaltextrun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wraz z niniejszym oświadczeniem jest wnioskiem o dofinansowanie złożonym przez Wnioskodawcę.</w:t>
      </w:r>
      <w:r w:rsidRPr="009948BA">
        <w:rPr>
          <w:rStyle w:val="eop"/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 </w:t>
      </w:r>
    </w:p>
    <w:p w14:paraId="5F8EB295" w14:textId="433A4EFC" w:rsidR="002E6980" w:rsidRPr="00142118" w:rsidRDefault="00664C4F" w:rsidP="00142118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48BA">
        <w:rPr>
          <w:rStyle w:val="eop"/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059FC50E" w14:textId="772E2D82" w:rsidR="00A2746E" w:rsidRPr="009948BA" w:rsidRDefault="00A2746E" w:rsidP="00142118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  <w:r w:rsidRPr="009948BA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41FC114B" w14:textId="61AED392" w:rsidR="00A9415F" w:rsidRPr="009948BA" w:rsidRDefault="00A2746E" w:rsidP="00142118">
      <w:pPr>
        <w:spacing w:before="1440" w:line="276" w:lineRule="auto"/>
        <w:ind w:left="4678"/>
        <w:contextualSpacing/>
        <w:rPr>
          <w:rFonts w:asciiTheme="minorHAnsi" w:hAnsiTheme="minorHAnsi" w:cstheme="minorHAnsi"/>
          <w:sz w:val="22"/>
          <w:szCs w:val="22"/>
        </w:rPr>
      </w:pPr>
      <w:r w:rsidRPr="009948BA">
        <w:rPr>
          <w:rFonts w:asciiTheme="minorHAnsi" w:hAnsiTheme="minorHAnsi" w:cstheme="minorHAnsi"/>
          <w:sz w:val="22"/>
          <w:szCs w:val="22"/>
        </w:rPr>
        <w:t>Podpisy elektroniczne osób uprawnionych do reprezentowania Wnioskodawcy</w:t>
      </w:r>
    </w:p>
    <w:sectPr w:rsidR="00A9415F" w:rsidRPr="009948BA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BB889B" w14:textId="77777777" w:rsidR="00D6530E" w:rsidRDefault="00D6530E" w:rsidP="006677B3">
      <w:r>
        <w:separator/>
      </w:r>
    </w:p>
  </w:endnote>
  <w:endnote w:type="continuationSeparator" w:id="0">
    <w:p w14:paraId="36BDDE2A" w14:textId="77777777" w:rsidR="00D6530E" w:rsidRDefault="00D6530E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63A9C80" w14:textId="24F9CEE7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3C4773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35980" w14:textId="77777777" w:rsidR="00D6530E" w:rsidRDefault="00D6530E" w:rsidP="006677B3">
      <w:r>
        <w:separator/>
      </w:r>
    </w:p>
  </w:footnote>
  <w:footnote w:type="continuationSeparator" w:id="0">
    <w:p w14:paraId="4F1F8A3E" w14:textId="77777777" w:rsidR="00D6530E" w:rsidRDefault="00D6530E" w:rsidP="006677B3">
      <w:r>
        <w:continuationSeparator/>
      </w:r>
    </w:p>
  </w:footnote>
  <w:footnote w:id="1">
    <w:p w14:paraId="3D69BA08" w14:textId="746614B3" w:rsidR="009948BA" w:rsidRPr="00325A7C" w:rsidRDefault="009948BA" w:rsidP="00142118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325A7C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325A7C">
        <w:rPr>
          <w:rFonts w:asciiTheme="minorHAnsi" w:hAnsiTheme="minorHAnsi" w:cstheme="minorHAnsi"/>
          <w:sz w:val="22"/>
          <w:szCs w:val="22"/>
        </w:rPr>
        <w:t xml:space="preserve">  Składane w przypadku, gdy wnioskodawcą jest jednostka samorządu terytorialnego (lub podmiot przez nią kontrolowany lub od niej zależny)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9F80F" w14:textId="6E578EE4" w:rsidR="00224E79" w:rsidRPr="00325A7C" w:rsidRDefault="009C1692" w:rsidP="00142118">
    <w:pPr>
      <w:pStyle w:val="Nagwek"/>
      <w:spacing w:after="120" w:line="276" w:lineRule="auto"/>
      <w:rPr>
        <w:rFonts w:asciiTheme="minorHAnsi" w:hAnsiTheme="minorHAnsi" w:cstheme="minorHAnsi"/>
        <w:sz w:val="22"/>
        <w:szCs w:val="22"/>
      </w:rPr>
    </w:pPr>
    <w:r>
      <w:rPr>
        <w:noProof/>
        <w:lang w:eastAsia="pl-PL"/>
      </w:rPr>
      <w:drawing>
        <wp:inline distT="0" distB="0" distL="0" distR="0" wp14:anchorId="22108F4F" wp14:editId="70569F91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402BF" w:rsidRPr="008402BF">
      <w:rPr>
        <w:rFonts w:asciiTheme="majorHAnsi" w:hAnsiTheme="majorHAnsi" w:cstheme="majorHAnsi"/>
        <w:sz w:val="20"/>
      </w:rPr>
      <w:t xml:space="preserve"> </w:t>
    </w:r>
    <w:r w:rsidR="00224E79" w:rsidRPr="00325A7C">
      <w:rPr>
        <w:rFonts w:asciiTheme="minorHAnsi" w:hAnsiTheme="minorHAnsi" w:cstheme="minorHAnsi"/>
        <w:sz w:val="22"/>
        <w:szCs w:val="22"/>
      </w:rPr>
      <w:t>Wniosek o dofinansowanie dla Programu Priorytetowego „8.6 Współfinansowanie projektów realizowanych w ramach Programu Fundusze Europejskie na Infrastrukturę, Klimat, Środowisko 2021-2027 (</w:t>
    </w:r>
    <w:proofErr w:type="spellStart"/>
    <w:r w:rsidR="00224E79" w:rsidRPr="00325A7C">
      <w:rPr>
        <w:rFonts w:asciiTheme="minorHAnsi" w:hAnsiTheme="minorHAnsi" w:cstheme="minorHAnsi"/>
        <w:sz w:val="22"/>
        <w:szCs w:val="22"/>
      </w:rPr>
      <w:t>FEnIKS</w:t>
    </w:r>
    <w:proofErr w:type="spellEnd"/>
    <w:r w:rsidR="00224E79" w:rsidRPr="00325A7C">
      <w:rPr>
        <w:rFonts w:asciiTheme="minorHAnsi" w:hAnsiTheme="minorHAnsi" w:cstheme="minorHAnsi"/>
        <w:sz w:val="22"/>
        <w:szCs w:val="22"/>
      </w:rPr>
      <w:t>) Część 1) Poprawa efektywności energetycznej (wraz z instalacją OZE) w dużych i średnich przedsiębiorstwach”</w:t>
    </w:r>
  </w:p>
  <w:p w14:paraId="7F3B1D9D" w14:textId="3011A04A" w:rsidR="00664C4F" w:rsidRPr="00325A7C" w:rsidRDefault="009C1692" w:rsidP="00142118">
    <w:pPr>
      <w:pStyle w:val="Nagwek"/>
      <w:spacing w:after="120" w:line="276" w:lineRule="auto"/>
      <w:jc w:val="right"/>
      <w:rPr>
        <w:rFonts w:asciiTheme="minorHAnsi" w:hAnsiTheme="minorHAnsi" w:cstheme="minorHAnsi"/>
        <w:sz w:val="22"/>
        <w:szCs w:val="22"/>
      </w:rPr>
    </w:pPr>
    <w:r w:rsidRPr="00325A7C">
      <w:rPr>
        <w:rFonts w:asciiTheme="minorHAnsi" w:hAnsiTheme="minorHAnsi" w:cstheme="minorHAnsi"/>
        <w:sz w:val="22"/>
        <w:szCs w:val="22"/>
      </w:rPr>
      <w:t xml:space="preserve">Załącznik </w:t>
    </w:r>
    <w:r w:rsidR="00224E79" w:rsidRPr="00325A7C">
      <w:rPr>
        <w:rFonts w:asciiTheme="minorHAnsi" w:hAnsiTheme="minorHAnsi" w:cstheme="minorHAnsi"/>
        <w:sz w:val="22"/>
        <w:szCs w:val="22"/>
      </w:rPr>
      <w:t xml:space="preserve">37 – Oświadczenie </w:t>
    </w:r>
    <w:proofErr w:type="spellStart"/>
    <w:r w:rsidR="00224E79" w:rsidRPr="00325A7C">
      <w:rPr>
        <w:rFonts w:asciiTheme="minorHAnsi" w:hAnsiTheme="minorHAnsi" w:cstheme="minorHAnsi"/>
        <w:sz w:val="22"/>
        <w:szCs w:val="22"/>
      </w:rPr>
      <w:t>ws</w:t>
    </w:r>
    <w:proofErr w:type="spellEnd"/>
    <w:r w:rsidR="00224E79" w:rsidRPr="00325A7C">
      <w:rPr>
        <w:rFonts w:asciiTheme="minorHAnsi" w:hAnsiTheme="minorHAnsi" w:cstheme="minorHAnsi"/>
        <w:sz w:val="22"/>
        <w:szCs w:val="22"/>
      </w:rPr>
      <w:t xml:space="preserve">. niepodejmowania działań dyskryminujących, sprzecznych </w:t>
    </w:r>
    <w:r w:rsidR="00325A7C">
      <w:rPr>
        <w:rFonts w:asciiTheme="minorHAnsi" w:hAnsiTheme="minorHAnsi" w:cstheme="minorHAnsi"/>
        <w:sz w:val="22"/>
        <w:szCs w:val="22"/>
      </w:rPr>
      <w:br/>
    </w:r>
    <w:r w:rsidR="00224E79" w:rsidRPr="00325A7C">
      <w:rPr>
        <w:rFonts w:asciiTheme="minorHAnsi" w:hAnsiTheme="minorHAnsi" w:cstheme="minorHAnsi"/>
        <w:sz w:val="22"/>
        <w:szCs w:val="22"/>
      </w:rPr>
      <w:t>z zasadami, o których mowa w art. 9 ust. 3 rozporządzenia 2021/1060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9726E4A"/>
    <w:multiLevelType w:val="hybridMultilevel"/>
    <w:tmpl w:val="6BE46B7E"/>
    <w:lvl w:ilvl="0" w:tplc="50C616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42E874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344C8B"/>
    <w:multiLevelType w:val="hybridMultilevel"/>
    <w:tmpl w:val="5F84E90E"/>
    <w:lvl w:ilvl="0" w:tplc="D67A9B3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7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9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3AF5841"/>
    <w:multiLevelType w:val="hybridMultilevel"/>
    <w:tmpl w:val="00BC9F46"/>
    <w:lvl w:ilvl="0" w:tplc="D67A9B36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1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22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450232">
    <w:abstractNumId w:val="7"/>
  </w:num>
  <w:num w:numId="2" w16cid:durableId="21007583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0137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278516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535313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03845049">
    <w:abstractNumId w:val="3"/>
  </w:num>
  <w:num w:numId="7" w16cid:durableId="425806927">
    <w:abstractNumId w:val="16"/>
  </w:num>
  <w:num w:numId="8" w16cid:durableId="1693997039">
    <w:abstractNumId w:val="6"/>
  </w:num>
  <w:num w:numId="9" w16cid:durableId="205676386">
    <w:abstractNumId w:val="21"/>
  </w:num>
  <w:num w:numId="10" w16cid:durableId="7101023">
    <w:abstractNumId w:val="14"/>
  </w:num>
  <w:num w:numId="11" w16cid:durableId="1674917073">
    <w:abstractNumId w:val="23"/>
  </w:num>
  <w:num w:numId="12" w16cid:durableId="1861897196">
    <w:abstractNumId w:val="5"/>
  </w:num>
  <w:num w:numId="13" w16cid:durableId="678964330">
    <w:abstractNumId w:val="19"/>
  </w:num>
  <w:num w:numId="14" w16cid:durableId="736821570">
    <w:abstractNumId w:val="13"/>
  </w:num>
  <w:num w:numId="15" w16cid:durableId="250743124">
    <w:abstractNumId w:val="11"/>
  </w:num>
  <w:num w:numId="16" w16cid:durableId="1564870374">
    <w:abstractNumId w:val="18"/>
  </w:num>
  <w:num w:numId="17" w16cid:durableId="335424516">
    <w:abstractNumId w:val="1"/>
  </w:num>
  <w:num w:numId="18" w16cid:durableId="626622314">
    <w:abstractNumId w:val="2"/>
  </w:num>
  <w:num w:numId="19" w16cid:durableId="1001548158">
    <w:abstractNumId w:val="0"/>
  </w:num>
  <w:num w:numId="20" w16cid:durableId="714893256">
    <w:abstractNumId w:val="8"/>
  </w:num>
  <w:num w:numId="21" w16cid:durableId="723064399">
    <w:abstractNumId w:val="12"/>
  </w:num>
  <w:num w:numId="22" w16cid:durableId="1043792335">
    <w:abstractNumId w:val="22"/>
  </w:num>
  <w:num w:numId="23" w16cid:durableId="1156528723">
    <w:abstractNumId w:val="10"/>
  </w:num>
  <w:num w:numId="24" w16cid:durableId="1805466167">
    <w:abstractNumId w:val="20"/>
  </w:num>
  <w:num w:numId="25" w16cid:durableId="1017805952">
    <w:abstractNumId w:val="15"/>
  </w:num>
  <w:num w:numId="26" w16cid:durableId="110986207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7BBD"/>
    <w:rsid w:val="000D6518"/>
    <w:rsid w:val="000E5AF8"/>
    <w:rsid w:val="00122ADE"/>
    <w:rsid w:val="001369BD"/>
    <w:rsid w:val="00142118"/>
    <w:rsid w:val="00144EC1"/>
    <w:rsid w:val="00147374"/>
    <w:rsid w:val="00150381"/>
    <w:rsid w:val="00161208"/>
    <w:rsid w:val="00164C17"/>
    <w:rsid w:val="00170A3D"/>
    <w:rsid w:val="00171CEE"/>
    <w:rsid w:val="00175628"/>
    <w:rsid w:val="001C7F26"/>
    <w:rsid w:val="001D512E"/>
    <w:rsid w:val="001E1EF8"/>
    <w:rsid w:val="001F6AB0"/>
    <w:rsid w:val="00212CCC"/>
    <w:rsid w:val="00221F0B"/>
    <w:rsid w:val="00221F77"/>
    <w:rsid w:val="00224E79"/>
    <w:rsid w:val="00224E9B"/>
    <w:rsid w:val="00231591"/>
    <w:rsid w:val="002339AE"/>
    <w:rsid w:val="00294D3B"/>
    <w:rsid w:val="00294F7A"/>
    <w:rsid w:val="002D4A6E"/>
    <w:rsid w:val="002D76C3"/>
    <w:rsid w:val="002E6980"/>
    <w:rsid w:val="00302C74"/>
    <w:rsid w:val="0030614C"/>
    <w:rsid w:val="003135A8"/>
    <w:rsid w:val="00314D2C"/>
    <w:rsid w:val="00325A7C"/>
    <w:rsid w:val="00341018"/>
    <w:rsid w:val="00366165"/>
    <w:rsid w:val="003754DE"/>
    <w:rsid w:val="00377A80"/>
    <w:rsid w:val="00397D72"/>
    <w:rsid w:val="003B0496"/>
    <w:rsid w:val="003B61B4"/>
    <w:rsid w:val="003C1315"/>
    <w:rsid w:val="003C3431"/>
    <w:rsid w:val="003C4773"/>
    <w:rsid w:val="00420DFA"/>
    <w:rsid w:val="00436335"/>
    <w:rsid w:val="00455565"/>
    <w:rsid w:val="0048518C"/>
    <w:rsid w:val="00486053"/>
    <w:rsid w:val="00506617"/>
    <w:rsid w:val="00507F7D"/>
    <w:rsid w:val="00542F03"/>
    <w:rsid w:val="00570B0D"/>
    <w:rsid w:val="0057459D"/>
    <w:rsid w:val="00587D13"/>
    <w:rsid w:val="005E5A70"/>
    <w:rsid w:val="006128AB"/>
    <w:rsid w:val="0062616F"/>
    <w:rsid w:val="00632B08"/>
    <w:rsid w:val="00643F6F"/>
    <w:rsid w:val="00664C4F"/>
    <w:rsid w:val="006677B3"/>
    <w:rsid w:val="00676E71"/>
    <w:rsid w:val="006D15CA"/>
    <w:rsid w:val="006D7CAD"/>
    <w:rsid w:val="007038A4"/>
    <w:rsid w:val="00766DAD"/>
    <w:rsid w:val="007B4EC5"/>
    <w:rsid w:val="007C13A5"/>
    <w:rsid w:val="007C1D43"/>
    <w:rsid w:val="007D286E"/>
    <w:rsid w:val="007E73B2"/>
    <w:rsid w:val="007F0E5C"/>
    <w:rsid w:val="007F3192"/>
    <w:rsid w:val="00804188"/>
    <w:rsid w:val="00811421"/>
    <w:rsid w:val="0083154D"/>
    <w:rsid w:val="00835E4F"/>
    <w:rsid w:val="008402BF"/>
    <w:rsid w:val="00846F3F"/>
    <w:rsid w:val="00847992"/>
    <w:rsid w:val="00855C5F"/>
    <w:rsid w:val="00857FF2"/>
    <w:rsid w:val="008A665C"/>
    <w:rsid w:val="008C2112"/>
    <w:rsid w:val="009077BB"/>
    <w:rsid w:val="009310F8"/>
    <w:rsid w:val="00934F79"/>
    <w:rsid w:val="00953314"/>
    <w:rsid w:val="0096142D"/>
    <w:rsid w:val="009948BA"/>
    <w:rsid w:val="009B74FB"/>
    <w:rsid w:val="009C0E3A"/>
    <w:rsid w:val="009C1692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47741"/>
    <w:rsid w:val="00A67038"/>
    <w:rsid w:val="00A67AC7"/>
    <w:rsid w:val="00A773F0"/>
    <w:rsid w:val="00A9148E"/>
    <w:rsid w:val="00A9415F"/>
    <w:rsid w:val="00AB4050"/>
    <w:rsid w:val="00AC283F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A04FD"/>
    <w:rsid w:val="00BA2447"/>
    <w:rsid w:val="00BD3D15"/>
    <w:rsid w:val="00C0103C"/>
    <w:rsid w:val="00C676F3"/>
    <w:rsid w:val="00C91435"/>
    <w:rsid w:val="00C92819"/>
    <w:rsid w:val="00CA55EF"/>
    <w:rsid w:val="00D30FCE"/>
    <w:rsid w:val="00D6530E"/>
    <w:rsid w:val="00D738E5"/>
    <w:rsid w:val="00D769EC"/>
    <w:rsid w:val="00DD2554"/>
    <w:rsid w:val="00E021C3"/>
    <w:rsid w:val="00E36C89"/>
    <w:rsid w:val="00E52411"/>
    <w:rsid w:val="00E65993"/>
    <w:rsid w:val="00E74C90"/>
    <w:rsid w:val="00E80438"/>
    <w:rsid w:val="00E82542"/>
    <w:rsid w:val="00EA77BD"/>
    <w:rsid w:val="00EB3621"/>
    <w:rsid w:val="00EB70BD"/>
    <w:rsid w:val="00EC5A4D"/>
    <w:rsid w:val="00EE4788"/>
    <w:rsid w:val="00EF4702"/>
    <w:rsid w:val="00F03598"/>
    <w:rsid w:val="00F079D1"/>
    <w:rsid w:val="00F16283"/>
    <w:rsid w:val="00F73888"/>
    <w:rsid w:val="00F75B20"/>
    <w:rsid w:val="00F93D18"/>
    <w:rsid w:val="00F959A0"/>
    <w:rsid w:val="00F9615C"/>
    <w:rsid w:val="00FA6DA1"/>
    <w:rsid w:val="00FD0C21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8D6E5-D165-4E0F-B162-E6E1A9693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ws. niepodejmowania działań dyskryminujących przez jednostki samorządu terytorialnego</vt:lpstr>
    </vt:vector>
  </TitlesOfParts>
  <Company>NFOSiGW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ws. niepodejmowania działań dyskryminujących przez jednostki samorządu terytorialnego</dc:title>
  <dc:creator>Pekar Anna</dc:creator>
  <cp:lastModifiedBy>Kryczkowski Paweł</cp:lastModifiedBy>
  <cp:revision>6</cp:revision>
  <cp:lastPrinted>2019-03-19T07:58:00Z</cp:lastPrinted>
  <dcterms:created xsi:type="dcterms:W3CDTF">2024-05-27T09:09:00Z</dcterms:created>
  <dcterms:modified xsi:type="dcterms:W3CDTF">2024-08-22T14:26:00Z</dcterms:modified>
</cp:coreProperties>
</file>