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5F25FB" w:rsidP="004633D0">
      <w:pPr>
        <w:rPr>
          <w:rFonts w:asciiTheme="minorHAnsi" w:hAnsiTheme="minorHAnsi" w:cstheme="minorHAnsi"/>
        </w:rPr>
      </w:pPr>
      <w:bookmarkStart w:id="0" w:name="_GoBack"/>
      <w:bookmarkEnd w:id="0"/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5F25FB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695ADF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5226AB">
        <w:rPr>
          <w:rFonts w:asciiTheme="minorHAnsi" w:eastAsia="Calibri" w:hAnsiTheme="minorHAnsi" w:cstheme="minorHAnsi"/>
          <w:i/>
          <w:lang w:eastAsia="en-US"/>
        </w:rPr>
        <w:t>Szanowny Panie Sekretarzu,</w:t>
      </w:r>
    </w:p>
    <w:p w:rsidR="00AD0AD3" w:rsidRDefault="00F63E64" w:rsidP="00B33056">
      <w:pPr>
        <w:jc w:val="both"/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 xml:space="preserve">w załączeniu przekazuję </w:t>
      </w:r>
      <w:r w:rsidR="002B0993">
        <w:rPr>
          <w:rFonts w:asciiTheme="minorHAnsi" w:hAnsiTheme="minorHAnsi" w:cstheme="minorHAnsi"/>
        </w:rPr>
        <w:t>r</w:t>
      </w:r>
      <w:r w:rsidR="002B0993" w:rsidRPr="002B0993">
        <w:rPr>
          <w:rFonts w:asciiTheme="minorHAnsi" w:hAnsiTheme="minorHAnsi" w:cstheme="minorHAnsi"/>
        </w:rPr>
        <w:t xml:space="preserve">aport z postępu rzeczowo-finansowego </w:t>
      </w:r>
      <w:r w:rsidR="00920C20">
        <w:rPr>
          <w:rFonts w:asciiTheme="minorHAnsi" w:hAnsiTheme="minorHAnsi" w:cstheme="minorHAnsi"/>
        </w:rPr>
        <w:t>za I kwartał 2021</w:t>
      </w:r>
      <w:r w:rsidR="00920C20" w:rsidRPr="002B0993">
        <w:rPr>
          <w:rFonts w:asciiTheme="minorHAnsi" w:hAnsiTheme="minorHAnsi" w:cstheme="minorHAnsi"/>
        </w:rPr>
        <w:t xml:space="preserve"> roku</w:t>
      </w:r>
      <w:r w:rsidR="00920C20">
        <w:rPr>
          <w:rFonts w:asciiTheme="minorHAnsi" w:hAnsiTheme="minorHAnsi" w:cstheme="minorHAnsi"/>
        </w:rPr>
        <w:t xml:space="preserve"> </w:t>
      </w:r>
      <w:r w:rsidR="002B0993" w:rsidRPr="002B0993">
        <w:rPr>
          <w:rFonts w:asciiTheme="minorHAnsi" w:hAnsiTheme="minorHAnsi" w:cstheme="minorHAnsi"/>
        </w:rPr>
        <w:t xml:space="preserve">projektu informatycznego </w:t>
      </w:r>
      <w:r w:rsidR="00920C20" w:rsidRPr="00920C20">
        <w:rPr>
          <w:rFonts w:asciiTheme="minorHAnsi" w:hAnsiTheme="minorHAnsi" w:cstheme="minorHAnsi"/>
        </w:rPr>
        <w:t xml:space="preserve">System Informacyjny o Instalacjach wytwarzających Promieniowanie </w:t>
      </w:r>
      <w:proofErr w:type="spellStart"/>
      <w:r w:rsidR="00920C20" w:rsidRPr="00920C20">
        <w:rPr>
          <w:rFonts w:asciiTheme="minorHAnsi" w:hAnsiTheme="minorHAnsi" w:cstheme="minorHAnsi"/>
        </w:rPr>
        <w:t>ElektroMagnetyczne</w:t>
      </w:r>
      <w:proofErr w:type="spellEnd"/>
      <w:r w:rsidR="00920C20" w:rsidRPr="00920C20">
        <w:rPr>
          <w:rFonts w:asciiTheme="minorHAnsi" w:hAnsiTheme="minorHAnsi" w:cstheme="minorHAnsi"/>
        </w:rPr>
        <w:t xml:space="preserve"> (SI2PEM)</w:t>
      </w:r>
      <w:r w:rsidR="00B33056">
        <w:rPr>
          <w:rFonts w:asciiTheme="minorHAnsi" w:hAnsiTheme="minorHAnsi" w:cstheme="minorHAnsi"/>
        </w:rPr>
        <w:t>.</w:t>
      </w:r>
    </w:p>
    <w:p w:rsidR="00920C20" w:rsidRDefault="00920C20" w:rsidP="002B0993">
      <w:pPr>
        <w:rPr>
          <w:rFonts w:asciiTheme="minorHAnsi" w:hAnsiTheme="minorHAnsi" w:cstheme="minorHAnsi"/>
        </w:rPr>
      </w:pPr>
    </w:p>
    <w:p w:rsidR="000A71A0" w:rsidRPr="0086305F" w:rsidRDefault="00AD0AD3" w:rsidP="00AD0AD3">
      <w:pPr>
        <w:ind w:left="566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          </w:t>
      </w:r>
      <w:r w:rsidRPr="00AD0AD3">
        <w:rPr>
          <w:rFonts w:asciiTheme="minorHAnsi" w:hAnsiTheme="minorHAnsi" w:cstheme="minorHAnsi"/>
        </w:rPr>
        <w:t xml:space="preserve"> </w:t>
      </w:r>
      <w:r w:rsidR="00CB3969"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5F25FB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2B0993" w:rsidRDefault="00CB3969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5FB" w:rsidRDefault="005F25FB">
      <w:r>
        <w:separator/>
      </w:r>
    </w:p>
  </w:endnote>
  <w:endnote w:type="continuationSeparator" w:id="0">
    <w:p w:rsidR="005F25FB" w:rsidRDefault="005F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8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AL0VTR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5FB" w:rsidRDefault="005F25FB">
      <w:r>
        <w:separator/>
      </w:r>
    </w:p>
  </w:footnote>
  <w:footnote w:type="continuationSeparator" w:id="0">
    <w:p w:rsidR="005F25FB" w:rsidRDefault="005F2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5F25FB" w:rsidP="007018D3">
    <w:pPr>
      <w:pStyle w:val="Nagwek"/>
      <w:jc w:val="right"/>
    </w:pPr>
  </w:p>
  <w:p w:rsidR="007018D3" w:rsidRDefault="005F25FB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920C20">
      <w:rPr>
        <w:rFonts w:asciiTheme="minorHAnsi" w:hAnsiTheme="minorHAnsi" w:cstheme="minorHAnsi"/>
      </w:rPr>
      <w:t>30</w:t>
    </w:r>
    <w:r w:rsidR="00955B7A" w:rsidRPr="00955B7A">
      <w:rPr>
        <w:rFonts w:asciiTheme="minorHAnsi" w:hAnsiTheme="minorHAnsi" w:cstheme="minorHAnsi"/>
      </w:rPr>
      <w:t>.0</w:t>
    </w:r>
    <w:r w:rsidR="00920C20">
      <w:rPr>
        <w:rFonts w:asciiTheme="minorHAnsi" w:hAnsiTheme="minorHAnsi" w:cstheme="minorHAnsi"/>
      </w:rPr>
      <w:t>4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CB396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5F1429" w:rsidP="005F1429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                  </w:t>
    </w:r>
    <w:r w:rsidR="00920C20" w:rsidRPr="00920C20">
      <w:rPr>
        <w:rFonts w:asciiTheme="minorHAnsi" w:hAnsiTheme="minorHAnsi" w:cstheme="minorHAnsi"/>
        <w:sz w:val="20"/>
        <w:szCs w:val="20"/>
      </w:rPr>
      <w:t>DT.WIT.7101.3.2021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1A09B6"/>
    <w:rsid w:val="002B0993"/>
    <w:rsid w:val="00487167"/>
    <w:rsid w:val="0049347F"/>
    <w:rsid w:val="005226AB"/>
    <w:rsid w:val="005D0A13"/>
    <w:rsid w:val="005F1429"/>
    <w:rsid w:val="005F25FB"/>
    <w:rsid w:val="00636C3E"/>
    <w:rsid w:val="00695ADF"/>
    <w:rsid w:val="006E60D0"/>
    <w:rsid w:val="00745D00"/>
    <w:rsid w:val="00771B6C"/>
    <w:rsid w:val="00920C20"/>
    <w:rsid w:val="00936F2C"/>
    <w:rsid w:val="00955B7A"/>
    <w:rsid w:val="009E6B6F"/>
    <w:rsid w:val="00A524E6"/>
    <w:rsid w:val="00AA5154"/>
    <w:rsid w:val="00AD0AD3"/>
    <w:rsid w:val="00B33056"/>
    <w:rsid w:val="00C05857"/>
    <w:rsid w:val="00C11B94"/>
    <w:rsid w:val="00C70146"/>
    <w:rsid w:val="00CA393C"/>
    <w:rsid w:val="00CB3969"/>
    <w:rsid w:val="00F130C8"/>
    <w:rsid w:val="00F6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0C2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20C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3</cp:revision>
  <dcterms:created xsi:type="dcterms:W3CDTF">2021-04-30T10:24:00Z</dcterms:created>
  <dcterms:modified xsi:type="dcterms:W3CDTF">2021-04-30T10:33:00Z</dcterms:modified>
</cp:coreProperties>
</file>