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15" w:rsidRPr="00454D7C" w:rsidRDefault="005D3027" w:rsidP="005F5815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DRU.ZPRP.7220.7.2021</w:t>
      </w:r>
      <w:bookmarkStart w:id="0" w:name="_GoBack"/>
      <w:bookmarkEnd w:id="0"/>
    </w:p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0A71A0" w:rsidRPr="0033475C" w:rsidRDefault="007D0DB4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0A71A0" w:rsidRPr="0033475C" w:rsidRDefault="004A2EFB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Default="004A2EFB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Pr="0033475C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4A2EFB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7D0D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4638D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 kwartał 2021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 w:rsidR="00C5662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4E7B1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33475C" w:rsidRPr="0033475C" w:rsidRDefault="004A2EFB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4A2EFB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4A2EFB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4A2EFB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4A2EFB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4A2EFB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proofErr w:type="gramStart"/>
      <w:r w:rsidRPr="0033475C">
        <w:rPr>
          <w:rFonts w:asciiTheme="minorHAnsi" w:hAnsiTheme="minorHAnsi" w:cstheme="minorHAnsi"/>
          <w:b/>
          <w:bCs/>
        </w:rPr>
        <w:t>z</w:t>
      </w:r>
      <w:proofErr w:type="gramEnd"/>
      <w:r w:rsidRPr="0033475C">
        <w:rPr>
          <w:rFonts w:asciiTheme="minorHAnsi" w:hAnsiTheme="minorHAnsi" w:cstheme="minorHAnsi"/>
          <w:b/>
          <w:bCs/>
        </w:rPr>
        <w:t xml:space="preserve"> up. Marek Zagórski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proofErr w:type="gramStart"/>
      <w:r w:rsidRPr="0033475C">
        <w:rPr>
          <w:rFonts w:asciiTheme="minorHAnsi" w:hAnsiTheme="minorHAnsi" w:cstheme="minorHAnsi"/>
          <w:b/>
          <w:bCs/>
        </w:rPr>
        <w:t>w</w:t>
      </w:r>
      <w:proofErr w:type="gramEnd"/>
      <w:r w:rsidRPr="0033475C">
        <w:rPr>
          <w:rFonts w:asciiTheme="minorHAnsi" w:hAnsiTheme="minorHAnsi" w:cstheme="minorHAnsi"/>
          <w:b/>
          <w:bCs/>
        </w:rPr>
        <w:t xml:space="preserve"> Kancelarii Prezesa Rady Ministrów</w:t>
      </w:r>
    </w:p>
    <w:p w:rsidR="000A71A0" w:rsidRPr="0033475C" w:rsidRDefault="004A2EFB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BF2C57" w:rsidRPr="004C265D" w:rsidRDefault="00BF2C57" w:rsidP="00BF2C57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4638D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 kwartał 2021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212910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30905" w:rsidRPr="0033475C" w:rsidRDefault="004A2EFB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EFB" w:rsidRDefault="004A2EFB">
      <w:r>
        <w:separator/>
      </w:r>
    </w:p>
  </w:endnote>
  <w:endnote w:type="continuationSeparator" w:id="0">
    <w:p w:rsidR="004A2EFB" w:rsidRDefault="004A2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proofErr w:type="gramStart"/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</w:t>
                          </w:r>
                          <w:proofErr w:type="gramEnd"/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987C99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EFB" w:rsidRDefault="004A2EFB">
      <w:r>
        <w:separator/>
      </w:r>
    </w:p>
  </w:footnote>
  <w:footnote w:type="continuationSeparator" w:id="0">
    <w:p w:rsidR="004A2EFB" w:rsidRDefault="004A2E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4A2EFB" w:rsidP="007018D3">
    <w:pPr>
      <w:pStyle w:val="Nagwek"/>
      <w:jc w:val="right"/>
    </w:pPr>
  </w:p>
  <w:p w:rsidR="007018D3" w:rsidRDefault="004A2EFB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4A2EF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DC5F8A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</w:t>
    </w:r>
    <w:proofErr w:type="gramStart"/>
    <w:r>
      <w:t>dnia</w:t>
    </w:r>
    <w:r w:rsidR="004C265D">
      <w:t xml:space="preserve"> </w:t>
    </w:r>
    <w:r w:rsidR="00C56628">
      <w:t xml:space="preserve">      </w:t>
    </w:r>
    <w:r>
      <w:t>r</w:t>
    </w:r>
    <w:proofErr w:type="gramEnd"/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136C90"/>
    <w:rsid w:val="001D2BBE"/>
    <w:rsid w:val="001D6ED7"/>
    <w:rsid w:val="00212910"/>
    <w:rsid w:val="00454D7C"/>
    <w:rsid w:val="004638D4"/>
    <w:rsid w:val="004A2EFB"/>
    <w:rsid w:val="004C265D"/>
    <w:rsid w:val="004C6BBB"/>
    <w:rsid w:val="004E7B1A"/>
    <w:rsid w:val="0059414A"/>
    <w:rsid w:val="005D3027"/>
    <w:rsid w:val="005E0E65"/>
    <w:rsid w:val="005F5815"/>
    <w:rsid w:val="006605C8"/>
    <w:rsid w:val="00664E65"/>
    <w:rsid w:val="00780C7A"/>
    <w:rsid w:val="007D0DB4"/>
    <w:rsid w:val="007D1DC9"/>
    <w:rsid w:val="007D7B20"/>
    <w:rsid w:val="0080190B"/>
    <w:rsid w:val="0089162A"/>
    <w:rsid w:val="009704EF"/>
    <w:rsid w:val="00987C99"/>
    <w:rsid w:val="00A57161"/>
    <w:rsid w:val="00AD0B74"/>
    <w:rsid w:val="00AE0752"/>
    <w:rsid w:val="00BF2C57"/>
    <w:rsid w:val="00C56628"/>
    <w:rsid w:val="00C66AE2"/>
    <w:rsid w:val="00CA537C"/>
    <w:rsid w:val="00CB01A1"/>
    <w:rsid w:val="00DC5F8A"/>
    <w:rsid w:val="00DE1072"/>
    <w:rsid w:val="00F75F0A"/>
    <w:rsid w:val="00F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Buks Sebastian</cp:lastModifiedBy>
  <cp:revision>3</cp:revision>
  <dcterms:created xsi:type="dcterms:W3CDTF">2021-05-05T13:23:00Z</dcterms:created>
  <dcterms:modified xsi:type="dcterms:W3CDTF">2021-05-05T13:34:00Z</dcterms:modified>
</cp:coreProperties>
</file>