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CE0696" w:rsidRDefault="00CE0696" w:rsidP="00CE0696">
      <w:pPr>
        <w:rPr>
          <w:rFonts w:ascii="Calibri" w:hAnsi="Calibri"/>
        </w:rPr>
      </w:pPr>
      <w:r w:rsidRPr="00EE31AD">
        <w:rPr>
          <w:rFonts w:ascii="Calibri" w:hAnsi="Calibri"/>
        </w:rPr>
        <w:t xml:space="preserve">uprzejmie informuję, iż akceptuję skorygowane wersje raportów za IV kwartał 2020 </w:t>
      </w:r>
      <w:r>
        <w:rPr>
          <w:rFonts w:ascii="Calibri" w:hAnsi="Calibri"/>
        </w:rPr>
        <w:t xml:space="preserve">r. </w:t>
      </w:r>
      <w:r w:rsidRPr="00EE31AD">
        <w:rPr>
          <w:rFonts w:ascii="Calibri" w:hAnsi="Calibri"/>
        </w:rPr>
        <w:t>z</w:t>
      </w:r>
      <w:r>
        <w:rPr>
          <w:rFonts w:ascii="Calibri" w:hAnsi="Calibri"/>
        </w:rPr>
        <w:t> </w:t>
      </w:r>
      <w:r w:rsidRPr="00EE31AD">
        <w:rPr>
          <w:rFonts w:ascii="Calibri" w:hAnsi="Calibri"/>
        </w:rPr>
        <w:t>postępu rzeczowo-finansowego projektów informatycznych pn.:</w:t>
      </w:r>
    </w:p>
    <w:p w:rsidR="000D59E8" w:rsidRDefault="000D59E8" w:rsidP="00CE0696">
      <w:pPr>
        <w:rPr>
          <w:rFonts w:ascii="Calibri" w:hAnsi="Calibri"/>
        </w:rPr>
      </w:pPr>
    </w:p>
    <w:p w:rsidR="00CE0696" w:rsidRPr="00273C4B" w:rsidRDefault="00CE0696" w:rsidP="00CE0696">
      <w:pPr>
        <w:rPr>
          <w:rFonts w:ascii="Calibri" w:hAnsi="Calibri"/>
          <w:sz w:val="2"/>
          <w:szCs w:val="2"/>
        </w:rPr>
      </w:pPr>
    </w:p>
    <w:p w:rsidR="000D59E8" w:rsidRPr="00FA779A" w:rsidRDefault="000D59E8" w:rsidP="000D59E8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</w:pPr>
      <w:r w:rsidRPr="00FA779A">
        <w:rPr>
          <w:rFonts w:ascii="Calibri" w:eastAsia="Calibri" w:hAnsi="Calibri"/>
          <w:b/>
          <w:szCs w:val="22"/>
          <w:lang w:eastAsia="en-US"/>
        </w:rPr>
        <w:t>Platforma Polskich Publikacji Naukowych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Edukacji i Nauki,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Uniwersytet Warszawski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0D59E8" w:rsidRPr="00EA33CF" w:rsidRDefault="000D59E8" w:rsidP="000D59E8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</w:pPr>
      <w:r w:rsidRPr="00FA779A">
        <w:rPr>
          <w:rFonts w:ascii="Calibri" w:eastAsia="Calibri" w:hAnsi="Calibri"/>
          <w:b/>
          <w:szCs w:val="22"/>
          <w:lang w:eastAsia="en-US"/>
        </w:rPr>
        <w:t xml:space="preserve">Dziedzinowe Repozytoria Otwartych Danych Badawczych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Edukacji i Nauki,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Uniwersytet Warszawski</w:t>
      </w:r>
      <w:r w:rsidR="004C2832">
        <w:rPr>
          <w:rFonts w:ascii="Calibri" w:eastAsia="Calibri" w:hAnsi="Calibri"/>
          <w:szCs w:val="22"/>
          <w:lang w:eastAsia="en-US"/>
        </w:rPr>
        <w:t>.</w:t>
      </w:r>
    </w:p>
    <w:p w:rsidR="00CE0696" w:rsidRDefault="00CE0696" w:rsidP="00CA5BA1">
      <w:pPr>
        <w:spacing w:line="264" w:lineRule="auto"/>
        <w:rPr>
          <w:rFonts w:ascii="Calibri" w:hAnsi="Calibri" w:cs="Calibri"/>
        </w:rPr>
      </w:pPr>
    </w:p>
    <w:p w:rsidR="004410D0" w:rsidRDefault="004410D0" w:rsidP="00CA5BA1">
      <w:pPr>
        <w:spacing w:line="264" w:lineRule="auto"/>
        <w:rPr>
          <w:rFonts w:ascii="Calibri" w:hAnsi="Calibri" w:cs="Calibri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C47" w:rsidRDefault="00F70C47">
      <w:r>
        <w:separator/>
      </w:r>
    </w:p>
  </w:endnote>
  <w:endnote w:type="continuationSeparator" w:id="0">
    <w:p w:rsidR="00F70C47" w:rsidRDefault="00F7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C47" w:rsidRDefault="00F70C47">
      <w:r>
        <w:separator/>
      </w:r>
    </w:p>
  </w:footnote>
  <w:footnote w:type="continuationSeparator" w:id="0">
    <w:p w:rsidR="00F70C47" w:rsidRDefault="00F70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E5605">
    <w:pPr>
      <w:pStyle w:val="Nagwek"/>
      <w:ind w:left="1128" w:firstLine="4536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696" w:rsidRPr="00DA3527" w:rsidRDefault="00CE0696" w:rsidP="00CE0696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273C4B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</w:t>
                          </w:r>
                          <w:r w:rsidR="000D59E8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123</w:t>
                          </w:r>
                          <w:r w:rsidRPr="00273C4B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.1.2021</w:t>
                          </w:r>
                        </w:p>
                        <w:p w:rsidR="0033475C" w:rsidRPr="00DA3527" w:rsidRDefault="0033475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CE0696" w:rsidRPr="00DA3527" w:rsidRDefault="00CE0696" w:rsidP="00CE0696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273C4B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</w:t>
                    </w:r>
                    <w:r w:rsidR="000D59E8">
                      <w:rPr>
                        <w:rFonts w:ascii="Calibri" w:hAnsi="Calibri" w:cs="Calibri"/>
                        <w:sz w:val="20"/>
                        <w:szCs w:val="20"/>
                      </w:rPr>
                      <w:t>123</w:t>
                    </w:r>
                    <w:r w:rsidRPr="00273C4B">
                      <w:rPr>
                        <w:rFonts w:ascii="Calibri" w:hAnsi="Calibri" w:cs="Calibri"/>
                        <w:sz w:val="20"/>
                        <w:szCs w:val="20"/>
                      </w:rPr>
                      <w:t>.1.2021</w:t>
                    </w:r>
                  </w:p>
                  <w:p w:rsidR="0033475C" w:rsidRPr="00DA3527" w:rsidRDefault="0033475C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E0696">
      <w:rPr>
        <w:noProof/>
      </w:rPr>
      <w:t>/</w:t>
    </w:r>
    <w:r w:rsidR="00CE0696" w:rsidRPr="000D59E8">
      <w:rPr>
        <w:rFonts w:asciiTheme="minorHAnsi" w:hAnsiTheme="minorHAnsi" w:cstheme="minorHAnsi"/>
        <w:i/>
        <w:noProof/>
        <w:sz w:val="22"/>
        <w:szCs w:val="22"/>
      </w:rPr>
      <w:t>elektroniczny znacznik czasu</w:t>
    </w:r>
    <w:r w:rsidR="00CE0696">
      <w:rPr>
        <w:noProof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0D59E8"/>
    <w:rsid w:val="001135DE"/>
    <w:rsid w:val="0011447A"/>
    <w:rsid w:val="0012268A"/>
    <w:rsid w:val="00164FF9"/>
    <w:rsid w:val="001F149E"/>
    <w:rsid w:val="00223CE1"/>
    <w:rsid w:val="0023393C"/>
    <w:rsid w:val="002A0DA3"/>
    <w:rsid w:val="002A44DE"/>
    <w:rsid w:val="002A764D"/>
    <w:rsid w:val="002C0265"/>
    <w:rsid w:val="002D6DAA"/>
    <w:rsid w:val="0033475C"/>
    <w:rsid w:val="00341A76"/>
    <w:rsid w:val="00351824"/>
    <w:rsid w:val="00352A14"/>
    <w:rsid w:val="00357ECA"/>
    <w:rsid w:val="00384B26"/>
    <w:rsid w:val="00404F0E"/>
    <w:rsid w:val="00417572"/>
    <w:rsid w:val="00420DDB"/>
    <w:rsid w:val="00433553"/>
    <w:rsid w:val="004410D0"/>
    <w:rsid w:val="00446181"/>
    <w:rsid w:val="004633D0"/>
    <w:rsid w:val="00495DA1"/>
    <w:rsid w:val="004C2832"/>
    <w:rsid w:val="004E5605"/>
    <w:rsid w:val="004F20D4"/>
    <w:rsid w:val="00511465"/>
    <w:rsid w:val="00554DA7"/>
    <w:rsid w:val="0058723A"/>
    <w:rsid w:val="005B0806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F2F99"/>
    <w:rsid w:val="00935D23"/>
    <w:rsid w:val="009742A2"/>
    <w:rsid w:val="009C2C00"/>
    <w:rsid w:val="009D4211"/>
    <w:rsid w:val="00A11B1C"/>
    <w:rsid w:val="00A363B8"/>
    <w:rsid w:val="00A436D1"/>
    <w:rsid w:val="00A471BD"/>
    <w:rsid w:val="00AB6FA7"/>
    <w:rsid w:val="00AE7731"/>
    <w:rsid w:val="00AF0619"/>
    <w:rsid w:val="00B30905"/>
    <w:rsid w:val="00B42027"/>
    <w:rsid w:val="00BA3B5D"/>
    <w:rsid w:val="00BB1FAD"/>
    <w:rsid w:val="00BB2815"/>
    <w:rsid w:val="00BE094A"/>
    <w:rsid w:val="00C057AF"/>
    <w:rsid w:val="00C060A7"/>
    <w:rsid w:val="00C33102"/>
    <w:rsid w:val="00C53E61"/>
    <w:rsid w:val="00C6105C"/>
    <w:rsid w:val="00CA00FE"/>
    <w:rsid w:val="00CA5BA1"/>
    <w:rsid w:val="00CE0696"/>
    <w:rsid w:val="00CE798A"/>
    <w:rsid w:val="00CF13E8"/>
    <w:rsid w:val="00D00A56"/>
    <w:rsid w:val="00D05B72"/>
    <w:rsid w:val="00D07FF5"/>
    <w:rsid w:val="00D14E3E"/>
    <w:rsid w:val="00D66BDD"/>
    <w:rsid w:val="00DA0A66"/>
    <w:rsid w:val="00DD573A"/>
    <w:rsid w:val="00E638DF"/>
    <w:rsid w:val="00E84F70"/>
    <w:rsid w:val="00E86BDA"/>
    <w:rsid w:val="00E9546E"/>
    <w:rsid w:val="00EA13E5"/>
    <w:rsid w:val="00EA7F17"/>
    <w:rsid w:val="00F10BA4"/>
    <w:rsid w:val="00F70C47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Anna Gałązka</cp:lastModifiedBy>
  <cp:revision>4</cp:revision>
  <dcterms:created xsi:type="dcterms:W3CDTF">2021-03-25T11:08:00Z</dcterms:created>
  <dcterms:modified xsi:type="dcterms:W3CDTF">2021-03-25T11:10:00Z</dcterms:modified>
</cp:coreProperties>
</file>