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A40D37" w:rsidRDefault="00A40D37" w:rsidP="00A40D37">
      <w:pPr>
        <w:spacing w:line="252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Szanowny Panie Sekretarzu, </w:t>
      </w:r>
    </w:p>
    <w:p w:rsidR="00A40D37" w:rsidRDefault="00A40D37" w:rsidP="00A40D37">
      <w:pPr>
        <w:spacing w:line="252" w:lineRule="auto"/>
        <w:rPr>
          <w:rFonts w:ascii="Calibri" w:hAnsi="Calibri" w:cs="Calibri"/>
          <w:i/>
        </w:rPr>
      </w:pPr>
    </w:p>
    <w:p w:rsidR="0021615A" w:rsidRPr="00D66BDD" w:rsidRDefault="0021615A" w:rsidP="0021615A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 kwartał 202</w:t>
      </w:r>
      <w:r>
        <w:rPr>
          <w:rFonts w:ascii="Calibri" w:hAnsi="Calibri" w:cs="Calibri"/>
        </w:rPr>
        <w:t>1</w:t>
      </w:r>
      <w:r w:rsidRPr="00D11B5F">
        <w:rPr>
          <w:rFonts w:ascii="Calibri" w:hAnsi="Calibri" w:cs="Calibri"/>
        </w:rPr>
        <w:t xml:space="preserve"> r. z postępu rzeczowo-finansowego projektu informatycznego </w:t>
      </w:r>
      <w:r>
        <w:rPr>
          <w:rFonts w:ascii="Calibri" w:hAnsi="Calibri" w:cs="Calibri"/>
        </w:rPr>
        <w:t>pn.</w:t>
      </w:r>
      <w:r w:rsidRPr="00BA7A1E">
        <w:rPr>
          <w:rFonts w:ascii="Calibri" w:hAnsi="Calibri" w:cs="Calibri"/>
          <w:b/>
        </w:rPr>
        <w:t xml:space="preserve"> Zintegrowane Programy Uczelni SUM 2. Zadanie: Uniwersyteckie Repozytorium Przypadków Medycznych (URPM) - system bazodanowy wspierający gromadzenie i udostępnianie danych dziedzinowych na potrzeby eksploracji i analiz w celach edukacyjnych </w:t>
      </w:r>
      <w:r w:rsidRPr="00BA7A1E">
        <w:rPr>
          <w:rFonts w:ascii="Calibri" w:hAnsi="Calibri" w:cs="Calibri"/>
        </w:rPr>
        <w:t xml:space="preserve">(wnioskodawca Śląski Uniwersytet Medyczny </w:t>
      </w:r>
      <w:r>
        <w:rPr>
          <w:rFonts w:ascii="Calibri" w:hAnsi="Calibri" w:cs="Calibri"/>
        </w:rPr>
        <w:br/>
      </w:r>
      <w:r w:rsidRPr="00BA7A1E">
        <w:rPr>
          <w:rFonts w:ascii="Calibri" w:hAnsi="Calibri" w:cs="Calibri"/>
        </w:rPr>
        <w:t>w Katowicach, beneficjent Śląski Uniwersytet Medyczny w Katowicach)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z dnia 6 maja 2021 r. i uznaję przedmiotowy raport za uzgodniony.</w:t>
      </w:r>
    </w:p>
    <w:p w:rsidR="0021615A" w:rsidRDefault="0021615A" w:rsidP="002C2422">
      <w:pPr>
        <w:spacing w:line="264" w:lineRule="auto"/>
        <w:rPr>
          <w:rFonts w:ascii="Calibri" w:hAnsi="Calibri" w:cs="Calibri"/>
        </w:rPr>
      </w:pPr>
    </w:p>
    <w:p w:rsidR="0021615A" w:rsidRDefault="000E5AB8" w:rsidP="002C2422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21615A">
        <w:rPr>
          <w:rFonts w:ascii="Calibri" w:hAnsi="Calibri" w:cs="Calibri"/>
        </w:rPr>
        <w:t xml:space="preserve">ziękuję </w:t>
      </w:r>
      <w:r>
        <w:rPr>
          <w:rFonts w:ascii="Calibri" w:hAnsi="Calibri" w:cs="Calibri"/>
        </w:rPr>
        <w:t xml:space="preserve">także </w:t>
      </w:r>
      <w:r w:rsidR="0021615A">
        <w:rPr>
          <w:rFonts w:ascii="Calibri" w:hAnsi="Calibri" w:cs="Calibri"/>
        </w:rPr>
        <w:t>za przesłanie planu naprawczego oraz informacji o planowanych wariantach postępowania</w:t>
      </w:r>
      <w:r w:rsidR="00A17B99">
        <w:rPr>
          <w:rFonts w:ascii="Calibri" w:hAnsi="Calibri" w:cs="Calibri"/>
        </w:rPr>
        <w:t xml:space="preserve"> minimalizujących dalsze opóźnienia</w:t>
      </w:r>
      <w:r w:rsidR="0021615A">
        <w:rPr>
          <w:rFonts w:ascii="Calibri" w:hAnsi="Calibri" w:cs="Calibri"/>
        </w:rPr>
        <w:t xml:space="preserve">. </w:t>
      </w:r>
    </w:p>
    <w:p w:rsidR="0021615A" w:rsidRDefault="000E5AB8" w:rsidP="002C2422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Jednocześnie informuję, że </w:t>
      </w:r>
      <w:r w:rsidR="0021615A">
        <w:rPr>
          <w:rFonts w:ascii="Calibri" w:hAnsi="Calibri" w:cs="Calibri"/>
        </w:rPr>
        <w:t>dalsza realizacja projektu w wariancie B</w:t>
      </w:r>
      <w:r w:rsidR="00A17B99">
        <w:rPr>
          <w:rFonts w:ascii="Calibri" w:hAnsi="Calibri" w:cs="Calibri"/>
        </w:rPr>
        <w:t xml:space="preserve"> obejmującego</w:t>
      </w:r>
      <w:r w:rsidR="0021615A">
        <w:rPr>
          <w:rFonts w:ascii="Calibri" w:hAnsi="Calibri" w:cs="Calibri"/>
        </w:rPr>
        <w:t xml:space="preserve"> zmiany </w:t>
      </w:r>
      <w:r w:rsidR="002472E8">
        <w:rPr>
          <w:rFonts w:ascii="Calibri" w:hAnsi="Calibri" w:cs="Calibri"/>
        </w:rPr>
        <w:br/>
      </w:r>
      <w:r w:rsidR="0021615A">
        <w:rPr>
          <w:rFonts w:ascii="Calibri" w:hAnsi="Calibri" w:cs="Calibri"/>
        </w:rPr>
        <w:t xml:space="preserve">w produktach projektu oraz ograniczenia interoperacyjności budowanego systemu, wymagać będzie przedłożenia </w:t>
      </w:r>
      <w:r w:rsidR="002A32E0">
        <w:rPr>
          <w:rFonts w:ascii="Calibri" w:hAnsi="Calibri" w:cs="Calibri"/>
        </w:rPr>
        <w:t xml:space="preserve">do </w:t>
      </w:r>
      <w:r w:rsidR="002A32E0">
        <w:rPr>
          <w:rFonts w:ascii="Calibri" w:hAnsi="Calibri" w:cs="Calibri"/>
        </w:rPr>
        <w:t>Komitet</w:t>
      </w:r>
      <w:r w:rsidR="002A32E0">
        <w:rPr>
          <w:rFonts w:ascii="Calibri" w:hAnsi="Calibri" w:cs="Calibri"/>
        </w:rPr>
        <w:t>u</w:t>
      </w:r>
      <w:r w:rsidR="002A32E0">
        <w:rPr>
          <w:rFonts w:ascii="Calibri" w:hAnsi="Calibri" w:cs="Calibri"/>
        </w:rPr>
        <w:t xml:space="preserve"> Rady Ministrów do spraw Cyfryzacji</w:t>
      </w:r>
      <w:r w:rsidR="002A32E0">
        <w:rPr>
          <w:rFonts w:ascii="Calibri" w:hAnsi="Calibri" w:cs="Calibri"/>
        </w:rPr>
        <w:t xml:space="preserve"> </w:t>
      </w:r>
      <w:r w:rsidR="0021615A">
        <w:rPr>
          <w:rFonts w:ascii="Calibri" w:hAnsi="Calibri" w:cs="Calibri"/>
        </w:rPr>
        <w:t>aktualizacji opisu założeń</w:t>
      </w:r>
      <w:r w:rsidR="00397101">
        <w:rPr>
          <w:rFonts w:ascii="Calibri" w:hAnsi="Calibri" w:cs="Calibri"/>
        </w:rPr>
        <w:t xml:space="preserve"> </w:t>
      </w:r>
      <w:r w:rsidR="002A32E0">
        <w:rPr>
          <w:rFonts w:ascii="Calibri" w:hAnsi="Calibri" w:cs="Calibri"/>
        </w:rPr>
        <w:t xml:space="preserve">w celu jego </w:t>
      </w:r>
      <w:bookmarkStart w:id="0" w:name="_GoBack"/>
      <w:bookmarkEnd w:id="0"/>
      <w:r w:rsidR="00F151EE">
        <w:rPr>
          <w:rFonts w:ascii="Calibri" w:hAnsi="Calibri" w:cs="Calibri"/>
        </w:rPr>
        <w:t>uzgodnienia</w:t>
      </w:r>
      <w:r w:rsidR="00397101">
        <w:rPr>
          <w:rFonts w:ascii="Calibri" w:hAnsi="Calibri" w:cs="Calibri"/>
        </w:rPr>
        <w:t>.</w:t>
      </w:r>
    </w:p>
    <w:p w:rsidR="002C2422" w:rsidRPr="002C2422" w:rsidRDefault="002C2422" w:rsidP="002C2422">
      <w:pPr>
        <w:spacing w:line="264" w:lineRule="auto"/>
        <w:rPr>
          <w:rFonts w:ascii="Calibri" w:hAnsi="Calibri" w:cs="Calibri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8B6" w:rsidRDefault="001C78B6">
      <w:r>
        <w:separator/>
      </w:r>
    </w:p>
  </w:endnote>
  <w:endnote w:type="continuationSeparator" w:id="0">
    <w:p w:rsidR="001C78B6" w:rsidRDefault="001C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8B6" w:rsidRDefault="001C78B6">
      <w:r>
        <w:separator/>
      </w:r>
    </w:p>
  </w:footnote>
  <w:footnote w:type="continuationSeparator" w:id="0">
    <w:p w:rsidR="001C78B6" w:rsidRDefault="001C7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592FB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F81A5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F6597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</w:t>
                          </w:r>
                          <w:r w:rsidR="0021615A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.3</w:t>
                          </w:r>
                          <w:r w:rsidR="00D419DE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2</w:t>
                          </w:r>
                          <w:r w:rsidRPr="00F6597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F81A5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F6597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</w:t>
                    </w:r>
                    <w:r w:rsidR="0021615A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.3</w:t>
                    </w:r>
                    <w:r w:rsidR="00D419DE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2</w:t>
                    </w:r>
                    <w:r w:rsidRPr="00F6597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592FB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592FB1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2FB1" w:rsidRPr="00592FB1">
      <w:rPr>
        <w:rFonts w:asciiTheme="minorHAnsi" w:hAnsiTheme="minorHAnsi" w:cstheme="minorHAnsi"/>
        <w:i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E177B"/>
    <w:multiLevelType w:val="hybridMultilevel"/>
    <w:tmpl w:val="DF9E57C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66D6"/>
    <w:rsid w:val="000E5AB8"/>
    <w:rsid w:val="001135DE"/>
    <w:rsid w:val="0011447A"/>
    <w:rsid w:val="0012268A"/>
    <w:rsid w:val="00136DE8"/>
    <w:rsid w:val="001C78B6"/>
    <w:rsid w:val="0021615A"/>
    <w:rsid w:val="00223CE1"/>
    <w:rsid w:val="002431C8"/>
    <w:rsid w:val="002472E8"/>
    <w:rsid w:val="002A0DA3"/>
    <w:rsid w:val="002A32E0"/>
    <w:rsid w:val="002C0265"/>
    <w:rsid w:val="002C2422"/>
    <w:rsid w:val="002D6DAA"/>
    <w:rsid w:val="0033475C"/>
    <w:rsid w:val="00397101"/>
    <w:rsid w:val="00404F0E"/>
    <w:rsid w:val="00417572"/>
    <w:rsid w:val="00420DDB"/>
    <w:rsid w:val="00433553"/>
    <w:rsid w:val="00446181"/>
    <w:rsid w:val="004633D0"/>
    <w:rsid w:val="00490F1A"/>
    <w:rsid w:val="00495DA1"/>
    <w:rsid w:val="004A6448"/>
    <w:rsid w:val="004F20D4"/>
    <w:rsid w:val="00506B70"/>
    <w:rsid w:val="00511465"/>
    <w:rsid w:val="00554DA7"/>
    <w:rsid w:val="0058723A"/>
    <w:rsid w:val="00592FB1"/>
    <w:rsid w:val="005C7EB9"/>
    <w:rsid w:val="005E753F"/>
    <w:rsid w:val="005E7C11"/>
    <w:rsid w:val="0060027F"/>
    <w:rsid w:val="00683A5D"/>
    <w:rsid w:val="006A5C4D"/>
    <w:rsid w:val="006B6F70"/>
    <w:rsid w:val="006E5CE8"/>
    <w:rsid w:val="007018D3"/>
    <w:rsid w:val="00705FD1"/>
    <w:rsid w:val="00730C16"/>
    <w:rsid w:val="00741481"/>
    <w:rsid w:val="007A354D"/>
    <w:rsid w:val="007B576D"/>
    <w:rsid w:val="007B7069"/>
    <w:rsid w:val="007C0018"/>
    <w:rsid w:val="007D4A13"/>
    <w:rsid w:val="00806126"/>
    <w:rsid w:val="00866B8C"/>
    <w:rsid w:val="008B1D7E"/>
    <w:rsid w:val="008B75FD"/>
    <w:rsid w:val="008C399F"/>
    <w:rsid w:val="008D560F"/>
    <w:rsid w:val="008E63D2"/>
    <w:rsid w:val="00935D23"/>
    <w:rsid w:val="00945AE5"/>
    <w:rsid w:val="009742A2"/>
    <w:rsid w:val="009C2C00"/>
    <w:rsid w:val="009C35E3"/>
    <w:rsid w:val="009D4211"/>
    <w:rsid w:val="00A02C89"/>
    <w:rsid w:val="00A17B99"/>
    <w:rsid w:val="00A33F1A"/>
    <w:rsid w:val="00A363B8"/>
    <w:rsid w:val="00A40D37"/>
    <w:rsid w:val="00A436D1"/>
    <w:rsid w:val="00A471BD"/>
    <w:rsid w:val="00A503B7"/>
    <w:rsid w:val="00A71F87"/>
    <w:rsid w:val="00AB6FA7"/>
    <w:rsid w:val="00AD21B4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402B5"/>
    <w:rsid w:val="00D419DE"/>
    <w:rsid w:val="00DA0A66"/>
    <w:rsid w:val="00E200A2"/>
    <w:rsid w:val="00E25645"/>
    <w:rsid w:val="00E424A5"/>
    <w:rsid w:val="00E86BDA"/>
    <w:rsid w:val="00EA13E5"/>
    <w:rsid w:val="00EA7F17"/>
    <w:rsid w:val="00EC7BA9"/>
    <w:rsid w:val="00F10BA4"/>
    <w:rsid w:val="00F151EE"/>
    <w:rsid w:val="00F65975"/>
    <w:rsid w:val="00F76A8C"/>
    <w:rsid w:val="00F81A5B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30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64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34</cp:revision>
  <dcterms:created xsi:type="dcterms:W3CDTF">2020-11-05T20:46:00Z</dcterms:created>
  <dcterms:modified xsi:type="dcterms:W3CDTF">2021-05-17T09:27:00Z</dcterms:modified>
</cp:coreProperties>
</file>