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77777777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163C0" w:rsidRPr="00FD7437">
        <w:rPr>
          <w:sz w:val="16"/>
          <w:szCs w:val="16"/>
        </w:rPr>
        <w:t>2</w:t>
      </w:r>
    </w:p>
    <w:p w14:paraId="7C9160CD" w14:textId="1DDB5F07" w:rsidR="00FD7437" w:rsidRPr="00AE258C" w:rsidRDefault="00FD7437" w:rsidP="00AE258C">
      <w:pPr>
        <w:jc w:val="center"/>
        <w:rPr>
          <w:sz w:val="16"/>
          <w:szCs w:val="16"/>
        </w:rPr>
      </w:pPr>
      <w:bookmarkStart w:id="1" w:name="_Hlk113519997"/>
    </w:p>
    <w:bookmarkEnd w:id="1"/>
    <w:p w14:paraId="703B95E6" w14:textId="77777777" w:rsidR="00245B2F" w:rsidRPr="006747D4" w:rsidRDefault="00FA5F3B" w:rsidP="00FA5F3B">
      <w:pPr>
        <w:jc w:val="right"/>
        <w:rPr>
          <w:sz w:val="16"/>
          <w:szCs w:val="16"/>
        </w:rPr>
      </w:pPr>
      <w:r w:rsidRPr="006747D4">
        <w:rPr>
          <w:sz w:val="16"/>
          <w:szCs w:val="16"/>
        </w:rPr>
        <w:t xml:space="preserve"> </w:t>
      </w: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5503ACA4" w14:textId="52E363E3" w:rsidR="00446BB2" w:rsidRPr="006C3464" w:rsidRDefault="00446BB2" w:rsidP="00F826F2">
      <w:pPr>
        <w:ind w:firstLine="5529"/>
        <w:rPr>
          <w:b/>
        </w:rPr>
      </w:pPr>
      <w:r>
        <w:rPr>
          <w:b/>
        </w:rPr>
        <w:t xml:space="preserve">w </w:t>
      </w:r>
      <w:r w:rsidR="00AE258C">
        <w:rPr>
          <w:b/>
        </w:rPr>
        <w:t>Warszawie</w:t>
      </w:r>
    </w:p>
    <w:p w14:paraId="0902F87B" w14:textId="06E6824C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C26DEA">
        <w:rPr>
          <w:b/>
        </w:rPr>
        <w:t>Grójecka 186</w:t>
      </w:r>
    </w:p>
    <w:p w14:paraId="5203458C" w14:textId="5F445907" w:rsidR="00446BB2" w:rsidRDefault="00AE258C" w:rsidP="00F826F2">
      <w:pPr>
        <w:ind w:firstLine="5529"/>
        <w:rPr>
          <w:b/>
        </w:rPr>
      </w:pPr>
      <w:r>
        <w:rPr>
          <w:b/>
        </w:rPr>
        <w:t>0</w:t>
      </w:r>
      <w:r w:rsidR="00C26DEA">
        <w:rPr>
          <w:b/>
        </w:rPr>
        <w:t>2</w:t>
      </w:r>
      <w:r w:rsidR="005415AC">
        <w:rPr>
          <w:b/>
        </w:rPr>
        <w:t>-</w:t>
      </w:r>
      <w:r w:rsidR="00C26DEA">
        <w:rPr>
          <w:b/>
        </w:rPr>
        <w:t>390</w:t>
      </w:r>
      <w:r w:rsidR="005415AC">
        <w:rPr>
          <w:b/>
        </w:rPr>
        <w:t xml:space="preserve"> </w:t>
      </w:r>
      <w:r>
        <w:rPr>
          <w:b/>
        </w:rPr>
        <w:t>Warszawa</w:t>
      </w:r>
    </w:p>
    <w:p w14:paraId="628FF4E8" w14:textId="77777777" w:rsidR="00446BB2" w:rsidRDefault="00446BB2" w:rsidP="00446BB2">
      <w:pPr>
        <w:rPr>
          <w:b/>
        </w:rPr>
      </w:pPr>
    </w:p>
    <w:p w14:paraId="47B35B72" w14:textId="3B475348" w:rsidR="00446BB2" w:rsidRDefault="00225D3F" w:rsidP="00446BB2">
      <w:pPr>
        <w:rPr>
          <w:b/>
        </w:rPr>
      </w:pPr>
      <w:r>
        <w:rPr>
          <w:b/>
        </w:rPr>
        <w:t xml:space="preserve">                                                    </w:t>
      </w:r>
      <w:r w:rsidR="001133C5">
        <w:rPr>
          <w:b/>
        </w:rPr>
        <w:t>Formularz o</w:t>
      </w:r>
      <w:r>
        <w:rPr>
          <w:b/>
        </w:rPr>
        <w:t>fert</w:t>
      </w:r>
      <w:r w:rsidR="001133C5">
        <w:rPr>
          <w:b/>
        </w:rPr>
        <w:t>y</w:t>
      </w:r>
      <w:r>
        <w:rPr>
          <w:b/>
        </w:rPr>
        <w:t xml:space="preserve"> zakupu</w:t>
      </w:r>
    </w:p>
    <w:p w14:paraId="46C80539" w14:textId="77777777" w:rsidR="00446BB2" w:rsidRDefault="00446BB2" w:rsidP="00446BB2">
      <w:pPr>
        <w:rPr>
          <w:b/>
        </w:rPr>
      </w:pPr>
    </w:p>
    <w:p w14:paraId="027D2943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Imię, nazwisko (os. fizyczne) lub nazwa firmy 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5041DBB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Adres zamieszkania (os. fizyczne) lub siedziba (jednostki organizacyjne)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00D9C6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Dane kontaktowe (telefon, e-mail)</w:t>
      </w:r>
    </w:p>
    <w:p w14:paraId="6CAF7764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</w:t>
      </w:r>
    </w:p>
    <w:p w14:paraId="228417D6" w14:textId="10D644F1" w:rsidR="00446BB2" w:rsidRPr="00A46166" w:rsidRDefault="00446BB2" w:rsidP="00A46166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46166">
        <w:rPr>
          <w:szCs w:val="22"/>
        </w:rPr>
        <w:t>Odpowiad</w:t>
      </w:r>
      <w:r w:rsidR="00FA5F3B" w:rsidRPr="00A46166">
        <w:rPr>
          <w:szCs w:val="22"/>
        </w:rPr>
        <w:t xml:space="preserve">ając na ogłoszenie o </w:t>
      </w:r>
      <w:r w:rsidR="00BA1341" w:rsidRPr="00A46166">
        <w:rPr>
          <w:szCs w:val="22"/>
        </w:rPr>
        <w:t xml:space="preserve">zbędnych lub </w:t>
      </w:r>
      <w:r w:rsidRPr="00A46166">
        <w:rPr>
          <w:szCs w:val="22"/>
        </w:rPr>
        <w:t xml:space="preserve">zużytych składnikach rzeczowych majątku </w:t>
      </w:r>
      <w:r w:rsidR="00A46166" w:rsidRPr="00A46166">
        <w:rPr>
          <w:szCs w:val="22"/>
        </w:rPr>
        <w:t xml:space="preserve">  </w:t>
      </w:r>
      <w:r w:rsidRPr="00A46166">
        <w:rPr>
          <w:szCs w:val="22"/>
        </w:rPr>
        <w:t>ruchomego</w:t>
      </w:r>
      <w:r w:rsidR="00BA1341" w:rsidRPr="00A46166">
        <w:rPr>
          <w:szCs w:val="22"/>
        </w:rPr>
        <w:t xml:space="preserve"> Państwowej Inspekcji Pracy </w:t>
      </w:r>
      <w:r w:rsidRPr="00A46166">
        <w:rPr>
          <w:szCs w:val="22"/>
        </w:rPr>
        <w:t>Okręg</w:t>
      </w:r>
      <w:r w:rsidR="00245B2F" w:rsidRPr="00A46166">
        <w:rPr>
          <w:szCs w:val="22"/>
        </w:rPr>
        <w:t xml:space="preserve">owego Inspektoratu Pracy </w:t>
      </w:r>
      <w:r w:rsidR="00C26DEA">
        <w:rPr>
          <w:szCs w:val="22"/>
        </w:rPr>
        <w:t xml:space="preserve">               </w:t>
      </w:r>
      <w:r w:rsidR="00245B2F" w:rsidRPr="00A46166">
        <w:rPr>
          <w:szCs w:val="22"/>
        </w:rPr>
        <w:t xml:space="preserve">w </w:t>
      </w:r>
      <w:r w:rsidR="00AE258C" w:rsidRPr="00A46166">
        <w:rPr>
          <w:szCs w:val="22"/>
        </w:rPr>
        <w:t>Warszawie</w:t>
      </w:r>
      <w:r w:rsidR="00BA1341" w:rsidRPr="00A46166">
        <w:rPr>
          <w:szCs w:val="22"/>
        </w:rPr>
        <w:t>,</w:t>
      </w:r>
      <w:r w:rsidR="00FA5F3B" w:rsidRPr="00A46166">
        <w:rPr>
          <w:szCs w:val="22"/>
        </w:rPr>
        <w:t xml:space="preserve"> </w:t>
      </w:r>
      <w:r w:rsidRPr="00A46166">
        <w:rPr>
          <w:szCs w:val="22"/>
        </w:rPr>
        <w:t>składam ofertę zakupu następujących składników: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737"/>
        <w:gridCol w:w="2185"/>
        <w:gridCol w:w="2168"/>
      </w:tblGrid>
      <w:tr w:rsidR="00446BB2" w14:paraId="407FEB75" w14:textId="77777777" w:rsidTr="005D3B25">
        <w:tc>
          <w:tcPr>
            <w:tcW w:w="546" w:type="dxa"/>
            <w:vAlign w:val="center"/>
          </w:tcPr>
          <w:p w14:paraId="6CC296E7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3737" w:type="dxa"/>
            <w:vAlign w:val="center"/>
          </w:tcPr>
          <w:p w14:paraId="00240B7E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2185" w:type="dxa"/>
            <w:vAlign w:val="center"/>
          </w:tcPr>
          <w:p w14:paraId="01D97FB9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  <w:tc>
          <w:tcPr>
            <w:tcW w:w="2168" w:type="dxa"/>
            <w:vAlign w:val="center"/>
          </w:tcPr>
          <w:p w14:paraId="1005905D" w14:textId="77777777" w:rsidR="00446BB2" w:rsidRPr="009542A4" w:rsidRDefault="00446BB2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Oferowana cena*</w:t>
            </w:r>
          </w:p>
        </w:tc>
      </w:tr>
      <w:tr w:rsidR="00446BB2" w14:paraId="7EB313EF" w14:textId="77777777" w:rsidTr="005D3B25">
        <w:tc>
          <w:tcPr>
            <w:tcW w:w="546" w:type="dxa"/>
            <w:vAlign w:val="center"/>
          </w:tcPr>
          <w:p w14:paraId="0678BD7D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3737" w:type="dxa"/>
          </w:tcPr>
          <w:p w14:paraId="610A1543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ADE95A9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28206AEF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FC2E742" w14:textId="77777777" w:rsidTr="005D3B25">
        <w:tc>
          <w:tcPr>
            <w:tcW w:w="546" w:type="dxa"/>
            <w:vAlign w:val="center"/>
          </w:tcPr>
          <w:p w14:paraId="3710B21C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3737" w:type="dxa"/>
          </w:tcPr>
          <w:p w14:paraId="168DA06F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52508802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767E8BB7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6D918ED0" w14:textId="77777777" w:rsidTr="005D3B25">
        <w:tc>
          <w:tcPr>
            <w:tcW w:w="546" w:type="dxa"/>
            <w:vAlign w:val="center"/>
          </w:tcPr>
          <w:p w14:paraId="232ED1E1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3737" w:type="dxa"/>
          </w:tcPr>
          <w:p w14:paraId="563664CD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7FC5F1EC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7DEE8B0" w14:textId="77777777" w:rsidR="00446BB2" w:rsidRDefault="00446BB2" w:rsidP="00EE695E">
            <w:pPr>
              <w:spacing w:before="240" w:line="360" w:lineRule="auto"/>
            </w:pPr>
          </w:p>
        </w:tc>
      </w:tr>
      <w:tr w:rsidR="00446BB2" w14:paraId="1A2877B3" w14:textId="77777777" w:rsidTr="005D3B25">
        <w:tc>
          <w:tcPr>
            <w:tcW w:w="546" w:type="dxa"/>
            <w:vAlign w:val="center"/>
          </w:tcPr>
          <w:p w14:paraId="0420AA77" w14:textId="77777777" w:rsidR="00446BB2" w:rsidRPr="009542A4" w:rsidRDefault="00446BB2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3737" w:type="dxa"/>
          </w:tcPr>
          <w:p w14:paraId="74385618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85" w:type="dxa"/>
          </w:tcPr>
          <w:p w14:paraId="304BBFC5" w14:textId="77777777" w:rsidR="00446BB2" w:rsidRDefault="00446BB2" w:rsidP="00EE695E">
            <w:pPr>
              <w:spacing w:before="240" w:line="360" w:lineRule="auto"/>
            </w:pPr>
          </w:p>
        </w:tc>
        <w:tc>
          <w:tcPr>
            <w:tcW w:w="2168" w:type="dxa"/>
          </w:tcPr>
          <w:p w14:paraId="6508B584" w14:textId="77777777" w:rsidR="00446BB2" w:rsidRDefault="00446BB2" w:rsidP="00EE695E">
            <w:pPr>
              <w:spacing w:before="240" w:line="360" w:lineRule="auto"/>
            </w:pPr>
          </w:p>
        </w:tc>
      </w:tr>
    </w:tbl>
    <w:p w14:paraId="1D84D357" w14:textId="323DD2CB" w:rsidR="00446BB2" w:rsidRPr="009213FD" w:rsidRDefault="00446BB2" w:rsidP="005D3B25">
      <w:pPr>
        <w:ind w:left="567" w:hanging="567"/>
        <w:rPr>
          <w:bCs/>
        </w:rPr>
      </w:pPr>
      <w:r>
        <w:t xml:space="preserve">       *nie niższa</w:t>
      </w:r>
      <w:r w:rsidRPr="009213FD">
        <w:t xml:space="preserve"> niż szacunkowa wartość rynkowa danego składnika</w:t>
      </w:r>
      <w:r w:rsidR="00EF502A">
        <w:t>,</w:t>
      </w:r>
      <w:r>
        <w:t xml:space="preserve"> określon</w:t>
      </w:r>
      <w:r w:rsidR="00EF502A">
        <w:t>a</w:t>
      </w:r>
      <w:r w:rsidRPr="009213FD">
        <w:t xml:space="preserve"> </w:t>
      </w:r>
      <w:r>
        <w:br/>
      </w:r>
      <w:r w:rsidRPr="009213FD">
        <w:t>w załączniku</w:t>
      </w:r>
      <w:r>
        <w:t xml:space="preserve"> nr</w:t>
      </w:r>
      <w:r w:rsidRPr="009213FD">
        <w:t xml:space="preserve"> 1</w:t>
      </w:r>
      <w:r>
        <w:t xml:space="preserve"> </w:t>
      </w:r>
      <w:r w:rsidRPr="009213FD">
        <w:rPr>
          <w:bCs/>
        </w:rPr>
        <w:t xml:space="preserve">do </w:t>
      </w:r>
      <w:r w:rsidR="005D3B25">
        <w:rPr>
          <w:bCs/>
        </w:rPr>
        <w:t xml:space="preserve">ww. </w:t>
      </w:r>
      <w:r w:rsidRPr="009213FD">
        <w:rPr>
          <w:bCs/>
        </w:rPr>
        <w:t xml:space="preserve">ogłoszenia o </w:t>
      </w:r>
      <w:r w:rsidR="005415AC">
        <w:rPr>
          <w:bCs/>
        </w:rPr>
        <w:t xml:space="preserve">zbędnych lub </w:t>
      </w:r>
      <w:r w:rsidRPr="009213FD">
        <w:rPr>
          <w:bCs/>
        </w:rPr>
        <w:t>zużytych składnikach rzeczowy</w:t>
      </w:r>
      <w:r>
        <w:rPr>
          <w:bCs/>
        </w:rPr>
        <w:t xml:space="preserve">ch majątku ruchomego </w:t>
      </w:r>
      <w:r w:rsidR="005D3B25">
        <w:rPr>
          <w:bCs/>
        </w:rPr>
        <w:t xml:space="preserve">Państwowej Inspekcji Pracy </w:t>
      </w:r>
      <w:r>
        <w:rPr>
          <w:bCs/>
        </w:rPr>
        <w:t xml:space="preserve">Okręgowego Inspektoratu Pracy </w:t>
      </w:r>
      <w:r w:rsidR="005D3B25">
        <w:rPr>
          <w:bCs/>
        </w:rPr>
        <w:br/>
      </w:r>
      <w:r>
        <w:rPr>
          <w:bCs/>
        </w:rPr>
        <w:t>w</w:t>
      </w:r>
      <w:r w:rsidR="00AE258C">
        <w:rPr>
          <w:bCs/>
        </w:rPr>
        <w:t xml:space="preserve"> Warszawie</w:t>
      </w:r>
    </w:p>
    <w:p w14:paraId="0BAC64C2" w14:textId="77777777" w:rsidR="00446BB2" w:rsidRDefault="00446BB2" w:rsidP="00446BB2">
      <w:pPr>
        <w:spacing w:line="360" w:lineRule="auto"/>
        <w:ind w:left="567" w:hanging="567"/>
      </w:pPr>
    </w:p>
    <w:p w14:paraId="6FA22A22" w14:textId="0673293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>Zobowiązuję się do zawarcia umowy kupna ww. składnik</w:t>
      </w:r>
      <w:r w:rsidR="00433F27">
        <w:t>a-/ów</w:t>
      </w:r>
      <w:r>
        <w:t xml:space="preserve"> </w:t>
      </w:r>
      <w:r w:rsidR="0032286E">
        <w:rPr>
          <w:rFonts w:cs="Arial"/>
        </w:rPr>
        <w:t>*</w:t>
      </w:r>
      <w:r w:rsidR="0032286E">
        <w:t xml:space="preserve"> </w:t>
      </w:r>
      <w:r>
        <w:t xml:space="preserve">oraz dokonania </w:t>
      </w:r>
      <w:r w:rsidR="00A469A9">
        <w:t xml:space="preserve">wpłaty </w:t>
      </w:r>
      <w:r w:rsidR="00E163C0">
        <w:t xml:space="preserve">na konto bankowe </w:t>
      </w:r>
      <w:r w:rsidR="008A0918">
        <w:t xml:space="preserve">Państwowej Inspekcji Pracy </w:t>
      </w:r>
      <w:r w:rsidR="005673C1">
        <w:t xml:space="preserve">Okręgowego Inspektoratu w </w:t>
      </w:r>
      <w:r w:rsidR="00B176AD">
        <w:t>Warszawie</w:t>
      </w:r>
      <w:r w:rsidR="005673C1">
        <w:t xml:space="preserve"> </w:t>
      </w:r>
      <w:r>
        <w:t>ceny ich zakupu, w terminie określonym przez Okręgowy Inspektorat Pracy</w:t>
      </w:r>
      <w:r w:rsidR="009353C4">
        <w:t xml:space="preserve"> w </w:t>
      </w:r>
      <w:r w:rsidR="00B176AD">
        <w:t>Warszawie</w:t>
      </w:r>
      <w:r>
        <w:t>.</w:t>
      </w:r>
    </w:p>
    <w:p w14:paraId="3B375B61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zapoznałem/zapoznałam* się ze stanem </w:t>
      </w:r>
      <w:r w:rsidR="0032286E">
        <w:t xml:space="preserve">ww. </w:t>
      </w:r>
      <w:r>
        <w:t>składnik</w:t>
      </w:r>
      <w:r w:rsidR="0032286E">
        <w:t>a/ów</w:t>
      </w:r>
      <w:r w:rsidR="0032286E">
        <w:rPr>
          <w:rFonts w:cs="Arial"/>
        </w:rPr>
        <w:t>*</w:t>
      </w:r>
      <w:r>
        <w:t xml:space="preserve"> i nie wnoszę uwag. </w:t>
      </w:r>
    </w:p>
    <w:p w14:paraId="55B969FC" w14:textId="77777777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t xml:space="preserve">Oświadczam, że ponoszę odpowiedzialność za skutki wynikające </w:t>
      </w:r>
      <w:r w:rsidR="008D2FBC">
        <w:t xml:space="preserve">z </w:t>
      </w:r>
      <w:r w:rsidR="0032286E">
        <w:t xml:space="preserve">rezygnacji </w:t>
      </w:r>
      <w:r w:rsidR="0032286E">
        <w:br/>
        <w:t>z zapoznania się ze stanem tego/tych składnika/ów.</w:t>
      </w:r>
      <w:r w:rsidR="0032286E">
        <w:rPr>
          <w:rFonts w:cs="Arial"/>
        </w:rPr>
        <w:t>*</w:t>
      </w:r>
    </w:p>
    <w:p w14:paraId="4523C8E8" w14:textId="1167EE1E" w:rsidR="00446BB2" w:rsidRDefault="00446BB2" w:rsidP="00446BB2">
      <w:pPr>
        <w:numPr>
          <w:ilvl w:val="0"/>
          <w:numId w:val="1"/>
        </w:numPr>
        <w:spacing w:line="360" w:lineRule="auto"/>
        <w:ind w:left="426"/>
      </w:pPr>
      <w:r>
        <w:lastRenderedPageBreak/>
        <w:t xml:space="preserve">Oświadczam, że wskazane w </w:t>
      </w:r>
      <w:r w:rsidR="008D2FBC">
        <w:t>niniejszej ofercie zakupu</w:t>
      </w:r>
      <w:r>
        <w:t xml:space="preserve"> składniki zostaną przez mnie odebrane na mój koszt</w:t>
      </w:r>
      <w:r w:rsidR="008A0918">
        <w:t>,</w:t>
      </w:r>
      <w:r>
        <w:t xml:space="preserve"> w miejscu i terminie wskazanym przez Okręgowy Inspektorat Pracy w </w:t>
      </w:r>
      <w:r w:rsidR="00B176AD">
        <w:t>Warszawie</w:t>
      </w:r>
      <w:r>
        <w:t>.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D67EF6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B81E5" w14:textId="77777777" w:rsidR="009E4B94" w:rsidRDefault="009E4B94" w:rsidP="00A46166">
      <w:r>
        <w:separator/>
      </w:r>
    </w:p>
  </w:endnote>
  <w:endnote w:type="continuationSeparator" w:id="0">
    <w:p w14:paraId="5F9B938B" w14:textId="77777777" w:rsidR="009E4B94" w:rsidRDefault="009E4B94" w:rsidP="00A4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6ACD7" w14:textId="77777777" w:rsidR="009E4B94" w:rsidRDefault="009E4B94" w:rsidP="00A46166">
      <w:r>
        <w:separator/>
      </w:r>
    </w:p>
  </w:footnote>
  <w:footnote w:type="continuationSeparator" w:id="0">
    <w:p w14:paraId="3AF1C2A2" w14:textId="77777777" w:rsidR="009E4B94" w:rsidRDefault="009E4B94" w:rsidP="00A46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0127B"/>
    <w:rsid w:val="001133C5"/>
    <w:rsid w:val="00160DCB"/>
    <w:rsid w:val="001614BB"/>
    <w:rsid w:val="00225D3F"/>
    <w:rsid w:val="00245B2F"/>
    <w:rsid w:val="00255CDA"/>
    <w:rsid w:val="0032286E"/>
    <w:rsid w:val="00433F27"/>
    <w:rsid w:val="00446BB2"/>
    <w:rsid w:val="004B0C4F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730CB4"/>
    <w:rsid w:val="008A0918"/>
    <w:rsid w:val="008D2FBC"/>
    <w:rsid w:val="009353C4"/>
    <w:rsid w:val="00951D0F"/>
    <w:rsid w:val="009B540F"/>
    <w:rsid w:val="009D494B"/>
    <w:rsid w:val="009D58A2"/>
    <w:rsid w:val="009E4B94"/>
    <w:rsid w:val="00A46166"/>
    <w:rsid w:val="00A469A9"/>
    <w:rsid w:val="00A530CC"/>
    <w:rsid w:val="00AC726D"/>
    <w:rsid w:val="00AE258C"/>
    <w:rsid w:val="00B176AD"/>
    <w:rsid w:val="00B8241F"/>
    <w:rsid w:val="00BA1341"/>
    <w:rsid w:val="00BA2EA0"/>
    <w:rsid w:val="00C26DEA"/>
    <w:rsid w:val="00C47A76"/>
    <w:rsid w:val="00C66A5F"/>
    <w:rsid w:val="00D7632F"/>
    <w:rsid w:val="00D85FEB"/>
    <w:rsid w:val="00DB5977"/>
    <w:rsid w:val="00E163C0"/>
    <w:rsid w:val="00E97070"/>
    <w:rsid w:val="00EF502A"/>
    <w:rsid w:val="00F127F3"/>
    <w:rsid w:val="00F826F2"/>
    <w:rsid w:val="00FA5F3B"/>
    <w:rsid w:val="00FA7898"/>
    <w:rsid w:val="00FD1253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66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6166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2022-10-13T07:17:00Z</cp:lastPrinted>
  <dcterms:created xsi:type="dcterms:W3CDTF">2024-04-29T08:06:00Z</dcterms:created>
  <dcterms:modified xsi:type="dcterms:W3CDTF">2024-04-29T08:06:00Z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