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3A3976" w:rsidRDefault="003A3976" w:rsidP="003A3976">
      <w:pPr>
        <w:rPr>
          <w:rFonts w:ascii="Calibri" w:hAnsi="Calibri"/>
          <w:b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  <w:r>
        <w:rPr>
          <w:rFonts w:ascii="Calibri" w:hAnsi="Calibri" w:cs="Calibri"/>
        </w:rPr>
        <w:t>Szanowny Panie Sekretarzu,</w:t>
      </w:r>
    </w:p>
    <w:p w:rsidR="003A3976" w:rsidRPr="008C083A" w:rsidRDefault="003A3976" w:rsidP="003A3976">
      <w:pPr>
        <w:rPr>
          <w:rFonts w:ascii="Calibri" w:hAnsi="Calibri" w:cs="Calibri"/>
        </w:rPr>
      </w:pPr>
    </w:p>
    <w:p w:rsidR="00C16CAE" w:rsidRDefault="00286E58" w:rsidP="00286E58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za I</w:t>
      </w:r>
      <w:r>
        <w:rPr>
          <w:rFonts w:ascii="Calibri" w:hAnsi="Calibri" w:cs="Calibri"/>
        </w:rPr>
        <w:t>V</w:t>
      </w:r>
      <w:r w:rsidRPr="00D11B5F">
        <w:rPr>
          <w:rFonts w:ascii="Calibri" w:hAnsi="Calibri" w:cs="Calibri"/>
        </w:rPr>
        <w:t xml:space="preserve"> kwartał 2020 r. z postępu rzeczowo-finansowego projektu informatycznego </w:t>
      </w:r>
      <w:r w:rsidRPr="008E63D2">
        <w:rPr>
          <w:rFonts w:ascii="Calibri" w:hAnsi="Calibri" w:cs="Calibri"/>
        </w:rPr>
        <w:t>pn.:</w:t>
      </w:r>
      <w:r w:rsidRPr="00124C19">
        <w:rPr>
          <w:rFonts w:ascii="Calibri" w:hAnsi="Calibri" w:cs="Calibri"/>
        </w:rPr>
        <w:t xml:space="preserve"> </w:t>
      </w:r>
      <w:r w:rsidRPr="00286E58">
        <w:rPr>
          <w:rFonts w:ascii="Calibri" w:hAnsi="Calibri" w:cs="Calibri"/>
          <w:b/>
        </w:rPr>
        <w:t>Dziedzictwo muzyki polskiej w otwartym dostępie</w:t>
      </w:r>
      <w:r w:rsidRPr="00DB06D8">
        <w:rPr>
          <w:rFonts w:ascii="Calibri" w:hAnsi="Calibri" w:cs="Calibri"/>
        </w:rPr>
        <w:t xml:space="preserve"> (wnioskodawca - Minister </w:t>
      </w:r>
      <w:r>
        <w:rPr>
          <w:rFonts w:ascii="Calibri" w:hAnsi="Calibri" w:cs="Calibri"/>
        </w:rPr>
        <w:t>Kultury, Dziedzictwa Narodowego i Sportu</w:t>
      </w:r>
      <w:r w:rsidRPr="00DB06D8">
        <w:rPr>
          <w:rFonts w:ascii="Calibri" w:hAnsi="Calibri" w:cs="Calibri"/>
        </w:rPr>
        <w:t xml:space="preserve">, beneficjent </w:t>
      </w:r>
      <w:r>
        <w:rPr>
          <w:rFonts w:ascii="Calibri" w:hAnsi="Calibri" w:cs="Calibri"/>
        </w:rPr>
        <w:t>–</w:t>
      </w:r>
      <w:r w:rsidRPr="00DB06D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Narodowy Instytut Fryderyka Chopina</w:t>
      </w:r>
      <w:r w:rsidRPr="00DB06D8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z dnia 30 marca 2021 r. i uznaję przedmiotowy raport za uzgodniony.</w:t>
      </w:r>
    </w:p>
    <w:p w:rsidR="00C16CAE" w:rsidRDefault="00A83BC5" w:rsidP="00C16CAE">
      <w:pPr>
        <w:spacing w:before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Jednocześnie uprzejmie proszę</w:t>
      </w:r>
      <w:r w:rsidR="00C16CAE">
        <w:rPr>
          <w:rFonts w:ascii="Calibri" w:hAnsi="Calibri" w:cs="Calibri"/>
        </w:rPr>
        <w:t xml:space="preserve"> o zaprezentowanie produktów projektu w raporcie </w:t>
      </w:r>
      <w:r w:rsidR="00C16CAE">
        <w:rPr>
          <w:rFonts w:ascii="Calibri" w:hAnsi="Calibri" w:cs="Calibri"/>
        </w:rPr>
        <w:br/>
        <w:t>za I kwartał 2021 r., w sposób</w:t>
      </w:r>
      <w:r w:rsidR="00D802F3">
        <w:rPr>
          <w:rFonts w:ascii="Calibri" w:hAnsi="Calibri" w:cs="Calibri"/>
        </w:rPr>
        <w:t xml:space="preserve"> umożliwiający prawidłową ocenę stanu </w:t>
      </w:r>
      <w:r w:rsidR="00D802F3" w:rsidRPr="00D802F3">
        <w:rPr>
          <w:rFonts w:ascii="Calibri" w:hAnsi="Calibri" w:cs="Calibri"/>
        </w:rPr>
        <w:t>zależności/powiązania</w:t>
      </w:r>
      <w:r w:rsidR="00D802F3">
        <w:rPr>
          <w:rFonts w:ascii="Calibri" w:hAnsi="Calibri" w:cs="Calibri"/>
        </w:rPr>
        <w:t xml:space="preserve"> produktów projektu, prezentowanych w opisie założeń przyjętym przez Komitet, </w:t>
      </w:r>
      <w:r w:rsidR="00D802F3">
        <w:rPr>
          <w:rFonts w:ascii="Calibri" w:hAnsi="Calibri" w:cs="Calibri"/>
        </w:rPr>
        <w:br/>
        <w:t xml:space="preserve">z produktami </w:t>
      </w:r>
      <w:r w:rsidR="00D802F3" w:rsidRPr="00D802F3">
        <w:rPr>
          <w:rFonts w:ascii="Calibri" w:hAnsi="Calibri" w:cs="Calibri"/>
        </w:rPr>
        <w:t>innych projektów</w:t>
      </w:r>
      <w:r w:rsidR="00D802F3">
        <w:rPr>
          <w:rFonts w:ascii="Calibri" w:hAnsi="Calibri" w:cs="Calibri"/>
        </w:rPr>
        <w:t xml:space="preserve">/przedsięwzięć w zakresie </w:t>
      </w:r>
      <w:r w:rsidR="00D802F3" w:rsidRPr="00D802F3">
        <w:rPr>
          <w:rFonts w:ascii="Calibri" w:hAnsi="Calibri" w:cs="Calibri"/>
        </w:rPr>
        <w:t>opis</w:t>
      </w:r>
      <w:r w:rsidR="00D802F3">
        <w:rPr>
          <w:rFonts w:ascii="Calibri" w:hAnsi="Calibri" w:cs="Calibri"/>
        </w:rPr>
        <w:t>u</w:t>
      </w:r>
      <w:r w:rsidR="00D802F3" w:rsidRPr="00D802F3">
        <w:rPr>
          <w:rFonts w:ascii="Calibri" w:hAnsi="Calibri" w:cs="Calibri"/>
        </w:rPr>
        <w:t xml:space="preserve"> zależności oraz aktualn</w:t>
      </w:r>
      <w:r w:rsidR="00D802F3">
        <w:rPr>
          <w:rFonts w:ascii="Calibri" w:hAnsi="Calibri" w:cs="Calibri"/>
        </w:rPr>
        <w:t>ego</w:t>
      </w:r>
      <w:r w:rsidR="00D802F3" w:rsidRPr="00D802F3">
        <w:rPr>
          <w:rFonts w:ascii="Calibri" w:hAnsi="Calibri" w:cs="Calibri"/>
        </w:rPr>
        <w:t xml:space="preserve"> status</w:t>
      </w:r>
      <w:r w:rsidR="00D802F3">
        <w:rPr>
          <w:rFonts w:ascii="Calibri" w:hAnsi="Calibri" w:cs="Calibri"/>
        </w:rPr>
        <w:t>u</w:t>
      </w:r>
      <w:r w:rsidR="00D802F3" w:rsidRPr="00D802F3">
        <w:rPr>
          <w:rFonts w:ascii="Calibri" w:hAnsi="Calibri" w:cs="Calibri"/>
        </w:rPr>
        <w:t xml:space="preserve"> integracji systemów/implementacji rozwiązania</w:t>
      </w:r>
      <w:r>
        <w:rPr>
          <w:rFonts w:ascii="Calibri" w:hAnsi="Calibri" w:cs="Calibri"/>
        </w:rPr>
        <w:t>, tj.</w:t>
      </w:r>
      <w:r w:rsidR="00C16CAE">
        <w:rPr>
          <w:rFonts w:ascii="Calibri" w:hAnsi="Calibri" w:cs="Calibri"/>
        </w:rPr>
        <w:t>:</w:t>
      </w:r>
      <w:bookmarkStart w:id="0" w:name="_GoBack"/>
      <w:bookmarkEnd w:id="0"/>
    </w:p>
    <w:p w:rsidR="00286E58" w:rsidRDefault="00286E58" w:rsidP="00286E58">
      <w:pPr>
        <w:spacing w:line="264" w:lineRule="auto"/>
        <w:rPr>
          <w:rFonts w:ascii="Calibri" w:hAnsi="Calibri" w:cs="Calibri"/>
        </w:rPr>
      </w:pPr>
    </w:p>
    <w:tbl>
      <w:tblPr>
        <w:tblStyle w:val="Tabela-Siatka3"/>
        <w:tblW w:w="9634" w:type="dxa"/>
        <w:tblInd w:w="0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286E58" w:rsidTr="00181864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286E58" w:rsidRDefault="00286E58" w:rsidP="001818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286E58" w:rsidRDefault="00286E58" w:rsidP="001818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286E58" w:rsidRDefault="00286E58" w:rsidP="001818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286E58" w:rsidRDefault="00286E58" w:rsidP="001818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286E58" w:rsidRDefault="00286E58" w:rsidP="001818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86E58" w:rsidTr="00181864">
        <w:tc>
          <w:tcPr>
            <w:tcW w:w="2547" w:type="dxa"/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Portal „</w:t>
            </w:r>
            <w:r w:rsidR="005E46D0" w:rsidRPr="00C16CAE">
              <w:rPr>
                <w:rFonts w:eastAsia="Calibri" w:cstheme="minorHAnsi"/>
                <w:color w:val="000000"/>
                <w:sz w:val="22"/>
                <w:szCs w:val="22"/>
              </w:rPr>
              <w:t>Dziedzictwo muzyki polskiej w otwartym dostępie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1700" w:type="dxa"/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12-2021</w:t>
            </w:r>
          </w:p>
        </w:tc>
        <w:tc>
          <w:tcPr>
            <w:tcW w:w="1844" w:type="dxa"/>
          </w:tcPr>
          <w:p w:rsidR="00286E58" w:rsidRPr="00C16CAE" w:rsidRDefault="00286E58" w:rsidP="00181864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</w:p>
        </w:tc>
        <w:tc>
          <w:tcPr>
            <w:tcW w:w="3542" w:type="dxa"/>
          </w:tcPr>
          <w:p w:rsidR="005E46D0" w:rsidRPr="00C16CAE" w:rsidRDefault="00FD7B42" w:rsidP="005E46D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6CAE">
              <w:rPr>
                <w:rFonts w:asciiTheme="minorHAnsi" w:hAnsiTheme="minorHAnsi" w:cstheme="minorHAnsi"/>
                <w:b/>
                <w:sz w:val="22"/>
                <w:szCs w:val="22"/>
              </w:rPr>
              <w:t>- FBC</w:t>
            </w:r>
          </w:p>
          <w:p w:rsidR="008B28E4" w:rsidRPr="00C16CAE" w:rsidRDefault="008B28E4" w:rsidP="008B28E4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</w:rPr>
              <w:t>Opis zależności</w:t>
            </w:r>
            <w:r w:rsidRPr="00C16CAE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</w:rPr>
              <w:t>:</w:t>
            </w:r>
            <w:r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C16CAE"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  <w:t>korzystanie/wspieranie.</w:t>
            </w:r>
          </w:p>
          <w:p w:rsidR="0006114A" w:rsidRPr="00C16CAE" w:rsidRDefault="00FD7B42" w:rsidP="00FD7B42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C16CAE"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  <w:t xml:space="preserve">Dane wraz z metadanymi zostaną udostępnione w serwisie Federacji Bibliotek Cyfrowych (FBC). </w:t>
            </w:r>
          </w:p>
          <w:p w:rsidR="008B28E4" w:rsidRPr="00FD7B42" w:rsidRDefault="008B28E4" w:rsidP="008B28E4">
            <w:pPr>
              <w:rPr>
                <w:rFonts w:cstheme="minorHAnsi"/>
                <w:sz w:val="22"/>
                <w:szCs w:val="22"/>
              </w:rPr>
            </w:pPr>
            <w:r w:rsidRPr="008B28E4">
              <w:rPr>
                <w:rFonts w:cstheme="minorHAnsi"/>
                <w:b/>
                <w:color w:val="000000"/>
                <w:sz w:val="22"/>
                <w:szCs w:val="22"/>
              </w:rPr>
              <w:t>Status</w:t>
            </w:r>
            <w:r w:rsidRPr="00FD7B42">
              <w:rPr>
                <w:rFonts w:cstheme="minorHAnsi"/>
                <w:color w:val="000000"/>
                <w:sz w:val="22"/>
                <w:szCs w:val="22"/>
              </w:rPr>
              <w:t>: Specyfikowanie wymagań.</w:t>
            </w:r>
          </w:p>
          <w:p w:rsidR="00FD7B42" w:rsidRPr="00C16CAE" w:rsidRDefault="00FD7B42" w:rsidP="00FD7B42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</w:p>
          <w:p w:rsidR="00FD7B42" w:rsidRPr="00C16CAE" w:rsidRDefault="00FD7B42" w:rsidP="00FD7B42">
            <w:pPr>
              <w:pStyle w:val="Default"/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</w:rPr>
            </w:pPr>
            <w:r w:rsidRPr="00C16CAE"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Pr="00C16CAE">
              <w:rPr>
                <w:rFonts w:asciiTheme="minorHAnsi" w:eastAsia="Calibri" w:hAnsiTheme="minorHAnsi" w:cstheme="minorHAnsi"/>
                <w:b/>
                <w:color w:val="auto"/>
                <w:sz w:val="22"/>
                <w:szCs w:val="22"/>
              </w:rPr>
              <w:t>Portal dziedzictwo chopinowskie</w:t>
            </w:r>
          </w:p>
          <w:p w:rsidR="008B28E4" w:rsidRPr="00C16CAE" w:rsidRDefault="008B28E4" w:rsidP="008B28E4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color w:val="000000"/>
                <w:sz w:val="22"/>
                <w:szCs w:val="22"/>
              </w:rPr>
              <w:t>Opis zależności: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 xml:space="preserve"> korzystanie.</w:t>
            </w:r>
          </w:p>
          <w:p w:rsidR="0006114A" w:rsidRPr="00C16CAE" w:rsidRDefault="00FD7B42" w:rsidP="00FD7B42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Portale merytorycznie uzupełniają się. Dane dotyczące twórczości Chopina stanowić będą uzupełnienie danych wytworzonych w projekcie.</w:t>
            </w:r>
            <w:r w:rsidR="0006114A" w:rsidRPr="00C16CAE">
              <w:rPr>
                <w:rFonts w:eastAsia="Calibri" w:cstheme="minorHAnsi"/>
                <w:color w:val="000000"/>
                <w:sz w:val="22"/>
                <w:szCs w:val="22"/>
              </w:rPr>
              <w:t xml:space="preserve"> </w:t>
            </w:r>
          </w:p>
          <w:p w:rsidR="008B28E4" w:rsidRPr="00C16CAE" w:rsidRDefault="008B28E4" w:rsidP="008B28E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sz w:val="22"/>
                <w:szCs w:val="22"/>
              </w:rPr>
              <w:t xml:space="preserve">Status: 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Projektowanie.</w:t>
            </w:r>
          </w:p>
          <w:p w:rsidR="00FD7B42" w:rsidRPr="00C16CAE" w:rsidRDefault="00FD7B42" w:rsidP="00FD7B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E46D0" w:rsidRPr="00C16CAE" w:rsidRDefault="0006114A" w:rsidP="00181864">
            <w:pPr>
              <w:rPr>
                <w:rFonts w:eastAsia="Calibri" w:cstheme="minorHAnsi"/>
                <w:b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color w:val="000000"/>
                <w:sz w:val="22"/>
                <w:szCs w:val="22"/>
              </w:rPr>
              <w:t>- RISM</w:t>
            </w:r>
            <w:r w:rsidR="00944F9E">
              <w:rPr>
                <w:rFonts w:eastAsia="Calibr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8E4" w:rsidRDefault="008B28E4" w:rsidP="008B28E4">
            <w:pPr>
              <w:rPr>
                <w:rFonts w:eastAsia="Calibri" w:cstheme="minorHAnsi"/>
                <w:b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color w:val="000000"/>
                <w:sz w:val="22"/>
                <w:szCs w:val="22"/>
              </w:rPr>
              <w:lastRenderedPageBreak/>
              <w:t>Opis zależności:</w:t>
            </w:r>
            <w:r>
              <w:rPr>
                <w:rFonts w:eastAsia="Calibri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944F9E">
              <w:rPr>
                <w:rFonts w:eastAsia="Calibri" w:cstheme="minorHAnsi"/>
                <w:color w:val="000000"/>
                <w:sz w:val="22"/>
                <w:szCs w:val="22"/>
              </w:rPr>
              <w:t>korzystanie/wspieranie</w:t>
            </w:r>
          </w:p>
          <w:p w:rsidR="0006114A" w:rsidRDefault="0006114A" w:rsidP="0006114A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Komplementarność metadanych – metadane wytworzone w projekcie uzupełniają międzynarodową bazę RISM (</w:t>
            </w:r>
            <w:proofErr w:type="spellStart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Reperoite</w:t>
            </w:r>
            <w:proofErr w:type="spellEnd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 xml:space="preserve"> International des </w:t>
            </w:r>
            <w:proofErr w:type="spellStart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Sources</w:t>
            </w:r>
            <w:proofErr w:type="spellEnd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Musicales</w:t>
            </w:r>
            <w:proofErr w:type="spellEnd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) o unikatowe zbiory polskie. Całość metadanych projektowych zapisywana jest w bazie RISM i stamtąd zostają pobierane w celu prezentacji w portalu.</w:t>
            </w:r>
          </w:p>
          <w:p w:rsidR="008B28E4" w:rsidRPr="00C16CAE" w:rsidRDefault="008B28E4" w:rsidP="008B28E4">
            <w:pPr>
              <w:rPr>
                <w:rFonts w:eastAsia="Calibri" w:cstheme="minorHAnsi"/>
                <w:sz w:val="22"/>
                <w:szCs w:val="22"/>
              </w:rPr>
            </w:pPr>
            <w:r w:rsidRPr="008B28E4">
              <w:rPr>
                <w:rFonts w:eastAsia="Calibri" w:cstheme="minorHAnsi"/>
                <w:b/>
                <w:color w:val="000000"/>
                <w:sz w:val="22"/>
                <w:szCs w:val="22"/>
              </w:rPr>
              <w:t>Status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: Wdrażanie.</w:t>
            </w:r>
          </w:p>
          <w:p w:rsidR="00C16CAE" w:rsidRPr="00C16CAE" w:rsidRDefault="00C16CAE" w:rsidP="0006114A">
            <w:pPr>
              <w:rPr>
                <w:rFonts w:eastAsia="Calibri" w:cstheme="minorHAnsi"/>
                <w:b/>
                <w:color w:val="000000"/>
                <w:sz w:val="22"/>
                <w:szCs w:val="22"/>
              </w:rPr>
            </w:pPr>
          </w:p>
          <w:p w:rsidR="0006114A" w:rsidRPr="00C16CAE" w:rsidRDefault="0006114A" w:rsidP="0006114A">
            <w:pPr>
              <w:rPr>
                <w:rFonts w:eastAsia="Calibri" w:cstheme="minorHAnsi"/>
                <w:b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sz w:val="22"/>
                <w:szCs w:val="22"/>
              </w:rPr>
              <w:t>- VIAF</w:t>
            </w:r>
          </w:p>
          <w:p w:rsidR="008B28E4" w:rsidRPr="00C16CAE" w:rsidRDefault="008B28E4" w:rsidP="008B28E4">
            <w:pPr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color w:val="000000"/>
                <w:sz w:val="22"/>
                <w:szCs w:val="22"/>
              </w:rPr>
              <w:t>Opis zależności</w:t>
            </w:r>
            <w:r w:rsidRPr="00C16CAE">
              <w:rPr>
                <w:rFonts w:eastAsia="Calibri" w:cstheme="minorHAnsi"/>
                <w:b/>
                <w:color w:val="000000"/>
                <w:sz w:val="22"/>
                <w:szCs w:val="22"/>
              </w:rPr>
              <w:t xml:space="preserve">: </w:t>
            </w:r>
            <w:r w:rsidRPr="00944F9E">
              <w:rPr>
                <w:rFonts w:eastAsia="Calibri" w:cstheme="minorHAnsi"/>
                <w:color w:val="000000"/>
                <w:sz w:val="22"/>
                <w:szCs w:val="22"/>
              </w:rPr>
              <w:t>korzystanie</w:t>
            </w:r>
          </w:p>
          <w:p w:rsidR="0006114A" w:rsidRPr="00C16CAE" w:rsidRDefault="0006114A" w:rsidP="0006114A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 xml:space="preserve">Dzięki stosowaniu słownictwa kontrolowanego VIAF </w:t>
            </w:r>
            <w:r w:rsidR="00AA208A" w:rsidRPr="00AA208A">
              <w:rPr>
                <w:rFonts w:eastAsia="Calibri" w:cstheme="minorHAnsi"/>
                <w:color w:val="000000"/>
                <w:sz w:val="22"/>
                <w:szCs w:val="22"/>
              </w:rPr>
              <w:t xml:space="preserve">(Virtual International Authority File) 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 xml:space="preserve">w bazie RISM osiągana jest komplementarność względem VIAF. </w:t>
            </w:r>
          </w:p>
          <w:p w:rsidR="008B28E4" w:rsidRPr="00C16CAE" w:rsidRDefault="008B28E4" w:rsidP="008B28E4">
            <w:pPr>
              <w:rPr>
                <w:rFonts w:eastAsia="Calibri" w:cstheme="minorHAnsi"/>
                <w:sz w:val="22"/>
                <w:szCs w:val="22"/>
              </w:rPr>
            </w:pPr>
            <w:r w:rsidRPr="008B28E4">
              <w:rPr>
                <w:rFonts w:eastAsia="Calibri" w:cstheme="minorHAnsi"/>
                <w:b/>
                <w:color w:val="000000"/>
                <w:sz w:val="22"/>
                <w:szCs w:val="22"/>
              </w:rPr>
              <w:t>Status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: Wdrażanie.</w:t>
            </w:r>
          </w:p>
          <w:p w:rsidR="0006114A" w:rsidRPr="00C16CAE" w:rsidRDefault="0006114A" w:rsidP="0006114A">
            <w:pPr>
              <w:rPr>
                <w:rFonts w:eastAsia="Calibri" w:cstheme="minorHAnsi"/>
                <w:b/>
                <w:sz w:val="22"/>
                <w:szCs w:val="22"/>
              </w:rPr>
            </w:pPr>
          </w:p>
          <w:p w:rsidR="00A94AA9" w:rsidRPr="00C16CAE" w:rsidRDefault="00A94AA9" w:rsidP="0006114A">
            <w:pPr>
              <w:rPr>
                <w:rFonts w:eastAsia="Calibri" w:cstheme="minorHAnsi"/>
                <w:b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sz w:val="22"/>
                <w:szCs w:val="22"/>
              </w:rPr>
              <w:t xml:space="preserve">- </w:t>
            </w:r>
            <w:proofErr w:type="spellStart"/>
            <w:r w:rsidRPr="00C16CAE">
              <w:rPr>
                <w:rFonts w:eastAsia="Calibri" w:cstheme="minorHAnsi"/>
                <w:b/>
                <w:sz w:val="22"/>
                <w:szCs w:val="22"/>
              </w:rPr>
              <w:t>WikiMedia</w:t>
            </w:r>
            <w:proofErr w:type="spellEnd"/>
          </w:p>
          <w:p w:rsidR="008B28E4" w:rsidRPr="00C16CAE" w:rsidRDefault="008B28E4" w:rsidP="008B28E4">
            <w:pPr>
              <w:rPr>
                <w:rFonts w:eastAsia="Calibri" w:cstheme="minorHAnsi"/>
                <w:b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color w:val="000000"/>
                <w:sz w:val="22"/>
                <w:szCs w:val="22"/>
              </w:rPr>
              <w:t>Opis zależności:</w:t>
            </w:r>
            <w:r>
              <w:rPr>
                <w:rFonts w:eastAsia="Calibri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944F9E">
              <w:rPr>
                <w:rFonts w:eastAsia="Calibri" w:cstheme="minorHAnsi"/>
                <w:color w:val="000000"/>
                <w:sz w:val="22"/>
                <w:szCs w:val="22"/>
              </w:rPr>
              <w:t>wspieranie</w:t>
            </w:r>
          </w:p>
          <w:p w:rsidR="00A94AA9" w:rsidRDefault="00A94AA9" w:rsidP="00A94AA9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 xml:space="preserve">Wybrane dane wytworzone w projekcie zostaną udostępnione także za pośrednictwem </w:t>
            </w:r>
            <w:proofErr w:type="spellStart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WikiMedia</w:t>
            </w:r>
            <w:proofErr w:type="spellEnd"/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, co umożliwi ich wykorzystanie w serwisach takich, jak Wikipedia.</w:t>
            </w:r>
          </w:p>
          <w:p w:rsidR="008B28E4" w:rsidRPr="00C16CAE" w:rsidRDefault="008B28E4" w:rsidP="008B28E4">
            <w:pPr>
              <w:rPr>
                <w:rFonts w:eastAsia="Calibri" w:cstheme="minorHAnsi"/>
                <w:sz w:val="22"/>
                <w:szCs w:val="22"/>
              </w:rPr>
            </w:pPr>
            <w:r w:rsidRPr="008B28E4">
              <w:rPr>
                <w:rFonts w:eastAsia="Calibri" w:cstheme="minorHAnsi"/>
                <w:b/>
                <w:color w:val="000000"/>
                <w:sz w:val="22"/>
                <w:szCs w:val="22"/>
              </w:rPr>
              <w:t>Status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: Specyfikowanie wymagań.</w:t>
            </w:r>
          </w:p>
          <w:p w:rsidR="00A94AA9" w:rsidRPr="00C16CAE" w:rsidRDefault="00A94AA9" w:rsidP="00A94AA9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</w:p>
          <w:p w:rsidR="00A94AA9" w:rsidRPr="00C16CAE" w:rsidRDefault="00A94AA9" w:rsidP="00A94AA9">
            <w:pPr>
              <w:rPr>
                <w:rFonts w:eastAsia="Calibri" w:cstheme="minorHAnsi"/>
                <w:b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sz w:val="22"/>
                <w:szCs w:val="22"/>
              </w:rPr>
              <w:t>- IMSLP</w:t>
            </w:r>
          </w:p>
          <w:p w:rsidR="008B28E4" w:rsidRPr="00C16CAE" w:rsidRDefault="008B28E4" w:rsidP="008B28E4">
            <w:pPr>
              <w:rPr>
                <w:rFonts w:eastAsia="Calibri" w:cstheme="minorHAnsi"/>
                <w:b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color w:val="000000"/>
                <w:sz w:val="22"/>
                <w:szCs w:val="22"/>
              </w:rPr>
              <w:t>Opis zależności:</w:t>
            </w:r>
            <w:r>
              <w:rPr>
                <w:rFonts w:eastAsia="Calibri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944F9E">
              <w:rPr>
                <w:rFonts w:eastAsia="Calibri" w:cstheme="minorHAnsi"/>
                <w:color w:val="000000"/>
                <w:sz w:val="22"/>
                <w:szCs w:val="22"/>
              </w:rPr>
              <w:t>wspieranie</w:t>
            </w:r>
          </w:p>
          <w:p w:rsidR="00A94AA9" w:rsidRPr="00C16CAE" w:rsidRDefault="00A94AA9" w:rsidP="00A94AA9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 xml:space="preserve">Transkrypcje dzieł muzyki polskiej w formacie </w:t>
            </w:r>
            <w:proofErr w:type="spellStart"/>
            <w:r w:rsidRPr="00C16CAE">
              <w:rPr>
                <w:rFonts w:eastAsia="Calibri" w:cstheme="minorHAnsi"/>
                <w:sz w:val="22"/>
                <w:szCs w:val="22"/>
              </w:rPr>
              <w:t>otwartotekstowym</w:t>
            </w:r>
            <w:proofErr w:type="spellEnd"/>
            <w:r w:rsidRPr="00C16CAE">
              <w:rPr>
                <w:rFonts w:eastAsia="Calibri" w:cstheme="minorHAnsi"/>
                <w:sz w:val="22"/>
                <w:szCs w:val="22"/>
              </w:rPr>
              <w:t xml:space="preserve"> </w:t>
            </w:r>
            <w:proofErr w:type="spellStart"/>
            <w:r w:rsidRPr="00C16CAE">
              <w:rPr>
                <w:rFonts w:eastAsia="Calibri" w:cstheme="minorHAnsi"/>
                <w:sz w:val="22"/>
                <w:szCs w:val="22"/>
              </w:rPr>
              <w:t>Humdrum</w:t>
            </w:r>
            <w:proofErr w:type="spellEnd"/>
            <w:r w:rsidRPr="00C16CAE">
              <w:rPr>
                <w:rFonts w:eastAsia="Calibri" w:cstheme="minorHAnsi"/>
                <w:sz w:val="22"/>
                <w:szCs w:val="22"/>
              </w:rPr>
              <w:t xml:space="preserve"> oraz w formie plików pdf zostaną udostępnione na platformie IMSLP stanowiącej największą na świecie cyfrową kolekcję nut.</w:t>
            </w:r>
          </w:p>
          <w:p w:rsidR="008B28E4" w:rsidRPr="00C16CAE" w:rsidRDefault="008B28E4" w:rsidP="008B28E4">
            <w:pPr>
              <w:rPr>
                <w:rFonts w:eastAsia="Calibri" w:cstheme="minorHAnsi"/>
                <w:sz w:val="22"/>
                <w:szCs w:val="22"/>
              </w:rPr>
            </w:pPr>
            <w:r w:rsidRPr="008B28E4">
              <w:rPr>
                <w:rFonts w:eastAsia="Calibri" w:cstheme="minorHAnsi"/>
                <w:b/>
                <w:color w:val="000000"/>
                <w:sz w:val="22"/>
                <w:szCs w:val="22"/>
              </w:rPr>
              <w:t>Status</w:t>
            </w: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: Specyfikowanie wymagań.</w:t>
            </w:r>
          </w:p>
          <w:p w:rsidR="00A94AA9" w:rsidRPr="00C16CAE" w:rsidRDefault="00A94AA9" w:rsidP="00A94AA9">
            <w:pPr>
              <w:rPr>
                <w:rFonts w:eastAsia="Calibri" w:cstheme="minorHAnsi"/>
                <w:sz w:val="22"/>
                <w:szCs w:val="22"/>
              </w:rPr>
            </w:pPr>
          </w:p>
          <w:p w:rsidR="00A94AA9" w:rsidRPr="00C16CAE" w:rsidRDefault="00A94AA9" w:rsidP="00A94AA9">
            <w:pPr>
              <w:rPr>
                <w:rFonts w:eastAsia="Calibri" w:cstheme="minorHAnsi"/>
                <w:b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 xml:space="preserve">- </w:t>
            </w:r>
            <w:proofErr w:type="spellStart"/>
            <w:r w:rsidRPr="00C16CAE">
              <w:rPr>
                <w:rFonts w:eastAsia="Calibri" w:cstheme="minorHAnsi"/>
                <w:b/>
                <w:sz w:val="22"/>
                <w:szCs w:val="22"/>
              </w:rPr>
              <w:t>Zenodo</w:t>
            </w:r>
            <w:r w:rsidR="007B4065">
              <w:rPr>
                <w:rFonts w:eastAsia="Calibri" w:cstheme="minorHAnsi"/>
                <w:b/>
                <w:sz w:val="22"/>
                <w:szCs w:val="22"/>
              </w:rPr>
              <w:t>DOI</w:t>
            </w:r>
            <w:proofErr w:type="spellEnd"/>
            <w:r w:rsidRPr="00C16CAE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:rsidR="008B28E4" w:rsidRPr="00C16CAE" w:rsidRDefault="008B28E4" w:rsidP="008B28E4">
            <w:pPr>
              <w:rPr>
                <w:rFonts w:eastAsia="Calibri" w:cstheme="minorHAnsi"/>
                <w:b/>
                <w:color w:val="000000"/>
                <w:sz w:val="22"/>
                <w:szCs w:val="22"/>
              </w:rPr>
            </w:pPr>
            <w:r w:rsidRPr="00C16CAE">
              <w:rPr>
                <w:rFonts w:eastAsia="Calibri" w:cstheme="minorHAnsi"/>
                <w:b/>
                <w:color w:val="000000"/>
                <w:sz w:val="22"/>
                <w:szCs w:val="22"/>
              </w:rPr>
              <w:t>Opis zależności:</w:t>
            </w:r>
            <w:r w:rsidRPr="00944F9E">
              <w:rPr>
                <w:rFonts w:eastAsia="Calibri" w:cstheme="minorHAnsi"/>
                <w:color w:val="000000"/>
                <w:sz w:val="22"/>
                <w:szCs w:val="22"/>
              </w:rPr>
              <w:t xml:space="preserve"> wspieranie</w:t>
            </w:r>
          </w:p>
          <w:p w:rsidR="00A94AA9" w:rsidRDefault="00A94AA9" w:rsidP="00A94AA9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 xml:space="preserve">Transkrypcje dzieł muzyki polskiej w formacie </w:t>
            </w:r>
            <w:proofErr w:type="spellStart"/>
            <w:r w:rsidRPr="00C16CAE">
              <w:rPr>
                <w:rFonts w:eastAsia="Calibri" w:cstheme="minorHAnsi"/>
                <w:sz w:val="22"/>
                <w:szCs w:val="22"/>
              </w:rPr>
              <w:t>otwartotekstowym</w:t>
            </w:r>
            <w:proofErr w:type="spellEnd"/>
            <w:r w:rsidRPr="00C16CAE">
              <w:rPr>
                <w:rFonts w:eastAsia="Calibri" w:cstheme="minorHAnsi"/>
                <w:sz w:val="22"/>
                <w:szCs w:val="22"/>
              </w:rPr>
              <w:t xml:space="preserve"> </w:t>
            </w:r>
            <w:proofErr w:type="spellStart"/>
            <w:r w:rsidRPr="00C16CAE">
              <w:rPr>
                <w:rFonts w:eastAsia="Calibri" w:cstheme="minorHAnsi"/>
                <w:sz w:val="22"/>
                <w:szCs w:val="22"/>
              </w:rPr>
              <w:t>Humdrum</w:t>
            </w:r>
            <w:proofErr w:type="spellEnd"/>
            <w:r w:rsidRPr="00C16CAE">
              <w:rPr>
                <w:rFonts w:eastAsia="Calibri" w:cstheme="minorHAnsi"/>
                <w:sz w:val="22"/>
                <w:szCs w:val="22"/>
              </w:rPr>
              <w:t xml:space="preserve"> oraz w formie plików pdf udostępnione za pośrednictwem serwisu GitHub (z wbudowaną </w:t>
            </w:r>
            <w:r w:rsidRPr="00C16CAE">
              <w:rPr>
                <w:rFonts w:eastAsia="Calibri" w:cstheme="minorHAnsi"/>
                <w:sz w:val="22"/>
                <w:szCs w:val="22"/>
              </w:rPr>
              <w:lastRenderedPageBreak/>
              <w:t xml:space="preserve">kontrolą wersji plików) do repozytorium danych naukowych </w:t>
            </w:r>
            <w:proofErr w:type="spellStart"/>
            <w:r w:rsidRPr="00C16CAE">
              <w:rPr>
                <w:rFonts w:eastAsia="Calibri" w:cstheme="minorHAnsi"/>
                <w:sz w:val="22"/>
                <w:szCs w:val="22"/>
              </w:rPr>
              <w:t>Zenodo</w:t>
            </w:r>
            <w:proofErr w:type="spellEnd"/>
            <w:r w:rsidRPr="00C16CAE">
              <w:rPr>
                <w:rFonts w:eastAsia="Calibri" w:cstheme="minorHAnsi"/>
                <w:sz w:val="22"/>
                <w:szCs w:val="22"/>
              </w:rPr>
              <w:t>.</w:t>
            </w:r>
          </w:p>
          <w:p w:rsidR="00C16CAE" w:rsidRDefault="008B28E4" w:rsidP="00A94AA9">
            <w:pPr>
              <w:rPr>
                <w:rFonts w:eastAsia="Calibri" w:cstheme="minorHAnsi"/>
                <w:sz w:val="22"/>
                <w:szCs w:val="22"/>
              </w:rPr>
            </w:pPr>
            <w:r w:rsidRPr="008B28E4">
              <w:rPr>
                <w:rFonts w:eastAsia="Calibri" w:cstheme="minorHAnsi"/>
                <w:b/>
                <w:sz w:val="22"/>
                <w:szCs w:val="22"/>
              </w:rPr>
              <w:t>Status</w:t>
            </w:r>
            <w:r w:rsidRPr="00C16CAE">
              <w:rPr>
                <w:rFonts w:eastAsia="Calibri" w:cstheme="minorHAnsi"/>
                <w:sz w:val="22"/>
                <w:szCs w:val="22"/>
              </w:rPr>
              <w:t>: Projektowanie.</w:t>
            </w:r>
          </w:p>
          <w:p w:rsidR="00C16CAE" w:rsidRPr="00C16CAE" w:rsidRDefault="00C16CAE" w:rsidP="008B28E4">
            <w:pPr>
              <w:rPr>
                <w:rFonts w:eastAsia="Calibri" w:cstheme="minorHAnsi"/>
                <w:b/>
                <w:sz w:val="22"/>
                <w:szCs w:val="22"/>
              </w:rPr>
            </w:pPr>
          </w:p>
        </w:tc>
      </w:tr>
      <w:tr w:rsidR="00286E58" w:rsidTr="00181864">
        <w:tc>
          <w:tcPr>
            <w:tcW w:w="2547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lastRenderedPageBreak/>
              <w:t>API dla danych portalu</w:t>
            </w:r>
          </w:p>
        </w:tc>
        <w:tc>
          <w:tcPr>
            <w:tcW w:w="1700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Status: Projektowanie. Dane komplementarne względem portalu „Dziedzictwo Chopinowskie w otwartym dostępie”.</w:t>
            </w:r>
          </w:p>
        </w:tc>
      </w:tr>
      <w:tr w:rsidR="00286E58" w:rsidTr="00181864">
        <w:tc>
          <w:tcPr>
            <w:tcW w:w="2547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>API (dla metadanych RISM)</w:t>
            </w:r>
          </w:p>
        </w:tc>
        <w:tc>
          <w:tcPr>
            <w:tcW w:w="1700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color w:val="000000"/>
                <w:sz w:val="22"/>
                <w:szCs w:val="22"/>
              </w:rPr>
              <w:t>Status: Projektowanie. Metadane komplementarne względem portalu „Dziedzictwo Chopinowskie w otwartym dostępie”.</w:t>
            </w:r>
          </w:p>
        </w:tc>
      </w:tr>
      <w:tr w:rsidR="00286E58" w:rsidTr="00181864">
        <w:tc>
          <w:tcPr>
            <w:tcW w:w="2547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proofErr w:type="spellStart"/>
            <w:r w:rsidRPr="00C16CAE">
              <w:rPr>
                <w:rFonts w:eastAsia="Calibri" w:cstheme="minorHAnsi"/>
                <w:sz w:val="22"/>
                <w:szCs w:val="22"/>
              </w:rPr>
              <w:t>VerovioHumdrumViewer</w:t>
            </w:r>
            <w:proofErr w:type="spellEnd"/>
            <w:r w:rsidRPr="00C16CAE">
              <w:rPr>
                <w:rFonts w:eastAsia="Calibri" w:cstheme="minorHAnsi"/>
                <w:sz w:val="22"/>
                <w:szCs w:val="22"/>
              </w:rPr>
              <w:t xml:space="preserve"> (wersja zoptymalizowana dla muzyki polskiej)</w:t>
            </w:r>
          </w:p>
        </w:tc>
        <w:tc>
          <w:tcPr>
            <w:tcW w:w="1700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>12-2021</w:t>
            </w:r>
          </w:p>
        </w:tc>
        <w:tc>
          <w:tcPr>
            <w:tcW w:w="1844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color w:val="000000"/>
                <w:sz w:val="22"/>
                <w:szCs w:val="22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286E58" w:rsidRPr="00C16CAE" w:rsidRDefault="00286E58" w:rsidP="00181864">
            <w:pPr>
              <w:rPr>
                <w:rFonts w:eastAsia="Calibri" w:cstheme="minorHAnsi"/>
                <w:sz w:val="22"/>
                <w:szCs w:val="22"/>
              </w:rPr>
            </w:pPr>
            <w:r w:rsidRPr="00C16CAE">
              <w:rPr>
                <w:rFonts w:eastAsia="Calibri" w:cstheme="minorHAnsi"/>
                <w:sz w:val="22"/>
                <w:szCs w:val="22"/>
              </w:rPr>
              <w:t>Status: Wdrażanie. Wersja zoptymalizowana dla muzyki polskiej posiadać będzie komplementarne względem wersji wytworzonej w projekcie „Dziedzictwo Chopinowskie…” funkcjonalności (w szczególności rozwiązania specyficzne dla muzyki dawnej, jak bas cyfrowany oraz notacja menzuralna).</w:t>
            </w:r>
          </w:p>
        </w:tc>
      </w:tr>
    </w:tbl>
    <w:p w:rsidR="00286E58" w:rsidRPr="00D66BDD" w:rsidRDefault="00286E58" w:rsidP="00286E58">
      <w:pPr>
        <w:spacing w:line="264" w:lineRule="auto"/>
        <w:rPr>
          <w:rFonts w:ascii="Calibri" w:hAnsi="Calibri" w:cs="Calibri"/>
        </w:rPr>
      </w:pPr>
    </w:p>
    <w:p w:rsidR="003A3976" w:rsidRDefault="003A3976" w:rsidP="003A3976">
      <w:pPr>
        <w:autoSpaceDE w:val="0"/>
        <w:autoSpaceDN w:val="0"/>
        <w:adjustRightInd w:val="0"/>
        <w:spacing w:before="120" w:after="120" w:line="264" w:lineRule="auto"/>
        <w:ind w:left="357"/>
        <w:contextualSpacing/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8D1" w:rsidRDefault="000F18D1">
      <w:r>
        <w:separator/>
      </w:r>
    </w:p>
  </w:endnote>
  <w:endnote w:type="continuationSeparator" w:id="0">
    <w:p w:rsidR="000F18D1" w:rsidRDefault="000F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8D1" w:rsidRDefault="000F18D1">
      <w:r>
        <w:separator/>
      </w:r>
    </w:p>
  </w:footnote>
  <w:footnote w:type="continuationSeparator" w:id="0">
    <w:p w:rsidR="000F18D1" w:rsidRDefault="000F1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3A3976" w:rsidRDefault="0033475C" w:rsidP="00404F0E">
    <w:pPr>
      <w:pStyle w:val="Nagwek"/>
      <w:jc w:val="right"/>
      <w:rPr>
        <w:rFonts w:asciiTheme="minorHAnsi" w:hAnsiTheme="minorHAnsi" w:cstheme="minorHAnsi"/>
        <w:i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E03786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E0378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</w:t>
                          </w:r>
                          <w:r w:rsidR="002526C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AIP.WOKRM.0102.95</w:t>
                          </w:r>
                          <w:r w:rsidRPr="00E0378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E03786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E0378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</w:t>
                    </w:r>
                    <w:r w:rsidR="002526C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AIP.WOKRM.0102.95</w:t>
                    </w:r>
                    <w:r w:rsidRPr="00E0378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3976">
      <w:rPr>
        <w:rFonts w:asciiTheme="minorHAnsi" w:hAnsiTheme="minorHAnsi" w:cstheme="minorHAnsi"/>
      </w:rPr>
      <w:t>/</w:t>
    </w:r>
    <w:r w:rsidR="003A3976" w:rsidRPr="003A3976">
      <w:rPr>
        <w:rFonts w:asciiTheme="minorHAnsi" w:hAnsiTheme="minorHAnsi" w:cstheme="minorHAnsi"/>
        <w:i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05C1E"/>
    <w:multiLevelType w:val="hybridMultilevel"/>
    <w:tmpl w:val="457E6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6114A"/>
    <w:rsid w:val="000A71A0"/>
    <w:rsid w:val="000C2317"/>
    <w:rsid w:val="000D026F"/>
    <w:rsid w:val="000D2F06"/>
    <w:rsid w:val="000F18D1"/>
    <w:rsid w:val="001135DE"/>
    <w:rsid w:val="0011447A"/>
    <w:rsid w:val="0012268A"/>
    <w:rsid w:val="00136DE8"/>
    <w:rsid w:val="00223CE1"/>
    <w:rsid w:val="002431C8"/>
    <w:rsid w:val="002526C6"/>
    <w:rsid w:val="00286E58"/>
    <w:rsid w:val="002A0DA3"/>
    <w:rsid w:val="002C0265"/>
    <w:rsid w:val="002D6DAA"/>
    <w:rsid w:val="0033475C"/>
    <w:rsid w:val="003A13DE"/>
    <w:rsid w:val="003A3976"/>
    <w:rsid w:val="003C2A45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46D0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4065"/>
    <w:rsid w:val="007B576D"/>
    <w:rsid w:val="007B7069"/>
    <w:rsid w:val="007C0018"/>
    <w:rsid w:val="00806126"/>
    <w:rsid w:val="008B1D7E"/>
    <w:rsid w:val="008B28E4"/>
    <w:rsid w:val="008D560F"/>
    <w:rsid w:val="008E63D2"/>
    <w:rsid w:val="00935D23"/>
    <w:rsid w:val="00944F9E"/>
    <w:rsid w:val="009742A2"/>
    <w:rsid w:val="009C2C00"/>
    <w:rsid w:val="009D4211"/>
    <w:rsid w:val="00A363B8"/>
    <w:rsid w:val="00A436D1"/>
    <w:rsid w:val="00A471BD"/>
    <w:rsid w:val="00A83BC5"/>
    <w:rsid w:val="00A94AA9"/>
    <w:rsid w:val="00AA208A"/>
    <w:rsid w:val="00AB6FA7"/>
    <w:rsid w:val="00AE7731"/>
    <w:rsid w:val="00B30905"/>
    <w:rsid w:val="00B738DB"/>
    <w:rsid w:val="00BA26C8"/>
    <w:rsid w:val="00BB1FAD"/>
    <w:rsid w:val="00BB2815"/>
    <w:rsid w:val="00BE094A"/>
    <w:rsid w:val="00C057AF"/>
    <w:rsid w:val="00C16CAE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802F3"/>
    <w:rsid w:val="00DA0A66"/>
    <w:rsid w:val="00E03786"/>
    <w:rsid w:val="00E86BDA"/>
    <w:rsid w:val="00EA13E5"/>
    <w:rsid w:val="00EA7F17"/>
    <w:rsid w:val="00F10BA4"/>
    <w:rsid w:val="00F33E36"/>
    <w:rsid w:val="00F76A8C"/>
    <w:rsid w:val="00F9146D"/>
    <w:rsid w:val="00FC2F2B"/>
    <w:rsid w:val="00FD7B42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CA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A26C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table" w:customStyle="1" w:styleId="Tabela-Siatka3">
    <w:name w:val="Tabela - Siatka3"/>
    <w:basedOn w:val="Standardowy"/>
    <w:uiPriority w:val="39"/>
    <w:rsid w:val="00286E58"/>
    <w:pPr>
      <w:suppressAutoHyphens/>
    </w:pPr>
    <w:rPr>
      <w:rFonts w:asciiTheme="minorHAnsi" w:eastAsiaTheme="minorHAnsi" w:hAnsiTheme="minorHAnsi" w:cstheme="minorBidi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46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106</TotalTime>
  <Pages>3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25</cp:revision>
  <dcterms:created xsi:type="dcterms:W3CDTF">2020-11-05T20:46:00Z</dcterms:created>
  <dcterms:modified xsi:type="dcterms:W3CDTF">2021-04-20T10:41:00Z</dcterms:modified>
</cp:coreProperties>
</file>