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A14C1" w14:textId="77777777" w:rsidR="00A363B8" w:rsidRPr="0066110F" w:rsidRDefault="0079379E" w:rsidP="004633D0">
      <w:pPr>
        <w:rPr>
          <w:rFonts w:asciiTheme="minorHAnsi" w:hAnsiTheme="minorHAnsi" w:cstheme="minorHAnsi"/>
        </w:rPr>
      </w:pPr>
    </w:p>
    <w:p w14:paraId="14AAEE02" w14:textId="77777777" w:rsidR="000A71A0" w:rsidRPr="0066110F" w:rsidRDefault="00CB3969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66110F">
        <w:rPr>
          <w:rFonts w:asciiTheme="minorHAnsi" w:eastAsia="Calibri" w:hAnsiTheme="minorHAnsi" w:cstheme="minorHAnsi"/>
          <w:b/>
          <w:lang w:eastAsia="en-US"/>
        </w:rPr>
        <w:t>Pan</w:t>
      </w:r>
      <w:r w:rsidR="00395AC2" w:rsidRPr="0066110F">
        <w:rPr>
          <w:rFonts w:asciiTheme="minorHAnsi" w:eastAsia="Calibri" w:hAnsiTheme="minorHAnsi" w:cstheme="minorHAnsi"/>
          <w:b/>
          <w:lang w:eastAsia="en-US"/>
        </w:rPr>
        <w:t>i</w:t>
      </w:r>
    </w:p>
    <w:p w14:paraId="7C79778C" w14:textId="77777777" w:rsidR="00395AC2" w:rsidRPr="0066110F" w:rsidRDefault="00395AC2" w:rsidP="00695ADF">
      <w:pPr>
        <w:ind w:left="4956" w:firstLine="708"/>
        <w:rPr>
          <w:rFonts w:asciiTheme="minorHAnsi" w:eastAsia="Calibri" w:hAnsiTheme="minorHAnsi" w:cstheme="minorHAnsi"/>
          <w:b/>
          <w:lang w:eastAsia="en-US"/>
        </w:rPr>
      </w:pPr>
      <w:r w:rsidRPr="0066110F"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5AEC383C" w14:textId="77777777" w:rsidR="00695ADF" w:rsidRPr="0066110F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66110F">
        <w:rPr>
          <w:rFonts w:asciiTheme="minorHAnsi" w:eastAsia="Calibri" w:hAnsiTheme="minorHAnsi" w:cstheme="minorHAnsi"/>
          <w:lang w:eastAsia="en-US"/>
        </w:rPr>
        <w:t>Sekretarz Komitetu</w:t>
      </w:r>
    </w:p>
    <w:p w14:paraId="333631BC" w14:textId="77777777" w:rsidR="00695ADF" w:rsidRPr="0066110F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66110F">
        <w:rPr>
          <w:rFonts w:asciiTheme="minorHAnsi" w:eastAsia="Calibri" w:hAnsiTheme="minorHAnsi" w:cstheme="minorHAnsi"/>
          <w:lang w:eastAsia="en-US"/>
        </w:rPr>
        <w:t>Rady Ministrów</w:t>
      </w:r>
    </w:p>
    <w:p w14:paraId="411ECE44" w14:textId="77777777" w:rsidR="000A71A0" w:rsidRPr="0066110F" w:rsidRDefault="00695ADF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66110F">
        <w:rPr>
          <w:rFonts w:asciiTheme="minorHAnsi" w:eastAsia="Calibri" w:hAnsiTheme="minorHAnsi" w:cstheme="minorHAnsi"/>
          <w:lang w:eastAsia="en-US"/>
        </w:rPr>
        <w:t>do spraw Cyfryzacji</w:t>
      </w:r>
    </w:p>
    <w:p w14:paraId="55DBDFCB" w14:textId="77777777" w:rsidR="000A71A0" w:rsidRPr="0066110F" w:rsidRDefault="0079379E" w:rsidP="000A71A0">
      <w:pPr>
        <w:rPr>
          <w:rFonts w:asciiTheme="minorHAnsi" w:eastAsia="Calibri" w:hAnsiTheme="minorHAnsi" w:cstheme="minorHAnsi"/>
          <w:iCs/>
          <w:lang w:eastAsia="en-US"/>
        </w:rPr>
      </w:pPr>
    </w:p>
    <w:p w14:paraId="6F254775" w14:textId="77777777" w:rsidR="00636C3E" w:rsidRPr="0066110F" w:rsidRDefault="002E6796" w:rsidP="00636C3E">
      <w:pPr>
        <w:spacing w:after="120"/>
        <w:rPr>
          <w:rFonts w:asciiTheme="minorHAnsi" w:eastAsia="Calibri" w:hAnsiTheme="minorHAnsi" w:cstheme="minorHAnsi"/>
          <w:i/>
          <w:lang w:eastAsia="en-US"/>
        </w:rPr>
      </w:pPr>
      <w:r w:rsidRPr="0066110F">
        <w:rPr>
          <w:rFonts w:asciiTheme="minorHAnsi" w:eastAsia="Calibri" w:hAnsiTheme="minorHAnsi" w:cstheme="minorHAnsi"/>
          <w:i/>
          <w:lang w:eastAsia="en-US"/>
        </w:rPr>
        <w:t>Szanowna Pani Sekretarz,</w:t>
      </w:r>
    </w:p>
    <w:p w14:paraId="0433561C" w14:textId="6E0E7A21" w:rsidR="00AD0AD3" w:rsidRPr="0066110F" w:rsidRDefault="00F63E64" w:rsidP="00395AC2">
      <w:pPr>
        <w:jc w:val="both"/>
        <w:rPr>
          <w:rFonts w:asciiTheme="minorHAnsi" w:hAnsiTheme="minorHAnsi" w:cstheme="minorHAnsi"/>
        </w:rPr>
      </w:pPr>
      <w:r w:rsidRPr="0066110F">
        <w:rPr>
          <w:rFonts w:asciiTheme="minorHAnsi" w:hAnsiTheme="minorHAnsi" w:cstheme="minorHAnsi"/>
        </w:rPr>
        <w:t xml:space="preserve">w załączeniu przekazuję </w:t>
      </w:r>
      <w:r w:rsidR="00395AC2" w:rsidRPr="0066110F">
        <w:rPr>
          <w:rFonts w:asciiTheme="minorHAnsi" w:hAnsiTheme="minorHAnsi" w:cstheme="minorHAnsi"/>
        </w:rPr>
        <w:t xml:space="preserve">raport </w:t>
      </w:r>
      <w:r w:rsidR="000F74BA" w:rsidRPr="0066110F">
        <w:rPr>
          <w:rFonts w:asciiTheme="minorHAnsi" w:hAnsiTheme="minorHAnsi" w:cstheme="minorHAnsi"/>
        </w:rPr>
        <w:t>za III kw. 2021 r. z postępu rzeczowo-finansowego</w:t>
      </w:r>
      <w:r w:rsidR="00395AC2" w:rsidRPr="0066110F">
        <w:rPr>
          <w:rFonts w:asciiTheme="minorHAnsi" w:hAnsiTheme="minorHAnsi" w:cstheme="minorHAnsi"/>
        </w:rPr>
        <w:t xml:space="preserve"> z </w:t>
      </w:r>
      <w:r w:rsidR="00D50D80" w:rsidRPr="0066110F">
        <w:rPr>
          <w:rFonts w:asciiTheme="minorHAnsi" w:hAnsiTheme="minorHAnsi" w:cstheme="minorHAnsi"/>
        </w:rPr>
        <w:t xml:space="preserve">realizacji projektu informatycznego </w:t>
      </w:r>
      <w:r w:rsidR="0066110F" w:rsidRPr="0066110F">
        <w:rPr>
          <w:rFonts w:asciiTheme="minorHAnsi" w:hAnsiTheme="minorHAnsi" w:cstheme="minorHAnsi"/>
        </w:rPr>
        <w:t>Budowa Systemu Punktu Informac</w:t>
      </w:r>
      <w:r w:rsidR="00E7012F">
        <w:rPr>
          <w:rFonts w:asciiTheme="minorHAnsi" w:hAnsiTheme="minorHAnsi" w:cstheme="minorHAnsi"/>
        </w:rPr>
        <w:t>yjnego ds. Telekomunikacji etap </w:t>
      </w:r>
      <w:r w:rsidR="0066110F" w:rsidRPr="0066110F">
        <w:rPr>
          <w:rFonts w:asciiTheme="minorHAnsi" w:hAnsiTheme="minorHAnsi" w:cstheme="minorHAnsi"/>
        </w:rPr>
        <w:t>II</w:t>
      </w:r>
      <w:r w:rsidR="00395AC2" w:rsidRPr="0066110F">
        <w:rPr>
          <w:rFonts w:asciiTheme="minorHAnsi" w:hAnsiTheme="minorHAnsi" w:cstheme="minorHAnsi"/>
        </w:rPr>
        <w:t>, celem przedłożenia Komitetowi Rady Ministrów do spraw Cyfryzacji.</w:t>
      </w:r>
    </w:p>
    <w:p w14:paraId="407B145D" w14:textId="77777777" w:rsidR="00395AC2" w:rsidRPr="0066110F" w:rsidRDefault="00395AC2" w:rsidP="00395AC2">
      <w:pPr>
        <w:rPr>
          <w:rFonts w:asciiTheme="minorHAnsi" w:hAnsiTheme="minorHAnsi" w:cstheme="minorHAnsi"/>
        </w:rPr>
      </w:pPr>
    </w:p>
    <w:p w14:paraId="4CC9035C" w14:textId="210D44BC" w:rsidR="000A71A0" w:rsidRPr="0066110F" w:rsidRDefault="0079379E" w:rsidP="00D50D80">
      <w:pPr>
        <w:rPr>
          <w:rFonts w:asciiTheme="minorHAnsi" w:hAnsiTheme="minorHAnsi" w:cstheme="minorHAnsi"/>
          <w:i/>
          <w:iCs/>
        </w:rPr>
      </w:pPr>
    </w:p>
    <w:p w14:paraId="5692B683" w14:textId="1512ADC7" w:rsidR="000A71A0" w:rsidRDefault="00D50D8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66110F">
        <w:rPr>
          <w:rFonts w:asciiTheme="minorHAnsi" w:hAnsiTheme="minorHAnsi" w:cstheme="minorHAnsi"/>
          <w:i/>
          <w:iCs/>
        </w:rPr>
        <w:t>Z poważaniem,</w:t>
      </w:r>
    </w:p>
    <w:p w14:paraId="7B8F52B0" w14:textId="77777777" w:rsidR="00110991" w:rsidRPr="0066110F" w:rsidRDefault="00110991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5570B47A" w14:textId="77777777" w:rsidR="000A71A0" w:rsidRPr="0066110F" w:rsidRDefault="00395AC2" w:rsidP="002B0993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66110F">
        <w:rPr>
          <w:rFonts w:asciiTheme="minorHAnsi" w:hAnsiTheme="minorHAnsi" w:cstheme="minorHAnsi"/>
          <w:b/>
          <w:bCs/>
        </w:rPr>
        <w:t>Janusz Cieszyński</w:t>
      </w:r>
    </w:p>
    <w:p w14:paraId="5FC893F2" w14:textId="77777777" w:rsidR="006A5C4D" w:rsidRPr="00E7012F" w:rsidRDefault="00CB3969" w:rsidP="00936F2C">
      <w:pPr>
        <w:ind w:left="486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E7012F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  <w:bookmarkStart w:id="0" w:name="_GoBack"/>
      <w:bookmarkEnd w:id="0"/>
    </w:p>
    <w:sectPr w:rsidR="006A5C4D" w:rsidRPr="00E7012F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B3BB6" w14:textId="77777777" w:rsidR="0079379E" w:rsidRDefault="0079379E">
      <w:r>
        <w:separator/>
      </w:r>
    </w:p>
  </w:endnote>
  <w:endnote w:type="continuationSeparator" w:id="0">
    <w:p w14:paraId="10BE61FC" w14:textId="77777777" w:rsidR="0079379E" w:rsidRDefault="00793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D3078" w14:textId="77777777" w:rsidR="005E753F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C8699FF" wp14:editId="72CE93A4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FD837" w14:textId="77777777" w:rsidR="005E753F" w:rsidRDefault="00CB396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CB396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A02E9C5" wp14:editId="5CCF19AF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87EA8" w14:textId="77777777" w:rsidR="00AE7731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F027A16" wp14:editId="6D12652C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39A28C" w14:textId="77777777" w:rsidR="007018D3" w:rsidRDefault="00CB3969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" stroked="f">
              <v:textbox>
                <w:txbxContent>
                  <w:p w:rsidR="007018D3" w:rsidRDefault="00CB3969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 wp14:anchorId="75C03840" wp14:editId="6A3AE569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17CD9" w14:textId="77777777" w:rsidR="0079379E" w:rsidRDefault="0079379E">
      <w:r>
        <w:separator/>
      </w:r>
    </w:p>
  </w:footnote>
  <w:footnote w:type="continuationSeparator" w:id="0">
    <w:p w14:paraId="759AD4C7" w14:textId="77777777" w:rsidR="0079379E" w:rsidRDefault="00793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881D6" w14:textId="77777777" w:rsidR="007018D3" w:rsidRDefault="0079379E" w:rsidP="007018D3">
    <w:pPr>
      <w:pStyle w:val="Nagwek"/>
      <w:jc w:val="right"/>
    </w:pPr>
  </w:p>
  <w:p w14:paraId="60D9C668" w14:textId="77777777" w:rsidR="007018D3" w:rsidRDefault="0079379E" w:rsidP="007018D3">
    <w:pPr>
      <w:pStyle w:val="Nagwek"/>
      <w:jc w:val="right"/>
    </w:pPr>
  </w:p>
  <w:p w14:paraId="1D9D718E" w14:textId="190676F4" w:rsidR="007018D3" w:rsidRPr="00955B7A" w:rsidRDefault="00CB3969" w:rsidP="007018D3">
    <w:pPr>
      <w:pStyle w:val="Nagwek"/>
      <w:jc w:val="right"/>
      <w:rPr>
        <w:rFonts w:asciiTheme="minorHAnsi" w:hAnsiTheme="minorHAnsi" w:cstheme="minorHAnsi"/>
      </w:rPr>
    </w:pPr>
    <w:r w:rsidRPr="00955B7A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0F74BA">
      <w:rPr>
        <w:rFonts w:asciiTheme="minorHAnsi" w:hAnsiTheme="minorHAnsi" w:cstheme="minorHAnsi"/>
      </w:rPr>
      <w:t>2</w:t>
    </w:r>
    <w:r w:rsidR="00E7012F">
      <w:rPr>
        <w:rFonts w:asciiTheme="minorHAnsi" w:hAnsiTheme="minorHAnsi" w:cstheme="minorHAnsi"/>
      </w:rPr>
      <w:t>6</w:t>
    </w:r>
    <w:r w:rsidR="00D50D80">
      <w:rPr>
        <w:rFonts w:asciiTheme="minorHAnsi" w:hAnsiTheme="minorHAnsi" w:cstheme="minorHAnsi"/>
      </w:rPr>
      <w:t>.10</w:t>
    </w:r>
    <w:r w:rsidR="00955B7A" w:rsidRPr="00955B7A">
      <w:rPr>
        <w:rFonts w:asciiTheme="minorHAnsi" w:hAnsiTheme="minorHAnsi" w:cstheme="minorHAnsi"/>
      </w:rPr>
      <w:t>.2021</w:t>
    </w:r>
    <w:r w:rsidRPr="00955B7A">
      <w:rPr>
        <w:rFonts w:asciiTheme="minorHAnsi" w:hAnsiTheme="minorHAnsi" w:cstheme="minorHAnsi"/>
      </w:rPr>
      <w:t xml:space="preserve"> r.</w:t>
    </w:r>
  </w:p>
  <w:p w14:paraId="3C1A0C09" w14:textId="77777777" w:rsidR="004633D0" w:rsidRDefault="00CB3969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01936CD" wp14:editId="3258235A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56F795" w14:textId="77777777" w:rsidR="007018D3" w:rsidRDefault="00395AC2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Janusz Cieszyński</w:t>
                          </w:r>
                        </w:p>
                        <w:p w14:paraId="24650D3C" w14:textId="77777777" w:rsidR="00955B7A" w:rsidRPr="00495DA1" w:rsidRDefault="00955B7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B64LyTfAAAACwEA&#10;AA8AAAAAAAAAAAAAAAAAXwQAAGRycy9kb3ducmV2LnhtbFBLBQYAAAAABAAEAPMAAABrBQAAAAA=&#10;" stroked="f">
              <v:textbox>
                <w:txbxContent>
                  <w:p w:rsidR="007018D3" w:rsidRDefault="00395AC2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Janusz Cieszyński</w:t>
                    </w:r>
                  </w:p>
                  <w:p w:rsidR="00955B7A" w:rsidRPr="00495DA1" w:rsidRDefault="00955B7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 wp14:anchorId="7A50F51B" wp14:editId="0ED7FC9B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4C78A1" w14:textId="4852E8B7" w:rsidR="00955B7A" w:rsidRPr="00955B7A" w:rsidRDefault="0066110F" w:rsidP="008F5337">
    <w:pPr>
      <w:pStyle w:val="Nagwek"/>
      <w:ind w:left="1276"/>
      <w:rPr>
        <w:rFonts w:asciiTheme="minorHAnsi" w:hAnsiTheme="minorHAnsi" w:cstheme="minorHAnsi"/>
        <w:sz w:val="20"/>
        <w:szCs w:val="20"/>
      </w:rPr>
    </w:pPr>
    <w:r w:rsidRPr="0066110F">
      <w:rPr>
        <w:rFonts w:asciiTheme="minorHAnsi" w:hAnsiTheme="minorHAnsi" w:cstheme="minorHAnsi"/>
        <w:sz w:val="20"/>
        <w:szCs w:val="20"/>
      </w:rPr>
      <w:t>DT.WWRKE.714.4.2021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DF"/>
    <w:rsid w:val="00073B79"/>
    <w:rsid w:val="000F74BA"/>
    <w:rsid w:val="00110991"/>
    <w:rsid w:val="00184CCB"/>
    <w:rsid w:val="002B0993"/>
    <w:rsid w:val="002E6796"/>
    <w:rsid w:val="0032316F"/>
    <w:rsid w:val="00395AC2"/>
    <w:rsid w:val="0049347F"/>
    <w:rsid w:val="005226AB"/>
    <w:rsid w:val="005B5759"/>
    <w:rsid w:val="00636C3E"/>
    <w:rsid w:val="0066110F"/>
    <w:rsid w:val="00695ADF"/>
    <w:rsid w:val="006E60D0"/>
    <w:rsid w:val="00745D00"/>
    <w:rsid w:val="00771B6C"/>
    <w:rsid w:val="0079379E"/>
    <w:rsid w:val="008F5337"/>
    <w:rsid w:val="00936F2C"/>
    <w:rsid w:val="00955B7A"/>
    <w:rsid w:val="009E534C"/>
    <w:rsid w:val="009E6B6F"/>
    <w:rsid w:val="00A524E6"/>
    <w:rsid w:val="00AA5154"/>
    <w:rsid w:val="00AC3F84"/>
    <w:rsid w:val="00AD0AD3"/>
    <w:rsid w:val="00BA5778"/>
    <w:rsid w:val="00BB07CC"/>
    <w:rsid w:val="00C05857"/>
    <w:rsid w:val="00C11B94"/>
    <w:rsid w:val="00C70146"/>
    <w:rsid w:val="00C81F8A"/>
    <w:rsid w:val="00CA393C"/>
    <w:rsid w:val="00CB3969"/>
    <w:rsid w:val="00CB5AAE"/>
    <w:rsid w:val="00D50D80"/>
    <w:rsid w:val="00E7012F"/>
    <w:rsid w:val="00E96D38"/>
    <w:rsid w:val="00EF26D9"/>
    <w:rsid w:val="00F130C8"/>
    <w:rsid w:val="00F63E64"/>
    <w:rsid w:val="00F771FE"/>
    <w:rsid w:val="00FD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70D620"/>
  <w15:docId w15:val="{ABD9C7B1-B901-45EA-AB7F-64BD65B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14</TotalTime>
  <Pages>1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Jackiewicz Piotr</dc:creator>
  <cp:lastModifiedBy>Jackiewicz Piotr</cp:lastModifiedBy>
  <cp:revision>5</cp:revision>
  <dcterms:created xsi:type="dcterms:W3CDTF">2021-10-22T10:02:00Z</dcterms:created>
  <dcterms:modified xsi:type="dcterms:W3CDTF">2021-10-26T07:32:00Z</dcterms:modified>
</cp:coreProperties>
</file>