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647C7" w14:textId="367AC391" w:rsidR="00AE27F0" w:rsidRPr="00182333" w:rsidRDefault="00AE27F0" w:rsidP="00AE27F0">
      <w:pPr>
        <w:pStyle w:val="OZNPROJEKTUwskazaniedatylubwersjiprojektu"/>
      </w:pPr>
      <w:r w:rsidRPr="00182333">
        <w:t>Projekt z</w:t>
      </w:r>
      <w:r>
        <w:t> </w:t>
      </w:r>
      <w:r w:rsidR="005C61A6">
        <w:t>1 czerwca</w:t>
      </w:r>
      <w:r w:rsidR="00F27BC5">
        <w:t xml:space="preserve"> </w:t>
      </w:r>
      <w:r w:rsidRPr="00182333">
        <w:t>202</w:t>
      </w:r>
      <w:r>
        <w:t>2 </w:t>
      </w:r>
      <w:r w:rsidRPr="00182333">
        <w:t>r.</w:t>
      </w:r>
    </w:p>
    <w:p w14:paraId="462C6B71" w14:textId="77777777" w:rsidR="00AE27F0" w:rsidRPr="00182333" w:rsidRDefault="00AE27F0" w:rsidP="00AE27F0">
      <w:pPr>
        <w:pStyle w:val="OZNRODZAKTUtznustawalubrozporzdzenieiorganwydajcy"/>
      </w:pPr>
      <w:r w:rsidRPr="00182333">
        <w:t>ustawa</w:t>
      </w:r>
    </w:p>
    <w:p w14:paraId="3122B933" w14:textId="77777777" w:rsidR="00AE27F0" w:rsidRPr="00182333" w:rsidRDefault="00AE27F0" w:rsidP="00AE27F0">
      <w:pPr>
        <w:pStyle w:val="DATAAKTUdatauchwalenialubwydaniaaktu"/>
      </w:pPr>
      <w:r w:rsidRPr="00182333">
        <w:t>z dnia</w:t>
      </w:r>
    </w:p>
    <w:p w14:paraId="1C27A9A1" w14:textId="77777777" w:rsidR="00AE27F0" w:rsidRPr="00446FD4" w:rsidRDefault="00AE27F0" w:rsidP="00AE27F0">
      <w:pPr>
        <w:pStyle w:val="TYTUAKTUprzedmiotregulacjiustawylubrozporzdzenia"/>
        <w:rPr>
          <w:rStyle w:val="IGindeksgrny"/>
        </w:rPr>
      </w:pPr>
      <w:r w:rsidRPr="00182333">
        <w:t>o artyst</w:t>
      </w:r>
      <w:r>
        <w:t>ach</w:t>
      </w:r>
      <w:r w:rsidRPr="00182333">
        <w:t xml:space="preserve"> zawodow</w:t>
      </w:r>
      <w:r>
        <w:t>ych</w:t>
      </w:r>
      <w:r w:rsidRPr="00AE27F0">
        <w:rPr>
          <w:rStyle w:val="IGindeksgrny"/>
        </w:rPr>
        <w:footnoteReference w:id="1"/>
      </w:r>
      <w:r w:rsidRPr="00AE27F0">
        <w:rPr>
          <w:rStyle w:val="IGindeksgrny"/>
        </w:rPr>
        <w:t>)</w:t>
      </w:r>
    </w:p>
    <w:p w14:paraId="38A33FA2" w14:textId="152C1D36" w:rsidR="00AE27F0" w:rsidRPr="00182333" w:rsidRDefault="00AE27F0" w:rsidP="00AE27F0">
      <w:pPr>
        <w:pStyle w:val="NIEARTTEKSTtekstnieartykuowanynppodstprawnarozplubpreambua"/>
      </w:pPr>
      <w:r w:rsidRPr="00182333">
        <w:t>Rozumiejąc fundamentalną rolę kultury dla rozwoju cywilizacyjnego i</w:t>
      </w:r>
      <w:r>
        <w:t> </w:t>
      </w:r>
      <w:r w:rsidRPr="00182333">
        <w:t>ekonomicznego społeczeństwa, postrzegając twórczość artystyczną jako źródło siły i</w:t>
      </w:r>
      <w:r>
        <w:t> </w:t>
      </w:r>
      <w:r w:rsidRPr="00182333">
        <w:t>standardów więzi społecznych opartych na wspólnej tradycji kulturalnej, uznaje się za konieczne stworzenie przez Państwo Polskie odpowiednich warunków realizacji kulturowej i</w:t>
      </w:r>
      <w:r>
        <w:t> </w:t>
      </w:r>
      <w:r w:rsidRPr="00182333">
        <w:t>społecznej misji artystów – uwzględniając wolność i</w:t>
      </w:r>
      <w:r>
        <w:t> </w:t>
      </w:r>
      <w:r w:rsidRPr="00182333">
        <w:t>autonomię twórczości oraz powszechny dostęp do dóbr kultury – i</w:t>
      </w:r>
      <w:r>
        <w:t> </w:t>
      </w:r>
      <w:r w:rsidRPr="00182333">
        <w:t>ustanawia się następujące regulacje:</w:t>
      </w:r>
    </w:p>
    <w:p w14:paraId="69CD01E4" w14:textId="77777777" w:rsidR="00AE27F0" w:rsidRPr="00182333" w:rsidRDefault="00AE27F0" w:rsidP="00AE27F0">
      <w:pPr>
        <w:pStyle w:val="ROZDZODDZOZNoznaczenierozdziauluboddziau"/>
      </w:pPr>
      <w:r w:rsidRPr="00182333">
        <w:t>Rozdział 1</w:t>
      </w:r>
    </w:p>
    <w:p w14:paraId="78CE7213" w14:textId="77777777" w:rsidR="00AE27F0" w:rsidRPr="00182333" w:rsidRDefault="00AE27F0" w:rsidP="00AE27F0">
      <w:pPr>
        <w:pStyle w:val="ROZDZODDZPRZEDMprzedmiotregulacjirozdziauluboddziau"/>
      </w:pPr>
      <w:r w:rsidRPr="00182333">
        <w:t>Przepisy ogólne</w:t>
      </w:r>
    </w:p>
    <w:p w14:paraId="22FB3279" w14:textId="77777777" w:rsidR="00AE27F0" w:rsidRPr="00182333" w:rsidRDefault="00AE27F0" w:rsidP="00AE27F0">
      <w:pPr>
        <w:pStyle w:val="ARTartustawynprozporzdzenia"/>
      </w:pPr>
      <w:r w:rsidRPr="00182333">
        <w:rPr>
          <w:rStyle w:val="Ppogrubienie"/>
        </w:rPr>
        <w:t>Art. 1.</w:t>
      </w:r>
      <w:r w:rsidRPr="00182333">
        <w:t xml:space="preserve"> Ustawa określa:</w:t>
      </w:r>
    </w:p>
    <w:p w14:paraId="19CC1145" w14:textId="43FBB45A" w:rsidR="00AE27F0" w:rsidRPr="00182333" w:rsidRDefault="00AE27F0" w:rsidP="00AE27F0">
      <w:pPr>
        <w:pStyle w:val="PKTpunkt"/>
      </w:pPr>
      <w:r w:rsidRPr="00182333">
        <w:t>1)</w:t>
      </w:r>
      <w:r w:rsidRPr="00182333">
        <w:tab/>
        <w:t>ustrój i</w:t>
      </w:r>
      <w:r>
        <w:t> </w:t>
      </w:r>
      <w:r w:rsidRPr="00182333">
        <w:t>organizację Polskiej Izby Artystów;</w:t>
      </w:r>
    </w:p>
    <w:p w14:paraId="44BF3837" w14:textId="481EC141" w:rsidR="00AE27F0" w:rsidRPr="00182333" w:rsidRDefault="00AE27F0" w:rsidP="00AE27F0">
      <w:pPr>
        <w:pStyle w:val="PKTpunkt"/>
      </w:pPr>
      <w:r w:rsidRPr="00182333">
        <w:t>2)</w:t>
      </w:r>
      <w:r w:rsidRPr="00182333">
        <w:tab/>
        <w:t>status i</w:t>
      </w:r>
      <w:r>
        <w:t> </w:t>
      </w:r>
      <w:r w:rsidRPr="00182333">
        <w:t>zadania organizacji reprezentatywnych;</w:t>
      </w:r>
    </w:p>
    <w:p w14:paraId="76DC8000" w14:textId="7AFA45F2" w:rsidR="00AE27F0" w:rsidRPr="00182333" w:rsidRDefault="00AE27F0" w:rsidP="00AE27F0">
      <w:pPr>
        <w:pStyle w:val="PKTpunkt"/>
      </w:pPr>
      <w:r w:rsidRPr="00182333">
        <w:t>3)</w:t>
      </w:r>
      <w:r w:rsidRPr="00182333">
        <w:tab/>
      </w:r>
      <w:r w:rsidRPr="005C1781">
        <w:t>zasady i</w:t>
      </w:r>
      <w:r>
        <w:t> </w:t>
      </w:r>
      <w:r w:rsidRPr="005C1781">
        <w:t>sposób potwierdzania oraz aktualizacji uprawnień artysty zawodowego</w:t>
      </w:r>
      <w:r w:rsidRPr="00182333">
        <w:t>;</w:t>
      </w:r>
    </w:p>
    <w:p w14:paraId="04278108" w14:textId="77777777" w:rsidR="00AE27F0" w:rsidRPr="00182333" w:rsidRDefault="00AE27F0" w:rsidP="00AE27F0">
      <w:pPr>
        <w:pStyle w:val="PKTpunkt"/>
      </w:pPr>
      <w:r>
        <w:t>4</w:t>
      </w:r>
      <w:r w:rsidRPr="00182333">
        <w:t>)</w:t>
      </w:r>
      <w:r w:rsidRPr="00182333">
        <w:tab/>
        <w:t>uprawnienia przysługujące artystom zawodowym.</w:t>
      </w:r>
    </w:p>
    <w:p w14:paraId="7A8DBB49" w14:textId="62EBD9A1" w:rsidR="00AE27F0" w:rsidRPr="00182333" w:rsidRDefault="00AE27F0" w:rsidP="00AE27F0">
      <w:pPr>
        <w:pStyle w:val="ARTartustawynprozporzdzenia"/>
      </w:pPr>
      <w:r w:rsidRPr="00182333">
        <w:rPr>
          <w:rStyle w:val="Ppogrubienie"/>
        </w:rPr>
        <w:t>Art. 2.</w:t>
      </w:r>
      <w:r w:rsidRPr="00182333">
        <w:t xml:space="preserve"> Użyte w</w:t>
      </w:r>
      <w:r>
        <w:t> </w:t>
      </w:r>
      <w:r w:rsidRPr="00182333">
        <w:t>ustawie określenia oznaczają:</w:t>
      </w:r>
    </w:p>
    <w:p w14:paraId="2A56E63E" w14:textId="60DAFD78" w:rsidR="00AE27F0" w:rsidRPr="00182333" w:rsidRDefault="00AE27F0" w:rsidP="00AE27F0">
      <w:pPr>
        <w:pStyle w:val="PKTpunkt"/>
      </w:pPr>
      <w:r w:rsidRPr="00182333">
        <w:t>1)</w:t>
      </w:r>
      <w:r w:rsidRPr="00182333">
        <w:tab/>
        <w:t xml:space="preserve">artysta zawodowy – </w:t>
      </w:r>
      <w:r w:rsidRPr="005C1781">
        <w:t>osoba wykonująca zawód artystyczny, której uprawnienia zostały potwierdzone na zasadach określonych w</w:t>
      </w:r>
      <w:r>
        <w:t> </w:t>
      </w:r>
      <w:r w:rsidRPr="005C1781">
        <w:t>ustawie</w:t>
      </w:r>
      <w:r w:rsidRPr="00182333">
        <w:t>;</w:t>
      </w:r>
    </w:p>
    <w:p w14:paraId="62CBA2C7" w14:textId="7752BC05" w:rsidR="00AE27F0" w:rsidRPr="00182333" w:rsidRDefault="00AE27F0" w:rsidP="00AE27F0">
      <w:pPr>
        <w:pStyle w:val="PKTpunkt"/>
      </w:pPr>
      <w:r w:rsidRPr="00182333">
        <w:t>2)</w:t>
      </w:r>
      <w:r w:rsidRPr="00182333">
        <w:tab/>
        <w:t xml:space="preserve">zawód artystyczny – </w:t>
      </w:r>
      <w:r w:rsidRPr="00B67D97">
        <w:t>działalność twórcza lub artystyczne wykonania, nawet jeżeli nie prowadzą one do stworzenia lub wykonania utworu w</w:t>
      </w:r>
      <w:r>
        <w:t> </w:t>
      </w:r>
      <w:r w:rsidRPr="00B67D97">
        <w:t>rozumieniu ustawy z</w:t>
      </w:r>
      <w:r>
        <w:t> </w:t>
      </w:r>
      <w:r w:rsidRPr="00B67D97">
        <w:t>dnia 4</w:t>
      </w:r>
      <w:r>
        <w:t> </w:t>
      </w:r>
      <w:r w:rsidRPr="00B67D97">
        <w:t>lutego 1994</w:t>
      </w:r>
      <w:r>
        <w:t> </w:t>
      </w:r>
      <w:r w:rsidRPr="00B67D97">
        <w:t>r. o</w:t>
      </w:r>
      <w:r>
        <w:t> </w:t>
      </w:r>
      <w:r w:rsidRPr="00B67D97">
        <w:t>prawie autorskim i</w:t>
      </w:r>
      <w:r>
        <w:t> </w:t>
      </w:r>
      <w:r w:rsidRPr="00B67D97">
        <w:t>prawach pokrewnych (</w:t>
      </w:r>
      <w:r>
        <w:t>Dz. U.</w:t>
      </w:r>
      <w:r w:rsidRPr="00B67D97">
        <w:t xml:space="preserve"> z</w:t>
      </w:r>
      <w:r>
        <w:t> </w:t>
      </w:r>
      <w:r w:rsidRPr="00B67D97">
        <w:t>20</w:t>
      </w:r>
      <w:r>
        <w:t>21</w:t>
      </w:r>
      <w:r w:rsidRPr="00B67D97">
        <w:t>r.</w:t>
      </w:r>
      <w:r>
        <w:t xml:space="preserve"> poz. 1062</w:t>
      </w:r>
      <w:r w:rsidRPr="00B67D97">
        <w:t>), obejmujące w</w:t>
      </w:r>
      <w:r>
        <w:t> </w:t>
      </w:r>
      <w:r w:rsidRPr="00B67D97">
        <w:t>szczególności czynności związane z</w:t>
      </w:r>
      <w:r>
        <w:t> </w:t>
      </w:r>
      <w:r w:rsidRPr="00B67D97">
        <w:t>powstawaniem dzieła, w</w:t>
      </w:r>
      <w:r>
        <w:t> </w:t>
      </w:r>
      <w:r w:rsidRPr="00B67D97">
        <w:t xml:space="preserve">tym próby do </w:t>
      </w:r>
      <w:r w:rsidRPr="00B67D97">
        <w:lastRenderedPageBreak/>
        <w:t>występów i</w:t>
      </w:r>
      <w:r>
        <w:t> </w:t>
      </w:r>
      <w:r w:rsidRPr="00B67D97">
        <w:t>same występy, prowadzone w</w:t>
      </w:r>
      <w:r>
        <w:t> </w:t>
      </w:r>
      <w:r w:rsidRPr="00B67D97">
        <w:t xml:space="preserve">następujących dziedzinach: muzyce, sztukach wizualnych, sztukach </w:t>
      </w:r>
      <w:proofErr w:type="spellStart"/>
      <w:r w:rsidRPr="00B67D97">
        <w:t>performatywnych</w:t>
      </w:r>
      <w:proofErr w:type="spellEnd"/>
      <w:r w:rsidRPr="00B67D97">
        <w:t xml:space="preserve">, </w:t>
      </w:r>
      <w:r>
        <w:t xml:space="preserve">sztukach cyrkowych, </w:t>
      </w:r>
      <w:r w:rsidRPr="00B67D97">
        <w:t>teatrze, filmie, literaturze, tańcu, twórczości ludowej</w:t>
      </w:r>
      <w:r w:rsidR="00A10DDD">
        <w:t xml:space="preserve"> oraz z rozporządzaniem tym dziełem</w:t>
      </w:r>
      <w:r w:rsidRPr="00182333">
        <w:t>;</w:t>
      </w:r>
    </w:p>
    <w:p w14:paraId="3930865C" w14:textId="2FBA4B9F" w:rsidR="00AE27F0" w:rsidRPr="00182333" w:rsidRDefault="00AE27F0" w:rsidP="00AE27F0">
      <w:pPr>
        <w:pStyle w:val="PKTpunkt"/>
      </w:pPr>
      <w:r w:rsidRPr="00182333">
        <w:t>3)</w:t>
      </w:r>
      <w:r w:rsidRPr="00182333">
        <w:tab/>
        <w:t xml:space="preserve">przeciętny miesięczny </w:t>
      </w:r>
      <w:r>
        <w:t>przy</w:t>
      </w:r>
      <w:r w:rsidRPr="00182333">
        <w:t xml:space="preserve">chód – </w:t>
      </w:r>
      <w:r>
        <w:t>przychód</w:t>
      </w:r>
      <w:r w:rsidRPr="00B67D97">
        <w:t xml:space="preserve"> uzyskany z</w:t>
      </w:r>
      <w:r>
        <w:t> </w:t>
      </w:r>
      <w:r w:rsidRPr="00B67D97">
        <w:t>wszelkich źródeł w</w:t>
      </w:r>
      <w:r>
        <w:t> </w:t>
      </w:r>
      <w:r w:rsidRPr="00B67D97">
        <w:t>poprzednim roku kalendarzowym, który jest obliczany według następującego wzoru:</w:t>
      </w:r>
      <w:r w:rsidRPr="00182333">
        <w:t>:</w:t>
      </w:r>
    </w:p>
    <w:p w14:paraId="159F37A3" w14:textId="77777777" w:rsidR="00AE27F0" w:rsidRPr="00182333" w:rsidRDefault="008279E7" w:rsidP="00AE27F0">
      <m:oMathPara>
        <m:oMath>
          <m:f>
            <m:fPr>
              <m:ctrlPr>
                <w:rPr>
                  <w:rFonts w:ascii="Cambria Math" w:hAnsi="Cambria Math"/>
                </w:rPr>
              </m:ctrlPr>
            </m:fPr>
            <m:num>
              <m:eqArr>
                <m:eqArrPr>
                  <m:ctrlPr>
                    <w:rPr>
                      <w:rFonts w:ascii="Cambria Math" w:hAnsi="Cambria Math"/>
                    </w:rPr>
                  </m:ctrlPr>
                </m:eqArrPr>
                <m:e>
                  <m:r>
                    <m:rPr>
                      <m:lit/>
                      <m:nor/>
                    </m:rPr>
                    <m:t xml:space="preserve">roczny </m:t>
                  </m:r>
                  <m:r>
                    <m:rPr>
                      <m:nor/>
                    </m:rPr>
                    <m:t>przychód</m:t>
                  </m:r>
                </m:e>
                <m:e>
                  <m:r>
                    <m:rPr>
                      <m:lit/>
                      <m:nor/>
                    </m:rPr>
                    <m:t xml:space="preserve">w poprzednim roku </m:t>
                  </m:r>
                  <m:r>
                    <m:rPr>
                      <m:nor/>
                    </m:rPr>
                    <m:t>kalendarzowym</m:t>
                  </m:r>
                </m:e>
              </m:eqArr>
              <m:r>
                <m:rPr>
                  <m:lit/>
                  <m:nor/>
                </m:rPr>
                <m:t xml:space="preserve"> </m:t>
              </m:r>
            </m:num>
            <m:den>
              <m:eqArr>
                <m:eqArrPr>
                  <m:ctrlPr>
                    <w:rPr>
                      <w:rFonts w:ascii="Cambria Math" w:hAnsi="Cambria Math"/>
                    </w:rPr>
                  </m:ctrlPr>
                </m:eqArrPr>
                <m:e>
                  <m:r>
                    <m:rPr>
                      <m:lit/>
                      <m:nor/>
                    </m:rPr>
                    <m:t xml:space="preserve">liczba dni kalendarzowych </m:t>
                  </m:r>
                </m:e>
                <m:e>
                  <m:r>
                    <m:rPr>
                      <m:lit/>
                      <m:nor/>
                    </m:rPr>
                    <m:t>w poprzednim roku kalendarzowym</m:t>
                  </m:r>
                </m:e>
              </m:eqArr>
            </m:den>
          </m:f>
          <m:r>
            <m:rPr>
              <m:lit/>
              <m:nor/>
            </m:rPr>
            <m:t xml:space="preserve"> ×30</m:t>
          </m:r>
        </m:oMath>
      </m:oMathPara>
    </w:p>
    <w:p w14:paraId="1826353E" w14:textId="7CFA0568" w:rsidR="00AE27F0" w:rsidRPr="00182333" w:rsidRDefault="00AE27F0" w:rsidP="00AE27F0">
      <w:pPr>
        <w:pStyle w:val="ZARTzmartartykuempunktem"/>
      </w:pPr>
      <w:r w:rsidRPr="00182333">
        <w:t>zaokrąglany do pełnych groszy w</w:t>
      </w:r>
      <w:r>
        <w:t> </w:t>
      </w:r>
      <w:r w:rsidRPr="00182333">
        <w:t>górę, jeśli końcówka jest równa lub wyższa niż 0,5</w:t>
      </w:r>
      <w:r>
        <w:t> </w:t>
      </w:r>
      <w:r w:rsidRPr="00182333">
        <w:t>grosza, lub w</w:t>
      </w:r>
      <w:r>
        <w:t> </w:t>
      </w:r>
      <w:r w:rsidRPr="00182333">
        <w:t>dół, jeśli jest niższa;</w:t>
      </w:r>
    </w:p>
    <w:p w14:paraId="0CD55AE0" w14:textId="135151B4" w:rsidR="00AE27F0" w:rsidRPr="00182333" w:rsidRDefault="00AE27F0" w:rsidP="00AE27F0">
      <w:pPr>
        <w:pStyle w:val="PKTpunkt"/>
      </w:pPr>
      <w:r w:rsidRPr="00182333">
        <w:t>4)</w:t>
      </w:r>
      <w:r w:rsidRPr="00182333">
        <w:tab/>
        <w:t>organizacja – stowarzyszenie lub związek zawodowy wpisane do Krajowego Rejestru Sądowego, zrzeszające w</w:t>
      </w:r>
      <w:r>
        <w:t> </w:t>
      </w:r>
      <w:r w:rsidRPr="00182333">
        <w:t>większości osoby wykonujące zawód artystyczny;</w:t>
      </w:r>
    </w:p>
    <w:p w14:paraId="700C048F" w14:textId="00076DBD" w:rsidR="00AE27F0" w:rsidRDefault="00AE27F0" w:rsidP="00AE27F0">
      <w:pPr>
        <w:pStyle w:val="PKTpunkt"/>
      </w:pPr>
      <w:r w:rsidRPr="00182333">
        <w:t>5)</w:t>
      </w:r>
      <w:r w:rsidRPr="00182333">
        <w:tab/>
        <w:t>organizacja reprezentatywna – organizacja obsługująca ponad 10% artystów zawodowych w</w:t>
      </w:r>
      <w:r>
        <w:t> </w:t>
      </w:r>
      <w:r w:rsidRPr="00182333">
        <w:t>danym zawodzie artystycznym, dla którego mierzona jest reprezentatywność, lub jeżeli nie ma tak licznej organizacji, organizacja obsługująca największą liczbę artystów zawodowych w</w:t>
      </w:r>
      <w:r>
        <w:t> </w:t>
      </w:r>
      <w:r w:rsidRPr="00182333">
        <w:t>danym zawodzie artystycznym, dla którego mierzona jest reprezentatywność</w:t>
      </w:r>
    </w:p>
    <w:p w14:paraId="1817E334" w14:textId="784FE22D" w:rsidR="00AE27F0" w:rsidRDefault="00AE27F0" w:rsidP="00AE27F0">
      <w:pPr>
        <w:pStyle w:val="PKTpunkt"/>
      </w:pPr>
      <w:r>
        <w:t>6)</w:t>
      </w:r>
      <w:r>
        <w:tab/>
        <w:t xml:space="preserve">obsługiwanie artysty zawodowego przez organizację reprezentatywną </w:t>
      </w:r>
      <w:r>
        <w:noBreakHyphen/>
        <w:t xml:space="preserve"> wykonywanie przez organizację reprezentatywną czynności związanych z wydawaniem poświadczenia o dorobku artystycznym oraz reprezentowanie jego interesów w trakcie wyboru przedstawicieli do Rady Izby;</w:t>
      </w:r>
    </w:p>
    <w:p w14:paraId="6774021A" w14:textId="2B5A167A" w:rsidR="00AE27F0" w:rsidRPr="00182333" w:rsidRDefault="00AE27F0" w:rsidP="00AE27F0">
      <w:pPr>
        <w:pStyle w:val="PKTpunkt"/>
      </w:pPr>
      <w:r>
        <w:t>7)</w:t>
      </w:r>
      <w:r>
        <w:tab/>
        <w:t xml:space="preserve">system </w:t>
      </w:r>
      <w:r>
        <w:noBreakHyphen/>
        <w:t xml:space="preserve"> rejestr prowadzony w systemie teleinformatycznym, utworzony w celu realizacji zadań określonych w ustawie</w:t>
      </w:r>
      <w:r w:rsidRPr="00182333">
        <w:t>.</w:t>
      </w:r>
    </w:p>
    <w:p w14:paraId="688192D5" w14:textId="77777777" w:rsidR="00AE27F0" w:rsidRPr="00182333" w:rsidRDefault="00AE27F0" w:rsidP="00AE27F0">
      <w:pPr>
        <w:pStyle w:val="ROZDZODDZOZNoznaczenierozdziauluboddziau"/>
      </w:pPr>
      <w:r w:rsidRPr="00182333">
        <w:t>Rozdział 2</w:t>
      </w:r>
    </w:p>
    <w:p w14:paraId="4DEAEB17" w14:textId="22F5A929" w:rsidR="00AE27F0" w:rsidRPr="00182333" w:rsidRDefault="00AE27F0" w:rsidP="00AE27F0">
      <w:pPr>
        <w:pStyle w:val="ROZDZODDZPRZEDMprzedmiotregulacjirozdziauluboddziau"/>
      </w:pPr>
      <w:r w:rsidRPr="00182333">
        <w:t>Ustrój i</w:t>
      </w:r>
      <w:r>
        <w:t> </w:t>
      </w:r>
      <w:r w:rsidRPr="00182333">
        <w:t>organizacja Polskiej Izby Artystów</w:t>
      </w:r>
    </w:p>
    <w:p w14:paraId="4849B8E8" w14:textId="11829F0F" w:rsidR="00AE27F0" w:rsidRPr="00182333" w:rsidRDefault="00AE27F0" w:rsidP="00AE27F0">
      <w:pPr>
        <w:pStyle w:val="ARTartustawynprozporzdzenia"/>
      </w:pPr>
      <w:r w:rsidRPr="00182333">
        <w:rPr>
          <w:rStyle w:val="Ppogrubienie"/>
        </w:rPr>
        <w:t xml:space="preserve">Art. 3. </w:t>
      </w:r>
      <w:r w:rsidRPr="00182333">
        <w:t xml:space="preserve">1. Polska Izba Artystów, zwana dalej </w:t>
      </w:r>
      <w:r>
        <w:t>„</w:t>
      </w:r>
      <w:r w:rsidRPr="00182333">
        <w:t>Izbą</w:t>
      </w:r>
      <w:r>
        <w:t>”</w:t>
      </w:r>
      <w:r w:rsidRPr="00182333">
        <w:t>, jest państwową osobą prawną w</w:t>
      </w:r>
      <w:r>
        <w:t> </w:t>
      </w:r>
      <w:r w:rsidRPr="00182333">
        <w:t>rozumieniu</w:t>
      </w:r>
      <w:r>
        <w:t xml:space="preserve"> art. </w:t>
      </w:r>
      <w:r w:rsidRPr="00182333">
        <w:t>9</w:t>
      </w:r>
      <w:r>
        <w:t xml:space="preserve"> pkt </w:t>
      </w:r>
      <w:r w:rsidRPr="00182333">
        <w:t>14</w:t>
      </w:r>
      <w:r>
        <w:t> </w:t>
      </w:r>
      <w:r w:rsidRPr="00182333">
        <w:t>ustawy z</w:t>
      </w:r>
      <w:r>
        <w:t> </w:t>
      </w:r>
      <w:r w:rsidRPr="00182333">
        <w:t>dnia 27</w:t>
      </w:r>
      <w:r>
        <w:t> </w:t>
      </w:r>
      <w:r w:rsidRPr="00182333">
        <w:t>sierpnia 2009</w:t>
      </w:r>
      <w:r>
        <w:t> </w:t>
      </w:r>
      <w:r w:rsidRPr="00182333">
        <w:t>r. o</w:t>
      </w:r>
      <w:r>
        <w:t> </w:t>
      </w:r>
      <w:r w:rsidRPr="00182333">
        <w:t>finansach publicznych (</w:t>
      </w:r>
      <w:r>
        <w:t>Dz. U.</w:t>
      </w:r>
      <w:r w:rsidRPr="00182333">
        <w:t xml:space="preserve"> z</w:t>
      </w:r>
      <w:r>
        <w:t> </w:t>
      </w:r>
      <w:r w:rsidRPr="00182333">
        <w:t>Dz.U. z</w:t>
      </w:r>
      <w:r>
        <w:t> </w:t>
      </w:r>
      <w:r w:rsidRPr="00182333">
        <w:t>2021</w:t>
      </w:r>
      <w:r>
        <w:t> </w:t>
      </w:r>
      <w:r w:rsidRPr="00182333">
        <w:t>r.</w:t>
      </w:r>
      <w:r>
        <w:t xml:space="preserve"> poz. </w:t>
      </w:r>
      <w:r w:rsidRPr="00182333">
        <w:t>305</w:t>
      </w:r>
      <w:r>
        <w:t>, 1236, 1535, 1927, 1981, 2054 i 2027</w:t>
      </w:r>
      <w:r w:rsidRPr="00182333">
        <w:t>).</w:t>
      </w:r>
    </w:p>
    <w:p w14:paraId="4F47772B" w14:textId="77777777" w:rsidR="00AE27F0" w:rsidRPr="00182333" w:rsidRDefault="00AE27F0" w:rsidP="00AE27F0">
      <w:pPr>
        <w:pStyle w:val="USTustnpkodeksu"/>
      </w:pPr>
      <w:r w:rsidRPr="00182333">
        <w:t>2. Siedzibą Izby jest miasto stołeczne Warszawa.</w:t>
      </w:r>
    </w:p>
    <w:p w14:paraId="03B39321" w14:textId="2F4C0C90" w:rsidR="00AE27F0" w:rsidRPr="00182333" w:rsidRDefault="00AE27F0" w:rsidP="00AE27F0">
      <w:pPr>
        <w:pStyle w:val="USTustnpkodeksu"/>
      </w:pPr>
      <w:r w:rsidRPr="00182333">
        <w:t>3. Minister właściwy do spraw kultury i</w:t>
      </w:r>
      <w:r>
        <w:t> </w:t>
      </w:r>
      <w:r w:rsidRPr="00182333">
        <w:t>ochrony dziedzictwa narodowego, w</w:t>
      </w:r>
      <w:r>
        <w:t> </w:t>
      </w:r>
      <w:r w:rsidRPr="00182333">
        <w:t>drodze zarządzenia, nadaje Izbie statut, w</w:t>
      </w:r>
      <w:r>
        <w:t> </w:t>
      </w:r>
      <w:r w:rsidRPr="00182333">
        <w:t xml:space="preserve">którym określa organizację wewnętrzną oraz tryb pracy organów Izby, mając na względzie sprawne wykonywanie zadań przez Izbę. </w:t>
      </w:r>
    </w:p>
    <w:p w14:paraId="1B1FF8AF" w14:textId="4B45E848" w:rsidR="00AE27F0" w:rsidRPr="00182333" w:rsidRDefault="00AE27F0" w:rsidP="00AE27F0">
      <w:pPr>
        <w:pStyle w:val="USTustnpkodeksu"/>
      </w:pPr>
      <w:r w:rsidRPr="00182333">
        <w:lastRenderedPageBreak/>
        <w:t>4. W</w:t>
      </w:r>
      <w:r>
        <w:t> </w:t>
      </w:r>
      <w:r w:rsidRPr="00182333">
        <w:t>zakresie prowadzonej działalności, o</w:t>
      </w:r>
      <w:r>
        <w:t> </w:t>
      </w:r>
      <w:r w:rsidRPr="00182333">
        <w:t>której mowa w</w:t>
      </w:r>
      <w:r>
        <w:t> art. </w:t>
      </w:r>
      <w:r w:rsidRPr="00182333">
        <w:t>28</w:t>
      </w:r>
      <w:r>
        <w:noBreakHyphen/>
      </w:r>
      <w:r w:rsidR="00052FEA">
        <w:t>51</w:t>
      </w:r>
      <w:r w:rsidRPr="00182333">
        <w:t>, Izbie przysługują środki prawne właściwe organom administracji państwowej.</w:t>
      </w:r>
    </w:p>
    <w:p w14:paraId="3494250C" w14:textId="77777777" w:rsidR="00AE27F0" w:rsidRPr="00182333" w:rsidRDefault="00AE27F0" w:rsidP="00AE27F0">
      <w:pPr>
        <w:pStyle w:val="ARTartustawynprozporzdzenia"/>
      </w:pPr>
      <w:r w:rsidRPr="00182333">
        <w:rPr>
          <w:rStyle w:val="Ppogrubienie"/>
        </w:rPr>
        <w:t>Art. 4.</w:t>
      </w:r>
      <w:r w:rsidRPr="00182333">
        <w:t xml:space="preserve"> Do zadań Izby należy:</w:t>
      </w:r>
    </w:p>
    <w:p w14:paraId="325DFE2C" w14:textId="5ECEF478" w:rsidR="00AE27F0" w:rsidRPr="00182333" w:rsidRDefault="00AE27F0" w:rsidP="00AE27F0">
      <w:pPr>
        <w:pStyle w:val="PKTpunkt"/>
      </w:pPr>
      <w:r w:rsidRPr="00182333">
        <w:t>1)</w:t>
      </w:r>
      <w:r w:rsidRPr="00182333">
        <w:tab/>
        <w:t>rozpatrywanie spraw związanych z</w:t>
      </w:r>
      <w:r>
        <w:t> </w:t>
      </w:r>
      <w:r w:rsidRPr="00182333">
        <w:t>potwierdzaniem lub aktualizacją uprawnień artysty zawodowego;</w:t>
      </w:r>
    </w:p>
    <w:p w14:paraId="5AECBC65" w14:textId="77F95F75" w:rsidR="00AE27F0" w:rsidRPr="00182333" w:rsidRDefault="00AE27F0" w:rsidP="00AE27F0">
      <w:pPr>
        <w:pStyle w:val="PKTpunkt"/>
      </w:pPr>
      <w:r w:rsidRPr="00182333">
        <w:t>2)</w:t>
      </w:r>
      <w:r w:rsidRPr="00182333">
        <w:tab/>
        <w:t>rozpatrywanie spraw związanych z</w:t>
      </w:r>
      <w:r>
        <w:t> </w:t>
      </w:r>
      <w:r w:rsidRPr="00182333">
        <w:t>przyznawaniem artystom zawodowym dopłaty do składek na ubezpieczenia społeczne i</w:t>
      </w:r>
      <w:r>
        <w:t> </w:t>
      </w:r>
      <w:r w:rsidRPr="00182333">
        <w:t xml:space="preserve">zdrowotne, zwanej dalej </w:t>
      </w:r>
      <w:r>
        <w:t>„</w:t>
      </w:r>
      <w:r w:rsidRPr="00182333">
        <w:t>Dopłatą</w:t>
      </w:r>
      <w:r>
        <w:t>”</w:t>
      </w:r>
      <w:r w:rsidRPr="00182333">
        <w:t>;</w:t>
      </w:r>
    </w:p>
    <w:p w14:paraId="4704436F" w14:textId="542CA2FB" w:rsidR="00AE27F0" w:rsidRPr="00182333" w:rsidRDefault="00AE27F0" w:rsidP="00AE27F0">
      <w:pPr>
        <w:pStyle w:val="PKTpunkt"/>
      </w:pPr>
      <w:r w:rsidRPr="00182333">
        <w:t>3)</w:t>
      </w:r>
      <w:r w:rsidRPr="00182333">
        <w:tab/>
        <w:t xml:space="preserve">wydawanie artystom zawodowym </w:t>
      </w:r>
      <w:r>
        <w:t>K</w:t>
      </w:r>
      <w:r w:rsidRPr="00182333">
        <w:t xml:space="preserve">arty </w:t>
      </w:r>
      <w:r>
        <w:t>A</w:t>
      </w:r>
      <w:r w:rsidRPr="00182333">
        <w:t xml:space="preserve">rtysty </w:t>
      </w:r>
      <w:r>
        <w:t>Z</w:t>
      </w:r>
      <w:r w:rsidRPr="00182333">
        <w:t xml:space="preserve">awodowego, zwanej dalej </w:t>
      </w:r>
      <w:r>
        <w:t>„</w:t>
      </w:r>
      <w:r w:rsidRPr="00182333">
        <w:t>Kartą</w:t>
      </w:r>
      <w:r>
        <w:t>”</w:t>
      </w:r>
      <w:r w:rsidRPr="00182333">
        <w:t xml:space="preserve"> i</w:t>
      </w:r>
      <w:r>
        <w:t> </w:t>
      </w:r>
      <w:r w:rsidRPr="00182333">
        <w:t>zajmowanie się sprawami związanymi z</w:t>
      </w:r>
      <w:r>
        <w:t> </w:t>
      </w:r>
      <w:r w:rsidRPr="00182333">
        <w:t>Kartą;</w:t>
      </w:r>
    </w:p>
    <w:p w14:paraId="0530BF98" w14:textId="77777777" w:rsidR="00F537BF" w:rsidRDefault="00AE27F0" w:rsidP="00AE27F0">
      <w:pPr>
        <w:pStyle w:val="PKTpunkt"/>
      </w:pPr>
      <w:r>
        <w:t>4</w:t>
      </w:r>
      <w:r w:rsidRPr="003811E7">
        <w:t>)</w:t>
      </w:r>
      <w:r w:rsidRPr="003811E7">
        <w:tab/>
      </w:r>
      <w:r>
        <w:t>zarządza</w:t>
      </w:r>
      <w:r w:rsidRPr="003811E7">
        <w:t>nie wyodrębnion</w:t>
      </w:r>
      <w:r>
        <w:t>ym</w:t>
      </w:r>
      <w:r w:rsidRPr="003811E7">
        <w:t xml:space="preserve"> rachunk</w:t>
      </w:r>
      <w:r>
        <w:t>iem</w:t>
      </w:r>
      <w:r w:rsidRPr="003811E7">
        <w:t xml:space="preserve"> bankow</w:t>
      </w:r>
      <w:r>
        <w:t>ym</w:t>
      </w:r>
      <w:r w:rsidRPr="003811E7">
        <w:t xml:space="preserve"> </w:t>
      </w:r>
      <w:r>
        <w:noBreakHyphen/>
        <w:t xml:space="preserve"> </w:t>
      </w:r>
      <w:r w:rsidRPr="003811E7">
        <w:t>Funduszu Wsparcia</w:t>
      </w:r>
      <w:r>
        <w:t xml:space="preserve"> Artystów Zawodowych, zwanego dalej „Funduszem Wsparcia”</w:t>
      </w:r>
    </w:p>
    <w:p w14:paraId="33778ADF" w14:textId="77777777" w:rsidR="00105005" w:rsidRDefault="00F537BF" w:rsidP="00AE27F0">
      <w:pPr>
        <w:pStyle w:val="PKTpunkt"/>
      </w:pPr>
      <w:r>
        <w:t>5)</w:t>
      </w:r>
      <w:r>
        <w:tab/>
        <w:t>wsparcie socjalne artystów zawodowych</w:t>
      </w:r>
    </w:p>
    <w:p w14:paraId="0C176D13" w14:textId="26686AEA" w:rsidR="00105005" w:rsidRPr="00A55365" w:rsidRDefault="00105005" w:rsidP="00105005">
      <w:pPr>
        <w:pStyle w:val="PKTpunkt"/>
      </w:pPr>
      <w:r>
        <w:t>6</w:t>
      </w:r>
      <w:r w:rsidRPr="00A55365">
        <w:t>)</w:t>
      </w:r>
      <w:r>
        <w:tab/>
      </w:r>
      <w:r w:rsidRPr="003811E7">
        <w:t>udzielanie ze środków Funduszu Wsparcia:</w:t>
      </w:r>
    </w:p>
    <w:p w14:paraId="79C02021" w14:textId="77777777" w:rsidR="00105005" w:rsidRPr="00182333" w:rsidRDefault="00105005" w:rsidP="00105005">
      <w:pPr>
        <w:pStyle w:val="LITlitera"/>
      </w:pPr>
      <w:r w:rsidRPr="00182333">
        <w:t>a)</w:t>
      </w:r>
      <w:r w:rsidRPr="00182333">
        <w:tab/>
      </w:r>
      <w:r>
        <w:t>Dopłaty</w:t>
      </w:r>
      <w:r w:rsidRPr="00182333">
        <w:t>,</w:t>
      </w:r>
    </w:p>
    <w:p w14:paraId="5A9D94F6" w14:textId="77777777" w:rsidR="00105005" w:rsidRPr="00182333" w:rsidRDefault="00105005" w:rsidP="00105005">
      <w:pPr>
        <w:pStyle w:val="LITlitera"/>
      </w:pPr>
      <w:r w:rsidRPr="00182333">
        <w:t>b)</w:t>
      </w:r>
      <w:r w:rsidRPr="00182333">
        <w:tab/>
        <w:t>wsparcia socjalnego dla artystów zawodowych,</w:t>
      </w:r>
    </w:p>
    <w:p w14:paraId="6A688EAF" w14:textId="77777777" w:rsidR="00105005" w:rsidRPr="00182333" w:rsidRDefault="00105005" w:rsidP="00105005">
      <w:pPr>
        <w:pStyle w:val="LITlitera"/>
      </w:pPr>
      <w:r w:rsidRPr="00182333">
        <w:t>c)</w:t>
      </w:r>
      <w:r w:rsidRPr="00182333">
        <w:tab/>
        <w:t>stypendiów dla wyróżniających się artystów zawodowych;</w:t>
      </w:r>
    </w:p>
    <w:p w14:paraId="4836D04D" w14:textId="67DD088F" w:rsidR="00105005" w:rsidRPr="00182333" w:rsidRDefault="00105005" w:rsidP="00105005">
      <w:pPr>
        <w:pStyle w:val="PKTpunkt"/>
      </w:pPr>
      <w:r>
        <w:t>7</w:t>
      </w:r>
      <w:r w:rsidRPr="00182333">
        <w:t>)</w:t>
      </w:r>
      <w:r w:rsidRPr="00182333">
        <w:tab/>
        <w:t>prowadzenie badań dotyczących artystów zawodowych</w:t>
      </w:r>
      <w:r>
        <w:t>, ich struktury zawodowej oraz wykorzystania utworów w ramach dozwolonego użytku</w:t>
      </w:r>
      <w:r w:rsidRPr="00182333">
        <w:t>.</w:t>
      </w:r>
      <w:r>
        <w:t xml:space="preserve"> </w:t>
      </w:r>
    </w:p>
    <w:p w14:paraId="59BF9878" w14:textId="7378C45F" w:rsidR="00AE27F0" w:rsidRPr="00182333" w:rsidRDefault="00AE27F0" w:rsidP="00AE27F0">
      <w:pPr>
        <w:pStyle w:val="ARTartustawynprozporzdzenia"/>
      </w:pPr>
      <w:r w:rsidRPr="00182333">
        <w:rPr>
          <w:rStyle w:val="Ppogrubienie"/>
        </w:rPr>
        <w:t>Art. 5</w:t>
      </w:r>
      <w:r w:rsidR="00D52A7F">
        <w:rPr>
          <w:rStyle w:val="Ppogrubienie"/>
        </w:rPr>
        <w:t>.</w:t>
      </w:r>
      <w:r>
        <w:rPr>
          <w:rStyle w:val="Ppogrubienie"/>
        </w:rPr>
        <w:t> </w:t>
      </w:r>
      <w:r w:rsidRPr="00182333">
        <w:t>1. Nadzór nad Izbą sprawuje minister właściwy do spraw kultury i</w:t>
      </w:r>
      <w:r>
        <w:t> </w:t>
      </w:r>
      <w:r w:rsidRPr="00182333">
        <w:t>ochrony dziedzictwa narodowego.</w:t>
      </w:r>
    </w:p>
    <w:p w14:paraId="264908A4" w14:textId="2DA6BDC8" w:rsidR="00AE27F0" w:rsidRPr="00182333" w:rsidRDefault="00AE27F0" w:rsidP="00AE27F0">
      <w:pPr>
        <w:pStyle w:val="USTustnpkodeksu"/>
      </w:pPr>
      <w:r w:rsidRPr="00182333">
        <w:t>2. Nadzór, o</w:t>
      </w:r>
      <w:r>
        <w:t> </w:t>
      </w:r>
      <w:r w:rsidRPr="00182333">
        <w:t>którym mowa w</w:t>
      </w:r>
      <w:r>
        <w:t> ust. </w:t>
      </w:r>
      <w:r w:rsidRPr="00182333">
        <w:t>1, obejmuje nadzór nad:</w:t>
      </w:r>
    </w:p>
    <w:p w14:paraId="5ADD3546" w14:textId="23879EFE" w:rsidR="00AE27F0" w:rsidRPr="00182333" w:rsidRDefault="00AE27F0" w:rsidP="00AE27F0">
      <w:pPr>
        <w:pStyle w:val="PKTpunkt"/>
      </w:pPr>
      <w:r w:rsidRPr="00182333">
        <w:t>1)</w:t>
      </w:r>
      <w:r w:rsidRPr="00182333">
        <w:tab/>
        <w:t>zgodnością działań Izby z</w:t>
      </w:r>
      <w:r>
        <w:t> </w:t>
      </w:r>
      <w:r w:rsidRPr="00182333">
        <w:t>przepisami prawa i</w:t>
      </w:r>
      <w:r>
        <w:t> </w:t>
      </w:r>
      <w:r w:rsidRPr="00182333">
        <w:t>statutem;</w:t>
      </w:r>
    </w:p>
    <w:p w14:paraId="73519305" w14:textId="3306E03F" w:rsidR="00AE27F0" w:rsidRPr="00182333" w:rsidRDefault="00AE27F0" w:rsidP="00AE27F0">
      <w:pPr>
        <w:pStyle w:val="PKTpunkt"/>
      </w:pPr>
      <w:r w:rsidRPr="00182333">
        <w:t>2)</w:t>
      </w:r>
      <w:r w:rsidRPr="00182333">
        <w:tab/>
        <w:t>realizacją przez Izbę zadań określonych w</w:t>
      </w:r>
      <w:r>
        <w:t> art. </w:t>
      </w:r>
      <w:r w:rsidRPr="00182333">
        <w:t>4;</w:t>
      </w:r>
    </w:p>
    <w:p w14:paraId="1B8229CB" w14:textId="77777777" w:rsidR="00AE27F0" w:rsidRPr="00182333" w:rsidRDefault="00AE27F0" w:rsidP="00AE27F0">
      <w:pPr>
        <w:pStyle w:val="PKTpunkt"/>
      </w:pPr>
      <w:r w:rsidRPr="00182333">
        <w:t>3)</w:t>
      </w:r>
      <w:r w:rsidRPr="00182333">
        <w:tab/>
        <w:t>prawidłowością wydatkowania środków publicznych.</w:t>
      </w:r>
    </w:p>
    <w:p w14:paraId="6B8A17B3" w14:textId="25694219" w:rsidR="00AE27F0" w:rsidRPr="00182333" w:rsidRDefault="00AE27F0" w:rsidP="00AE27F0">
      <w:pPr>
        <w:pStyle w:val="USTustnpkodeksu"/>
      </w:pPr>
      <w:r w:rsidRPr="00182333">
        <w:t>3. Kontrolę w</w:t>
      </w:r>
      <w:r>
        <w:t> </w:t>
      </w:r>
      <w:r w:rsidRPr="00182333">
        <w:t>ramach nadzoru przeprowadza się na zasadach i</w:t>
      </w:r>
      <w:r>
        <w:t> </w:t>
      </w:r>
      <w:r w:rsidRPr="00182333">
        <w:t>w</w:t>
      </w:r>
      <w:r>
        <w:t> </w:t>
      </w:r>
      <w:r w:rsidRPr="00182333">
        <w:t>trybie określonych w</w:t>
      </w:r>
      <w:r>
        <w:t> </w:t>
      </w:r>
      <w:r w:rsidRPr="00182333">
        <w:t>ustawie z</w:t>
      </w:r>
      <w:r>
        <w:t> </w:t>
      </w:r>
      <w:r w:rsidRPr="00182333">
        <w:t>dnia 15</w:t>
      </w:r>
      <w:r>
        <w:t> </w:t>
      </w:r>
      <w:r w:rsidRPr="00182333">
        <w:t>lipca 2011</w:t>
      </w:r>
      <w:r>
        <w:t> </w:t>
      </w:r>
      <w:r w:rsidRPr="00182333">
        <w:t>r. o</w:t>
      </w:r>
      <w:r>
        <w:t> </w:t>
      </w:r>
      <w:r w:rsidRPr="00182333">
        <w:t>kontroli w</w:t>
      </w:r>
      <w:r>
        <w:t> </w:t>
      </w:r>
      <w:r w:rsidRPr="00182333">
        <w:t>administracji rządowej (</w:t>
      </w:r>
      <w:r>
        <w:t>Dz. U.</w:t>
      </w:r>
      <w:r w:rsidRPr="00182333">
        <w:t xml:space="preserve"> z</w:t>
      </w:r>
      <w:r>
        <w:t> </w:t>
      </w:r>
      <w:r w:rsidRPr="00182333">
        <w:t>2020</w:t>
      </w:r>
      <w:r>
        <w:t> </w:t>
      </w:r>
      <w:r w:rsidRPr="00182333">
        <w:t>r.</w:t>
      </w:r>
      <w:r>
        <w:t xml:space="preserve"> poz. </w:t>
      </w:r>
      <w:r w:rsidRPr="00182333">
        <w:t>224).</w:t>
      </w:r>
    </w:p>
    <w:p w14:paraId="2BBC2EC1" w14:textId="6EBFF58F" w:rsidR="00AE27F0" w:rsidRPr="00182333" w:rsidRDefault="00AE27F0" w:rsidP="00AE27F0">
      <w:pPr>
        <w:pStyle w:val="USTustnpkodeksu"/>
      </w:pPr>
      <w:r w:rsidRPr="00182333">
        <w:t>4. Dyrektor Izby i</w:t>
      </w:r>
      <w:r>
        <w:t> </w:t>
      </w:r>
      <w:r w:rsidRPr="00182333">
        <w:t>Rada Izby są zobowiązani do realizacji zaleceń pokontrolnych wydanych w</w:t>
      </w:r>
      <w:r>
        <w:t> </w:t>
      </w:r>
      <w:r w:rsidRPr="00182333">
        <w:t>ramach realizacji nadzoru.</w:t>
      </w:r>
    </w:p>
    <w:p w14:paraId="6D5A7E59" w14:textId="3577D248" w:rsidR="00AE27F0" w:rsidRPr="00182333" w:rsidRDefault="00AE27F0" w:rsidP="00AE27F0">
      <w:pPr>
        <w:pStyle w:val="USTustnpkodeksu"/>
      </w:pPr>
      <w:r w:rsidRPr="00182333">
        <w:t>5. Minister właściwy do spraw kultury i</w:t>
      </w:r>
      <w:r>
        <w:t> </w:t>
      </w:r>
      <w:r w:rsidRPr="00182333">
        <w:t>ochrony dziedzictwa narodowego ma prawo wglądu do dokumentów Izby i</w:t>
      </w:r>
      <w:r>
        <w:t> </w:t>
      </w:r>
      <w:r w:rsidRPr="00182333">
        <w:t>może żądać niezbędnych informacji od Dyrektora Izby.</w:t>
      </w:r>
    </w:p>
    <w:p w14:paraId="43AE0D2D" w14:textId="1B52FE7F" w:rsidR="00AE27F0" w:rsidRPr="00182333" w:rsidRDefault="00AE27F0" w:rsidP="00AE27F0">
      <w:pPr>
        <w:pStyle w:val="USTustnpkodeksu"/>
      </w:pPr>
      <w:r w:rsidRPr="00182333">
        <w:lastRenderedPageBreak/>
        <w:t>6. W</w:t>
      </w:r>
      <w:r>
        <w:t> </w:t>
      </w:r>
      <w:r w:rsidRPr="00182333">
        <w:t>razie uporczywego łamania przepisów ustawy przez Dyrektora Izby lub Radę Izby, minister właściwy do spraw kultury i</w:t>
      </w:r>
      <w:r>
        <w:t> </w:t>
      </w:r>
      <w:r w:rsidRPr="00182333">
        <w:t>ochrony dziedzictwa narodowego może wydać postanowienie rozwiązujące organy Izby.</w:t>
      </w:r>
    </w:p>
    <w:p w14:paraId="073C401B" w14:textId="2B8ED6B3" w:rsidR="00AE27F0" w:rsidRPr="00182333" w:rsidRDefault="00AE27F0" w:rsidP="00AE27F0">
      <w:pPr>
        <w:pStyle w:val="USTustnpkodeksu"/>
      </w:pPr>
      <w:r w:rsidRPr="00182333">
        <w:t>7. Postanowienie może być wydane po uprzednim przedstawieniu zarzutów Dyrektorowi Izby lub Radzie Izby</w:t>
      </w:r>
      <w:r w:rsidRPr="00182333" w:rsidDel="007C6573">
        <w:t xml:space="preserve"> </w:t>
      </w:r>
      <w:r w:rsidRPr="00182333">
        <w:t>i</w:t>
      </w:r>
      <w:r>
        <w:t> </w:t>
      </w:r>
      <w:r w:rsidRPr="00182333">
        <w:t>wezwaniu do przedstawienia wyjaśnień.</w:t>
      </w:r>
    </w:p>
    <w:p w14:paraId="2D740D99" w14:textId="7BB5FEBF" w:rsidR="00AE27F0" w:rsidRPr="00182333" w:rsidRDefault="00AE27F0" w:rsidP="00AE27F0">
      <w:pPr>
        <w:pStyle w:val="USTustnpkodeksu"/>
      </w:pPr>
      <w:r w:rsidRPr="00182333">
        <w:t>8. Rozwiązanie organów Izby wywołuje skutek po upływie 3</w:t>
      </w:r>
      <w:r>
        <w:t> </w:t>
      </w:r>
      <w:r w:rsidRPr="00182333">
        <w:t>miesięcy od wydania postanowienia. W</w:t>
      </w:r>
      <w:r>
        <w:t> </w:t>
      </w:r>
      <w:r w:rsidRPr="00182333">
        <w:t>tym czasie przeprowadzane są czynności zmierzające do wyłonienia nowych organów Izby na zasadach określonych w</w:t>
      </w:r>
      <w:r>
        <w:t> </w:t>
      </w:r>
      <w:r w:rsidRPr="00182333">
        <w:t>ustawie.</w:t>
      </w:r>
    </w:p>
    <w:p w14:paraId="583A6C7D" w14:textId="77777777" w:rsidR="00AE27F0" w:rsidRPr="00182333" w:rsidRDefault="00AE27F0" w:rsidP="00AE27F0">
      <w:pPr>
        <w:pStyle w:val="ARTartustawynprozporzdzenia"/>
      </w:pPr>
      <w:r w:rsidRPr="00182333">
        <w:rPr>
          <w:rStyle w:val="Ppogrubienie"/>
        </w:rPr>
        <w:t>Art. 6.</w:t>
      </w:r>
      <w:r w:rsidRPr="00182333">
        <w:t xml:space="preserve"> Organami Izby są:</w:t>
      </w:r>
    </w:p>
    <w:p w14:paraId="5460E34E" w14:textId="77777777" w:rsidR="00AE27F0" w:rsidRPr="00182333" w:rsidRDefault="00AE27F0" w:rsidP="00AE27F0">
      <w:pPr>
        <w:pStyle w:val="PKTpunkt"/>
      </w:pPr>
      <w:r w:rsidRPr="00182333">
        <w:t>1)</w:t>
      </w:r>
      <w:r w:rsidRPr="00182333">
        <w:tab/>
        <w:t>Rada Izby;</w:t>
      </w:r>
    </w:p>
    <w:p w14:paraId="23FD16C2" w14:textId="77777777" w:rsidR="00AE27F0" w:rsidRPr="00182333" w:rsidRDefault="00AE27F0" w:rsidP="00AE27F0">
      <w:pPr>
        <w:pStyle w:val="PKTpunkt"/>
      </w:pPr>
      <w:r w:rsidRPr="00182333">
        <w:t>2)</w:t>
      </w:r>
      <w:r w:rsidRPr="00182333">
        <w:tab/>
        <w:t>Dyrektor Izby.</w:t>
      </w:r>
    </w:p>
    <w:p w14:paraId="3F5EC7C6" w14:textId="2A165753" w:rsidR="00AE27F0" w:rsidRPr="00182333" w:rsidRDefault="00AE27F0" w:rsidP="00AE27F0">
      <w:pPr>
        <w:pStyle w:val="ARTartustawynprozporzdzenia"/>
      </w:pPr>
      <w:r w:rsidRPr="00182333">
        <w:rPr>
          <w:rStyle w:val="Ppogrubienie"/>
        </w:rPr>
        <w:t>Art. 7.</w:t>
      </w:r>
      <w:r w:rsidRPr="00182333">
        <w:t xml:space="preserve"> 1. W</w:t>
      </w:r>
      <w:r>
        <w:t> </w:t>
      </w:r>
      <w:r w:rsidRPr="00182333">
        <w:t>skład Rady Izby wchodzi:</w:t>
      </w:r>
    </w:p>
    <w:p w14:paraId="3222D2B8" w14:textId="29FF8A58" w:rsidR="00AE27F0" w:rsidRPr="00182333" w:rsidRDefault="00AE27F0" w:rsidP="00AE27F0">
      <w:pPr>
        <w:pStyle w:val="PKTpunkt"/>
      </w:pPr>
      <w:r w:rsidRPr="00182333">
        <w:t>1)</w:t>
      </w:r>
      <w:r w:rsidRPr="00182333">
        <w:tab/>
        <w:t>14</w:t>
      </w:r>
      <w:r>
        <w:t> </w:t>
      </w:r>
      <w:r w:rsidRPr="00182333">
        <w:t>członków wybranych przez organizacje reprezentatywne;</w:t>
      </w:r>
    </w:p>
    <w:p w14:paraId="7CFAA3DF" w14:textId="19CEBB2C" w:rsidR="00AE27F0" w:rsidRPr="00182333" w:rsidRDefault="00AE27F0" w:rsidP="00AE27F0">
      <w:pPr>
        <w:pStyle w:val="PKTpunkt"/>
      </w:pPr>
      <w:r w:rsidRPr="00182333">
        <w:t>2)</w:t>
      </w:r>
      <w:r w:rsidRPr="00182333">
        <w:tab/>
        <w:t>5</w:t>
      </w:r>
      <w:r>
        <w:t> </w:t>
      </w:r>
      <w:r w:rsidRPr="00182333">
        <w:t>członków powoływanych i</w:t>
      </w:r>
      <w:r>
        <w:t> </w:t>
      </w:r>
      <w:r w:rsidRPr="00182333">
        <w:t>odwoływanych przez ministra właściwego do spraw kultury i</w:t>
      </w:r>
      <w:r>
        <w:t> </w:t>
      </w:r>
      <w:r w:rsidRPr="00182333">
        <w:t>ochrony dziedzictwa narodowego;</w:t>
      </w:r>
    </w:p>
    <w:p w14:paraId="366DA9B5" w14:textId="656AA724" w:rsidR="00AE27F0" w:rsidRPr="00182333" w:rsidRDefault="00AE27F0" w:rsidP="00AE27F0">
      <w:pPr>
        <w:pStyle w:val="PKTpunkt"/>
      </w:pPr>
      <w:r w:rsidRPr="00182333">
        <w:t>3)</w:t>
      </w:r>
      <w:r w:rsidRPr="00182333">
        <w:tab/>
        <w:t>1</w:t>
      </w:r>
      <w:r>
        <w:t> </w:t>
      </w:r>
      <w:r w:rsidRPr="00182333">
        <w:t>członek powoływany i</w:t>
      </w:r>
      <w:r>
        <w:t> </w:t>
      </w:r>
      <w:r w:rsidRPr="00182333">
        <w:t>odwoływany przez ministra właściwego do spraw zabezpieczenia społecznego;</w:t>
      </w:r>
    </w:p>
    <w:p w14:paraId="28145CCC" w14:textId="6145E7CB" w:rsidR="00AE27F0" w:rsidRPr="00182333" w:rsidRDefault="00AE27F0" w:rsidP="00AE27F0">
      <w:pPr>
        <w:pStyle w:val="PKTpunkt"/>
      </w:pPr>
      <w:r w:rsidRPr="00182333">
        <w:t>4)</w:t>
      </w:r>
      <w:r w:rsidRPr="00182333">
        <w:tab/>
        <w:t>1</w:t>
      </w:r>
      <w:r>
        <w:t> </w:t>
      </w:r>
      <w:r w:rsidRPr="00182333">
        <w:t>członek powoływany i</w:t>
      </w:r>
      <w:r>
        <w:t> </w:t>
      </w:r>
      <w:r w:rsidRPr="00182333">
        <w:t>odwoływany przez Prezesa Zakładu Ubezpieczeń Społecznych.</w:t>
      </w:r>
    </w:p>
    <w:p w14:paraId="3038C1FF" w14:textId="6434B48C" w:rsidR="00AE27F0" w:rsidRPr="00182333" w:rsidRDefault="00AE27F0" w:rsidP="00AE27F0">
      <w:pPr>
        <w:pStyle w:val="USTustnpkodeksu"/>
      </w:pPr>
      <w:r w:rsidRPr="00182333">
        <w:t>2. Kadencja Rady Izby trwa 4</w:t>
      </w:r>
      <w:r>
        <w:t> </w:t>
      </w:r>
      <w:r w:rsidRPr="00182333">
        <w:t>lata.</w:t>
      </w:r>
    </w:p>
    <w:p w14:paraId="0C771CD8" w14:textId="50511DBE" w:rsidR="00AE27F0" w:rsidRPr="00182333" w:rsidRDefault="00AE27F0" w:rsidP="00AE27F0">
      <w:pPr>
        <w:pStyle w:val="USTustnpkodeksu"/>
      </w:pPr>
      <w:r w:rsidRPr="00182333">
        <w:t>3. Członkostwa w</w:t>
      </w:r>
      <w:r>
        <w:t> </w:t>
      </w:r>
      <w:r w:rsidRPr="00182333">
        <w:t>Radzie Izby nie można łączyć z</w:t>
      </w:r>
      <w:r>
        <w:t> </w:t>
      </w:r>
      <w:r w:rsidRPr="00182333">
        <w:t>zatrudnieniem w</w:t>
      </w:r>
      <w:r>
        <w:t> </w:t>
      </w:r>
      <w:r w:rsidRPr="00182333">
        <w:t>Izbie.</w:t>
      </w:r>
    </w:p>
    <w:p w14:paraId="509A4FB4" w14:textId="77777777" w:rsidR="00AE27F0" w:rsidRPr="00182333" w:rsidRDefault="00AE27F0" w:rsidP="00AE27F0">
      <w:pPr>
        <w:pStyle w:val="USTustnpkodeksu"/>
      </w:pPr>
      <w:r w:rsidRPr="00182333">
        <w:t>4. Funkcję członka Rady Izby można sprawować maksymalnie przez dwie kadencje.</w:t>
      </w:r>
    </w:p>
    <w:p w14:paraId="4AF07FEF" w14:textId="644BF218" w:rsidR="00AE27F0" w:rsidRPr="00182333" w:rsidRDefault="00AE27F0" w:rsidP="00AE27F0">
      <w:pPr>
        <w:pStyle w:val="USTustnpkodeksu"/>
      </w:pPr>
      <w:r w:rsidRPr="00182333">
        <w:t>5. Członkowie Rady Izby otrzymują wynagrodzenia za udział w</w:t>
      </w:r>
      <w:r>
        <w:t> </w:t>
      </w:r>
      <w:r w:rsidRPr="00182333">
        <w:t>posiedzeniach.</w:t>
      </w:r>
    </w:p>
    <w:p w14:paraId="0768E1F9" w14:textId="333DD41B" w:rsidR="00AE27F0" w:rsidRPr="00182333" w:rsidRDefault="00AE27F0" w:rsidP="00AE27F0">
      <w:pPr>
        <w:pStyle w:val="ARTartustawynprozporzdzenia"/>
      </w:pPr>
      <w:r w:rsidRPr="00182333">
        <w:rPr>
          <w:rStyle w:val="Ppogrubienie"/>
        </w:rPr>
        <w:t>Art. 8.</w:t>
      </w:r>
      <w:r w:rsidRPr="00182333">
        <w:t xml:space="preserve"> 1. Członkowie Rady Izby, o</w:t>
      </w:r>
      <w:r>
        <w:t> </w:t>
      </w:r>
      <w:r w:rsidRPr="00182333">
        <w:t>których mowa w</w:t>
      </w:r>
      <w:r>
        <w:t> art. </w:t>
      </w:r>
      <w:r w:rsidRPr="00182333">
        <w:t>7</w:t>
      </w:r>
      <w:r>
        <w:t xml:space="preserve"> ust. </w:t>
      </w:r>
      <w:r w:rsidRPr="00182333">
        <w:t>1</w:t>
      </w:r>
      <w:r>
        <w:t xml:space="preserve"> pkt </w:t>
      </w:r>
      <w:r w:rsidRPr="00182333">
        <w:t>1, wybierani są przez organizacje reprezentatywne:</w:t>
      </w:r>
    </w:p>
    <w:p w14:paraId="5DB1C161" w14:textId="15173081" w:rsidR="00AE27F0" w:rsidRPr="00182333" w:rsidRDefault="00AE27F0" w:rsidP="00AE27F0">
      <w:pPr>
        <w:pStyle w:val="PKTpunkt"/>
      </w:pPr>
      <w:r w:rsidRPr="00182333">
        <w:t>1)</w:t>
      </w:r>
      <w:r w:rsidRPr="00182333">
        <w:tab/>
        <w:t>7</w:t>
      </w:r>
      <w:r>
        <w:t> </w:t>
      </w:r>
      <w:r w:rsidRPr="00182333">
        <w:t>wybieranych jest w</w:t>
      </w:r>
      <w:r>
        <w:t> </w:t>
      </w:r>
      <w:r w:rsidRPr="00182333">
        <w:t xml:space="preserve">głosowaniu przez przedstawicieli </w:t>
      </w:r>
      <w:r w:rsidR="00032F80">
        <w:t xml:space="preserve">najliczniejszych </w:t>
      </w:r>
      <w:r w:rsidRPr="00182333">
        <w:t>organizacji reprezentatywnych, zgodnie z</w:t>
      </w:r>
      <w:r>
        <w:t> </w:t>
      </w:r>
      <w:r w:rsidRPr="00182333">
        <w:t>aktem wykonawczym wydanym na podstawie</w:t>
      </w:r>
      <w:r>
        <w:t xml:space="preserve"> art. </w:t>
      </w:r>
      <w:r w:rsidRPr="00182333">
        <w:t>20</w:t>
      </w:r>
      <w:r>
        <w:t xml:space="preserve"> pkt </w:t>
      </w:r>
      <w:r w:rsidRPr="00182333">
        <w:t>1;</w:t>
      </w:r>
    </w:p>
    <w:p w14:paraId="0754A1B9" w14:textId="19C31B39" w:rsidR="00AE27F0" w:rsidRPr="00182333" w:rsidRDefault="00AE27F0" w:rsidP="00AE27F0">
      <w:pPr>
        <w:pStyle w:val="PKTpunkt"/>
      </w:pPr>
      <w:r w:rsidRPr="00182333">
        <w:t>2)</w:t>
      </w:r>
      <w:r w:rsidRPr="00182333">
        <w:tab/>
        <w:t>7</w:t>
      </w:r>
      <w:r>
        <w:t> </w:t>
      </w:r>
      <w:r w:rsidRPr="00182333">
        <w:t>wybieranych jest w</w:t>
      </w:r>
      <w:r>
        <w:t> </w:t>
      </w:r>
      <w:r w:rsidRPr="00182333">
        <w:t>głosowaniu przez przedstawicieli pozostałych organizacji reprezentatywnych</w:t>
      </w:r>
      <w:r w:rsidR="00797F86">
        <w:t xml:space="preserve">, </w:t>
      </w:r>
      <w:r w:rsidR="00797F86" w:rsidRPr="00182333">
        <w:t>zgodnie z</w:t>
      </w:r>
      <w:r w:rsidR="00797F86">
        <w:t> </w:t>
      </w:r>
      <w:r w:rsidR="00797F86" w:rsidRPr="00182333">
        <w:t>aktem wykonawczym wydanym na podstawie</w:t>
      </w:r>
      <w:r w:rsidR="00797F86">
        <w:t xml:space="preserve"> art. </w:t>
      </w:r>
      <w:r w:rsidR="00797F86" w:rsidRPr="00182333">
        <w:t>20</w:t>
      </w:r>
      <w:r w:rsidR="00797F86">
        <w:t xml:space="preserve"> pkt </w:t>
      </w:r>
      <w:r w:rsidR="00797F86" w:rsidRPr="00182333">
        <w:t>1</w:t>
      </w:r>
      <w:r w:rsidRPr="00182333">
        <w:t>.</w:t>
      </w:r>
    </w:p>
    <w:p w14:paraId="54CCF6DF" w14:textId="47C8CCAC" w:rsidR="00AE27F0" w:rsidRPr="00182333" w:rsidRDefault="00AE27F0" w:rsidP="00AE27F0">
      <w:pPr>
        <w:pStyle w:val="USTustnpkodeksu"/>
      </w:pPr>
      <w:r w:rsidRPr="00182333">
        <w:t>2.</w:t>
      </w:r>
      <w:r w:rsidRPr="00182333">
        <w:tab/>
        <w:t>Organizacje reprezentatywne biorą udział w</w:t>
      </w:r>
      <w:r>
        <w:t> </w:t>
      </w:r>
      <w:r w:rsidRPr="00182333">
        <w:t>wyborach członków Rady Izby przez swoich przedstawicieli, wyznaczonych przez każdą organizację reprezentatywną w</w:t>
      </w:r>
      <w:r>
        <w:t> </w:t>
      </w:r>
      <w:r w:rsidRPr="00182333">
        <w:t>sposób określony na walnym zebraniu członków.</w:t>
      </w:r>
    </w:p>
    <w:p w14:paraId="5627997C" w14:textId="77777777" w:rsidR="00AE27F0" w:rsidRPr="00182333" w:rsidRDefault="00AE27F0" w:rsidP="00AE27F0">
      <w:pPr>
        <w:pStyle w:val="USTustnpkodeksu"/>
      </w:pPr>
      <w:r w:rsidRPr="00182333">
        <w:lastRenderedPageBreak/>
        <w:t>3.</w:t>
      </w:r>
      <w:r w:rsidRPr="00182333">
        <w:tab/>
        <w:t>Każda organizacja reprezentatywna może wyznaczyć jednego przedstawiciela, dysponującego jednym głosem.</w:t>
      </w:r>
    </w:p>
    <w:p w14:paraId="48380708" w14:textId="55E49787" w:rsidR="00AE27F0" w:rsidRPr="00182333" w:rsidRDefault="00AE27F0" w:rsidP="00AE27F0">
      <w:pPr>
        <w:pStyle w:val="USTustnpkodeksu"/>
      </w:pPr>
      <w:r w:rsidRPr="00182333">
        <w:t>4. Wybór przedstawiciela w</w:t>
      </w:r>
      <w:r>
        <w:t> </w:t>
      </w:r>
      <w:r w:rsidRPr="00182333">
        <w:t>głosowaniu</w:t>
      </w:r>
      <w:r w:rsidR="008F5E04">
        <w:t>, o którym mowa w ust. 1,</w:t>
      </w:r>
      <w:r w:rsidRPr="00182333">
        <w:t xml:space="preserve"> jest równoznaczny z</w:t>
      </w:r>
      <w:r>
        <w:t> </w:t>
      </w:r>
      <w:r w:rsidRPr="00182333">
        <w:t>jego powołaniem w</w:t>
      </w:r>
      <w:r>
        <w:t> </w:t>
      </w:r>
      <w:r w:rsidRPr="00182333">
        <w:t>skład Rady Izby.</w:t>
      </w:r>
    </w:p>
    <w:p w14:paraId="2872A7B5" w14:textId="77777777" w:rsidR="00AE27F0" w:rsidRPr="00182333" w:rsidRDefault="00AE27F0" w:rsidP="00AE27F0">
      <w:pPr>
        <w:pStyle w:val="ARTartustawynprozporzdzenia"/>
      </w:pPr>
      <w:r w:rsidRPr="00182333">
        <w:rPr>
          <w:rStyle w:val="Ppogrubienie"/>
        </w:rPr>
        <w:t>Art. 9</w:t>
      </w:r>
      <w:r w:rsidRPr="00182333">
        <w:t>. Członkiem Rady Izby może być osoba, która:</w:t>
      </w:r>
    </w:p>
    <w:p w14:paraId="51989083" w14:textId="5FB42804" w:rsidR="00AE27F0" w:rsidRPr="00182333" w:rsidRDefault="00AE27F0" w:rsidP="00AE27F0">
      <w:pPr>
        <w:pStyle w:val="PKTpunkt"/>
      </w:pPr>
      <w:r w:rsidRPr="00182333">
        <w:t>1)</w:t>
      </w:r>
      <w:r w:rsidRPr="00182333">
        <w:tab/>
        <w:t>korzysta z</w:t>
      </w:r>
      <w:r>
        <w:t> </w:t>
      </w:r>
      <w:r w:rsidRPr="00182333">
        <w:t>pełni praw publicznych;</w:t>
      </w:r>
    </w:p>
    <w:p w14:paraId="64ECCF8C" w14:textId="5BD07F07" w:rsidR="00AE27F0" w:rsidRPr="00182333" w:rsidRDefault="00AE27F0" w:rsidP="00AE27F0">
      <w:pPr>
        <w:pStyle w:val="PKTpunkt"/>
      </w:pPr>
      <w:r w:rsidRPr="00182333">
        <w:t>2)</w:t>
      </w:r>
      <w:r w:rsidRPr="00182333">
        <w:tab/>
        <w:t>posiada wiedzę lub doświadczenie zawodowe związane z</w:t>
      </w:r>
      <w:r>
        <w:t> </w:t>
      </w:r>
      <w:r w:rsidRPr="00182333">
        <w:t>działalnością twórczą lub wykonawstwem artystycznym;</w:t>
      </w:r>
    </w:p>
    <w:p w14:paraId="6BE32584" w14:textId="04EF2B18" w:rsidR="00AE27F0" w:rsidRPr="00182333" w:rsidRDefault="00AE27F0" w:rsidP="00AE27F0">
      <w:pPr>
        <w:pStyle w:val="PKTpunkt"/>
      </w:pPr>
      <w:r w:rsidRPr="00182333">
        <w:t>3)</w:t>
      </w:r>
      <w:r w:rsidRPr="00182333">
        <w:tab/>
        <w:t>nie była skazana prawomocnym wyrokiem sądu za umyślne przestępstwo ścigane z</w:t>
      </w:r>
      <w:r>
        <w:t> </w:t>
      </w:r>
      <w:r w:rsidRPr="00182333">
        <w:t>oskarżenia publicznego lub umyślne przestępstwo skarbowe.</w:t>
      </w:r>
    </w:p>
    <w:p w14:paraId="04233C3B" w14:textId="4E59CBC9" w:rsidR="00AE27F0" w:rsidRPr="00182333" w:rsidRDefault="00AE27F0" w:rsidP="00AE27F0">
      <w:pPr>
        <w:pStyle w:val="ARTartustawynprozporzdzenia"/>
      </w:pPr>
      <w:r w:rsidRPr="00182333">
        <w:rPr>
          <w:rStyle w:val="Ppogrubienie"/>
        </w:rPr>
        <w:t>Art. 10.</w:t>
      </w:r>
      <w:r w:rsidRPr="00182333">
        <w:t xml:space="preserve"> 1. Członkostwo w</w:t>
      </w:r>
      <w:r>
        <w:t> </w:t>
      </w:r>
      <w:r w:rsidRPr="00182333">
        <w:t>Radzie Izby wygasa z</w:t>
      </w:r>
      <w:r>
        <w:t> </w:t>
      </w:r>
      <w:r w:rsidRPr="00182333">
        <w:t>powodu:</w:t>
      </w:r>
    </w:p>
    <w:p w14:paraId="56CA5FE6" w14:textId="2E42CCC4" w:rsidR="00AE27F0" w:rsidRPr="00182333" w:rsidRDefault="00AE27F0" w:rsidP="00AE27F0">
      <w:pPr>
        <w:pStyle w:val="PKTpunkt"/>
      </w:pPr>
      <w:r w:rsidRPr="00182333">
        <w:t>1)</w:t>
      </w:r>
      <w:r w:rsidRPr="00182333">
        <w:tab/>
        <w:t>rezygnacji członka Rady Izby złożonej na piśmie Przewodniczącemu Rady Izby lub wiceprzewodniczącemu Rady Izby w</w:t>
      </w:r>
      <w:r>
        <w:t> </w:t>
      </w:r>
      <w:r w:rsidRPr="00182333">
        <w:t>przypadku przewodniczącego Rady Izby</w:t>
      </w:r>
      <w:r w:rsidRPr="00182333" w:rsidDel="00F4656E">
        <w:rPr>
          <w:rStyle w:val="Odwoaniedokomentarza"/>
        </w:rPr>
        <w:t xml:space="preserve"> </w:t>
      </w:r>
      <w:r w:rsidRPr="00182333">
        <w:t>;</w:t>
      </w:r>
    </w:p>
    <w:p w14:paraId="2CCDEACC" w14:textId="77777777" w:rsidR="00AE27F0" w:rsidRPr="00182333" w:rsidRDefault="00AE27F0" w:rsidP="00AE27F0">
      <w:pPr>
        <w:pStyle w:val="PKTpunkt"/>
      </w:pPr>
      <w:r w:rsidRPr="00182333">
        <w:t>2)</w:t>
      </w:r>
      <w:r w:rsidRPr="00182333">
        <w:tab/>
        <w:t>śmierci członka Rady Izby;</w:t>
      </w:r>
    </w:p>
    <w:p w14:paraId="72B571B1" w14:textId="0C1C4FF0" w:rsidR="00AE27F0" w:rsidRPr="00182333" w:rsidRDefault="00AE27F0" w:rsidP="00AE27F0">
      <w:pPr>
        <w:pStyle w:val="PKTpunkt"/>
      </w:pPr>
      <w:r w:rsidRPr="00182333">
        <w:t>3)</w:t>
      </w:r>
      <w:r w:rsidRPr="00182333">
        <w:tab/>
        <w:t>niemożności sprawowania funkcji członka Rady Izby z</w:t>
      </w:r>
      <w:r>
        <w:t> </w:t>
      </w:r>
      <w:r w:rsidRPr="00182333">
        <w:t>powodu długotrwałej choroby stwierdzonej zaświadczeniem lekarskim;</w:t>
      </w:r>
    </w:p>
    <w:p w14:paraId="35D78E7C" w14:textId="757C7D2D" w:rsidR="00AE27F0" w:rsidRPr="00182333" w:rsidRDefault="00AE27F0" w:rsidP="00AE27F0">
      <w:pPr>
        <w:pStyle w:val="PKTpunkt"/>
      </w:pPr>
      <w:r w:rsidRPr="00182333">
        <w:t>4)</w:t>
      </w:r>
      <w:r w:rsidRPr="00182333">
        <w:tab/>
        <w:t>niewypełniania wymogów określonych w</w:t>
      </w:r>
      <w:r>
        <w:t> art. </w:t>
      </w:r>
      <w:r w:rsidRPr="00182333">
        <w:t>9</w:t>
      </w:r>
      <w:r>
        <w:t xml:space="preserve"> pkt </w:t>
      </w:r>
      <w:r w:rsidRPr="00182333">
        <w:t>1</w:t>
      </w:r>
      <w:r>
        <w:t xml:space="preserve"> i </w:t>
      </w:r>
      <w:r w:rsidRPr="00182333">
        <w:t>3.</w:t>
      </w:r>
    </w:p>
    <w:p w14:paraId="2981F634" w14:textId="59307597" w:rsidR="00AE27F0" w:rsidRPr="00182333" w:rsidRDefault="00AE27F0" w:rsidP="00AE27F0">
      <w:pPr>
        <w:pStyle w:val="USTustnpkodeksu"/>
      </w:pPr>
      <w:r w:rsidRPr="00182333">
        <w:t>2. W</w:t>
      </w:r>
      <w:r>
        <w:t> </w:t>
      </w:r>
      <w:r w:rsidRPr="00182333">
        <w:t>przypadkach, o</w:t>
      </w:r>
      <w:r>
        <w:t> </w:t>
      </w:r>
      <w:r w:rsidRPr="00182333">
        <w:t>których mowa w</w:t>
      </w:r>
      <w:r>
        <w:t> ust. </w:t>
      </w:r>
      <w:r w:rsidRPr="00182333">
        <w:t>1, nowego przedstawiciela powołuje się na podstawie</w:t>
      </w:r>
      <w:r>
        <w:t xml:space="preserve"> art. </w:t>
      </w:r>
      <w:r w:rsidRPr="00182333">
        <w:t>7</w:t>
      </w:r>
      <w:r>
        <w:t xml:space="preserve"> lub</w:t>
      </w:r>
      <w:r w:rsidRPr="00182333">
        <w:t xml:space="preserve"> wybiera na podstawie</w:t>
      </w:r>
      <w:r>
        <w:t xml:space="preserve"> art. </w:t>
      </w:r>
      <w:r w:rsidRPr="00182333">
        <w:t>8</w:t>
      </w:r>
      <w:r>
        <w:t> </w:t>
      </w:r>
      <w:r w:rsidRPr="00182333">
        <w:t>na okres do końca kadencji Rady Izby, o</w:t>
      </w:r>
      <w:r>
        <w:t> </w:t>
      </w:r>
      <w:r w:rsidRPr="00182333">
        <w:t>której mowa w</w:t>
      </w:r>
      <w:r>
        <w:t> art. </w:t>
      </w:r>
      <w:r w:rsidRPr="00182333">
        <w:t>7</w:t>
      </w:r>
      <w:r>
        <w:t xml:space="preserve"> ust. </w:t>
      </w:r>
      <w:r w:rsidRPr="00182333">
        <w:t>2.</w:t>
      </w:r>
    </w:p>
    <w:p w14:paraId="79CEE37B" w14:textId="2AFF17FC" w:rsidR="00AE27F0" w:rsidRPr="00182333" w:rsidRDefault="00AE27F0" w:rsidP="00AE27F0">
      <w:pPr>
        <w:pStyle w:val="ARTartustawynprozporzdzenia"/>
      </w:pPr>
      <w:r w:rsidRPr="00182333">
        <w:rPr>
          <w:rStyle w:val="Ppogrubienie"/>
        </w:rPr>
        <w:t>Art. 11.</w:t>
      </w:r>
      <w:r w:rsidRPr="00182333">
        <w:t xml:space="preserve"> 1. Pracami Rady Izby kieruje Przewodniczący Rady Izby, zwany dalej </w:t>
      </w:r>
      <w:r>
        <w:t>„</w:t>
      </w:r>
      <w:r w:rsidRPr="00182333">
        <w:t>Przewodniczącym</w:t>
      </w:r>
      <w:r>
        <w:t>”</w:t>
      </w:r>
      <w:r w:rsidRPr="00182333">
        <w:t>, wybierany zwykłą większością głosów w</w:t>
      </w:r>
      <w:r>
        <w:t> </w:t>
      </w:r>
      <w:r w:rsidRPr="00182333">
        <w:t>obecności co najmniej połowy ustawowego składu Rady Izby.</w:t>
      </w:r>
    </w:p>
    <w:p w14:paraId="10F9E78A" w14:textId="356C0276" w:rsidR="00AE27F0" w:rsidRPr="00182333" w:rsidRDefault="00AE27F0" w:rsidP="00AE27F0">
      <w:pPr>
        <w:pStyle w:val="USTustnpkodeksu"/>
      </w:pPr>
      <w:r w:rsidRPr="00182333">
        <w:t>2. Przewodniczący wskazuje wiceprzewodniczącego Rady Izby, który zastępuje go w</w:t>
      </w:r>
      <w:r>
        <w:t> </w:t>
      </w:r>
      <w:r w:rsidRPr="00182333">
        <w:t>trakcie jego nieobecności.</w:t>
      </w:r>
    </w:p>
    <w:p w14:paraId="5E34445D" w14:textId="1F0A6599" w:rsidR="00AE27F0" w:rsidRPr="00182333" w:rsidRDefault="00AE27F0" w:rsidP="00AE27F0">
      <w:pPr>
        <w:pStyle w:val="USTustnpkodeksu"/>
      </w:pPr>
      <w:r w:rsidRPr="00182333">
        <w:t>3. Na posiedzenie Rady Izby Przewodniczący może zapraszać inne osoby, o</w:t>
      </w:r>
      <w:r>
        <w:t> </w:t>
      </w:r>
      <w:r w:rsidRPr="00182333">
        <w:t>ile jest to wskazane dla realizacji zadań Rady Izby.</w:t>
      </w:r>
    </w:p>
    <w:p w14:paraId="162F9C93" w14:textId="50192D24" w:rsidR="00AE27F0" w:rsidRPr="00182333" w:rsidRDefault="00AE27F0" w:rsidP="00AE27F0">
      <w:pPr>
        <w:pStyle w:val="USTustnpkodeksu"/>
      </w:pPr>
      <w:r w:rsidRPr="00182333">
        <w:t xml:space="preserve">4. </w:t>
      </w:r>
      <w:r w:rsidR="00F4052F">
        <w:t xml:space="preserve">Rada Izby wydaje </w:t>
      </w:r>
      <w:r w:rsidR="00C86B82">
        <w:t>decyzje</w:t>
      </w:r>
      <w:r w:rsidR="00F4052F">
        <w:t xml:space="preserve"> oraz inne </w:t>
      </w:r>
      <w:r w:rsidR="00C86B82">
        <w:t>ak</w:t>
      </w:r>
      <w:r w:rsidR="00F4052F">
        <w:t xml:space="preserve">ty po podjęciu </w:t>
      </w:r>
      <w:r w:rsidR="00C86B82">
        <w:t xml:space="preserve">uchwały. </w:t>
      </w:r>
      <w:r w:rsidRPr="00182333">
        <w:t>Przewodniczący, po podjęciu przez Radę Izby stosownej uchwały, podpisuje akty, decyzje i</w:t>
      </w:r>
      <w:r>
        <w:t> </w:t>
      </w:r>
      <w:r w:rsidRPr="00182333">
        <w:t>dokumenty wydawane przez Radę Izby.</w:t>
      </w:r>
    </w:p>
    <w:p w14:paraId="3B965F63" w14:textId="62B94636" w:rsidR="00AE27F0" w:rsidRDefault="00AE27F0" w:rsidP="00AE27F0">
      <w:pPr>
        <w:pStyle w:val="USTustnpkodeksu"/>
      </w:pPr>
      <w:r>
        <w:t>5. Za pracę wykonywaną przez członka Rady Izby w trakcie jej posiedzeń przysługuje wynagrodzenie.</w:t>
      </w:r>
      <w:r w:rsidR="002B26F4">
        <w:t xml:space="preserve"> </w:t>
      </w:r>
    </w:p>
    <w:p w14:paraId="78C76D77" w14:textId="7A18D137" w:rsidR="002B26F4" w:rsidRPr="00182333" w:rsidRDefault="002B26F4" w:rsidP="00AE27F0">
      <w:pPr>
        <w:pStyle w:val="USTustnpkodeksu"/>
      </w:pPr>
      <w:r>
        <w:lastRenderedPageBreak/>
        <w:t>6. Miesięcznie może odbyć się maksymalnie dwadzieścia posiedzeń Rady Izby.</w:t>
      </w:r>
    </w:p>
    <w:p w14:paraId="12D62459" w14:textId="77777777" w:rsidR="00AE27F0" w:rsidRPr="00182333" w:rsidRDefault="00AE27F0" w:rsidP="00AE27F0">
      <w:pPr>
        <w:pStyle w:val="ARTartustawynprozporzdzenia"/>
      </w:pPr>
      <w:r w:rsidRPr="00182333">
        <w:rPr>
          <w:rStyle w:val="Ppogrubienie"/>
        </w:rPr>
        <w:t>Art. 12.</w:t>
      </w:r>
      <w:r w:rsidRPr="00182333">
        <w:t xml:space="preserve"> Do zadań Rady Izby należy:</w:t>
      </w:r>
    </w:p>
    <w:p w14:paraId="3C3D1378" w14:textId="7627ACE6" w:rsidR="00AE27F0" w:rsidRPr="00182333" w:rsidRDefault="00AE27F0" w:rsidP="00AE27F0">
      <w:pPr>
        <w:pStyle w:val="PKTpunkt"/>
      </w:pPr>
      <w:r w:rsidRPr="00182333">
        <w:t>1)</w:t>
      </w:r>
      <w:r w:rsidRPr="00182333">
        <w:tab/>
        <w:t>wydawanie decyzji w</w:t>
      </w:r>
      <w:r>
        <w:t> </w:t>
      </w:r>
      <w:r w:rsidRPr="00182333">
        <w:t>sprawie potwierdzania lub uaktualniania uprawnień artysty zawodowego;</w:t>
      </w:r>
    </w:p>
    <w:p w14:paraId="0E20B1B9" w14:textId="4E65CB43" w:rsidR="00AE27F0" w:rsidRPr="00182333" w:rsidRDefault="00AE27F0" w:rsidP="00AE27F0">
      <w:pPr>
        <w:pStyle w:val="PKTpunkt"/>
      </w:pPr>
      <w:r w:rsidRPr="00182333">
        <w:t>2)</w:t>
      </w:r>
      <w:r w:rsidRPr="00182333">
        <w:tab/>
      </w:r>
      <w:r>
        <w:t>prowadzenie</w:t>
      </w:r>
      <w:r w:rsidRPr="009006CB">
        <w:t xml:space="preserve"> postępowanie odwoławcze</w:t>
      </w:r>
      <w:r>
        <w:t>go i wydawanie decyzji</w:t>
      </w:r>
      <w:r w:rsidRPr="009006CB">
        <w:t xml:space="preserve"> w</w:t>
      </w:r>
      <w:r>
        <w:t> </w:t>
      </w:r>
      <w:r w:rsidRPr="009006CB">
        <w:t>drugiej instancji w</w:t>
      </w:r>
      <w:r>
        <w:t> </w:t>
      </w:r>
      <w:r w:rsidRPr="009006CB">
        <w:t>sprawach, o</w:t>
      </w:r>
      <w:r>
        <w:t> </w:t>
      </w:r>
      <w:r w:rsidRPr="009006CB">
        <w:t>których mowa w</w:t>
      </w:r>
      <w:r>
        <w:t> art. </w:t>
      </w:r>
      <w:r w:rsidRPr="009006CB">
        <w:t>23</w:t>
      </w:r>
      <w:r>
        <w:t xml:space="preserve"> ust. </w:t>
      </w:r>
      <w:r w:rsidRPr="009006CB">
        <w:t>3</w:t>
      </w:r>
      <w:r w:rsidRPr="00182333">
        <w:t>;</w:t>
      </w:r>
    </w:p>
    <w:p w14:paraId="174EB27E" w14:textId="1321F627" w:rsidR="00AE27F0" w:rsidRPr="00182333" w:rsidRDefault="00AE27F0" w:rsidP="00AE27F0">
      <w:pPr>
        <w:pStyle w:val="PKTpunkt"/>
      </w:pPr>
      <w:r w:rsidRPr="00182333">
        <w:t>3)</w:t>
      </w:r>
      <w:r w:rsidRPr="00182333">
        <w:tab/>
      </w:r>
      <w:r>
        <w:t>powoływanie</w:t>
      </w:r>
      <w:r w:rsidRPr="00182333">
        <w:t xml:space="preserve">, </w:t>
      </w:r>
      <w:r>
        <w:t>po</w:t>
      </w:r>
      <w:r w:rsidRPr="00182333">
        <w:t xml:space="preserve"> uzgodnieniu z</w:t>
      </w:r>
      <w:r>
        <w:t> </w:t>
      </w:r>
      <w:r w:rsidRPr="00182333">
        <w:t>ministrem właściwym do spraw kultury i</w:t>
      </w:r>
      <w:r>
        <w:t> </w:t>
      </w:r>
      <w:r w:rsidRPr="00182333">
        <w:t>ochrony dziedzictwa narodowego, Dyrektora Izby;</w:t>
      </w:r>
    </w:p>
    <w:p w14:paraId="41224CA9" w14:textId="362DFE0E" w:rsidR="00AE27F0" w:rsidRPr="00182333" w:rsidRDefault="00AE27F0" w:rsidP="00AE27F0">
      <w:pPr>
        <w:pStyle w:val="PKTpunkt"/>
      </w:pPr>
      <w:r w:rsidRPr="00182333">
        <w:t>4)</w:t>
      </w:r>
      <w:r w:rsidRPr="00182333">
        <w:tab/>
        <w:t>kontrola organizacji reprezentatywnych w</w:t>
      </w:r>
      <w:r>
        <w:t> </w:t>
      </w:r>
      <w:r w:rsidRPr="00182333">
        <w:t>zakresie realizacji uprawnień organizacji reprezentatywnych, o</w:t>
      </w:r>
      <w:r>
        <w:t> </w:t>
      </w:r>
      <w:r w:rsidRPr="00182333">
        <w:t>których mowa w</w:t>
      </w:r>
      <w:r>
        <w:t> art. </w:t>
      </w:r>
      <w:r w:rsidRPr="00182333">
        <w:t>21</w:t>
      </w:r>
      <w:r>
        <w:t xml:space="preserve"> ust. </w:t>
      </w:r>
      <w:r w:rsidRPr="00182333">
        <w:t>1</w:t>
      </w:r>
      <w:r>
        <w:t xml:space="preserve"> pkt </w:t>
      </w:r>
      <w:r w:rsidRPr="00182333">
        <w:t>1;</w:t>
      </w:r>
    </w:p>
    <w:p w14:paraId="5BE3D4C5" w14:textId="61A18086" w:rsidR="00AE27F0" w:rsidRDefault="00AE27F0" w:rsidP="00AE27F0">
      <w:pPr>
        <w:pStyle w:val="PKTpunkt"/>
      </w:pPr>
      <w:r w:rsidRPr="00182333">
        <w:t>5)</w:t>
      </w:r>
      <w:r w:rsidRPr="00182333">
        <w:tab/>
        <w:t>wydawanie zaleceń dla organizacji reprezentatywnych w</w:t>
      </w:r>
      <w:r>
        <w:t> </w:t>
      </w:r>
      <w:r w:rsidRPr="00182333">
        <w:t>sprawie potwierdzania udokumentowanego dorobku artystycznego dla poszczególnych zawodów artystycznych</w:t>
      </w:r>
    </w:p>
    <w:p w14:paraId="4E66808D" w14:textId="23173A50" w:rsidR="00AE27F0" w:rsidRPr="00182333" w:rsidRDefault="00AE27F0" w:rsidP="00AE27F0">
      <w:pPr>
        <w:pStyle w:val="PKTpunkt"/>
      </w:pPr>
      <w:r>
        <w:t>6)</w:t>
      </w:r>
      <w:r>
        <w:tab/>
        <w:t>opracowywanie raportu o rynku dozwolonego użytku w Rzeczypospolitej Polskiej, o którym mowa w art. 20</w:t>
      </w:r>
      <w:r w:rsidR="00B130A7">
        <w:t xml:space="preserve"> ust. 7</w:t>
      </w:r>
      <w:r>
        <w:t xml:space="preserve"> ustawy z dnia </w:t>
      </w:r>
      <w:r w:rsidR="00B130A7" w:rsidRPr="00B67D97">
        <w:t>z</w:t>
      </w:r>
      <w:r w:rsidR="00B130A7">
        <w:t> </w:t>
      </w:r>
      <w:r w:rsidR="00B130A7" w:rsidRPr="00B67D97">
        <w:t>dnia 4</w:t>
      </w:r>
      <w:r w:rsidR="00B130A7">
        <w:t> </w:t>
      </w:r>
      <w:r w:rsidR="00B130A7" w:rsidRPr="00B67D97">
        <w:t>lutego 1994</w:t>
      </w:r>
      <w:r w:rsidR="00B130A7">
        <w:t> </w:t>
      </w:r>
      <w:r w:rsidR="00B130A7" w:rsidRPr="00B67D97">
        <w:t>r. o</w:t>
      </w:r>
      <w:r w:rsidR="00B130A7">
        <w:t> </w:t>
      </w:r>
      <w:r w:rsidR="00B130A7" w:rsidRPr="00B67D97">
        <w:t>prawie autorskim i</w:t>
      </w:r>
      <w:r w:rsidR="00B130A7">
        <w:t> </w:t>
      </w:r>
      <w:r w:rsidR="00B130A7" w:rsidRPr="00B67D97">
        <w:t>prawach pokrewnych</w:t>
      </w:r>
      <w:r w:rsidRPr="00182333">
        <w:t>.</w:t>
      </w:r>
    </w:p>
    <w:p w14:paraId="4D5E8C25" w14:textId="4791D411" w:rsidR="00AE27F0" w:rsidRPr="00182333" w:rsidRDefault="00AE27F0" w:rsidP="00AE27F0">
      <w:pPr>
        <w:pStyle w:val="ARTartustawynprozporzdzenia"/>
      </w:pPr>
      <w:r w:rsidRPr="00182333">
        <w:rPr>
          <w:rStyle w:val="Ppogrubienie"/>
        </w:rPr>
        <w:t>Art. 13</w:t>
      </w:r>
      <w:r w:rsidRPr="00182333">
        <w:t>. 1. Dyrektora Izby powołuje i</w:t>
      </w:r>
      <w:r>
        <w:t> </w:t>
      </w:r>
      <w:r w:rsidRPr="00182333">
        <w:t>odwołuje Rada Izby na 4</w:t>
      </w:r>
      <w:r>
        <w:noBreakHyphen/>
      </w:r>
      <w:r w:rsidRPr="00182333">
        <w:t>letnią kadencję, zwykłą większością głosów w</w:t>
      </w:r>
      <w:r>
        <w:t> </w:t>
      </w:r>
      <w:r w:rsidRPr="00182333">
        <w:t>obecności co najmniej połowy ustawowego składu Rady Izby spośród dwóch kandydatów, wyłonionych w</w:t>
      </w:r>
      <w:r>
        <w:t> </w:t>
      </w:r>
      <w:r w:rsidRPr="00182333">
        <w:t>drodze konkursu. Powołanie następuje po uzgodnieniu z</w:t>
      </w:r>
      <w:r>
        <w:t> </w:t>
      </w:r>
      <w:r w:rsidRPr="00182333">
        <w:t>ministrem właściwym do spraw kultury i</w:t>
      </w:r>
      <w:r>
        <w:t> </w:t>
      </w:r>
      <w:r w:rsidRPr="00182333">
        <w:t>ochrony dziedzictwa narodowego.</w:t>
      </w:r>
    </w:p>
    <w:p w14:paraId="3F334900" w14:textId="1E652143" w:rsidR="00AE27F0" w:rsidRPr="00182333" w:rsidRDefault="00AE27F0" w:rsidP="00AE27F0">
      <w:pPr>
        <w:pStyle w:val="USTustnpkodeksu"/>
      </w:pPr>
      <w:r w:rsidRPr="00182333">
        <w:t>2. Dyrektor Izby może powołać nie więcej niż dwóch zastępców i</w:t>
      </w:r>
      <w:r>
        <w:t> </w:t>
      </w:r>
      <w:r w:rsidRPr="00182333">
        <w:t>wyznaczyć zakres ich zadań. Dyrektor Izby odwołuje zastępców Dyrektora Izby.</w:t>
      </w:r>
    </w:p>
    <w:p w14:paraId="2D844B82" w14:textId="3EE8E1FD" w:rsidR="00AE27F0" w:rsidRPr="00182333" w:rsidRDefault="00AE27F0" w:rsidP="00AE27F0">
      <w:pPr>
        <w:pStyle w:val="USTustnpkodeksu"/>
      </w:pPr>
      <w:r w:rsidRPr="00182333">
        <w:t>3. Rada Izby odwołuje Dyrektora Izby w</w:t>
      </w:r>
      <w:r>
        <w:t> </w:t>
      </w:r>
      <w:r w:rsidRPr="00182333">
        <w:t>przypadku:</w:t>
      </w:r>
    </w:p>
    <w:p w14:paraId="47519125" w14:textId="77777777" w:rsidR="00AE27F0" w:rsidRPr="00182333" w:rsidRDefault="00AE27F0" w:rsidP="00AE27F0">
      <w:pPr>
        <w:pStyle w:val="PKTpunkt"/>
      </w:pPr>
      <w:r w:rsidRPr="00182333">
        <w:t>1)</w:t>
      </w:r>
      <w:r w:rsidRPr="00182333">
        <w:tab/>
        <w:t>rezygnacji ze stanowiska;</w:t>
      </w:r>
    </w:p>
    <w:p w14:paraId="1F3A06E5" w14:textId="1FD0D7A1" w:rsidR="00AE27F0" w:rsidRPr="00182333" w:rsidRDefault="00AE27F0" w:rsidP="00AE27F0">
      <w:pPr>
        <w:pStyle w:val="PKTpunkt"/>
      </w:pPr>
      <w:r w:rsidRPr="00182333">
        <w:t>2)</w:t>
      </w:r>
      <w:r w:rsidRPr="00182333">
        <w:tab/>
        <w:t>zaprzestania spełniania wymagań, o</w:t>
      </w:r>
      <w:r>
        <w:t> </w:t>
      </w:r>
      <w:r w:rsidRPr="00182333">
        <w:t>których mowa w</w:t>
      </w:r>
      <w:r>
        <w:t> art. </w:t>
      </w:r>
      <w:r w:rsidRPr="00182333">
        <w:t>14</w:t>
      </w:r>
      <w:r>
        <w:t xml:space="preserve"> ust. </w:t>
      </w:r>
      <w:r w:rsidRPr="00182333">
        <w:t>1</w:t>
      </w:r>
      <w:r>
        <w:t xml:space="preserve"> pkt </w:t>
      </w:r>
      <w:r w:rsidRPr="00182333">
        <w:t>1</w:t>
      </w:r>
      <w:r>
        <w:t xml:space="preserve"> i </w:t>
      </w:r>
      <w:r w:rsidRPr="00182333">
        <w:t>4</w:t>
      </w:r>
      <w:r>
        <w:noBreakHyphen/>
      </w:r>
      <w:r w:rsidRPr="00182333">
        <w:t>6;</w:t>
      </w:r>
    </w:p>
    <w:p w14:paraId="1027397D" w14:textId="77777777" w:rsidR="00AE27F0" w:rsidRPr="00182333" w:rsidRDefault="00AE27F0" w:rsidP="00AE27F0">
      <w:pPr>
        <w:pStyle w:val="PKTpunkt"/>
      </w:pPr>
      <w:r w:rsidRPr="00182333">
        <w:t>3)</w:t>
      </w:r>
      <w:r w:rsidRPr="00182333">
        <w:tab/>
        <w:t>choroby trwale uniemożliwiającej wykonywanie obowiązków.</w:t>
      </w:r>
    </w:p>
    <w:p w14:paraId="4BD53006" w14:textId="5A8328A5" w:rsidR="00AE27F0" w:rsidRPr="00182333" w:rsidRDefault="00AE27F0" w:rsidP="00AE27F0">
      <w:pPr>
        <w:pStyle w:val="USTustnpkodeksu"/>
      </w:pPr>
      <w:r w:rsidRPr="00182333">
        <w:t>4. Rada Izby może odwołać dyrektora, w</w:t>
      </w:r>
      <w:r>
        <w:t> </w:t>
      </w:r>
      <w:r w:rsidRPr="00182333">
        <w:t>uzgodnieniu z</w:t>
      </w:r>
      <w:r>
        <w:t> </w:t>
      </w:r>
      <w:r w:rsidRPr="00182333">
        <w:t>ministrem właściwym do spraw kultury i</w:t>
      </w:r>
      <w:r>
        <w:t> </w:t>
      </w:r>
      <w:r w:rsidRPr="00182333">
        <w:t>ochrony dziedzictwa narodowego, jeżeli nienależycie wykonuje obowiązki związane z</w:t>
      </w:r>
      <w:r>
        <w:t> </w:t>
      </w:r>
      <w:r w:rsidRPr="00182333">
        <w:t>pełnioną funkcją.</w:t>
      </w:r>
    </w:p>
    <w:p w14:paraId="4CA0382F" w14:textId="5D9EBE05" w:rsidR="00AE27F0" w:rsidRDefault="00AE27F0" w:rsidP="00AE27F0">
      <w:pPr>
        <w:pStyle w:val="USTustnpkodeksu"/>
      </w:pPr>
      <w:r w:rsidRPr="00182333">
        <w:t>5. W</w:t>
      </w:r>
      <w:r>
        <w:t> </w:t>
      </w:r>
      <w:r w:rsidRPr="00182333">
        <w:t>przypadkach, o</w:t>
      </w:r>
      <w:r>
        <w:t> </w:t>
      </w:r>
      <w:r w:rsidRPr="00182333">
        <w:t>których mowa w</w:t>
      </w:r>
      <w:r>
        <w:t> ust. </w:t>
      </w:r>
      <w:r w:rsidRPr="00182333">
        <w:t>3</w:t>
      </w:r>
      <w:r>
        <w:t xml:space="preserve"> i </w:t>
      </w:r>
      <w:r w:rsidRPr="00182333">
        <w:t>4, Rada Izby powierza zastępcy Dyrektora Izby lub innej osobie pełnienie obowiązków Dyrektora Izby do czasu powołania nowego Dyrektora Izby.</w:t>
      </w:r>
    </w:p>
    <w:p w14:paraId="39985364" w14:textId="6349CC2F" w:rsidR="00AE27F0" w:rsidRPr="00182333" w:rsidRDefault="00AE27F0" w:rsidP="00AE27F0">
      <w:pPr>
        <w:pStyle w:val="USTustnpkodeksu"/>
      </w:pPr>
      <w:r>
        <w:t>6. Funkcji Dyrektora Izby nie można łączyć z zasiadaniem w Radzie Izby.</w:t>
      </w:r>
    </w:p>
    <w:p w14:paraId="23C407E2" w14:textId="77777777" w:rsidR="00AE27F0" w:rsidRPr="00182333" w:rsidRDefault="00AE27F0" w:rsidP="00AE27F0">
      <w:pPr>
        <w:pStyle w:val="ARTartustawynprozporzdzenia"/>
      </w:pPr>
      <w:r w:rsidRPr="00182333">
        <w:rPr>
          <w:rStyle w:val="Ppogrubienie"/>
        </w:rPr>
        <w:lastRenderedPageBreak/>
        <w:t>Art. 14.</w:t>
      </w:r>
      <w:r w:rsidRPr="00182333">
        <w:t xml:space="preserve"> 1. Dyrektorem Izby może być osoba, która:</w:t>
      </w:r>
    </w:p>
    <w:p w14:paraId="326F39CD" w14:textId="563CBCA8" w:rsidR="00AE27F0" w:rsidRPr="00182333" w:rsidRDefault="00AE27F0" w:rsidP="00AE27F0">
      <w:pPr>
        <w:pStyle w:val="PKTpunkt"/>
      </w:pPr>
      <w:r w:rsidRPr="00182333">
        <w:t>1)</w:t>
      </w:r>
      <w:r w:rsidRPr="00182333">
        <w:tab/>
        <w:t>korzysta z</w:t>
      </w:r>
      <w:r>
        <w:t> </w:t>
      </w:r>
      <w:r w:rsidRPr="00182333">
        <w:t>pełni praw publicznych;</w:t>
      </w:r>
    </w:p>
    <w:p w14:paraId="700938FF" w14:textId="77777777" w:rsidR="00AE27F0" w:rsidRPr="00182333" w:rsidRDefault="00AE27F0" w:rsidP="00AE27F0">
      <w:pPr>
        <w:pStyle w:val="PKTpunkt"/>
      </w:pPr>
      <w:r w:rsidRPr="00182333">
        <w:t>2)</w:t>
      </w:r>
      <w:r w:rsidRPr="00182333">
        <w:tab/>
        <w:t>posiada wykształcenie wyższe magisterskie;</w:t>
      </w:r>
    </w:p>
    <w:p w14:paraId="2CDC9270" w14:textId="04A39A9F" w:rsidR="00AE27F0" w:rsidRPr="00182333" w:rsidRDefault="00AE27F0" w:rsidP="00AE27F0">
      <w:pPr>
        <w:pStyle w:val="PKTpunkt"/>
      </w:pPr>
      <w:r w:rsidRPr="00182333">
        <w:t>3)</w:t>
      </w:r>
      <w:r w:rsidRPr="00182333">
        <w:tab/>
        <w:t>posiada co najmniej 3</w:t>
      </w:r>
      <w:r>
        <w:noBreakHyphen/>
      </w:r>
      <w:r w:rsidRPr="00182333">
        <w:t>letnie doświadczenie w</w:t>
      </w:r>
      <w:r>
        <w:t> </w:t>
      </w:r>
      <w:r w:rsidRPr="00182333">
        <w:t>zarządzaniu oraz wiedzę lub doświadczenie zawodowe związane z</w:t>
      </w:r>
      <w:r>
        <w:t> </w:t>
      </w:r>
      <w:r w:rsidRPr="00182333">
        <w:t>działalnością twórczą lub wykonawstwem artystycznym;</w:t>
      </w:r>
    </w:p>
    <w:p w14:paraId="24EA99A6" w14:textId="57C683B9" w:rsidR="00AE27F0" w:rsidRPr="00182333" w:rsidRDefault="00AE27F0" w:rsidP="00AE27F0">
      <w:pPr>
        <w:pStyle w:val="PKTpunkt"/>
      </w:pPr>
      <w:r w:rsidRPr="00182333">
        <w:t>4)</w:t>
      </w:r>
      <w:r w:rsidRPr="00182333">
        <w:tab/>
        <w:t>nie była skazana prawomocnym wyrokiem sądu za umyślne przestępstwo ścigane z</w:t>
      </w:r>
      <w:r>
        <w:t> </w:t>
      </w:r>
      <w:r w:rsidRPr="00182333">
        <w:t>oskarżenia publicznego lub umyślne przestępstwo skarbowe;</w:t>
      </w:r>
    </w:p>
    <w:p w14:paraId="5715294E" w14:textId="33CA478C" w:rsidR="00AE27F0" w:rsidRPr="00182333" w:rsidRDefault="00AE27F0" w:rsidP="00AE27F0">
      <w:pPr>
        <w:pStyle w:val="PKTpunkt"/>
      </w:pPr>
      <w:r w:rsidRPr="00182333">
        <w:t>5)</w:t>
      </w:r>
      <w:r w:rsidRPr="00182333">
        <w:tab/>
        <w:t>nie została ukarana zakazem pełnienia funkcji związanych z</w:t>
      </w:r>
      <w:r>
        <w:t> </w:t>
      </w:r>
      <w:r w:rsidRPr="00182333">
        <w:t>dysponowaniem środkami publicznymi, o</w:t>
      </w:r>
      <w:r>
        <w:t> </w:t>
      </w:r>
      <w:r w:rsidRPr="00182333">
        <w:t>którym mowa w</w:t>
      </w:r>
      <w:r>
        <w:t> art. </w:t>
      </w:r>
      <w:r w:rsidRPr="00182333">
        <w:t>31</w:t>
      </w:r>
      <w:r>
        <w:t xml:space="preserve"> ust. </w:t>
      </w:r>
      <w:r w:rsidRPr="00182333">
        <w:t>1</w:t>
      </w:r>
      <w:r>
        <w:t xml:space="preserve"> pkt </w:t>
      </w:r>
      <w:r w:rsidRPr="00182333">
        <w:t>4</w:t>
      </w:r>
      <w:r>
        <w:t> </w:t>
      </w:r>
      <w:r w:rsidRPr="00182333">
        <w:t>ustawy z</w:t>
      </w:r>
      <w:r>
        <w:t> </w:t>
      </w:r>
      <w:r w:rsidRPr="00182333">
        <w:t>dnia 17</w:t>
      </w:r>
      <w:r>
        <w:t> </w:t>
      </w:r>
      <w:r w:rsidRPr="00182333">
        <w:t>grudnia 2004</w:t>
      </w:r>
      <w:r>
        <w:t> </w:t>
      </w:r>
      <w:r w:rsidRPr="00182333">
        <w:t>r. o</w:t>
      </w:r>
      <w:r>
        <w:t> </w:t>
      </w:r>
      <w:r w:rsidRPr="00182333">
        <w:t>odpowiedzialności za naruszenie dyscypliny finansów publicznych (Dz.U. z</w:t>
      </w:r>
      <w:r>
        <w:t> </w:t>
      </w:r>
      <w:r w:rsidRPr="00182333">
        <w:t>2021</w:t>
      </w:r>
      <w:r>
        <w:t> </w:t>
      </w:r>
      <w:r w:rsidRPr="00182333">
        <w:t>r.</w:t>
      </w:r>
      <w:r>
        <w:t xml:space="preserve"> poz. </w:t>
      </w:r>
      <w:r w:rsidRPr="00182333">
        <w:t>289);</w:t>
      </w:r>
    </w:p>
    <w:p w14:paraId="61DE716C" w14:textId="3931B0EB" w:rsidR="00AE27F0" w:rsidRPr="00182333" w:rsidRDefault="00AE27F0" w:rsidP="00AE27F0">
      <w:pPr>
        <w:pStyle w:val="PKTpunkt"/>
      </w:pPr>
      <w:r w:rsidRPr="00182333">
        <w:t>6)</w:t>
      </w:r>
      <w:r w:rsidRPr="00182333">
        <w:tab/>
        <w:t>w okresie od dnia 22</w:t>
      </w:r>
      <w:r>
        <w:t> </w:t>
      </w:r>
      <w:r w:rsidRPr="00182333">
        <w:t>lipca 1944</w:t>
      </w:r>
      <w:r>
        <w:t> </w:t>
      </w:r>
      <w:r w:rsidRPr="00182333">
        <w:t>r. do dnia 31</w:t>
      </w:r>
      <w:r>
        <w:t> </w:t>
      </w:r>
      <w:r w:rsidRPr="00182333">
        <w:t>lipca 1990</w:t>
      </w:r>
      <w:r>
        <w:t> </w:t>
      </w:r>
      <w:r w:rsidRPr="00182333">
        <w:t>r. nie pracowała i</w:t>
      </w:r>
      <w:r>
        <w:t> </w:t>
      </w:r>
      <w:r w:rsidRPr="00182333">
        <w:t>nie służyła w</w:t>
      </w:r>
      <w:r>
        <w:t> </w:t>
      </w:r>
      <w:r w:rsidRPr="00182333">
        <w:t>organach bezpieczeństwa państwa w</w:t>
      </w:r>
      <w:r>
        <w:t> </w:t>
      </w:r>
      <w:r w:rsidRPr="00182333">
        <w:t>rozumieniu</w:t>
      </w:r>
      <w:r>
        <w:t xml:space="preserve"> art. </w:t>
      </w:r>
      <w:r w:rsidRPr="00182333">
        <w:t>2</w:t>
      </w:r>
      <w:r>
        <w:t> </w:t>
      </w:r>
      <w:r w:rsidRPr="00182333">
        <w:t>ustawy z</w:t>
      </w:r>
      <w:r>
        <w:t> </w:t>
      </w:r>
      <w:r w:rsidRPr="00182333">
        <w:t>dnia 18</w:t>
      </w:r>
      <w:r>
        <w:t> </w:t>
      </w:r>
      <w:r w:rsidRPr="00182333">
        <w:t>października 2006</w:t>
      </w:r>
      <w:r>
        <w:t> </w:t>
      </w:r>
      <w:r w:rsidRPr="00182333">
        <w:t>r. o</w:t>
      </w:r>
      <w:r>
        <w:t> </w:t>
      </w:r>
      <w:r w:rsidRPr="00182333">
        <w:t>ujawnianiu informacji o</w:t>
      </w:r>
      <w:r>
        <w:t> </w:t>
      </w:r>
      <w:r w:rsidRPr="00182333">
        <w:t>dokumentach organów bezpieczeństwa państwa z</w:t>
      </w:r>
      <w:r>
        <w:t> </w:t>
      </w:r>
      <w:r w:rsidRPr="00182333">
        <w:t>lat 1944</w:t>
      </w:r>
      <w:r>
        <w:noBreakHyphen/>
      </w:r>
      <w:r w:rsidRPr="00182333">
        <w:t>1990</w:t>
      </w:r>
      <w:r>
        <w:t xml:space="preserve"> oraz</w:t>
      </w:r>
      <w:r w:rsidRPr="00182333">
        <w:t xml:space="preserve"> treści tych dokumentów (Dz.U. z</w:t>
      </w:r>
      <w:r>
        <w:t> </w:t>
      </w:r>
      <w:r w:rsidRPr="00182333">
        <w:t>202</w:t>
      </w:r>
      <w:r>
        <w:t>1 </w:t>
      </w:r>
      <w:r w:rsidRPr="00182333">
        <w:t>r.</w:t>
      </w:r>
      <w:r>
        <w:t xml:space="preserve"> poz. 1633</w:t>
      </w:r>
      <w:r w:rsidRPr="00182333">
        <w:t>) oraz nie współpracowała z</w:t>
      </w:r>
      <w:r>
        <w:t> </w:t>
      </w:r>
      <w:r w:rsidRPr="00182333">
        <w:t>tymi organami.</w:t>
      </w:r>
    </w:p>
    <w:p w14:paraId="2DB21F24" w14:textId="02AA4C6A" w:rsidR="00AE27F0" w:rsidRPr="00182333" w:rsidRDefault="00AE27F0" w:rsidP="00AE27F0">
      <w:pPr>
        <w:pStyle w:val="USTustnpkodeksu"/>
      </w:pPr>
      <w:r w:rsidRPr="00182333">
        <w:t>2. Przed powołaniem na stanowisko Dyrektora Izby osoba powoływana składa oświadczenie o</w:t>
      </w:r>
      <w:r>
        <w:t> </w:t>
      </w:r>
      <w:r w:rsidRPr="00182333">
        <w:t>spełnieniu wymagań, o</w:t>
      </w:r>
      <w:r>
        <w:t> </w:t>
      </w:r>
      <w:r w:rsidRPr="00182333">
        <w:t>których mowa w</w:t>
      </w:r>
      <w:r>
        <w:t> ust. </w:t>
      </w:r>
      <w:r w:rsidRPr="00182333">
        <w:t>1, a</w:t>
      </w:r>
      <w:r>
        <w:t> </w:t>
      </w:r>
      <w:r w:rsidRPr="00182333">
        <w:t>w</w:t>
      </w:r>
      <w:r>
        <w:t> </w:t>
      </w:r>
      <w:r w:rsidRPr="00182333">
        <w:t>przypadku osób urodzonych przed dniem 1</w:t>
      </w:r>
      <w:r>
        <w:t> </w:t>
      </w:r>
      <w:r w:rsidRPr="00182333">
        <w:t>sierpnia 1972</w:t>
      </w:r>
      <w:r>
        <w:t> </w:t>
      </w:r>
      <w:r w:rsidRPr="00182333">
        <w:t>r. – także oświadczenie, o</w:t>
      </w:r>
      <w:r>
        <w:t> </w:t>
      </w:r>
      <w:r w:rsidRPr="00182333">
        <w:t>którym mowa w</w:t>
      </w:r>
      <w:r>
        <w:t> art. </w:t>
      </w:r>
      <w:r w:rsidRPr="00182333">
        <w:t>7</w:t>
      </w:r>
      <w:r>
        <w:t xml:space="preserve"> ust. </w:t>
      </w:r>
      <w:r w:rsidRPr="00182333">
        <w:t>1</w:t>
      </w:r>
      <w:r>
        <w:t> </w:t>
      </w:r>
      <w:r w:rsidRPr="00182333">
        <w:t>ustawy z</w:t>
      </w:r>
      <w:r>
        <w:t> </w:t>
      </w:r>
      <w:r w:rsidRPr="00182333">
        <w:t>dnia 18</w:t>
      </w:r>
      <w:r>
        <w:t> </w:t>
      </w:r>
      <w:r w:rsidRPr="00182333">
        <w:t>października 2006</w:t>
      </w:r>
      <w:r>
        <w:t> </w:t>
      </w:r>
      <w:r w:rsidRPr="00182333">
        <w:t>r. o</w:t>
      </w:r>
      <w:r>
        <w:t> </w:t>
      </w:r>
      <w:r w:rsidRPr="00182333">
        <w:t>ujawnianiu informacji o</w:t>
      </w:r>
      <w:r>
        <w:t> </w:t>
      </w:r>
      <w:r w:rsidRPr="00182333">
        <w:t>dokumentach organów bezpieczeństwa państwa z</w:t>
      </w:r>
      <w:r>
        <w:t> </w:t>
      </w:r>
      <w:r w:rsidRPr="00182333">
        <w:t>lat 1944</w:t>
      </w:r>
      <w:r>
        <w:noBreakHyphen/>
      </w:r>
      <w:r w:rsidRPr="00182333">
        <w:t>1990</w:t>
      </w:r>
      <w:r>
        <w:t xml:space="preserve"> oraz</w:t>
      </w:r>
      <w:r w:rsidRPr="00182333">
        <w:t xml:space="preserve"> treści tych dokumentów, albo informację, o</w:t>
      </w:r>
      <w:r>
        <w:t> </w:t>
      </w:r>
      <w:r w:rsidRPr="00182333">
        <w:t>której mowa w</w:t>
      </w:r>
      <w:r>
        <w:t> art. </w:t>
      </w:r>
      <w:r w:rsidRPr="00182333">
        <w:t>7</w:t>
      </w:r>
      <w:r>
        <w:t xml:space="preserve"> ust. </w:t>
      </w:r>
      <w:r w:rsidRPr="00182333">
        <w:t>3a tej ustawy.</w:t>
      </w:r>
    </w:p>
    <w:p w14:paraId="256178ED" w14:textId="10EFAE92" w:rsidR="00AE27F0" w:rsidRPr="00182333" w:rsidRDefault="00AE27F0" w:rsidP="00AE27F0">
      <w:pPr>
        <w:pStyle w:val="USTustnpkodeksu"/>
      </w:pPr>
      <w:r w:rsidRPr="00182333">
        <w:t>3. Do zastępcy Dyrektora Izby stosuje się odpowiednio przepisy</w:t>
      </w:r>
      <w:r>
        <w:t xml:space="preserve"> ust. </w:t>
      </w:r>
      <w:r w:rsidRPr="00182333">
        <w:t>1</w:t>
      </w:r>
      <w:r>
        <w:t xml:space="preserve"> i </w:t>
      </w:r>
      <w:r w:rsidRPr="00182333">
        <w:t>2.</w:t>
      </w:r>
    </w:p>
    <w:p w14:paraId="2768F590" w14:textId="184BC66A" w:rsidR="00AE27F0" w:rsidRPr="00182333" w:rsidRDefault="00AE27F0" w:rsidP="00AE27F0">
      <w:pPr>
        <w:pStyle w:val="ARTartustawynprozporzdzenia"/>
      </w:pPr>
      <w:r w:rsidRPr="00182333">
        <w:rPr>
          <w:rStyle w:val="Ppogrubienie"/>
        </w:rPr>
        <w:t xml:space="preserve">Art. 15. </w:t>
      </w:r>
      <w:r w:rsidRPr="00182333">
        <w:t>1. Powołania, o</w:t>
      </w:r>
      <w:r>
        <w:t> </w:t>
      </w:r>
      <w:r w:rsidRPr="00182333">
        <w:t>których mowa w</w:t>
      </w:r>
      <w:r>
        <w:t> art. </w:t>
      </w:r>
      <w:r w:rsidRPr="00182333">
        <w:t>13</w:t>
      </w:r>
      <w:r>
        <w:t xml:space="preserve"> ust. </w:t>
      </w:r>
      <w:r w:rsidRPr="00182333">
        <w:t>1</w:t>
      </w:r>
      <w:r>
        <w:t xml:space="preserve"> i </w:t>
      </w:r>
      <w:r w:rsidRPr="00182333">
        <w:t>2, stanowią nawiązanie stosunku pracy na podstawie powołania w</w:t>
      </w:r>
      <w:r>
        <w:t> </w:t>
      </w:r>
      <w:r w:rsidRPr="00182333">
        <w:t>rozumieniu przepisów ustawy z</w:t>
      </w:r>
      <w:r>
        <w:t> </w:t>
      </w:r>
      <w:r w:rsidRPr="00182333">
        <w:t>dnia 26</w:t>
      </w:r>
      <w:r>
        <w:t> </w:t>
      </w:r>
      <w:r w:rsidRPr="00182333">
        <w:t>czerwca 1974</w:t>
      </w:r>
      <w:r>
        <w:t> </w:t>
      </w:r>
      <w:r w:rsidRPr="00182333">
        <w:t>r. – Kodeks pracy (</w:t>
      </w:r>
      <w:r>
        <w:t>Dz. U.</w:t>
      </w:r>
      <w:r w:rsidRPr="00182333">
        <w:t xml:space="preserve"> z</w:t>
      </w:r>
      <w:r>
        <w:t> </w:t>
      </w:r>
      <w:r w:rsidRPr="00182333">
        <w:t>2020</w:t>
      </w:r>
      <w:r>
        <w:t> </w:t>
      </w:r>
      <w:r w:rsidRPr="00182333">
        <w:t>r.</w:t>
      </w:r>
      <w:r>
        <w:t xml:space="preserve"> poz. </w:t>
      </w:r>
      <w:r w:rsidRPr="00182333">
        <w:t>1320</w:t>
      </w:r>
      <w:r>
        <w:t xml:space="preserve"> oraz z 2021 r. poz. 1162</w:t>
      </w:r>
      <w:r w:rsidRPr="00182333">
        <w:t>).</w:t>
      </w:r>
    </w:p>
    <w:p w14:paraId="00A16A83" w14:textId="026316E8" w:rsidR="00AE27F0" w:rsidRPr="00182333" w:rsidRDefault="00AE27F0" w:rsidP="00AE27F0">
      <w:pPr>
        <w:pStyle w:val="USTustnpkodeksu"/>
      </w:pPr>
      <w:r w:rsidRPr="00182333">
        <w:t>2. Wynagrodzenie Dyrektora Izby ustala minister właściwy do spraw kultury i</w:t>
      </w:r>
      <w:r>
        <w:t> </w:t>
      </w:r>
      <w:r w:rsidRPr="00182333">
        <w:t>ochrony dziedzictwa narodowego zgodnie z</w:t>
      </w:r>
      <w:r>
        <w:t> </w:t>
      </w:r>
      <w:r w:rsidRPr="00182333">
        <w:t>przepisami ustawy z</w:t>
      </w:r>
      <w:r>
        <w:t> </w:t>
      </w:r>
      <w:r w:rsidRPr="00182333">
        <w:t>dnia 3</w:t>
      </w:r>
      <w:r>
        <w:t> </w:t>
      </w:r>
      <w:r w:rsidRPr="00182333">
        <w:t>marca 2000</w:t>
      </w:r>
      <w:r>
        <w:t> </w:t>
      </w:r>
      <w:r w:rsidRPr="00182333">
        <w:t>r. o</w:t>
      </w:r>
      <w:r>
        <w:t> </w:t>
      </w:r>
      <w:r w:rsidRPr="00182333">
        <w:t>wynagradzaniu osób kierujących niektórymi podmiotami prawnymi (</w:t>
      </w:r>
      <w:r>
        <w:t>Dz. U.</w:t>
      </w:r>
      <w:r w:rsidRPr="00182333">
        <w:t xml:space="preserve"> z</w:t>
      </w:r>
      <w:r>
        <w:t> </w:t>
      </w:r>
      <w:r w:rsidRPr="00182333">
        <w:t>2019</w:t>
      </w:r>
      <w:r>
        <w:t> </w:t>
      </w:r>
      <w:r w:rsidRPr="00182333">
        <w:t>r.</w:t>
      </w:r>
      <w:r>
        <w:t xml:space="preserve"> poz. </w:t>
      </w:r>
      <w:r w:rsidRPr="00182333">
        <w:t>2136).</w:t>
      </w:r>
    </w:p>
    <w:p w14:paraId="4B7FC4DC" w14:textId="7137E1FE" w:rsidR="00AE27F0" w:rsidRPr="00182333" w:rsidRDefault="00AE27F0" w:rsidP="00AE27F0">
      <w:pPr>
        <w:pStyle w:val="USTustnpkodeksu"/>
      </w:pPr>
      <w:r w:rsidRPr="00182333">
        <w:t>3. Wynagrodzenie zastępców Dyrektora Izby ustala Dyrektor Izby, po zasięgnięciu opinii Rady Izby, zgodnie z</w:t>
      </w:r>
      <w:r>
        <w:t> </w:t>
      </w:r>
      <w:r w:rsidRPr="00182333">
        <w:t>przepisami ustawy, o</w:t>
      </w:r>
      <w:r>
        <w:t> </w:t>
      </w:r>
      <w:r w:rsidRPr="00182333">
        <w:t>której mowa w</w:t>
      </w:r>
      <w:r>
        <w:t> ust. </w:t>
      </w:r>
      <w:r w:rsidRPr="00182333">
        <w:t>2.</w:t>
      </w:r>
    </w:p>
    <w:p w14:paraId="7FAFF845" w14:textId="77777777" w:rsidR="00AE27F0" w:rsidRPr="00182333" w:rsidRDefault="00AE27F0" w:rsidP="00AE27F0">
      <w:pPr>
        <w:pStyle w:val="ARTartustawynprozporzdzenia"/>
      </w:pPr>
      <w:r w:rsidRPr="00182333">
        <w:rPr>
          <w:rStyle w:val="Ppogrubienie"/>
        </w:rPr>
        <w:t>Art. 16.</w:t>
      </w:r>
      <w:r w:rsidRPr="00182333">
        <w:t xml:space="preserve"> 1. Do zadań Dyrektora Izby należy:</w:t>
      </w:r>
    </w:p>
    <w:p w14:paraId="1CD47E42" w14:textId="77777777" w:rsidR="00AE27F0" w:rsidRPr="00182333" w:rsidRDefault="00AE27F0" w:rsidP="00AE27F0">
      <w:pPr>
        <w:pStyle w:val="PKTpunkt"/>
      </w:pPr>
      <w:r w:rsidRPr="00182333">
        <w:lastRenderedPageBreak/>
        <w:t>1)</w:t>
      </w:r>
      <w:r w:rsidRPr="00182333">
        <w:tab/>
        <w:t>kierowanie pracami Izby;</w:t>
      </w:r>
    </w:p>
    <w:p w14:paraId="1EFC61F3" w14:textId="77777777" w:rsidR="00AE27F0" w:rsidRPr="00182333" w:rsidRDefault="00AE27F0" w:rsidP="00AE27F0">
      <w:pPr>
        <w:pStyle w:val="PKTpunkt"/>
      </w:pPr>
      <w:r w:rsidRPr="00182333">
        <w:t>2)</w:t>
      </w:r>
      <w:r w:rsidRPr="00182333">
        <w:tab/>
        <w:t>reprezentowanie Izby na zewnątrz;</w:t>
      </w:r>
    </w:p>
    <w:p w14:paraId="5346750D" w14:textId="27C2A70A" w:rsidR="00AE27F0" w:rsidRPr="00182333" w:rsidRDefault="00AE27F0" w:rsidP="00AE27F0">
      <w:pPr>
        <w:pStyle w:val="PKTpunkt"/>
      </w:pPr>
      <w:r w:rsidRPr="00182333">
        <w:t>3)</w:t>
      </w:r>
      <w:r w:rsidRPr="00182333">
        <w:tab/>
        <w:t>zapewnienie funkcjonowania i</w:t>
      </w:r>
      <w:r>
        <w:t> </w:t>
      </w:r>
      <w:r w:rsidRPr="00182333">
        <w:t>ciągłości pracy Izby;</w:t>
      </w:r>
    </w:p>
    <w:p w14:paraId="51056264" w14:textId="16FA0755" w:rsidR="00AE27F0" w:rsidRPr="00182333" w:rsidRDefault="00AE27F0" w:rsidP="00AE27F0">
      <w:pPr>
        <w:pStyle w:val="PKTpunkt"/>
      </w:pPr>
      <w:r w:rsidRPr="00182333">
        <w:t>4)</w:t>
      </w:r>
      <w:r w:rsidRPr="00182333">
        <w:tab/>
        <w:t>podejmowanie czynności w</w:t>
      </w:r>
      <w:r>
        <w:t> </w:t>
      </w:r>
      <w:r w:rsidRPr="00182333">
        <w:t>sprawach z</w:t>
      </w:r>
      <w:r>
        <w:t> </w:t>
      </w:r>
      <w:r w:rsidRPr="00182333">
        <w:t>zakresu prawa pracy;</w:t>
      </w:r>
    </w:p>
    <w:p w14:paraId="569C7B08" w14:textId="77777777" w:rsidR="00AE27F0" w:rsidRPr="00182333" w:rsidRDefault="00AE27F0" w:rsidP="00AE27F0">
      <w:pPr>
        <w:pStyle w:val="PKTpunkt"/>
      </w:pPr>
      <w:r w:rsidRPr="00182333">
        <w:t>5)</w:t>
      </w:r>
      <w:r w:rsidRPr="00182333">
        <w:tab/>
        <w:t>opracowywanie rocznego planu działania Izby;</w:t>
      </w:r>
    </w:p>
    <w:p w14:paraId="4C28C08A" w14:textId="77777777" w:rsidR="00AE27F0" w:rsidRPr="00182333" w:rsidRDefault="00AE27F0" w:rsidP="00AE27F0">
      <w:pPr>
        <w:pStyle w:val="PKTpunkt"/>
      </w:pPr>
      <w:r w:rsidRPr="00182333">
        <w:t>6)</w:t>
      </w:r>
      <w:r w:rsidRPr="00182333">
        <w:tab/>
        <w:t>opracowywanie projektu rocznego planu finansowego Izby;</w:t>
      </w:r>
    </w:p>
    <w:p w14:paraId="526F57C8" w14:textId="77777777" w:rsidR="00AE27F0" w:rsidRPr="00182333" w:rsidRDefault="00AE27F0" w:rsidP="00AE27F0">
      <w:pPr>
        <w:pStyle w:val="PKTpunkt"/>
      </w:pPr>
      <w:r w:rsidRPr="00182333">
        <w:t>7)</w:t>
      </w:r>
      <w:r w:rsidRPr="00182333">
        <w:tab/>
        <w:t>opracowywanie rocznego sprawozdania finansowego Izby;</w:t>
      </w:r>
    </w:p>
    <w:p w14:paraId="148771D8" w14:textId="47FDB0AF" w:rsidR="00AE27F0" w:rsidRPr="00182333" w:rsidRDefault="00AE27F0" w:rsidP="00AE27F0">
      <w:pPr>
        <w:pStyle w:val="PKTpunkt"/>
      </w:pPr>
      <w:r w:rsidRPr="00182333">
        <w:t>8)</w:t>
      </w:r>
      <w:r w:rsidRPr="00182333">
        <w:tab/>
        <w:t>sporządzanie rocznego sprawozdania z</w:t>
      </w:r>
      <w:r>
        <w:t> </w:t>
      </w:r>
      <w:r w:rsidRPr="00182333">
        <w:t>działalności Izby;</w:t>
      </w:r>
    </w:p>
    <w:p w14:paraId="2B272B4F" w14:textId="77777777" w:rsidR="00AE27F0" w:rsidRPr="00182333" w:rsidRDefault="00AE27F0" w:rsidP="00AE27F0">
      <w:pPr>
        <w:pStyle w:val="PKTpunkt"/>
      </w:pPr>
      <w:r w:rsidRPr="00182333">
        <w:t>9)</w:t>
      </w:r>
      <w:r w:rsidRPr="00182333">
        <w:tab/>
        <w:t>sprawowanie zarządu nad mieniem Izby;</w:t>
      </w:r>
    </w:p>
    <w:p w14:paraId="18B54640" w14:textId="77777777" w:rsidR="00AE27F0" w:rsidRPr="00182333" w:rsidRDefault="00AE27F0" w:rsidP="00AE27F0">
      <w:pPr>
        <w:pStyle w:val="PKTpunkt"/>
      </w:pPr>
      <w:r w:rsidRPr="00182333">
        <w:t>10)</w:t>
      </w:r>
      <w:r w:rsidRPr="00182333">
        <w:tab/>
        <w:t>prowadzenie gospodarki finansowej Izby;</w:t>
      </w:r>
    </w:p>
    <w:p w14:paraId="7D54C2D6" w14:textId="4C435708" w:rsidR="00AE27F0" w:rsidRPr="00182333" w:rsidRDefault="00AE27F0" w:rsidP="00AE27F0">
      <w:pPr>
        <w:pStyle w:val="PKTpunkt"/>
      </w:pPr>
      <w:r w:rsidRPr="00182333">
        <w:t>1</w:t>
      </w:r>
      <w:r>
        <w:t>1</w:t>
      </w:r>
      <w:r w:rsidRPr="00182333">
        <w:t>)</w:t>
      </w:r>
      <w:r w:rsidRPr="00182333">
        <w:tab/>
        <w:t>wydawanie decyzji w</w:t>
      </w:r>
      <w:r>
        <w:t> </w:t>
      </w:r>
      <w:r w:rsidRPr="00182333">
        <w:t xml:space="preserve">sprawie </w:t>
      </w:r>
      <w:r w:rsidR="00D3600F">
        <w:t>Dopłaty</w:t>
      </w:r>
      <w:r w:rsidRPr="00182333">
        <w:t>;</w:t>
      </w:r>
    </w:p>
    <w:p w14:paraId="37C397C9" w14:textId="2026B229" w:rsidR="00AE27F0" w:rsidRPr="00182333" w:rsidRDefault="00AE27F0" w:rsidP="00AE27F0">
      <w:pPr>
        <w:pStyle w:val="PKTpunkt"/>
      </w:pPr>
      <w:r w:rsidRPr="00182333">
        <w:t>1</w:t>
      </w:r>
      <w:r>
        <w:t>2</w:t>
      </w:r>
      <w:r w:rsidRPr="00182333">
        <w:t>)</w:t>
      </w:r>
      <w:r w:rsidRPr="00182333">
        <w:tab/>
        <w:t>dysponowanie, w</w:t>
      </w:r>
      <w:r>
        <w:t> </w:t>
      </w:r>
      <w:r w:rsidRPr="00182333">
        <w:t>imieniu Izby, Funduszem Wsparcia;</w:t>
      </w:r>
    </w:p>
    <w:p w14:paraId="65A2C03A" w14:textId="77777777" w:rsidR="00AE27F0" w:rsidRPr="00182333" w:rsidRDefault="00AE27F0" w:rsidP="00AE27F0">
      <w:pPr>
        <w:pStyle w:val="PKTpunkt"/>
      </w:pPr>
      <w:r w:rsidRPr="00182333">
        <w:t>1</w:t>
      </w:r>
      <w:r>
        <w:t>3</w:t>
      </w:r>
      <w:r w:rsidRPr="00182333">
        <w:t>)</w:t>
      </w:r>
      <w:r w:rsidRPr="00182333">
        <w:tab/>
      </w:r>
      <w:r>
        <w:t>prowadzenie systemu</w:t>
      </w:r>
      <w:r w:rsidRPr="00182333">
        <w:t>;</w:t>
      </w:r>
    </w:p>
    <w:p w14:paraId="2FB5527A" w14:textId="6B43A2BE" w:rsidR="00AE27F0" w:rsidRPr="00182333" w:rsidRDefault="00AE27F0" w:rsidP="00AE27F0">
      <w:pPr>
        <w:pStyle w:val="PKTpunkt"/>
      </w:pPr>
      <w:r w:rsidRPr="00182333">
        <w:t>1</w:t>
      </w:r>
      <w:r>
        <w:t>4</w:t>
      </w:r>
      <w:r w:rsidRPr="00182333">
        <w:t>)</w:t>
      </w:r>
      <w:r w:rsidRPr="00182333">
        <w:tab/>
        <w:t>wydawanie artystom Karty i</w:t>
      </w:r>
      <w:r>
        <w:t> </w:t>
      </w:r>
      <w:r w:rsidRPr="00182333">
        <w:t>zajmowanie się sprawami związanymi z</w:t>
      </w:r>
      <w:r>
        <w:t> </w:t>
      </w:r>
      <w:r w:rsidRPr="00182333">
        <w:t>Kartą.</w:t>
      </w:r>
    </w:p>
    <w:p w14:paraId="5A29F141" w14:textId="1440E061" w:rsidR="00AE27F0" w:rsidRPr="00182333" w:rsidRDefault="00AE27F0" w:rsidP="00AE27F0">
      <w:pPr>
        <w:pStyle w:val="USTustnpkodeksu"/>
      </w:pPr>
      <w:r w:rsidRPr="00182333">
        <w:t>2. Dokumenty, o</w:t>
      </w:r>
      <w:r>
        <w:t> </w:t>
      </w:r>
      <w:r w:rsidRPr="00182333">
        <w:t>których mowa w</w:t>
      </w:r>
      <w:r>
        <w:t> ust. </w:t>
      </w:r>
      <w:r w:rsidRPr="00182333">
        <w:t>1</w:t>
      </w:r>
      <w:r>
        <w:t xml:space="preserve"> pkt </w:t>
      </w:r>
      <w:r w:rsidRPr="00182333">
        <w:t>5</w:t>
      </w:r>
      <w:r>
        <w:noBreakHyphen/>
      </w:r>
      <w:r w:rsidRPr="00182333">
        <w:t>8, Dyrektor Izby przedstawia do zatwierdzenia ministrowi właściwemu do spraw kultury i</w:t>
      </w:r>
      <w:r>
        <w:t> </w:t>
      </w:r>
      <w:r w:rsidRPr="00182333">
        <w:t>ochrony dziedzictwa narodowego, przekazując je jednocześnie do wiadomości Radzie Izby.</w:t>
      </w:r>
    </w:p>
    <w:p w14:paraId="161929C6" w14:textId="77777777" w:rsidR="00AE27F0" w:rsidRPr="00182333" w:rsidRDefault="00AE27F0" w:rsidP="00AE27F0">
      <w:pPr>
        <w:pStyle w:val="ARTartustawynprozporzdzenia"/>
      </w:pPr>
      <w:r w:rsidRPr="00182333">
        <w:rPr>
          <w:rStyle w:val="Ppogrubienie"/>
        </w:rPr>
        <w:t>Art. 17.</w:t>
      </w:r>
      <w:r w:rsidRPr="00182333">
        <w:t xml:space="preserve"> Konkurs na stanowisko dyrektora ogłasza Rada Izby.</w:t>
      </w:r>
    </w:p>
    <w:p w14:paraId="5E645EA1" w14:textId="77777777" w:rsidR="00AE27F0" w:rsidRPr="00182333" w:rsidRDefault="00AE27F0" w:rsidP="00AE27F0">
      <w:pPr>
        <w:pStyle w:val="USTustnpkodeksu"/>
      </w:pPr>
      <w:r w:rsidRPr="00182333">
        <w:t>2. Regulamin przeprowadzenia konkursu jest określany przez Radę Izby.</w:t>
      </w:r>
    </w:p>
    <w:p w14:paraId="4B8F2E30" w14:textId="7829C688" w:rsidR="00AE27F0" w:rsidRPr="00182333" w:rsidRDefault="00AE27F0" w:rsidP="00AE27F0">
      <w:pPr>
        <w:pStyle w:val="USTustnpkodeksu"/>
      </w:pPr>
      <w:r w:rsidRPr="00182333">
        <w:t>3. Informację o</w:t>
      </w:r>
      <w:r>
        <w:t> </w:t>
      </w:r>
      <w:r w:rsidRPr="00182333">
        <w:t>konkursie umieszcza się na stronie podmiotowej Biuletynu Informacji Publicznej Izby oraz ministra właściwego do spraw kultury i</w:t>
      </w:r>
      <w:r>
        <w:t> </w:t>
      </w:r>
      <w:r w:rsidRPr="00182333">
        <w:t>ochrony dziedzictwa narodowego.</w:t>
      </w:r>
    </w:p>
    <w:p w14:paraId="4EEBD043" w14:textId="60D8DE06" w:rsidR="00AE27F0" w:rsidRPr="00182333" w:rsidRDefault="00AE27F0" w:rsidP="00AE27F0">
      <w:pPr>
        <w:pStyle w:val="USTustnpkodeksu"/>
      </w:pPr>
      <w:r w:rsidRPr="00182333">
        <w:t>4. W</w:t>
      </w:r>
      <w:r>
        <w:t> </w:t>
      </w:r>
      <w:r w:rsidRPr="00182333">
        <w:t>informacji o</w:t>
      </w:r>
      <w:r>
        <w:t> </w:t>
      </w:r>
      <w:r w:rsidRPr="00182333">
        <w:t>konkursie umieszcza się w</w:t>
      </w:r>
      <w:r>
        <w:t> </w:t>
      </w:r>
      <w:r w:rsidRPr="00182333">
        <w:t>szczególności informacje o:</w:t>
      </w:r>
    </w:p>
    <w:p w14:paraId="47A17899" w14:textId="7B1B4E43" w:rsidR="00AE27F0" w:rsidRPr="00182333" w:rsidRDefault="00AE27F0" w:rsidP="00AE27F0">
      <w:pPr>
        <w:pStyle w:val="PKTpunkt"/>
      </w:pPr>
      <w:r w:rsidRPr="00182333">
        <w:t>1)</w:t>
      </w:r>
      <w:r w:rsidRPr="00182333">
        <w:tab/>
        <w:t>dokumentach i</w:t>
      </w:r>
      <w:r>
        <w:t> </w:t>
      </w:r>
      <w:r w:rsidRPr="00182333">
        <w:t>oświadczeniach, do których przedstawienia zobowiązany jest kandydat;</w:t>
      </w:r>
    </w:p>
    <w:p w14:paraId="189C72C1" w14:textId="43B18C46" w:rsidR="00AE27F0" w:rsidRPr="00182333" w:rsidRDefault="00AE27F0" w:rsidP="00AE27F0">
      <w:pPr>
        <w:pStyle w:val="PKTpunkt"/>
      </w:pPr>
      <w:r w:rsidRPr="00182333">
        <w:t>2)</w:t>
      </w:r>
      <w:r w:rsidRPr="00182333">
        <w:tab/>
        <w:t>terminie zgłaszania kandydatur w</w:t>
      </w:r>
      <w:r>
        <w:t> </w:t>
      </w:r>
      <w:r w:rsidRPr="00182333">
        <w:t>konkursie.</w:t>
      </w:r>
    </w:p>
    <w:p w14:paraId="44EB228A" w14:textId="517BAB73" w:rsidR="00AE27F0" w:rsidRPr="00182333" w:rsidRDefault="00AE27F0" w:rsidP="00AE27F0">
      <w:pPr>
        <w:pStyle w:val="ARTartustawynprozporzdzenia"/>
      </w:pPr>
      <w:r w:rsidRPr="00320721">
        <w:rPr>
          <w:rStyle w:val="Ppogrubienie"/>
        </w:rPr>
        <w:t>Art. 18.</w:t>
      </w:r>
      <w:r w:rsidRPr="00182333">
        <w:t xml:space="preserve"> 1. Kontrola, o</w:t>
      </w:r>
      <w:r>
        <w:t> </w:t>
      </w:r>
      <w:r w:rsidRPr="00182333">
        <w:t>której mowa w</w:t>
      </w:r>
      <w:r>
        <w:t> art. </w:t>
      </w:r>
      <w:r w:rsidRPr="00182333">
        <w:t>12</w:t>
      </w:r>
      <w:r>
        <w:t xml:space="preserve"> pkt </w:t>
      </w:r>
      <w:r w:rsidRPr="00182333">
        <w:t>4</w:t>
      </w:r>
      <w:r>
        <w:t> </w:t>
      </w:r>
      <w:r w:rsidRPr="00182333">
        <w:t>przeprowadzana jest na podstawie pisemnego upoważnienia</w:t>
      </w:r>
      <w:r>
        <w:t>, określającego zakres i termin kontroli oraz osoby upoważnione do jej przeprowadzenia</w:t>
      </w:r>
      <w:r w:rsidRPr="00182333">
        <w:t>, udzielonego przez Radę Izby.</w:t>
      </w:r>
    </w:p>
    <w:p w14:paraId="0B98EC77" w14:textId="0D63AACC" w:rsidR="00AE27F0" w:rsidRPr="00182333" w:rsidRDefault="00AE27F0" w:rsidP="00AE27F0">
      <w:pPr>
        <w:pStyle w:val="USTustnpkodeksu"/>
      </w:pPr>
      <w:r w:rsidRPr="00182333">
        <w:t>2. Osoby upoważnione do dokonywania kontroli są uprawnione do żądania od organizacji reprezentatywnej pisemnych lub ustnych wyjaśnień, okazania dokumentów lub innych nośników informacji, a</w:t>
      </w:r>
      <w:r>
        <w:t> </w:t>
      </w:r>
      <w:r w:rsidRPr="00182333">
        <w:t>także udostępniania danych związanych z</w:t>
      </w:r>
      <w:r>
        <w:t> </w:t>
      </w:r>
      <w:r w:rsidRPr="00182333">
        <w:t>potwierdzaniem lub aktualizacją uprawnień artys</w:t>
      </w:r>
      <w:r>
        <w:t>tów, których interesy reprezentują</w:t>
      </w:r>
      <w:r w:rsidRPr="00182333">
        <w:t>.</w:t>
      </w:r>
    </w:p>
    <w:p w14:paraId="04B44D07" w14:textId="32D9ECD3" w:rsidR="00AE27F0" w:rsidRDefault="00AE27F0" w:rsidP="00AE27F0">
      <w:pPr>
        <w:pStyle w:val="USTustnpkodeksu"/>
      </w:pPr>
      <w:r w:rsidRPr="00182333">
        <w:lastRenderedPageBreak/>
        <w:t>3. Z</w:t>
      </w:r>
      <w:r>
        <w:t> </w:t>
      </w:r>
      <w:r w:rsidRPr="00182333">
        <w:t>przeprowadzonej kontroli sporządza się protokół, który podpisują osoby przeprowadzające kontrolę i</w:t>
      </w:r>
      <w:r>
        <w:t> </w:t>
      </w:r>
      <w:r w:rsidRPr="00182333">
        <w:t>członek organu zarządzającego uprawniony do reprezentowania kontrolowanej organizacji reprezentatywnej lub osoba przez niego upoważniona. Odmowa podpisu protokołu przez członka organu zarządzającego organizacji reprezentatywnej lub osobę przez niego upoważnioną wymaga podania przyczyny. W</w:t>
      </w:r>
      <w:r>
        <w:t> </w:t>
      </w:r>
      <w:r w:rsidRPr="00182333">
        <w:t>przypadku odmowy podpisu protokół uznaje się za podpisany w</w:t>
      </w:r>
      <w:r>
        <w:t> </w:t>
      </w:r>
      <w:r w:rsidRPr="00182333">
        <w:t>dniu odmowy.</w:t>
      </w:r>
    </w:p>
    <w:p w14:paraId="13FBB713" w14:textId="4F27204A" w:rsidR="00AE27F0" w:rsidRDefault="00AE27F0" w:rsidP="00AE27F0">
      <w:pPr>
        <w:pStyle w:val="USTustnpkodeksu"/>
      </w:pPr>
      <w:r>
        <w:t>4. Protokół z kontroli zawiera:</w:t>
      </w:r>
    </w:p>
    <w:p w14:paraId="3AAB09DA" w14:textId="77777777" w:rsidR="00AE27F0" w:rsidRPr="009E46B7" w:rsidRDefault="00AE27F0" w:rsidP="00AE27F0">
      <w:pPr>
        <w:pStyle w:val="PKTpunkt"/>
      </w:pPr>
      <w:bookmarkStart w:id="0" w:name="highlightHit_5"/>
      <w:bookmarkStart w:id="1" w:name="highlightHit_6"/>
      <w:bookmarkStart w:id="2" w:name="mip55282224"/>
      <w:bookmarkEnd w:id="0"/>
      <w:bookmarkEnd w:id="1"/>
      <w:bookmarkEnd w:id="2"/>
      <w:r>
        <w:t>1)</w:t>
      </w:r>
      <w:r>
        <w:tab/>
      </w:r>
      <w:r w:rsidRPr="009E46B7">
        <w:t xml:space="preserve">wskazanie nazwy </w:t>
      </w:r>
      <w:r>
        <w:t xml:space="preserve">oraz adresu </w:t>
      </w:r>
      <w:r w:rsidRPr="009E46B7">
        <w:t>kontrolowanej organizacji reprezentatywnej;</w:t>
      </w:r>
    </w:p>
    <w:p w14:paraId="4EA5C1A4" w14:textId="4D4BE353" w:rsidR="00AE27F0" w:rsidRPr="009E46B7" w:rsidRDefault="00AE27F0" w:rsidP="00AE27F0">
      <w:pPr>
        <w:pStyle w:val="PKTpunkt"/>
      </w:pPr>
      <w:bookmarkStart w:id="3" w:name="mip55282225"/>
      <w:bookmarkEnd w:id="3"/>
      <w:r>
        <w:t>2)</w:t>
      </w:r>
      <w:r>
        <w:tab/>
      </w:r>
      <w:r w:rsidRPr="009E46B7">
        <w:t>imię i</w:t>
      </w:r>
      <w:r>
        <w:t> </w:t>
      </w:r>
      <w:r w:rsidRPr="009E46B7">
        <w:t>nazwisko osoby reprezentującej podmiot kontrolowany oraz nazwę organu reprezentującego ten podmiot;</w:t>
      </w:r>
    </w:p>
    <w:p w14:paraId="48029B6D" w14:textId="3CEB507E" w:rsidR="00AE27F0" w:rsidRPr="009E46B7" w:rsidRDefault="00AE27F0" w:rsidP="00AE27F0">
      <w:pPr>
        <w:pStyle w:val="PKTpunkt"/>
      </w:pPr>
      <w:bookmarkStart w:id="4" w:name="mip55282226"/>
      <w:bookmarkEnd w:id="4"/>
      <w:r>
        <w:t>3)</w:t>
      </w:r>
      <w:r>
        <w:tab/>
      </w:r>
      <w:r w:rsidRPr="009E46B7">
        <w:t>imię i</w:t>
      </w:r>
      <w:r>
        <w:t> </w:t>
      </w:r>
      <w:r w:rsidRPr="009E46B7">
        <w:t>nazwisko, stanowisko oraz numer upoważnienia osoby prowadzącej czynności kontrolne;</w:t>
      </w:r>
    </w:p>
    <w:p w14:paraId="27117F30" w14:textId="0B67DC26" w:rsidR="00AE27F0" w:rsidRPr="009E46B7" w:rsidRDefault="00AE27F0" w:rsidP="00AE27F0">
      <w:pPr>
        <w:pStyle w:val="PKTpunkt"/>
      </w:pPr>
      <w:bookmarkStart w:id="5" w:name="mip55282227"/>
      <w:bookmarkEnd w:id="5"/>
      <w:r>
        <w:t>4)</w:t>
      </w:r>
      <w:r>
        <w:tab/>
      </w:r>
      <w:r w:rsidRPr="009E46B7">
        <w:t>datę rozpoczęcia i</w:t>
      </w:r>
      <w:r>
        <w:t> </w:t>
      </w:r>
      <w:r w:rsidRPr="009E46B7">
        <w:t>zakończenia czynności kontrolnych;</w:t>
      </w:r>
    </w:p>
    <w:p w14:paraId="65491F10" w14:textId="141CC74A" w:rsidR="00AE27F0" w:rsidRPr="009E46B7" w:rsidRDefault="00AE27F0" w:rsidP="00AE27F0">
      <w:pPr>
        <w:pStyle w:val="PKTpunkt"/>
      </w:pPr>
      <w:bookmarkStart w:id="6" w:name="mip55282228"/>
      <w:bookmarkEnd w:id="6"/>
      <w:r>
        <w:t>5)</w:t>
      </w:r>
      <w:r>
        <w:tab/>
      </w:r>
      <w:r w:rsidRPr="009E46B7">
        <w:t>określenie przedmiotu i</w:t>
      </w:r>
      <w:r>
        <w:t> </w:t>
      </w:r>
      <w:r w:rsidRPr="009E46B7">
        <w:t>zakresu kontroli;</w:t>
      </w:r>
    </w:p>
    <w:p w14:paraId="4139A5B8" w14:textId="66D82401" w:rsidR="00AE27F0" w:rsidRPr="009E46B7" w:rsidRDefault="00AE27F0" w:rsidP="00AE27F0">
      <w:pPr>
        <w:pStyle w:val="PKTpunkt"/>
      </w:pPr>
      <w:bookmarkStart w:id="7" w:name="mip55282229"/>
      <w:bookmarkEnd w:id="7"/>
      <w:r>
        <w:t>6)</w:t>
      </w:r>
      <w:r>
        <w:tab/>
      </w:r>
      <w:r w:rsidRPr="009E46B7">
        <w:t>opis stanu faktycznego ustalonego w</w:t>
      </w:r>
      <w:r>
        <w:t> </w:t>
      </w:r>
      <w:r w:rsidRPr="009E46B7">
        <w:t>toku kontroli oraz inne informacje mające istotne znaczenie dla przeprowadzonej kontroli, w</w:t>
      </w:r>
      <w:r>
        <w:t> </w:t>
      </w:r>
      <w:r w:rsidRPr="009E46B7">
        <w:t>tym zakres, przyczyny i</w:t>
      </w:r>
      <w:r>
        <w:t> </w:t>
      </w:r>
      <w:r w:rsidRPr="009E46B7">
        <w:t>skutki stwierdzonych nieprawidłowości;</w:t>
      </w:r>
    </w:p>
    <w:p w14:paraId="5B9755D0" w14:textId="77777777" w:rsidR="00AE27F0" w:rsidRPr="00182333" w:rsidRDefault="00AE27F0" w:rsidP="00AE27F0">
      <w:pPr>
        <w:pStyle w:val="PKTpunkt"/>
      </w:pPr>
      <w:bookmarkStart w:id="8" w:name="mip55282230"/>
      <w:bookmarkEnd w:id="8"/>
      <w:r>
        <w:t>7)</w:t>
      </w:r>
      <w:r>
        <w:tab/>
      </w:r>
      <w:r w:rsidRPr="009E46B7">
        <w:t>wyszczególnienie załączników.</w:t>
      </w:r>
    </w:p>
    <w:p w14:paraId="57C401D3" w14:textId="61C47BAC" w:rsidR="00AE27F0" w:rsidRPr="00182333" w:rsidRDefault="00AE27F0" w:rsidP="00AE27F0">
      <w:pPr>
        <w:pStyle w:val="USTustnpkodeksu"/>
      </w:pPr>
      <w:r>
        <w:t>5</w:t>
      </w:r>
      <w:r w:rsidRPr="00182333">
        <w:t>. Członek organu zarządzającego uprawniony do reprezentowania kontrolowanej organizacji reprezentatywnej lub osoba przez niego upoważniona może, w</w:t>
      </w:r>
      <w:r>
        <w:t> </w:t>
      </w:r>
      <w:r w:rsidRPr="00182333">
        <w:t>terminie 14</w:t>
      </w:r>
      <w:r>
        <w:t> </w:t>
      </w:r>
      <w:r w:rsidRPr="00182333">
        <w:t>dni od dnia podpisania protokołu, złożyć na piśmie wyjaśnienia albo zgłosić zastrzeżenia do treści protokołu.</w:t>
      </w:r>
    </w:p>
    <w:p w14:paraId="1586DFC2" w14:textId="1C56188E" w:rsidR="00AE27F0" w:rsidRDefault="00AE27F0" w:rsidP="00AE27F0">
      <w:pPr>
        <w:pStyle w:val="USTustnpkodeksu"/>
      </w:pPr>
      <w:r>
        <w:t>6</w:t>
      </w:r>
      <w:r w:rsidRPr="00182333">
        <w:t xml:space="preserve">. </w:t>
      </w:r>
      <w:r>
        <w:t>W przypadku uwzględnienia wyjaśnień lub zastrzeżeń osoba przeprowadzająca kontrolę sporządza poprawiony protokół kontroli.</w:t>
      </w:r>
    </w:p>
    <w:p w14:paraId="7242E2BA" w14:textId="7BBF111C" w:rsidR="00AE27F0" w:rsidRPr="00182333" w:rsidRDefault="00AE27F0" w:rsidP="00AE27F0">
      <w:pPr>
        <w:pStyle w:val="USTustnpkodeksu"/>
      </w:pPr>
      <w:r>
        <w:t xml:space="preserve">7. </w:t>
      </w:r>
      <w:r w:rsidRPr="00182333">
        <w:t>Osoby przeprowadzające kontrolę, w</w:t>
      </w:r>
      <w:r>
        <w:t> </w:t>
      </w:r>
      <w:r w:rsidRPr="00182333">
        <w:t>przypadku nieuwzględnienia zastrzeżeń, o</w:t>
      </w:r>
      <w:r>
        <w:t> </w:t>
      </w:r>
      <w:r w:rsidRPr="00182333">
        <w:t>których mowa w</w:t>
      </w:r>
      <w:r>
        <w:t> ust. </w:t>
      </w:r>
      <w:r w:rsidRPr="00182333">
        <w:t>4, przekazują na piśmie stanowisko członkowi organu zarządzającego kontrolowanej organizacji reprezentatywnej uprawnionemu do reprezentowania tej organizacji lub osobie przez niego upoważnionej w</w:t>
      </w:r>
      <w:r>
        <w:t> </w:t>
      </w:r>
      <w:r w:rsidRPr="00182333">
        <w:t>terminie 14</w:t>
      </w:r>
      <w:r>
        <w:t> </w:t>
      </w:r>
      <w:r w:rsidRPr="00182333">
        <w:t>dni.</w:t>
      </w:r>
    </w:p>
    <w:p w14:paraId="0B00DDD4" w14:textId="5E1AE4D5" w:rsidR="00AE27F0" w:rsidRPr="00182333" w:rsidRDefault="00AE27F0" w:rsidP="00AE27F0">
      <w:pPr>
        <w:pStyle w:val="USTustnpkodeksu"/>
      </w:pPr>
      <w:r>
        <w:t>8</w:t>
      </w:r>
      <w:r w:rsidRPr="00182333">
        <w:t>. Po zakończeniu kontroli, z</w:t>
      </w:r>
      <w:r>
        <w:t> </w:t>
      </w:r>
      <w:r w:rsidRPr="00182333">
        <w:t>uwzględnieniem terminu, o</w:t>
      </w:r>
      <w:r>
        <w:t> </w:t>
      </w:r>
      <w:r w:rsidRPr="00182333">
        <w:t>którym mowa w</w:t>
      </w:r>
      <w:r>
        <w:t> ust. </w:t>
      </w:r>
      <w:r w:rsidRPr="00182333">
        <w:t>5, osoby przeprowadzające kontrolę sporządzają wystąpienie pokontrolne</w:t>
      </w:r>
      <w:r>
        <w:t>, które otrzymują Rada Izby oraz kontrolowana organizacja reprezentatywna</w:t>
      </w:r>
      <w:r w:rsidRPr="00182333">
        <w:t>.</w:t>
      </w:r>
    </w:p>
    <w:p w14:paraId="3B4AC2FE" w14:textId="5ABF6F08" w:rsidR="00AE27F0" w:rsidRDefault="00AE27F0" w:rsidP="00AE27F0">
      <w:pPr>
        <w:pStyle w:val="USTustnpkodeksu"/>
      </w:pPr>
      <w:r>
        <w:t>9</w:t>
      </w:r>
      <w:r w:rsidRPr="00182333">
        <w:t>. Wystąpienie pokontrolne zawiera ocenę stanu faktycznego wynikającą z</w:t>
      </w:r>
      <w:r>
        <w:t> </w:t>
      </w:r>
      <w:r w:rsidRPr="00182333">
        <w:t>ustaleń zawartych w</w:t>
      </w:r>
      <w:r>
        <w:t> </w:t>
      </w:r>
      <w:r w:rsidRPr="00182333">
        <w:t>protokole kontroli, w</w:t>
      </w:r>
      <w:r>
        <w:t> </w:t>
      </w:r>
      <w:r w:rsidRPr="00182333">
        <w:t>tym opis ustalonych uchybień</w:t>
      </w:r>
      <w:r>
        <w:t xml:space="preserve"> lub informację o ich braku</w:t>
      </w:r>
      <w:r w:rsidRPr="00182333">
        <w:t xml:space="preserve">, </w:t>
      </w:r>
      <w:r w:rsidRPr="00182333">
        <w:lastRenderedPageBreak/>
        <w:t>z</w:t>
      </w:r>
      <w:r>
        <w:t> </w:t>
      </w:r>
      <w:r w:rsidRPr="00182333">
        <w:t>uwzględnieniem przyczyn ich powstania, zakresu, skutków oraz osób odpowiedzialnych za ich powstanie, a</w:t>
      </w:r>
      <w:r>
        <w:t> </w:t>
      </w:r>
      <w:r w:rsidRPr="00182333">
        <w:t>także termin usunięcia uchybień, nie krótszy niż 30</w:t>
      </w:r>
      <w:r>
        <w:t> </w:t>
      </w:r>
      <w:r w:rsidRPr="00182333">
        <w:t>dni od dnia doręczenia wystąpienia pokontrolnego.</w:t>
      </w:r>
    </w:p>
    <w:p w14:paraId="3E274DDC" w14:textId="6F04CE70" w:rsidR="00AE27F0" w:rsidRPr="00182333" w:rsidRDefault="00AE27F0" w:rsidP="00AE27F0">
      <w:pPr>
        <w:pStyle w:val="USTustnpkodeksu"/>
      </w:pPr>
      <w:r>
        <w:t>10. Kontrolowana organizacja reprezentatywna w terminie 30 dni od dnia otrzymania wystąpienia pokontrolnego informuję Radę Izby o usunięciu wskazanych w wystąpieniu uchybień lub o przyczynach ich nieusunięcia.</w:t>
      </w:r>
    </w:p>
    <w:p w14:paraId="04E2C49F" w14:textId="7CA658F3" w:rsidR="00AE27F0" w:rsidRPr="00182333" w:rsidRDefault="00AE27F0" w:rsidP="00AE27F0">
      <w:pPr>
        <w:pStyle w:val="ARTartustawynprozporzdzenia"/>
      </w:pPr>
      <w:r w:rsidRPr="00320721">
        <w:rPr>
          <w:rStyle w:val="Ppogrubienie"/>
        </w:rPr>
        <w:t>Art. 19.</w:t>
      </w:r>
      <w:r w:rsidRPr="00182333">
        <w:t xml:space="preserve"> 1. Rada Izby w</w:t>
      </w:r>
      <w:r>
        <w:t> </w:t>
      </w:r>
      <w:r w:rsidRPr="00182333">
        <w:t>ramach swoich uprawnień kontrolnych ma prawo zwrócić się do ministra właściwego do spraw kultury i</w:t>
      </w:r>
      <w:r>
        <w:t> </w:t>
      </w:r>
      <w:r w:rsidRPr="00182333">
        <w:t>ochrony dziedzictwa narodowego z</w:t>
      </w:r>
      <w:r>
        <w:t> </w:t>
      </w:r>
      <w:r w:rsidRPr="00182333">
        <w:t>wnioskiem o</w:t>
      </w:r>
      <w:r>
        <w:t> </w:t>
      </w:r>
      <w:r w:rsidRPr="00182333">
        <w:t>wykreślenie organizacji reprezentatywnej z</w:t>
      </w:r>
      <w:r>
        <w:t> </w:t>
      </w:r>
      <w:r w:rsidRPr="00182333">
        <w:t>listy organizacji reprezentatywnych na 1</w:t>
      </w:r>
      <w:r>
        <w:t> </w:t>
      </w:r>
      <w:r w:rsidRPr="00182333">
        <w:t>rok, jeżeli</w:t>
      </w:r>
      <w:r>
        <w:t xml:space="preserve"> z przeprowadzonej kontroli wynika, że </w:t>
      </w:r>
      <w:r w:rsidRPr="00182333">
        <w:t>organizacja reprezentatywna nie przestrzega przepisów ustawy przy potwierdzaniu lub aktualizacji dorobku artystycznego.</w:t>
      </w:r>
    </w:p>
    <w:p w14:paraId="0A9DB71F" w14:textId="3DCEAD8D" w:rsidR="00AE27F0" w:rsidRPr="00182333" w:rsidRDefault="00AE27F0" w:rsidP="00AE27F0">
      <w:pPr>
        <w:pStyle w:val="USTustnpkodeksu"/>
      </w:pPr>
      <w:r w:rsidRPr="00182333">
        <w:t>2. Minister właściwy do spraw kult</w:t>
      </w:r>
      <w:r>
        <w:t>u</w:t>
      </w:r>
      <w:r w:rsidRPr="00182333">
        <w:t>ry i</w:t>
      </w:r>
      <w:r>
        <w:t> </w:t>
      </w:r>
      <w:r w:rsidRPr="00182333">
        <w:t>ochrony dziedzictwa narodowego wykreśla organizację reprezentatywną z</w:t>
      </w:r>
      <w:r>
        <w:t> </w:t>
      </w:r>
      <w:r w:rsidRPr="00182333">
        <w:t>listy organizacji reprezentatywnych, jeżeli z</w:t>
      </w:r>
      <w:r>
        <w:t> </w:t>
      </w:r>
      <w:r w:rsidRPr="00182333">
        <w:t>wniosku przekazanego przez Radę wynika, że łamała ona przepisy ustawy, w</w:t>
      </w:r>
      <w:r>
        <w:t> </w:t>
      </w:r>
      <w:r w:rsidRPr="00182333">
        <w:t>sposób określony w</w:t>
      </w:r>
      <w:r>
        <w:t> ust. </w:t>
      </w:r>
      <w:r w:rsidRPr="00182333">
        <w:t>1.</w:t>
      </w:r>
    </w:p>
    <w:p w14:paraId="5F86CBF1" w14:textId="680A8A0A" w:rsidR="00AE27F0" w:rsidRPr="00182333" w:rsidRDefault="00AE27F0" w:rsidP="00AE27F0">
      <w:pPr>
        <w:pStyle w:val="ARTartustawynprozporzdzenia"/>
      </w:pPr>
      <w:r w:rsidRPr="00182333">
        <w:rPr>
          <w:rStyle w:val="Ppogrubienie"/>
        </w:rPr>
        <w:t>Art. 20.</w:t>
      </w:r>
      <w:r w:rsidRPr="00182333">
        <w:t xml:space="preserve"> Minister właściwy do spraw kultury i</w:t>
      </w:r>
      <w:r>
        <w:t> </w:t>
      </w:r>
      <w:r w:rsidRPr="00182333">
        <w:t>ochrony dziedzictwa narodowego określi, w</w:t>
      </w:r>
      <w:r>
        <w:t> </w:t>
      </w:r>
      <w:r w:rsidRPr="00182333">
        <w:t>drodze rozporządzenia:</w:t>
      </w:r>
    </w:p>
    <w:p w14:paraId="514AD8C8" w14:textId="592B7773" w:rsidR="00AE27F0" w:rsidRPr="00182333" w:rsidRDefault="00AE27F0" w:rsidP="00AE27F0">
      <w:pPr>
        <w:pStyle w:val="PKTpunkt"/>
      </w:pPr>
      <w:r w:rsidRPr="00182333">
        <w:t>1)</w:t>
      </w:r>
      <w:r w:rsidRPr="00182333">
        <w:tab/>
        <w:t>próg liczebności, od którego organizacje reprezentatywne uznawane są za najliczniejsze oraz tryb wyboru członków Rady Izby, o</w:t>
      </w:r>
      <w:r>
        <w:t> </w:t>
      </w:r>
      <w:r w:rsidRPr="00182333">
        <w:t>których mowa w</w:t>
      </w:r>
      <w:r>
        <w:t> art. </w:t>
      </w:r>
      <w:r w:rsidRPr="00182333">
        <w:t>7</w:t>
      </w:r>
      <w:r>
        <w:t xml:space="preserve"> ust. </w:t>
      </w:r>
      <w:r w:rsidRPr="00182333">
        <w:t>1</w:t>
      </w:r>
      <w:r>
        <w:t xml:space="preserve"> pkt </w:t>
      </w:r>
      <w:r w:rsidRPr="00182333">
        <w:t>1, biorąc pod uwagę</w:t>
      </w:r>
      <w:r>
        <w:t xml:space="preserve"> liczebność poszczególnych organizacji reprezentatywnych oraz konieczność zapewnienia udziału w Radzie Izby przedstawicielom organizacji niezależnie od ich </w:t>
      </w:r>
      <w:r w:rsidR="0041432F">
        <w:t>liczebn</w:t>
      </w:r>
      <w:r>
        <w:t>ości oraz kierując się tym</w:t>
      </w:r>
      <w:r w:rsidRPr="00182333">
        <w:t>, że tryb przeprowadzanie głosowania musi zapewniać równość i</w:t>
      </w:r>
      <w:r>
        <w:t> </w:t>
      </w:r>
      <w:r w:rsidRPr="00182333">
        <w:t>bezpośredniość głosowania oraz przejrzys</w:t>
      </w:r>
      <w:r w:rsidR="00E625FC">
        <w:t>ty</w:t>
      </w:r>
      <w:r w:rsidRPr="00182333">
        <w:t>, rzeteln</w:t>
      </w:r>
      <w:r w:rsidR="00E625FC">
        <w:t>y</w:t>
      </w:r>
      <w:r w:rsidRPr="00182333">
        <w:t xml:space="preserve"> i sprawn</w:t>
      </w:r>
      <w:r w:rsidR="00E625FC">
        <w:t>y</w:t>
      </w:r>
      <w:r w:rsidRPr="00182333">
        <w:t xml:space="preserve"> </w:t>
      </w:r>
      <w:r w:rsidR="00E625FC">
        <w:t>wybór</w:t>
      </w:r>
      <w:r w:rsidRPr="00182333">
        <w:t xml:space="preserve"> członków Rady Izby;</w:t>
      </w:r>
    </w:p>
    <w:p w14:paraId="3F6B50A4" w14:textId="18B395FD" w:rsidR="00AE27F0" w:rsidRPr="00182333" w:rsidRDefault="00AE27F0" w:rsidP="00AE27F0">
      <w:pPr>
        <w:pStyle w:val="PKTpunkt"/>
      </w:pPr>
      <w:r w:rsidRPr="00182333">
        <w:t>2)</w:t>
      </w:r>
      <w:r w:rsidRPr="00182333">
        <w:tab/>
        <w:t>wysokość wynagrodzenia członka Rady Izby za udział w</w:t>
      </w:r>
      <w:r>
        <w:t> </w:t>
      </w:r>
      <w:r w:rsidRPr="00182333">
        <w:t>posiedzeniu, uwzględniając funkcje pełnione przez członków Rady Izby i</w:t>
      </w:r>
      <w:r>
        <w:t> </w:t>
      </w:r>
      <w:r w:rsidRPr="00182333">
        <w:t xml:space="preserve">zakres obowiązków </w:t>
      </w:r>
      <w:r>
        <w:t xml:space="preserve">poszczególnych </w:t>
      </w:r>
      <w:r w:rsidRPr="00182333">
        <w:t>członków Rady Izby, a</w:t>
      </w:r>
      <w:r>
        <w:t> </w:t>
      </w:r>
      <w:r w:rsidRPr="00182333">
        <w:t xml:space="preserve">także mając na uwadze, że wynagrodzenie za jedno posiedzenie Rady Izby nie może przekroczyć </w:t>
      </w:r>
      <w:r>
        <w:t>15</w:t>
      </w:r>
      <w:r w:rsidRPr="00182333">
        <w:t>% przeciętnego wynagrodzenia w</w:t>
      </w:r>
      <w:r>
        <w:t> </w:t>
      </w:r>
      <w:r w:rsidRPr="00182333">
        <w:t>gospodarce narodowej w</w:t>
      </w:r>
      <w:r>
        <w:t> </w:t>
      </w:r>
      <w:r w:rsidRPr="00182333">
        <w:t>poprzednim roku kalendarzowym, obowiązującego w</w:t>
      </w:r>
      <w:r>
        <w:t> </w:t>
      </w:r>
      <w:r w:rsidRPr="00182333">
        <w:t>dniu powołania Rady Izby.</w:t>
      </w:r>
    </w:p>
    <w:p w14:paraId="13017135" w14:textId="77777777" w:rsidR="00AE27F0" w:rsidRPr="00182333" w:rsidRDefault="00AE27F0" w:rsidP="00AE27F0">
      <w:pPr>
        <w:pStyle w:val="ROZDZODDZOZNoznaczenierozdziauluboddziau"/>
      </w:pPr>
      <w:r w:rsidRPr="00182333">
        <w:t>Rozdział 3</w:t>
      </w:r>
    </w:p>
    <w:p w14:paraId="3960B8A0" w14:textId="77777777" w:rsidR="00AE27F0" w:rsidRPr="00182333" w:rsidRDefault="00AE27F0" w:rsidP="00AE27F0">
      <w:pPr>
        <w:pStyle w:val="ROZDZODDZPRZEDMprzedmiotregulacjirozdziauluboddziau"/>
      </w:pPr>
      <w:r w:rsidRPr="00182333">
        <w:t>Organizacje reprezentatywne</w:t>
      </w:r>
    </w:p>
    <w:p w14:paraId="4E9798B5" w14:textId="77777777" w:rsidR="00AE27F0" w:rsidRPr="00182333" w:rsidRDefault="00AE27F0" w:rsidP="00AE27F0">
      <w:pPr>
        <w:pStyle w:val="ARTartustawynprozporzdzenia"/>
      </w:pPr>
      <w:r w:rsidRPr="00182333">
        <w:rPr>
          <w:rStyle w:val="Ppogrubienie"/>
        </w:rPr>
        <w:t>Art. 21.</w:t>
      </w:r>
      <w:r w:rsidRPr="00182333">
        <w:t xml:space="preserve"> 1. Organizacje reprezentatywne są uprawnione do:</w:t>
      </w:r>
    </w:p>
    <w:p w14:paraId="28CA35A4" w14:textId="4649A7C0" w:rsidR="00AE27F0" w:rsidRPr="00182333" w:rsidRDefault="00AE27F0" w:rsidP="00AE27F0">
      <w:pPr>
        <w:pStyle w:val="PKTpunkt"/>
      </w:pPr>
      <w:r w:rsidRPr="00182333">
        <w:lastRenderedPageBreak/>
        <w:t>1)</w:t>
      </w:r>
      <w:r w:rsidRPr="00182333">
        <w:tab/>
        <w:t>potwierdzania udokumentowanego dorobku artystycznego dla zawodów artystycznych, w</w:t>
      </w:r>
      <w:r>
        <w:t> </w:t>
      </w:r>
      <w:r w:rsidRPr="00182333">
        <w:t>których są reprezentatywne;</w:t>
      </w:r>
    </w:p>
    <w:p w14:paraId="70789EE8" w14:textId="62476AEF" w:rsidR="00AE27F0" w:rsidRPr="00182333" w:rsidRDefault="00AE27F0" w:rsidP="00AE27F0">
      <w:pPr>
        <w:pStyle w:val="PKTpunkt"/>
      </w:pPr>
      <w:r w:rsidRPr="00182333">
        <w:t>2)</w:t>
      </w:r>
      <w:r w:rsidRPr="00182333">
        <w:tab/>
        <w:t>wyboru przez swoich przedstawicieli członków Rady Izby, o</w:t>
      </w:r>
      <w:r>
        <w:t> </w:t>
      </w:r>
      <w:r w:rsidRPr="00182333">
        <w:t>których mowa w</w:t>
      </w:r>
      <w:r>
        <w:t> art. </w:t>
      </w:r>
      <w:r w:rsidRPr="00182333">
        <w:t>7</w:t>
      </w:r>
      <w:r>
        <w:t xml:space="preserve"> ust. </w:t>
      </w:r>
      <w:r w:rsidRPr="00182333">
        <w:t>1</w:t>
      </w:r>
      <w:r>
        <w:t xml:space="preserve"> pkt </w:t>
      </w:r>
      <w:r w:rsidRPr="00182333">
        <w:t>1.</w:t>
      </w:r>
    </w:p>
    <w:p w14:paraId="5E750B50" w14:textId="77777777" w:rsidR="00AE27F0" w:rsidRPr="00182333" w:rsidRDefault="00AE27F0" w:rsidP="00AE27F0">
      <w:pPr>
        <w:pStyle w:val="USTustnpkodeksu"/>
      </w:pPr>
      <w:r w:rsidRPr="00182333">
        <w:t>2. Artysta zawodowy może być obsługiwany jednocześnie przez jedną organizację reprezentatywną.</w:t>
      </w:r>
    </w:p>
    <w:p w14:paraId="4B3FDE98" w14:textId="77777777" w:rsidR="00AE27F0" w:rsidRPr="00182333" w:rsidRDefault="00AE27F0" w:rsidP="00AE27F0">
      <w:pPr>
        <w:pStyle w:val="USTustnpkodeksu"/>
      </w:pPr>
      <w:r w:rsidRPr="00182333">
        <w:t>3. Artysta zawodowy nie musi być członkiem obsługującej go organizacji reprezentatywnej.</w:t>
      </w:r>
    </w:p>
    <w:p w14:paraId="6C4B4196" w14:textId="77777777" w:rsidR="00AE27F0" w:rsidRPr="00182333" w:rsidRDefault="00AE27F0" w:rsidP="00AE27F0">
      <w:pPr>
        <w:pStyle w:val="USTustnpkodeksu"/>
      </w:pPr>
      <w:r w:rsidRPr="00182333">
        <w:t>4. Artysta zawodowy może zmienić obsługującą go organizację reprezentatywną.</w:t>
      </w:r>
    </w:p>
    <w:p w14:paraId="1E200590" w14:textId="72B82264" w:rsidR="00AE27F0" w:rsidRPr="00182333" w:rsidRDefault="00AE27F0" w:rsidP="00AE27F0">
      <w:pPr>
        <w:pStyle w:val="ARTartustawynprozporzdzenia"/>
      </w:pPr>
      <w:r w:rsidRPr="00182333">
        <w:rPr>
          <w:rStyle w:val="Ppogrubienie"/>
        </w:rPr>
        <w:t>Art. 22.</w:t>
      </w:r>
      <w:r w:rsidRPr="00182333">
        <w:t xml:space="preserve"> 1. W</w:t>
      </w:r>
      <w:r>
        <w:t> </w:t>
      </w:r>
      <w:r w:rsidRPr="00182333">
        <w:t xml:space="preserve">celu wpisania do </w:t>
      </w:r>
      <w:r>
        <w:t>systemu</w:t>
      </w:r>
      <w:r w:rsidRPr="00182333">
        <w:t>, organizacja zwraca się z</w:t>
      </w:r>
      <w:r>
        <w:t> </w:t>
      </w:r>
      <w:r w:rsidRPr="00182333">
        <w:t>wnioskiem do Dyrektora Izby o</w:t>
      </w:r>
      <w:r>
        <w:t> </w:t>
      </w:r>
      <w:r w:rsidRPr="00182333">
        <w:t>uwzględnienie jej w</w:t>
      </w:r>
      <w:r>
        <w:t> systemie</w:t>
      </w:r>
      <w:r w:rsidRPr="00182333">
        <w:t xml:space="preserve">. </w:t>
      </w:r>
    </w:p>
    <w:p w14:paraId="4D8238B5" w14:textId="01BDB700" w:rsidR="00AE27F0" w:rsidRPr="00182333" w:rsidRDefault="00AE27F0" w:rsidP="00AE27F0">
      <w:pPr>
        <w:pStyle w:val="USTustnpkodeksu"/>
      </w:pPr>
      <w:r w:rsidRPr="00182333">
        <w:t>2. Dyrektor Izby, po zbadaniu spełniania przez organizację ustawowych przesłanek, wpisuje organizację do systemu i</w:t>
      </w:r>
      <w:r>
        <w:t> </w:t>
      </w:r>
      <w:r w:rsidRPr="00182333">
        <w:t>umożliwia wybór tej organizacji przez artystów zawodowych, jako organizacji ich obsługującej.</w:t>
      </w:r>
    </w:p>
    <w:p w14:paraId="17C657F7" w14:textId="77777777" w:rsidR="00AE27F0" w:rsidRPr="00182333" w:rsidRDefault="00AE27F0" w:rsidP="00AE27F0">
      <w:pPr>
        <w:pStyle w:val="USTustnpkodeksu"/>
      </w:pPr>
      <w:r w:rsidRPr="00182333">
        <w:t>3. Wybór przez artystę zawodowego obsługującej go organizacji wywołuje skutek natychmiastowy, chyba że organizacja nie uzyskała jeszcze statusu organizacji reprezentatywnej. Wybory dokonane przez artystów zawodowych wywołują skutek gdy ich liczba spowoduje, że dana organizacja spełnia kryteria reprezentatywności.</w:t>
      </w:r>
    </w:p>
    <w:p w14:paraId="2F295AE6" w14:textId="5FBB161C" w:rsidR="00AE27F0" w:rsidRPr="00182333" w:rsidRDefault="00AE27F0" w:rsidP="00AE27F0">
      <w:pPr>
        <w:pStyle w:val="USTustnpkodeksu"/>
      </w:pPr>
      <w:r w:rsidRPr="00182333">
        <w:t>4. Dyrektor Izby nie rzadziej niż raz na kwartał bada, które organizacje spełniają kryteria reprezentatywności, na podstawie danych z</w:t>
      </w:r>
      <w:r>
        <w:t> systemu</w:t>
      </w:r>
      <w:r w:rsidRPr="00182333">
        <w:t>, o</w:t>
      </w:r>
      <w:r>
        <w:t> </w:t>
      </w:r>
      <w:r w:rsidRPr="00182333">
        <w:t>którym mowa w</w:t>
      </w:r>
      <w:r>
        <w:t> art. </w:t>
      </w:r>
      <w:r w:rsidRPr="00182333">
        <w:t>37</w:t>
      </w:r>
      <w:r>
        <w:t xml:space="preserve"> i </w:t>
      </w:r>
      <w:r w:rsidRPr="00182333">
        <w:t>informuje o</w:t>
      </w:r>
      <w:r>
        <w:t> </w:t>
      </w:r>
      <w:r w:rsidRPr="00182333">
        <w:t>tym ministra właściwego do spraw kultury i</w:t>
      </w:r>
      <w:r>
        <w:t> </w:t>
      </w:r>
      <w:r w:rsidRPr="00182333">
        <w:t xml:space="preserve">ochrony dziedzictwa narodowego. </w:t>
      </w:r>
    </w:p>
    <w:p w14:paraId="6090FDEC" w14:textId="20A07773" w:rsidR="00AE27F0" w:rsidRPr="00182333" w:rsidRDefault="00AE27F0" w:rsidP="00AE27F0">
      <w:pPr>
        <w:pStyle w:val="USTustnpkodeksu"/>
      </w:pPr>
      <w:r w:rsidRPr="00182333">
        <w:t>5. Minister właściwy do spraw kultury i</w:t>
      </w:r>
      <w:r>
        <w:t> </w:t>
      </w:r>
      <w:r w:rsidRPr="00182333">
        <w:t>ochrony dziedzictwa narodowego zamieszcza, nie rzadziej niż raz na kwartał, listę organizacji reprezentatywnych i</w:t>
      </w:r>
      <w:r>
        <w:t> </w:t>
      </w:r>
      <w:r w:rsidRPr="00182333">
        <w:t>zawodów, dla których organizacje te spełniają kryteria reprezentatywności, na stronie podmiotowej Biuletynu Informacji Publicznej urzędu, który go obsługuje.</w:t>
      </w:r>
    </w:p>
    <w:p w14:paraId="356A34CE" w14:textId="77777777" w:rsidR="00AE27F0" w:rsidRPr="00182333" w:rsidRDefault="00AE27F0" w:rsidP="00AE27F0">
      <w:pPr>
        <w:pStyle w:val="ARTartustawynprozporzdzenia"/>
      </w:pPr>
      <w:r w:rsidRPr="00182333">
        <w:rPr>
          <w:rStyle w:val="Ppogrubienie"/>
        </w:rPr>
        <w:t>Art. 23.</w:t>
      </w:r>
      <w:r w:rsidRPr="00182333">
        <w:t xml:space="preserve"> 1. Organizacja reprezentatywna potwierdza dorobek artystyczny na wniosek osoby zainteresowanej.</w:t>
      </w:r>
    </w:p>
    <w:p w14:paraId="46789628" w14:textId="0916D4F9" w:rsidR="00AE27F0" w:rsidRDefault="00AE27F0" w:rsidP="00AE27F0">
      <w:pPr>
        <w:pStyle w:val="USTustnpkodeksu"/>
      </w:pPr>
      <w:r w:rsidRPr="00182333">
        <w:t>2. Wniosek o</w:t>
      </w:r>
      <w:r>
        <w:t> </w:t>
      </w:r>
      <w:r w:rsidRPr="00182333">
        <w:t xml:space="preserve">potwierdzenie dorobku artystycznego </w:t>
      </w:r>
      <w:r w:rsidRPr="006A7FB4">
        <w:t xml:space="preserve">składany jest </w:t>
      </w:r>
      <w:r>
        <w:t>za pośrednictwem systemu</w:t>
      </w:r>
      <w:r w:rsidRPr="006A7FB4">
        <w:t xml:space="preserve"> </w:t>
      </w:r>
      <w:r>
        <w:t>i </w:t>
      </w:r>
      <w:r w:rsidRPr="00182333">
        <w:t>zawiera</w:t>
      </w:r>
      <w:r>
        <w:t>:</w:t>
      </w:r>
    </w:p>
    <w:p w14:paraId="1B2555C6" w14:textId="4EC66DDD" w:rsidR="00AE27F0" w:rsidRDefault="00AE27F0" w:rsidP="00AE27F0">
      <w:pPr>
        <w:pStyle w:val="PKTpunkt"/>
      </w:pPr>
      <w:r>
        <w:t>1)</w:t>
      </w:r>
      <w:r>
        <w:tab/>
        <w:t xml:space="preserve">dane </w:t>
      </w:r>
      <w:r w:rsidRPr="006A7FB4">
        <w:t xml:space="preserve">osoby </w:t>
      </w:r>
      <w:r>
        <w:t>której dotyczy wniosek</w:t>
      </w:r>
      <w:r w:rsidRPr="006A7FB4">
        <w:t>, w</w:t>
      </w:r>
      <w:r>
        <w:t> </w:t>
      </w:r>
      <w:r w:rsidRPr="006A7FB4">
        <w:t xml:space="preserve">tym: </w:t>
      </w:r>
    </w:p>
    <w:p w14:paraId="02584D39" w14:textId="77777777" w:rsidR="00AE27F0" w:rsidRDefault="00AE27F0" w:rsidP="00AE27F0">
      <w:pPr>
        <w:pStyle w:val="LITlitera"/>
      </w:pPr>
      <w:r>
        <w:t>a)</w:t>
      </w:r>
      <w:r>
        <w:tab/>
      </w:r>
      <w:r w:rsidRPr="006A7FB4">
        <w:t xml:space="preserve">imię, nazwisko, </w:t>
      </w:r>
    </w:p>
    <w:p w14:paraId="10973157" w14:textId="77777777" w:rsidR="00AE27F0" w:rsidRDefault="00AE27F0" w:rsidP="00AE27F0">
      <w:pPr>
        <w:pStyle w:val="LITlitera"/>
      </w:pPr>
      <w:r>
        <w:t>b)</w:t>
      </w:r>
      <w:r>
        <w:tab/>
      </w:r>
      <w:r w:rsidRPr="006A7FB4">
        <w:t xml:space="preserve">adres miejsca zamieszkania, </w:t>
      </w:r>
    </w:p>
    <w:p w14:paraId="134CA1D7" w14:textId="77777777" w:rsidR="00AE27F0" w:rsidRDefault="00AE27F0" w:rsidP="00AE27F0">
      <w:pPr>
        <w:pStyle w:val="LITlitera"/>
      </w:pPr>
      <w:r>
        <w:lastRenderedPageBreak/>
        <w:t>c)</w:t>
      </w:r>
      <w:r>
        <w:tab/>
      </w:r>
      <w:r w:rsidRPr="006A7FB4">
        <w:t xml:space="preserve">obywatelstwo, </w:t>
      </w:r>
    </w:p>
    <w:p w14:paraId="7DE9674E" w14:textId="49B5CA98" w:rsidR="00AE27F0" w:rsidRDefault="00AE27F0" w:rsidP="00AE27F0">
      <w:pPr>
        <w:pStyle w:val="LITlitera"/>
      </w:pPr>
      <w:r>
        <w:t>d)</w:t>
      </w:r>
      <w:r>
        <w:tab/>
      </w:r>
      <w:r w:rsidRPr="006A7FB4">
        <w:t>numer PESEL, a</w:t>
      </w:r>
      <w:r>
        <w:t> </w:t>
      </w:r>
      <w:r w:rsidRPr="006A7FB4">
        <w:t>w</w:t>
      </w:r>
      <w:r>
        <w:t> </w:t>
      </w:r>
      <w:r w:rsidRPr="006A7FB4">
        <w:t xml:space="preserve">przypadku gdy nie nadano numeru PESEL </w:t>
      </w:r>
      <w:r>
        <w:noBreakHyphen/>
        <w:t xml:space="preserve"> </w:t>
      </w:r>
      <w:r w:rsidRPr="006A7FB4">
        <w:t>numer i</w:t>
      </w:r>
      <w:r>
        <w:t> </w:t>
      </w:r>
      <w:r w:rsidRPr="006A7FB4">
        <w:t>serię dokumentu potwierdzającego tożsamość</w:t>
      </w:r>
      <w:r>
        <w:t>, datę urodzenia,</w:t>
      </w:r>
    </w:p>
    <w:p w14:paraId="7E2D0FFF" w14:textId="58238EDD" w:rsidR="00AE27F0" w:rsidRDefault="00AE27F0" w:rsidP="00AE27F0">
      <w:pPr>
        <w:pStyle w:val="LITlitera"/>
      </w:pPr>
      <w:r>
        <w:t>e)</w:t>
      </w:r>
      <w:r>
        <w:tab/>
      </w:r>
      <w:r w:rsidRPr="006A7FB4">
        <w:t>adres poczty elektronicznej i</w:t>
      </w:r>
      <w:r>
        <w:t> </w:t>
      </w:r>
      <w:r w:rsidRPr="006A7FB4">
        <w:t>numer telefonu</w:t>
      </w:r>
      <w:r w:rsidRPr="00DF334B">
        <w:t xml:space="preserve"> o</w:t>
      </w:r>
      <w:r>
        <w:t> </w:t>
      </w:r>
      <w:r w:rsidRPr="00DF334B">
        <w:t>ile je posiad</w:t>
      </w:r>
      <w:r>
        <w:t>a</w:t>
      </w:r>
      <w:r w:rsidRPr="006A7FB4">
        <w:t>;</w:t>
      </w:r>
    </w:p>
    <w:p w14:paraId="21CBA2CC" w14:textId="77777777" w:rsidR="00AE27F0" w:rsidRDefault="00AE27F0" w:rsidP="00AE27F0">
      <w:pPr>
        <w:pStyle w:val="PKTpunkt"/>
      </w:pPr>
      <w:r>
        <w:t>2)</w:t>
      </w:r>
      <w:r>
        <w:tab/>
      </w:r>
      <w:r w:rsidRPr="00182333">
        <w:t>uzasadnienie potwierdzające dorobek artystyczny</w:t>
      </w:r>
      <w:r>
        <w:t>;</w:t>
      </w:r>
    </w:p>
    <w:p w14:paraId="1C313B03" w14:textId="0BBF4A28" w:rsidR="00AE27F0" w:rsidRPr="00182333" w:rsidRDefault="00AE27F0" w:rsidP="00AE27F0">
      <w:pPr>
        <w:pStyle w:val="PKTpunkt"/>
      </w:pPr>
      <w:r>
        <w:t>3)</w:t>
      </w:r>
      <w:r>
        <w:tab/>
      </w:r>
      <w:r w:rsidRPr="00182333">
        <w:t>materiały stanowiące potwierdzenie dorobku artystycznego, w</w:t>
      </w:r>
      <w:r>
        <w:t> </w:t>
      </w:r>
      <w:r w:rsidRPr="00182333">
        <w:t xml:space="preserve">szczególności wykaz podjętych czynności artystycznych oraz </w:t>
      </w:r>
      <w:proofErr w:type="spellStart"/>
      <w:r w:rsidRPr="00182333">
        <w:t>zdigitalizowane</w:t>
      </w:r>
      <w:proofErr w:type="spellEnd"/>
      <w:r w:rsidRPr="00182333">
        <w:t xml:space="preserve"> wybrane utwory </w:t>
      </w:r>
      <w:r>
        <w:t xml:space="preserve">lub artystyczne wykonania </w:t>
      </w:r>
      <w:r w:rsidRPr="00182333">
        <w:t>osoby ubiegającej się o</w:t>
      </w:r>
      <w:r>
        <w:t> </w:t>
      </w:r>
      <w:r w:rsidRPr="00182333">
        <w:t>potwierdzenie dorobku.</w:t>
      </w:r>
    </w:p>
    <w:p w14:paraId="27B19FD5" w14:textId="3F34D74E" w:rsidR="00AE27F0" w:rsidRPr="00182333" w:rsidRDefault="00AE27F0" w:rsidP="00AE27F0">
      <w:pPr>
        <w:pStyle w:val="USTustnpkodeksu"/>
      </w:pPr>
      <w:r w:rsidRPr="00182333">
        <w:t>3. Organizacja reprezentatywna w</w:t>
      </w:r>
      <w:r>
        <w:t> </w:t>
      </w:r>
      <w:r w:rsidRPr="00182333">
        <w:t>terminie nie dłuższym niż 2</w:t>
      </w:r>
      <w:r>
        <w:t> </w:t>
      </w:r>
      <w:r w:rsidRPr="00182333">
        <w:t>miesiące od dnia złożenia wniosku o</w:t>
      </w:r>
      <w:r>
        <w:t> </w:t>
      </w:r>
      <w:r w:rsidRPr="00182333">
        <w:t>potwierdzenie dorobku artystycznego wydaje poświadczenie, w</w:t>
      </w:r>
      <w:r>
        <w:t> </w:t>
      </w:r>
      <w:r w:rsidRPr="00182333">
        <w:t>którym potwierdza albo odmawia potwierdzenia dorobku artystycznego.</w:t>
      </w:r>
    </w:p>
    <w:p w14:paraId="644D7BA1" w14:textId="5B3DF4AD" w:rsidR="00AE27F0" w:rsidRPr="00182333" w:rsidRDefault="00AE27F0" w:rsidP="00AE27F0">
      <w:pPr>
        <w:pStyle w:val="USTustnpkodeksu"/>
      </w:pPr>
      <w:r w:rsidRPr="00182333">
        <w:t>4. Poświadczenie wydawane jest według wzoru i</w:t>
      </w:r>
      <w:r>
        <w:t> </w:t>
      </w:r>
      <w:r w:rsidRPr="00182333">
        <w:t>zawiera uzasadnienie.</w:t>
      </w:r>
    </w:p>
    <w:p w14:paraId="0B8CB3BF" w14:textId="06444BAB" w:rsidR="00AE27F0" w:rsidRPr="00182333" w:rsidRDefault="00AE27F0" w:rsidP="00AE27F0">
      <w:pPr>
        <w:pStyle w:val="USTustnpkodeksu"/>
      </w:pPr>
      <w:r w:rsidRPr="00182333">
        <w:t>5. W</w:t>
      </w:r>
      <w:r>
        <w:t> </w:t>
      </w:r>
      <w:r w:rsidRPr="00182333">
        <w:t>uzasadnionych przypadkach, w</w:t>
      </w:r>
      <w:r>
        <w:t> </w:t>
      </w:r>
      <w:r w:rsidRPr="00182333">
        <w:t>szczególności jeżeli załączone do wniosku o</w:t>
      </w:r>
      <w:r>
        <w:t> </w:t>
      </w:r>
      <w:r w:rsidRPr="00182333">
        <w:t>potwierdzenie dorobku artystycznego materiały wymagają uzupełnienia, termin o</w:t>
      </w:r>
      <w:r>
        <w:t> </w:t>
      </w:r>
      <w:r w:rsidRPr="00182333">
        <w:t>którym mowa w</w:t>
      </w:r>
      <w:r>
        <w:t> ust. </w:t>
      </w:r>
      <w:r w:rsidRPr="00182333">
        <w:t>3</w:t>
      </w:r>
      <w:r>
        <w:t> </w:t>
      </w:r>
      <w:r w:rsidRPr="00182333">
        <w:t>może zostać przedłużony na okres nie dłuższy niż kolejne 2</w:t>
      </w:r>
      <w:r>
        <w:t> </w:t>
      </w:r>
      <w:r w:rsidRPr="00182333">
        <w:t>miesiące.</w:t>
      </w:r>
      <w:r>
        <w:t xml:space="preserve"> Komunikacja ze składającym wniosek odbywa się za pośrednictwem systemu.</w:t>
      </w:r>
    </w:p>
    <w:p w14:paraId="2FD85B36" w14:textId="4124B620" w:rsidR="00AE27F0" w:rsidRPr="00182333" w:rsidRDefault="00AE27F0" w:rsidP="00AE27F0">
      <w:pPr>
        <w:pStyle w:val="USTustnpkodeksu"/>
      </w:pPr>
      <w:r w:rsidRPr="00182333">
        <w:t>6. Brak wydania poświadczenia w</w:t>
      </w:r>
      <w:r>
        <w:t> </w:t>
      </w:r>
      <w:r w:rsidRPr="00182333">
        <w:t>terminie, o</w:t>
      </w:r>
      <w:r>
        <w:t> </w:t>
      </w:r>
      <w:r w:rsidRPr="00182333">
        <w:t>którym mowa w</w:t>
      </w:r>
      <w:r>
        <w:t> ust. </w:t>
      </w:r>
      <w:r w:rsidRPr="00182333">
        <w:t>3</w:t>
      </w:r>
      <w:r>
        <w:t xml:space="preserve"> albo</w:t>
      </w:r>
      <w:r w:rsidRPr="00182333">
        <w:t xml:space="preserve"> 5, upoważnia osobę, o</w:t>
      </w:r>
      <w:r>
        <w:t> </w:t>
      </w:r>
      <w:r w:rsidRPr="00182333">
        <w:t>której mowa w</w:t>
      </w:r>
      <w:r>
        <w:t> ust. </w:t>
      </w:r>
      <w:r w:rsidRPr="00182333">
        <w:t xml:space="preserve">1, do zwrócenia się </w:t>
      </w:r>
      <w:r>
        <w:t xml:space="preserve">za pośrednictwem systemu </w:t>
      </w:r>
      <w:r w:rsidRPr="00182333">
        <w:t>o</w:t>
      </w:r>
      <w:r>
        <w:t> </w:t>
      </w:r>
      <w:r w:rsidRPr="00182333">
        <w:t>potwierdzenie dorobku artystycznego bezpośrednio do Rady Izby.</w:t>
      </w:r>
      <w:r>
        <w:t xml:space="preserve"> Rada Izby informuje organizację reprezentatywną, do której zwrócono się z wnioskiem o potwierdzenie dorobku artystycznego za pośrednictwem systemu o zwróceniu się bezpośrednio do niej w sprawie potwierdzenia dorobku.</w:t>
      </w:r>
    </w:p>
    <w:p w14:paraId="1A3002A2" w14:textId="1AF4885F" w:rsidR="00AE27F0" w:rsidRPr="00182333" w:rsidRDefault="00AE27F0" w:rsidP="00AE27F0">
      <w:pPr>
        <w:pStyle w:val="USTustnpkodeksu"/>
      </w:pPr>
      <w:r w:rsidRPr="00182333">
        <w:t>7. Od poświadczenia odmawiającego potwierdzenia dorobku artystycznego przysługuje odwołanie do Rady Izby w</w:t>
      </w:r>
      <w:r>
        <w:t> </w:t>
      </w:r>
      <w:r w:rsidRPr="00182333">
        <w:t>terminie 30</w:t>
      </w:r>
      <w:r>
        <w:t> </w:t>
      </w:r>
      <w:r w:rsidRPr="00182333">
        <w:t>dni od dnia jego doręczenia</w:t>
      </w:r>
      <w:r>
        <w:t xml:space="preserve"> za pośrednictwem systemu</w:t>
      </w:r>
      <w:r w:rsidRPr="00182333">
        <w:t>.</w:t>
      </w:r>
      <w:r>
        <w:t xml:space="preserve"> Odwołanie składa się za pośrednictwem systemu i zawiera </w:t>
      </w:r>
      <w:r w:rsidRPr="00412A30">
        <w:t xml:space="preserve">dane osoby której dotyczy </w:t>
      </w:r>
      <w:r>
        <w:t>sprawa</w:t>
      </w:r>
      <w:r w:rsidRPr="00412A30">
        <w:t>, w</w:t>
      </w:r>
      <w:r>
        <w:t> </w:t>
      </w:r>
      <w:r w:rsidRPr="00412A30">
        <w:t>tym: imię, nazwisko, adres miejsca zamieszkania, obywatelstwo, numer PESEL, a</w:t>
      </w:r>
      <w:r>
        <w:t> </w:t>
      </w:r>
      <w:r w:rsidRPr="00412A30">
        <w:t>w</w:t>
      </w:r>
      <w:r>
        <w:t> </w:t>
      </w:r>
      <w:r w:rsidRPr="00412A30">
        <w:t xml:space="preserve">przypadku gdy nie nadano numeru PESEL </w:t>
      </w:r>
      <w:r>
        <w:noBreakHyphen/>
        <w:t xml:space="preserve"> </w:t>
      </w:r>
      <w:r w:rsidRPr="00412A30">
        <w:t>numer i</w:t>
      </w:r>
      <w:r>
        <w:t> </w:t>
      </w:r>
      <w:r w:rsidRPr="00412A30">
        <w:t>serię dokumentu potwierdzającego tożsamość oraz, o</w:t>
      </w:r>
      <w:r>
        <w:t> </w:t>
      </w:r>
      <w:r w:rsidRPr="00412A30">
        <w:t xml:space="preserve">ile je posiada </w:t>
      </w:r>
      <w:r>
        <w:noBreakHyphen/>
        <w:t xml:space="preserve"> </w:t>
      </w:r>
      <w:r w:rsidRPr="00412A30">
        <w:t xml:space="preserve">adres poczty </w:t>
      </w:r>
      <w:r>
        <w:t>elektronicznej i numer telefonu, a załącznikami do niego są wniosek o potwierdzenie dorobku i poświadczenia wydane przez organizację reprezentatywną.</w:t>
      </w:r>
    </w:p>
    <w:p w14:paraId="3EE1B66D" w14:textId="62674731" w:rsidR="00AE27F0" w:rsidRDefault="00AE27F0" w:rsidP="00AE27F0">
      <w:pPr>
        <w:pStyle w:val="USTustnpkodeksu"/>
      </w:pPr>
      <w:r w:rsidRPr="00182333">
        <w:t>8. Rada Izby rozpatruje sprawę nie później niż w</w:t>
      </w:r>
      <w:r>
        <w:t> </w:t>
      </w:r>
      <w:r w:rsidRPr="00182333">
        <w:t>terminie 30</w:t>
      </w:r>
      <w:r>
        <w:t> </w:t>
      </w:r>
      <w:r w:rsidRPr="00182333">
        <w:t>dni od dnia jej doręczenia, na podstawie złożonego wniosku o</w:t>
      </w:r>
      <w:r>
        <w:t> </w:t>
      </w:r>
      <w:r w:rsidRPr="00182333">
        <w:t xml:space="preserve">potwierdzenie dorobku artystycznego, protokołu oraz </w:t>
      </w:r>
      <w:r w:rsidRPr="00182333">
        <w:lastRenderedPageBreak/>
        <w:t>odwołania i</w:t>
      </w:r>
      <w:r>
        <w:t> </w:t>
      </w:r>
      <w:r w:rsidRPr="00182333">
        <w:t>wydaje poświadczenie, w</w:t>
      </w:r>
      <w:r>
        <w:t> </w:t>
      </w:r>
      <w:r w:rsidRPr="00182333">
        <w:t>którym potwierdza lub odmawia potwierdzenia dorobku artystycznego.</w:t>
      </w:r>
      <w:r>
        <w:t xml:space="preserve"> Ustępy 3</w:t>
      </w:r>
      <w:r>
        <w:noBreakHyphen/>
        <w:t>5 oraz art. 28 stosuje się odpowiednio.</w:t>
      </w:r>
    </w:p>
    <w:p w14:paraId="09DAB6A1" w14:textId="54344C7E" w:rsidR="00A76C4B" w:rsidRPr="00182333" w:rsidRDefault="00A76C4B" w:rsidP="00AE27F0">
      <w:pPr>
        <w:pStyle w:val="USTustnpkodeksu"/>
      </w:pPr>
      <w:r>
        <w:t xml:space="preserve">9. </w:t>
      </w:r>
      <w:r w:rsidR="004F2D5E">
        <w:t xml:space="preserve">Ponowny wniosek </w:t>
      </w:r>
      <w:r w:rsidR="007A48A7">
        <w:t xml:space="preserve">w sprawie potwierdzenia dorobku artystycznego można złożyć po upływie 6 miesięcy od ostatecznej </w:t>
      </w:r>
      <w:r w:rsidR="008262B6" w:rsidRPr="008262B6">
        <w:t>odm</w:t>
      </w:r>
      <w:r w:rsidR="007A48A7">
        <w:t>owy</w:t>
      </w:r>
      <w:r w:rsidR="008262B6" w:rsidRPr="008262B6">
        <w:t xml:space="preserve"> potwierdzenia dorobku artystycznego</w:t>
      </w:r>
      <w:r w:rsidR="007A48A7">
        <w:t>.</w:t>
      </w:r>
    </w:p>
    <w:p w14:paraId="74204890" w14:textId="3068C3F2" w:rsidR="00AE27F0" w:rsidRPr="00182333" w:rsidRDefault="00AE27F0" w:rsidP="00AE27F0">
      <w:pPr>
        <w:pStyle w:val="ARTartustawynprozporzdzenia"/>
      </w:pPr>
      <w:r w:rsidRPr="00391AB2">
        <w:rPr>
          <w:rStyle w:val="Ppogrubienie"/>
        </w:rPr>
        <w:t>Art. 24.</w:t>
      </w:r>
      <w:r w:rsidRPr="00182333">
        <w:t xml:space="preserve"> 1. Potwierdzając dorobek artystyczny, organizacja reprezentatywna bierze pod uwagę zalecenia wydane przez Radę Izby. Zalecenia Rady Izby dotyczą w</w:t>
      </w:r>
      <w:r>
        <w:t> </w:t>
      </w:r>
      <w:r w:rsidRPr="00182333">
        <w:t>szczególności czynności wskazujących na zawodowy charakter działalności artystycznej w</w:t>
      </w:r>
      <w:r>
        <w:t> </w:t>
      </w:r>
      <w:r w:rsidRPr="00182333">
        <w:t>danym zawodzie artystycznym.</w:t>
      </w:r>
    </w:p>
    <w:p w14:paraId="158CBBC5" w14:textId="77777777" w:rsidR="00AE27F0" w:rsidRPr="00182333" w:rsidRDefault="00AE27F0" w:rsidP="00AE27F0">
      <w:pPr>
        <w:pStyle w:val="USTustnpkodeksu"/>
      </w:pPr>
      <w:r w:rsidRPr="00182333">
        <w:t>2. Zalecenia Rady Izby są publikowane na stronie podmiotowej Biuletynu Informacji Publicznej Polskiej Izby Artystów.</w:t>
      </w:r>
    </w:p>
    <w:p w14:paraId="530C26FE" w14:textId="686ED6BC" w:rsidR="00AE27F0" w:rsidRPr="00182333" w:rsidRDefault="00AE27F0" w:rsidP="00AE27F0">
      <w:pPr>
        <w:pStyle w:val="ARTartustawynprozporzdzenia"/>
      </w:pPr>
      <w:r w:rsidRPr="00391AB2">
        <w:rPr>
          <w:rStyle w:val="Ppogrubienie"/>
        </w:rPr>
        <w:t>Art. 25.</w:t>
      </w:r>
      <w:r w:rsidRPr="00182333">
        <w:t xml:space="preserve"> 1. Organizacja reprezentatywna może pobierać opłatę za wydanie poświadczenia, w</w:t>
      </w:r>
      <w:r>
        <w:t> </w:t>
      </w:r>
      <w:r w:rsidRPr="00182333">
        <w:t>wysokości nie wyższej niż:</w:t>
      </w:r>
    </w:p>
    <w:p w14:paraId="1440C17B" w14:textId="75C44AEE" w:rsidR="00AE27F0" w:rsidRPr="00182333" w:rsidRDefault="00AE27F0" w:rsidP="00AE27F0">
      <w:pPr>
        <w:pStyle w:val="PKTpunkt"/>
      </w:pPr>
      <w:r w:rsidRPr="00182333">
        <w:t>1)</w:t>
      </w:r>
      <w:r w:rsidRPr="00182333">
        <w:tab/>
      </w:r>
      <w:r>
        <w:t>6</w:t>
      </w:r>
      <w:r w:rsidRPr="00182333">
        <w:t>% przeciętnego wynagrodzenia w</w:t>
      </w:r>
      <w:r>
        <w:t> </w:t>
      </w:r>
      <w:r w:rsidRPr="00182333">
        <w:t>gospodarce narodowej w</w:t>
      </w:r>
      <w:r>
        <w:t> </w:t>
      </w:r>
      <w:r w:rsidRPr="00182333">
        <w:t>poprzednim roku kalendarzowym przy wydawaniu poświadczenia, o</w:t>
      </w:r>
      <w:r>
        <w:t> </w:t>
      </w:r>
      <w:r w:rsidRPr="00182333">
        <w:t>którym mowa w</w:t>
      </w:r>
      <w:r>
        <w:t> art. </w:t>
      </w:r>
      <w:r w:rsidRPr="00182333">
        <w:t>23;</w:t>
      </w:r>
    </w:p>
    <w:p w14:paraId="134B520B" w14:textId="23A7C4A2" w:rsidR="00AE27F0" w:rsidRPr="00182333" w:rsidRDefault="00AE27F0" w:rsidP="00AE27F0">
      <w:pPr>
        <w:pStyle w:val="PKTpunkt"/>
      </w:pPr>
      <w:r w:rsidRPr="00182333">
        <w:t>2)</w:t>
      </w:r>
      <w:r w:rsidRPr="00182333">
        <w:tab/>
      </w:r>
      <w:r>
        <w:t>3</w:t>
      </w:r>
      <w:r w:rsidRPr="00182333">
        <w:t xml:space="preserve">% </w:t>
      </w:r>
      <w:r w:rsidRPr="00D2595D">
        <w:t>przeciętnego wynagrodzenia w</w:t>
      </w:r>
      <w:r>
        <w:t> </w:t>
      </w:r>
      <w:r w:rsidRPr="00D2595D">
        <w:t>gospodarce narodowej w</w:t>
      </w:r>
      <w:r>
        <w:t> </w:t>
      </w:r>
      <w:r w:rsidRPr="00D2595D">
        <w:t>poprzednim roku kalendarzowym</w:t>
      </w:r>
      <w:r w:rsidRPr="00182333">
        <w:t xml:space="preserve"> przy wydawaniu poświadczenia, o</w:t>
      </w:r>
      <w:r>
        <w:t> </w:t>
      </w:r>
      <w:r w:rsidRPr="00182333">
        <w:t>którym mowa w</w:t>
      </w:r>
      <w:r>
        <w:t> art. </w:t>
      </w:r>
      <w:r w:rsidRPr="00182333">
        <w:t>33.</w:t>
      </w:r>
    </w:p>
    <w:p w14:paraId="4B9738FA" w14:textId="77777777" w:rsidR="00AE27F0" w:rsidRPr="00182333" w:rsidRDefault="00AE27F0" w:rsidP="00AE27F0">
      <w:pPr>
        <w:pStyle w:val="USTustnpkodeksu"/>
      </w:pPr>
      <w:r w:rsidRPr="00182333">
        <w:t>2. Jeżeli organizacja reprezentatywna pobiera opłaty za poświadczenia, zasady pobierania tych opłat są publikowane na stronie internetowej tej organizacji oraz przekazywane Izbie.</w:t>
      </w:r>
    </w:p>
    <w:p w14:paraId="0371A584" w14:textId="599E0016" w:rsidR="00AE27F0" w:rsidRPr="00182333" w:rsidRDefault="00AE27F0" w:rsidP="00AE27F0">
      <w:pPr>
        <w:pStyle w:val="USTustnpkodeksu"/>
      </w:pPr>
      <w:r w:rsidRPr="00182333">
        <w:t>3. Jeżeli organizacja reprezentatywna pobiera opłaty za poświadczenia, dowód wniesienia opłaty należy przedstawić wraz z</w:t>
      </w:r>
      <w:r>
        <w:t> </w:t>
      </w:r>
      <w:r w:rsidRPr="00182333">
        <w:t>wnioskiem, o</w:t>
      </w:r>
      <w:r>
        <w:t> </w:t>
      </w:r>
      <w:r w:rsidRPr="00182333">
        <w:t>którym mowa w</w:t>
      </w:r>
      <w:r>
        <w:t> art. </w:t>
      </w:r>
      <w:r w:rsidRPr="00182333">
        <w:t>23</w:t>
      </w:r>
      <w:r>
        <w:t xml:space="preserve"> ust. </w:t>
      </w:r>
      <w:r w:rsidRPr="00182333">
        <w:t>1</w:t>
      </w:r>
      <w:r>
        <w:t xml:space="preserve"> oraz</w:t>
      </w:r>
      <w:r w:rsidRPr="00182333">
        <w:t xml:space="preserve"> w</w:t>
      </w:r>
      <w:r>
        <w:t> art. </w:t>
      </w:r>
      <w:r w:rsidRPr="00182333">
        <w:t>33</w:t>
      </w:r>
      <w:r>
        <w:t xml:space="preserve"> ust. </w:t>
      </w:r>
      <w:r w:rsidRPr="00182333">
        <w:t>1.</w:t>
      </w:r>
    </w:p>
    <w:p w14:paraId="39E77280" w14:textId="4C50031B" w:rsidR="00AE27F0" w:rsidRDefault="00AE27F0" w:rsidP="00AE27F0">
      <w:pPr>
        <w:pStyle w:val="ARTartustawynprozporzdzenia"/>
      </w:pPr>
      <w:r w:rsidRPr="00391AB2">
        <w:rPr>
          <w:rStyle w:val="Ppogrubienie"/>
        </w:rPr>
        <w:t>Art. 26.</w:t>
      </w:r>
      <w:r w:rsidRPr="00182333">
        <w:t xml:space="preserve"> </w:t>
      </w:r>
      <w:r>
        <w:t xml:space="preserve">1. </w:t>
      </w:r>
      <w:r w:rsidRPr="00182333">
        <w:t>Organizacja reprezentatywna sporządza protokół z</w:t>
      </w:r>
      <w:r>
        <w:t> </w:t>
      </w:r>
      <w:r w:rsidRPr="00182333">
        <w:t>czynności podjętych w</w:t>
      </w:r>
      <w:r>
        <w:t> </w:t>
      </w:r>
      <w:r w:rsidRPr="00182333">
        <w:t>postępowaniu o</w:t>
      </w:r>
      <w:r>
        <w:t> </w:t>
      </w:r>
      <w:r w:rsidRPr="00182333">
        <w:t>wydanie poświadczenia.</w:t>
      </w:r>
      <w:r>
        <w:t xml:space="preserve"> Protokół załącza się do akt sprawy w systemie.</w:t>
      </w:r>
    </w:p>
    <w:p w14:paraId="7F205F27" w14:textId="77777777" w:rsidR="00AE27F0" w:rsidRDefault="00AE27F0" w:rsidP="00AE27F0">
      <w:pPr>
        <w:pStyle w:val="USTustnpkodeksu"/>
      </w:pPr>
      <w:r>
        <w:t>2. Protokół zawiera:</w:t>
      </w:r>
    </w:p>
    <w:p w14:paraId="17EF6663" w14:textId="6CD1A31F" w:rsidR="00AE27F0" w:rsidRPr="00B80F9F" w:rsidRDefault="00AE27F0" w:rsidP="00AE27F0">
      <w:pPr>
        <w:pStyle w:val="PKTpunkt"/>
      </w:pPr>
      <w:r>
        <w:t>1)</w:t>
      </w:r>
      <w:r>
        <w:tab/>
      </w:r>
      <w:r w:rsidRPr="00B80F9F">
        <w:t>wniosek</w:t>
      </w:r>
      <w:r>
        <w:t xml:space="preserve"> o potwierdzenie dorobku artystycznego</w:t>
      </w:r>
      <w:r w:rsidRPr="00B80F9F">
        <w:t>;</w:t>
      </w:r>
    </w:p>
    <w:p w14:paraId="5637AA52" w14:textId="4D80FE84" w:rsidR="00AE27F0" w:rsidRDefault="00AE27F0" w:rsidP="00AE27F0">
      <w:pPr>
        <w:pStyle w:val="PKTpunkt"/>
      </w:pPr>
      <w:r w:rsidRPr="00B80F9F">
        <w:t>2)</w:t>
      </w:r>
      <w:r w:rsidRPr="00B80F9F">
        <w:tab/>
      </w:r>
      <w:r>
        <w:t xml:space="preserve">dane osób uczestniczących w ocenie dorobku artystycznego: </w:t>
      </w:r>
      <w:r w:rsidRPr="00B80F9F">
        <w:t>imię, nazwisko</w:t>
      </w:r>
      <w:r w:rsidR="00D80127">
        <w:t xml:space="preserve"> i nr PESEL</w:t>
      </w:r>
      <w:r w:rsidR="00760378">
        <w:t xml:space="preserve">, a w przypadku gdy nie nadano numeru PESEL – numer i serię dokumentu </w:t>
      </w:r>
      <w:r w:rsidR="00D537FD">
        <w:t xml:space="preserve">potwierdzającego </w:t>
      </w:r>
      <w:r w:rsidR="00760378">
        <w:t>tożsamo</w:t>
      </w:r>
      <w:r w:rsidR="00D537FD">
        <w:t>ść</w:t>
      </w:r>
      <w:r>
        <w:t>;</w:t>
      </w:r>
    </w:p>
    <w:p w14:paraId="308DFB22" w14:textId="0542C3C5" w:rsidR="00AE27F0" w:rsidRDefault="00AE27F0" w:rsidP="00AE27F0">
      <w:pPr>
        <w:pStyle w:val="PKTpunkt"/>
      </w:pPr>
      <w:r>
        <w:t>3)</w:t>
      </w:r>
      <w:r>
        <w:tab/>
        <w:t>ustalenia powzięte w trakcie wykonywania czynności, w tym</w:t>
      </w:r>
      <w:r w:rsidRPr="00B80F9F">
        <w:t xml:space="preserve"> potwierdzające dorobek artystyczny </w:t>
      </w:r>
      <w:r>
        <w:t>osoby, której dotyczy wniosek;</w:t>
      </w:r>
    </w:p>
    <w:p w14:paraId="51E81E0B" w14:textId="0F05C4E7" w:rsidR="00AE27F0" w:rsidRPr="00182333" w:rsidRDefault="00AE27F0" w:rsidP="00AE27F0">
      <w:pPr>
        <w:pStyle w:val="PKTpunkt"/>
      </w:pPr>
      <w:r>
        <w:lastRenderedPageBreak/>
        <w:t>4</w:t>
      </w:r>
      <w:r w:rsidRPr="00B80F9F">
        <w:t>)</w:t>
      </w:r>
      <w:r w:rsidRPr="00B80F9F">
        <w:tab/>
        <w:t>materiały stanowiące potwierdzenie dorobku artystycznego, w</w:t>
      </w:r>
      <w:r>
        <w:t> </w:t>
      </w:r>
      <w:r w:rsidRPr="00B80F9F">
        <w:t xml:space="preserve">szczególności wykaz podjętych czynności artystycznych oraz </w:t>
      </w:r>
      <w:proofErr w:type="spellStart"/>
      <w:r w:rsidRPr="00B80F9F">
        <w:t>zdigitalizowane</w:t>
      </w:r>
      <w:proofErr w:type="spellEnd"/>
      <w:r w:rsidRPr="00B80F9F">
        <w:t xml:space="preserve"> wybrane utwory osoby ubiegającej się o</w:t>
      </w:r>
      <w:r>
        <w:t> </w:t>
      </w:r>
      <w:r w:rsidRPr="00B80F9F">
        <w:t>potwierdzenie dorobku</w:t>
      </w:r>
      <w:r>
        <w:t>.</w:t>
      </w:r>
    </w:p>
    <w:p w14:paraId="50D56BE7" w14:textId="47F9BBA9" w:rsidR="00AE27F0" w:rsidRPr="00182333" w:rsidRDefault="00AE27F0" w:rsidP="00AE27F0">
      <w:pPr>
        <w:pStyle w:val="ARTartustawynprozporzdzenia"/>
      </w:pPr>
      <w:r w:rsidRPr="00182333">
        <w:rPr>
          <w:rStyle w:val="Ppogrubienie"/>
        </w:rPr>
        <w:t>Art. 27.</w:t>
      </w:r>
      <w:r w:rsidRPr="00182333">
        <w:t xml:space="preserve"> Minister właściwy do spraw kultury i</w:t>
      </w:r>
      <w:r>
        <w:t> </w:t>
      </w:r>
      <w:r w:rsidRPr="00182333">
        <w:t>ochrony dziedzictwa narodowego określi w</w:t>
      </w:r>
      <w:r>
        <w:t> </w:t>
      </w:r>
      <w:r w:rsidRPr="00182333">
        <w:t>drodze rozporządzenia:</w:t>
      </w:r>
    </w:p>
    <w:p w14:paraId="269969F1" w14:textId="20DF7752" w:rsidR="00AE27F0" w:rsidRPr="00182333" w:rsidRDefault="00AE27F0" w:rsidP="00AE27F0">
      <w:pPr>
        <w:pStyle w:val="PKTpunkt"/>
      </w:pPr>
      <w:r w:rsidRPr="00182333">
        <w:t>1)</w:t>
      </w:r>
      <w:r w:rsidRPr="00182333">
        <w:tab/>
        <w:t>listę zawodów artystycznych, dla których ustalana jest reprezentatywność, biorąc pod uwagę specyfikę i</w:t>
      </w:r>
      <w:r>
        <w:t> </w:t>
      </w:r>
      <w:r w:rsidRPr="00182333">
        <w:t>zróżnicowanie prowadzonej działalności artystycznej oraz dziedziny działalności artystycznej;</w:t>
      </w:r>
    </w:p>
    <w:p w14:paraId="6682010A" w14:textId="1894F410" w:rsidR="00AE27F0" w:rsidRPr="00182333" w:rsidRDefault="00AE27F0" w:rsidP="00AE27F0">
      <w:pPr>
        <w:pStyle w:val="PKTpunkt"/>
      </w:pPr>
      <w:r w:rsidRPr="00182333">
        <w:t>2)</w:t>
      </w:r>
      <w:r w:rsidRPr="00182333">
        <w:tab/>
        <w:t>wzór wniosku, o</w:t>
      </w:r>
      <w:r>
        <w:t> </w:t>
      </w:r>
      <w:r w:rsidRPr="00182333">
        <w:t>którym mowa w</w:t>
      </w:r>
      <w:r>
        <w:t> art. </w:t>
      </w:r>
      <w:r w:rsidRPr="00182333">
        <w:t>23</w:t>
      </w:r>
      <w:r>
        <w:t xml:space="preserve"> ust. </w:t>
      </w:r>
      <w:r w:rsidRPr="00182333">
        <w:t>1, wzór poświadczenia, o</w:t>
      </w:r>
      <w:r>
        <w:t> </w:t>
      </w:r>
      <w:r w:rsidRPr="00182333">
        <w:t>którym mowa w</w:t>
      </w:r>
      <w:r>
        <w:t> art. </w:t>
      </w:r>
      <w:r w:rsidRPr="00182333">
        <w:t>23</w:t>
      </w:r>
      <w:r>
        <w:t xml:space="preserve"> ust. </w:t>
      </w:r>
      <w:r w:rsidRPr="00182333">
        <w:t>4, wzór protokołu o</w:t>
      </w:r>
      <w:r>
        <w:t> </w:t>
      </w:r>
      <w:r w:rsidRPr="00182333">
        <w:t>którym mowa w</w:t>
      </w:r>
      <w:r>
        <w:t> art. </w:t>
      </w:r>
      <w:r w:rsidRPr="00182333">
        <w:t>26</w:t>
      </w:r>
      <w:r w:rsidR="00906180">
        <w:t xml:space="preserve">, wymagania techniczne dotyczące </w:t>
      </w:r>
      <w:r w:rsidR="002D408F">
        <w:t>materiałów o których mowa w art.</w:t>
      </w:r>
      <w:r w:rsidR="00906180">
        <w:t xml:space="preserve"> 23 ust. 2 pkt 3</w:t>
      </w:r>
      <w:r w:rsidR="00512915">
        <w:t xml:space="preserve"> w tym ich format i rozmiar</w:t>
      </w:r>
      <w:r>
        <w:t xml:space="preserve"> oraz</w:t>
      </w:r>
      <w:r w:rsidRPr="00182333">
        <w:t xml:space="preserve"> tryb i</w:t>
      </w:r>
      <w:r>
        <w:t> </w:t>
      </w:r>
      <w:r w:rsidRPr="00182333">
        <w:t>sposób rozpatrywania wniosków w</w:t>
      </w:r>
      <w:r>
        <w:t> </w:t>
      </w:r>
      <w:r w:rsidRPr="00182333">
        <w:t>sprawie potwierdzenia dorobku artystycznego, mając na względzie konieczność zapewnienia sprawnego i</w:t>
      </w:r>
      <w:r>
        <w:t> </w:t>
      </w:r>
      <w:r w:rsidRPr="00182333">
        <w:t>rzetelnego potwierdzania i</w:t>
      </w:r>
      <w:r>
        <w:t> </w:t>
      </w:r>
      <w:r w:rsidRPr="00182333">
        <w:t>dokumentowania dorobku artystycznego.</w:t>
      </w:r>
    </w:p>
    <w:p w14:paraId="246EC935" w14:textId="77777777" w:rsidR="00AE27F0" w:rsidRPr="00182333" w:rsidRDefault="00AE27F0" w:rsidP="00AE27F0">
      <w:pPr>
        <w:pStyle w:val="ROZDZODDZOZNoznaczenierozdziauluboddziau"/>
      </w:pPr>
      <w:r w:rsidRPr="00182333">
        <w:t>Rozdział 4</w:t>
      </w:r>
    </w:p>
    <w:p w14:paraId="4929B14C" w14:textId="77777777" w:rsidR="00AE27F0" w:rsidRPr="00182333" w:rsidRDefault="00AE27F0" w:rsidP="00AE27F0">
      <w:pPr>
        <w:pStyle w:val="ROZDZODDZPRZEDMprzedmiotregulacjirozdziauluboddziau"/>
      </w:pPr>
      <w:r w:rsidRPr="00182333">
        <w:t>Zasady potwierdzania uprawnień artysty zawodowego</w:t>
      </w:r>
    </w:p>
    <w:p w14:paraId="5F838F8B" w14:textId="77777777" w:rsidR="00AE27F0" w:rsidRPr="00182333" w:rsidRDefault="00AE27F0" w:rsidP="00AE27F0">
      <w:pPr>
        <w:pStyle w:val="ARTartustawynprozporzdzenia"/>
      </w:pPr>
      <w:r w:rsidRPr="00182333">
        <w:rPr>
          <w:rStyle w:val="Ppogrubienie"/>
        </w:rPr>
        <w:t xml:space="preserve">Art. 28. 1. </w:t>
      </w:r>
      <w:r w:rsidRPr="00182333">
        <w:t>Uprawnienia artysty zawodowego przysługują:</w:t>
      </w:r>
    </w:p>
    <w:p w14:paraId="5526A6A7" w14:textId="77777777" w:rsidR="00AE27F0" w:rsidRPr="00182333" w:rsidRDefault="00AE27F0" w:rsidP="00AE27F0">
      <w:pPr>
        <w:pStyle w:val="PKTpunkt"/>
      </w:pPr>
      <w:r w:rsidRPr="00182333">
        <w:t>1)</w:t>
      </w:r>
      <w:r w:rsidRPr="00182333">
        <w:tab/>
        <w:t>osobom fizycznym, które mają udokumentowany dorobek artystyczny, potwierdzony przez organizację reprezentatywną;</w:t>
      </w:r>
    </w:p>
    <w:p w14:paraId="46D448BB" w14:textId="11BED19A" w:rsidR="00AE27F0" w:rsidRPr="00182333" w:rsidRDefault="00AE27F0" w:rsidP="00AE27F0">
      <w:pPr>
        <w:pStyle w:val="PKTpunkt"/>
      </w:pPr>
      <w:r w:rsidRPr="00182333">
        <w:t>2)</w:t>
      </w:r>
      <w:r w:rsidRPr="00182333">
        <w:tab/>
        <w:t>absolwentom studiów drugiego stopnia, jednolitych studiów magisterskich uczelni artystycznych</w:t>
      </w:r>
      <w:r>
        <w:t>, szkoły sztuki cyrkowej</w:t>
      </w:r>
      <w:r w:rsidRPr="00182333">
        <w:t xml:space="preserve"> lub ogólnokształcących szkół baletowych, jeżeli wniosek w</w:t>
      </w:r>
      <w:r>
        <w:t> </w:t>
      </w:r>
      <w:r w:rsidRPr="00182333">
        <w:t>sprawie potwierdzenia uprawnień artysty zawodowego złożono w</w:t>
      </w:r>
      <w:r>
        <w:t> </w:t>
      </w:r>
      <w:r w:rsidRPr="00182333">
        <w:t>terminie 5</w:t>
      </w:r>
      <w:r>
        <w:t> </w:t>
      </w:r>
      <w:r w:rsidRPr="00182333">
        <w:t>lat od uzyskania dyplomu.</w:t>
      </w:r>
    </w:p>
    <w:p w14:paraId="58F715A2" w14:textId="77777777" w:rsidR="00AE27F0" w:rsidRPr="00182333" w:rsidRDefault="00AE27F0" w:rsidP="00AE27F0">
      <w:pPr>
        <w:pStyle w:val="USTustnpkodeksu"/>
      </w:pPr>
      <w:r w:rsidRPr="00B237D3">
        <w:t>2.</w:t>
      </w:r>
      <w:r w:rsidRPr="00182333">
        <w:rPr>
          <w:rStyle w:val="Ppogrubienie"/>
        </w:rPr>
        <w:t xml:space="preserve"> </w:t>
      </w:r>
      <w:r w:rsidRPr="00182333">
        <w:t>Uprawnienia artysty zawodowego mogą być potwierdzone wyłącznie:</w:t>
      </w:r>
    </w:p>
    <w:p w14:paraId="1A05D0AE" w14:textId="77777777" w:rsidR="00AE27F0" w:rsidRPr="00182333" w:rsidRDefault="00AE27F0" w:rsidP="00AE27F0">
      <w:pPr>
        <w:pStyle w:val="PKTpunkt"/>
      </w:pPr>
      <w:r w:rsidRPr="00182333">
        <w:t>1)</w:t>
      </w:r>
      <w:r w:rsidRPr="00182333">
        <w:tab/>
        <w:t>osobom posiadającym obywatelstwo polskie, mającym miejsce zamieszkania na terytorium Rzeczypospolitej Polskiej;</w:t>
      </w:r>
    </w:p>
    <w:p w14:paraId="6C235B1B" w14:textId="7D5AE8AB" w:rsidR="00AE27F0" w:rsidRPr="00182333" w:rsidRDefault="00AE27F0" w:rsidP="00AE27F0">
      <w:pPr>
        <w:pStyle w:val="PKTpunkt"/>
      </w:pPr>
      <w:r w:rsidRPr="00182333">
        <w:t>2)</w:t>
      </w:r>
      <w:r w:rsidRPr="00182333">
        <w:tab/>
        <w:t>cudzoziemcom mającym miejsce zamieszkania na terytorium Rzeczypospolitej Polskiej na podstawie zezwolenia na pobyt stały, zezwolenia na pobyt rezydenta długoterminowego Unii Europejskiej, zezwolenia na pobyt czasowy udzielony w</w:t>
      </w:r>
      <w:r>
        <w:t> </w:t>
      </w:r>
      <w:r w:rsidRPr="00182333">
        <w:t>związku z</w:t>
      </w:r>
      <w:r>
        <w:t> </w:t>
      </w:r>
      <w:r w:rsidRPr="00182333">
        <w:t>okolicznością, o</w:t>
      </w:r>
      <w:r>
        <w:t> </w:t>
      </w:r>
      <w:r w:rsidRPr="00182333">
        <w:t>której mowa w</w:t>
      </w:r>
      <w:r>
        <w:t> </w:t>
      </w:r>
      <w:hyperlink r:id="rId9" w:anchor="/document/18053962?unitId=art(159)ust(1)&amp;cm=DOCUMENT" w:tgtFrame="_blank" w:history="1">
        <w:r w:rsidRPr="00182333">
          <w:t xml:space="preserve">art. </w:t>
        </w:r>
        <w:r w:rsidR="00FD3CD1">
          <w:t>1</w:t>
        </w:r>
        <w:r w:rsidR="000E789B" w:rsidRPr="000E789B">
          <w:t>14, art. 127</w:t>
        </w:r>
        <w:r w:rsidR="000E789B">
          <w:t xml:space="preserve">, </w:t>
        </w:r>
        <w:r w:rsidR="00FD3CD1">
          <w:t xml:space="preserve">art. </w:t>
        </w:r>
        <w:r w:rsidRPr="00182333">
          <w:t>159</w:t>
        </w:r>
        <w:r>
          <w:t xml:space="preserve"> ust. </w:t>
        </w:r>
        <w:r w:rsidRPr="00182333">
          <w:t>1</w:t>
        </w:r>
      </w:hyperlink>
      <w:r w:rsidRPr="00182333">
        <w:t xml:space="preserve"> i</w:t>
      </w:r>
      <w:r>
        <w:t> </w:t>
      </w:r>
      <w:hyperlink r:id="rId10" w:anchor="/document/18053962?unitId=art(186)ust(1)pkt(3)&amp;cm=DOCUMENT" w:tgtFrame="_blank" w:history="1">
        <w:r w:rsidRPr="00182333">
          <w:t>art. 186</w:t>
        </w:r>
        <w:r>
          <w:t xml:space="preserve"> ust. </w:t>
        </w:r>
        <w:r w:rsidRPr="00182333">
          <w:t>1</w:t>
        </w:r>
        <w:r>
          <w:t xml:space="preserve"> pkt </w:t>
        </w:r>
        <w:r w:rsidRPr="00182333">
          <w:t>3</w:t>
        </w:r>
      </w:hyperlink>
      <w:r w:rsidRPr="00182333">
        <w:t xml:space="preserve"> ustawy z</w:t>
      </w:r>
      <w:r>
        <w:t> </w:t>
      </w:r>
      <w:r w:rsidRPr="00182333">
        <w:t>dnia 12</w:t>
      </w:r>
      <w:r>
        <w:t> </w:t>
      </w:r>
      <w:r w:rsidRPr="00182333">
        <w:t>grudnia 2013</w:t>
      </w:r>
      <w:r>
        <w:t> </w:t>
      </w:r>
      <w:r w:rsidRPr="00182333">
        <w:t>r. o</w:t>
      </w:r>
      <w:r>
        <w:t> </w:t>
      </w:r>
      <w:r w:rsidRPr="00182333">
        <w:t>cudzoziemcach (Dz.U. z</w:t>
      </w:r>
      <w:r>
        <w:t> </w:t>
      </w:r>
      <w:r w:rsidRPr="00182333">
        <w:t>202</w:t>
      </w:r>
      <w:r>
        <w:t>1 </w:t>
      </w:r>
      <w:r w:rsidRPr="00182333">
        <w:t>r.</w:t>
      </w:r>
      <w:r>
        <w:t xml:space="preserve"> poz. 2</w:t>
      </w:r>
      <w:r w:rsidRPr="00182333">
        <w:t>35</w:t>
      </w:r>
      <w:r>
        <w:t>4</w:t>
      </w:r>
      <w:r w:rsidRPr="00182333">
        <w:t>, ), lub w</w:t>
      </w:r>
      <w:r>
        <w:t> </w:t>
      </w:r>
      <w:r w:rsidRPr="00182333">
        <w:t>związku z</w:t>
      </w:r>
      <w:r>
        <w:t> </w:t>
      </w:r>
      <w:r w:rsidRPr="00182333">
        <w:t>uzyskaniem w</w:t>
      </w:r>
      <w:r>
        <w:t> </w:t>
      </w:r>
      <w:r w:rsidRPr="00182333">
        <w:t xml:space="preserve">Rzeczypospolitej Polskiej statusu uchodźcy lub ochrony </w:t>
      </w:r>
      <w:r w:rsidRPr="00182333">
        <w:lastRenderedPageBreak/>
        <w:t>uzupełniającej, jeżeli zamieszkuje z</w:t>
      </w:r>
      <w:r>
        <w:t> </w:t>
      </w:r>
      <w:r w:rsidRPr="00182333">
        <w:t>członkami rodziny na terytorium Rzeczypospolitej Polskiej;</w:t>
      </w:r>
    </w:p>
    <w:p w14:paraId="236B07FB" w14:textId="539CEC0B" w:rsidR="00AE27F0" w:rsidRPr="00182333" w:rsidRDefault="00AE27F0" w:rsidP="00AE27F0">
      <w:pPr>
        <w:pStyle w:val="PKTpunkt"/>
      </w:pPr>
      <w:r w:rsidRPr="00182333">
        <w:t>3)</w:t>
      </w:r>
      <w:r w:rsidRPr="00182333">
        <w:tab/>
        <w:t>mającym miejsce zamieszkania na terytorium Rzeczypospolitej Polskiej obywatelem państwa członkowskiego Unii Europejskiej, państwa członkowskiego Europejskiego Porozumienia o</w:t>
      </w:r>
      <w:r>
        <w:t> </w:t>
      </w:r>
      <w:r w:rsidRPr="00182333">
        <w:t xml:space="preserve">Wolnym Handlu (EFTA) – strony </w:t>
      </w:r>
      <w:hyperlink r:id="rId11" w:anchor="/document/67435948?cm=DOCUMENT" w:tgtFrame="_blank" w:history="1">
        <w:r w:rsidRPr="00182333">
          <w:t>umowy</w:t>
        </w:r>
      </w:hyperlink>
      <w:r w:rsidRPr="00182333">
        <w:t xml:space="preserve"> o</w:t>
      </w:r>
      <w:r>
        <w:t> </w:t>
      </w:r>
      <w:r w:rsidRPr="00182333">
        <w:t>Europejskim Obszarze Gospodarczym lub Konfederacji Szwajcarskiej oraz członkom jego rodziny w</w:t>
      </w:r>
      <w:r>
        <w:t> </w:t>
      </w:r>
      <w:r w:rsidRPr="00182333">
        <w:t>rozumieniu</w:t>
      </w:r>
      <w:r>
        <w:t xml:space="preserve"> art. </w:t>
      </w:r>
      <w:r w:rsidRPr="00182333">
        <w:t>2</w:t>
      </w:r>
      <w:r>
        <w:t xml:space="preserve"> pkt </w:t>
      </w:r>
      <w:r w:rsidRPr="00182333">
        <w:t>4</w:t>
      </w:r>
      <w:r>
        <w:t> </w:t>
      </w:r>
      <w:r w:rsidRPr="00182333">
        <w:t>ustawy z</w:t>
      </w:r>
      <w:r>
        <w:t> </w:t>
      </w:r>
      <w:r w:rsidRPr="00182333">
        <w:t>dnia 14</w:t>
      </w:r>
      <w:r>
        <w:t> </w:t>
      </w:r>
      <w:r w:rsidRPr="00182333">
        <w:t>lipca 2006</w:t>
      </w:r>
      <w:r>
        <w:t> </w:t>
      </w:r>
      <w:r w:rsidRPr="00182333">
        <w:t>r. o</w:t>
      </w:r>
      <w:r>
        <w:t> </w:t>
      </w:r>
      <w:r w:rsidRPr="00182333">
        <w:t>wjeździe na terytorium Rzeczypospolitej Polskiej, pobycie oraz wyjeździe z</w:t>
      </w:r>
      <w:r>
        <w:t> </w:t>
      </w:r>
      <w:r w:rsidRPr="00182333">
        <w:t>tego terytorium obywateli państw członkowskich Unii Europejskiej i</w:t>
      </w:r>
      <w:r>
        <w:t> </w:t>
      </w:r>
      <w:r w:rsidRPr="00182333">
        <w:t>członków ich rodzin (Dz.U. z</w:t>
      </w:r>
      <w:r>
        <w:t> </w:t>
      </w:r>
      <w:r w:rsidRPr="00182333">
        <w:t>20</w:t>
      </w:r>
      <w:r>
        <w:t>21 </w:t>
      </w:r>
      <w:r w:rsidRPr="00182333">
        <w:t>r.</w:t>
      </w:r>
      <w:r>
        <w:t xml:space="preserve"> poz. 1697</w:t>
      </w:r>
      <w:r w:rsidRPr="00182333">
        <w:t>), posiadającym prawo pobytu lub prawo stałego pobytu na terytorium Rzeczypospolitej Polskiej.</w:t>
      </w:r>
    </w:p>
    <w:p w14:paraId="5C1DF4AF" w14:textId="0918AB6F" w:rsidR="00AE27F0" w:rsidRPr="00182333" w:rsidRDefault="00AE27F0" w:rsidP="00AE27F0">
      <w:pPr>
        <w:pStyle w:val="USTustnpkodeksu"/>
      </w:pPr>
      <w:r w:rsidRPr="00182333">
        <w:t>3. Rada Izby potwierdza uprawnienia artysty zawodowego w</w:t>
      </w:r>
      <w:r>
        <w:t> </w:t>
      </w:r>
      <w:r w:rsidRPr="00182333">
        <w:t>drodze decyzji, wskazującej okres, w</w:t>
      </w:r>
      <w:r>
        <w:t> </w:t>
      </w:r>
      <w:r w:rsidRPr="00182333">
        <w:t>którym uprawnienia artysty zawodowego są potwierdzone, liczony od pierwszego dnia miesiąca kalendarzowego i</w:t>
      </w:r>
      <w:r>
        <w:t> </w:t>
      </w:r>
      <w:r w:rsidRPr="00182333">
        <w:t>trwający 3</w:t>
      </w:r>
      <w:r>
        <w:t> </w:t>
      </w:r>
      <w:r w:rsidRPr="00182333">
        <w:t>lata.</w:t>
      </w:r>
    </w:p>
    <w:p w14:paraId="0440C8E0" w14:textId="77777777" w:rsidR="00AE27F0" w:rsidRPr="00182333" w:rsidRDefault="00AE27F0" w:rsidP="00AE27F0">
      <w:pPr>
        <w:pStyle w:val="ARTartustawynprozporzdzenia"/>
      </w:pPr>
      <w:r w:rsidRPr="00182333">
        <w:rPr>
          <w:rStyle w:val="Ppogrubienie"/>
        </w:rPr>
        <w:t xml:space="preserve">Art. 29. </w:t>
      </w:r>
      <w:r w:rsidRPr="00182333">
        <w:t>1. Potwierdzenie uprawnień artysty zawodowego następuje na wniosek</w:t>
      </w:r>
      <w:r>
        <w:t xml:space="preserve"> złożony za pośrednictwem systemu</w:t>
      </w:r>
      <w:r w:rsidRPr="00182333">
        <w:t>.</w:t>
      </w:r>
    </w:p>
    <w:p w14:paraId="4466F10C" w14:textId="77777777" w:rsidR="00AE27F0" w:rsidRPr="00182333" w:rsidRDefault="00AE27F0" w:rsidP="00AE27F0">
      <w:pPr>
        <w:pStyle w:val="USTustnpkodeksu"/>
      </w:pPr>
      <w:r w:rsidRPr="00182333">
        <w:t>2. Do wniosku dołącza się:</w:t>
      </w:r>
    </w:p>
    <w:p w14:paraId="3C3A31A0" w14:textId="77777777" w:rsidR="00AE27F0" w:rsidRPr="00182333" w:rsidRDefault="00AE27F0" w:rsidP="00AE27F0">
      <w:pPr>
        <w:pStyle w:val="PKTpunkt"/>
      </w:pPr>
      <w:r w:rsidRPr="00182333">
        <w:t>1)</w:t>
      </w:r>
      <w:r w:rsidRPr="00182333">
        <w:tab/>
        <w:t>dyplom ukończenia studiów drugiego stopnia lub jednolitych studiów magisterskich uczelni artystycznych lub dyplom ukończenia ogólnokształcącej szkoły baletowej; albo</w:t>
      </w:r>
    </w:p>
    <w:p w14:paraId="1F8E9FEB" w14:textId="77777777" w:rsidR="00AE27F0" w:rsidRPr="00182333" w:rsidRDefault="00AE27F0" w:rsidP="00AE27F0">
      <w:pPr>
        <w:pStyle w:val="PKTpunkt"/>
      </w:pPr>
      <w:r w:rsidRPr="00182333">
        <w:t>2)</w:t>
      </w:r>
      <w:r w:rsidRPr="00182333">
        <w:tab/>
        <w:t>poświadczenie potwierdzające dorobek artystyczny wystawiony przez organizację reprezentatywną albo Radę Izby.</w:t>
      </w:r>
    </w:p>
    <w:p w14:paraId="3D99B737" w14:textId="77777777" w:rsidR="00AE27F0" w:rsidRPr="00182333" w:rsidRDefault="00AE27F0" w:rsidP="00AE27F0">
      <w:pPr>
        <w:pStyle w:val="USTustnpkodeksu"/>
      </w:pPr>
      <w:r w:rsidRPr="00182333">
        <w:t>3. Potwierdzenie uprawnień artysty zawodowego, którego uprawnienia wygasły, następuje na wniosek, do którego dołącza się poświadczenie potwierdzające dorobek artystyczny wystawiony przez organizację reprezentatywną albo Radę Izby.</w:t>
      </w:r>
    </w:p>
    <w:p w14:paraId="4D167F56" w14:textId="475A8E27" w:rsidR="00AE27F0" w:rsidRPr="00182333" w:rsidRDefault="00AE27F0" w:rsidP="00AE27F0">
      <w:pPr>
        <w:pStyle w:val="USTustnpkodeksu"/>
      </w:pPr>
      <w:r>
        <w:t>4</w:t>
      </w:r>
      <w:r w:rsidRPr="00182333">
        <w:t>. Przedstawienie poświadczenia wydanego przez organizację reprezentatywną jest równoznaczne z</w:t>
      </w:r>
      <w:r>
        <w:t> </w:t>
      </w:r>
      <w:r w:rsidRPr="00182333">
        <w:t xml:space="preserve">wyborem jej jako organizacji reprezentatywnej obsługującej artystę zawodowego. </w:t>
      </w:r>
    </w:p>
    <w:p w14:paraId="731FF595" w14:textId="77777777" w:rsidR="00AE27F0" w:rsidRPr="00182333" w:rsidRDefault="00AE27F0" w:rsidP="00AE27F0">
      <w:pPr>
        <w:pStyle w:val="ARTartustawynprozporzdzenia"/>
      </w:pPr>
      <w:r w:rsidRPr="00182333">
        <w:rPr>
          <w:rStyle w:val="Ppogrubienie"/>
        </w:rPr>
        <w:t>Art. 30.</w:t>
      </w:r>
      <w:r w:rsidRPr="00182333">
        <w:t xml:space="preserve"> 1. Uprawnienia artysty zawodowego mogą zostać zawieszone.</w:t>
      </w:r>
    </w:p>
    <w:p w14:paraId="2C1D5230" w14:textId="4FCEE3DC" w:rsidR="00AE27F0" w:rsidRPr="00182333" w:rsidRDefault="00AE27F0" w:rsidP="00AE27F0">
      <w:pPr>
        <w:pStyle w:val="USTustnpkodeksu"/>
      </w:pPr>
      <w:r w:rsidRPr="00182333">
        <w:t>2. Zawieszenie następuje na wniosek artysty zawodowego, na czas określony, nie krótszy niż 30</w:t>
      </w:r>
      <w:r>
        <w:t> </w:t>
      </w:r>
      <w:r w:rsidRPr="00182333">
        <w:t>dni i</w:t>
      </w:r>
      <w:r>
        <w:t> </w:t>
      </w:r>
      <w:r w:rsidRPr="00182333">
        <w:t>nie dłuższy niż 36</w:t>
      </w:r>
      <w:r>
        <w:t> </w:t>
      </w:r>
      <w:r w:rsidRPr="00182333">
        <w:t>miesięcy.</w:t>
      </w:r>
    </w:p>
    <w:p w14:paraId="7BE6B50E" w14:textId="09AFEDB3" w:rsidR="00AE27F0" w:rsidRPr="00182333" w:rsidRDefault="00AE27F0" w:rsidP="00AE27F0">
      <w:pPr>
        <w:pStyle w:val="USTustnpkodeksu"/>
      </w:pPr>
      <w:r w:rsidRPr="00182333">
        <w:t>3. Uprawnienia artysty zawodowego mogą zostać w</w:t>
      </w:r>
      <w:r>
        <w:t> </w:t>
      </w:r>
      <w:r w:rsidRPr="00182333">
        <w:t>każdej chwili wznowione na wniosek artysty.</w:t>
      </w:r>
    </w:p>
    <w:p w14:paraId="5CBCCE13" w14:textId="64C4247D" w:rsidR="00AE27F0" w:rsidRPr="00182333" w:rsidRDefault="00AE27F0" w:rsidP="00AE27F0">
      <w:pPr>
        <w:pStyle w:val="USTustnpkodeksu"/>
      </w:pPr>
      <w:r w:rsidRPr="00182333">
        <w:lastRenderedPageBreak/>
        <w:t>4. Wnioski o</w:t>
      </w:r>
      <w:r>
        <w:t> </w:t>
      </w:r>
      <w:r w:rsidRPr="00182333">
        <w:t>zawieszenie oraz wznowienie uprawnień artysty zawodowego składa się do Rady Izby</w:t>
      </w:r>
      <w:r>
        <w:t xml:space="preserve"> za pośrednictwem systemu</w:t>
      </w:r>
      <w:r w:rsidRPr="00182333">
        <w:t>.</w:t>
      </w:r>
      <w:r>
        <w:t xml:space="preserve"> </w:t>
      </w:r>
    </w:p>
    <w:p w14:paraId="523A8FA2" w14:textId="48EB61A2" w:rsidR="00AE27F0" w:rsidRPr="00182333" w:rsidRDefault="00AE27F0" w:rsidP="00AE27F0">
      <w:pPr>
        <w:pStyle w:val="USTustnpkodeksu"/>
      </w:pPr>
      <w:r w:rsidRPr="00182333">
        <w:t>5. Rada Izby wydaje postanowienie w</w:t>
      </w:r>
      <w:r>
        <w:t> </w:t>
      </w:r>
      <w:r w:rsidRPr="00182333">
        <w:t>sprawie zawieszenia albo wznowienia uprawnień artysty zawodowego, wskazując na datę początku albo końca zawieszenia, nie wcześniejszą niż termin wydania postanowienia w</w:t>
      </w:r>
      <w:r>
        <w:t> </w:t>
      </w:r>
      <w:r w:rsidRPr="00182333">
        <w:t>sprawie zawieszenia albo wznowienia.</w:t>
      </w:r>
    </w:p>
    <w:p w14:paraId="2BA526CD" w14:textId="38FB632D" w:rsidR="00AE27F0" w:rsidRPr="00182333" w:rsidRDefault="00AE27F0" w:rsidP="00AE27F0">
      <w:pPr>
        <w:pStyle w:val="USTustnpkodeksu"/>
      </w:pPr>
      <w:r w:rsidRPr="00182333">
        <w:t>6. W</w:t>
      </w:r>
      <w:r>
        <w:t> </w:t>
      </w:r>
      <w:r w:rsidRPr="00182333">
        <w:t>trakcie zawieszenia artysta zawodowy nie jest obowiązany do prowadzenia i</w:t>
      </w:r>
      <w:r>
        <w:t> </w:t>
      </w:r>
      <w:r w:rsidRPr="00182333">
        <w:t>dokumentowania działalności twórczej lub wykonawstwa artystycznego, a</w:t>
      </w:r>
      <w:r>
        <w:t> </w:t>
      </w:r>
      <w:r w:rsidRPr="00182333">
        <w:t>biegi terminów do aktualizacji uprawnień artysty zawodowego ulegają zawieszeniu.</w:t>
      </w:r>
    </w:p>
    <w:p w14:paraId="79CE3DFE" w14:textId="3D26245C" w:rsidR="00AE27F0" w:rsidRDefault="00AE27F0" w:rsidP="00AE27F0">
      <w:pPr>
        <w:pStyle w:val="USTustnpkodeksu"/>
      </w:pPr>
      <w:r w:rsidRPr="00182333">
        <w:t xml:space="preserve">7. </w:t>
      </w:r>
      <w:r w:rsidRPr="00F126BB">
        <w:t>W</w:t>
      </w:r>
      <w:r>
        <w:t> </w:t>
      </w:r>
      <w:r w:rsidRPr="00F126BB">
        <w:t>okresie zawieszenia uprawnień artysta zawodowy traci prawo do korzystania z</w:t>
      </w:r>
      <w:r>
        <w:t> </w:t>
      </w:r>
      <w:r w:rsidRPr="00F126BB">
        <w:t>uprawnień przyznanych ustawą lub określonych w</w:t>
      </w:r>
      <w:r>
        <w:t> </w:t>
      </w:r>
      <w:r w:rsidRPr="00F126BB">
        <w:t>przepisach odrębnych.</w:t>
      </w:r>
    </w:p>
    <w:p w14:paraId="782D29F6" w14:textId="337A0A44" w:rsidR="00AE27F0" w:rsidRPr="00182333" w:rsidRDefault="00AE27F0" w:rsidP="00AE27F0">
      <w:pPr>
        <w:pStyle w:val="USTustnpkodeksu"/>
      </w:pPr>
      <w:r>
        <w:t>8. Wydanie postanowienia w sprawie zawieszenie jest równoznaczne z wydłużeniem terminu ważności decyzji o potwierdzeniu lub aktualizacji uprawnień artysty zawodowego. Ważność decyzji podlega wydłużeniu o okres, w którym uprawnienia były zawieszone, jednakże nie dłuższy niż 5 lat od wydania decyzji o potwierdzeniu lub aktualizacji uprawnień artysty zawodowego.</w:t>
      </w:r>
    </w:p>
    <w:p w14:paraId="77AFC9C2" w14:textId="3CFB01C7" w:rsidR="00AE27F0" w:rsidRPr="00182333" w:rsidRDefault="00AE27F0" w:rsidP="00AE27F0">
      <w:pPr>
        <w:pStyle w:val="ARTartustawynprozporzdzenia"/>
      </w:pPr>
      <w:r w:rsidRPr="00182333">
        <w:rPr>
          <w:rStyle w:val="Ppogrubienie"/>
        </w:rPr>
        <w:t>Art. 31.</w:t>
      </w:r>
      <w:r w:rsidRPr="00182333">
        <w:t xml:space="preserve"> 1. Aktualizacja uprawnień artysty zawodowego następuje po upływie 3</w:t>
      </w:r>
      <w:r>
        <w:t> </w:t>
      </w:r>
      <w:r w:rsidRPr="00182333">
        <w:t>lat od dnia wydania decyzji o</w:t>
      </w:r>
      <w:r>
        <w:t> </w:t>
      </w:r>
      <w:r w:rsidRPr="00182333">
        <w:t>potwierdzeniu uprawnień albo decyzji o</w:t>
      </w:r>
      <w:r>
        <w:t> </w:t>
      </w:r>
      <w:r w:rsidRPr="00182333">
        <w:t>pozytywnej aktualizacji uprawnień artysty zawodowego.</w:t>
      </w:r>
    </w:p>
    <w:p w14:paraId="2DDC205F" w14:textId="586F06F0" w:rsidR="00AE27F0" w:rsidRPr="00182333" w:rsidRDefault="00AE27F0" w:rsidP="00AE27F0">
      <w:pPr>
        <w:pStyle w:val="USTustnpkodeksu"/>
      </w:pPr>
      <w:r w:rsidRPr="00182333">
        <w:t xml:space="preserve">2. Aktualizacja następuje na wniosek artysty zawodowego, składany nie wcześniej niż </w:t>
      </w:r>
      <w:r>
        <w:t>3 </w:t>
      </w:r>
      <w:r w:rsidRPr="00182333">
        <w:t>miesiąc</w:t>
      </w:r>
      <w:r>
        <w:t>e</w:t>
      </w:r>
      <w:r w:rsidRPr="00182333">
        <w:t xml:space="preserve"> przed upływem 3</w:t>
      </w:r>
      <w:r>
        <w:t> </w:t>
      </w:r>
      <w:r w:rsidRPr="00182333">
        <w:t>lat od przyznania lub pozytywnej aktualizacji uprawnień artysty zawodowego</w:t>
      </w:r>
      <w:r>
        <w:t xml:space="preserve"> za pośrednictwem systemu</w:t>
      </w:r>
      <w:r w:rsidRPr="00182333">
        <w:t>.</w:t>
      </w:r>
    </w:p>
    <w:p w14:paraId="70D2B0F4" w14:textId="241991EE" w:rsidR="00AE27F0" w:rsidRPr="00182333" w:rsidRDefault="00AE27F0" w:rsidP="00AE27F0">
      <w:pPr>
        <w:pStyle w:val="USTustnpkodeksu"/>
      </w:pPr>
      <w:r w:rsidRPr="00182333">
        <w:t>3. W</w:t>
      </w:r>
      <w:r>
        <w:t> </w:t>
      </w:r>
      <w:r w:rsidRPr="00182333">
        <w:t>przypadku zawieszenia uprawnień artysty zawodowego, o</w:t>
      </w:r>
      <w:r>
        <w:t> </w:t>
      </w:r>
      <w:r w:rsidRPr="00182333">
        <w:t>którym mowa w</w:t>
      </w:r>
      <w:r>
        <w:t> art. </w:t>
      </w:r>
      <w:r w:rsidRPr="00182333">
        <w:t>30, Rada Izby uaktualnia uprawnienia artysty zawodowego po wznowieniu uprawnień, na wniosek artysty zawodowego złożony, nie później niż w</w:t>
      </w:r>
      <w:r>
        <w:t> </w:t>
      </w:r>
      <w:r w:rsidRPr="00182333">
        <w:t>ciągu 5</w:t>
      </w:r>
      <w:r>
        <w:t> </w:t>
      </w:r>
      <w:r w:rsidRPr="00182333">
        <w:t>lat od wydania decyzji o</w:t>
      </w:r>
      <w:r>
        <w:t> </w:t>
      </w:r>
      <w:r w:rsidRPr="00182333">
        <w:t>potwierdzeniu uprawnień artysty zawodowego lub decyzji o</w:t>
      </w:r>
      <w:r>
        <w:t> </w:t>
      </w:r>
      <w:r w:rsidRPr="00182333">
        <w:t>pozytywnym uaktualnieniu uprawnień artysty.</w:t>
      </w:r>
    </w:p>
    <w:p w14:paraId="5DDB75AD" w14:textId="0CF476B7" w:rsidR="00AE27F0" w:rsidRPr="00182333" w:rsidRDefault="00AE27F0" w:rsidP="00AE27F0">
      <w:pPr>
        <w:pStyle w:val="USTustnpkodeksu"/>
      </w:pPr>
      <w:r w:rsidRPr="00182333">
        <w:t>4. W</w:t>
      </w:r>
      <w:r>
        <w:t> </w:t>
      </w:r>
      <w:r w:rsidRPr="00182333">
        <w:t>przypadku niezłożenia wniosku w</w:t>
      </w:r>
      <w:r>
        <w:t> </w:t>
      </w:r>
      <w:r w:rsidRPr="00182333">
        <w:t>terminie, wskazanym w</w:t>
      </w:r>
      <w:r>
        <w:t> ust. </w:t>
      </w:r>
      <w:r w:rsidRPr="00182333">
        <w:t>2</w:t>
      </w:r>
      <w:r>
        <w:t xml:space="preserve"> lub</w:t>
      </w:r>
      <w:r w:rsidRPr="00182333">
        <w:t xml:space="preserve"> 3, uprawnienia artysty zawodowego wygasają z</w:t>
      </w:r>
      <w:r>
        <w:t> </w:t>
      </w:r>
      <w:r w:rsidRPr="00182333">
        <w:t>mocy prawa z</w:t>
      </w:r>
      <w:r>
        <w:t> </w:t>
      </w:r>
      <w:r w:rsidRPr="00182333">
        <w:t>upływem okresu, na który uprawnienia artysty zostały potwierdzone.</w:t>
      </w:r>
    </w:p>
    <w:p w14:paraId="473E638F" w14:textId="07850819" w:rsidR="00AE27F0" w:rsidRPr="00182333" w:rsidRDefault="00AE27F0" w:rsidP="00AE27F0">
      <w:pPr>
        <w:pStyle w:val="ARTartustawynprozporzdzenia"/>
      </w:pPr>
      <w:r w:rsidRPr="00B237D3">
        <w:rPr>
          <w:rStyle w:val="Ppogrubienie"/>
        </w:rPr>
        <w:t>Art. 32.</w:t>
      </w:r>
      <w:r w:rsidRPr="00182333">
        <w:t xml:space="preserve"> 1. Aktualizacja uprawnień artysty zawodowego polega na sprawdzeniu, czy artysta uzyskał w</w:t>
      </w:r>
      <w:r>
        <w:t> </w:t>
      </w:r>
      <w:r w:rsidRPr="00182333">
        <w:t>ciągu ostatnich 3</w:t>
      </w:r>
      <w:r>
        <w:t> </w:t>
      </w:r>
      <w:r w:rsidRPr="00182333">
        <w:t>lat określony minimalny przychód z</w:t>
      </w:r>
      <w:r>
        <w:t> </w:t>
      </w:r>
      <w:r w:rsidRPr="00182333">
        <w:t>działalności artysty zawodowego.</w:t>
      </w:r>
    </w:p>
    <w:p w14:paraId="3F7E4C80" w14:textId="0DC39D80" w:rsidR="00AE27F0" w:rsidRPr="00182333" w:rsidRDefault="00AE27F0" w:rsidP="00AE27F0">
      <w:pPr>
        <w:pStyle w:val="USTustnpkodeksu"/>
      </w:pPr>
      <w:r w:rsidRPr="00182333">
        <w:lastRenderedPageBreak/>
        <w:t>2. Aktualizacja jest przeprowadzona w</w:t>
      </w:r>
      <w:r>
        <w:t> </w:t>
      </w:r>
      <w:r w:rsidRPr="00182333">
        <w:t>oparciu o</w:t>
      </w:r>
      <w:r>
        <w:t> </w:t>
      </w:r>
      <w:r w:rsidRPr="00182333">
        <w:t>złożone przez artystę zawodowego oświadczenie</w:t>
      </w:r>
      <w:r>
        <w:t xml:space="preserve"> w systemie</w:t>
      </w:r>
      <w:r w:rsidRPr="00182333">
        <w:t>.</w:t>
      </w:r>
    </w:p>
    <w:p w14:paraId="6B49A563" w14:textId="0C7B4844" w:rsidR="00AE27F0" w:rsidRPr="00182333" w:rsidRDefault="00AE27F0" w:rsidP="00AE27F0">
      <w:pPr>
        <w:pStyle w:val="USTustnpkodeksu"/>
      </w:pPr>
      <w:r w:rsidRPr="00182333">
        <w:t>3. Informacje przedstawione we wniosku składa się pod rygorem odpowiedzialności karnej za składanie fałszywych zeznań. Składający oświadczenie jest obowiązany do zawarcia w</w:t>
      </w:r>
      <w:r>
        <w:t> </w:t>
      </w:r>
      <w:r w:rsidRPr="00182333">
        <w:t xml:space="preserve">nim klauzuli następującej treści: </w:t>
      </w:r>
      <w:r>
        <w:t>„</w:t>
      </w:r>
      <w:r w:rsidRPr="00182333">
        <w:t>Jestem świadomy odpowiedzialności karnej za złożenie fałszywego oświadczenia.</w:t>
      </w:r>
      <w:r>
        <w:t>”</w:t>
      </w:r>
      <w:r w:rsidRPr="00182333">
        <w:t>. Klauzula ta zastępuje pouczenie organu o</w:t>
      </w:r>
      <w:r>
        <w:t> </w:t>
      </w:r>
      <w:r w:rsidRPr="00182333">
        <w:t>odpowiedzialności karnej za składanie fałszywych zeznań.</w:t>
      </w:r>
    </w:p>
    <w:p w14:paraId="035AAD79" w14:textId="6F88DCE7" w:rsidR="00AE27F0" w:rsidRPr="00182333" w:rsidRDefault="00AE27F0" w:rsidP="00AE27F0">
      <w:pPr>
        <w:pStyle w:val="USTustnpkodeksu"/>
      </w:pPr>
      <w:r w:rsidRPr="00182333">
        <w:t>4. W</w:t>
      </w:r>
      <w:r>
        <w:t> </w:t>
      </w:r>
      <w:r w:rsidRPr="00182333">
        <w:t>przypadku aktualizacji:</w:t>
      </w:r>
    </w:p>
    <w:p w14:paraId="48BD9AA7" w14:textId="41A89678" w:rsidR="00AE27F0" w:rsidRPr="00182333" w:rsidRDefault="00AE27F0" w:rsidP="00AE27F0">
      <w:pPr>
        <w:pStyle w:val="PKTpunkt"/>
      </w:pPr>
      <w:r w:rsidRPr="00182333">
        <w:t>1)</w:t>
      </w:r>
      <w:r w:rsidRPr="00182333">
        <w:tab/>
        <w:t>pozytywnej – Rada Izby wydaje decyzję o</w:t>
      </w:r>
      <w:r>
        <w:t> </w:t>
      </w:r>
      <w:r w:rsidRPr="00182333">
        <w:t>przedłużeniu uprawnień artysty zawodowego;</w:t>
      </w:r>
    </w:p>
    <w:p w14:paraId="2CE2CC24" w14:textId="3B4AD24F" w:rsidR="00AE27F0" w:rsidRPr="00182333" w:rsidRDefault="00AE27F0" w:rsidP="00AE27F0">
      <w:pPr>
        <w:pStyle w:val="PKTpunkt"/>
      </w:pPr>
      <w:r w:rsidRPr="00182333">
        <w:t>2)</w:t>
      </w:r>
      <w:r w:rsidRPr="00182333">
        <w:tab/>
        <w:t>negatywnej – Rada Izby w</w:t>
      </w:r>
      <w:r>
        <w:t> </w:t>
      </w:r>
      <w:r w:rsidRPr="00182333">
        <w:t>drodze decyzji stwierdza wygaśnięcie uprawnień artysty zawodowego</w:t>
      </w:r>
      <w:r w:rsidRPr="000D6468">
        <w:t xml:space="preserve"> </w:t>
      </w:r>
      <w:r w:rsidRPr="00182333">
        <w:t>z</w:t>
      </w:r>
      <w:r>
        <w:t> </w:t>
      </w:r>
      <w:r w:rsidRPr="00182333">
        <w:t>upływem okresu, na który uprawnienia artysty zostały potwierdzone.</w:t>
      </w:r>
    </w:p>
    <w:p w14:paraId="13BE41E5" w14:textId="2D5CBE30" w:rsidR="00AE27F0" w:rsidRPr="00182333" w:rsidRDefault="00AE27F0" w:rsidP="00AE27F0">
      <w:pPr>
        <w:pStyle w:val="ARTartustawynprozporzdzenia"/>
      </w:pPr>
      <w:r w:rsidRPr="00182333">
        <w:rPr>
          <w:rStyle w:val="Ppogrubienie"/>
        </w:rPr>
        <w:t>Art. 33.</w:t>
      </w:r>
      <w:r w:rsidRPr="00182333">
        <w:t xml:space="preserve"> W</w:t>
      </w:r>
      <w:r>
        <w:t> </w:t>
      </w:r>
      <w:r w:rsidRPr="00182333">
        <w:t>przypadku nieosiągnięcia wymaganego przychodu z</w:t>
      </w:r>
      <w:r>
        <w:t> </w:t>
      </w:r>
      <w:r w:rsidRPr="00182333">
        <w:t>prowadzonej działalności artysty zawodowego, artysta zawodowy może zwrócić się do organizacji reprezentatywnej o</w:t>
      </w:r>
      <w:r>
        <w:t> </w:t>
      </w:r>
      <w:r w:rsidRPr="00182333">
        <w:t>potwierdzenie dorobku artystycznego. Przepisy</w:t>
      </w:r>
      <w:r>
        <w:t xml:space="preserve"> art. </w:t>
      </w:r>
      <w:r w:rsidRPr="00182333">
        <w:t>23</w:t>
      </w:r>
      <w:r>
        <w:t> </w:t>
      </w:r>
      <w:r w:rsidRPr="00182333">
        <w:t>stosuje się odpowiednio.</w:t>
      </w:r>
    </w:p>
    <w:p w14:paraId="04F2A63E" w14:textId="6602D533" w:rsidR="00AE27F0" w:rsidRPr="00182333" w:rsidRDefault="00AE27F0" w:rsidP="00AE27F0">
      <w:pPr>
        <w:pStyle w:val="ARTartustawynprozporzdzenia"/>
      </w:pPr>
      <w:r w:rsidRPr="00182333">
        <w:rPr>
          <w:rStyle w:val="Ppogrubienie"/>
        </w:rPr>
        <w:t>Art. 34.</w:t>
      </w:r>
      <w:r w:rsidRPr="00182333">
        <w:t xml:space="preserve"> Uprawnienia artysty zawodowego potwierdzane są przez Radę Izby w</w:t>
      </w:r>
      <w:r>
        <w:t> </w:t>
      </w:r>
      <w:r w:rsidRPr="00182333">
        <w:t>drodze decyzji bezterminowo w</w:t>
      </w:r>
      <w:r>
        <w:t> </w:t>
      </w:r>
      <w:r w:rsidRPr="00182333">
        <w:t>przypadku posiadania uprawnień artysty zawodowego przez liczbę lat, określoną w</w:t>
      </w:r>
      <w:r>
        <w:t> </w:t>
      </w:r>
      <w:r w:rsidRPr="00182333">
        <w:t>rozporządzeniu wydawanym na podstawie</w:t>
      </w:r>
      <w:r>
        <w:t xml:space="preserve"> art. </w:t>
      </w:r>
      <w:r w:rsidRPr="00182333">
        <w:t>36</w:t>
      </w:r>
      <w:r>
        <w:t xml:space="preserve"> pkt </w:t>
      </w:r>
      <w:r w:rsidRPr="00182333">
        <w:t>2.</w:t>
      </w:r>
    </w:p>
    <w:p w14:paraId="6BE046E7" w14:textId="294CCDA7" w:rsidR="00AE27F0" w:rsidRPr="00182333" w:rsidRDefault="00AE27F0" w:rsidP="00AE27F0">
      <w:pPr>
        <w:pStyle w:val="ARTartustawynprozporzdzenia"/>
      </w:pPr>
      <w:r w:rsidRPr="00182333">
        <w:rPr>
          <w:rStyle w:val="Ppogrubienie"/>
        </w:rPr>
        <w:t>Art. 35.</w:t>
      </w:r>
      <w:r w:rsidRPr="00182333">
        <w:t xml:space="preserve"> 1. Do postępowań w</w:t>
      </w:r>
      <w:r>
        <w:t> </w:t>
      </w:r>
      <w:r w:rsidRPr="00182333">
        <w:t>sprawie potwierdzenia uprawnień artysty zawodowego, ich aktualizacji i</w:t>
      </w:r>
      <w:r>
        <w:t> </w:t>
      </w:r>
      <w:r w:rsidRPr="00182333">
        <w:t xml:space="preserve">bezterminowego potwierdzenia, stosuje się </w:t>
      </w:r>
      <w:r>
        <w:t xml:space="preserve">odpowiednio </w:t>
      </w:r>
      <w:r w:rsidRPr="00182333">
        <w:t>przepisy ustawy z</w:t>
      </w:r>
      <w:r>
        <w:t> </w:t>
      </w:r>
      <w:r w:rsidRPr="00182333">
        <w:t>dnia 14</w:t>
      </w:r>
      <w:r>
        <w:t> </w:t>
      </w:r>
      <w:r w:rsidRPr="00182333">
        <w:t>czerwca 1960</w:t>
      </w:r>
      <w:r>
        <w:t> </w:t>
      </w:r>
      <w:r w:rsidRPr="00182333">
        <w:t>r. – Kodeks postępowania administracyjnego (Dz.U. z</w:t>
      </w:r>
      <w:r>
        <w:t> </w:t>
      </w:r>
      <w:r w:rsidRPr="00182333">
        <w:t>2021</w:t>
      </w:r>
      <w:r>
        <w:t> </w:t>
      </w:r>
      <w:r w:rsidRPr="00182333">
        <w:t>r.</w:t>
      </w:r>
      <w:r>
        <w:t xml:space="preserve"> poz. </w:t>
      </w:r>
      <w:r w:rsidRPr="00182333">
        <w:t>735).</w:t>
      </w:r>
    </w:p>
    <w:p w14:paraId="160CF678" w14:textId="57A9B985" w:rsidR="00AE27F0" w:rsidRDefault="00AE27F0" w:rsidP="00AE27F0">
      <w:pPr>
        <w:pStyle w:val="USTustnpkodeksu"/>
      </w:pPr>
      <w:r w:rsidRPr="00182333">
        <w:t>2. Od decyzji Rady Izby, w</w:t>
      </w:r>
      <w:r>
        <w:t> </w:t>
      </w:r>
      <w:r w:rsidRPr="00182333">
        <w:t>sprawach, o</w:t>
      </w:r>
      <w:r>
        <w:t> </w:t>
      </w:r>
      <w:r w:rsidRPr="00182333">
        <w:t>których mowa w</w:t>
      </w:r>
      <w:r>
        <w:t> ust. </w:t>
      </w:r>
      <w:r w:rsidRPr="00182333">
        <w:t>1, przysługuje odwołanie do ministra właściwego do spraw kultury i</w:t>
      </w:r>
      <w:r>
        <w:t> </w:t>
      </w:r>
      <w:r w:rsidRPr="00182333">
        <w:t>ochrony dziedzictwa narodowego.</w:t>
      </w:r>
    </w:p>
    <w:p w14:paraId="0A581876" w14:textId="1CED3D6B" w:rsidR="00AE27F0" w:rsidRPr="00182333" w:rsidRDefault="00AE27F0" w:rsidP="00AE27F0">
      <w:pPr>
        <w:pStyle w:val="USTustnpkodeksu"/>
      </w:pPr>
      <w:r>
        <w:t>3. Postępowania, o których mowa w ust. 1</w:t>
      </w:r>
      <w:r w:rsidR="00AD77A6">
        <w:t xml:space="preserve"> i 2</w:t>
      </w:r>
      <w:r>
        <w:t> prowadzi się w całości za pośrednictwem systemu.</w:t>
      </w:r>
    </w:p>
    <w:p w14:paraId="70AF298D" w14:textId="57CECC0C" w:rsidR="00AE27F0" w:rsidRPr="00182333" w:rsidRDefault="00AE27F0" w:rsidP="00AE27F0">
      <w:pPr>
        <w:pStyle w:val="ARTartustawynprozporzdzenia"/>
      </w:pPr>
      <w:r w:rsidRPr="00B237D3">
        <w:rPr>
          <w:rStyle w:val="Ppogrubienie"/>
        </w:rPr>
        <w:t>Art. 36.</w:t>
      </w:r>
      <w:r w:rsidRPr="00182333">
        <w:t xml:space="preserve"> Minister właściwy do spraw kultury i</w:t>
      </w:r>
      <w:r>
        <w:t> </w:t>
      </w:r>
      <w:r w:rsidRPr="00182333">
        <w:t>ochrony dziedzictwa narodowego określi, w</w:t>
      </w:r>
      <w:r>
        <w:t> </w:t>
      </w:r>
      <w:r w:rsidRPr="00182333">
        <w:t>drodze rozporządzenia:</w:t>
      </w:r>
    </w:p>
    <w:p w14:paraId="0AD9F964" w14:textId="2DA05DF3" w:rsidR="00AE27F0" w:rsidRPr="00182333" w:rsidRDefault="00AE27F0" w:rsidP="00AE27F0">
      <w:pPr>
        <w:pStyle w:val="PKTpunkt"/>
      </w:pPr>
      <w:r w:rsidRPr="00182333">
        <w:t>1)</w:t>
      </w:r>
      <w:r w:rsidRPr="00182333">
        <w:tab/>
        <w:t>progi minimalnego przychodu, jaki w</w:t>
      </w:r>
      <w:r>
        <w:t> </w:t>
      </w:r>
      <w:r w:rsidRPr="00182333">
        <w:t>ciągu trzech lat muszą uzyskać artyści zawodowi w</w:t>
      </w:r>
      <w:r>
        <w:t> </w:t>
      </w:r>
      <w:r w:rsidRPr="00182333">
        <w:t xml:space="preserve">poszczególnych zawodach, aby utrzymać uprawnienia artysty zawodowego, nie niższe niż </w:t>
      </w:r>
      <w:r>
        <w:t>5</w:t>
      </w:r>
      <w:r>
        <w:noBreakHyphen/>
      </w:r>
      <w:r w:rsidRPr="00182333">
        <w:t>krotność i</w:t>
      </w:r>
      <w:r>
        <w:t> </w:t>
      </w:r>
      <w:r w:rsidRPr="00182333">
        <w:t xml:space="preserve">nie wyższe niż </w:t>
      </w:r>
      <w:r>
        <w:t>62</w:t>
      </w:r>
      <w:r>
        <w:noBreakHyphen/>
      </w:r>
      <w:r w:rsidRPr="00182333">
        <w:t>krotność przeciętnego wynagrodzenia w</w:t>
      </w:r>
      <w:r>
        <w:t> </w:t>
      </w:r>
      <w:r w:rsidRPr="00182333">
        <w:t>gospodarce narodowej w</w:t>
      </w:r>
      <w:r>
        <w:t> </w:t>
      </w:r>
      <w:r w:rsidRPr="00182333">
        <w:t xml:space="preserve">poprzednim roku kalendarzowym, mając na względzie specyfikę pracy </w:t>
      </w:r>
      <w:r w:rsidRPr="00182333">
        <w:lastRenderedPageBreak/>
        <w:t>w</w:t>
      </w:r>
      <w:r>
        <w:t> </w:t>
      </w:r>
      <w:r w:rsidRPr="00182333">
        <w:t>poszczególnych zawodach artystycznych, przychody uzyskiwane w</w:t>
      </w:r>
      <w:r>
        <w:t> </w:t>
      </w:r>
      <w:r w:rsidRPr="00182333">
        <w:t>poszczególnych zawodach artystycznych oraz sytuację gospodarczą;</w:t>
      </w:r>
    </w:p>
    <w:p w14:paraId="67412BD8" w14:textId="7AE90386" w:rsidR="00AE27F0" w:rsidRPr="00182333" w:rsidRDefault="00AE27F0" w:rsidP="00AE27F0">
      <w:pPr>
        <w:pStyle w:val="PKTpunkt"/>
      </w:pPr>
      <w:r w:rsidRPr="00182333">
        <w:t>2)</w:t>
      </w:r>
      <w:r w:rsidRPr="00182333">
        <w:tab/>
        <w:t>liczbę lat posiadania uprawnień artysty, po upływie której uprawnienia artysty zawodowego potwierdzane są bezterminowo, mając na względzie specyfikę pracy, w</w:t>
      </w:r>
      <w:r>
        <w:t> </w:t>
      </w:r>
      <w:r w:rsidRPr="00182333">
        <w:t>tym długość aktywnej pracy zawodowej w</w:t>
      </w:r>
      <w:r>
        <w:t> </w:t>
      </w:r>
      <w:r w:rsidRPr="00182333">
        <w:t>poszczególnych zawodach artystycznych.</w:t>
      </w:r>
    </w:p>
    <w:p w14:paraId="4A3BF85A" w14:textId="77777777" w:rsidR="00AE27F0" w:rsidRDefault="00AE27F0" w:rsidP="00ED5E12">
      <w:pPr>
        <w:pStyle w:val="ARTartustawynprozporzdzenia"/>
      </w:pPr>
      <w:r w:rsidRPr="00182333">
        <w:rPr>
          <w:rStyle w:val="Ppogrubienie"/>
        </w:rPr>
        <w:t xml:space="preserve">Art. 37. </w:t>
      </w:r>
      <w:r w:rsidRPr="00182333">
        <w:t xml:space="preserve">1. Dyrektor Izby </w:t>
      </w:r>
      <w:r w:rsidRPr="00ED5E12">
        <w:t>prowadzi</w:t>
      </w:r>
      <w:r>
        <w:t xml:space="preserve"> system</w:t>
      </w:r>
      <w:r w:rsidRPr="00182333">
        <w:t>.</w:t>
      </w:r>
      <w:r>
        <w:t xml:space="preserve"> </w:t>
      </w:r>
    </w:p>
    <w:p w14:paraId="79B36A56" w14:textId="5C5B8444" w:rsidR="00AE27F0" w:rsidRDefault="00AE27F0" w:rsidP="00AE27F0">
      <w:pPr>
        <w:pStyle w:val="USTustnpkodeksu"/>
      </w:pPr>
      <w:r>
        <w:t xml:space="preserve">2. Dyrektor Izby jest </w:t>
      </w:r>
      <w:r w:rsidRPr="00173441">
        <w:t xml:space="preserve">administratorem danych </w:t>
      </w:r>
      <w:r>
        <w:t xml:space="preserve">osobowych </w:t>
      </w:r>
      <w:r w:rsidRPr="00173441">
        <w:t>i</w:t>
      </w:r>
      <w:r>
        <w:t> </w:t>
      </w:r>
      <w:r w:rsidRPr="00173441">
        <w:t>informacji zgromadzonych w</w:t>
      </w:r>
      <w:r>
        <w:t> rejestrze i jest odpowiedzialny za ich poprawność.</w:t>
      </w:r>
    </w:p>
    <w:p w14:paraId="730356AE" w14:textId="2D13D56A" w:rsidR="00AE27F0" w:rsidRPr="00182333" w:rsidRDefault="00AE27F0" w:rsidP="00AE27F0">
      <w:pPr>
        <w:pStyle w:val="USTustnpkodeksu"/>
      </w:pPr>
      <w:r>
        <w:t>3</w:t>
      </w:r>
      <w:r w:rsidRPr="00182333">
        <w:t>. W</w:t>
      </w:r>
      <w:r>
        <w:t> systemie</w:t>
      </w:r>
      <w:r w:rsidRPr="00182333">
        <w:t xml:space="preserve"> zbiera się informacje o:</w:t>
      </w:r>
    </w:p>
    <w:p w14:paraId="622151B6" w14:textId="16335F87" w:rsidR="00AE27F0" w:rsidRDefault="00AE27F0" w:rsidP="00AE27F0">
      <w:pPr>
        <w:pStyle w:val="PKTpunkt"/>
      </w:pPr>
      <w:r w:rsidRPr="00182333">
        <w:t>1)</w:t>
      </w:r>
      <w:r w:rsidRPr="00182333">
        <w:tab/>
      </w:r>
      <w:r>
        <w:t>osobach ubiegających się o potwierdzenie dorobku artystycznego:</w:t>
      </w:r>
    </w:p>
    <w:p w14:paraId="3348A0BD" w14:textId="4D9C353C" w:rsidR="00AE27F0" w:rsidRDefault="00AE27F0" w:rsidP="00AE27F0">
      <w:pPr>
        <w:pStyle w:val="LITlitera"/>
      </w:pPr>
      <w:r>
        <w:t>a)</w:t>
      </w:r>
      <w:r>
        <w:tab/>
      </w:r>
      <w:r w:rsidRPr="00182333">
        <w:t>imieniu i</w:t>
      </w:r>
      <w:r>
        <w:t> </w:t>
      </w:r>
      <w:r w:rsidRPr="00182333">
        <w:t>nazwisku</w:t>
      </w:r>
      <w:r>
        <w:t>,</w:t>
      </w:r>
    </w:p>
    <w:p w14:paraId="044B428A" w14:textId="77777777" w:rsidR="00AE27F0" w:rsidRDefault="00AE27F0" w:rsidP="00AE27F0">
      <w:pPr>
        <w:pStyle w:val="LITlitera"/>
      </w:pPr>
      <w:r>
        <w:t>b)</w:t>
      </w:r>
      <w:r>
        <w:tab/>
      </w:r>
      <w:r w:rsidRPr="00182333">
        <w:t>adresie zamieszkania</w:t>
      </w:r>
      <w:r>
        <w:t>,</w:t>
      </w:r>
    </w:p>
    <w:p w14:paraId="56444D5F" w14:textId="5FDF4409" w:rsidR="00AE27F0" w:rsidRDefault="00AE27F0" w:rsidP="00AE27F0">
      <w:pPr>
        <w:pStyle w:val="LITlitera"/>
      </w:pPr>
      <w:r>
        <w:t>c)</w:t>
      </w:r>
      <w:r>
        <w:tab/>
      </w:r>
      <w:r w:rsidRPr="00182333">
        <w:t>numerze PESEL, a</w:t>
      </w:r>
      <w:r>
        <w:t> </w:t>
      </w:r>
      <w:r w:rsidRPr="00182333">
        <w:t>w</w:t>
      </w:r>
      <w:r>
        <w:t> </w:t>
      </w:r>
      <w:r w:rsidRPr="00182333">
        <w:t>razie gdy nie nadano numeru PESEL – serii i</w:t>
      </w:r>
      <w:r>
        <w:t> </w:t>
      </w:r>
      <w:r w:rsidRPr="00182333">
        <w:t>numerze dokumentu potwierdzającego tożsamość oraz da</w:t>
      </w:r>
      <w:r>
        <w:t>cie</w:t>
      </w:r>
      <w:r w:rsidRPr="00182333">
        <w:t xml:space="preserve"> urodzenia</w:t>
      </w:r>
      <w:r>
        <w:t>,</w:t>
      </w:r>
    </w:p>
    <w:p w14:paraId="155919EB" w14:textId="6EF002C3" w:rsidR="00AE27F0" w:rsidRDefault="00AE27F0" w:rsidP="00AE27F0">
      <w:pPr>
        <w:pStyle w:val="LITlitera"/>
      </w:pPr>
      <w:r>
        <w:t>d)</w:t>
      </w:r>
      <w:r>
        <w:tab/>
      </w:r>
      <w:r w:rsidRPr="006A7FB4">
        <w:t>adres</w:t>
      </w:r>
      <w:r>
        <w:t>ie</w:t>
      </w:r>
      <w:r w:rsidRPr="006A7FB4">
        <w:t xml:space="preserve"> poczty elektronicznej i</w:t>
      </w:r>
      <w:r>
        <w:t> </w:t>
      </w:r>
      <w:r w:rsidRPr="006A7FB4">
        <w:t>numer</w:t>
      </w:r>
      <w:r>
        <w:t>ze</w:t>
      </w:r>
      <w:r w:rsidRPr="006A7FB4">
        <w:t xml:space="preserve"> telefonu</w:t>
      </w:r>
      <w:r>
        <w:t>,</w:t>
      </w:r>
      <w:r w:rsidRPr="00DF334B">
        <w:t xml:space="preserve"> o</w:t>
      </w:r>
      <w:r>
        <w:t> </w:t>
      </w:r>
      <w:r w:rsidRPr="00DF334B">
        <w:t>ile je posiad</w:t>
      </w:r>
      <w:r>
        <w:t>ają</w:t>
      </w:r>
    </w:p>
    <w:p w14:paraId="16440F23" w14:textId="064615C3" w:rsidR="00AE27F0" w:rsidRDefault="00AE27F0" w:rsidP="00AE27F0">
      <w:pPr>
        <w:pStyle w:val="LITlitera"/>
      </w:pPr>
      <w:r>
        <w:t>e)</w:t>
      </w:r>
      <w:r>
        <w:tab/>
        <w:t>wniosku o potwierdzenie dorobku artystycznego</w:t>
      </w:r>
      <w:r w:rsidRPr="00182333">
        <w:t>;</w:t>
      </w:r>
    </w:p>
    <w:p w14:paraId="4C055F1F" w14:textId="77777777" w:rsidR="00AE27F0" w:rsidRDefault="00AE27F0" w:rsidP="00AE27F0">
      <w:pPr>
        <w:pStyle w:val="PKTpunkt"/>
      </w:pPr>
      <w:r>
        <w:t>2)</w:t>
      </w:r>
      <w:r>
        <w:tab/>
        <w:t>artystach zawodowych:</w:t>
      </w:r>
    </w:p>
    <w:p w14:paraId="051F04F4" w14:textId="05ACAD9A" w:rsidR="00AE27F0" w:rsidRDefault="00AE27F0" w:rsidP="00AE27F0">
      <w:pPr>
        <w:pStyle w:val="LITlitera"/>
      </w:pPr>
      <w:r>
        <w:t>a)</w:t>
      </w:r>
      <w:r>
        <w:tab/>
      </w:r>
      <w:r w:rsidRPr="00182333">
        <w:t>imieniu i</w:t>
      </w:r>
      <w:r>
        <w:t> </w:t>
      </w:r>
      <w:r w:rsidRPr="00182333">
        <w:t>nazwisku artysty zawodowego</w:t>
      </w:r>
      <w:r>
        <w:t>,</w:t>
      </w:r>
    </w:p>
    <w:p w14:paraId="120DAC35" w14:textId="77777777" w:rsidR="00AE27F0" w:rsidRDefault="00AE27F0" w:rsidP="00AE27F0">
      <w:pPr>
        <w:pStyle w:val="LITlitera"/>
      </w:pPr>
      <w:r>
        <w:t>b)</w:t>
      </w:r>
      <w:r>
        <w:tab/>
      </w:r>
      <w:r w:rsidRPr="00182333">
        <w:t>adresie zamieszkania artysty zawodowego</w:t>
      </w:r>
      <w:r>
        <w:t>,</w:t>
      </w:r>
    </w:p>
    <w:p w14:paraId="31941D22" w14:textId="08C52D8C" w:rsidR="00AE27F0" w:rsidRDefault="00AE27F0" w:rsidP="00AE27F0">
      <w:pPr>
        <w:pStyle w:val="LITlitera"/>
      </w:pPr>
      <w:r>
        <w:t>c)</w:t>
      </w:r>
      <w:r>
        <w:tab/>
      </w:r>
      <w:r w:rsidRPr="00182333">
        <w:t>numerze PESEL, a</w:t>
      </w:r>
      <w:r>
        <w:t> </w:t>
      </w:r>
      <w:r w:rsidRPr="00182333">
        <w:t>w</w:t>
      </w:r>
      <w:r>
        <w:t> </w:t>
      </w:r>
      <w:r w:rsidRPr="00182333">
        <w:t>razie gdy nie nadano numeru PESEL – serii i</w:t>
      </w:r>
      <w:r>
        <w:t> </w:t>
      </w:r>
      <w:r w:rsidRPr="00182333">
        <w:t>numerze dokumentu potwierdzającego tożsamość oraz da</w:t>
      </w:r>
      <w:r>
        <w:t>cie</w:t>
      </w:r>
      <w:r w:rsidRPr="00182333">
        <w:t xml:space="preserve"> urodzenia artysty zawodowego</w:t>
      </w:r>
      <w:r>
        <w:t>,</w:t>
      </w:r>
    </w:p>
    <w:p w14:paraId="1A2E7DD1" w14:textId="0AC6E494" w:rsidR="00AE27F0" w:rsidRPr="00182333" w:rsidRDefault="00AE27F0" w:rsidP="00AE27F0">
      <w:pPr>
        <w:pStyle w:val="LITlitera"/>
      </w:pPr>
      <w:r>
        <w:t>d)</w:t>
      </w:r>
      <w:r>
        <w:tab/>
      </w:r>
      <w:r w:rsidRPr="006A7FB4">
        <w:t>adres</w:t>
      </w:r>
      <w:r>
        <w:t>ie</w:t>
      </w:r>
      <w:r w:rsidRPr="006A7FB4">
        <w:t xml:space="preserve"> poczty elektronicznej i</w:t>
      </w:r>
      <w:r>
        <w:t> </w:t>
      </w:r>
      <w:r w:rsidRPr="006A7FB4">
        <w:t>numer</w:t>
      </w:r>
      <w:r>
        <w:t>ze</w:t>
      </w:r>
      <w:r w:rsidRPr="006A7FB4">
        <w:t xml:space="preserve"> telefonu</w:t>
      </w:r>
      <w:r w:rsidRPr="00DF334B">
        <w:t xml:space="preserve"> o</w:t>
      </w:r>
      <w:r>
        <w:t> </w:t>
      </w:r>
      <w:r w:rsidRPr="00DF334B">
        <w:t>ile je posiad</w:t>
      </w:r>
      <w:r>
        <w:t>a</w:t>
      </w:r>
      <w:r w:rsidRPr="00182333">
        <w:t>;</w:t>
      </w:r>
    </w:p>
    <w:p w14:paraId="049D73F3" w14:textId="77777777" w:rsidR="00AE27F0" w:rsidRDefault="00AE27F0" w:rsidP="00AE27F0">
      <w:pPr>
        <w:pStyle w:val="PKTpunkt"/>
      </w:pPr>
      <w:r>
        <w:t>3</w:t>
      </w:r>
      <w:r w:rsidRPr="00182333">
        <w:t>)</w:t>
      </w:r>
      <w:r w:rsidRPr="00182333">
        <w:tab/>
      </w:r>
      <w:r>
        <w:t>u</w:t>
      </w:r>
      <w:r w:rsidRPr="00182333">
        <w:t>prawnie</w:t>
      </w:r>
      <w:r>
        <w:t>niach</w:t>
      </w:r>
      <w:r w:rsidRPr="00182333">
        <w:t xml:space="preserve"> artysty zawodowego</w:t>
      </w:r>
      <w:r>
        <w:t xml:space="preserve">: </w:t>
      </w:r>
    </w:p>
    <w:p w14:paraId="2775ED86" w14:textId="77777777" w:rsidR="00AE27F0" w:rsidRPr="00C83099" w:rsidRDefault="00AE27F0" w:rsidP="00AE27F0">
      <w:pPr>
        <w:pStyle w:val="LITlitera"/>
      </w:pPr>
      <w:r w:rsidRPr="00C83099">
        <w:t>a)</w:t>
      </w:r>
      <w:r w:rsidRPr="00C83099">
        <w:tab/>
        <w:t>dacie początkowej uzyskania uprawnień artysty zawodowego;</w:t>
      </w:r>
    </w:p>
    <w:p w14:paraId="7225E2A7" w14:textId="77777777" w:rsidR="00AE27F0" w:rsidRPr="00C83099" w:rsidRDefault="00AE27F0" w:rsidP="00AE27F0">
      <w:pPr>
        <w:pStyle w:val="LITlitera"/>
      </w:pPr>
      <w:r w:rsidRPr="00C83099">
        <w:t>b)</w:t>
      </w:r>
      <w:r w:rsidRPr="00C83099">
        <w:tab/>
        <w:t>dacie końcowej posiadania uprawnień artysty zawodowego;</w:t>
      </w:r>
    </w:p>
    <w:p w14:paraId="32750A9E" w14:textId="2FC19940" w:rsidR="00AE27F0" w:rsidRPr="00C83099" w:rsidRDefault="00AE27F0" w:rsidP="00AE27F0">
      <w:pPr>
        <w:pStyle w:val="LITlitera"/>
      </w:pPr>
      <w:r w:rsidRPr="00C83099">
        <w:t>c)</w:t>
      </w:r>
      <w:r w:rsidRPr="00C83099">
        <w:tab/>
        <w:t>przeprowadzonych aktualizacjach uprawnień artysty zawodowego: i</w:t>
      </w:r>
      <w:r>
        <w:t> </w:t>
      </w:r>
      <w:r w:rsidRPr="00C83099">
        <w:t>okresie obowiązywania aktualizacji uprawnień;</w:t>
      </w:r>
    </w:p>
    <w:p w14:paraId="4F25233E" w14:textId="77777777" w:rsidR="00AE27F0" w:rsidRPr="00C83099" w:rsidRDefault="00AE27F0" w:rsidP="00AE27F0">
      <w:pPr>
        <w:pStyle w:val="LITlitera"/>
      </w:pPr>
      <w:r w:rsidRPr="00C83099">
        <w:t>d)</w:t>
      </w:r>
      <w:r w:rsidRPr="00C83099">
        <w:tab/>
        <w:t>bezterminowym potwierdzeniu uprawnień artysty zawodowego;</w:t>
      </w:r>
    </w:p>
    <w:p w14:paraId="5EC5E52D" w14:textId="5B3FBC5B" w:rsidR="00AE27F0" w:rsidRDefault="00AE27F0" w:rsidP="00AE27F0">
      <w:pPr>
        <w:pStyle w:val="LITlitera"/>
      </w:pPr>
      <w:r w:rsidRPr="00C83099">
        <w:t>e)</w:t>
      </w:r>
      <w:r w:rsidRPr="00C83099">
        <w:tab/>
        <w:t>zawieszeniu lub wznowieniu uprawnień artysty zawodowego: dacie początkowej i</w:t>
      </w:r>
      <w:r>
        <w:t> </w:t>
      </w:r>
      <w:r w:rsidRPr="00C83099">
        <w:t>końcowej</w:t>
      </w:r>
      <w:r>
        <w:t xml:space="preserve"> zawieszenia uprawnień</w:t>
      </w:r>
      <w:r w:rsidRPr="00182333">
        <w:t>;</w:t>
      </w:r>
    </w:p>
    <w:p w14:paraId="68F5DF83" w14:textId="77777777" w:rsidR="00AE27F0" w:rsidRDefault="00AE27F0" w:rsidP="00AE27F0">
      <w:pPr>
        <w:pStyle w:val="PKTpunkt"/>
      </w:pPr>
      <w:r>
        <w:t>4</w:t>
      </w:r>
      <w:r w:rsidRPr="00182333">
        <w:t>)</w:t>
      </w:r>
      <w:r w:rsidRPr="00182333">
        <w:tab/>
      </w:r>
      <w:r>
        <w:t xml:space="preserve">procesie potwierdzania uprawnień artysty zawodowego: </w:t>
      </w:r>
    </w:p>
    <w:p w14:paraId="3B8CA192" w14:textId="09BB3E45" w:rsidR="00AE27F0" w:rsidRPr="00C83099" w:rsidRDefault="00AE27F0" w:rsidP="00AE27F0">
      <w:pPr>
        <w:pStyle w:val="LITlitera"/>
      </w:pPr>
      <w:r w:rsidRPr="00C83099">
        <w:lastRenderedPageBreak/>
        <w:t>a)</w:t>
      </w:r>
      <w:r w:rsidRPr="00C83099">
        <w:tab/>
      </w:r>
      <w:r w:rsidRPr="005A2467">
        <w:t>dane osób uczestniczących w</w:t>
      </w:r>
      <w:r>
        <w:t> </w:t>
      </w:r>
      <w:r w:rsidRPr="005A2467">
        <w:t>ocenie dorobku artystycznego</w:t>
      </w:r>
      <w:r>
        <w:t xml:space="preserve"> w organizacji reprezentatywnej</w:t>
      </w:r>
      <w:r w:rsidRPr="005A2467">
        <w:t>: w</w:t>
      </w:r>
      <w:r>
        <w:t> </w:t>
      </w:r>
      <w:r w:rsidRPr="005A2467">
        <w:t>tym: imię, nazwisko, datę urodzenia, adres miejsca zamieszkania</w:t>
      </w:r>
      <w:r>
        <w:t>,</w:t>
      </w:r>
    </w:p>
    <w:p w14:paraId="1D1F36FB" w14:textId="5EB47455" w:rsidR="00AE27F0" w:rsidRDefault="00AE27F0" w:rsidP="00AE27F0">
      <w:pPr>
        <w:pStyle w:val="LITlitera"/>
      </w:pPr>
      <w:r w:rsidRPr="00C83099">
        <w:t>b)</w:t>
      </w:r>
      <w:r w:rsidRPr="00C83099">
        <w:tab/>
      </w:r>
      <w:r w:rsidRPr="000875B8">
        <w:t>protokół z</w:t>
      </w:r>
      <w:r>
        <w:t> </w:t>
      </w:r>
      <w:r w:rsidRPr="000875B8">
        <w:t>czynności podjętych w</w:t>
      </w:r>
      <w:r>
        <w:t> </w:t>
      </w:r>
      <w:r w:rsidRPr="000875B8">
        <w:t>postępowaniu o</w:t>
      </w:r>
      <w:r>
        <w:t> </w:t>
      </w:r>
      <w:r w:rsidRPr="000875B8">
        <w:t>wydanie poświadczenia</w:t>
      </w:r>
      <w:r>
        <w:t>,</w:t>
      </w:r>
    </w:p>
    <w:p w14:paraId="518D05F6" w14:textId="77777777" w:rsidR="00AE27F0" w:rsidRDefault="00AE27F0" w:rsidP="00AE27F0">
      <w:pPr>
        <w:pStyle w:val="LITlitera"/>
      </w:pPr>
      <w:r>
        <w:t>c)</w:t>
      </w:r>
      <w:r>
        <w:tab/>
      </w:r>
      <w:r w:rsidRPr="00182333">
        <w:t xml:space="preserve">poświadczenie potwierdzające dorobek artystyczny </w:t>
      </w:r>
      <w:r>
        <w:t>wydane</w:t>
      </w:r>
      <w:r w:rsidRPr="00182333">
        <w:t xml:space="preserve"> przez organizację reprezentatywną </w:t>
      </w:r>
      <w:r>
        <w:t>lub odmowa wydania poświadczenia,</w:t>
      </w:r>
    </w:p>
    <w:p w14:paraId="2A2A92D9" w14:textId="77777777" w:rsidR="00AE27F0" w:rsidRDefault="00AE27F0" w:rsidP="00AE27F0">
      <w:pPr>
        <w:pStyle w:val="LITlitera"/>
      </w:pPr>
      <w:r>
        <w:t>d)</w:t>
      </w:r>
      <w:r>
        <w:tab/>
      </w:r>
      <w:r w:rsidRPr="00182333">
        <w:t xml:space="preserve">poświadczenie potwierdzające dorobek artystyczny </w:t>
      </w:r>
      <w:r>
        <w:t>wydane</w:t>
      </w:r>
      <w:r w:rsidRPr="00182333">
        <w:t xml:space="preserve"> przez </w:t>
      </w:r>
      <w:r>
        <w:t>Radę Izby</w:t>
      </w:r>
      <w:r w:rsidRPr="00182333">
        <w:t xml:space="preserve"> </w:t>
      </w:r>
      <w:r>
        <w:t>lub odmowa wydania poświadczenia,</w:t>
      </w:r>
    </w:p>
    <w:p w14:paraId="3E505890" w14:textId="77777777" w:rsidR="00AE27F0" w:rsidRDefault="00AE27F0" w:rsidP="00AE27F0">
      <w:pPr>
        <w:pStyle w:val="LITlitera"/>
      </w:pPr>
      <w:r>
        <w:t>e)</w:t>
      </w:r>
      <w:r>
        <w:tab/>
      </w:r>
      <w:r w:rsidRPr="00182333">
        <w:t>dyplom ukończenia studiów drugiego stopnia lub jednolitych studiów magisterskich uczelni artystycznych lub dyplom ukończenia ogólnokształcącej szkoły baletowej</w:t>
      </w:r>
      <w:r>
        <w:t>,</w:t>
      </w:r>
    </w:p>
    <w:p w14:paraId="2B625BF6" w14:textId="65549E08" w:rsidR="00AE27F0" w:rsidRPr="00182333" w:rsidRDefault="00AE27F0" w:rsidP="00AE27F0">
      <w:pPr>
        <w:pStyle w:val="LITlitera"/>
      </w:pPr>
      <w:r>
        <w:t>f)</w:t>
      </w:r>
      <w:r>
        <w:tab/>
        <w:t>decyzjach wydanych w procesie potwierdzania i aktualizacji uprawnień artysty zawodowego;</w:t>
      </w:r>
    </w:p>
    <w:p w14:paraId="776EC96D" w14:textId="5A114919" w:rsidR="00AE27F0" w:rsidRPr="00182333" w:rsidRDefault="00AE27F0" w:rsidP="00AE27F0">
      <w:pPr>
        <w:pStyle w:val="PKTpunkt"/>
      </w:pPr>
      <w:r>
        <w:t>5</w:t>
      </w:r>
      <w:r w:rsidRPr="00182333">
        <w:t>)</w:t>
      </w:r>
      <w:r w:rsidRPr="00182333">
        <w:tab/>
        <w:t>osiąganych przez artystów przychodach z</w:t>
      </w:r>
      <w:r>
        <w:t> </w:t>
      </w:r>
      <w:r w:rsidRPr="00182333">
        <w:t>działalności twórczej lub wykonawstwa artystycznego</w:t>
      </w:r>
      <w:r>
        <w:t>, o których informują artyści aktualizując uprawnienia artysty zawodowego i występując o przyznanie dopłaty</w:t>
      </w:r>
      <w:r w:rsidRPr="00182333">
        <w:t>;</w:t>
      </w:r>
    </w:p>
    <w:p w14:paraId="70324B5D" w14:textId="5EC3E6B3" w:rsidR="00AE27F0" w:rsidRPr="00182333" w:rsidRDefault="00AE27F0" w:rsidP="00AE27F0">
      <w:pPr>
        <w:pStyle w:val="PKTpunkt"/>
      </w:pPr>
      <w:r>
        <w:t>6)</w:t>
      </w:r>
      <w:r w:rsidRPr="00182333">
        <w:tab/>
        <w:t>przyznanych Dopłatach</w:t>
      </w:r>
      <w:r>
        <w:t>: wysokości przyznania dopłaty i okresowi, na który została przyznana</w:t>
      </w:r>
      <w:r w:rsidRPr="00182333">
        <w:t>;</w:t>
      </w:r>
      <w:r w:rsidRPr="00BC45F8">
        <w:t xml:space="preserve"> </w:t>
      </w:r>
      <w:r w:rsidRPr="00182333">
        <w:t>liczebności poszczególnych zawodów artystycznych, dla których ustalana jest reprezentatywność;</w:t>
      </w:r>
    </w:p>
    <w:p w14:paraId="548216DC" w14:textId="77777777" w:rsidR="00AE27F0" w:rsidRPr="00182333" w:rsidRDefault="00AE27F0" w:rsidP="00AE27F0">
      <w:pPr>
        <w:pStyle w:val="PKTpunkt"/>
      </w:pPr>
      <w:r>
        <w:t>7)</w:t>
      </w:r>
      <w:r>
        <w:tab/>
      </w:r>
      <w:r w:rsidRPr="00182333">
        <w:t xml:space="preserve">wydanych </w:t>
      </w:r>
      <w:r>
        <w:t>K</w:t>
      </w:r>
      <w:r w:rsidRPr="00182333">
        <w:t>artach artysty zawodowego;</w:t>
      </w:r>
    </w:p>
    <w:p w14:paraId="1DB3DB4D" w14:textId="77777777" w:rsidR="00AE27F0" w:rsidRPr="00182333" w:rsidRDefault="00AE27F0" w:rsidP="00AE27F0">
      <w:pPr>
        <w:pStyle w:val="PKTpunkt"/>
      </w:pPr>
      <w:r>
        <w:t>8</w:t>
      </w:r>
      <w:r w:rsidRPr="00182333">
        <w:t>)</w:t>
      </w:r>
      <w:r w:rsidRPr="00182333">
        <w:tab/>
        <w:t>numerze rachunku składkowego płatnika, jeżeli artyście zawodowemu przyznana została Dopłata</w:t>
      </w:r>
      <w:r>
        <w:t>;</w:t>
      </w:r>
    </w:p>
    <w:p w14:paraId="17F0E999" w14:textId="77777777" w:rsidR="00AE27F0" w:rsidRPr="00182333" w:rsidRDefault="00AE27F0" w:rsidP="00AE27F0">
      <w:pPr>
        <w:pStyle w:val="PKTpunkt"/>
      </w:pPr>
      <w:r>
        <w:t>9)</w:t>
      </w:r>
      <w:r>
        <w:tab/>
      </w:r>
      <w:r w:rsidRPr="00182333">
        <w:t>liczbie artystów zawodowych obsługiwanych przez poszczególne organizacje;</w:t>
      </w:r>
    </w:p>
    <w:p w14:paraId="103E5725" w14:textId="77777777" w:rsidR="00AE27F0" w:rsidRPr="00182333" w:rsidRDefault="00AE27F0" w:rsidP="00AE27F0">
      <w:pPr>
        <w:pStyle w:val="PKTpunkt"/>
      </w:pPr>
      <w:r>
        <w:t>10</w:t>
      </w:r>
      <w:r w:rsidRPr="00182333">
        <w:t>)</w:t>
      </w:r>
      <w:r w:rsidRPr="00182333">
        <w:tab/>
        <w:t>organizacjach:</w:t>
      </w:r>
    </w:p>
    <w:p w14:paraId="42A1E1A3" w14:textId="77777777" w:rsidR="00AE27F0" w:rsidRPr="00182333" w:rsidRDefault="00AE27F0" w:rsidP="00AE27F0">
      <w:pPr>
        <w:pStyle w:val="LITlitera"/>
      </w:pPr>
      <w:r w:rsidRPr="00182333">
        <w:t>a) naz</w:t>
      </w:r>
      <w:r>
        <w:t>wie</w:t>
      </w:r>
      <w:r w:rsidRPr="00182333">
        <w:t xml:space="preserve"> organizacji,</w:t>
      </w:r>
    </w:p>
    <w:p w14:paraId="5759F0B9" w14:textId="115C3CA7" w:rsidR="00AE27F0" w:rsidRPr="00182333" w:rsidRDefault="00AE27F0" w:rsidP="00AE27F0">
      <w:pPr>
        <w:pStyle w:val="LITlitera"/>
      </w:pPr>
      <w:r w:rsidRPr="00182333">
        <w:t>b) numer</w:t>
      </w:r>
      <w:r>
        <w:t>ze</w:t>
      </w:r>
      <w:r w:rsidRPr="00182333">
        <w:t xml:space="preserve"> KRS organizacji w</w:t>
      </w:r>
      <w:r>
        <w:t> </w:t>
      </w:r>
      <w:r w:rsidRPr="00182333">
        <w:t>Krajowym Rejestrze Sądowym,</w:t>
      </w:r>
    </w:p>
    <w:p w14:paraId="3074C020" w14:textId="77777777" w:rsidR="00AE27F0" w:rsidRPr="00182333" w:rsidRDefault="00AE27F0" w:rsidP="00AE27F0">
      <w:pPr>
        <w:pStyle w:val="LITlitera"/>
      </w:pPr>
      <w:r w:rsidRPr="00182333">
        <w:t>c) adres</w:t>
      </w:r>
      <w:r>
        <w:t>ie</w:t>
      </w:r>
      <w:r w:rsidRPr="00182333">
        <w:t xml:space="preserve"> siedziby organizacji,</w:t>
      </w:r>
    </w:p>
    <w:p w14:paraId="09FB5A14" w14:textId="77777777" w:rsidR="00AE27F0" w:rsidRPr="00182333" w:rsidRDefault="00AE27F0" w:rsidP="00AE27F0">
      <w:pPr>
        <w:pStyle w:val="LITlitera"/>
      </w:pPr>
      <w:r w:rsidRPr="00182333">
        <w:t>d) termin</w:t>
      </w:r>
      <w:r>
        <w:t>ie</w:t>
      </w:r>
      <w:r w:rsidRPr="00182333">
        <w:t xml:space="preserve"> wpisania do </w:t>
      </w:r>
      <w:r>
        <w:t>systemu</w:t>
      </w:r>
      <w:r w:rsidRPr="00182333">
        <w:t>,</w:t>
      </w:r>
    </w:p>
    <w:p w14:paraId="0ABB6B90" w14:textId="77777777" w:rsidR="00AE27F0" w:rsidRPr="00182333" w:rsidRDefault="00AE27F0" w:rsidP="00AE27F0">
      <w:pPr>
        <w:pStyle w:val="LITlitera"/>
      </w:pPr>
      <w:r w:rsidRPr="00182333">
        <w:t>e) termin</w:t>
      </w:r>
      <w:r>
        <w:t>ie</w:t>
      </w:r>
      <w:r w:rsidRPr="00182333">
        <w:t xml:space="preserve"> uzyskania lub utraty statusu organizacji reprezentatywnej.</w:t>
      </w:r>
    </w:p>
    <w:p w14:paraId="531A32ED" w14:textId="6BB4EC77" w:rsidR="00AE27F0" w:rsidRPr="00613C84" w:rsidRDefault="00AE27F0" w:rsidP="00AE27F0">
      <w:pPr>
        <w:pStyle w:val="USTustnpkodeksu"/>
      </w:pPr>
      <w:r>
        <w:t>4</w:t>
      </w:r>
      <w:r w:rsidRPr="00613C84">
        <w:t xml:space="preserve">. </w:t>
      </w:r>
      <w:r>
        <w:t>Informacje, o których mowa w ust. 3 pkt 1</w:t>
      </w:r>
      <w:r>
        <w:noBreakHyphen/>
        <w:t>8 </w:t>
      </w:r>
      <w:r w:rsidRPr="00613C84">
        <w:t>są przetwarzane przez całe życie artysty zawodowego. Informacje osób, których uprawnienia nie zostały</w:t>
      </w:r>
      <w:r>
        <w:t xml:space="preserve"> nigdy</w:t>
      </w:r>
      <w:r w:rsidRPr="00613C84">
        <w:t xml:space="preserve"> potwierdzone, przetwarza się przez okres 2</w:t>
      </w:r>
      <w:r>
        <w:t> </w:t>
      </w:r>
      <w:r w:rsidRPr="00613C84">
        <w:t>lat od dnia, w</w:t>
      </w:r>
      <w:r>
        <w:t> </w:t>
      </w:r>
      <w:r w:rsidRPr="00613C84">
        <w:t xml:space="preserve">którym decyzja </w:t>
      </w:r>
      <w:r>
        <w:t>o odmowie potwierdzenia</w:t>
      </w:r>
      <w:r w:rsidRPr="00613C84">
        <w:t xml:space="preserve"> uprawnień artysty zawodowego stała się ostateczna.</w:t>
      </w:r>
    </w:p>
    <w:p w14:paraId="2F20901B" w14:textId="2606450E" w:rsidR="00AE27F0" w:rsidRPr="00613C84" w:rsidRDefault="00AE27F0" w:rsidP="00AE27F0">
      <w:pPr>
        <w:pStyle w:val="USTustnpkodeksu"/>
      </w:pPr>
      <w:r>
        <w:lastRenderedPageBreak/>
        <w:t>5</w:t>
      </w:r>
      <w:r w:rsidRPr="00613C84">
        <w:t>. Dane osobowe, o</w:t>
      </w:r>
      <w:r>
        <w:t> </w:t>
      </w:r>
      <w:r w:rsidRPr="00613C84">
        <w:t>których mowa w</w:t>
      </w:r>
      <w:r>
        <w:t> ust. 3</w:t>
      </w:r>
      <w:r w:rsidRPr="00613C84">
        <w:t>, wraz z</w:t>
      </w:r>
      <w:r>
        <w:t> </w:t>
      </w:r>
      <w:r w:rsidRPr="00613C84">
        <w:t>wszystkimi dokumentami, usuwa się niezwłocznie po upływie okresów przetwarzania, o</w:t>
      </w:r>
      <w:r>
        <w:t> </w:t>
      </w:r>
      <w:r w:rsidRPr="00613C84">
        <w:t>których mowa w</w:t>
      </w:r>
      <w:r>
        <w:t> ust. 4</w:t>
      </w:r>
      <w:r w:rsidRPr="00613C84">
        <w:t>.</w:t>
      </w:r>
      <w:r>
        <w:t xml:space="preserve"> Pozostałych danych nie usuwa się z systemu.</w:t>
      </w:r>
    </w:p>
    <w:p w14:paraId="0F4525C4" w14:textId="25179D2E" w:rsidR="00AE27F0" w:rsidRPr="00613C84" w:rsidRDefault="00AE27F0" w:rsidP="00AE27F0">
      <w:pPr>
        <w:pStyle w:val="USTustnpkodeksu"/>
      </w:pPr>
      <w:r>
        <w:t>6</w:t>
      </w:r>
      <w:r w:rsidRPr="00613C84">
        <w:t>. Dane osobowe, o</w:t>
      </w:r>
      <w:r>
        <w:t> </w:t>
      </w:r>
      <w:r w:rsidRPr="00613C84">
        <w:t>których mowa w</w:t>
      </w:r>
      <w:r>
        <w:t> ust. 3</w:t>
      </w:r>
      <w:r w:rsidRPr="00613C84">
        <w:t>, podlegają zabezpieczeniom zapobiegającym nadużyciom lub niezgodnemu z</w:t>
      </w:r>
      <w:r>
        <w:t> </w:t>
      </w:r>
      <w:r w:rsidRPr="00613C84">
        <w:t>prawem dostępowi lub przekazaniu polegającym co najmniej na:</w:t>
      </w:r>
    </w:p>
    <w:p w14:paraId="6AC68E64" w14:textId="77777777" w:rsidR="00AE27F0" w:rsidRPr="00613C84" w:rsidRDefault="00AE27F0" w:rsidP="00ED5E12">
      <w:pPr>
        <w:pStyle w:val="PKTpunkt"/>
      </w:pPr>
      <w:r w:rsidRPr="00613C84">
        <w:t>1)</w:t>
      </w:r>
      <w:r w:rsidRPr="00613C84">
        <w:tab/>
        <w:t>dopuszczeniu do przetwarzania danych osobowych wyłącznie osób posiadających pisemne upoważnienie wydane przez administratora danych;</w:t>
      </w:r>
    </w:p>
    <w:p w14:paraId="5E518963" w14:textId="05E2E278" w:rsidR="00AE27F0" w:rsidRPr="00613C84" w:rsidRDefault="00AE27F0" w:rsidP="00ED5E12">
      <w:pPr>
        <w:pStyle w:val="PKTpunkt"/>
      </w:pPr>
      <w:r w:rsidRPr="00613C84">
        <w:t>2)</w:t>
      </w:r>
      <w:r w:rsidRPr="00613C84">
        <w:tab/>
        <w:t>pisemnym obowiązaniu osób upoważnionych do przetwarzania danych osobowych do zachowania ich w</w:t>
      </w:r>
      <w:r>
        <w:t> </w:t>
      </w:r>
      <w:r w:rsidRPr="00613C84">
        <w:t>poufności.</w:t>
      </w:r>
    </w:p>
    <w:p w14:paraId="79108CED" w14:textId="7C641141" w:rsidR="00AE27F0" w:rsidRDefault="00AE27F0" w:rsidP="00AE27F0">
      <w:pPr>
        <w:pStyle w:val="USTustnpkodeksu"/>
      </w:pPr>
      <w:r>
        <w:t>7</w:t>
      </w:r>
      <w:r w:rsidRPr="00613C84">
        <w:t>. Osoby przetwarzające dane, o</w:t>
      </w:r>
      <w:r>
        <w:t> </w:t>
      </w:r>
      <w:r w:rsidRPr="00613C84">
        <w:t>których mowa w</w:t>
      </w:r>
      <w:r>
        <w:t> ust. 3</w:t>
      </w:r>
      <w:r w:rsidRPr="00613C84">
        <w:t>, są obowiązane do zachowania ich w</w:t>
      </w:r>
      <w:r>
        <w:t> </w:t>
      </w:r>
      <w:r w:rsidRPr="00613C84">
        <w:t>poufności.</w:t>
      </w:r>
    </w:p>
    <w:p w14:paraId="0AFB6ADE" w14:textId="724D9C04" w:rsidR="00AE27F0" w:rsidRDefault="00AE27F0" w:rsidP="00AE27F0">
      <w:pPr>
        <w:pStyle w:val="USTustnpkodeksu"/>
      </w:pPr>
      <w:r>
        <w:t xml:space="preserve">8. </w:t>
      </w:r>
      <w:r w:rsidRPr="00060162">
        <w:t>Dane osobowe</w:t>
      </w:r>
      <w:r>
        <w:t>, o których mowa w ust. 3, są</w:t>
      </w:r>
      <w:r w:rsidRPr="00060162">
        <w:t xml:space="preserve"> przetwarzane w sposób zapewniający </w:t>
      </w:r>
      <w:r>
        <w:t xml:space="preserve">ich integralność, </w:t>
      </w:r>
      <w:r w:rsidRPr="00060162">
        <w:t>odpowiednie bezpieczeństwo danych osobowych, w tym ochronę przed niedozwolonym lub niezgodnym z prawem przetwarzaniem oraz przypadkową utratą, zniszczeniem lub uszkodzeniem</w:t>
      </w:r>
      <w:r>
        <w:t>.</w:t>
      </w:r>
    </w:p>
    <w:p w14:paraId="6A3F8968" w14:textId="24685418" w:rsidR="00AE27F0" w:rsidRDefault="00AE27F0" w:rsidP="00AE27F0">
      <w:pPr>
        <w:pStyle w:val="ARTartustawynprozporzdzenia"/>
      </w:pPr>
      <w:r w:rsidRPr="00182333">
        <w:rPr>
          <w:rStyle w:val="Ppogrubienie"/>
        </w:rPr>
        <w:t>Art. 3</w:t>
      </w:r>
      <w:r>
        <w:rPr>
          <w:rStyle w:val="Ppogrubienie"/>
        </w:rPr>
        <w:t>8</w:t>
      </w:r>
      <w:r w:rsidRPr="00182333">
        <w:rPr>
          <w:rStyle w:val="Ppogrubienie"/>
        </w:rPr>
        <w:t xml:space="preserve">. </w:t>
      </w:r>
      <w:r w:rsidRPr="00182333">
        <w:t>1. D</w:t>
      </w:r>
      <w:r>
        <w:t>ane, o których mowa w art. 37 ust. 3:</w:t>
      </w:r>
    </w:p>
    <w:p w14:paraId="228754EB" w14:textId="053878D7" w:rsidR="00AE27F0" w:rsidRDefault="00AE27F0" w:rsidP="00AE27F0">
      <w:pPr>
        <w:pStyle w:val="PKTpunkt"/>
      </w:pPr>
      <w:r>
        <w:t>1)</w:t>
      </w:r>
      <w:r>
        <w:tab/>
        <w:t>pkt 1 </w:t>
      </w:r>
      <w:r w:rsidRPr="000C02A7">
        <w:t xml:space="preserve">przekazują do systemu osoby </w:t>
      </w:r>
      <w:r>
        <w:t>składające wniosek</w:t>
      </w:r>
      <w:r w:rsidRPr="000C02A7">
        <w:t xml:space="preserve"> o</w:t>
      </w:r>
      <w:r>
        <w:t> </w:t>
      </w:r>
      <w:r w:rsidRPr="000C02A7">
        <w:t>potwierdzenie dorobku artystycznego</w:t>
      </w:r>
      <w:r>
        <w:t>;</w:t>
      </w:r>
    </w:p>
    <w:p w14:paraId="3CD171B2" w14:textId="198D89B4" w:rsidR="00AE27F0" w:rsidRDefault="00AE27F0" w:rsidP="00AE27F0">
      <w:pPr>
        <w:pStyle w:val="PKTpunkt"/>
      </w:pPr>
      <w:r>
        <w:t>2)</w:t>
      </w:r>
      <w:r>
        <w:tab/>
        <w:t xml:space="preserve">pkt 2 oraz pkt 4 lit. e </w:t>
      </w:r>
      <w:r w:rsidRPr="0058584E">
        <w:t xml:space="preserve">przekazują do systemu osoby </w:t>
      </w:r>
      <w:r>
        <w:t>składające wniosek o potwierdzenie uprawnień artysty zawodowego na podstawie art. 28 ust. 1 pkt 2;</w:t>
      </w:r>
    </w:p>
    <w:p w14:paraId="4A038797" w14:textId="7E8432F6" w:rsidR="00AE27F0" w:rsidRDefault="00AE27F0" w:rsidP="00AE27F0">
      <w:pPr>
        <w:pStyle w:val="PKTpunkt"/>
      </w:pPr>
      <w:r>
        <w:t>3)</w:t>
      </w:r>
      <w:r>
        <w:tab/>
      </w:r>
      <w:r w:rsidRPr="00C748F1">
        <w:t>pkt 5</w:t>
      </w:r>
      <w:r>
        <w:t xml:space="preserve"> oraz pkt </w:t>
      </w:r>
      <w:r w:rsidRPr="00C748F1">
        <w:t>8</w:t>
      </w:r>
      <w:r>
        <w:t> </w:t>
      </w:r>
      <w:r w:rsidRPr="00C748F1">
        <w:t>przekazują do systemu osoby składające wniosek o</w:t>
      </w:r>
      <w:r>
        <w:t> Dopłatę.</w:t>
      </w:r>
    </w:p>
    <w:p w14:paraId="0475821A" w14:textId="43565796" w:rsidR="00AE27F0" w:rsidRPr="00584279" w:rsidRDefault="00AE27F0" w:rsidP="00AE27F0">
      <w:pPr>
        <w:pStyle w:val="USTustnpkodeksu"/>
      </w:pPr>
      <w:r>
        <w:t>2. Dane,</w:t>
      </w:r>
      <w:r w:rsidRPr="00895580">
        <w:t xml:space="preserve"> </w:t>
      </w:r>
      <w:r>
        <w:t xml:space="preserve">o których mowa w art. 37 ust. 3 pkt 2, gdy </w:t>
      </w:r>
      <w:r w:rsidRPr="00584279">
        <w:t>wniosek o</w:t>
      </w:r>
      <w:r>
        <w:t> </w:t>
      </w:r>
      <w:r w:rsidRPr="00584279">
        <w:t xml:space="preserve">potwierdzenie uprawnień artysty zawodowego </w:t>
      </w:r>
      <w:r>
        <w:t xml:space="preserve">składany jest </w:t>
      </w:r>
      <w:r w:rsidRPr="00584279">
        <w:t>na podstawie</w:t>
      </w:r>
      <w:r>
        <w:t xml:space="preserve"> art. </w:t>
      </w:r>
      <w:r w:rsidRPr="00584279">
        <w:t>28</w:t>
      </w:r>
      <w:r>
        <w:t xml:space="preserve"> ust. </w:t>
      </w:r>
      <w:r w:rsidRPr="00584279">
        <w:t>1</w:t>
      </w:r>
      <w:r>
        <w:t xml:space="preserve"> pkt 1,</w:t>
      </w:r>
      <w:r w:rsidRPr="00584279">
        <w:t xml:space="preserve"> przekazują do systemu upoważnieni do tego przez Dyrektora pracownicy Izby.</w:t>
      </w:r>
    </w:p>
    <w:p w14:paraId="2B0CD58C" w14:textId="6CEDF983" w:rsidR="00AE27F0" w:rsidRDefault="00AE27F0" w:rsidP="00AE27F0">
      <w:pPr>
        <w:pStyle w:val="USTustnpkodeksu"/>
      </w:pPr>
      <w:r>
        <w:t xml:space="preserve">3. </w:t>
      </w:r>
      <w:r w:rsidRPr="00584279">
        <w:t>Dane o</w:t>
      </w:r>
      <w:r>
        <w:t> </w:t>
      </w:r>
      <w:r w:rsidRPr="00584279">
        <w:t>których mowa w</w:t>
      </w:r>
      <w:r>
        <w:t> art. </w:t>
      </w:r>
      <w:r w:rsidRPr="00584279">
        <w:t>37</w:t>
      </w:r>
      <w:r>
        <w:t xml:space="preserve"> ust. 3 pkt 3, 4 lit. d i f, 6, 7, 9 oraz 10 lit. d i e przekazują do systemu</w:t>
      </w:r>
      <w:r w:rsidRPr="006C26DB">
        <w:t xml:space="preserve"> upoważni</w:t>
      </w:r>
      <w:r>
        <w:t>eni</w:t>
      </w:r>
      <w:r w:rsidRPr="006C26DB">
        <w:t xml:space="preserve"> do tego przez Dyrektora pracowni</w:t>
      </w:r>
      <w:r>
        <w:t>cy</w:t>
      </w:r>
      <w:r w:rsidRPr="006C26DB">
        <w:t xml:space="preserve"> Izby</w:t>
      </w:r>
      <w:r>
        <w:t>.</w:t>
      </w:r>
    </w:p>
    <w:p w14:paraId="266914E2" w14:textId="68B0EAF0" w:rsidR="00AE27F0" w:rsidRPr="000C179B" w:rsidRDefault="00AE27F0" w:rsidP="00AE27F0">
      <w:pPr>
        <w:pStyle w:val="USTustnpkodeksu"/>
      </w:pPr>
      <w:r>
        <w:t xml:space="preserve">4. </w:t>
      </w:r>
      <w:r w:rsidRPr="00F414E6">
        <w:t>Dane o</w:t>
      </w:r>
      <w:r>
        <w:t> </w:t>
      </w:r>
      <w:r w:rsidRPr="00F414E6">
        <w:t>których mowa w</w:t>
      </w:r>
      <w:r>
        <w:t> art. </w:t>
      </w:r>
      <w:r w:rsidRPr="00F414E6">
        <w:t>37</w:t>
      </w:r>
      <w:r>
        <w:t xml:space="preserve"> ust. </w:t>
      </w:r>
      <w:r w:rsidRPr="00F414E6">
        <w:t>3</w:t>
      </w:r>
      <w:r>
        <w:t xml:space="preserve"> pkt </w:t>
      </w:r>
      <w:r w:rsidRPr="00F414E6">
        <w:t>24</w:t>
      </w:r>
      <w:r>
        <w:t xml:space="preserve"> lit. a</w:t>
      </w:r>
      <w:r>
        <w:softHyphen/>
      </w:r>
      <w:r>
        <w:noBreakHyphen/>
        <w:t>c</w:t>
      </w:r>
      <w:r w:rsidRPr="00F414E6">
        <w:t xml:space="preserve"> oraz 10</w:t>
      </w:r>
      <w:r>
        <w:t xml:space="preserve"> lit. a</w:t>
      </w:r>
      <w:r>
        <w:softHyphen/>
      </w:r>
      <w:r>
        <w:noBreakHyphen/>
        <w:t xml:space="preserve">c </w:t>
      </w:r>
      <w:r w:rsidRPr="00F414E6">
        <w:t>przekazują do systemu</w:t>
      </w:r>
      <w:r>
        <w:t xml:space="preserve"> organizacje reprezentatywne.</w:t>
      </w:r>
      <w:r w:rsidR="00C826C5">
        <w:t xml:space="preserve"> Organizacje reprezentatywne przekazują do Dyrektora Izby </w:t>
      </w:r>
      <w:r w:rsidR="002A7032">
        <w:t>dane osób, które administr</w:t>
      </w:r>
      <w:r w:rsidR="001B2CDA">
        <w:t>ują</w:t>
      </w:r>
      <w:r w:rsidR="002A7032">
        <w:t xml:space="preserve"> uprawnieniami</w:t>
      </w:r>
      <w:r w:rsidR="00D97812">
        <w:t xml:space="preserve"> do przekazywania danych do systemu w danej organizacji.</w:t>
      </w:r>
    </w:p>
    <w:p w14:paraId="2852DE58" w14:textId="25234ACF" w:rsidR="00AE27F0" w:rsidRPr="00C420D3" w:rsidRDefault="00AE27F0" w:rsidP="00AE27F0">
      <w:pPr>
        <w:pStyle w:val="USTustnpkodeksu"/>
      </w:pPr>
      <w:r>
        <w:lastRenderedPageBreak/>
        <w:t xml:space="preserve">5. </w:t>
      </w:r>
      <w:r w:rsidRPr="00C420D3">
        <w:t>Podmioty wymienione w</w:t>
      </w:r>
      <w:r>
        <w:t> ust. </w:t>
      </w:r>
      <w:r w:rsidRPr="00C420D3">
        <w:t>1</w:t>
      </w:r>
      <w:r>
        <w:noBreakHyphen/>
        <w:t>4</w:t>
      </w:r>
      <w:r w:rsidRPr="00C420D3">
        <w:t xml:space="preserve">, wprowadzają dane do </w:t>
      </w:r>
      <w:r w:rsidRPr="007E1455">
        <w:t>systemu</w:t>
      </w:r>
      <w:r w:rsidRPr="00C420D3">
        <w:t xml:space="preserve"> w</w:t>
      </w:r>
      <w:r>
        <w:t> </w:t>
      </w:r>
      <w:r w:rsidRPr="00C420D3">
        <w:t xml:space="preserve">czasie wykonania czynności skutkującej koniecznością przekazania danych do </w:t>
      </w:r>
      <w:r>
        <w:t>systemu</w:t>
      </w:r>
      <w:r w:rsidRPr="00C420D3">
        <w:t xml:space="preserve"> za pomocą systemu teleinformatycznego obsługującego </w:t>
      </w:r>
      <w:r>
        <w:t>system</w:t>
      </w:r>
      <w:r w:rsidRPr="00C420D3">
        <w:t>.</w:t>
      </w:r>
    </w:p>
    <w:p w14:paraId="0E28B14F" w14:textId="03E42B7F" w:rsidR="00AE27F0" w:rsidRPr="00E27725" w:rsidRDefault="00AE27F0" w:rsidP="00AE27F0">
      <w:pPr>
        <w:pStyle w:val="USTustnpkodeksu"/>
      </w:pPr>
      <w:r>
        <w:t xml:space="preserve">6. </w:t>
      </w:r>
      <w:r w:rsidRPr="00E27725">
        <w:t>Wnios</w:t>
      </w:r>
      <w:r>
        <w:t>ki i dane zamieszcza</w:t>
      </w:r>
      <w:r w:rsidRPr="00E27725">
        <w:t xml:space="preserve"> się </w:t>
      </w:r>
      <w:r>
        <w:t>w systemie</w:t>
      </w:r>
      <w:r w:rsidRPr="00E27725">
        <w:t>:</w:t>
      </w:r>
    </w:p>
    <w:p w14:paraId="4A26E749" w14:textId="5DBB1C31" w:rsidR="00AE27F0" w:rsidRPr="00E27725" w:rsidRDefault="00AE27F0" w:rsidP="00AE27F0">
      <w:pPr>
        <w:pStyle w:val="PKTpunkt"/>
      </w:pPr>
      <w:r w:rsidRPr="00E27725">
        <w:t>1)</w:t>
      </w:r>
      <w:r>
        <w:tab/>
      </w:r>
      <w:r w:rsidRPr="00E27725">
        <w:t>po uwierzytelnieniu ich przy użyciu danych uwierzytelniających stosowanych przez bank krajowy lub spółdzielczą kasę oszczędnościowo</w:t>
      </w:r>
      <w:r>
        <w:softHyphen/>
      </w:r>
      <w:r>
        <w:noBreakHyphen/>
      </w:r>
      <w:r w:rsidRPr="00E27725">
        <w:t>kredytową do weryfikacji w</w:t>
      </w:r>
      <w:r>
        <w:t> </w:t>
      </w:r>
      <w:r w:rsidRPr="00E27725">
        <w:t>drodze elektronicznej posiadacza rachunku;</w:t>
      </w:r>
    </w:p>
    <w:p w14:paraId="5183AF37" w14:textId="7647AD08" w:rsidR="00AE27F0" w:rsidRPr="00E27725" w:rsidRDefault="00AE27F0" w:rsidP="00AE27F0">
      <w:pPr>
        <w:pStyle w:val="PKTpunkt"/>
      </w:pPr>
      <w:r>
        <w:t>2</w:t>
      </w:r>
      <w:r w:rsidRPr="00E27725">
        <w:t>)</w:t>
      </w:r>
      <w:r>
        <w:tab/>
      </w:r>
      <w:r w:rsidRPr="00E27725">
        <w:t>po uwierzytelnieniu wnioskodawcy przy użyciu profilu zaufanego, profilu osobistego, innego środka identyfikacji elektronicznej wydanego w</w:t>
      </w:r>
      <w:r>
        <w:t> </w:t>
      </w:r>
      <w:r w:rsidRPr="00E27725">
        <w:t>systemie identyfikacji elektronicznej przyłączonym do węzła krajowego identyfikacji elektronicznej, o</w:t>
      </w:r>
      <w:r>
        <w:t> </w:t>
      </w:r>
      <w:r w:rsidRPr="00E27725">
        <w:t>którym mowa w</w:t>
      </w:r>
      <w:r>
        <w:t> art. </w:t>
      </w:r>
      <w:r w:rsidRPr="007E1455">
        <w:t>21a</w:t>
      </w:r>
      <w:r>
        <w:t xml:space="preserve"> ust. </w:t>
      </w:r>
      <w:r w:rsidRPr="007E1455">
        <w:t>1</w:t>
      </w:r>
      <w:r>
        <w:t xml:space="preserve"> pkt </w:t>
      </w:r>
      <w:r w:rsidRPr="007E1455">
        <w:t>2</w:t>
      </w:r>
      <w:r>
        <w:t xml:space="preserve"> lit. </w:t>
      </w:r>
      <w:r w:rsidRPr="007E1455">
        <w:t>a</w:t>
      </w:r>
      <w:r>
        <w:t> </w:t>
      </w:r>
      <w:r w:rsidRPr="00E27725">
        <w:t>ustawy z</w:t>
      </w:r>
      <w:r>
        <w:t> </w:t>
      </w:r>
      <w:r w:rsidRPr="00E27725">
        <w:t>dnia 5</w:t>
      </w:r>
      <w:r>
        <w:t> </w:t>
      </w:r>
      <w:r w:rsidRPr="00E27725">
        <w:t>września 2016</w:t>
      </w:r>
      <w:r>
        <w:t> </w:t>
      </w:r>
      <w:r w:rsidRPr="00E27725">
        <w:t>r. o</w:t>
      </w:r>
      <w:r>
        <w:t> </w:t>
      </w:r>
      <w:r w:rsidRPr="00E27725">
        <w:t>usługach zaufania oraz identyfikacji elektronicznej (</w:t>
      </w:r>
      <w:r>
        <w:t>Dz. U.</w:t>
      </w:r>
      <w:r w:rsidRPr="00E27725">
        <w:t xml:space="preserve"> z</w:t>
      </w:r>
      <w:r>
        <w:t> </w:t>
      </w:r>
      <w:r w:rsidRPr="00E27725">
        <w:t>2021</w:t>
      </w:r>
      <w:r>
        <w:t> </w:t>
      </w:r>
      <w:r w:rsidRPr="00E27725">
        <w:t>r.</w:t>
      </w:r>
      <w:r>
        <w:t xml:space="preserve"> poz. </w:t>
      </w:r>
      <w:r w:rsidRPr="00E27725">
        <w:t>1797), adekwatnie do poziomu bezpieczeństwa środka identyfikacji elektronicznej wymaganego dla usług świadczonych w</w:t>
      </w:r>
      <w:r>
        <w:t> </w:t>
      </w:r>
      <w:r w:rsidRPr="00E27725">
        <w:t>tym systemie, danych weryfikowanych za pomocą kwalifikowanego certyfikatu podpisu elektronicznego, jeżeli te dane pozwalają na identyfikację i</w:t>
      </w:r>
      <w:r>
        <w:t> </w:t>
      </w:r>
      <w:r w:rsidRPr="00E27725">
        <w:t>uwierzytelnienie wymagane w</w:t>
      </w:r>
      <w:r>
        <w:t> </w:t>
      </w:r>
      <w:r w:rsidRPr="00E27725">
        <w:t>celu realizacji usługi online, albo innych technologii, jeżeli zostaną udostępnione w</w:t>
      </w:r>
      <w:r>
        <w:t> </w:t>
      </w:r>
      <w:r w:rsidRPr="00E27725">
        <w:t>tym systemie;</w:t>
      </w:r>
    </w:p>
    <w:p w14:paraId="43E5A6B3" w14:textId="0F6C8389" w:rsidR="00AE27F0" w:rsidRPr="00E27725" w:rsidRDefault="00AE27F0" w:rsidP="00AE27F0">
      <w:pPr>
        <w:pStyle w:val="PKTpunkt"/>
      </w:pPr>
      <w:r>
        <w:t>3</w:t>
      </w:r>
      <w:r w:rsidRPr="00E27725">
        <w:t>)</w:t>
      </w:r>
      <w:r>
        <w:tab/>
      </w:r>
      <w:r w:rsidRPr="00E27725">
        <w:t>po opatrzeniu ich kwalifikowanym podpisem elektronicznym, podpisem zaufanym albo podpisem osobistym lub wykorzystując sposób potwierdzania pochodzenia oraz integralności danych udostępniony w</w:t>
      </w:r>
      <w:r>
        <w:t> </w:t>
      </w:r>
      <w:r w:rsidRPr="00E27725">
        <w:t>tym systemie teleinformatycznym.</w:t>
      </w:r>
    </w:p>
    <w:p w14:paraId="5C38F313" w14:textId="37310720" w:rsidR="00AE27F0" w:rsidRDefault="00AE27F0" w:rsidP="00ED5E12">
      <w:pPr>
        <w:pStyle w:val="ARTartustawynprozporzdzenia"/>
      </w:pPr>
      <w:r w:rsidRPr="0090357C">
        <w:rPr>
          <w:rStyle w:val="Ppogrubienie"/>
        </w:rPr>
        <w:t>Art. 3</w:t>
      </w:r>
      <w:r>
        <w:rPr>
          <w:rStyle w:val="Ppogrubienie"/>
        </w:rPr>
        <w:t>9</w:t>
      </w:r>
      <w:r w:rsidRPr="0090357C">
        <w:rPr>
          <w:rStyle w:val="Ppogrubienie"/>
        </w:rPr>
        <w:t xml:space="preserve">. </w:t>
      </w:r>
      <w:r w:rsidRPr="0090357C">
        <w:t xml:space="preserve">1. </w:t>
      </w:r>
      <w:r w:rsidRPr="00BD3906">
        <w:t>Informacje z</w:t>
      </w:r>
      <w:r>
        <w:t> </w:t>
      </w:r>
      <w:r w:rsidRPr="00BD3906">
        <w:t>systemu</w:t>
      </w:r>
      <w:r w:rsidRPr="007561BE">
        <w:t>, o</w:t>
      </w:r>
      <w:r>
        <w:t> </w:t>
      </w:r>
      <w:r w:rsidRPr="007561BE">
        <w:t>których mowa w</w:t>
      </w:r>
      <w:r>
        <w:t> art. </w:t>
      </w:r>
      <w:r w:rsidRPr="007561BE">
        <w:t>37</w:t>
      </w:r>
      <w:r>
        <w:t xml:space="preserve"> ust. </w:t>
      </w:r>
      <w:r w:rsidRPr="007561BE">
        <w:t>3</w:t>
      </w:r>
      <w:r>
        <w:t xml:space="preserve"> pkt </w:t>
      </w:r>
      <w:r w:rsidRPr="007561BE">
        <w:t>1</w:t>
      </w:r>
      <w:r>
        <w:t xml:space="preserve"> i 4,</w:t>
      </w:r>
      <w:r w:rsidRPr="00BD3906">
        <w:t xml:space="preserve"> dotyczące osoby składające</w:t>
      </w:r>
      <w:r>
        <w:t>j</w:t>
      </w:r>
      <w:r w:rsidRPr="00BD3906">
        <w:t xml:space="preserve"> wniosek o</w:t>
      </w:r>
      <w:r>
        <w:t> </w:t>
      </w:r>
      <w:r w:rsidRPr="00BD3906">
        <w:t>potwierdzenie dorobku artystycznego</w:t>
      </w:r>
      <w:r>
        <w:t xml:space="preserve"> </w:t>
      </w:r>
      <w:r w:rsidRPr="00BD3906">
        <w:t xml:space="preserve">udostępnia się </w:t>
      </w:r>
      <w:r>
        <w:t>tej osobie</w:t>
      </w:r>
      <w:r w:rsidRPr="00BD3906">
        <w:t xml:space="preserve"> za pośrednictwem sieci Internet przez indywidualne konto użytkownika po uwierzytelnieniu zainteresowanego na zasadach określonych w</w:t>
      </w:r>
      <w:r>
        <w:t> art. 38 ust. 6</w:t>
      </w:r>
      <w:r w:rsidRPr="00BD3906">
        <w:t>.</w:t>
      </w:r>
    </w:p>
    <w:p w14:paraId="0A34E3D9" w14:textId="23F25044" w:rsidR="009B5FD6" w:rsidRDefault="00103D1F" w:rsidP="00103D1F">
      <w:pPr>
        <w:pStyle w:val="USTustnpkodeksu"/>
      </w:pPr>
      <w:r>
        <w:t xml:space="preserve">2. </w:t>
      </w:r>
      <w:r w:rsidRPr="00BD3906">
        <w:t>Informacje z</w:t>
      </w:r>
      <w:r>
        <w:t> </w:t>
      </w:r>
      <w:r w:rsidRPr="00BD3906">
        <w:t>systemu</w:t>
      </w:r>
      <w:r w:rsidRPr="007561BE">
        <w:t>, o</w:t>
      </w:r>
      <w:r>
        <w:t> </w:t>
      </w:r>
      <w:r w:rsidRPr="007561BE">
        <w:t>których mowa w</w:t>
      </w:r>
      <w:r>
        <w:t> art. </w:t>
      </w:r>
      <w:r w:rsidRPr="007561BE">
        <w:t>37</w:t>
      </w:r>
      <w:r>
        <w:t xml:space="preserve"> ust. </w:t>
      </w:r>
      <w:r w:rsidRPr="007561BE">
        <w:t>3</w:t>
      </w:r>
      <w:r>
        <w:t xml:space="preserve"> pkt </w:t>
      </w:r>
      <w:r w:rsidRPr="007561BE">
        <w:t>1</w:t>
      </w:r>
      <w:r>
        <w:t>-</w:t>
      </w:r>
      <w:r w:rsidR="00D70B82">
        <w:t>6</w:t>
      </w:r>
      <w:r w:rsidR="004849EF">
        <w:t xml:space="preserve">, dotyczące osoby </w:t>
      </w:r>
      <w:r w:rsidR="00873916">
        <w:t xml:space="preserve">która wniosła odwołanie, o którym mowa w art. </w:t>
      </w:r>
      <w:r w:rsidR="009B5FD6">
        <w:t>35 ust. 2</w:t>
      </w:r>
      <w:r w:rsidR="000551CA">
        <w:t xml:space="preserve"> albo w art. 45 ust. 7</w:t>
      </w:r>
      <w:r w:rsidR="00FC4173">
        <w:t>, udostępnia się ministrowi właściwemu do spraw kultury i ochrony dziedzictwa narodowego.</w:t>
      </w:r>
    </w:p>
    <w:p w14:paraId="0FD1F5C6" w14:textId="0DEE69E5" w:rsidR="00AE27F0" w:rsidRDefault="00103D1F" w:rsidP="00AE27F0">
      <w:pPr>
        <w:pStyle w:val="USTustnpkodeksu"/>
      </w:pPr>
      <w:r>
        <w:t>3</w:t>
      </w:r>
      <w:r w:rsidR="00AE27F0">
        <w:t xml:space="preserve">. </w:t>
      </w:r>
      <w:bookmarkStart w:id="9" w:name="_Hlk93757686"/>
      <w:r w:rsidR="00AE27F0" w:rsidRPr="007561BE">
        <w:t>Informacje z</w:t>
      </w:r>
      <w:r w:rsidR="00AE27F0">
        <w:t> </w:t>
      </w:r>
      <w:r w:rsidR="00AE27F0" w:rsidRPr="007561BE">
        <w:t>systemu, o</w:t>
      </w:r>
      <w:r w:rsidR="00AE27F0">
        <w:t> </w:t>
      </w:r>
      <w:r w:rsidR="00AE27F0" w:rsidRPr="007561BE">
        <w:t>których mowa w</w:t>
      </w:r>
      <w:r w:rsidR="00AE27F0">
        <w:t> art. </w:t>
      </w:r>
      <w:r w:rsidR="00AE27F0" w:rsidRPr="007561BE">
        <w:t>37</w:t>
      </w:r>
      <w:r w:rsidR="00AE27F0">
        <w:t xml:space="preserve"> ust. </w:t>
      </w:r>
      <w:r w:rsidR="00AE27F0" w:rsidRPr="007561BE">
        <w:t>3</w:t>
      </w:r>
      <w:r w:rsidR="00AE27F0">
        <w:t xml:space="preserve"> pkt 2</w:t>
      </w:r>
      <w:r w:rsidR="00AE27F0">
        <w:noBreakHyphen/>
        <w:t>8</w:t>
      </w:r>
      <w:r w:rsidR="00AE27F0" w:rsidRPr="007561BE">
        <w:t xml:space="preserve">, dotyczące </w:t>
      </w:r>
      <w:r w:rsidR="00AE27F0">
        <w:t>artysty zawodowego z potwierdzonymi uprawnieniami</w:t>
      </w:r>
      <w:r w:rsidR="00AE27F0" w:rsidRPr="007561BE">
        <w:t xml:space="preserve"> udostępnia się tej osobie za pośrednictwem sieci Internet przez indywidualne konto użytkownika po uwierzytelnieniu zainteresowanego na zasadach określonych w</w:t>
      </w:r>
      <w:r w:rsidR="00AE27F0">
        <w:t> art. </w:t>
      </w:r>
      <w:r w:rsidR="00AE27F0" w:rsidRPr="007561BE">
        <w:t>38</w:t>
      </w:r>
      <w:r w:rsidR="00AE27F0">
        <w:t xml:space="preserve"> ust. </w:t>
      </w:r>
      <w:r w:rsidR="00AE27F0" w:rsidRPr="007561BE">
        <w:t>6.</w:t>
      </w:r>
    </w:p>
    <w:p w14:paraId="04CE668E" w14:textId="3F40A589" w:rsidR="00AE27F0" w:rsidRPr="007561BE" w:rsidRDefault="00103D1F" w:rsidP="00AE27F0">
      <w:pPr>
        <w:pStyle w:val="USTustnpkodeksu"/>
      </w:pPr>
      <w:r>
        <w:t>4</w:t>
      </w:r>
      <w:r w:rsidR="00AE27F0">
        <w:t xml:space="preserve">. </w:t>
      </w:r>
      <w:r w:rsidR="00AE27F0" w:rsidRPr="007C1854">
        <w:t>Informacje z</w:t>
      </w:r>
      <w:r w:rsidR="00AE27F0">
        <w:t> systemu</w:t>
      </w:r>
      <w:r w:rsidR="00AE27F0" w:rsidRPr="007C1854">
        <w:t>, o</w:t>
      </w:r>
      <w:r w:rsidR="00AE27F0">
        <w:t> </w:t>
      </w:r>
      <w:r w:rsidR="00AE27F0" w:rsidRPr="007C1854">
        <w:t>których mowa w</w:t>
      </w:r>
      <w:r w:rsidR="00AE27F0">
        <w:t> ust. Art. 37 ust. 3 pkt 2, 3 6 i 8 </w:t>
      </w:r>
      <w:r w:rsidR="00AE27F0" w:rsidRPr="007C1854">
        <w:t>udostępniane są Zakładowi Ubezpieczeń Społecznych</w:t>
      </w:r>
      <w:r w:rsidR="00AE27F0">
        <w:t xml:space="preserve">, nie później niż w pierwszym dniu roboczym po </w:t>
      </w:r>
      <w:r w:rsidR="00AE27F0">
        <w:lastRenderedPageBreak/>
        <w:t>zamieszczeniu informacji w systemie,</w:t>
      </w:r>
      <w:r w:rsidR="00AE27F0" w:rsidRPr="007C1854">
        <w:t xml:space="preserve"> w</w:t>
      </w:r>
      <w:r w:rsidR="00AE27F0">
        <w:t> </w:t>
      </w:r>
      <w:r w:rsidR="00AE27F0" w:rsidRPr="007C1854">
        <w:t>celu realizacji jego ustawowych zadań, za pomocą urządzeń teletransmisji danych, bez konieczności składania pisemnego wniosku.</w:t>
      </w:r>
    </w:p>
    <w:bookmarkEnd w:id="9"/>
    <w:p w14:paraId="7D40FCD8" w14:textId="6A95ECD3" w:rsidR="00AE27F0" w:rsidRDefault="00103D1F" w:rsidP="00AE27F0">
      <w:pPr>
        <w:pStyle w:val="USTustnpkodeksu"/>
      </w:pPr>
      <w:r>
        <w:t>5</w:t>
      </w:r>
      <w:r w:rsidR="00AE27F0" w:rsidRPr="00182333">
        <w:t xml:space="preserve">. </w:t>
      </w:r>
      <w:r w:rsidR="00AE27F0" w:rsidRPr="007C1854">
        <w:t>Informacje z</w:t>
      </w:r>
      <w:r w:rsidR="00AE27F0">
        <w:t> </w:t>
      </w:r>
      <w:r w:rsidR="00AE27F0" w:rsidRPr="007C1854">
        <w:t>systemu, o</w:t>
      </w:r>
      <w:r w:rsidR="00AE27F0">
        <w:t> </w:t>
      </w:r>
      <w:r w:rsidR="00AE27F0" w:rsidRPr="007C1854">
        <w:t>których mowa w</w:t>
      </w:r>
      <w:r w:rsidR="00AE27F0">
        <w:t> art. </w:t>
      </w:r>
      <w:r w:rsidR="00AE27F0" w:rsidRPr="007C1854">
        <w:t>37</w:t>
      </w:r>
      <w:r w:rsidR="00AE27F0">
        <w:t xml:space="preserve"> ust. </w:t>
      </w:r>
      <w:r w:rsidR="00AE27F0" w:rsidRPr="007C1854">
        <w:t>3</w:t>
      </w:r>
      <w:r w:rsidR="00AE27F0">
        <w:t xml:space="preserve"> pkt 9 i 10 są udostępniane na </w:t>
      </w:r>
      <w:r w:rsidR="00AE27F0" w:rsidRPr="00D9126E">
        <w:t>stronie podmiotowej Biuletynu Informacji Publicznej Izby oraz ministra właściwego do spraw kultury i</w:t>
      </w:r>
      <w:r w:rsidR="00AE27F0">
        <w:t> </w:t>
      </w:r>
      <w:r w:rsidR="00AE27F0" w:rsidRPr="00D9126E">
        <w:t>ochrony dziedzictwa narodowego</w:t>
      </w:r>
      <w:r w:rsidR="00AE27F0">
        <w:t>.</w:t>
      </w:r>
    </w:p>
    <w:p w14:paraId="4130F191" w14:textId="77777777" w:rsidR="00AE27F0" w:rsidRPr="00182333" w:rsidRDefault="00AE27F0" w:rsidP="00AE27F0">
      <w:pPr>
        <w:pStyle w:val="ROZDZODDZOZNoznaczenierozdziauluboddziau"/>
      </w:pPr>
      <w:bookmarkStart w:id="10" w:name="mip55252770"/>
      <w:bookmarkStart w:id="11" w:name="mip55252771"/>
      <w:bookmarkStart w:id="12" w:name="mip55252772"/>
      <w:bookmarkStart w:id="13" w:name="mip55252773"/>
      <w:bookmarkStart w:id="14" w:name="mip55252775"/>
      <w:bookmarkStart w:id="15" w:name="mip55252776"/>
      <w:bookmarkStart w:id="16" w:name="mip55252777"/>
      <w:bookmarkEnd w:id="10"/>
      <w:bookmarkEnd w:id="11"/>
      <w:bookmarkEnd w:id="12"/>
      <w:bookmarkEnd w:id="13"/>
      <w:bookmarkEnd w:id="14"/>
      <w:bookmarkEnd w:id="15"/>
      <w:bookmarkEnd w:id="16"/>
      <w:r w:rsidRPr="00182333">
        <w:t>Rozdział 5</w:t>
      </w:r>
    </w:p>
    <w:p w14:paraId="0DB00E56" w14:textId="77777777" w:rsidR="00AE27F0" w:rsidRPr="00182333" w:rsidRDefault="00AE27F0" w:rsidP="00AE27F0">
      <w:pPr>
        <w:pStyle w:val="ROZDZODDZPRZEDMprzedmiotregulacjirozdziauluboddziau"/>
      </w:pPr>
      <w:r w:rsidRPr="00182333">
        <w:t>Uprawnienia artystów zawodowych</w:t>
      </w:r>
    </w:p>
    <w:p w14:paraId="3622B7BC" w14:textId="77777777" w:rsidR="00AE27F0" w:rsidRPr="00182333" w:rsidRDefault="00AE27F0" w:rsidP="00AE27F0">
      <w:pPr>
        <w:pStyle w:val="ARTartustawynprozporzdzenia"/>
      </w:pPr>
      <w:r w:rsidRPr="00182333">
        <w:rPr>
          <w:rStyle w:val="Ppogrubienie"/>
        </w:rPr>
        <w:t xml:space="preserve">Art. </w:t>
      </w:r>
      <w:r>
        <w:rPr>
          <w:rStyle w:val="Ppogrubienie"/>
        </w:rPr>
        <w:t>40</w:t>
      </w:r>
      <w:r w:rsidRPr="00182333">
        <w:rPr>
          <w:rStyle w:val="Ppogrubienie"/>
        </w:rPr>
        <w:t xml:space="preserve">. </w:t>
      </w:r>
      <w:r w:rsidRPr="00182333">
        <w:t xml:space="preserve">Artystom zawodowym </w:t>
      </w:r>
      <w:r>
        <w:t>przysługują</w:t>
      </w:r>
      <w:r w:rsidRPr="00182333">
        <w:t xml:space="preserve"> następujące uprawnienia:</w:t>
      </w:r>
    </w:p>
    <w:p w14:paraId="6CEF6D81" w14:textId="67EB40F3" w:rsidR="00AE27F0" w:rsidRPr="00182333" w:rsidRDefault="00AE27F0" w:rsidP="00AE27F0">
      <w:pPr>
        <w:pStyle w:val="PKTpunkt"/>
      </w:pPr>
      <w:r w:rsidRPr="00182333">
        <w:t>1)</w:t>
      </w:r>
      <w:r w:rsidRPr="00182333">
        <w:tab/>
        <w:t>uprawnienia podatkowe na zasadach określonych w</w:t>
      </w:r>
      <w:r>
        <w:t> </w:t>
      </w:r>
      <w:r w:rsidRPr="00182333">
        <w:t>przepisach odrębnych;</w:t>
      </w:r>
    </w:p>
    <w:p w14:paraId="3848CF45" w14:textId="3B9378B5" w:rsidR="00AE27F0" w:rsidRPr="00182333" w:rsidRDefault="00AE27F0" w:rsidP="00AE27F0">
      <w:pPr>
        <w:pStyle w:val="PKTpunkt"/>
      </w:pPr>
      <w:r w:rsidRPr="00182333">
        <w:t>2)</w:t>
      </w:r>
      <w:r w:rsidRPr="00182333">
        <w:tab/>
        <w:t>prawo do opłacania składek na ubezpieczeni</w:t>
      </w:r>
      <w:r>
        <w:t>e</w:t>
      </w:r>
      <w:r w:rsidRPr="00182333">
        <w:t xml:space="preserve"> społeczne i</w:t>
      </w:r>
      <w:r>
        <w:t xml:space="preserve"> ubezpieczenie </w:t>
      </w:r>
      <w:r w:rsidRPr="00182333">
        <w:t>zdrowotne na zasadach określonych w</w:t>
      </w:r>
      <w:r>
        <w:t> </w:t>
      </w:r>
      <w:r w:rsidRPr="00182333">
        <w:t>przepisach odrębnych;</w:t>
      </w:r>
    </w:p>
    <w:p w14:paraId="5C446900" w14:textId="77777777" w:rsidR="00AE27F0" w:rsidRPr="00182333" w:rsidRDefault="00AE27F0" w:rsidP="00AE27F0">
      <w:pPr>
        <w:pStyle w:val="PKTpunkt"/>
      </w:pPr>
      <w:r w:rsidRPr="00182333">
        <w:t>3)</w:t>
      </w:r>
      <w:r w:rsidRPr="00182333">
        <w:tab/>
        <w:t>prawo do Dopłaty;</w:t>
      </w:r>
    </w:p>
    <w:p w14:paraId="477D0429" w14:textId="76D75BA4" w:rsidR="00AE27F0" w:rsidRPr="00182333" w:rsidRDefault="00AE27F0" w:rsidP="00AE27F0">
      <w:pPr>
        <w:pStyle w:val="PKTpunkt"/>
      </w:pPr>
      <w:r w:rsidRPr="00182333">
        <w:t>4)</w:t>
      </w:r>
      <w:r w:rsidRPr="00182333">
        <w:tab/>
        <w:t>uprawnienia wynikające z</w:t>
      </w:r>
      <w:r>
        <w:t> </w:t>
      </w:r>
      <w:r w:rsidRPr="00182333">
        <w:t>Karty.</w:t>
      </w:r>
    </w:p>
    <w:p w14:paraId="22156699" w14:textId="7D2BC257" w:rsidR="00AE27F0" w:rsidRPr="00182333" w:rsidRDefault="00AE27F0" w:rsidP="00AE27F0">
      <w:pPr>
        <w:pStyle w:val="ARTartustawynprozporzdzenia"/>
      </w:pPr>
      <w:r w:rsidRPr="00182333">
        <w:rPr>
          <w:rStyle w:val="Ppogrubienie"/>
        </w:rPr>
        <w:t xml:space="preserve">Art. </w:t>
      </w:r>
      <w:r>
        <w:rPr>
          <w:rStyle w:val="Ppogrubienie"/>
        </w:rPr>
        <w:t>41</w:t>
      </w:r>
      <w:r w:rsidRPr="00182333">
        <w:rPr>
          <w:rStyle w:val="Ppogrubienie"/>
        </w:rPr>
        <w:t xml:space="preserve">. </w:t>
      </w:r>
      <w:r w:rsidRPr="00182333">
        <w:t xml:space="preserve">1. Artystom zawodowym opłacającym składki na </w:t>
      </w:r>
      <w:r w:rsidRPr="003161D9">
        <w:t>ubezpieczeni</w:t>
      </w:r>
      <w:r>
        <w:t>a</w:t>
      </w:r>
      <w:r w:rsidRPr="003161D9">
        <w:t xml:space="preserve"> społeczne i</w:t>
      </w:r>
      <w:r>
        <w:t> </w:t>
      </w:r>
      <w:r w:rsidRPr="003161D9">
        <w:t>ubezpieczenie zdrowotne</w:t>
      </w:r>
      <w:r w:rsidRPr="00182333">
        <w:t xml:space="preserve"> z</w:t>
      </w:r>
      <w:r>
        <w:t> </w:t>
      </w:r>
      <w:r w:rsidRPr="00182333">
        <w:t xml:space="preserve">tytułu posiadania aktualnych uprawnień artysty zawodowego na podstawie przepisów odrębnych, których przeciętny miesięczny </w:t>
      </w:r>
      <w:r>
        <w:t>przychód</w:t>
      </w:r>
      <w:r w:rsidRPr="00182333">
        <w:t xml:space="preserve"> był niższy niż 80% przeciętnego wynagrodzenia w</w:t>
      </w:r>
      <w:r>
        <w:t> </w:t>
      </w:r>
      <w:r w:rsidRPr="00182333">
        <w:t>gospodarce narodowej w</w:t>
      </w:r>
      <w:r>
        <w:t> </w:t>
      </w:r>
      <w:r w:rsidRPr="00182333">
        <w:t>poprzednim roku kalendarzowym, przyznaje się na wniosek Dopłatę.</w:t>
      </w:r>
    </w:p>
    <w:p w14:paraId="2A0DBCEC" w14:textId="650AFA58" w:rsidR="00AE27F0" w:rsidRPr="00182333" w:rsidRDefault="00AE27F0" w:rsidP="00AE27F0">
      <w:pPr>
        <w:pStyle w:val="USTustnpkodeksu"/>
      </w:pPr>
      <w:r w:rsidRPr="00182333">
        <w:t>2. Dopłata wynosi od 20</w:t>
      </w:r>
      <w:r>
        <w:t> </w:t>
      </w:r>
      <w:r w:rsidRPr="00182333">
        <w:t xml:space="preserve">do 80% obowiązkowych składek na </w:t>
      </w:r>
      <w:r w:rsidRPr="003161D9">
        <w:t>ubezpieczeni</w:t>
      </w:r>
      <w:r>
        <w:t>a</w:t>
      </w:r>
      <w:r w:rsidRPr="003161D9">
        <w:t xml:space="preserve"> </w:t>
      </w:r>
      <w:r>
        <w:t>emerytalne, rentowe i wypadkowe oraz składki na</w:t>
      </w:r>
      <w:r w:rsidRPr="003161D9">
        <w:t xml:space="preserve"> ubezpieczenie zdrowotne</w:t>
      </w:r>
      <w:r w:rsidRPr="00182333">
        <w:t>, liczonych od podstawy ich wymiaru nie wyższej niż minimalne wynagrodzenie, jest uzależniona od uzyskiwanego w</w:t>
      </w:r>
      <w:r>
        <w:t> </w:t>
      </w:r>
      <w:r w:rsidRPr="00182333">
        <w:t xml:space="preserve">poprzednim roku przeciętnego miesięcznego </w:t>
      </w:r>
      <w:r>
        <w:t>przy</w:t>
      </w:r>
      <w:r w:rsidRPr="00182333">
        <w:t>chodu i</w:t>
      </w:r>
      <w:r>
        <w:t> </w:t>
      </w:r>
      <w:r w:rsidRPr="00182333">
        <w:t>jest wpłacana na numer rachunku składkowego płatnika</w:t>
      </w:r>
      <w:r>
        <w:t xml:space="preserve"> składek</w:t>
      </w:r>
      <w:r w:rsidRPr="00182333">
        <w:t>. Pozostałą część składki obowiązany jest opłacić artysta zawodowy.</w:t>
      </w:r>
    </w:p>
    <w:p w14:paraId="6C156C32" w14:textId="5354BF0D" w:rsidR="00AE27F0" w:rsidRPr="00182333" w:rsidRDefault="00AE27F0" w:rsidP="00AE27F0">
      <w:pPr>
        <w:pStyle w:val="USTustnpkodeksu"/>
      </w:pPr>
      <w:r w:rsidRPr="00182333">
        <w:t>3. Minister właściwy do spraw kultury i</w:t>
      </w:r>
      <w:r>
        <w:t> </w:t>
      </w:r>
      <w:r w:rsidRPr="00182333">
        <w:t>ochrony dziedzictwa narodowego określi, w</w:t>
      </w:r>
      <w:r>
        <w:t> </w:t>
      </w:r>
      <w:r w:rsidRPr="00182333">
        <w:t>drodze rozporządzenia, wysokość Dopłaty, w</w:t>
      </w:r>
      <w:r>
        <w:t> </w:t>
      </w:r>
      <w:r w:rsidRPr="00182333">
        <w:t xml:space="preserve">zależności od przeciętnego miesięcznego </w:t>
      </w:r>
      <w:r>
        <w:t>przy</w:t>
      </w:r>
      <w:r w:rsidRPr="00182333">
        <w:t>chodu</w:t>
      </w:r>
      <w:r>
        <w:t xml:space="preserve"> osiąganego przez artystę zawodowego</w:t>
      </w:r>
      <w:r w:rsidRPr="00182333">
        <w:t>, biorąc pod uwagę wysokość środków Funduszu Wsparcia oraz strukturę dochodów artystów zawodowych.</w:t>
      </w:r>
    </w:p>
    <w:p w14:paraId="0CE4986D" w14:textId="43A50B7C" w:rsidR="00AE27F0" w:rsidRPr="00182333" w:rsidRDefault="00AE27F0" w:rsidP="00AE27F0">
      <w:pPr>
        <w:pStyle w:val="ARTartustawynprozporzdzenia"/>
      </w:pPr>
      <w:r w:rsidRPr="00182333">
        <w:rPr>
          <w:rStyle w:val="Ppogrubienie"/>
        </w:rPr>
        <w:t>Art. 4</w:t>
      </w:r>
      <w:r>
        <w:rPr>
          <w:rStyle w:val="Ppogrubienie"/>
        </w:rPr>
        <w:t>2</w:t>
      </w:r>
      <w:r w:rsidRPr="00182333">
        <w:rPr>
          <w:rStyle w:val="Ppogrubienie"/>
        </w:rPr>
        <w:t xml:space="preserve">. 1. </w:t>
      </w:r>
      <w:r w:rsidRPr="00182333">
        <w:t>W</w:t>
      </w:r>
      <w:r>
        <w:rPr>
          <w:rStyle w:val="Ppogrubienie"/>
        </w:rPr>
        <w:t> </w:t>
      </w:r>
      <w:r w:rsidRPr="00182333">
        <w:t>celu wsparcia artystów zawodowych, powołuje się Fundusz Wsparcia.</w:t>
      </w:r>
    </w:p>
    <w:p w14:paraId="38B8548E" w14:textId="4CCB20D2" w:rsidR="00AE27F0" w:rsidRPr="00182333" w:rsidRDefault="00AE27F0" w:rsidP="00AE27F0">
      <w:pPr>
        <w:pStyle w:val="USTustnpkodeksu"/>
      </w:pPr>
      <w:r w:rsidRPr="00182333">
        <w:t>2. Fundusz Wsparcia jest wyodrębnionym rachunkiem bankowym nieposiadającym osobowości prawnej,</w:t>
      </w:r>
      <w:r w:rsidRPr="00254C2D">
        <w:t xml:space="preserve"> </w:t>
      </w:r>
      <w:r w:rsidRPr="00182333">
        <w:t>niebędącym państwowym funduszem celowym w</w:t>
      </w:r>
      <w:r>
        <w:t> </w:t>
      </w:r>
      <w:r w:rsidRPr="00182333">
        <w:t>rozumieniu ustawy o</w:t>
      </w:r>
      <w:r>
        <w:t> </w:t>
      </w:r>
      <w:r w:rsidRPr="00182333">
        <w:t>finansach publicznych.</w:t>
      </w:r>
    </w:p>
    <w:p w14:paraId="1290A5F4" w14:textId="0B9798F2" w:rsidR="00AE27F0" w:rsidRPr="00182333" w:rsidRDefault="00AE27F0" w:rsidP="00AE27F0">
      <w:pPr>
        <w:pStyle w:val="USTustnpkodeksu"/>
      </w:pPr>
      <w:r w:rsidRPr="00182333">
        <w:lastRenderedPageBreak/>
        <w:t xml:space="preserve">3. Bank Gospodarstwa Krajowego, zwany dalej </w:t>
      </w:r>
      <w:r>
        <w:t>„</w:t>
      </w:r>
      <w:r w:rsidRPr="00182333">
        <w:t>BGK</w:t>
      </w:r>
      <w:r>
        <w:t>”</w:t>
      </w:r>
      <w:r w:rsidRPr="00182333">
        <w:t>, prowadzi obsługę bankową Funduszu Wsparcia.</w:t>
      </w:r>
    </w:p>
    <w:p w14:paraId="523B375D" w14:textId="77777777" w:rsidR="00AE27F0" w:rsidRPr="00182333" w:rsidRDefault="00AE27F0" w:rsidP="00AE27F0">
      <w:pPr>
        <w:pStyle w:val="USTustnpkodeksu"/>
      </w:pPr>
      <w:r w:rsidRPr="00182333">
        <w:t>4. Koszty obsługi Funduszu Wsparcia pokrywane są ze środków Funduszu Wsparcia.</w:t>
      </w:r>
    </w:p>
    <w:p w14:paraId="44C7CDB1" w14:textId="77777777" w:rsidR="00AE27F0" w:rsidRPr="00EC3186" w:rsidRDefault="00AE27F0" w:rsidP="00AE27F0">
      <w:pPr>
        <w:pStyle w:val="ARTartustawynprozporzdzenia"/>
      </w:pPr>
      <w:r w:rsidRPr="00182333">
        <w:rPr>
          <w:rStyle w:val="Ppogrubienie"/>
        </w:rPr>
        <w:t>Art. 4</w:t>
      </w:r>
      <w:r>
        <w:rPr>
          <w:rStyle w:val="Ppogrubienie"/>
        </w:rPr>
        <w:t>3</w:t>
      </w:r>
      <w:r w:rsidRPr="00182333">
        <w:rPr>
          <w:rStyle w:val="Ppogrubienie"/>
        </w:rPr>
        <w:t>.</w:t>
      </w:r>
      <w:r w:rsidRPr="00182333">
        <w:t xml:space="preserve"> </w:t>
      </w:r>
      <w:r>
        <w:t xml:space="preserve">1. </w:t>
      </w:r>
      <w:r w:rsidRPr="00EC3186">
        <w:t>Środki Funduszu Wsparcia pochodzą z:</w:t>
      </w:r>
    </w:p>
    <w:p w14:paraId="402AD026" w14:textId="31177925" w:rsidR="00AE27F0" w:rsidRDefault="00AE27F0" w:rsidP="00AE27F0">
      <w:pPr>
        <w:pStyle w:val="PKTpunkt"/>
      </w:pPr>
      <w:r>
        <w:t>1)</w:t>
      </w:r>
      <w:r>
        <w:tab/>
        <w:t>wpływów z tytułu opłaty, o której mowa w art. 20 ustawy 4 lutego 1994 r. o prawie autorskim i prawach pokrewnych (Dz. U. z </w:t>
      </w:r>
      <w:r w:rsidRPr="001B0A59">
        <w:t>2021</w:t>
      </w:r>
      <w:r>
        <w:t> r</w:t>
      </w:r>
      <w:r w:rsidRPr="001B0A59">
        <w:t>.</w:t>
      </w:r>
      <w:r>
        <w:t xml:space="preserve"> poz. </w:t>
      </w:r>
      <w:r w:rsidRPr="001B0A59">
        <w:t>1062</w:t>
      </w:r>
      <w:r>
        <w:t>), w wysokości określonej w art. 20e ust. 1 pkt 5 i ust. 2 pkt 3 ustawy z dnia 4 lutego 1994 r. o prawie autorskim i prawach pokrewnych, zwanej dalej „Opłatą”;</w:t>
      </w:r>
    </w:p>
    <w:p w14:paraId="45801B45" w14:textId="6147A9D0" w:rsidR="00AE27F0" w:rsidRDefault="00AE27F0" w:rsidP="00AE27F0">
      <w:pPr>
        <w:pStyle w:val="PKTpunkt"/>
      </w:pPr>
      <w:r>
        <w:t>2)</w:t>
      </w:r>
      <w:r>
        <w:tab/>
      </w:r>
      <w:r w:rsidRPr="00963B67">
        <w:t>odsetek od wolnych środków Funduszu Wsparcia przekazanych przez Izbę w</w:t>
      </w:r>
      <w:r>
        <w:t> </w:t>
      </w:r>
      <w:r w:rsidRPr="00963B67">
        <w:t>depozyt, o</w:t>
      </w:r>
      <w:r>
        <w:t> </w:t>
      </w:r>
      <w:r w:rsidRPr="00963B67">
        <w:t>którym mowa w</w:t>
      </w:r>
      <w:r>
        <w:t> art. </w:t>
      </w:r>
      <w:r w:rsidRPr="00963B67">
        <w:t>48</w:t>
      </w:r>
      <w:r>
        <w:t xml:space="preserve"> ust. </w:t>
      </w:r>
      <w:r w:rsidRPr="00963B67">
        <w:t>2</w:t>
      </w:r>
      <w:r>
        <w:t> </w:t>
      </w:r>
      <w:r w:rsidRPr="00963B67">
        <w:t>ustawy o</w:t>
      </w:r>
      <w:r>
        <w:t> </w:t>
      </w:r>
      <w:r w:rsidRPr="00963B67">
        <w:t>finansach publicznych;</w:t>
      </w:r>
      <w:r>
        <w:t>;</w:t>
      </w:r>
    </w:p>
    <w:p w14:paraId="5EA2FB42" w14:textId="77777777" w:rsidR="00AE27F0" w:rsidRDefault="00AE27F0" w:rsidP="00AE27F0">
      <w:pPr>
        <w:pStyle w:val="PKTpunkt"/>
      </w:pPr>
      <w:r>
        <w:t>3)</w:t>
      </w:r>
      <w:r>
        <w:tab/>
        <w:t>darowizn;</w:t>
      </w:r>
    </w:p>
    <w:p w14:paraId="2D8E00F9" w14:textId="78E0A1B8" w:rsidR="00AE27F0" w:rsidRDefault="00AE27F0" w:rsidP="00AE27F0">
      <w:pPr>
        <w:pStyle w:val="PKTpunkt"/>
      </w:pPr>
      <w:r>
        <w:t>4)</w:t>
      </w:r>
      <w:r>
        <w:tab/>
        <w:t>innych środków, w tym dotacji, o której mowa w ust. 2.</w:t>
      </w:r>
    </w:p>
    <w:p w14:paraId="3BC81CCF" w14:textId="408C6CA3" w:rsidR="00AE27F0" w:rsidRDefault="00AE27F0" w:rsidP="00AE27F0">
      <w:pPr>
        <w:pStyle w:val="USTustnpkodeksu"/>
      </w:pPr>
      <w:r w:rsidRPr="00254C2D">
        <w:t>2. Jeżeli środki Funduszu Wsparcia pochodzące z</w:t>
      </w:r>
      <w:r>
        <w:t> </w:t>
      </w:r>
      <w:r w:rsidRPr="00254C2D">
        <w:t>wpływów z</w:t>
      </w:r>
      <w:r>
        <w:t> </w:t>
      </w:r>
      <w:r w:rsidRPr="00254C2D">
        <w:t xml:space="preserve">tytułu </w:t>
      </w:r>
      <w:r>
        <w:t>Opła</w:t>
      </w:r>
      <w:r w:rsidRPr="00254C2D">
        <w:t>ty</w:t>
      </w:r>
      <w:r>
        <w:t xml:space="preserve"> </w:t>
      </w:r>
      <w:r w:rsidRPr="00254C2D">
        <w:t xml:space="preserve">nie są wystarczające na </w:t>
      </w:r>
      <w:r>
        <w:t>s</w:t>
      </w:r>
      <w:r w:rsidRPr="00254C2D">
        <w:t>finansowanie Dopłaty, minister właściwy do spraw kultury i</w:t>
      </w:r>
      <w:r>
        <w:t> </w:t>
      </w:r>
      <w:r w:rsidRPr="00254C2D">
        <w:t>ochrony dziedzictwa narodowego udziela Izbie dotacj</w:t>
      </w:r>
      <w:r>
        <w:t>i</w:t>
      </w:r>
      <w:r w:rsidRPr="00254C2D">
        <w:t xml:space="preserve"> celow</w:t>
      </w:r>
      <w:r>
        <w:t>ej</w:t>
      </w:r>
      <w:r w:rsidRPr="00254C2D">
        <w:t xml:space="preserve"> z</w:t>
      </w:r>
      <w:r>
        <w:t> </w:t>
      </w:r>
      <w:r w:rsidRPr="00254C2D">
        <w:t>przeznaczeniem na Dopłatę.</w:t>
      </w:r>
    </w:p>
    <w:p w14:paraId="07060E90" w14:textId="77777777" w:rsidR="00AE27F0" w:rsidRPr="00182333" w:rsidRDefault="00AE27F0" w:rsidP="00AE27F0">
      <w:pPr>
        <w:pStyle w:val="ARTartustawynprozporzdzenia"/>
      </w:pPr>
      <w:r w:rsidRPr="00182333">
        <w:rPr>
          <w:rStyle w:val="Ppogrubienie"/>
        </w:rPr>
        <w:t>Art. 4</w:t>
      </w:r>
      <w:r>
        <w:rPr>
          <w:rStyle w:val="Ppogrubienie"/>
        </w:rPr>
        <w:t>4</w:t>
      </w:r>
      <w:r w:rsidRPr="00182333">
        <w:rPr>
          <w:rStyle w:val="Ppogrubienie"/>
        </w:rPr>
        <w:t>.</w:t>
      </w:r>
      <w:r w:rsidRPr="00182333">
        <w:t xml:space="preserve"> 1. </w:t>
      </w:r>
      <w:r w:rsidRPr="00F74C79">
        <w:t>Środki Funduszu Wsparcia przeznacza się na finansowanie:</w:t>
      </w:r>
    </w:p>
    <w:p w14:paraId="0E696A3B" w14:textId="77777777" w:rsidR="00AE27F0" w:rsidRPr="00182333" w:rsidRDefault="00AE27F0" w:rsidP="00AE27F0">
      <w:pPr>
        <w:pStyle w:val="PKTpunkt"/>
      </w:pPr>
      <w:r w:rsidRPr="00182333">
        <w:t>1)</w:t>
      </w:r>
      <w:r w:rsidRPr="00182333">
        <w:tab/>
        <w:t>Dopłaty;</w:t>
      </w:r>
    </w:p>
    <w:p w14:paraId="7D1D0A95" w14:textId="77777777" w:rsidR="00AE27F0" w:rsidRPr="00182333" w:rsidRDefault="00AE27F0" w:rsidP="00AE27F0">
      <w:pPr>
        <w:pStyle w:val="PKTpunkt"/>
      </w:pPr>
      <w:r w:rsidRPr="00182333">
        <w:t>2)</w:t>
      </w:r>
      <w:r w:rsidRPr="00182333">
        <w:tab/>
        <w:t>wsparcia socjalnego dla artystów zawodowych;</w:t>
      </w:r>
    </w:p>
    <w:p w14:paraId="5E2BFC53" w14:textId="77777777" w:rsidR="00AE27F0" w:rsidRPr="00F74C79" w:rsidRDefault="00AE27F0" w:rsidP="00AE27F0">
      <w:pPr>
        <w:pStyle w:val="PKTpunkt"/>
      </w:pPr>
      <w:r w:rsidRPr="00182333">
        <w:t>3)</w:t>
      </w:r>
      <w:r w:rsidRPr="00182333">
        <w:tab/>
        <w:t>stypendiów dla wyróżniających</w:t>
      </w:r>
      <w:r w:rsidRPr="00F74C79">
        <w:t xml:space="preserve"> się artystów zawodowych.</w:t>
      </w:r>
    </w:p>
    <w:p w14:paraId="587BE247" w14:textId="1D29CA73" w:rsidR="00AE27F0" w:rsidRPr="007C3AF6" w:rsidRDefault="00AE27F0" w:rsidP="00AE27F0">
      <w:pPr>
        <w:pStyle w:val="USTustnpkodeksu"/>
      </w:pPr>
      <w:r w:rsidRPr="00F74C79">
        <w:t>2. Wsparcie socjalne dla artystów zawodowych i</w:t>
      </w:r>
      <w:r>
        <w:t> </w:t>
      </w:r>
      <w:r w:rsidRPr="00F74C79">
        <w:t xml:space="preserve">stypendia dla wyróżniających się artystów zawodowych mogą być finansowane ze środków Funduszu Wsparcia </w:t>
      </w:r>
      <w:r w:rsidRPr="007C3AF6">
        <w:t>jeżeli w</w:t>
      </w:r>
      <w:r>
        <w:t> </w:t>
      </w:r>
      <w:r w:rsidRPr="007C3AF6">
        <w:t>trakcie roku nie udzielono dotacji lub nie spowoduje to udzielenia tej dotacji, o</w:t>
      </w:r>
      <w:r>
        <w:t> </w:t>
      </w:r>
      <w:r w:rsidRPr="007C3AF6">
        <w:t>której mowa w</w:t>
      </w:r>
      <w:r>
        <w:t> art. </w:t>
      </w:r>
      <w:r w:rsidRPr="007C3AF6">
        <w:t>4</w:t>
      </w:r>
      <w:r>
        <w:t>3 ust. </w:t>
      </w:r>
      <w:r w:rsidRPr="007C3AF6">
        <w:t>2</w:t>
      </w:r>
      <w:r w:rsidRPr="00F74C79">
        <w:t xml:space="preserve">. </w:t>
      </w:r>
    </w:p>
    <w:p w14:paraId="23A4ADBD" w14:textId="0320563A" w:rsidR="00AE27F0" w:rsidRDefault="00AE27F0" w:rsidP="00AE27F0">
      <w:pPr>
        <w:pStyle w:val="USTustnpkodeksu"/>
      </w:pPr>
      <w:r w:rsidRPr="00F74C79">
        <w:t xml:space="preserve">3. </w:t>
      </w:r>
      <w:r w:rsidRPr="00A84B7A">
        <w:t xml:space="preserve">Wsparcie socjalne </w:t>
      </w:r>
      <w:r>
        <w:t>ma</w:t>
      </w:r>
      <w:r w:rsidRPr="00A84B7A">
        <w:t xml:space="preserve"> form</w:t>
      </w:r>
      <w:r>
        <w:t>ę</w:t>
      </w:r>
      <w:r w:rsidRPr="00A84B7A">
        <w:t xml:space="preserve"> zapomogi </w:t>
      </w:r>
      <w:r>
        <w:t>i j</w:t>
      </w:r>
      <w:r w:rsidRPr="00A84B7A">
        <w:t>e</w:t>
      </w:r>
      <w:r>
        <w:t>st przyznawane</w:t>
      </w:r>
      <w:r w:rsidRPr="00A84B7A">
        <w:t xml:space="preserve"> artystom zawodowym, którzy znaleźli się w</w:t>
      </w:r>
      <w:r>
        <w:t> </w:t>
      </w:r>
      <w:r w:rsidRPr="00A84B7A">
        <w:t>trudnej sytuacji materialnej.</w:t>
      </w:r>
    </w:p>
    <w:p w14:paraId="7FA9ED5E" w14:textId="08E0174A" w:rsidR="00AE27F0" w:rsidRDefault="00AE27F0" w:rsidP="00ED5E12">
      <w:pPr>
        <w:pStyle w:val="USTustnpkodeksu"/>
      </w:pPr>
      <w:r>
        <w:t>4.</w:t>
      </w:r>
      <w:r>
        <w:tab/>
      </w:r>
      <w:r w:rsidRPr="00B84454">
        <w:t xml:space="preserve">Stypendium </w:t>
      </w:r>
      <w:r>
        <w:t>jest</w:t>
      </w:r>
      <w:r w:rsidRPr="00B84454">
        <w:t xml:space="preserve"> pomoc</w:t>
      </w:r>
      <w:r>
        <w:t>ą</w:t>
      </w:r>
      <w:r w:rsidRPr="00B84454">
        <w:t xml:space="preserve"> finansow</w:t>
      </w:r>
      <w:r>
        <w:t>ą</w:t>
      </w:r>
      <w:r w:rsidRPr="00B84454">
        <w:t>, wypłacan</w:t>
      </w:r>
      <w:r>
        <w:t>ą</w:t>
      </w:r>
      <w:r w:rsidRPr="00B84454">
        <w:t xml:space="preserve"> w</w:t>
      </w:r>
      <w:r>
        <w:t> miesięcznych</w:t>
      </w:r>
      <w:r w:rsidRPr="00B84454">
        <w:t xml:space="preserve"> ratach lub w</w:t>
      </w:r>
      <w:r>
        <w:t> </w:t>
      </w:r>
      <w:r w:rsidRPr="00B84454">
        <w:t>postaci</w:t>
      </w:r>
      <w:r>
        <w:t xml:space="preserve"> </w:t>
      </w:r>
      <w:r w:rsidRPr="00B84454">
        <w:t>jednorazowego dofinansowania, jako stypendium celowe.</w:t>
      </w:r>
    </w:p>
    <w:p w14:paraId="35043AD1" w14:textId="3098CEA7" w:rsidR="00AE27F0" w:rsidRPr="00F74C79" w:rsidRDefault="00AE27F0" w:rsidP="00AE27F0">
      <w:pPr>
        <w:pStyle w:val="USTustnpkodeksu"/>
      </w:pPr>
      <w:r>
        <w:t>5</w:t>
      </w:r>
      <w:r w:rsidRPr="00F74C79">
        <w:t>. Minister właściwy do spraw kultury i</w:t>
      </w:r>
      <w:r>
        <w:t> </w:t>
      </w:r>
      <w:r w:rsidRPr="00F74C79">
        <w:t>ochrony dziedzictwa narodowego określi, w</w:t>
      </w:r>
      <w:r>
        <w:t> </w:t>
      </w:r>
      <w:r w:rsidRPr="00F74C79">
        <w:t xml:space="preserve">drodze rozporządzenia, szczegółowe </w:t>
      </w:r>
      <w:r w:rsidR="001F0179">
        <w:t xml:space="preserve">warunki, </w:t>
      </w:r>
      <w:r w:rsidRPr="00F74C79">
        <w:t>kryteria i</w:t>
      </w:r>
      <w:r>
        <w:t> </w:t>
      </w:r>
      <w:r w:rsidRPr="00F74C79">
        <w:t>tryb przyznawania świadczeń, o</w:t>
      </w:r>
      <w:r>
        <w:t> </w:t>
      </w:r>
      <w:r w:rsidRPr="00F74C79">
        <w:t>których mowa w</w:t>
      </w:r>
      <w:r>
        <w:t> ust. </w:t>
      </w:r>
      <w:r w:rsidRPr="00F74C79">
        <w:t>1</w:t>
      </w:r>
      <w:r>
        <w:t xml:space="preserve"> pkt </w:t>
      </w:r>
      <w:r w:rsidRPr="00F74C79">
        <w:t>2</w:t>
      </w:r>
      <w:r>
        <w:t xml:space="preserve"> i </w:t>
      </w:r>
      <w:r w:rsidRPr="00F74C79">
        <w:t>3, tryb składania wniosków o</w:t>
      </w:r>
      <w:r>
        <w:t> </w:t>
      </w:r>
      <w:r w:rsidRPr="00F74C79">
        <w:t>ich przyznanie oraz tryb przekazywania środków, biorąc pod uwagę priorytety społeczne, politykę kulturalną państwa oraz potrzebę zapewnienia wsparci</w:t>
      </w:r>
      <w:r>
        <w:t>a dla środowisk artystycznych.</w:t>
      </w:r>
    </w:p>
    <w:p w14:paraId="7E512D94" w14:textId="7B8DCDE3" w:rsidR="00AE27F0" w:rsidRPr="00182333" w:rsidRDefault="00AE27F0" w:rsidP="00AE27F0">
      <w:pPr>
        <w:pStyle w:val="ARTartustawynprozporzdzenia"/>
      </w:pPr>
      <w:r w:rsidRPr="00182333">
        <w:rPr>
          <w:rStyle w:val="Ppogrubienie"/>
        </w:rPr>
        <w:lastRenderedPageBreak/>
        <w:t>Art. 4</w:t>
      </w:r>
      <w:r>
        <w:rPr>
          <w:rStyle w:val="Ppogrubienie"/>
        </w:rPr>
        <w:t>5</w:t>
      </w:r>
      <w:r w:rsidRPr="00182333">
        <w:rPr>
          <w:rStyle w:val="Ppogrubienie"/>
        </w:rPr>
        <w:t>.</w:t>
      </w:r>
      <w:r w:rsidRPr="00182333">
        <w:t xml:space="preserve"> 1. Artysta zawodowy chcący korzystać z</w:t>
      </w:r>
      <w:r>
        <w:t> </w:t>
      </w:r>
      <w:r w:rsidRPr="00182333">
        <w:t>Dopłaty, składa do Dyrektora Izby wniosek o</w:t>
      </w:r>
      <w:r>
        <w:t> </w:t>
      </w:r>
      <w:r w:rsidRPr="00182333">
        <w:t>przyznanie Dopłaty</w:t>
      </w:r>
      <w:r>
        <w:t xml:space="preserve"> za pośrednictwem systemu</w:t>
      </w:r>
      <w:r w:rsidRPr="00182333">
        <w:t>.</w:t>
      </w:r>
    </w:p>
    <w:p w14:paraId="0B4E75D0" w14:textId="641768BD" w:rsidR="00AE27F0" w:rsidRPr="00182333" w:rsidRDefault="00AE27F0" w:rsidP="00AE27F0">
      <w:pPr>
        <w:pStyle w:val="USTustnpkodeksu"/>
      </w:pPr>
      <w:r w:rsidRPr="00182333">
        <w:t>2. Do wniosku o</w:t>
      </w:r>
      <w:r>
        <w:t> </w:t>
      </w:r>
      <w:r w:rsidRPr="00182333">
        <w:t>przyznanie Dopłaty dołącza się:</w:t>
      </w:r>
    </w:p>
    <w:p w14:paraId="5C0A6788" w14:textId="730C1743" w:rsidR="00AE27F0" w:rsidRPr="00182333" w:rsidRDefault="00AE27F0" w:rsidP="00AE27F0">
      <w:pPr>
        <w:pStyle w:val="PKTpunkt"/>
      </w:pPr>
      <w:r w:rsidRPr="00182333">
        <w:t>1)</w:t>
      </w:r>
      <w:r w:rsidRPr="00182333">
        <w:tab/>
        <w:t>oświadczenie o</w:t>
      </w:r>
      <w:r>
        <w:t> </w:t>
      </w:r>
      <w:r w:rsidRPr="00182333">
        <w:t>spełnianiu warunków korzystania z</w:t>
      </w:r>
      <w:r>
        <w:t> </w:t>
      </w:r>
      <w:r w:rsidRPr="00182333">
        <w:t xml:space="preserve">Dopłaty; </w:t>
      </w:r>
    </w:p>
    <w:p w14:paraId="1632A460" w14:textId="6631E2FC" w:rsidR="00AE27F0" w:rsidRPr="00182333" w:rsidRDefault="00AE27F0" w:rsidP="00AE27F0">
      <w:pPr>
        <w:pStyle w:val="PKTpunkt"/>
      </w:pPr>
      <w:r w:rsidRPr="00182333">
        <w:t>2)</w:t>
      </w:r>
      <w:r w:rsidRPr="00182333">
        <w:tab/>
        <w:t>informacje o</w:t>
      </w:r>
      <w:r>
        <w:t> </w:t>
      </w:r>
      <w:r w:rsidRPr="00182333">
        <w:t>przeciętnym miesięcznym dochodzie,;</w:t>
      </w:r>
    </w:p>
    <w:p w14:paraId="2FD8B3CB" w14:textId="650C8CBB" w:rsidR="00AE27F0" w:rsidRPr="00182333" w:rsidRDefault="00AE27F0" w:rsidP="00AE27F0">
      <w:pPr>
        <w:pStyle w:val="PKTpunkt"/>
      </w:pPr>
      <w:r w:rsidRPr="00182333">
        <w:t>3)</w:t>
      </w:r>
      <w:r w:rsidRPr="00182333">
        <w:tab/>
        <w:t>informacje o</w:t>
      </w:r>
      <w:r>
        <w:t> </w:t>
      </w:r>
      <w:r w:rsidRPr="00182333">
        <w:t>numerze rachunku składkowego artysty zawodowego chcącego skorzystać z</w:t>
      </w:r>
      <w:r>
        <w:t> </w:t>
      </w:r>
      <w:r w:rsidRPr="00182333">
        <w:t>Dopłaty.</w:t>
      </w:r>
    </w:p>
    <w:p w14:paraId="27764013" w14:textId="29415632" w:rsidR="00AE27F0" w:rsidRPr="00182333" w:rsidRDefault="00AE27F0" w:rsidP="00AE27F0">
      <w:pPr>
        <w:pStyle w:val="USTustnpkodeksu"/>
      </w:pPr>
      <w:r w:rsidRPr="00182333">
        <w:t>3. Informacje przedstawione we wniosku o</w:t>
      </w:r>
      <w:r>
        <w:t> </w:t>
      </w:r>
      <w:r w:rsidRPr="00182333">
        <w:t>przyznanie Dopłaty składa się pod rygorem odpowiedzialności karnej za składanie fałszywych zeznań. Składający oświadczenie jest obowiązany do zawarcia w</w:t>
      </w:r>
      <w:r>
        <w:t> </w:t>
      </w:r>
      <w:r w:rsidRPr="00182333">
        <w:t xml:space="preserve">nim klauzuli następującej treści: </w:t>
      </w:r>
      <w:r>
        <w:t>„</w:t>
      </w:r>
      <w:r w:rsidRPr="00182333">
        <w:t>Jestem świadomy odpowiedzialności karnej za złożenie fałszywego oświadczenia.</w:t>
      </w:r>
      <w:r>
        <w:t>”</w:t>
      </w:r>
      <w:r w:rsidRPr="00182333">
        <w:t>. Klauzula ta zastępuje pouczenie organu o</w:t>
      </w:r>
      <w:r>
        <w:t> </w:t>
      </w:r>
      <w:r w:rsidRPr="00182333">
        <w:t>odpowiedzialności karnej za składanie fałszywych zeznań.</w:t>
      </w:r>
    </w:p>
    <w:p w14:paraId="7E84DDC2" w14:textId="53262520" w:rsidR="00AE27F0" w:rsidRPr="00182333" w:rsidRDefault="00AE27F0" w:rsidP="00AE27F0">
      <w:pPr>
        <w:pStyle w:val="USTustnpkodeksu"/>
      </w:pPr>
      <w:r w:rsidRPr="00182333">
        <w:t>4. Wniosek o</w:t>
      </w:r>
      <w:r>
        <w:t> </w:t>
      </w:r>
      <w:r w:rsidRPr="00182333">
        <w:t>przyznanie Dopłaty składa się nie później niż do 3</w:t>
      </w:r>
      <w:r>
        <w:t> </w:t>
      </w:r>
      <w:r w:rsidRPr="00182333">
        <w:t>dnia miesiąca, od którego przyznana ma być Dopłata.</w:t>
      </w:r>
    </w:p>
    <w:p w14:paraId="4A3C58E8" w14:textId="21870BC3" w:rsidR="00AE27F0" w:rsidRPr="00182333" w:rsidRDefault="00AE27F0" w:rsidP="00AE27F0">
      <w:pPr>
        <w:pStyle w:val="USTustnpkodeksu"/>
      </w:pPr>
      <w:r w:rsidRPr="00182333">
        <w:t xml:space="preserve">5. Dopłata przyznawana jest na okres jednego roku </w:t>
      </w:r>
      <w:r>
        <w:t>liczonego od 1 maja do 31 kwietnia roku następnego</w:t>
      </w:r>
      <w:r w:rsidRPr="00182333">
        <w:t>, a</w:t>
      </w:r>
      <w:r>
        <w:t> </w:t>
      </w:r>
      <w:r w:rsidRPr="00182333">
        <w:t>w</w:t>
      </w:r>
      <w:r>
        <w:t> </w:t>
      </w:r>
      <w:r w:rsidRPr="00182333">
        <w:t>przypadku gdy wniosek o</w:t>
      </w:r>
      <w:r>
        <w:t> </w:t>
      </w:r>
      <w:r w:rsidRPr="00182333">
        <w:t>przyznanie Dopłaty został złożony w</w:t>
      </w:r>
      <w:r>
        <w:t> </w:t>
      </w:r>
      <w:r w:rsidRPr="00182333">
        <w:t xml:space="preserve">trakcie trwania roku kalendarzowego – do końca tego </w:t>
      </w:r>
      <w:r>
        <w:t>okresu</w:t>
      </w:r>
      <w:r w:rsidRPr="00182333">
        <w:t>, z</w:t>
      </w:r>
      <w:r>
        <w:t> </w:t>
      </w:r>
      <w:r w:rsidRPr="00182333">
        <w:t>tym że wypłaca się ją za pełne miesiące kalendarzowe.</w:t>
      </w:r>
    </w:p>
    <w:p w14:paraId="082B98D2" w14:textId="1765D082" w:rsidR="00AE27F0" w:rsidRPr="00182333" w:rsidRDefault="00AE27F0" w:rsidP="00AE27F0">
      <w:pPr>
        <w:pStyle w:val="USTustnpkodeksu"/>
      </w:pPr>
      <w:r w:rsidRPr="00182333">
        <w:t>6. Dyrektor Izby ma 14</w:t>
      </w:r>
      <w:r>
        <w:t> </w:t>
      </w:r>
      <w:r w:rsidRPr="00182333">
        <w:t>dni na rozpatrzenie wniosku o</w:t>
      </w:r>
      <w:r>
        <w:t> </w:t>
      </w:r>
      <w:r w:rsidRPr="00182333">
        <w:t>przyznanie Dopłaty.</w:t>
      </w:r>
    </w:p>
    <w:p w14:paraId="0B927048" w14:textId="543FE586" w:rsidR="00AE27F0" w:rsidRPr="00182333" w:rsidRDefault="00AE27F0" w:rsidP="00AE27F0">
      <w:pPr>
        <w:pStyle w:val="USTustnpkodeksu"/>
      </w:pPr>
      <w:r w:rsidRPr="00182333">
        <w:t>7. Dopłata przyznawana jest przez Dyrektora Izby w</w:t>
      </w:r>
      <w:r>
        <w:t> </w:t>
      </w:r>
      <w:r w:rsidRPr="00182333">
        <w:t>drodze decyzji, od której przysługuje odwołanie do ministra właściwego do spraw kultury i</w:t>
      </w:r>
      <w:r>
        <w:t> </w:t>
      </w:r>
      <w:r w:rsidRPr="00182333">
        <w:t>ochrony dziedzictwa narodowego.</w:t>
      </w:r>
    </w:p>
    <w:p w14:paraId="0BEA3248" w14:textId="3A9A146C" w:rsidR="00AE27F0" w:rsidRPr="00182333" w:rsidRDefault="00AE27F0" w:rsidP="00AE27F0">
      <w:pPr>
        <w:pStyle w:val="USTustnpkodeksu"/>
      </w:pPr>
      <w:r w:rsidRPr="00182333">
        <w:t>8. Do postępowań w</w:t>
      </w:r>
      <w:r>
        <w:t> </w:t>
      </w:r>
      <w:r w:rsidRPr="00182333">
        <w:t xml:space="preserve">sprawie przyznania Dopłaty stosuje się </w:t>
      </w:r>
      <w:r>
        <w:t xml:space="preserve">odpowiednio </w:t>
      </w:r>
      <w:r w:rsidRPr="00182333">
        <w:t>przepisy ustawy – Kodeks postępowania administracyjnego.</w:t>
      </w:r>
    </w:p>
    <w:p w14:paraId="3297A982" w14:textId="26BC7920" w:rsidR="00AE27F0" w:rsidRPr="00182333" w:rsidRDefault="00AE27F0" w:rsidP="00AE27F0">
      <w:pPr>
        <w:pStyle w:val="ARTartustawynprozporzdzenia"/>
      </w:pPr>
      <w:r w:rsidRPr="00182333">
        <w:rPr>
          <w:rStyle w:val="Ppogrubienie"/>
        </w:rPr>
        <w:t>Art. 4</w:t>
      </w:r>
      <w:r>
        <w:rPr>
          <w:rStyle w:val="Ppogrubienie"/>
        </w:rPr>
        <w:t>6</w:t>
      </w:r>
      <w:r w:rsidRPr="00182333">
        <w:rPr>
          <w:rStyle w:val="Ppogrubienie"/>
        </w:rPr>
        <w:t>.</w:t>
      </w:r>
      <w:r w:rsidRPr="00182333">
        <w:t xml:space="preserve"> 1. Artysta zawodowy traci prawo do Dopłaty, w</w:t>
      </w:r>
      <w:r>
        <w:t> </w:t>
      </w:r>
      <w:r w:rsidRPr="00182333">
        <w:t>przypadku uzyskania innego tytułu do ubezpieczeń społecznych i</w:t>
      </w:r>
      <w:r>
        <w:t xml:space="preserve"> ubezpieczeń </w:t>
      </w:r>
      <w:r w:rsidRPr="00182333">
        <w:t>zdrowotnych niż wskazany w</w:t>
      </w:r>
      <w:r>
        <w:t> art. 41 ust. </w:t>
      </w:r>
      <w:r w:rsidRPr="00182333">
        <w:t>1.</w:t>
      </w:r>
    </w:p>
    <w:p w14:paraId="7F4EA049" w14:textId="6864C34C" w:rsidR="00AE27F0" w:rsidRPr="00182333" w:rsidRDefault="00AE27F0" w:rsidP="00AE27F0">
      <w:pPr>
        <w:pStyle w:val="USTustnpkodeksu"/>
      </w:pPr>
      <w:r w:rsidRPr="00182333">
        <w:t>2. Artysta ma obowiązek poinformować Dyrektora Izby o</w:t>
      </w:r>
      <w:r>
        <w:t> </w:t>
      </w:r>
      <w:r w:rsidRPr="00182333">
        <w:t>utracie prawa do Dopłaty w</w:t>
      </w:r>
      <w:r>
        <w:t> </w:t>
      </w:r>
      <w:r w:rsidRPr="00182333">
        <w:t>ciągu 7</w:t>
      </w:r>
      <w:r>
        <w:t> </w:t>
      </w:r>
      <w:r w:rsidRPr="00182333">
        <w:t>dni od dnia zdarzenia, na skutek którego utracono prawo do Dopłaty.</w:t>
      </w:r>
    </w:p>
    <w:p w14:paraId="06681C57" w14:textId="77777777" w:rsidR="00AE27F0" w:rsidRPr="00182333" w:rsidRDefault="00AE27F0" w:rsidP="00AE27F0">
      <w:pPr>
        <w:pStyle w:val="USTustnpkodeksu"/>
      </w:pPr>
      <w:r w:rsidRPr="00182333">
        <w:t>3. Dopłata przyznana artyście zawodowemu nienależnie jest zwracana przez artystę zawodowego</w:t>
      </w:r>
      <w:r w:rsidRPr="00EB4BE5">
        <w:t xml:space="preserve"> </w:t>
      </w:r>
      <w:r w:rsidRPr="00182333">
        <w:t>na rachunek bankowy Funduszu Wsparcia.</w:t>
      </w:r>
    </w:p>
    <w:p w14:paraId="6313E6FB" w14:textId="75F958AC" w:rsidR="00AE27F0" w:rsidRPr="00182333" w:rsidRDefault="00AE27F0" w:rsidP="00AE27F0">
      <w:pPr>
        <w:pStyle w:val="USTustnpkodeksu"/>
      </w:pPr>
      <w:r w:rsidRPr="00182333">
        <w:t xml:space="preserve">4. </w:t>
      </w:r>
      <w:r w:rsidRPr="0033570E">
        <w:t xml:space="preserve">Wysokość </w:t>
      </w:r>
      <w:r>
        <w:t>Dopłaty</w:t>
      </w:r>
      <w:r w:rsidRPr="0033570E">
        <w:t>, podlegając</w:t>
      </w:r>
      <w:r>
        <w:t>ej</w:t>
      </w:r>
      <w:r w:rsidRPr="0033570E">
        <w:t xml:space="preserve"> zwrotowi oraz terminy </w:t>
      </w:r>
      <w:r>
        <w:t>jej</w:t>
      </w:r>
      <w:r w:rsidRPr="0033570E">
        <w:t xml:space="preserve"> zwrotu ustala w</w:t>
      </w:r>
      <w:r>
        <w:t> </w:t>
      </w:r>
      <w:r w:rsidRPr="0033570E">
        <w:t>drodze decyzji administracyjnej Dyrektor Izby.</w:t>
      </w:r>
    </w:p>
    <w:p w14:paraId="13827A6D" w14:textId="780630D8" w:rsidR="00AE27F0" w:rsidRPr="00182333" w:rsidRDefault="00AE27F0" w:rsidP="008D1186">
      <w:pPr>
        <w:pStyle w:val="USTustnpkodeksu"/>
      </w:pPr>
      <w:r w:rsidRPr="00182333">
        <w:t xml:space="preserve">5. </w:t>
      </w:r>
      <w:r w:rsidRPr="0033570E">
        <w:t>Dopłata przyznana artyście zawodowemu nienależnie podlega eg</w:t>
      </w:r>
      <w:r>
        <w:t>z</w:t>
      </w:r>
      <w:r w:rsidRPr="0033570E">
        <w:t>ekucji administracyjnej w</w:t>
      </w:r>
      <w:r>
        <w:t> </w:t>
      </w:r>
      <w:r w:rsidRPr="0033570E">
        <w:t>trybie ustawy o</w:t>
      </w:r>
      <w:r>
        <w:t> </w:t>
      </w:r>
      <w:r w:rsidRPr="0033570E">
        <w:t>postępowaniu egzekucyjnym w</w:t>
      </w:r>
      <w:r>
        <w:t> </w:t>
      </w:r>
      <w:r w:rsidRPr="0033570E">
        <w:t>administracji (</w:t>
      </w:r>
      <w:r>
        <w:t>Dz. U.</w:t>
      </w:r>
      <w:r w:rsidRPr="0033570E">
        <w:t xml:space="preserve"> </w:t>
      </w:r>
      <w:r w:rsidRPr="0033570E">
        <w:lastRenderedPageBreak/>
        <w:t>z</w:t>
      </w:r>
      <w:r>
        <w:t> </w:t>
      </w:r>
      <w:r w:rsidRPr="0033570E">
        <w:t>2020</w:t>
      </w:r>
      <w:r>
        <w:t> </w:t>
      </w:r>
      <w:r w:rsidRPr="0033570E">
        <w:t>r.</w:t>
      </w:r>
      <w:r>
        <w:t xml:space="preserve"> poz. </w:t>
      </w:r>
      <w:r w:rsidRPr="0033570E">
        <w:t>1427,</w:t>
      </w:r>
      <w:r>
        <w:t xml:space="preserve"> z </w:t>
      </w:r>
      <w:proofErr w:type="spellStart"/>
      <w:r>
        <w:t>późn</w:t>
      </w:r>
      <w:proofErr w:type="spellEnd"/>
      <w:r>
        <w:t>. zm.</w:t>
      </w:r>
      <w:r w:rsidRPr="00AE27F0">
        <w:rPr>
          <w:rStyle w:val="IGindeksgrny"/>
        </w:rPr>
        <w:footnoteReference w:id="2"/>
      </w:r>
      <w:r w:rsidRPr="00AE27F0">
        <w:rPr>
          <w:rStyle w:val="IGindeksgrny"/>
        </w:rPr>
        <w:t>)</w:t>
      </w:r>
      <w:r w:rsidR="008D1186">
        <w:t xml:space="preserve">) </w:t>
      </w:r>
      <w:r w:rsidRPr="00E76100">
        <w:t>lub potrąceniu z</w:t>
      </w:r>
      <w:r>
        <w:t> </w:t>
      </w:r>
      <w:r w:rsidRPr="00E76100">
        <w:t>nienależnie opłaconych składek, na zasadach określonych w</w:t>
      </w:r>
      <w:r>
        <w:t> </w:t>
      </w:r>
      <w:r w:rsidRPr="00E76100">
        <w:t>ustawie z</w:t>
      </w:r>
      <w:r>
        <w:t> </w:t>
      </w:r>
      <w:r w:rsidRPr="00E76100">
        <w:t>dnia 13</w:t>
      </w:r>
      <w:r>
        <w:t> </w:t>
      </w:r>
      <w:r w:rsidRPr="00E76100">
        <w:t>października 1998</w:t>
      </w:r>
      <w:r>
        <w:t> </w:t>
      </w:r>
      <w:r w:rsidRPr="00E76100">
        <w:t>r. o</w:t>
      </w:r>
      <w:r>
        <w:t> </w:t>
      </w:r>
      <w:r w:rsidRPr="00E76100">
        <w:t>systemie ubezpieczeń społecznych (Dz.U. z</w:t>
      </w:r>
      <w:r>
        <w:t> </w:t>
      </w:r>
      <w:r w:rsidRPr="00E76100">
        <w:t>2021</w:t>
      </w:r>
      <w:r>
        <w:t> </w:t>
      </w:r>
      <w:r w:rsidRPr="00E76100">
        <w:t>r.</w:t>
      </w:r>
      <w:r>
        <w:t xml:space="preserve"> poz. </w:t>
      </w:r>
      <w:r w:rsidRPr="00E76100">
        <w:t>423, z</w:t>
      </w:r>
      <w:r>
        <w:t> </w:t>
      </w:r>
      <w:proofErr w:type="spellStart"/>
      <w:r w:rsidRPr="00E76100">
        <w:t>późn</w:t>
      </w:r>
      <w:proofErr w:type="spellEnd"/>
      <w:r w:rsidRPr="00E76100">
        <w:t>. zm.</w:t>
      </w:r>
      <w:r w:rsidRPr="00AE27F0">
        <w:rPr>
          <w:rStyle w:val="IGindeksgrny"/>
        </w:rPr>
        <w:footnoteReference w:id="3"/>
      </w:r>
      <w:r w:rsidRPr="00AE27F0">
        <w:rPr>
          <w:rStyle w:val="IGindeksgrny"/>
        </w:rPr>
        <w:t>)</w:t>
      </w:r>
      <w:r w:rsidRPr="00E76100">
        <w:t>) na podstawie prawomocnej decyzji, o</w:t>
      </w:r>
      <w:r>
        <w:t> </w:t>
      </w:r>
      <w:r w:rsidRPr="00E76100">
        <w:t>której mowa w</w:t>
      </w:r>
      <w:r>
        <w:t> ust. </w:t>
      </w:r>
      <w:r w:rsidRPr="00E76100">
        <w:t>4.</w:t>
      </w:r>
      <w:r w:rsidR="008D1186" w:rsidRPr="00182333">
        <w:t xml:space="preserve"> </w:t>
      </w:r>
    </w:p>
    <w:p w14:paraId="0F9F6B56" w14:textId="17EF3000" w:rsidR="00AE27F0" w:rsidRPr="00182333" w:rsidRDefault="00AE27F0" w:rsidP="00AE27F0">
      <w:pPr>
        <w:pStyle w:val="USTustnpkodeksu"/>
      </w:pPr>
      <w:r w:rsidRPr="00182333">
        <w:t xml:space="preserve">6. </w:t>
      </w:r>
      <w:r>
        <w:t>Zwrot Dopłaty</w:t>
      </w:r>
      <w:r w:rsidRPr="00182333">
        <w:t xml:space="preserve"> ulega przedawnieniu z</w:t>
      </w:r>
      <w:r>
        <w:t> </w:t>
      </w:r>
      <w:r w:rsidRPr="00182333">
        <w:t xml:space="preserve">upływem </w:t>
      </w:r>
      <w:r>
        <w:t>5 </w:t>
      </w:r>
      <w:r w:rsidRPr="00182333">
        <w:t>lat, licząc od dnia, w</w:t>
      </w:r>
      <w:r>
        <w:t> </w:t>
      </w:r>
      <w:r w:rsidRPr="00182333">
        <w:t>którym decyzja ustalająca te należności stała się ostateczna.</w:t>
      </w:r>
    </w:p>
    <w:p w14:paraId="71E57D82" w14:textId="77777777" w:rsidR="00AE27F0" w:rsidRPr="00182333" w:rsidRDefault="00AE27F0" w:rsidP="00AE27F0">
      <w:pPr>
        <w:pStyle w:val="USTustnpkodeksu"/>
      </w:pPr>
      <w:r w:rsidRPr="00182333">
        <w:t xml:space="preserve">7. Bieg przedawnienia </w:t>
      </w:r>
      <w:r>
        <w:t xml:space="preserve">zwrotu Dopłaty, </w:t>
      </w:r>
      <w:r w:rsidRPr="00182333">
        <w:t>przerywa odroczenie terminu płatności należności lub rozłożenie spłaty należności na raty</w:t>
      </w:r>
      <w:r>
        <w:t xml:space="preserve"> przez Dyrektora Izby</w:t>
      </w:r>
      <w:r w:rsidRPr="00182333">
        <w:t>. Po przerwaniu biegu terminu przedawnienia biegnie on na nowo od dnia następującego po dniu ustalonym jako ostatni dzień spłaty odroczonej należności lub po dniu ustalonym jako ostatni dzień spłaty ostatniej raty należności.</w:t>
      </w:r>
    </w:p>
    <w:p w14:paraId="0C0CD812" w14:textId="264F2565" w:rsidR="00AE27F0" w:rsidRPr="00182333" w:rsidRDefault="00AE27F0" w:rsidP="00AE27F0">
      <w:pPr>
        <w:pStyle w:val="USTustnpkodeksu"/>
      </w:pPr>
      <w:r w:rsidRPr="00182333">
        <w:t>8. Nie wydaje się decyzji o</w:t>
      </w:r>
      <w:r>
        <w:t> </w:t>
      </w:r>
      <w:r w:rsidRPr="00182333">
        <w:t>zwrocie nienależnie pobranej Dopłaty, jeżeli od terminu jej pobrania upłynęło więcej niż 10</w:t>
      </w:r>
      <w:r>
        <w:t> </w:t>
      </w:r>
      <w:r w:rsidRPr="00182333">
        <w:t>lat.</w:t>
      </w:r>
    </w:p>
    <w:p w14:paraId="63C9D71F" w14:textId="77777777" w:rsidR="00AE27F0" w:rsidRPr="00182333" w:rsidRDefault="00AE27F0" w:rsidP="00AE27F0">
      <w:pPr>
        <w:pStyle w:val="ARTartustawynprozporzdzenia"/>
      </w:pPr>
      <w:r w:rsidRPr="00182333">
        <w:rPr>
          <w:rStyle w:val="Ppogrubienie"/>
        </w:rPr>
        <w:t>Art. 4</w:t>
      </w:r>
      <w:r>
        <w:rPr>
          <w:rStyle w:val="Ppogrubienie"/>
        </w:rPr>
        <w:t>7</w:t>
      </w:r>
      <w:r w:rsidRPr="00182333">
        <w:rPr>
          <w:rStyle w:val="Ppogrubienie"/>
        </w:rPr>
        <w:t xml:space="preserve">. </w:t>
      </w:r>
      <w:r w:rsidRPr="00182333">
        <w:t>1. Artystom zawodowym wydaje się Kartę, potwierdzającą ich uprawnienia.</w:t>
      </w:r>
      <w:r>
        <w:t xml:space="preserve"> </w:t>
      </w:r>
    </w:p>
    <w:p w14:paraId="514E9D06" w14:textId="4A1EDE25" w:rsidR="00AE27F0" w:rsidRPr="00182333" w:rsidRDefault="00AE27F0" w:rsidP="00AE27F0">
      <w:pPr>
        <w:pStyle w:val="USTustnpkodeksu"/>
      </w:pPr>
      <w:r w:rsidRPr="00182333">
        <w:t>2. Karta jest środkiem identyfikującym artystę zawodowego, poświadczającym jego uprawnienia ustalone w</w:t>
      </w:r>
      <w:r>
        <w:t> </w:t>
      </w:r>
      <w:r w:rsidRPr="00182333">
        <w:t>trybie określonym w</w:t>
      </w:r>
      <w:r>
        <w:t> </w:t>
      </w:r>
      <w:r w:rsidRPr="00182333">
        <w:t>niniejszej ustawie lub przyznane na podstawie przepisów odrębnych:</w:t>
      </w:r>
    </w:p>
    <w:p w14:paraId="4FEAC413" w14:textId="171C3A82" w:rsidR="00AE27F0" w:rsidRPr="00182333" w:rsidRDefault="00AE27F0" w:rsidP="00AE27F0">
      <w:pPr>
        <w:pStyle w:val="PKTpunkt"/>
      </w:pPr>
      <w:r w:rsidRPr="00182333">
        <w:t>1)</w:t>
      </w:r>
      <w:r w:rsidRPr="00182333">
        <w:tab/>
        <w:t>wydawanym w</w:t>
      </w:r>
      <w:r>
        <w:t> </w:t>
      </w:r>
      <w:r w:rsidRPr="00182333">
        <w:t>formie dokumentu z</w:t>
      </w:r>
      <w:r>
        <w:t> </w:t>
      </w:r>
      <w:r w:rsidRPr="00182333">
        <w:t xml:space="preserve">tworzywa sztucznego, zwanym dalej </w:t>
      </w:r>
      <w:r>
        <w:t>„</w:t>
      </w:r>
      <w:r w:rsidRPr="00182333">
        <w:t>kartą tradycyjną</w:t>
      </w:r>
      <w:r>
        <w:t>”</w:t>
      </w:r>
      <w:r w:rsidRPr="00182333">
        <w:t>; lub</w:t>
      </w:r>
    </w:p>
    <w:p w14:paraId="7C70DF05" w14:textId="158869BD" w:rsidR="00AE27F0" w:rsidRDefault="00AE27F0" w:rsidP="00AE27F0">
      <w:pPr>
        <w:pStyle w:val="PKTpunkt"/>
      </w:pPr>
      <w:r w:rsidRPr="00182333">
        <w:t>2)</w:t>
      </w:r>
      <w:r w:rsidRPr="00182333">
        <w:tab/>
      </w:r>
      <w:r>
        <w:t xml:space="preserve">w postaci elektronicznej, </w:t>
      </w:r>
      <w:r w:rsidRPr="009F5444">
        <w:t>realizowan</w:t>
      </w:r>
      <w:r>
        <w:t>ej</w:t>
      </w:r>
      <w:r w:rsidRPr="009F5444">
        <w:t xml:space="preserve"> przy pomocy publicznej aplikacji mobilnej, o</w:t>
      </w:r>
      <w:r>
        <w:t> </w:t>
      </w:r>
      <w:r w:rsidRPr="009F5444">
        <w:t>której mowa w</w:t>
      </w:r>
      <w:r>
        <w:t> art. </w:t>
      </w:r>
      <w:r w:rsidRPr="007E1455">
        <w:t>19e</w:t>
      </w:r>
      <w:r w:rsidRPr="009F5444">
        <w:t xml:space="preserve"> ustawy z</w:t>
      </w:r>
      <w:r>
        <w:t> </w:t>
      </w:r>
      <w:r w:rsidRPr="009F5444">
        <w:t>dnia 17</w:t>
      </w:r>
      <w:r>
        <w:t> </w:t>
      </w:r>
      <w:r w:rsidRPr="009F5444">
        <w:t>lutego 2005</w:t>
      </w:r>
      <w:r>
        <w:t> </w:t>
      </w:r>
      <w:r w:rsidRPr="009F5444">
        <w:t>r. o</w:t>
      </w:r>
      <w:r>
        <w:t> </w:t>
      </w:r>
      <w:r w:rsidRPr="009F5444">
        <w:t>informatyzacji działalności podmiotów realizujących zadania publiczne</w:t>
      </w:r>
      <w:r>
        <w:t xml:space="preserve"> (Dz. U. z 2021 r. poz. 2070)</w:t>
      </w:r>
      <w:r w:rsidRPr="00182333">
        <w:t>, zwan</w:t>
      </w:r>
      <w:r>
        <w:t>ej</w:t>
      </w:r>
      <w:r w:rsidRPr="00182333">
        <w:t xml:space="preserve"> dalej </w:t>
      </w:r>
      <w:r>
        <w:t>„</w:t>
      </w:r>
      <w:r w:rsidRPr="00182333">
        <w:t>kartą elektroniczną</w:t>
      </w:r>
      <w:r>
        <w:t>”</w:t>
      </w:r>
      <w:r w:rsidRPr="00182333">
        <w:t>.</w:t>
      </w:r>
    </w:p>
    <w:p w14:paraId="1128C605" w14:textId="77777777" w:rsidR="00AE27F0" w:rsidRDefault="00AE27F0" w:rsidP="00AE27F0">
      <w:pPr>
        <w:pStyle w:val="USTustnpkodeksu"/>
      </w:pPr>
      <w:r>
        <w:t>3. Na karcie widoczne są:</w:t>
      </w:r>
    </w:p>
    <w:p w14:paraId="64416363" w14:textId="59825112" w:rsidR="00AE27F0" w:rsidRPr="009F5444" w:rsidRDefault="00AE27F0" w:rsidP="00AE27F0">
      <w:pPr>
        <w:pStyle w:val="PKTpunkt"/>
      </w:pPr>
      <w:r>
        <w:t>1)</w:t>
      </w:r>
      <w:r>
        <w:tab/>
      </w:r>
      <w:r w:rsidRPr="009F5444">
        <w:t>imię i</w:t>
      </w:r>
      <w:r>
        <w:t> </w:t>
      </w:r>
      <w:r w:rsidRPr="009F5444">
        <w:t>nazwisko artysty zawodowego;</w:t>
      </w:r>
    </w:p>
    <w:p w14:paraId="3B8EC84C" w14:textId="3734E7BD" w:rsidR="00AE27F0" w:rsidRPr="009F5444" w:rsidRDefault="00AE27F0" w:rsidP="00AE27F0">
      <w:pPr>
        <w:pStyle w:val="PKTpunkt"/>
      </w:pPr>
      <w:r w:rsidRPr="009F5444">
        <w:t>2)</w:t>
      </w:r>
      <w:r w:rsidRPr="009F5444">
        <w:tab/>
        <w:t>zdjęcie z</w:t>
      </w:r>
      <w:r>
        <w:t> </w:t>
      </w:r>
      <w:r w:rsidRPr="009F5444">
        <w:t>wizerunkiem artysty zawodowego;</w:t>
      </w:r>
    </w:p>
    <w:p w14:paraId="6FA6E4B2" w14:textId="77777777" w:rsidR="00AE27F0" w:rsidRPr="00182333" w:rsidRDefault="00AE27F0" w:rsidP="00AE27F0">
      <w:pPr>
        <w:pStyle w:val="PKTpunkt"/>
      </w:pPr>
      <w:r w:rsidRPr="009F5444">
        <w:t>3)</w:t>
      </w:r>
      <w:r w:rsidRPr="009F5444">
        <w:tab/>
        <w:t>numer wydawanej</w:t>
      </w:r>
      <w:r>
        <w:t xml:space="preserve"> karty.</w:t>
      </w:r>
    </w:p>
    <w:p w14:paraId="70A07FBD" w14:textId="77777777" w:rsidR="00AE27F0" w:rsidRDefault="00AE27F0" w:rsidP="00AE27F0">
      <w:pPr>
        <w:pStyle w:val="USTustnpkodeksu"/>
      </w:pPr>
      <w:r>
        <w:t>4</w:t>
      </w:r>
      <w:r w:rsidRPr="00182333">
        <w:t xml:space="preserve">. </w:t>
      </w:r>
      <w:r>
        <w:t xml:space="preserve">Dyrektor </w:t>
      </w:r>
      <w:r w:rsidRPr="00182333">
        <w:t>Izb</w:t>
      </w:r>
      <w:r>
        <w:t>y</w:t>
      </w:r>
      <w:r w:rsidRPr="00182333">
        <w:t xml:space="preserve"> zapewnia</w:t>
      </w:r>
      <w:r>
        <w:t xml:space="preserve"> </w:t>
      </w:r>
      <w:r w:rsidRPr="00182333">
        <w:t>produkcję blankietów kart tradycyjnych, personalizację blankietów kart tradycyjnych</w:t>
      </w:r>
      <w:r>
        <w:t xml:space="preserve"> oraz</w:t>
      </w:r>
      <w:r w:rsidRPr="00182333">
        <w:t xml:space="preserve"> dystrybucję Kart</w:t>
      </w:r>
      <w:r>
        <w:t>.</w:t>
      </w:r>
    </w:p>
    <w:p w14:paraId="58517842" w14:textId="7ABFCE74" w:rsidR="00AE27F0" w:rsidRDefault="00AE27F0" w:rsidP="00AE27F0">
      <w:pPr>
        <w:pStyle w:val="USTustnpkodeksu"/>
      </w:pPr>
      <w:r>
        <w:lastRenderedPageBreak/>
        <w:t>5.</w:t>
      </w:r>
      <w:r w:rsidRPr="00D653BC">
        <w:t xml:space="preserve"> Karta </w:t>
      </w:r>
      <w:r>
        <w:t xml:space="preserve">tradycyjna </w:t>
      </w:r>
      <w:r w:rsidRPr="00D653BC">
        <w:t xml:space="preserve">wydawana jest </w:t>
      </w:r>
      <w:r>
        <w:t xml:space="preserve">z urzędu </w:t>
      </w:r>
      <w:r w:rsidRPr="00D653BC">
        <w:t>bezpłatnie po potwierdzeniu uprawnień artysty zawodowego.</w:t>
      </w:r>
    </w:p>
    <w:p w14:paraId="487F6CE5" w14:textId="053963AF" w:rsidR="00AE27F0" w:rsidRDefault="00AE27F0" w:rsidP="00AE27F0">
      <w:pPr>
        <w:pStyle w:val="USTustnpkodeksu"/>
      </w:pPr>
      <w:r>
        <w:t>6. W przypadku utraty karty, wydanie duplikatu Karty podlega opłacie w wysokości 20,00 zł.</w:t>
      </w:r>
    </w:p>
    <w:p w14:paraId="5B815CC4" w14:textId="3DCCE87C" w:rsidR="00AE27F0" w:rsidRDefault="00AE27F0" w:rsidP="00AE27F0">
      <w:pPr>
        <w:pStyle w:val="USTustnpkodeksu"/>
      </w:pPr>
      <w:r>
        <w:t xml:space="preserve">7. Karta elektroniczna </w:t>
      </w:r>
      <w:r w:rsidRPr="00502007">
        <w:t>jest</w:t>
      </w:r>
      <w:r>
        <w:t xml:space="preserve"> </w:t>
      </w:r>
      <w:r w:rsidRPr="00502007">
        <w:t xml:space="preserve">udostępniana </w:t>
      </w:r>
      <w:r>
        <w:t>artyście zawodowemu</w:t>
      </w:r>
      <w:r w:rsidRPr="00502007">
        <w:t xml:space="preserve"> w</w:t>
      </w:r>
      <w:r>
        <w:t> </w:t>
      </w:r>
      <w:r w:rsidRPr="00502007">
        <w:t>publicznej aplikacji mobilnej,</w:t>
      </w:r>
      <w:r>
        <w:t xml:space="preserve"> </w:t>
      </w:r>
      <w:r w:rsidRPr="00502007">
        <w:t>o</w:t>
      </w:r>
      <w:r>
        <w:t> </w:t>
      </w:r>
      <w:r w:rsidRPr="00502007">
        <w:t>której mowa w</w:t>
      </w:r>
      <w:r>
        <w:t> art. </w:t>
      </w:r>
      <w:r w:rsidRPr="00502007">
        <w:t>19e ustawy z</w:t>
      </w:r>
      <w:r>
        <w:t> </w:t>
      </w:r>
      <w:r w:rsidRPr="00502007">
        <w:t>dnia 17</w:t>
      </w:r>
      <w:r>
        <w:t> </w:t>
      </w:r>
      <w:r w:rsidRPr="00502007">
        <w:t>lutego 2005</w:t>
      </w:r>
      <w:r>
        <w:t> </w:t>
      </w:r>
      <w:r w:rsidRPr="00502007">
        <w:t>r. o</w:t>
      </w:r>
      <w:r>
        <w:t> </w:t>
      </w:r>
      <w:r w:rsidRPr="00502007">
        <w:t>informatyzacji</w:t>
      </w:r>
      <w:r>
        <w:t xml:space="preserve"> </w:t>
      </w:r>
      <w:r w:rsidRPr="00502007">
        <w:t>działalności podmiotów realizujących zadania publiczne, po potwierdzeniu jego</w:t>
      </w:r>
      <w:r>
        <w:t xml:space="preserve"> </w:t>
      </w:r>
      <w:r w:rsidRPr="00502007">
        <w:t>danych osobowych przy użyciu certyfikatu, o</w:t>
      </w:r>
      <w:r>
        <w:t> </w:t>
      </w:r>
      <w:r w:rsidRPr="00502007">
        <w:t>którym mowa w</w:t>
      </w:r>
      <w:r>
        <w:t> art. </w:t>
      </w:r>
      <w:r w:rsidRPr="00502007">
        <w:t>19e</w:t>
      </w:r>
      <w:r>
        <w:t xml:space="preserve"> ust. </w:t>
      </w:r>
      <w:r w:rsidRPr="00502007">
        <w:t>2a tej</w:t>
      </w:r>
      <w:r>
        <w:t xml:space="preserve"> </w:t>
      </w:r>
      <w:r w:rsidRPr="00502007">
        <w:t>ustawy.</w:t>
      </w:r>
    </w:p>
    <w:p w14:paraId="0CD0A14D" w14:textId="177F2CA8" w:rsidR="00AE27F0" w:rsidRPr="009F5444" w:rsidRDefault="00AE27F0" w:rsidP="00AE27F0">
      <w:pPr>
        <w:pStyle w:val="USTustnpkodeksu"/>
      </w:pPr>
      <w:r>
        <w:t xml:space="preserve">8. Dyrektor Izby może </w:t>
      </w:r>
      <w:r w:rsidRPr="009F5444">
        <w:t>udostępnić mechanizm weryfikacji numerów i</w:t>
      </w:r>
      <w:r>
        <w:t> </w:t>
      </w:r>
      <w:r w:rsidRPr="009F5444">
        <w:t xml:space="preserve">statusów wydanych Kart instytucjom oraz podmiotom, które przyznały uprawnienia na rzecz </w:t>
      </w:r>
      <w:r>
        <w:t>artystów zawodowych</w:t>
      </w:r>
      <w:r w:rsidRPr="009F5444">
        <w:t>, w</w:t>
      </w:r>
      <w:r>
        <w:t> </w:t>
      </w:r>
      <w:r w:rsidRPr="009F5444">
        <w:t>zakresie niezbędnym do udzielenia tych uprawnień.</w:t>
      </w:r>
    </w:p>
    <w:p w14:paraId="3AC8AF23" w14:textId="77777777" w:rsidR="00AE27F0" w:rsidRPr="00182333" w:rsidRDefault="00AE27F0" w:rsidP="00AE27F0">
      <w:pPr>
        <w:pStyle w:val="ARTartustawynprozporzdzenia"/>
      </w:pPr>
      <w:r w:rsidRPr="00182333">
        <w:rPr>
          <w:rStyle w:val="Ppogrubienie"/>
        </w:rPr>
        <w:t>Art. 4</w:t>
      </w:r>
      <w:r>
        <w:rPr>
          <w:rStyle w:val="Ppogrubienie"/>
        </w:rPr>
        <w:t>8</w:t>
      </w:r>
      <w:r w:rsidRPr="00182333">
        <w:rPr>
          <w:rStyle w:val="Ppogrubienie"/>
        </w:rPr>
        <w:t>.</w:t>
      </w:r>
      <w:r w:rsidRPr="00182333">
        <w:t xml:space="preserve"> 1. Uprawnienia przysługujące na podstawie Karty mogą być przyznane przez:</w:t>
      </w:r>
    </w:p>
    <w:p w14:paraId="3FF392FA" w14:textId="77777777" w:rsidR="00AE27F0" w:rsidRPr="00182333" w:rsidRDefault="00AE27F0" w:rsidP="00AE27F0">
      <w:pPr>
        <w:pStyle w:val="PKTpunkt"/>
      </w:pPr>
      <w:r w:rsidRPr="00182333">
        <w:t>1)</w:t>
      </w:r>
      <w:r w:rsidRPr="00182333">
        <w:tab/>
        <w:t>instytucje podległe właściwym ministrom;</w:t>
      </w:r>
    </w:p>
    <w:p w14:paraId="7E5A62AC" w14:textId="2A902C14" w:rsidR="00AE27F0" w:rsidRPr="00182333" w:rsidRDefault="00AE27F0" w:rsidP="00AE27F0">
      <w:pPr>
        <w:pStyle w:val="PKTpunkt"/>
      </w:pPr>
      <w:r w:rsidRPr="00182333">
        <w:t>2)</w:t>
      </w:r>
      <w:r w:rsidRPr="00182333">
        <w:tab/>
        <w:t>podmioty inne niż określone w</w:t>
      </w:r>
      <w:r>
        <w:t> pkt </w:t>
      </w:r>
      <w:r w:rsidRPr="00182333">
        <w:t>1, na podstawie umowy, o</w:t>
      </w:r>
      <w:r>
        <w:t> </w:t>
      </w:r>
      <w:r w:rsidRPr="00182333">
        <w:t>której mowa w</w:t>
      </w:r>
      <w:r>
        <w:t> art. </w:t>
      </w:r>
      <w:r w:rsidRPr="00182333">
        <w:t>4</w:t>
      </w:r>
      <w:r>
        <w:t>9</w:t>
      </w:r>
      <w:r w:rsidRPr="00182333">
        <w:t>.</w:t>
      </w:r>
    </w:p>
    <w:p w14:paraId="6C88693A" w14:textId="2E5A12D6" w:rsidR="00AE27F0" w:rsidRPr="00182333" w:rsidRDefault="00AE27F0" w:rsidP="00AE27F0">
      <w:pPr>
        <w:pStyle w:val="USTustnpkodeksu"/>
      </w:pPr>
      <w:r w:rsidRPr="00182333">
        <w:t>2. W</w:t>
      </w:r>
      <w:r>
        <w:t> </w:t>
      </w:r>
      <w:r w:rsidRPr="00182333">
        <w:t>przypadku przyznania artystom zawodowym uprawnień przez instytucje, o</w:t>
      </w:r>
      <w:r>
        <w:t> </w:t>
      </w:r>
      <w:r w:rsidRPr="00182333">
        <w:t>których mowa w</w:t>
      </w:r>
      <w:r>
        <w:t> ust. </w:t>
      </w:r>
      <w:r w:rsidRPr="00182333">
        <w:t>1</w:t>
      </w:r>
      <w:r>
        <w:t xml:space="preserve"> pkt </w:t>
      </w:r>
      <w:r w:rsidRPr="00182333">
        <w:t>1, wykaz tych uprawnień oraz instytucji je przyznających jest niezwłocznie przekazywany Izbie.</w:t>
      </w:r>
      <w:bookmarkStart w:id="17" w:name="mip59018867"/>
      <w:bookmarkStart w:id="18" w:name="mip59018868"/>
      <w:bookmarkEnd w:id="17"/>
      <w:bookmarkEnd w:id="18"/>
    </w:p>
    <w:p w14:paraId="4839C2F1" w14:textId="73B3AEFB" w:rsidR="00AE27F0" w:rsidRPr="00182333" w:rsidRDefault="00AE27F0" w:rsidP="0058616B">
      <w:pPr>
        <w:pStyle w:val="ARTartustawynprozporzdzenia"/>
      </w:pPr>
      <w:r w:rsidRPr="00182333">
        <w:rPr>
          <w:rStyle w:val="Ppogrubienie"/>
        </w:rPr>
        <w:t>Art. 4</w:t>
      </w:r>
      <w:r>
        <w:rPr>
          <w:rStyle w:val="Ppogrubienie"/>
        </w:rPr>
        <w:t>9</w:t>
      </w:r>
      <w:r w:rsidRPr="00182333">
        <w:rPr>
          <w:rStyle w:val="Ppogrubienie"/>
        </w:rPr>
        <w:t>.</w:t>
      </w:r>
      <w:r w:rsidRPr="00182333">
        <w:t xml:space="preserve"> Przyznanie artystom zawodowym uprawnień przez podmioty, o</w:t>
      </w:r>
      <w:r>
        <w:t> </w:t>
      </w:r>
      <w:r w:rsidRPr="00182333">
        <w:t>których mowa w</w:t>
      </w:r>
      <w:r>
        <w:t> art. </w:t>
      </w:r>
      <w:r w:rsidRPr="00182333">
        <w:t>4</w:t>
      </w:r>
      <w:r>
        <w:t>8 ust. </w:t>
      </w:r>
      <w:r w:rsidRPr="00182333">
        <w:t>1</w:t>
      </w:r>
      <w:r>
        <w:t xml:space="preserve"> pkt </w:t>
      </w:r>
      <w:r w:rsidRPr="00182333">
        <w:t>2, następuje na podstawie umowy zawartej z</w:t>
      </w:r>
      <w:r>
        <w:t> </w:t>
      </w:r>
      <w:r w:rsidRPr="00182333">
        <w:t>Dyrektorem Izby. Umowa określa w</w:t>
      </w:r>
      <w:r>
        <w:t> </w:t>
      </w:r>
      <w:r w:rsidRPr="00182333">
        <w:t>szczególności:</w:t>
      </w:r>
    </w:p>
    <w:p w14:paraId="6AF86E8A" w14:textId="77777777" w:rsidR="00AE27F0" w:rsidRPr="00182333" w:rsidRDefault="00AE27F0" w:rsidP="00AE27F0">
      <w:pPr>
        <w:pStyle w:val="PKTpunkt"/>
      </w:pPr>
      <w:r w:rsidRPr="00182333">
        <w:t>1)</w:t>
      </w:r>
      <w:r w:rsidRPr="00182333">
        <w:tab/>
        <w:t>strony umowy;</w:t>
      </w:r>
    </w:p>
    <w:p w14:paraId="57B59FEA" w14:textId="77777777" w:rsidR="00AE27F0" w:rsidRPr="00182333" w:rsidRDefault="00AE27F0" w:rsidP="00AE27F0">
      <w:pPr>
        <w:pStyle w:val="PKTpunkt"/>
      </w:pPr>
      <w:r w:rsidRPr="00182333">
        <w:t>2)</w:t>
      </w:r>
      <w:r w:rsidRPr="00182333">
        <w:tab/>
        <w:t>uprawnienia przysługujące na podstawie Karty;</w:t>
      </w:r>
    </w:p>
    <w:p w14:paraId="6DC4B08B" w14:textId="7825E415" w:rsidR="00AE27F0" w:rsidRPr="00182333" w:rsidRDefault="00AE27F0" w:rsidP="00AE27F0">
      <w:pPr>
        <w:pStyle w:val="PKTpunkt"/>
      </w:pPr>
      <w:r w:rsidRPr="00182333">
        <w:t>3)</w:t>
      </w:r>
      <w:r w:rsidRPr="00182333">
        <w:tab/>
        <w:t>zasady i</w:t>
      </w:r>
      <w:r>
        <w:t> </w:t>
      </w:r>
      <w:r w:rsidRPr="00182333">
        <w:t>warunki rozwiązania umowy;</w:t>
      </w:r>
    </w:p>
    <w:p w14:paraId="2DB5AAD9" w14:textId="77777777" w:rsidR="00AE27F0" w:rsidRPr="00182333" w:rsidRDefault="00AE27F0" w:rsidP="00AE27F0">
      <w:pPr>
        <w:pStyle w:val="PKTpunkt"/>
      </w:pPr>
      <w:r w:rsidRPr="00182333">
        <w:t>4)</w:t>
      </w:r>
      <w:r w:rsidRPr="00182333">
        <w:tab/>
        <w:t>okres, na jaki jest zawierana umowa.</w:t>
      </w:r>
    </w:p>
    <w:p w14:paraId="2D682578" w14:textId="28ED9E05" w:rsidR="00AE27F0" w:rsidRPr="00182333" w:rsidRDefault="00AE27F0" w:rsidP="00AE27F0">
      <w:pPr>
        <w:pStyle w:val="ARTartustawynprozporzdzenia"/>
      </w:pPr>
      <w:r w:rsidRPr="00182333">
        <w:rPr>
          <w:rStyle w:val="Ppogrubienie"/>
        </w:rPr>
        <w:t xml:space="preserve">Art. </w:t>
      </w:r>
      <w:r>
        <w:rPr>
          <w:rStyle w:val="Ppogrubienie"/>
        </w:rPr>
        <w:t>50</w:t>
      </w:r>
      <w:r w:rsidRPr="00182333">
        <w:t>. 1. Wykaz uprawnień oraz instytucji lub podmiotów, o</w:t>
      </w:r>
      <w:r>
        <w:t> </w:t>
      </w:r>
      <w:r w:rsidRPr="00182333">
        <w:t>których mowa w</w:t>
      </w:r>
      <w:r>
        <w:t> art. </w:t>
      </w:r>
      <w:r w:rsidRPr="00182333">
        <w:t>4</w:t>
      </w:r>
      <w:r>
        <w:t>8 ust. </w:t>
      </w:r>
      <w:r w:rsidRPr="00182333">
        <w:t xml:space="preserve">1, Dyrektor Izby zamieszcza </w:t>
      </w:r>
      <w:r>
        <w:t>w Biuletynie Informacji Publicznej</w:t>
      </w:r>
      <w:r w:rsidRPr="00182333">
        <w:t xml:space="preserve"> Izby.</w:t>
      </w:r>
    </w:p>
    <w:p w14:paraId="0F722FE2" w14:textId="7AD5E6E5" w:rsidR="00AE27F0" w:rsidRPr="00182333" w:rsidRDefault="00AE27F0" w:rsidP="00AE27F0">
      <w:pPr>
        <w:pStyle w:val="USTustnpkodeksu"/>
      </w:pPr>
      <w:r w:rsidRPr="00182333">
        <w:t>2. Wykaz jest aktualizowany każdorazowo w</w:t>
      </w:r>
      <w:r>
        <w:t> </w:t>
      </w:r>
      <w:r w:rsidRPr="00182333">
        <w:t>przypadku zmiany uprawnień lub instytucji albo podmiotów, które uprawnienia te przyznały.</w:t>
      </w:r>
    </w:p>
    <w:p w14:paraId="2AA3A8ED" w14:textId="3676AE60" w:rsidR="00AE27F0" w:rsidRPr="00182333" w:rsidRDefault="00AE27F0" w:rsidP="00AE27F0">
      <w:pPr>
        <w:pStyle w:val="ARTartustawynprozporzdzenia"/>
      </w:pPr>
      <w:r w:rsidRPr="00182333">
        <w:rPr>
          <w:rStyle w:val="Ppogrubienie"/>
        </w:rPr>
        <w:t xml:space="preserve">Art. </w:t>
      </w:r>
      <w:r>
        <w:rPr>
          <w:rStyle w:val="Ppogrubienie"/>
        </w:rPr>
        <w:t>51</w:t>
      </w:r>
      <w:r w:rsidRPr="00182333">
        <w:rPr>
          <w:rStyle w:val="Ppogrubienie"/>
        </w:rPr>
        <w:t>.</w:t>
      </w:r>
      <w:r w:rsidRPr="00182333">
        <w:t xml:space="preserve"> Podmioty, które na podstawie umowy, o</w:t>
      </w:r>
      <w:r>
        <w:t> </w:t>
      </w:r>
      <w:r w:rsidRPr="00182333">
        <w:t>której mowa w</w:t>
      </w:r>
      <w:r>
        <w:t> art. </w:t>
      </w:r>
      <w:r w:rsidRPr="00182333">
        <w:t>4</w:t>
      </w:r>
      <w:r>
        <w:t>9</w:t>
      </w:r>
      <w:r w:rsidRPr="00182333">
        <w:t>, przyznają uprawnienia artystom zawodowym, oraz podległe właściwym ministrom instytucje, w</w:t>
      </w:r>
      <w:r>
        <w:t> </w:t>
      </w:r>
      <w:r w:rsidRPr="00182333">
        <w:t xml:space="preserve">których zostały przyznane artystom zawodowym uprawnienia, mają prawo zweryfikować tożsamość </w:t>
      </w:r>
      <w:r w:rsidRPr="00182333">
        <w:lastRenderedPageBreak/>
        <w:t>osoby posługującej się Kartą na podstawie okazanego przez nią dokumentu potwierdzającego tożsamość.</w:t>
      </w:r>
    </w:p>
    <w:p w14:paraId="63944BEF" w14:textId="77777777" w:rsidR="00AE27F0" w:rsidRPr="00182333" w:rsidRDefault="00AE27F0" w:rsidP="00AE27F0">
      <w:pPr>
        <w:pStyle w:val="ROZDZODDZOZNoznaczenierozdziauluboddziau"/>
      </w:pPr>
      <w:r w:rsidRPr="00182333">
        <w:t>Rozdział 6</w:t>
      </w:r>
    </w:p>
    <w:p w14:paraId="4B3206BC" w14:textId="77777777" w:rsidR="00AE27F0" w:rsidRPr="00182333" w:rsidRDefault="00AE27F0" w:rsidP="00AE27F0">
      <w:pPr>
        <w:pStyle w:val="ROZDZODDZPRZEDMprzedmiotregulacjirozdziauluboddziau"/>
      </w:pPr>
      <w:r w:rsidRPr="00182333">
        <w:t>Gospodarka finansowa Izby</w:t>
      </w:r>
    </w:p>
    <w:p w14:paraId="59393E40" w14:textId="77777777" w:rsidR="00AE27F0" w:rsidRPr="00F74C79" w:rsidRDefault="00AE27F0" w:rsidP="00AE27F0">
      <w:pPr>
        <w:pStyle w:val="ARTartustawynprozporzdzenia"/>
      </w:pPr>
      <w:r w:rsidRPr="00182333">
        <w:rPr>
          <w:rStyle w:val="Ppogrubienie"/>
        </w:rPr>
        <w:t>Art. 5</w:t>
      </w:r>
      <w:r>
        <w:rPr>
          <w:rStyle w:val="Ppogrubienie"/>
        </w:rPr>
        <w:t>2</w:t>
      </w:r>
      <w:r w:rsidRPr="00182333">
        <w:rPr>
          <w:rStyle w:val="Ppogrubienie"/>
        </w:rPr>
        <w:t>.</w:t>
      </w:r>
      <w:r w:rsidRPr="00182333">
        <w:t xml:space="preserve"> </w:t>
      </w:r>
      <w:r w:rsidRPr="00F74C79">
        <w:t>Przychodami Izby są:</w:t>
      </w:r>
    </w:p>
    <w:p w14:paraId="041602EF" w14:textId="7FA26B27" w:rsidR="00AE27F0" w:rsidRPr="00F74C79" w:rsidRDefault="00AE27F0" w:rsidP="00AE27F0">
      <w:pPr>
        <w:pStyle w:val="PKTpunkt"/>
      </w:pPr>
      <w:r w:rsidRPr="00F74C79">
        <w:t>1)</w:t>
      </w:r>
      <w:r w:rsidRPr="00F74C79">
        <w:tab/>
        <w:t>dotacja podmiotowa z</w:t>
      </w:r>
      <w:r>
        <w:t> </w:t>
      </w:r>
      <w:r w:rsidRPr="00F74C79">
        <w:t>budżetu państwa, przeznaczona na pokrycie bieżących kosztów działalności Izby określonej w</w:t>
      </w:r>
      <w:r>
        <w:t> art. </w:t>
      </w:r>
      <w:r w:rsidRPr="00F74C79">
        <w:t>4;</w:t>
      </w:r>
    </w:p>
    <w:p w14:paraId="5B7B2A98" w14:textId="20641E6D" w:rsidR="00AE27F0" w:rsidRPr="00F74C79" w:rsidRDefault="00AE27F0" w:rsidP="00AE27F0">
      <w:pPr>
        <w:pStyle w:val="PKTpunkt"/>
      </w:pPr>
      <w:r w:rsidRPr="00F74C79">
        <w:t>2)</w:t>
      </w:r>
      <w:r w:rsidRPr="00F74C79">
        <w:tab/>
        <w:t>dotacje celowe z</w:t>
      </w:r>
      <w:r>
        <w:t> </w:t>
      </w:r>
      <w:r w:rsidRPr="00F74C79">
        <w:t>budżetu państwa przeznaczone na:</w:t>
      </w:r>
    </w:p>
    <w:p w14:paraId="1F1DE3A9" w14:textId="66B2FB69" w:rsidR="00AE27F0" w:rsidRPr="00182333" w:rsidRDefault="00AE27F0" w:rsidP="00AE27F0">
      <w:pPr>
        <w:pStyle w:val="LITlitera"/>
      </w:pPr>
      <w:r w:rsidRPr="00182333">
        <w:t>a)</w:t>
      </w:r>
      <w:r w:rsidRPr="00182333">
        <w:tab/>
        <w:t>realizację zadań, o</w:t>
      </w:r>
      <w:r>
        <w:t> </w:t>
      </w:r>
      <w:r w:rsidRPr="00182333">
        <w:t>których mowa w</w:t>
      </w:r>
      <w:r>
        <w:t> art. </w:t>
      </w:r>
      <w:r w:rsidRPr="00182333">
        <w:t>4</w:t>
      </w:r>
      <w:r>
        <w:t xml:space="preserve"> pkt </w:t>
      </w:r>
      <w:r w:rsidRPr="00182333">
        <w:t>6</w:t>
      </w:r>
      <w:r>
        <w:t> </w:t>
      </w:r>
      <w:r w:rsidRPr="00182333">
        <w:t>lit a,</w:t>
      </w:r>
    </w:p>
    <w:p w14:paraId="58B38716" w14:textId="5CEB171F" w:rsidR="00AE27F0" w:rsidRPr="00182333" w:rsidRDefault="00AE27F0" w:rsidP="00AE27F0">
      <w:pPr>
        <w:pStyle w:val="LITlitera"/>
      </w:pPr>
      <w:r w:rsidRPr="00182333">
        <w:t>b)</w:t>
      </w:r>
      <w:r w:rsidRPr="00182333">
        <w:tab/>
        <w:t>współfinansowanie realizacji programów finansowanych z</w:t>
      </w:r>
      <w:r>
        <w:t> </w:t>
      </w:r>
      <w:r w:rsidRPr="00182333">
        <w:t>udziałem środków europejskich,</w:t>
      </w:r>
    </w:p>
    <w:p w14:paraId="7A5235C6" w14:textId="77777777" w:rsidR="00AE27F0" w:rsidRDefault="00AE27F0" w:rsidP="00AE27F0">
      <w:pPr>
        <w:pStyle w:val="LITlitera"/>
      </w:pPr>
      <w:r w:rsidRPr="00182333">
        <w:t>c)</w:t>
      </w:r>
      <w:r w:rsidRPr="00182333">
        <w:tab/>
      </w:r>
      <w:r>
        <w:t>realizację zadań zleconych na podstawie odrębnych umów,</w:t>
      </w:r>
    </w:p>
    <w:p w14:paraId="3EE5E484" w14:textId="6E5CA006" w:rsidR="00AE27F0" w:rsidRPr="00182333" w:rsidRDefault="00AE27F0" w:rsidP="00AE27F0">
      <w:pPr>
        <w:pStyle w:val="LITlitera"/>
      </w:pPr>
      <w:r>
        <w:t>d)</w:t>
      </w:r>
      <w:r>
        <w:tab/>
      </w:r>
      <w:r w:rsidRPr="00182333">
        <w:t>wydatki majątkowe związane z</w:t>
      </w:r>
      <w:r>
        <w:t> </w:t>
      </w:r>
      <w:r w:rsidRPr="00182333">
        <w:t>zadaniami, o</w:t>
      </w:r>
      <w:r>
        <w:t> </w:t>
      </w:r>
      <w:r w:rsidRPr="00182333">
        <w:t>których mowa w</w:t>
      </w:r>
      <w:r>
        <w:t> art. </w:t>
      </w:r>
      <w:r w:rsidRPr="00182333">
        <w:t>4;</w:t>
      </w:r>
    </w:p>
    <w:p w14:paraId="147C71E6" w14:textId="11C2E96A" w:rsidR="00AE27F0" w:rsidRPr="00182333" w:rsidRDefault="00AE27F0" w:rsidP="00AE27F0">
      <w:pPr>
        <w:pStyle w:val="PKTpunkt"/>
      </w:pPr>
      <w:r w:rsidRPr="00182333">
        <w:t>3)</w:t>
      </w:r>
      <w:r w:rsidRPr="00182333">
        <w:tab/>
        <w:t>środki, o</w:t>
      </w:r>
      <w:r>
        <w:t> </w:t>
      </w:r>
      <w:r w:rsidRPr="00182333">
        <w:t>których mowa w</w:t>
      </w:r>
      <w:r>
        <w:t> art. </w:t>
      </w:r>
      <w:r w:rsidRPr="00182333">
        <w:t>4</w:t>
      </w:r>
      <w:r>
        <w:t>3 ust. </w:t>
      </w:r>
      <w:r w:rsidRPr="00182333">
        <w:t>1;</w:t>
      </w:r>
    </w:p>
    <w:p w14:paraId="052A4526" w14:textId="59C72176" w:rsidR="00AE27F0" w:rsidRPr="00F74C79" w:rsidRDefault="00AE27F0" w:rsidP="00AE27F0">
      <w:pPr>
        <w:pStyle w:val="PKTpunkt"/>
      </w:pPr>
      <w:r w:rsidRPr="00F74C79">
        <w:t>4)</w:t>
      </w:r>
      <w:r w:rsidRPr="00F74C79">
        <w:tab/>
        <w:t>środki finansowe pochodzące z</w:t>
      </w:r>
      <w:r>
        <w:t> </w:t>
      </w:r>
      <w:r w:rsidRPr="00F74C79">
        <w:t>Unii Europejskiej;</w:t>
      </w:r>
    </w:p>
    <w:p w14:paraId="41AB65F2" w14:textId="6A045ABE" w:rsidR="00AE27F0" w:rsidRPr="00F74C79" w:rsidRDefault="00AE27F0" w:rsidP="00AE27F0">
      <w:pPr>
        <w:pStyle w:val="PKTpunkt"/>
      </w:pPr>
      <w:r w:rsidRPr="00F74C79">
        <w:t>5)</w:t>
      </w:r>
      <w:r w:rsidRPr="00F74C79">
        <w:tab/>
        <w:t>przychody z</w:t>
      </w:r>
      <w:r>
        <w:t> </w:t>
      </w:r>
      <w:r w:rsidRPr="00F74C79">
        <w:t>tytułu krajowych i</w:t>
      </w:r>
      <w:r>
        <w:t> </w:t>
      </w:r>
      <w:r w:rsidRPr="00F74C79">
        <w:t>międzynarodowych projektów i</w:t>
      </w:r>
      <w:r>
        <w:t> </w:t>
      </w:r>
      <w:r w:rsidRPr="00F74C79">
        <w:t>programów badawczych;</w:t>
      </w:r>
    </w:p>
    <w:p w14:paraId="6772D605" w14:textId="3DFD63E8" w:rsidR="00AE27F0" w:rsidRPr="00F74C79" w:rsidRDefault="00AE27F0" w:rsidP="00AE27F0">
      <w:pPr>
        <w:pStyle w:val="PKTpunkt"/>
      </w:pPr>
      <w:r w:rsidRPr="00F74C79">
        <w:t>6)</w:t>
      </w:r>
      <w:r w:rsidRPr="00F74C79">
        <w:tab/>
      </w:r>
      <w:r w:rsidRPr="000A79EF">
        <w:t>odsetki od wolnych środków Izby przekazanych w</w:t>
      </w:r>
      <w:r>
        <w:t> </w:t>
      </w:r>
      <w:r w:rsidRPr="000A79EF">
        <w:t>depozyt, o</w:t>
      </w:r>
      <w:r>
        <w:t> </w:t>
      </w:r>
      <w:r w:rsidRPr="000A79EF">
        <w:t>którym mowa w</w:t>
      </w:r>
      <w:r>
        <w:t> art. </w:t>
      </w:r>
      <w:r w:rsidRPr="000A79EF">
        <w:t>48</w:t>
      </w:r>
      <w:r>
        <w:t xml:space="preserve"> ust. </w:t>
      </w:r>
      <w:r w:rsidRPr="000A79EF">
        <w:t>2</w:t>
      </w:r>
      <w:r>
        <w:t> </w:t>
      </w:r>
      <w:r w:rsidRPr="000A79EF">
        <w:t>ustawy z</w:t>
      </w:r>
      <w:r>
        <w:t> </w:t>
      </w:r>
      <w:r w:rsidRPr="000A79EF">
        <w:t>dnia 27</w:t>
      </w:r>
      <w:r>
        <w:t> </w:t>
      </w:r>
      <w:r w:rsidRPr="000A79EF">
        <w:t>sierpnia 2009</w:t>
      </w:r>
      <w:r>
        <w:t> </w:t>
      </w:r>
      <w:r w:rsidRPr="000A79EF">
        <w:t>r. o</w:t>
      </w:r>
      <w:r>
        <w:t> </w:t>
      </w:r>
      <w:r w:rsidRPr="000A79EF">
        <w:t>finansach publicznych</w:t>
      </w:r>
      <w:r w:rsidRPr="00F74C79">
        <w:t>;</w:t>
      </w:r>
    </w:p>
    <w:p w14:paraId="3B89673E" w14:textId="2EFB57CF" w:rsidR="00AE27F0" w:rsidRPr="00F74C79" w:rsidRDefault="00AE27F0" w:rsidP="00AE27F0">
      <w:pPr>
        <w:pStyle w:val="PKTpunkt"/>
      </w:pPr>
      <w:r w:rsidRPr="00F74C79">
        <w:t>7)</w:t>
      </w:r>
      <w:r w:rsidRPr="00F74C79">
        <w:tab/>
        <w:t>zapisy, spadki i</w:t>
      </w:r>
      <w:r>
        <w:t> </w:t>
      </w:r>
      <w:r w:rsidRPr="00F74C79">
        <w:t>darowizny;</w:t>
      </w:r>
    </w:p>
    <w:p w14:paraId="214A7ECE" w14:textId="0A298817" w:rsidR="00AE27F0" w:rsidRPr="00F74C79" w:rsidRDefault="00AE27F0" w:rsidP="00AE27F0">
      <w:pPr>
        <w:pStyle w:val="PKTpunkt"/>
      </w:pPr>
      <w:r w:rsidRPr="00F74C79">
        <w:t>8)</w:t>
      </w:r>
      <w:r w:rsidRPr="00F74C79">
        <w:tab/>
        <w:t>przychody z</w:t>
      </w:r>
      <w:r>
        <w:t> </w:t>
      </w:r>
      <w:r w:rsidRPr="00F74C79">
        <w:t>innych tytułów.</w:t>
      </w:r>
    </w:p>
    <w:p w14:paraId="41EF710A" w14:textId="40A7CD06" w:rsidR="00AE27F0" w:rsidRPr="00182333" w:rsidRDefault="00AE27F0" w:rsidP="00AE27F0">
      <w:pPr>
        <w:pStyle w:val="ARTartustawynprozporzdzenia"/>
      </w:pPr>
      <w:r w:rsidRPr="00182333">
        <w:rPr>
          <w:rStyle w:val="Ppogrubienie"/>
        </w:rPr>
        <w:t>Art. 5</w:t>
      </w:r>
      <w:r>
        <w:rPr>
          <w:rStyle w:val="Ppogrubienie"/>
        </w:rPr>
        <w:t>3</w:t>
      </w:r>
      <w:r w:rsidRPr="00182333">
        <w:rPr>
          <w:rStyle w:val="Ppogrubienie"/>
        </w:rPr>
        <w:t xml:space="preserve">. </w:t>
      </w:r>
      <w:r w:rsidRPr="00182333">
        <w:t>Izba prowadzi samodzielną gospodarkę finansową na zasadach określonych w</w:t>
      </w:r>
      <w:r>
        <w:t> </w:t>
      </w:r>
      <w:r w:rsidRPr="00182333">
        <w:t>niniejszej ustawie oraz w</w:t>
      </w:r>
      <w:r>
        <w:t> </w:t>
      </w:r>
      <w:r w:rsidRPr="00182333">
        <w:t>ustawie z</w:t>
      </w:r>
      <w:r>
        <w:t> </w:t>
      </w:r>
      <w:r w:rsidRPr="00182333">
        <w:t>dnia 27</w:t>
      </w:r>
      <w:r>
        <w:t> </w:t>
      </w:r>
      <w:r w:rsidRPr="00182333">
        <w:t>sierpnia 2009</w:t>
      </w:r>
      <w:r>
        <w:t> </w:t>
      </w:r>
      <w:r w:rsidRPr="00182333">
        <w:t>r. o</w:t>
      </w:r>
      <w:r>
        <w:t> </w:t>
      </w:r>
      <w:r w:rsidRPr="00182333">
        <w:t>finansach publicznych.</w:t>
      </w:r>
    </w:p>
    <w:p w14:paraId="19D05C0F" w14:textId="65DE068F" w:rsidR="00AE27F0" w:rsidRPr="00A846DB" w:rsidRDefault="00AE27F0" w:rsidP="00AE27F0">
      <w:pPr>
        <w:pStyle w:val="ARTartustawynprozporzdzenia"/>
      </w:pPr>
      <w:r w:rsidRPr="00A846DB">
        <w:rPr>
          <w:rStyle w:val="Ppogrubienie"/>
        </w:rPr>
        <w:t>Art. 5</w:t>
      </w:r>
      <w:r>
        <w:rPr>
          <w:rStyle w:val="Ppogrubienie"/>
        </w:rPr>
        <w:t>4</w:t>
      </w:r>
      <w:r w:rsidRPr="00A846DB">
        <w:rPr>
          <w:rStyle w:val="Ppogrubienie"/>
        </w:rPr>
        <w:t>.</w:t>
      </w:r>
      <w:r w:rsidRPr="00A846DB">
        <w:t xml:space="preserve"> 1. Podstawą gospodarki finansowej Izby jest roczny plan finansowy ustalany, zgodnie z</w:t>
      </w:r>
      <w:r>
        <w:t> </w:t>
      </w:r>
      <w:r w:rsidRPr="00A846DB">
        <w:t>przepisami ustawy z</w:t>
      </w:r>
      <w:r>
        <w:t> </w:t>
      </w:r>
      <w:r w:rsidRPr="00A846DB">
        <w:t>dnia 27</w:t>
      </w:r>
      <w:r>
        <w:t> </w:t>
      </w:r>
      <w:r w:rsidRPr="00A846DB">
        <w:t>sierpnia 2009</w:t>
      </w:r>
      <w:r>
        <w:t> </w:t>
      </w:r>
      <w:r w:rsidRPr="00A846DB">
        <w:t>r. o</w:t>
      </w:r>
      <w:r>
        <w:t> </w:t>
      </w:r>
      <w:r w:rsidRPr="00A846DB">
        <w:t>finansach publicznych na okres roku obrotowego. Rokiem obrotowym jest rok kalendarzowy.</w:t>
      </w:r>
    </w:p>
    <w:p w14:paraId="6968739A" w14:textId="06D0C93F" w:rsidR="00AE27F0" w:rsidRPr="00A846DB" w:rsidRDefault="00AE27F0" w:rsidP="00AE27F0">
      <w:pPr>
        <w:pStyle w:val="USTustnpkodeksu"/>
      </w:pPr>
      <w:r w:rsidRPr="00A846DB">
        <w:t>2. Podstawę gospodarki finansowej Izby w</w:t>
      </w:r>
      <w:r>
        <w:t> </w:t>
      </w:r>
      <w:r w:rsidRPr="00A846DB">
        <w:t>okresie od dnia 1</w:t>
      </w:r>
      <w:r>
        <w:t> </w:t>
      </w:r>
      <w:r w:rsidRPr="00A846DB">
        <w:t>stycznia do dnia wejścia w</w:t>
      </w:r>
      <w:r>
        <w:t> </w:t>
      </w:r>
      <w:r w:rsidRPr="00A846DB">
        <w:t>życie planu finansowego Izby stanowi projekt tego planu.</w:t>
      </w:r>
    </w:p>
    <w:p w14:paraId="6727D813" w14:textId="675ADDF2" w:rsidR="00AE27F0" w:rsidRPr="00A846DB" w:rsidRDefault="00AE27F0" w:rsidP="00AE27F0">
      <w:pPr>
        <w:pStyle w:val="USTustnpkodeksu"/>
      </w:pPr>
      <w:r w:rsidRPr="00A846DB">
        <w:t>3. Roczny plan finansowy Izby obejmuje w</w:t>
      </w:r>
      <w:r>
        <w:t> </w:t>
      </w:r>
      <w:r w:rsidRPr="00A846DB">
        <w:t>szczególności:</w:t>
      </w:r>
    </w:p>
    <w:p w14:paraId="7E9937C7" w14:textId="2607E1D7" w:rsidR="00AE27F0" w:rsidRPr="00182333" w:rsidRDefault="00AE27F0" w:rsidP="00AE27F0">
      <w:pPr>
        <w:pStyle w:val="PKTpunkt"/>
      </w:pPr>
      <w:r w:rsidRPr="00A846DB">
        <w:t>1)</w:t>
      </w:r>
      <w:r w:rsidRPr="00A846DB">
        <w:tab/>
        <w:t>przychody z</w:t>
      </w:r>
      <w:r>
        <w:t> </w:t>
      </w:r>
      <w:r w:rsidRPr="00A846DB">
        <w:t>prowadzonej działalności;</w:t>
      </w:r>
    </w:p>
    <w:p w14:paraId="56FDB631" w14:textId="502D15B5" w:rsidR="00AE27F0" w:rsidRPr="00D56D87" w:rsidRDefault="00AE27F0" w:rsidP="00AE27F0">
      <w:pPr>
        <w:pStyle w:val="PKTpunkt"/>
      </w:pPr>
      <w:r w:rsidRPr="00A846DB">
        <w:t>2)</w:t>
      </w:r>
      <w:r w:rsidRPr="00A846DB">
        <w:tab/>
      </w:r>
      <w:r w:rsidRPr="00D56D87">
        <w:t>dotacje z</w:t>
      </w:r>
      <w:r>
        <w:t> </w:t>
      </w:r>
      <w:r w:rsidRPr="00D56D87">
        <w:t>budżetu państwa;</w:t>
      </w:r>
    </w:p>
    <w:p w14:paraId="5E435B07" w14:textId="120FDE7C" w:rsidR="00AE27F0" w:rsidRPr="007C3AF6" w:rsidRDefault="00AE27F0" w:rsidP="00AE27F0">
      <w:pPr>
        <w:pStyle w:val="PKTpunkt"/>
      </w:pPr>
      <w:r w:rsidRPr="00D56D87">
        <w:t>3)</w:t>
      </w:r>
      <w:r w:rsidRPr="00D56D87">
        <w:tab/>
      </w:r>
      <w:r w:rsidRPr="007C3AF6">
        <w:t>przychody i</w:t>
      </w:r>
      <w:r>
        <w:t> </w:t>
      </w:r>
      <w:r w:rsidRPr="007C3AF6">
        <w:t>koszty związane z</w:t>
      </w:r>
      <w:r>
        <w:t> </w:t>
      </w:r>
      <w:r w:rsidRPr="007C3AF6">
        <w:t>Funduszem Wsparcia z</w:t>
      </w:r>
      <w:r>
        <w:t> </w:t>
      </w:r>
      <w:r w:rsidRPr="007C3AF6">
        <w:t>wyodrębnieniem przychodów z</w:t>
      </w:r>
      <w:r>
        <w:t> </w:t>
      </w:r>
      <w:r w:rsidRPr="007C3AF6">
        <w:t xml:space="preserve">tytułu </w:t>
      </w:r>
      <w:r>
        <w:t xml:space="preserve">Opłaty </w:t>
      </w:r>
      <w:r w:rsidRPr="007C3AF6">
        <w:t>oraz kosztów z</w:t>
      </w:r>
      <w:r>
        <w:t> </w:t>
      </w:r>
      <w:r w:rsidRPr="007C3AF6">
        <w:t>tytułu Dopłaty.</w:t>
      </w:r>
    </w:p>
    <w:p w14:paraId="59080497" w14:textId="792EEC26" w:rsidR="00AE27F0" w:rsidRPr="00A846DB" w:rsidRDefault="00AE27F0" w:rsidP="00AE27F0">
      <w:pPr>
        <w:pStyle w:val="PKTpunkt"/>
      </w:pPr>
      <w:r>
        <w:lastRenderedPageBreak/>
        <w:t>4</w:t>
      </w:r>
      <w:r w:rsidRPr="00A846DB">
        <w:t>)</w:t>
      </w:r>
      <w:r w:rsidRPr="00A846DB">
        <w:tab/>
        <w:t>koszty, w</w:t>
      </w:r>
      <w:r>
        <w:t> </w:t>
      </w:r>
      <w:r w:rsidRPr="00A846DB">
        <w:t>tym:</w:t>
      </w:r>
    </w:p>
    <w:p w14:paraId="23A50806" w14:textId="0BAF47A0" w:rsidR="00AE27F0" w:rsidRPr="007C3AF6" w:rsidRDefault="00AE27F0" w:rsidP="00AE27F0">
      <w:pPr>
        <w:pStyle w:val="LITlitera"/>
      </w:pPr>
      <w:r w:rsidRPr="007C3AF6">
        <w:t>a)</w:t>
      </w:r>
      <w:r w:rsidRPr="007C3AF6">
        <w:tab/>
        <w:t>wynagrodzenia i</w:t>
      </w:r>
      <w:r>
        <w:t> </w:t>
      </w:r>
      <w:r w:rsidRPr="007C3AF6">
        <w:t>składki od nich naliczane,</w:t>
      </w:r>
    </w:p>
    <w:p w14:paraId="0D3188A1" w14:textId="0BA441F0" w:rsidR="00AE27F0" w:rsidRPr="007C3AF6" w:rsidRDefault="00AE27F0" w:rsidP="00AE27F0">
      <w:pPr>
        <w:pStyle w:val="LITlitera"/>
      </w:pPr>
      <w:r w:rsidRPr="007C3AF6">
        <w:t>b)</w:t>
      </w:r>
      <w:r w:rsidRPr="007C3AF6">
        <w:tab/>
        <w:t>płatności odsetkowe wynikające z</w:t>
      </w:r>
      <w:r>
        <w:t> </w:t>
      </w:r>
      <w:r w:rsidRPr="007C3AF6">
        <w:t>zaciągniętych zobowiązań,</w:t>
      </w:r>
    </w:p>
    <w:p w14:paraId="40532FAD" w14:textId="2DA45D23" w:rsidR="00AE27F0" w:rsidRPr="00A846DB" w:rsidRDefault="00AE27F0" w:rsidP="00AE27F0">
      <w:pPr>
        <w:pStyle w:val="LITlitera"/>
      </w:pPr>
      <w:r w:rsidRPr="007C3AF6">
        <w:t>c)</w:t>
      </w:r>
      <w:r w:rsidRPr="007C3AF6">
        <w:tab/>
        <w:t>zakup</w:t>
      </w:r>
      <w:r w:rsidRPr="00A846DB">
        <w:t xml:space="preserve"> towarów i</w:t>
      </w:r>
      <w:r>
        <w:t> </w:t>
      </w:r>
      <w:r w:rsidRPr="00A846DB">
        <w:t>usług;</w:t>
      </w:r>
    </w:p>
    <w:p w14:paraId="5258D99C" w14:textId="77777777" w:rsidR="00AE27F0" w:rsidRPr="00A846DB" w:rsidRDefault="00AE27F0" w:rsidP="00AE27F0">
      <w:pPr>
        <w:pStyle w:val="PKTpunkt"/>
      </w:pPr>
      <w:r>
        <w:t>5</w:t>
      </w:r>
      <w:r w:rsidRPr="00A846DB">
        <w:t>)</w:t>
      </w:r>
      <w:r w:rsidRPr="00A846DB">
        <w:tab/>
        <w:t>środki na wydatki majątkowe;</w:t>
      </w:r>
    </w:p>
    <w:p w14:paraId="35A126BD" w14:textId="77777777" w:rsidR="00AE27F0" w:rsidRPr="00A846DB" w:rsidRDefault="00AE27F0" w:rsidP="00AE27F0">
      <w:pPr>
        <w:pStyle w:val="PKTpunkt"/>
      </w:pPr>
      <w:r>
        <w:t>6</w:t>
      </w:r>
      <w:r w:rsidRPr="00A846DB">
        <w:t>)</w:t>
      </w:r>
      <w:r w:rsidRPr="00A846DB">
        <w:tab/>
        <w:t>środki przyznane innym podmiotom;</w:t>
      </w:r>
    </w:p>
    <w:p w14:paraId="0257FE2D" w14:textId="5A253DF3" w:rsidR="00AE27F0" w:rsidRPr="00A846DB" w:rsidRDefault="00AE27F0" w:rsidP="00AE27F0">
      <w:pPr>
        <w:pStyle w:val="PKTpunkt"/>
      </w:pPr>
      <w:r>
        <w:t>7</w:t>
      </w:r>
      <w:r w:rsidRPr="00A846DB">
        <w:t>)</w:t>
      </w:r>
      <w:r w:rsidRPr="00A846DB">
        <w:tab/>
        <w:t>stan należności i</w:t>
      </w:r>
      <w:r>
        <w:t> </w:t>
      </w:r>
      <w:r w:rsidRPr="00A846DB">
        <w:t>zobowiązań na początek i</w:t>
      </w:r>
      <w:r>
        <w:t> </w:t>
      </w:r>
      <w:r w:rsidRPr="00A846DB">
        <w:t>koniec roku;</w:t>
      </w:r>
    </w:p>
    <w:p w14:paraId="04BEABD7" w14:textId="68CCD26A" w:rsidR="00AE27F0" w:rsidRPr="00A846DB" w:rsidRDefault="00AE27F0" w:rsidP="00AE27F0">
      <w:pPr>
        <w:pStyle w:val="PKTpunkt"/>
      </w:pPr>
      <w:r>
        <w:t>8</w:t>
      </w:r>
      <w:r w:rsidRPr="00A846DB">
        <w:t>)</w:t>
      </w:r>
      <w:r w:rsidRPr="00A846DB">
        <w:tab/>
        <w:t>stan środków pieniężnych na początek i</w:t>
      </w:r>
      <w:r>
        <w:t> </w:t>
      </w:r>
      <w:r w:rsidRPr="00A846DB">
        <w:t>koniec roku.</w:t>
      </w:r>
    </w:p>
    <w:p w14:paraId="21D30005" w14:textId="29677EC1" w:rsidR="00AE27F0" w:rsidRPr="00A846DB" w:rsidRDefault="00AE27F0" w:rsidP="00AE27F0">
      <w:pPr>
        <w:pStyle w:val="USTustnpkodeksu"/>
      </w:pPr>
      <w:r w:rsidRPr="00A846DB">
        <w:t>4. Izba prowadzi rachunkowość zgodnie z</w:t>
      </w:r>
      <w:r>
        <w:t> </w:t>
      </w:r>
      <w:r w:rsidRPr="00A846DB">
        <w:t>przepisami ustawy z</w:t>
      </w:r>
      <w:r>
        <w:t> </w:t>
      </w:r>
      <w:r w:rsidRPr="00A846DB">
        <w:t>dnia 29</w:t>
      </w:r>
      <w:r>
        <w:t> </w:t>
      </w:r>
      <w:r w:rsidRPr="00A846DB">
        <w:t>września 1994</w:t>
      </w:r>
      <w:r>
        <w:t> </w:t>
      </w:r>
      <w:r w:rsidRPr="00A846DB">
        <w:t>r. o</w:t>
      </w:r>
      <w:r>
        <w:t> </w:t>
      </w:r>
      <w:r w:rsidRPr="00A846DB">
        <w:t>rachunkowości (</w:t>
      </w:r>
      <w:r>
        <w:t>Dz. U.</w:t>
      </w:r>
      <w:r w:rsidRPr="00A846DB">
        <w:t xml:space="preserve"> z</w:t>
      </w:r>
      <w:r>
        <w:t> </w:t>
      </w:r>
      <w:r w:rsidRPr="00A846DB">
        <w:t>2021</w:t>
      </w:r>
      <w:r>
        <w:t> </w:t>
      </w:r>
      <w:r w:rsidRPr="00A846DB">
        <w:t>r.</w:t>
      </w:r>
      <w:r>
        <w:t xml:space="preserve"> poz. </w:t>
      </w:r>
      <w:r w:rsidRPr="00A846DB">
        <w:t>217</w:t>
      </w:r>
      <w:r>
        <w:t>, 2105 oraz 2106</w:t>
      </w:r>
      <w:r w:rsidRPr="00A846DB">
        <w:t>).</w:t>
      </w:r>
    </w:p>
    <w:p w14:paraId="36B49108" w14:textId="77777777" w:rsidR="00AE27F0" w:rsidRPr="00182333" w:rsidRDefault="00AE27F0" w:rsidP="00AE27F0">
      <w:pPr>
        <w:pStyle w:val="ARTartustawynprozporzdzenia"/>
      </w:pPr>
      <w:r w:rsidRPr="00182333">
        <w:rPr>
          <w:rStyle w:val="Ppogrubienie"/>
        </w:rPr>
        <w:t>Art. 5</w:t>
      </w:r>
      <w:r>
        <w:rPr>
          <w:rStyle w:val="Ppogrubienie"/>
        </w:rPr>
        <w:t>5</w:t>
      </w:r>
      <w:r w:rsidRPr="00182333">
        <w:rPr>
          <w:rStyle w:val="Ppogrubienie"/>
        </w:rPr>
        <w:t>.</w:t>
      </w:r>
      <w:r w:rsidRPr="00182333">
        <w:t xml:space="preserve"> 1. Tworzy się następujące fundusze Izby:</w:t>
      </w:r>
    </w:p>
    <w:p w14:paraId="482CA69A" w14:textId="77777777" w:rsidR="00AE27F0" w:rsidRPr="00182333" w:rsidRDefault="00AE27F0" w:rsidP="00AE27F0">
      <w:pPr>
        <w:pStyle w:val="PKTpunkt"/>
      </w:pPr>
      <w:r w:rsidRPr="00182333">
        <w:t>1)</w:t>
      </w:r>
      <w:r w:rsidRPr="00182333">
        <w:tab/>
        <w:t>fundusz statutowy;</w:t>
      </w:r>
    </w:p>
    <w:p w14:paraId="74003710" w14:textId="77777777" w:rsidR="00AE27F0" w:rsidRPr="00182333" w:rsidRDefault="00AE27F0" w:rsidP="00AE27F0">
      <w:pPr>
        <w:pStyle w:val="PKTpunkt"/>
      </w:pPr>
      <w:r w:rsidRPr="00182333">
        <w:t>2)</w:t>
      </w:r>
      <w:r w:rsidRPr="00182333">
        <w:tab/>
        <w:t>fundusz rezerwowy;</w:t>
      </w:r>
    </w:p>
    <w:p w14:paraId="474D47D7" w14:textId="77777777" w:rsidR="00AE27F0" w:rsidRPr="00182333" w:rsidRDefault="00AE27F0" w:rsidP="00AE27F0">
      <w:pPr>
        <w:pStyle w:val="PKTpunkt"/>
      </w:pPr>
      <w:r w:rsidRPr="00182333">
        <w:t>3)</w:t>
      </w:r>
      <w:r w:rsidRPr="00182333">
        <w:tab/>
        <w:t>zakładowy fundusz świadczeń socjalnych;</w:t>
      </w:r>
    </w:p>
    <w:p w14:paraId="7AC9D3A6" w14:textId="496EADE1" w:rsidR="00AE27F0" w:rsidRPr="00182333" w:rsidRDefault="00AE27F0" w:rsidP="00AE27F0">
      <w:pPr>
        <w:pStyle w:val="PKTpunkt"/>
      </w:pPr>
      <w:r w:rsidRPr="00182333">
        <w:t>4)</w:t>
      </w:r>
      <w:r w:rsidRPr="00182333">
        <w:tab/>
        <w:t>inne fundusze, jeżeli obowiązek ich utworzenia wynika z</w:t>
      </w:r>
      <w:r>
        <w:t> </w:t>
      </w:r>
      <w:r w:rsidRPr="00182333">
        <w:t>odrębnych przepisów.</w:t>
      </w:r>
    </w:p>
    <w:p w14:paraId="2BC991A0" w14:textId="77777777" w:rsidR="00AE27F0" w:rsidRPr="00182333" w:rsidRDefault="00AE27F0" w:rsidP="00AE27F0">
      <w:pPr>
        <w:pStyle w:val="USTustnpkodeksu"/>
      </w:pPr>
      <w:r w:rsidRPr="00182333">
        <w:t>2. Zysk netto Izby powiększa fundusz rezerwowy.</w:t>
      </w:r>
    </w:p>
    <w:p w14:paraId="6EE46696" w14:textId="603D46C6" w:rsidR="00AE27F0" w:rsidRPr="00182333" w:rsidRDefault="00AE27F0" w:rsidP="00AE27F0">
      <w:pPr>
        <w:pStyle w:val="USTustnpkodeksu"/>
      </w:pPr>
      <w:r w:rsidRPr="00182333">
        <w:t>3. Stratę netto Izby pokrywa się z</w:t>
      </w:r>
      <w:r>
        <w:t> </w:t>
      </w:r>
      <w:r w:rsidRPr="00182333">
        <w:t>funduszu rezerwowego.</w:t>
      </w:r>
    </w:p>
    <w:p w14:paraId="4B4082ED" w14:textId="40FAD103" w:rsidR="00AE27F0" w:rsidRPr="00182333" w:rsidRDefault="00AE27F0" w:rsidP="00AE27F0">
      <w:pPr>
        <w:pStyle w:val="USTustnpkodeksu"/>
      </w:pPr>
      <w:r w:rsidRPr="00182333">
        <w:t>4. Zakładowy fundusz świadczeń socjalnych tworzy się na zasadach określonych w</w:t>
      </w:r>
      <w:r>
        <w:t> </w:t>
      </w:r>
      <w:r w:rsidRPr="00182333">
        <w:t>ustawie z</w:t>
      </w:r>
      <w:r>
        <w:t> </w:t>
      </w:r>
      <w:r w:rsidRPr="00182333">
        <w:t>dnia 4</w:t>
      </w:r>
      <w:r>
        <w:t> </w:t>
      </w:r>
      <w:r w:rsidRPr="00182333">
        <w:t>marca 1994</w:t>
      </w:r>
      <w:r>
        <w:t> </w:t>
      </w:r>
      <w:r w:rsidRPr="00182333">
        <w:t>r. o</w:t>
      </w:r>
      <w:r>
        <w:t> </w:t>
      </w:r>
      <w:r w:rsidRPr="00182333">
        <w:t>zakładowym funduszu świadczeń socjalnych (Dz.U. z</w:t>
      </w:r>
      <w:r>
        <w:t> </w:t>
      </w:r>
      <w:r w:rsidRPr="00182333">
        <w:t>2021</w:t>
      </w:r>
      <w:r>
        <w:t> </w:t>
      </w:r>
      <w:r w:rsidRPr="00182333">
        <w:t>r.</w:t>
      </w:r>
      <w:r>
        <w:t xml:space="preserve"> poz. </w:t>
      </w:r>
      <w:r w:rsidRPr="00182333">
        <w:t>746).</w:t>
      </w:r>
    </w:p>
    <w:p w14:paraId="04EB9073" w14:textId="77777777" w:rsidR="00AE27F0" w:rsidRPr="00182333" w:rsidRDefault="00AE27F0" w:rsidP="00AE27F0">
      <w:pPr>
        <w:pStyle w:val="ARTartustawynprozporzdzenia"/>
      </w:pPr>
      <w:r w:rsidRPr="00182333">
        <w:rPr>
          <w:rStyle w:val="Ppogrubienie"/>
        </w:rPr>
        <w:t>Art. 5</w:t>
      </w:r>
      <w:r>
        <w:rPr>
          <w:rStyle w:val="Ppogrubienie"/>
        </w:rPr>
        <w:t>6</w:t>
      </w:r>
      <w:r w:rsidRPr="00182333">
        <w:rPr>
          <w:rStyle w:val="Ppogrubienie"/>
        </w:rPr>
        <w:t>.</w:t>
      </w:r>
      <w:r w:rsidRPr="00182333">
        <w:t xml:space="preserve"> 1. Roczne sprawozdanie finansowe Izby podlega badaniu przez firmę audytorską.</w:t>
      </w:r>
    </w:p>
    <w:p w14:paraId="5C1130CA" w14:textId="3E7AF226" w:rsidR="00AE27F0" w:rsidRPr="00182333" w:rsidRDefault="00AE27F0" w:rsidP="00AE27F0">
      <w:pPr>
        <w:pStyle w:val="USTustnpkodeksu"/>
      </w:pPr>
      <w:r w:rsidRPr="00182333">
        <w:t>2. Wyboru firmy audytorskiej do badania rocznego sprawozdania finansowego Izby dokonuje minister właściwy do spraw kultury i</w:t>
      </w:r>
      <w:r>
        <w:t> </w:t>
      </w:r>
      <w:r w:rsidRPr="00182333">
        <w:t>ochrony dziedzictwa narodowego.</w:t>
      </w:r>
    </w:p>
    <w:p w14:paraId="1A89AB3F" w14:textId="77777777" w:rsidR="00AE27F0" w:rsidRPr="00182333" w:rsidRDefault="00AE27F0" w:rsidP="00AE27F0">
      <w:pPr>
        <w:pStyle w:val="ROZDZODDZOZNoznaczenierozdziauluboddziau"/>
      </w:pPr>
      <w:r w:rsidRPr="00182333">
        <w:t>Rozdział 7</w:t>
      </w:r>
    </w:p>
    <w:p w14:paraId="2E7B5F03" w14:textId="46FD7EC8" w:rsidR="00AE27F0" w:rsidRPr="00182333" w:rsidRDefault="00AE27F0" w:rsidP="00AE27F0">
      <w:pPr>
        <w:pStyle w:val="ROZDZODDZPRZEDMprzedmiotregulacjirozdziauluboddziau"/>
      </w:pPr>
      <w:r w:rsidRPr="00182333">
        <w:t>Przepisy zmieniające, przejściowe i</w:t>
      </w:r>
      <w:r>
        <w:t> </w:t>
      </w:r>
      <w:r w:rsidRPr="00182333">
        <w:t>końcowe</w:t>
      </w:r>
    </w:p>
    <w:p w14:paraId="4DF8C8BC" w14:textId="27BEC441" w:rsidR="00AE27F0" w:rsidRPr="00182333" w:rsidRDefault="00AE27F0" w:rsidP="0058616B">
      <w:pPr>
        <w:pStyle w:val="ARTartustawynprozporzdzenia"/>
      </w:pPr>
      <w:r w:rsidRPr="00182333">
        <w:rPr>
          <w:rStyle w:val="Ppogrubienie"/>
        </w:rPr>
        <w:t>Art. 5</w:t>
      </w:r>
      <w:r>
        <w:rPr>
          <w:rStyle w:val="Ppogrubienie"/>
        </w:rPr>
        <w:t>7</w:t>
      </w:r>
      <w:r w:rsidRPr="00182333">
        <w:rPr>
          <w:rStyle w:val="Ppogrubienie"/>
        </w:rPr>
        <w:t>.</w:t>
      </w:r>
      <w:r w:rsidRPr="00182333">
        <w:t xml:space="preserve"> W</w:t>
      </w:r>
      <w:r>
        <w:t> </w:t>
      </w:r>
      <w:r w:rsidRPr="00182333">
        <w:t>ustawie z</w:t>
      </w:r>
      <w:r>
        <w:t> </w:t>
      </w:r>
      <w:r w:rsidRPr="00182333">
        <w:t>dnia 17</w:t>
      </w:r>
      <w:r>
        <w:t> </w:t>
      </w:r>
      <w:r w:rsidRPr="00182333">
        <w:t>czerwca 1966</w:t>
      </w:r>
      <w:r>
        <w:t> </w:t>
      </w:r>
      <w:r w:rsidRPr="00182333">
        <w:t>r. o</w:t>
      </w:r>
      <w:r>
        <w:t> </w:t>
      </w:r>
      <w:r w:rsidRPr="00182333">
        <w:t>postępowaniu egzekucyjnym w</w:t>
      </w:r>
      <w:r>
        <w:t> </w:t>
      </w:r>
      <w:r w:rsidRPr="00182333">
        <w:t>administracji w</w:t>
      </w:r>
      <w:r>
        <w:t> art. </w:t>
      </w:r>
      <w:r w:rsidRPr="00182333">
        <w:t>3a:</w:t>
      </w:r>
    </w:p>
    <w:p w14:paraId="5C39BB8C" w14:textId="71D43E89" w:rsidR="00AE27F0" w:rsidRPr="00182333" w:rsidRDefault="00AE27F0" w:rsidP="00AE27F0">
      <w:pPr>
        <w:pStyle w:val="PKTpunkt"/>
      </w:pPr>
      <w:r w:rsidRPr="00182333">
        <w:t>1)</w:t>
      </w:r>
      <w:r w:rsidRPr="00182333">
        <w:tab/>
        <w:t>§ 1</w:t>
      </w:r>
      <w:r>
        <w:t> </w:t>
      </w:r>
      <w:r w:rsidRPr="00182333">
        <w:t>otrzymuje brzmienie:</w:t>
      </w:r>
    </w:p>
    <w:p w14:paraId="2DDCCF3D" w14:textId="04BBEC8C" w:rsidR="00AE27F0" w:rsidRPr="00BD3410" w:rsidRDefault="00AE27F0" w:rsidP="006B79B8">
      <w:pPr>
        <w:pStyle w:val="ZUSTzmustartykuempunktem"/>
      </w:pPr>
      <w:r>
        <w:t>„ § </w:t>
      </w:r>
      <w:r w:rsidRPr="00BD3410">
        <w:t>1</w:t>
      </w:r>
      <w:r>
        <w:t xml:space="preserve">. </w:t>
      </w:r>
      <w:r w:rsidRPr="00BD3410">
        <w:t>W</w:t>
      </w:r>
      <w:r>
        <w:t> </w:t>
      </w:r>
      <w:r w:rsidRPr="00BD3410">
        <w:t>zakresie zobowiązań powstałych w</w:t>
      </w:r>
      <w:r>
        <w:t> </w:t>
      </w:r>
      <w:r w:rsidRPr="00BD3410">
        <w:t>przypadkach określonych w</w:t>
      </w:r>
      <w:r>
        <w:t> art. </w:t>
      </w:r>
      <w:r w:rsidRPr="007E1455">
        <w:t>8</w:t>
      </w:r>
      <w:r>
        <w:t xml:space="preserve"> i art. </w:t>
      </w:r>
      <w:r w:rsidRPr="007E1455">
        <w:t>21</w:t>
      </w:r>
      <w:r>
        <w:t xml:space="preserve"> § </w:t>
      </w:r>
      <w:r w:rsidRPr="007E1455">
        <w:t>1</w:t>
      </w:r>
      <w:r>
        <w:t xml:space="preserve"> pkt </w:t>
      </w:r>
      <w:r w:rsidRPr="007E1455">
        <w:t>1</w:t>
      </w:r>
      <w:r>
        <w:t> </w:t>
      </w:r>
      <w:r w:rsidRPr="00BD3410">
        <w:t>ustawy z</w:t>
      </w:r>
      <w:r>
        <w:t> </w:t>
      </w:r>
      <w:r w:rsidRPr="00BD3410">
        <w:t>dnia 29</w:t>
      </w:r>
      <w:r>
        <w:t> </w:t>
      </w:r>
      <w:r w:rsidRPr="00BD3410">
        <w:t>sierpnia 1997</w:t>
      </w:r>
      <w:r>
        <w:t> </w:t>
      </w:r>
      <w:r w:rsidRPr="00BD3410">
        <w:t xml:space="preserve">r. </w:t>
      </w:r>
      <w:r>
        <w:noBreakHyphen/>
        <w:t xml:space="preserve"> </w:t>
      </w:r>
      <w:r w:rsidRPr="00BD3410">
        <w:t>Ordynacja podatkowa, długów celnych powstałych w</w:t>
      </w:r>
      <w:r>
        <w:t> </w:t>
      </w:r>
      <w:r w:rsidRPr="00BD3410">
        <w:t>przypadkach określonych w</w:t>
      </w:r>
      <w:r>
        <w:t> art. </w:t>
      </w:r>
      <w:r w:rsidRPr="007E1455">
        <w:t>77</w:t>
      </w:r>
      <w:r>
        <w:t xml:space="preserve"> ust. </w:t>
      </w:r>
      <w:r w:rsidRPr="007E1455">
        <w:t>1</w:t>
      </w:r>
      <w:r>
        <w:t xml:space="preserve"> oraz art. </w:t>
      </w:r>
      <w:r w:rsidRPr="007E1455">
        <w:t>81</w:t>
      </w:r>
      <w:r>
        <w:t xml:space="preserve"> ust. </w:t>
      </w:r>
      <w:r w:rsidRPr="007E1455">
        <w:t>1</w:t>
      </w:r>
      <w:r>
        <w:t> </w:t>
      </w:r>
      <w:r w:rsidRPr="00BD3410">
        <w:t xml:space="preserve">rozporządzenia </w:t>
      </w:r>
      <w:r w:rsidRPr="006B79B8">
        <w:t>Parlamentu</w:t>
      </w:r>
      <w:r w:rsidRPr="00BD3410">
        <w:t xml:space="preserve"> Europejskiego i</w:t>
      </w:r>
      <w:r>
        <w:t> </w:t>
      </w:r>
      <w:r w:rsidRPr="00BD3410">
        <w:t>Rady (UE)</w:t>
      </w:r>
      <w:r>
        <w:t xml:space="preserve"> nr </w:t>
      </w:r>
      <w:r w:rsidRPr="007E1455">
        <w:t>952/2013</w:t>
      </w:r>
      <w:r>
        <w:t> </w:t>
      </w:r>
      <w:r w:rsidRPr="00BD3410">
        <w:t>z</w:t>
      </w:r>
      <w:r>
        <w:t> </w:t>
      </w:r>
      <w:r w:rsidRPr="00BD3410">
        <w:t xml:space="preserve">dnia </w:t>
      </w:r>
      <w:r w:rsidRPr="00BD3410">
        <w:lastRenderedPageBreak/>
        <w:t>9</w:t>
      </w:r>
      <w:r>
        <w:t> </w:t>
      </w:r>
      <w:r w:rsidRPr="00BD3410">
        <w:t>października 2013</w:t>
      </w:r>
      <w:r>
        <w:t> </w:t>
      </w:r>
      <w:r w:rsidRPr="00BD3410">
        <w:t>r. ustanawiającego unijny kodeks celny, podatków wykazanych w</w:t>
      </w:r>
      <w:r>
        <w:t> </w:t>
      </w:r>
      <w:r w:rsidRPr="00BD3410">
        <w:t>zgłoszeniu celnym, składek na ubezpieczenie społeczne, opłat paliwowych oraz opłat dodatkowych, o</w:t>
      </w:r>
      <w:r>
        <w:t> </w:t>
      </w:r>
      <w:r w:rsidRPr="00BD3410">
        <w:t>których mowa w</w:t>
      </w:r>
      <w:r>
        <w:t> </w:t>
      </w:r>
      <w:r w:rsidRPr="00BD3410">
        <w:t>ustawie z</w:t>
      </w:r>
      <w:r>
        <w:t> </w:t>
      </w:r>
      <w:r w:rsidRPr="00BD3410">
        <w:t>dnia 27</w:t>
      </w:r>
      <w:r>
        <w:t> </w:t>
      </w:r>
      <w:r w:rsidRPr="00BD3410">
        <w:t>października 1994</w:t>
      </w:r>
      <w:r>
        <w:t> </w:t>
      </w:r>
      <w:r w:rsidRPr="00BD3410">
        <w:t>r. o</w:t>
      </w:r>
      <w:r>
        <w:t> </w:t>
      </w:r>
      <w:r w:rsidRPr="00BD3410">
        <w:t>autostradach płatnych oraz o</w:t>
      </w:r>
      <w:r>
        <w:t> </w:t>
      </w:r>
      <w:r w:rsidRPr="00BD3410">
        <w:t>Krajowym Funduszu Drogowym (Dz.U. z</w:t>
      </w:r>
      <w:r>
        <w:t> </w:t>
      </w:r>
      <w:r w:rsidRPr="00BD3410">
        <w:t>2020</w:t>
      </w:r>
      <w:r>
        <w:t> </w:t>
      </w:r>
      <w:r w:rsidRPr="00BD3410">
        <w:t>r.</w:t>
      </w:r>
      <w:r>
        <w:t xml:space="preserve"> poz. </w:t>
      </w:r>
      <w:r w:rsidRPr="007E1455">
        <w:t>2268</w:t>
      </w:r>
      <w:r w:rsidRPr="00BD3410">
        <w:t>), dopłat, o</w:t>
      </w:r>
      <w:r>
        <w:t> </w:t>
      </w:r>
      <w:r w:rsidRPr="00BD3410">
        <w:t>których mowa w</w:t>
      </w:r>
      <w:r>
        <w:t> </w:t>
      </w:r>
      <w:r w:rsidRPr="00BD3410">
        <w:t>ustawie z</w:t>
      </w:r>
      <w:r>
        <w:t> </w:t>
      </w:r>
      <w:r w:rsidRPr="00BD3410">
        <w:t>dnia 19</w:t>
      </w:r>
      <w:r>
        <w:t> </w:t>
      </w:r>
      <w:r w:rsidRPr="00BD3410">
        <w:t>listopada 2009</w:t>
      </w:r>
      <w:r>
        <w:t> </w:t>
      </w:r>
      <w:r w:rsidRPr="00BD3410">
        <w:t>r. o</w:t>
      </w:r>
      <w:r>
        <w:t> </w:t>
      </w:r>
      <w:r w:rsidRPr="00BD3410">
        <w:t>grach hazardowych (Dz.U. z</w:t>
      </w:r>
      <w:r>
        <w:t> </w:t>
      </w:r>
      <w:r w:rsidRPr="00BD3410">
        <w:t>2020</w:t>
      </w:r>
      <w:r>
        <w:t> </w:t>
      </w:r>
      <w:r w:rsidRPr="00BD3410">
        <w:t>r.</w:t>
      </w:r>
      <w:r>
        <w:t xml:space="preserve"> poz. </w:t>
      </w:r>
      <w:r w:rsidRPr="007E1455">
        <w:t>2094</w:t>
      </w:r>
      <w:r w:rsidRPr="00BD3410">
        <w:t>), opłat za gospodarowanie odpadami komunalnymi, o</w:t>
      </w:r>
      <w:r>
        <w:t> </w:t>
      </w:r>
      <w:r w:rsidRPr="00BD3410">
        <w:t>których mowa w</w:t>
      </w:r>
      <w:r>
        <w:t> art. </w:t>
      </w:r>
      <w:r w:rsidRPr="007E1455">
        <w:t>6h</w:t>
      </w:r>
      <w:r w:rsidRPr="00BD3410">
        <w:t xml:space="preserve"> ustawy z</w:t>
      </w:r>
      <w:r>
        <w:t> </w:t>
      </w:r>
      <w:r w:rsidRPr="00BD3410">
        <w:t>dnia 13</w:t>
      </w:r>
      <w:r>
        <w:t> </w:t>
      </w:r>
      <w:r w:rsidRPr="00BD3410">
        <w:t>września 1996</w:t>
      </w:r>
      <w:r>
        <w:t> </w:t>
      </w:r>
      <w:r w:rsidRPr="00BD3410">
        <w:t>r. o</w:t>
      </w:r>
      <w:r>
        <w:t> </w:t>
      </w:r>
      <w:r w:rsidRPr="00BD3410">
        <w:t>utrzymaniu czystości i</w:t>
      </w:r>
      <w:r>
        <w:t> </w:t>
      </w:r>
      <w:r w:rsidRPr="00BD3410">
        <w:t>porządku w</w:t>
      </w:r>
      <w:r>
        <w:t> </w:t>
      </w:r>
      <w:r w:rsidRPr="00BD3410">
        <w:t>gminach (Dz.U. z</w:t>
      </w:r>
      <w:r>
        <w:t> </w:t>
      </w:r>
      <w:r w:rsidRPr="00BD3410">
        <w:t>2020</w:t>
      </w:r>
      <w:r>
        <w:t> </w:t>
      </w:r>
      <w:r w:rsidRPr="00BD3410">
        <w:t>r.</w:t>
      </w:r>
      <w:r>
        <w:t xml:space="preserve"> poz. </w:t>
      </w:r>
      <w:r w:rsidRPr="007E1455">
        <w:t>1439</w:t>
      </w:r>
      <w:r w:rsidRPr="00BD3410">
        <w:t xml:space="preserve">, </w:t>
      </w:r>
      <w:r w:rsidRPr="007E1455">
        <w:t>2320</w:t>
      </w:r>
      <w:r>
        <w:t xml:space="preserve"> i </w:t>
      </w:r>
      <w:r w:rsidRPr="007E1455">
        <w:t>2361</w:t>
      </w:r>
      <w:r w:rsidRPr="00BD3410">
        <w:t>), opłat emisyjnych oraz opłat za korzystanie ze środowiska, o</w:t>
      </w:r>
      <w:r>
        <w:t> </w:t>
      </w:r>
      <w:r w:rsidRPr="00BD3410">
        <w:t>których mowa w</w:t>
      </w:r>
      <w:r>
        <w:t> </w:t>
      </w:r>
      <w:r w:rsidRPr="00BD3410">
        <w:t>ustawie z</w:t>
      </w:r>
      <w:r>
        <w:t> </w:t>
      </w:r>
      <w:r w:rsidRPr="00BD3410">
        <w:t>dnia 27</w:t>
      </w:r>
      <w:r>
        <w:t> </w:t>
      </w:r>
      <w:r w:rsidRPr="00BD3410">
        <w:t>kwietnia 2001</w:t>
      </w:r>
      <w:r>
        <w:t> </w:t>
      </w:r>
      <w:r w:rsidRPr="00BD3410">
        <w:t xml:space="preserve">r. </w:t>
      </w:r>
      <w:r>
        <w:noBreakHyphen/>
        <w:t xml:space="preserve"> </w:t>
      </w:r>
      <w:r w:rsidRPr="00BD3410">
        <w:t>Prawo ochrony środowiska (Dz.U. z</w:t>
      </w:r>
      <w:r>
        <w:t> </w:t>
      </w:r>
      <w:r w:rsidRPr="00BD3410">
        <w:t>2020</w:t>
      </w:r>
      <w:r>
        <w:t> </w:t>
      </w:r>
      <w:r w:rsidRPr="00BD3410">
        <w:t>r.</w:t>
      </w:r>
      <w:r>
        <w:t xml:space="preserve"> poz. </w:t>
      </w:r>
      <w:r w:rsidRPr="007E1455">
        <w:t>1219</w:t>
      </w:r>
      <w:r w:rsidRPr="00BD3410">
        <w:t xml:space="preserve">, </w:t>
      </w:r>
      <w:r w:rsidRPr="007E1455">
        <w:t>1378</w:t>
      </w:r>
      <w:r w:rsidRPr="00BD3410">
        <w:t xml:space="preserve">, </w:t>
      </w:r>
      <w:r w:rsidRPr="007E1455">
        <w:t>1565</w:t>
      </w:r>
      <w:r w:rsidRPr="00BD3410">
        <w:t xml:space="preserve">, </w:t>
      </w:r>
      <w:r w:rsidRPr="007E1455">
        <w:t>2127</w:t>
      </w:r>
      <w:r>
        <w:t xml:space="preserve"> i </w:t>
      </w:r>
      <w:r w:rsidRPr="007E1455">
        <w:t>2338</w:t>
      </w:r>
      <w:r w:rsidRPr="00BD3410">
        <w:t>), daniny solidarnościowej, o</w:t>
      </w:r>
      <w:r>
        <w:t> </w:t>
      </w:r>
      <w:r w:rsidRPr="00BD3410">
        <w:t>której mowa w</w:t>
      </w:r>
      <w:r>
        <w:t> </w:t>
      </w:r>
      <w:r w:rsidRPr="00BD3410">
        <w:t>rozdziale 6a ustawy z</w:t>
      </w:r>
      <w:r>
        <w:t> </w:t>
      </w:r>
      <w:r w:rsidRPr="00BD3410">
        <w:t>dnia 26</w:t>
      </w:r>
      <w:r>
        <w:t> </w:t>
      </w:r>
      <w:r w:rsidRPr="00BD3410">
        <w:t>lipca 1991</w:t>
      </w:r>
      <w:r>
        <w:t> </w:t>
      </w:r>
      <w:r w:rsidRPr="00BD3410">
        <w:t>r. o</w:t>
      </w:r>
      <w:r>
        <w:t> </w:t>
      </w:r>
      <w:r w:rsidRPr="00BD3410">
        <w:t>podatku dochodowym od osób fizycznych (Dz.U. z</w:t>
      </w:r>
      <w:r>
        <w:t> </w:t>
      </w:r>
      <w:r w:rsidRPr="00BD3410">
        <w:t>2020</w:t>
      </w:r>
      <w:r>
        <w:t> </w:t>
      </w:r>
      <w:r w:rsidRPr="00BD3410">
        <w:t>r.</w:t>
      </w:r>
      <w:r>
        <w:t xml:space="preserve"> poz. </w:t>
      </w:r>
      <w:r w:rsidRPr="007E1455">
        <w:t>1426</w:t>
      </w:r>
      <w:r w:rsidRPr="00BD3410">
        <w:t>), opłat, o</w:t>
      </w:r>
      <w:r>
        <w:t> </w:t>
      </w:r>
      <w:r w:rsidRPr="00BD3410">
        <w:t>których mowa w</w:t>
      </w:r>
      <w:r>
        <w:t> art. </w:t>
      </w:r>
      <w:r w:rsidRPr="007E1455">
        <w:t>92</w:t>
      </w:r>
      <w:r>
        <w:t xml:space="preserve"> ust. </w:t>
      </w:r>
      <w:r w:rsidRPr="007E1455">
        <w:t>1</w:t>
      </w:r>
      <w:r>
        <w:t xml:space="preserve"> oraz</w:t>
      </w:r>
      <w:r w:rsidRPr="00BD3410">
        <w:t xml:space="preserve"> w</w:t>
      </w:r>
      <w:r>
        <w:t> art. </w:t>
      </w:r>
      <w:r w:rsidRPr="007E1455">
        <w:t>13</w:t>
      </w:r>
      <w:r w:rsidRPr="007E1455">
        <w:rPr>
          <w:rStyle w:val="IGindeksgrny"/>
        </w:rPr>
        <w:t>2</w:t>
      </w:r>
      <w:r>
        <w:t xml:space="preserve"> ust. </w:t>
      </w:r>
      <w:r w:rsidRPr="007E1455">
        <w:t>1</w:t>
      </w:r>
      <w:r>
        <w:t> </w:t>
      </w:r>
      <w:r w:rsidRPr="00BD3410">
        <w:t>ustawy z</w:t>
      </w:r>
      <w:r>
        <w:t> </w:t>
      </w:r>
      <w:r w:rsidRPr="00BD3410">
        <w:t>dnia 26</w:t>
      </w:r>
      <w:r>
        <w:t> </w:t>
      </w:r>
      <w:r w:rsidRPr="00BD3410">
        <w:t>października 1982</w:t>
      </w:r>
      <w:r>
        <w:t> </w:t>
      </w:r>
      <w:r w:rsidRPr="00BD3410">
        <w:t>r. o</w:t>
      </w:r>
      <w:r>
        <w:t> </w:t>
      </w:r>
      <w:r w:rsidRPr="00BD3410">
        <w:t>wychowaniu w</w:t>
      </w:r>
      <w:r>
        <w:t> </w:t>
      </w:r>
      <w:r w:rsidRPr="00BD3410">
        <w:t>trzeźwości i</w:t>
      </w:r>
      <w:r>
        <w:t> </w:t>
      </w:r>
      <w:r w:rsidRPr="00BD3410">
        <w:t>przeciwdziałaniu alkoholizmowi (Dz.U. z</w:t>
      </w:r>
      <w:r>
        <w:t> </w:t>
      </w:r>
      <w:r w:rsidRPr="00BD3410">
        <w:t>2019</w:t>
      </w:r>
      <w:r>
        <w:t> </w:t>
      </w:r>
      <w:r w:rsidRPr="00BD3410">
        <w:t>r.</w:t>
      </w:r>
      <w:r>
        <w:t xml:space="preserve"> poz. </w:t>
      </w:r>
      <w:r w:rsidRPr="007E1455">
        <w:t>2277</w:t>
      </w:r>
      <w:r w:rsidRPr="00BD3410">
        <w:t>, z</w:t>
      </w:r>
      <w:r>
        <w:t> </w:t>
      </w:r>
      <w:r w:rsidRPr="00BD3410">
        <w:t>2020</w:t>
      </w:r>
      <w:r>
        <w:t> </w:t>
      </w:r>
      <w:r w:rsidRPr="00BD3410">
        <w:t>r.</w:t>
      </w:r>
      <w:r>
        <w:t xml:space="preserve"> poz. </w:t>
      </w:r>
      <w:r w:rsidRPr="007E1455">
        <w:t>1492</w:t>
      </w:r>
      <w:r>
        <w:t xml:space="preserve"> oraz</w:t>
      </w:r>
      <w:r w:rsidRPr="00BD3410">
        <w:t xml:space="preserve"> z</w:t>
      </w:r>
      <w:r>
        <w:t> </w:t>
      </w:r>
      <w:r w:rsidRPr="00BD3410">
        <w:t>2021</w:t>
      </w:r>
      <w:r>
        <w:t> </w:t>
      </w:r>
      <w:r w:rsidRPr="00BD3410">
        <w:t>r.</w:t>
      </w:r>
      <w:r>
        <w:t xml:space="preserve"> poz. </w:t>
      </w:r>
      <w:r w:rsidRPr="007E1455">
        <w:t>41</w:t>
      </w:r>
      <w:r w:rsidRPr="00BD3410">
        <w:t>), opłaty, o</w:t>
      </w:r>
      <w:r>
        <w:t> </w:t>
      </w:r>
      <w:r w:rsidRPr="00BD3410">
        <w:t>której mowa w</w:t>
      </w:r>
      <w:r>
        <w:t> art. </w:t>
      </w:r>
      <w:r w:rsidRPr="007E1455">
        <w:t>12a</w:t>
      </w:r>
      <w:r>
        <w:t xml:space="preserve"> ust. </w:t>
      </w:r>
      <w:r w:rsidRPr="007E1455">
        <w:t>1</w:t>
      </w:r>
      <w:r>
        <w:t> </w:t>
      </w:r>
      <w:r w:rsidRPr="00BD3410">
        <w:t>ustawy z</w:t>
      </w:r>
      <w:r>
        <w:t> </w:t>
      </w:r>
      <w:r w:rsidRPr="00BD3410">
        <w:t>dnia 11</w:t>
      </w:r>
      <w:r>
        <w:t> </w:t>
      </w:r>
      <w:r w:rsidRPr="00BD3410">
        <w:t>września 2015</w:t>
      </w:r>
      <w:r>
        <w:t> </w:t>
      </w:r>
      <w:r w:rsidRPr="00BD3410">
        <w:t>r. o</w:t>
      </w:r>
      <w:r>
        <w:t> </w:t>
      </w:r>
      <w:r w:rsidRPr="00BD3410">
        <w:t>zdrowiu publicznym (Dz.U. z</w:t>
      </w:r>
      <w:r>
        <w:t> </w:t>
      </w:r>
      <w:r w:rsidRPr="00BD3410">
        <w:t>2019</w:t>
      </w:r>
      <w:r>
        <w:t> </w:t>
      </w:r>
      <w:r w:rsidRPr="00BD3410">
        <w:t>r.</w:t>
      </w:r>
      <w:r>
        <w:t xml:space="preserve"> poz. </w:t>
      </w:r>
      <w:r w:rsidRPr="007E1455">
        <w:t>2365</w:t>
      </w:r>
      <w:r>
        <w:t xml:space="preserve"> oraz</w:t>
      </w:r>
      <w:r w:rsidRPr="00BD3410">
        <w:t xml:space="preserve"> z</w:t>
      </w:r>
      <w:r>
        <w:t> </w:t>
      </w:r>
      <w:r w:rsidRPr="00BD3410">
        <w:t>2020</w:t>
      </w:r>
      <w:r>
        <w:t> </w:t>
      </w:r>
      <w:r w:rsidRPr="00BD3410">
        <w:t>r.</w:t>
      </w:r>
      <w:r>
        <w:t xml:space="preserve"> poz. </w:t>
      </w:r>
      <w:r w:rsidRPr="007E1455">
        <w:t>322</w:t>
      </w:r>
      <w:r>
        <w:t xml:space="preserve"> i </w:t>
      </w:r>
      <w:r w:rsidRPr="007E1455">
        <w:t>1492</w:t>
      </w:r>
      <w:r w:rsidRPr="00BD3410">
        <w:t xml:space="preserve">), </w:t>
      </w:r>
      <w:r>
        <w:t>a także opłaty, o której mowa w art. 20 </w:t>
      </w:r>
      <w:r w:rsidRPr="00BD3410">
        <w:t>ustawy z</w:t>
      </w:r>
      <w:r>
        <w:t> </w:t>
      </w:r>
      <w:r w:rsidRPr="00BD3410">
        <w:t>dnia 4</w:t>
      </w:r>
      <w:r>
        <w:t> </w:t>
      </w:r>
      <w:r w:rsidRPr="00BD3410">
        <w:t>lutego 1994</w:t>
      </w:r>
      <w:r>
        <w:t> </w:t>
      </w:r>
      <w:r w:rsidRPr="00BD3410">
        <w:t>r. o</w:t>
      </w:r>
      <w:r>
        <w:t> </w:t>
      </w:r>
      <w:r w:rsidRPr="00BD3410">
        <w:t>prawie autorskim i</w:t>
      </w:r>
      <w:r>
        <w:t> </w:t>
      </w:r>
      <w:r w:rsidRPr="00BD3410">
        <w:t>prawach pokrewnych</w:t>
      </w:r>
      <w:r>
        <w:t xml:space="preserve"> </w:t>
      </w:r>
      <w:r w:rsidRPr="00BD3410">
        <w:t xml:space="preserve">stosuje się również egzekucję administracyjną, jeżeli wynikają one odpowiednio: </w:t>
      </w:r>
    </w:p>
    <w:p w14:paraId="0B0727C9" w14:textId="77777777" w:rsidR="00AE27F0" w:rsidRPr="006B79B8" w:rsidRDefault="00AE27F0" w:rsidP="006B79B8">
      <w:pPr>
        <w:pStyle w:val="ZPKTzmpktartykuempunktem"/>
      </w:pPr>
      <w:bookmarkStart w:id="19" w:name="mip55383258"/>
      <w:bookmarkEnd w:id="19"/>
      <w:r w:rsidRPr="006B79B8">
        <w:t>1)</w:t>
      </w:r>
      <w:r w:rsidRPr="006B79B8">
        <w:tab/>
        <w:t>z deklaracji lub zeznania złożonego przez podatnika lub płatnika;</w:t>
      </w:r>
    </w:p>
    <w:p w14:paraId="2C8E0E95" w14:textId="77777777" w:rsidR="00AE27F0" w:rsidRPr="006B79B8" w:rsidRDefault="00AE27F0" w:rsidP="006B79B8">
      <w:pPr>
        <w:pStyle w:val="ZPKTzmpktartykuempunktem"/>
      </w:pPr>
      <w:bookmarkStart w:id="20" w:name="mip55383259"/>
      <w:bookmarkEnd w:id="20"/>
      <w:r w:rsidRPr="006B79B8">
        <w:t>2)</w:t>
      </w:r>
      <w:r w:rsidRPr="006B79B8">
        <w:tab/>
        <w:t>ze zgłoszenia celnego złożonego przez zobowiązanego;</w:t>
      </w:r>
    </w:p>
    <w:p w14:paraId="60D22552" w14:textId="77777777" w:rsidR="00AE27F0" w:rsidRPr="006B79B8" w:rsidRDefault="00AE27F0" w:rsidP="006B79B8">
      <w:pPr>
        <w:pStyle w:val="ZPKTzmpktartykuempunktem"/>
      </w:pPr>
      <w:bookmarkStart w:id="21" w:name="mip55383260"/>
      <w:bookmarkEnd w:id="21"/>
      <w:r w:rsidRPr="006B79B8">
        <w:t>3)</w:t>
      </w:r>
      <w:r w:rsidRPr="006B79B8">
        <w:tab/>
        <w:t>z deklaracji rozliczeniowej złożonej przez płatnika składek na ubezpieczenie społeczne;</w:t>
      </w:r>
    </w:p>
    <w:p w14:paraId="78EEA7A8" w14:textId="6BFAA9A9" w:rsidR="00AE27F0" w:rsidRPr="006B79B8" w:rsidRDefault="00AE27F0" w:rsidP="006B79B8">
      <w:pPr>
        <w:pStyle w:val="ZPKTzmpktartykuempunktem"/>
      </w:pPr>
      <w:bookmarkStart w:id="22" w:name="mip55383261"/>
      <w:bookmarkEnd w:id="22"/>
      <w:r w:rsidRPr="006B79B8">
        <w:t>4)</w:t>
      </w:r>
      <w:r w:rsidRPr="006B79B8">
        <w:tab/>
        <w:t>z informacji o opłacie paliwowej;</w:t>
      </w:r>
    </w:p>
    <w:p w14:paraId="76A2D54F" w14:textId="77777777" w:rsidR="00AE27F0" w:rsidRPr="006B79B8" w:rsidRDefault="00AE27F0" w:rsidP="006B79B8">
      <w:pPr>
        <w:pStyle w:val="ZPKTzmpktartykuempunktem"/>
      </w:pPr>
      <w:bookmarkStart w:id="23" w:name="mip59127754"/>
      <w:bookmarkEnd w:id="23"/>
      <w:r w:rsidRPr="006B79B8">
        <w:t>4a)</w:t>
      </w:r>
      <w:r w:rsidRPr="006B79B8">
        <w:tab/>
        <w:t>z wezwania do wniesienia opłaty dodatkowej;</w:t>
      </w:r>
    </w:p>
    <w:p w14:paraId="5FDE2C83" w14:textId="0591915A" w:rsidR="00AE27F0" w:rsidRPr="006B79B8" w:rsidRDefault="00AE27F0" w:rsidP="006B79B8">
      <w:pPr>
        <w:pStyle w:val="ZPKTzmpktartykuempunktem"/>
      </w:pPr>
      <w:bookmarkStart w:id="24" w:name="mip55383262"/>
      <w:bookmarkEnd w:id="24"/>
      <w:r w:rsidRPr="006B79B8">
        <w:t>5)</w:t>
      </w:r>
      <w:r w:rsidRPr="006B79B8">
        <w:tab/>
        <w:t>z informacji o dopłatach;</w:t>
      </w:r>
    </w:p>
    <w:p w14:paraId="695E7E52" w14:textId="3CC63CCA" w:rsidR="00AE27F0" w:rsidRPr="006B79B8" w:rsidRDefault="00AE27F0" w:rsidP="006B79B8">
      <w:pPr>
        <w:pStyle w:val="ZPKTzmpktartykuempunktem"/>
      </w:pPr>
      <w:bookmarkStart w:id="25" w:name="mip55383263"/>
      <w:bookmarkEnd w:id="25"/>
      <w:r w:rsidRPr="006B79B8">
        <w:t>6)</w:t>
      </w:r>
      <w:r w:rsidRPr="006B79B8">
        <w:tab/>
        <w:t>z deklaracji o wysokości opłaty za gospodarowanie odpadami komunalnymi albo z zawiadomienia właściciela nieruchomości przez wójta, burmistrza lub prezydenta miasta o wysokości opłaty za gospodarowanie odpadami komunalnymi;</w:t>
      </w:r>
    </w:p>
    <w:p w14:paraId="6920FCBC" w14:textId="568233F7" w:rsidR="00AE27F0" w:rsidRPr="006B79B8" w:rsidRDefault="00AE27F0" w:rsidP="006B79B8">
      <w:pPr>
        <w:pStyle w:val="ZPKTzmpktartykuempunktem"/>
      </w:pPr>
      <w:bookmarkStart w:id="26" w:name="mip55383264"/>
      <w:bookmarkEnd w:id="26"/>
      <w:r w:rsidRPr="006B79B8">
        <w:t>7)</w:t>
      </w:r>
      <w:r w:rsidRPr="006B79B8">
        <w:tab/>
        <w:t xml:space="preserve">z rozliczenia zamknięcia, o którym mowa w art. 175 rozporządzenia delegowanego Komisji (UE) 2015/2446 z dnia 28 lipca 2015 r. uzupełniającego rozporządzenie Parlamentu Europejskiego i Rady (UE) nr 952/2013 w odniesieniu do </w:t>
      </w:r>
      <w:r w:rsidRPr="006B79B8">
        <w:lastRenderedPageBreak/>
        <w:t>szczegółowych zasad dotyczących niektórych przepisów unijnego kodeksu celnego (</w:t>
      </w:r>
      <w:proofErr w:type="spellStart"/>
      <w:r w:rsidRPr="006B79B8">
        <w:t>Dz.Urz</w:t>
      </w:r>
      <w:proofErr w:type="spellEnd"/>
      <w:r w:rsidRPr="006B79B8">
        <w:t>. UE L 343 z 29.12.2015, str. 1, z </w:t>
      </w:r>
      <w:proofErr w:type="spellStart"/>
      <w:r w:rsidRPr="006B79B8">
        <w:t>późn</w:t>
      </w:r>
      <w:proofErr w:type="spellEnd"/>
      <w:r w:rsidRPr="006B79B8">
        <w:t>. zm.);</w:t>
      </w:r>
    </w:p>
    <w:p w14:paraId="318C962F" w14:textId="5E148FD7" w:rsidR="00AE27F0" w:rsidRPr="006B79B8" w:rsidRDefault="00AE27F0" w:rsidP="006B79B8">
      <w:pPr>
        <w:pStyle w:val="ZPKTzmpktartykuempunktem"/>
      </w:pPr>
      <w:bookmarkStart w:id="27" w:name="mip55383265"/>
      <w:bookmarkEnd w:id="27"/>
      <w:r w:rsidRPr="006B79B8">
        <w:t>8)</w:t>
      </w:r>
      <w:r w:rsidRPr="006B79B8">
        <w:tab/>
        <w:t>z informacji o opłacie emisyjnej;</w:t>
      </w:r>
    </w:p>
    <w:p w14:paraId="796A5366" w14:textId="6B73A44E" w:rsidR="00AE27F0" w:rsidRPr="006B79B8" w:rsidRDefault="00AE27F0" w:rsidP="006B79B8">
      <w:pPr>
        <w:pStyle w:val="ZPKTzmpktartykuempunktem"/>
      </w:pPr>
      <w:bookmarkStart w:id="28" w:name="mip55383266"/>
      <w:bookmarkEnd w:id="28"/>
      <w:r w:rsidRPr="006B79B8">
        <w:t>9)</w:t>
      </w:r>
      <w:r w:rsidRPr="006B79B8">
        <w:tab/>
        <w:t>z deklaracji o wysokości daniny solidarnościowej;</w:t>
      </w:r>
    </w:p>
    <w:p w14:paraId="7F0E7772" w14:textId="5E36F886" w:rsidR="00AE27F0" w:rsidRPr="006B79B8" w:rsidRDefault="00AE27F0" w:rsidP="006B79B8">
      <w:pPr>
        <w:pStyle w:val="ZPKTzmpktartykuempunktem"/>
      </w:pPr>
      <w:bookmarkStart w:id="29" w:name="mip55385135"/>
      <w:bookmarkEnd w:id="29"/>
      <w:r w:rsidRPr="006B79B8">
        <w:t>10)</w:t>
      </w:r>
      <w:r w:rsidRPr="006B79B8">
        <w:tab/>
        <w:t>z wykazu zawierającego informacje i dane o zakresie korzystania ze środowiska oraz o wysokości należnych opłat;</w:t>
      </w:r>
    </w:p>
    <w:p w14:paraId="6909594E" w14:textId="665B09F5" w:rsidR="00AE27F0" w:rsidRPr="006B79B8" w:rsidRDefault="00AE27F0" w:rsidP="006B79B8">
      <w:pPr>
        <w:pStyle w:val="ZPKTzmpktartykuempunktem"/>
      </w:pPr>
      <w:bookmarkStart w:id="30" w:name="mip55436068"/>
      <w:bookmarkEnd w:id="30"/>
      <w:r w:rsidRPr="006B79B8">
        <w:t>11)</w:t>
      </w:r>
      <w:r w:rsidRPr="006B79B8">
        <w:tab/>
        <w:t>z informacji, o której mowa w art. 92 ust. 17 pkt 1 ustawy z dnia 26 października 1982 r. o wychowaniu w trzeźwości i przeciwdziałaniu alkoholizmowi;</w:t>
      </w:r>
    </w:p>
    <w:p w14:paraId="26B40025" w14:textId="02C882A4" w:rsidR="00AE27F0" w:rsidRPr="006B79B8" w:rsidRDefault="00AE27F0" w:rsidP="006B79B8">
      <w:pPr>
        <w:pStyle w:val="ZPKTzmpktartykuempunktem"/>
      </w:pPr>
      <w:bookmarkStart w:id="31" w:name="mip55436069"/>
      <w:bookmarkEnd w:id="31"/>
      <w:r w:rsidRPr="006B79B8">
        <w:t>12) z informacji, o której mowa w art. 12g ust. 1 pkt 1 ustawy z dnia 11 września 2015 r. o zdrowiu publicznym;</w:t>
      </w:r>
    </w:p>
    <w:p w14:paraId="62765A1D" w14:textId="2548A808" w:rsidR="00AE27F0" w:rsidRPr="006B79B8" w:rsidRDefault="00AE27F0" w:rsidP="006B79B8">
      <w:pPr>
        <w:pStyle w:val="ZPKTzmpktartykuempunktem"/>
      </w:pPr>
      <w:bookmarkStart w:id="32" w:name="mip57299545"/>
      <w:bookmarkEnd w:id="32"/>
      <w:r w:rsidRPr="006B79B8">
        <w:t>13)</w:t>
      </w:r>
      <w:r w:rsidRPr="006B79B8">
        <w:tab/>
        <w:t xml:space="preserve">ze zbiorczej deklaracji miesięcznej, o której mowa w art. 132 ust. 2 ustawy z dnia 26 października 1982 r. o wychowaniu w trzeźwości i przeciwdziałaniu alkoholizmowi; </w:t>
      </w:r>
    </w:p>
    <w:p w14:paraId="716C0018" w14:textId="7CCA4FBE" w:rsidR="00AE27F0" w:rsidRPr="006B79B8" w:rsidRDefault="00AE27F0" w:rsidP="006B79B8">
      <w:pPr>
        <w:pStyle w:val="ZPKTzmpktartykuempunktem"/>
      </w:pPr>
      <w:r w:rsidRPr="006B79B8">
        <w:t>14)</w:t>
      </w:r>
      <w:r w:rsidRPr="006B79B8">
        <w:tab/>
        <w:t>z dokumentu elektronicznego, o którym mowa w art. 20c ustawy z dnia 4 lutego 1994 r. o prawie autorskim i prawach pokrewnych.”;</w:t>
      </w:r>
    </w:p>
    <w:p w14:paraId="574C98B2" w14:textId="7B12944E" w:rsidR="00AE27F0" w:rsidRPr="00182333" w:rsidRDefault="00AE27F0" w:rsidP="00AE27F0">
      <w:pPr>
        <w:pStyle w:val="PKTpunkt"/>
      </w:pPr>
      <w:r w:rsidRPr="00182333">
        <w:t>2)</w:t>
      </w:r>
      <w:r w:rsidRPr="00182333">
        <w:tab/>
        <w:t>w</w:t>
      </w:r>
      <w:r>
        <w:t xml:space="preserve"> § </w:t>
      </w:r>
      <w:r w:rsidRPr="00182333">
        <w:t>2</w:t>
      </w:r>
      <w:r>
        <w:t xml:space="preserve"> pkt </w:t>
      </w:r>
      <w:r w:rsidRPr="00182333">
        <w:t>1</w:t>
      </w:r>
      <w:r>
        <w:t> </w:t>
      </w:r>
      <w:r w:rsidRPr="00182333">
        <w:t>otrzymuje brzmienie:</w:t>
      </w:r>
    </w:p>
    <w:p w14:paraId="308AC7CC" w14:textId="6FB6AA58" w:rsidR="00AE27F0" w:rsidRPr="00A846DB" w:rsidRDefault="00AE27F0" w:rsidP="00AE27F0">
      <w:pPr>
        <w:pStyle w:val="ZUSTzmustartykuempunktem"/>
      </w:pPr>
      <w:r>
        <w:t>„</w:t>
      </w:r>
      <w:r w:rsidRPr="00A846DB">
        <w:t>1)</w:t>
      </w:r>
      <w:r w:rsidRPr="00A846DB">
        <w:tab/>
        <w:t>w deklaracji, w</w:t>
      </w:r>
      <w:r>
        <w:t> </w:t>
      </w:r>
      <w:r w:rsidRPr="00A846DB">
        <w:t>zeznaniu, w</w:t>
      </w:r>
      <w:r>
        <w:t> </w:t>
      </w:r>
      <w:r w:rsidRPr="00A846DB">
        <w:t>zgłoszeniu celnym, w</w:t>
      </w:r>
      <w:r>
        <w:t> </w:t>
      </w:r>
      <w:r w:rsidRPr="00A846DB">
        <w:t>deklaracji rozliczeniowej, w</w:t>
      </w:r>
      <w:r>
        <w:t> </w:t>
      </w:r>
      <w:r w:rsidRPr="00A846DB">
        <w:t>informacji o</w:t>
      </w:r>
      <w:r>
        <w:t> </w:t>
      </w:r>
      <w:r w:rsidRPr="00A846DB">
        <w:t>opłacie paliwowej, w</w:t>
      </w:r>
      <w:r>
        <w:t> </w:t>
      </w:r>
      <w:r w:rsidRPr="00A846DB">
        <w:t>informacji o</w:t>
      </w:r>
      <w:r>
        <w:t> </w:t>
      </w:r>
      <w:r w:rsidRPr="00A846DB">
        <w:t>dopłatach, w</w:t>
      </w:r>
      <w:r>
        <w:t> </w:t>
      </w:r>
      <w:r w:rsidRPr="00A846DB">
        <w:t>deklaracji o</w:t>
      </w:r>
      <w:r>
        <w:t> </w:t>
      </w:r>
      <w:r w:rsidRPr="00A846DB">
        <w:t>wysokości opłaty za gospodarowanie odpadami komunalnymi, w</w:t>
      </w:r>
      <w:r>
        <w:t> </w:t>
      </w:r>
      <w:r w:rsidRPr="00A846DB">
        <w:t>zawiadomieniu o</w:t>
      </w:r>
      <w:r>
        <w:t> </w:t>
      </w:r>
      <w:r w:rsidRPr="00A846DB">
        <w:t>wysokości opłaty za gospodarowanie odpadami komunalnymi, w</w:t>
      </w:r>
      <w:r>
        <w:t> </w:t>
      </w:r>
      <w:r w:rsidRPr="00A846DB">
        <w:t>rozliczeniu zamknięcia, w</w:t>
      </w:r>
      <w:r>
        <w:t> </w:t>
      </w:r>
      <w:r w:rsidRPr="00A846DB">
        <w:t>informacji o</w:t>
      </w:r>
      <w:r>
        <w:t> </w:t>
      </w:r>
      <w:r w:rsidRPr="00A846DB">
        <w:t>opłacie emisyjnej, w</w:t>
      </w:r>
      <w:r>
        <w:t> </w:t>
      </w:r>
      <w:r w:rsidRPr="00A846DB">
        <w:t>deklaracji o</w:t>
      </w:r>
      <w:r>
        <w:t> </w:t>
      </w:r>
      <w:r w:rsidRPr="00A846DB">
        <w:t>wysokości daniny solidarnościowej, w</w:t>
      </w:r>
      <w:r>
        <w:t> </w:t>
      </w:r>
      <w:r w:rsidRPr="00A846DB">
        <w:t>wykazie zawierającym informacje i</w:t>
      </w:r>
      <w:r>
        <w:t> </w:t>
      </w:r>
      <w:r w:rsidRPr="00A846DB">
        <w:t>dane o</w:t>
      </w:r>
      <w:r>
        <w:t> </w:t>
      </w:r>
      <w:r w:rsidRPr="00A846DB">
        <w:t>zakresie korzystania ze środowiska oraz o</w:t>
      </w:r>
      <w:r>
        <w:t> </w:t>
      </w:r>
      <w:r w:rsidRPr="00A846DB">
        <w:t>wysokości należnych opłat, w</w:t>
      </w:r>
      <w:r>
        <w:t> </w:t>
      </w:r>
      <w:r w:rsidRPr="00A846DB">
        <w:t>informacji, o</w:t>
      </w:r>
      <w:r>
        <w:t> </w:t>
      </w:r>
      <w:r w:rsidRPr="00A846DB">
        <w:t>której mowa w</w:t>
      </w:r>
      <w:r>
        <w:t> art. </w:t>
      </w:r>
      <w:r w:rsidRPr="00A846DB">
        <w:t>92</w:t>
      </w:r>
      <w:r>
        <w:t xml:space="preserve"> ust. </w:t>
      </w:r>
      <w:r w:rsidRPr="00A846DB">
        <w:t>17</w:t>
      </w:r>
      <w:r>
        <w:t xml:space="preserve"> pkt </w:t>
      </w:r>
      <w:r w:rsidRPr="00A846DB">
        <w:t>1</w:t>
      </w:r>
      <w:r>
        <w:t> </w:t>
      </w:r>
      <w:r w:rsidRPr="00A846DB">
        <w:t>ustawy z</w:t>
      </w:r>
      <w:r>
        <w:t> </w:t>
      </w:r>
      <w:r w:rsidRPr="00A846DB">
        <w:t>dnia 26</w:t>
      </w:r>
      <w:r>
        <w:t> </w:t>
      </w:r>
      <w:r w:rsidRPr="00A846DB">
        <w:t>października 1982</w:t>
      </w:r>
      <w:r>
        <w:t> </w:t>
      </w:r>
      <w:r w:rsidRPr="00A846DB">
        <w:t>r. o</w:t>
      </w:r>
      <w:r>
        <w:t> </w:t>
      </w:r>
      <w:r w:rsidRPr="00A846DB">
        <w:t>wychowaniu w</w:t>
      </w:r>
      <w:r>
        <w:t> </w:t>
      </w:r>
      <w:r w:rsidRPr="00A846DB">
        <w:t>trzeźwości i</w:t>
      </w:r>
      <w:r>
        <w:t> </w:t>
      </w:r>
      <w:r w:rsidRPr="00A846DB">
        <w:t>przeciwdziałaniu alkoholizmowi, w</w:t>
      </w:r>
      <w:r>
        <w:t> </w:t>
      </w:r>
      <w:r w:rsidRPr="00A846DB">
        <w:t>informacji, o</w:t>
      </w:r>
      <w:r>
        <w:t> </w:t>
      </w:r>
      <w:r w:rsidRPr="00A846DB">
        <w:t>której mowa w</w:t>
      </w:r>
      <w:r>
        <w:t> art. </w:t>
      </w:r>
      <w:r w:rsidRPr="00A846DB">
        <w:t>12g</w:t>
      </w:r>
      <w:r>
        <w:t xml:space="preserve"> ust. </w:t>
      </w:r>
      <w:r w:rsidRPr="00A846DB">
        <w:t>1</w:t>
      </w:r>
      <w:r>
        <w:t xml:space="preserve"> pkt </w:t>
      </w:r>
      <w:r w:rsidRPr="00A846DB">
        <w:t>1</w:t>
      </w:r>
      <w:r>
        <w:t> </w:t>
      </w:r>
      <w:r w:rsidRPr="00A846DB">
        <w:t>ustawy z</w:t>
      </w:r>
      <w:r>
        <w:t> </w:t>
      </w:r>
      <w:r w:rsidRPr="00A846DB">
        <w:t>dnia 11</w:t>
      </w:r>
      <w:r>
        <w:t> </w:t>
      </w:r>
      <w:r w:rsidRPr="00A846DB">
        <w:t>września 2015</w:t>
      </w:r>
      <w:r>
        <w:t> </w:t>
      </w:r>
      <w:r w:rsidRPr="00A846DB">
        <w:t>r. o</w:t>
      </w:r>
      <w:r>
        <w:t> </w:t>
      </w:r>
      <w:r w:rsidRPr="00A846DB">
        <w:t>zdrowiu publicznym</w:t>
      </w:r>
      <w:r>
        <w:t>, w zbiorczej deklaracji miesięcznej, o której mowa w art. </w:t>
      </w:r>
      <w:r w:rsidRPr="007C3AF6">
        <w:t>13</w:t>
      </w:r>
      <w:r w:rsidRPr="007E1455">
        <w:rPr>
          <w:rStyle w:val="IGindeksgrny"/>
        </w:rPr>
        <w:t>2</w:t>
      </w:r>
      <w:r>
        <w:t xml:space="preserve"> ust. </w:t>
      </w:r>
      <w:r w:rsidRPr="007C3AF6">
        <w:t>2</w:t>
      </w:r>
      <w:r>
        <w:t xml:space="preserve"> ustawy z dnia 26 października 1982 r. o wychowaniu w trzeźwości i przeciwdziałaniu alkoholizmowi, </w:t>
      </w:r>
      <w:r w:rsidRPr="00A846DB">
        <w:t>lub w</w:t>
      </w:r>
      <w:r>
        <w:t> dokumencie elektronicznym</w:t>
      </w:r>
      <w:r w:rsidRPr="00A846DB">
        <w:t>, o</w:t>
      </w:r>
      <w:r>
        <w:t> </w:t>
      </w:r>
      <w:r w:rsidRPr="00A846DB">
        <w:t>któr</w:t>
      </w:r>
      <w:r>
        <w:t>ym</w:t>
      </w:r>
      <w:r w:rsidRPr="00A846DB">
        <w:t xml:space="preserve"> mowa w</w:t>
      </w:r>
      <w:r>
        <w:t> art. </w:t>
      </w:r>
      <w:r w:rsidRPr="00A846DB">
        <w:t>20c ustawy z</w:t>
      </w:r>
      <w:r>
        <w:t> </w:t>
      </w:r>
      <w:r w:rsidRPr="00A846DB">
        <w:t>dnia 4</w:t>
      </w:r>
      <w:r>
        <w:t> </w:t>
      </w:r>
      <w:r w:rsidRPr="00A846DB">
        <w:t>lutego 1994</w:t>
      </w:r>
      <w:r>
        <w:t> </w:t>
      </w:r>
      <w:r w:rsidRPr="00A846DB">
        <w:t>r. o</w:t>
      </w:r>
      <w:r>
        <w:t> </w:t>
      </w:r>
      <w:r w:rsidRPr="00A846DB">
        <w:t>prawie autorskim i</w:t>
      </w:r>
      <w:r>
        <w:t> </w:t>
      </w:r>
      <w:r w:rsidRPr="00A846DB">
        <w:t>prawach pokrewnych, zostało zamieszczone pouczenie, że stanowią one podstawę do wystawienia tytułu wykonawczego;</w:t>
      </w:r>
      <w:r>
        <w:t>”</w:t>
      </w:r>
      <w:r w:rsidRPr="00A846DB">
        <w:t>.</w:t>
      </w:r>
    </w:p>
    <w:p w14:paraId="571F9C7F" w14:textId="52A8E9FB" w:rsidR="00AE27F0" w:rsidRPr="00182333" w:rsidRDefault="00AE27F0" w:rsidP="00AE27F0">
      <w:pPr>
        <w:pStyle w:val="ARTartustawynprozporzdzenia"/>
      </w:pPr>
      <w:r w:rsidRPr="001F5144">
        <w:rPr>
          <w:rStyle w:val="Ppogrubienie"/>
        </w:rPr>
        <w:lastRenderedPageBreak/>
        <w:t>Art. 5</w:t>
      </w:r>
      <w:r>
        <w:rPr>
          <w:rStyle w:val="Ppogrubienie"/>
        </w:rPr>
        <w:t>8</w:t>
      </w:r>
      <w:r w:rsidRPr="001F5144">
        <w:rPr>
          <w:rStyle w:val="Ppogrubienie"/>
        </w:rPr>
        <w:t>.</w:t>
      </w:r>
      <w:r w:rsidRPr="00182333">
        <w:t xml:space="preserve"> W</w:t>
      </w:r>
      <w:r>
        <w:t> </w:t>
      </w:r>
      <w:r w:rsidRPr="00182333">
        <w:t>ustawie z</w:t>
      </w:r>
      <w:r>
        <w:t> </w:t>
      </w:r>
      <w:r w:rsidRPr="00182333">
        <w:t>dnia 26</w:t>
      </w:r>
      <w:r>
        <w:t> </w:t>
      </w:r>
      <w:r w:rsidRPr="00182333">
        <w:t>lipca 1991</w:t>
      </w:r>
      <w:r>
        <w:t> </w:t>
      </w:r>
      <w:r w:rsidRPr="00182333">
        <w:t xml:space="preserve">r. </w:t>
      </w:r>
      <w:r>
        <w:t>o </w:t>
      </w:r>
      <w:r w:rsidRPr="00182333">
        <w:t>podatku dochodowym od osób fizycznych (</w:t>
      </w:r>
      <w:r>
        <w:t>Dz. U.</w:t>
      </w:r>
      <w:r w:rsidRPr="00182333">
        <w:t xml:space="preserve"> z</w:t>
      </w:r>
      <w:r>
        <w:t> </w:t>
      </w:r>
      <w:r w:rsidRPr="00182333">
        <w:t>202</w:t>
      </w:r>
      <w:r>
        <w:t>1 </w:t>
      </w:r>
      <w:r w:rsidRPr="00182333">
        <w:t>r.</w:t>
      </w:r>
      <w:r>
        <w:t xml:space="preserve"> poz. 1128</w:t>
      </w:r>
      <w:r w:rsidRPr="00182333">
        <w:t>, z</w:t>
      </w:r>
      <w:r>
        <w:t> </w:t>
      </w:r>
      <w:proofErr w:type="spellStart"/>
      <w:r w:rsidRPr="00182333">
        <w:t>późn</w:t>
      </w:r>
      <w:proofErr w:type="spellEnd"/>
      <w:r w:rsidRPr="00182333">
        <w:t>. zm.</w:t>
      </w:r>
      <w:r w:rsidRPr="00AE27F0">
        <w:rPr>
          <w:rStyle w:val="IGindeksgrny"/>
        </w:rPr>
        <w:footnoteReference w:id="4"/>
      </w:r>
      <w:r w:rsidRPr="00AE27F0">
        <w:rPr>
          <w:rStyle w:val="IGindeksgrny"/>
        </w:rPr>
        <w:t>)</w:t>
      </w:r>
      <w:r w:rsidRPr="00182333">
        <w:t>):</w:t>
      </w:r>
    </w:p>
    <w:p w14:paraId="72C3A799" w14:textId="5CD09E6F" w:rsidR="00AE27F0" w:rsidRPr="00182333" w:rsidRDefault="00AE27F0" w:rsidP="00AE27F0">
      <w:pPr>
        <w:pStyle w:val="PKTpunkt"/>
      </w:pPr>
      <w:r w:rsidRPr="00182333">
        <w:t>1)</w:t>
      </w:r>
      <w:r w:rsidRPr="00182333">
        <w:tab/>
        <w:t>w</w:t>
      </w:r>
      <w:r>
        <w:t xml:space="preserve"> art. </w:t>
      </w:r>
      <w:r w:rsidRPr="00182333">
        <w:t>21</w:t>
      </w:r>
      <w:r>
        <w:t xml:space="preserve"> w ust. </w:t>
      </w:r>
      <w:r w:rsidRPr="00182333">
        <w:t>1:</w:t>
      </w:r>
    </w:p>
    <w:p w14:paraId="57019543" w14:textId="3CD6BDAD" w:rsidR="00AE27F0" w:rsidRPr="00182333" w:rsidRDefault="00AE27F0" w:rsidP="00AE27F0">
      <w:pPr>
        <w:pStyle w:val="LITlitera"/>
      </w:pPr>
      <w:r w:rsidRPr="00182333">
        <w:t>a)</w:t>
      </w:r>
      <w:r w:rsidRPr="00182333">
        <w:tab/>
        <w:t>po</w:t>
      </w:r>
      <w:r>
        <w:t xml:space="preserve"> pkt </w:t>
      </w:r>
      <w:r w:rsidRPr="00182333">
        <w:t>39d dodaje się</w:t>
      </w:r>
      <w:r>
        <w:t xml:space="preserve"> pkt </w:t>
      </w:r>
      <w:r w:rsidRPr="00182333">
        <w:t>39e w</w:t>
      </w:r>
      <w:r>
        <w:t> </w:t>
      </w:r>
      <w:r w:rsidRPr="00182333">
        <w:t>brzmieniu:</w:t>
      </w:r>
    </w:p>
    <w:p w14:paraId="72C80EC4" w14:textId="10456258" w:rsidR="00AE27F0" w:rsidRPr="00182333" w:rsidRDefault="00AE27F0" w:rsidP="00AE27F0">
      <w:pPr>
        <w:pStyle w:val="ZLITPKTzmpktliter"/>
      </w:pPr>
      <w:r>
        <w:t>„</w:t>
      </w:r>
      <w:r w:rsidRPr="00182333">
        <w:t>39e)</w:t>
      </w:r>
      <w:r w:rsidRPr="00182333">
        <w:tab/>
      </w:r>
      <w:r>
        <w:t>wsparcie socjalne, stypendia</w:t>
      </w:r>
      <w:r w:rsidRPr="00182333">
        <w:t xml:space="preserve"> oraz dopłata wypłacane na podstawie ustawy z</w:t>
      </w:r>
      <w:r>
        <w:t> </w:t>
      </w:r>
      <w:r w:rsidRPr="00182333">
        <w:t>dnia o</w:t>
      </w:r>
      <w:r>
        <w:t> </w:t>
      </w:r>
      <w:r w:rsidRPr="00182333">
        <w:t>artyst</w:t>
      </w:r>
      <w:r>
        <w:t>ach</w:t>
      </w:r>
      <w:r w:rsidRPr="00182333">
        <w:t xml:space="preserve"> zawodow</w:t>
      </w:r>
      <w:r>
        <w:t>ych</w:t>
      </w:r>
      <w:r w:rsidRPr="00182333">
        <w:t>;</w:t>
      </w:r>
      <w:r>
        <w:t>”</w:t>
      </w:r>
      <w:r w:rsidRPr="00182333">
        <w:t>,</w:t>
      </w:r>
    </w:p>
    <w:p w14:paraId="7FEB76D3" w14:textId="01131F07" w:rsidR="00AE27F0" w:rsidRPr="00182333" w:rsidRDefault="00AE27F0" w:rsidP="00AE27F0">
      <w:pPr>
        <w:pStyle w:val="LITlitera"/>
      </w:pPr>
      <w:r w:rsidRPr="00182333">
        <w:t>b)</w:t>
      </w:r>
      <w:r w:rsidRPr="00182333">
        <w:tab/>
        <w:t>w</w:t>
      </w:r>
      <w:r>
        <w:t xml:space="preserve"> pkt </w:t>
      </w:r>
      <w:r w:rsidRPr="00182333">
        <w:t>149</w:t>
      </w:r>
      <w:r>
        <w:t> </w:t>
      </w:r>
      <w:r w:rsidRPr="00182333">
        <w:t>kropkę zastępuje się średnikiem i</w:t>
      </w:r>
      <w:r>
        <w:t> </w:t>
      </w:r>
      <w:r w:rsidRPr="00182333">
        <w:t>dodaje się</w:t>
      </w:r>
      <w:r>
        <w:t xml:space="preserve"> pkt </w:t>
      </w:r>
      <w:r w:rsidRPr="00182333">
        <w:t>150</w:t>
      </w:r>
      <w:r>
        <w:t xml:space="preserve"> w </w:t>
      </w:r>
      <w:r w:rsidRPr="00182333">
        <w:t>brzmieniu</w:t>
      </w:r>
    </w:p>
    <w:p w14:paraId="073A8626" w14:textId="7A8354B3" w:rsidR="00AE27F0" w:rsidRPr="00182333" w:rsidRDefault="00AE27F0" w:rsidP="00AE27F0">
      <w:pPr>
        <w:pStyle w:val="ZLITPKTzmpktliter"/>
      </w:pPr>
      <w:r>
        <w:t>„</w:t>
      </w:r>
      <w:r w:rsidRPr="00182333">
        <w:t>150)</w:t>
      </w:r>
      <w:r w:rsidRPr="00182333">
        <w:tab/>
        <w:t>wartość egzemplarzy autorskich uzyskanych przez twórcę na podstawie</w:t>
      </w:r>
      <w:r>
        <w:t xml:space="preserve"> art. </w:t>
      </w:r>
      <w:r w:rsidRPr="00182333">
        <w:t>63</w:t>
      </w:r>
      <w:r>
        <w:t> </w:t>
      </w:r>
      <w:r w:rsidRPr="00182333">
        <w:t>ustawy z</w:t>
      </w:r>
      <w:r>
        <w:t> </w:t>
      </w:r>
      <w:r w:rsidRPr="00182333">
        <w:t>dnia 4</w:t>
      </w:r>
      <w:r>
        <w:t> </w:t>
      </w:r>
      <w:r w:rsidRPr="00182333">
        <w:t>lutego 1994</w:t>
      </w:r>
      <w:r>
        <w:t> </w:t>
      </w:r>
      <w:r w:rsidRPr="00182333">
        <w:t>o</w:t>
      </w:r>
      <w:r>
        <w:t> </w:t>
      </w:r>
      <w:r w:rsidRPr="00182333">
        <w:t>prawie autorskim i</w:t>
      </w:r>
      <w:r>
        <w:t> </w:t>
      </w:r>
      <w:r w:rsidRPr="00182333">
        <w:t>prawach pokrewnych – do wysokości wartości 5</w:t>
      </w:r>
      <w:r>
        <w:t> </w:t>
      </w:r>
      <w:r w:rsidRPr="00182333">
        <w:t>egzemplarzy.</w:t>
      </w:r>
      <w:r>
        <w:t>”</w:t>
      </w:r>
      <w:r w:rsidRPr="00182333">
        <w:t>;</w:t>
      </w:r>
    </w:p>
    <w:p w14:paraId="6B391F44" w14:textId="1611061B" w:rsidR="00AE27F0" w:rsidRPr="00182333" w:rsidRDefault="00AE27F0" w:rsidP="00AE27F0">
      <w:pPr>
        <w:pStyle w:val="PKTpunkt"/>
      </w:pPr>
      <w:r w:rsidRPr="00182333">
        <w:t>2)</w:t>
      </w:r>
      <w:r w:rsidRPr="00182333">
        <w:tab/>
        <w:t>w</w:t>
      </w:r>
      <w:r>
        <w:t xml:space="preserve"> art. </w:t>
      </w:r>
      <w:r w:rsidRPr="00182333">
        <w:t>22</w:t>
      </w:r>
      <w:r>
        <w:t xml:space="preserve"> ust. </w:t>
      </w:r>
      <w:r w:rsidRPr="00182333">
        <w:t>9b</w:t>
      </w:r>
      <w:r>
        <w:t xml:space="preserve"> pkt </w:t>
      </w:r>
      <w:r w:rsidRPr="00182333">
        <w:t>2</w:t>
      </w:r>
      <w:r>
        <w:t> </w:t>
      </w:r>
      <w:r w:rsidRPr="00182333">
        <w:t>otrzymuje brzmienie:</w:t>
      </w:r>
    </w:p>
    <w:p w14:paraId="09716E24" w14:textId="22E106ED" w:rsidR="00AE27F0" w:rsidRPr="00182333" w:rsidRDefault="00AE27F0" w:rsidP="00AE27F0">
      <w:pPr>
        <w:pStyle w:val="ZPKTzmpktartykuempunktem"/>
      </w:pPr>
      <w:r>
        <w:t>„</w:t>
      </w:r>
      <w:r w:rsidRPr="00182333">
        <w:t>2)</w:t>
      </w:r>
      <w:r w:rsidRPr="00182333">
        <w:tab/>
        <w:t>wykonywania zawodu artystycznego przez artystę zawodowego lub działalności artystycznej w</w:t>
      </w:r>
      <w:r>
        <w:t> </w:t>
      </w:r>
      <w:r w:rsidRPr="00182333">
        <w:t>dziedzinie sztuki aktorskiej, estradowej, tanecznej i</w:t>
      </w:r>
      <w:r>
        <w:t> </w:t>
      </w:r>
      <w:r w:rsidRPr="00182333">
        <w:t>cyrkowej oraz w</w:t>
      </w:r>
      <w:r>
        <w:t> </w:t>
      </w:r>
      <w:r w:rsidRPr="00182333">
        <w:t>dziedzinie dyrygentury, wokalistyki i</w:t>
      </w:r>
      <w:r>
        <w:t> </w:t>
      </w:r>
      <w:r w:rsidRPr="00182333">
        <w:t>instrumentalistyki;</w:t>
      </w:r>
      <w:r>
        <w:t>”</w:t>
      </w:r>
      <w:r w:rsidRPr="00182333">
        <w:t>.</w:t>
      </w:r>
    </w:p>
    <w:p w14:paraId="5F9B070F" w14:textId="16A3EF08" w:rsidR="00AE27F0" w:rsidRPr="008E20D2" w:rsidRDefault="00AE27F0" w:rsidP="008E20D2">
      <w:pPr>
        <w:pStyle w:val="ARTartustawynprozporzdzenia"/>
      </w:pPr>
      <w:r w:rsidRPr="00CC5FC1">
        <w:rPr>
          <w:rStyle w:val="Ppogrubienie"/>
        </w:rPr>
        <w:t>Art. 59.</w:t>
      </w:r>
      <w:r w:rsidRPr="008E20D2">
        <w:t xml:space="preserve"> W ustawie z dnia 4 lutego 1994 r. o prawie autorskim i prawach pokrewnych: </w:t>
      </w:r>
    </w:p>
    <w:p w14:paraId="596ABC30" w14:textId="2CBB92F0" w:rsidR="00AE27F0" w:rsidRPr="00182333" w:rsidRDefault="00AE27F0" w:rsidP="00AE27F0">
      <w:pPr>
        <w:pStyle w:val="PKTpunkt"/>
      </w:pPr>
      <w:r w:rsidRPr="00182333">
        <w:t>1)</w:t>
      </w:r>
      <w:r w:rsidRPr="00182333">
        <w:tab/>
        <w:t>art. 20</w:t>
      </w:r>
      <w:r>
        <w:t> </w:t>
      </w:r>
      <w:r w:rsidRPr="00182333">
        <w:t>otrzymuje brzmienie:</w:t>
      </w:r>
    </w:p>
    <w:p w14:paraId="6EC2734C" w14:textId="611AA906" w:rsidR="00AE27F0" w:rsidRPr="00182333" w:rsidRDefault="00AE27F0" w:rsidP="00AE27F0">
      <w:pPr>
        <w:pStyle w:val="ZARTzmartartykuempunktem"/>
      </w:pPr>
      <w:r>
        <w:t>„</w:t>
      </w:r>
      <w:r w:rsidRPr="00182333">
        <w:t xml:space="preserve">Art. 20. 1. Opłacie za dozwolony użytek utworów chronionych lub przedmiotów praw pokrewnych, zwanej dalej </w:t>
      </w:r>
      <w:r>
        <w:t>„</w:t>
      </w:r>
      <w:r w:rsidRPr="00182333">
        <w:t>opłatą</w:t>
      </w:r>
      <w:r>
        <w:t>”</w:t>
      </w:r>
      <w:r w:rsidRPr="00182333">
        <w:t xml:space="preserve"> podlega wprowadzanie na rynek krajowy:</w:t>
      </w:r>
    </w:p>
    <w:p w14:paraId="34CE2019" w14:textId="19237418" w:rsidR="00AE27F0" w:rsidRPr="007C3AF6" w:rsidRDefault="00AE27F0" w:rsidP="00AE27F0">
      <w:pPr>
        <w:pStyle w:val="ZPKTzmpktartykuempunktem"/>
      </w:pPr>
      <w:r w:rsidRPr="00F91B64">
        <w:t>1)</w:t>
      </w:r>
      <w:r w:rsidRPr="00F91B64">
        <w:tab/>
        <w:t>urządzeń elektronicznych umożliwiających utrwalanie lub zwielokrotnianie dowolną techniką, w</w:t>
      </w:r>
      <w:r>
        <w:t> </w:t>
      </w:r>
      <w:r w:rsidRPr="00F91B64">
        <w:t>całości lub w</w:t>
      </w:r>
      <w:r>
        <w:t> </w:t>
      </w:r>
      <w:r w:rsidRPr="00F91B64">
        <w:t>części, w</w:t>
      </w:r>
      <w:r>
        <w:t> </w:t>
      </w:r>
      <w:r w:rsidRPr="00F91B64">
        <w:t>ramach własnego użytku osobistego, utworów o</w:t>
      </w:r>
      <w:r>
        <w:t> </w:t>
      </w:r>
      <w:r w:rsidRPr="00F91B64">
        <w:t>charakterze dźwiękow</w:t>
      </w:r>
      <w:r w:rsidRPr="007C3AF6">
        <w:t xml:space="preserve">ym, audiowizualnym, wyrażonych słowem, </w:t>
      </w:r>
      <w:r>
        <w:t xml:space="preserve">ruchem, </w:t>
      </w:r>
      <w:r w:rsidRPr="007C3AF6">
        <w:t xml:space="preserve">znakami graficznymi, </w:t>
      </w:r>
      <w:r>
        <w:t xml:space="preserve">znakami matematycznymi, </w:t>
      </w:r>
      <w:r w:rsidRPr="007C3AF6">
        <w:t>fotograficznych lub plastycznych oraz przedmiotów praw pokrewnych;</w:t>
      </w:r>
    </w:p>
    <w:p w14:paraId="62B231BA" w14:textId="6408D46E" w:rsidR="00AE27F0" w:rsidRPr="007C3AF6" w:rsidRDefault="00AE27F0" w:rsidP="00AE27F0">
      <w:pPr>
        <w:pStyle w:val="ZPKTzmpktartykuempunktem"/>
      </w:pPr>
      <w:r w:rsidRPr="007C3AF6">
        <w:t>2)</w:t>
      </w:r>
      <w:r w:rsidRPr="007C3AF6">
        <w:tab/>
        <w:t>czystych nośników umożliwiających utrwalanie lub zwielokrotnianie dowolną techniką, w</w:t>
      </w:r>
      <w:r>
        <w:t> </w:t>
      </w:r>
      <w:r w:rsidRPr="007C3AF6">
        <w:t>całości lub w</w:t>
      </w:r>
      <w:r>
        <w:t> </w:t>
      </w:r>
      <w:r w:rsidRPr="007C3AF6">
        <w:t>części, w</w:t>
      </w:r>
      <w:r>
        <w:t> </w:t>
      </w:r>
      <w:r w:rsidRPr="007C3AF6">
        <w:t>ramach własnego użytku osobistego, utworów i</w:t>
      </w:r>
      <w:r>
        <w:t> </w:t>
      </w:r>
      <w:r w:rsidRPr="007C3AF6">
        <w:t>przedmiotów praw pokrewnych przy użyciu urządzeń, o</w:t>
      </w:r>
      <w:r>
        <w:t> </w:t>
      </w:r>
      <w:r w:rsidRPr="007C3AF6">
        <w:t>których mowa w</w:t>
      </w:r>
      <w:r>
        <w:t> pkt </w:t>
      </w:r>
      <w:r w:rsidRPr="007C3AF6">
        <w:t>1;</w:t>
      </w:r>
    </w:p>
    <w:p w14:paraId="692A93D2" w14:textId="14C87894" w:rsidR="00AE27F0" w:rsidRPr="007C3AF6" w:rsidRDefault="00AE27F0" w:rsidP="00AE27F0">
      <w:pPr>
        <w:pStyle w:val="ZPKTzmpktartykuempunktem"/>
      </w:pPr>
      <w:r w:rsidRPr="007C3AF6">
        <w:t>3)</w:t>
      </w:r>
      <w:r w:rsidRPr="007C3AF6">
        <w:tab/>
        <w:t>urządzeń elektronicznych umożliwiających utrwalanie lub zwielokrotnianie przy użyciu techniki fotograficznej lub innego procesu przynoszącego podobny skutek, w</w:t>
      </w:r>
      <w:r>
        <w:t> </w:t>
      </w:r>
      <w:r w:rsidRPr="007C3AF6">
        <w:t>całości lub w</w:t>
      </w:r>
      <w:r>
        <w:t> </w:t>
      </w:r>
      <w:r w:rsidRPr="007C3AF6">
        <w:t>części, w</w:t>
      </w:r>
      <w:r>
        <w:t> </w:t>
      </w:r>
      <w:r w:rsidRPr="007C3AF6">
        <w:t>ramach własnego użytku osobistego, utworów wyrażonych słowem, znakami graficznymi, fotograficznych i</w:t>
      </w:r>
      <w:r>
        <w:t> </w:t>
      </w:r>
      <w:r w:rsidRPr="007C3AF6">
        <w:t xml:space="preserve">plastycznych oraz </w:t>
      </w:r>
      <w:r w:rsidRPr="007C3AF6">
        <w:lastRenderedPageBreak/>
        <w:t>urządzeń wielofunkcyjnych mających przynajmniej dwie spośród funkcji kopiowania, skanowania lub drukowania, z</w:t>
      </w:r>
      <w:r>
        <w:t> </w:t>
      </w:r>
      <w:r w:rsidRPr="007C3AF6">
        <w:t>wyłączeniem urządzeń wskazanych w</w:t>
      </w:r>
      <w:r>
        <w:t> pkt </w:t>
      </w:r>
      <w:r w:rsidRPr="007C3AF6">
        <w:t>1;</w:t>
      </w:r>
    </w:p>
    <w:p w14:paraId="2175C4AB" w14:textId="7EC5C71A" w:rsidR="00AE27F0" w:rsidRPr="00A846DB" w:rsidRDefault="00AE27F0" w:rsidP="00AE27F0">
      <w:pPr>
        <w:pStyle w:val="ZPKTzmpktartykuempunktem"/>
      </w:pPr>
      <w:r w:rsidRPr="007C3AF6">
        <w:t>4)</w:t>
      </w:r>
      <w:r w:rsidRPr="007C3AF6">
        <w:tab/>
        <w:t>czystych nośników umożliwiających utrwalanie lub zwielokrotnianie dowolną techniką</w:t>
      </w:r>
      <w:r w:rsidRPr="00A846DB">
        <w:t>, w</w:t>
      </w:r>
      <w:r>
        <w:t> </w:t>
      </w:r>
      <w:r w:rsidRPr="00A846DB">
        <w:t>całości lub w</w:t>
      </w:r>
      <w:r>
        <w:t> </w:t>
      </w:r>
      <w:r w:rsidRPr="00A846DB">
        <w:t>części, w</w:t>
      </w:r>
      <w:r>
        <w:t> </w:t>
      </w:r>
      <w:r w:rsidRPr="00A846DB">
        <w:t>ramach własnego użytku osobistego, utworów o</w:t>
      </w:r>
      <w:r>
        <w:t> </w:t>
      </w:r>
      <w:r w:rsidRPr="00A846DB">
        <w:t>których mowa w</w:t>
      </w:r>
      <w:r>
        <w:t> pkt 3</w:t>
      </w:r>
      <w:r w:rsidRPr="00A846DB">
        <w:t>, z</w:t>
      </w:r>
      <w:r>
        <w:t> </w:t>
      </w:r>
      <w:r w:rsidRPr="00A846DB">
        <w:t>wyłączeniem nośników o</w:t>
      </w:r>
      <w:r>
        <w:t> </w:t>
      </w:r>
      <w:r w:rsidRPr="00A846DB">
        <w:t>których mowa w</w:t>
      </w:r>
      <w:r>
        <w:t> pkt </w:t>
      </w:r>
      <w:r w:rsidRPr="00A846DB">
        <w:t>2</w:t>
      </w:r>
      <w:r>
        <w:t>.</w:t>
      </w:r>
    </w:p>
    <w:p w14:paraId="3E06A4BF" w14:textId="77777777" w:rsidR="00AE27F0" w:rsidRPr="00182333" w:rsidRDefault="00AE27F0" w:rsidP="00AE27F0">
      <w:pPr>
        <w:pStyle w:val="ZUSTzmustartykuempunktem"/>
      </w:pPr>
      <w:r w:rsidRPr="00182333">
        <w:t>2. Przez wprowadzanie na rynek krajowy rozumie się:</w:t>
      </w:r>
    </w:p>
    <w:p w14:paraId="1FEAF7F3" w14:textId="77777777" w:rsidR="00AE27F0" w:rsidRPr="00A846DB" w:rsidRDefault="00AE27F0" w:rsidP="00AE27F0">
      <w:pPr>
        <w:pStyle w:val="ZPKTzmpktartykuempunktem"/>
      </w:pPr>
      <w:r>
        <w:t>1)</w:t>
      </w:r>
      <w:r>
        <w:tab/>
      </w:r>
      <w:r w:rsidRPr="00A846DB">
        <w:t>pierwszą sprzedaż dokonaną:</w:t>
      </w:r>
    </w:p>
    <w:p w14:paraId="1436E079" w14:textId="77777777" w:rsidR="00AE27F0" w:rsidRPr="00A846DB" w:rsidRDefault="00AE27F0" w:rsidP="00AE27F0">
      <w:pPr>
        <w:pStyle w:val="ZLITzmlitartykuempunktem"/>
      </w:pPr>
      <w:r>
        <w:t>a)</w:t>
      </w:r>
      <w:r>
        <w:tab/>
      </w:r>
      <w:r w:rsidRPr="00A846DB">
        <w:t>na terytorium RP,</w:t>
      </w:r>
    </w:p>
    <w:p w14:paraId="184E4878" w14:textId="49A13906" w:rsidR="00AE27F0" w:rsidRPr="00A846DB" w:rsidRDefault="00AE27F0" w:rsidP="00AE27F0">
      <w:pPr>
        <w:pStyle w:val="ZLITzmlitartykuempunktem"/>
      </w:pPr>
      <w:r>
        <w:t>b)</w:t>
      </w:r>
      <w:r>
        <w:tab/>
      </w:r>
      <w:r w:rsidRPr="00A846DB">
        <w:t>z terytorium państwa członkowskiego</w:t>
      </w:r>
      <w:r>
        <w:t xml:space="preserve"> innego niż RP</w:t>
      </w:r>
      <w:r w:rsidRPr="00A846DB">
        <w:t xml:space="preserve"> na terytorium RP w</w:t>
      </w:r>
      <w:r>
        <w:t> </w:t>
      </w:r>
      <w:r w:rsidRPr="00A846DB">
        <w:t xml:space="preserve">ramach </w:t>
      </w:r>
      <w:r>
        <w:t>wewnątrzwspólnotowej sprzedaży na odległość</w:t>
      </w:r>
      <w:r w:rsidRPr="00A846DB">
        <w:t xml:space="preserve"> na rzecz osoby fizycznej nieprowadzącej działalności gospodarczej w</w:t>
      </w:r>
      <w:r>
        <w:t> </w:t>
      </w:r>
      <w:r w:rsidRPr="00A846DB">
        <w:t>rozumieniu ustawy z</w:t>
      </w:r>
      <w:r>
        <w:t> </w:t>
      </w:r>
      <w:r w:rsidRPr="00A846DB">
        <w:t>dnia 6</w:t>
      </w:r>
      <w:r>
        <w:t> </w:t>
      </w:r>
      <w:r w:rsidRPr="00A846DB">
        <w:t>marca 2018</w:t>
      </w:r>
      <w:r>
        <w:t> </w:t>
      </w:r>
      <w:r w:rsidRPr="00A846DB">
        <w:t>r. – Prawo przedsiębiorców</w:t>
      </w:r>
      <w:r w:rsidRPr="00C12C05">
        <w:t xml:space="preserve"> </w:t>
      </w:r>
      <w:r>
        <w:t>(</w:t>
      </w:r>
      <w:r w:rsidRPr="00C12C05">
        <w:t>Dz.U. z</w:t>
      </w:r>
      <w:r>
        <w:t> </w:t>
      </w:r>
      <w:r w:rsidRPr="00C12C05">
        <w:t>2021</w:t>
      </w:r>
      <w:r>
        <w:t> </w:t>
      </w:r>
      <w:r w:rsidRPr="00C12C05">
        <w:t>r.</w:t>
      </w:r>
      <w:r>
        <w:t xml:space="preserve"> poz. </w:t>
      </w:r>
      <w:r w:rsidRPr="00C12C05">
        <w:t>162</w:t>
      </w:r>
      <w:r>
        <w:t>);</w:t>
      </w:r>
    </w:p>
    <w:p w14:paraId="0E3ED427" w14:textId="3F012537" w:rsidR="00AE27F0" w:rsidRPr="0041354D" w:rsidRDefault="00AE27F0" w:rsidP="00AE27F0">
      <w:pPr>
        <w:pStyle w:val="ZPKTzmpktartykuempunktem"/>
      </w:pPr>
      <w:r>
        <w:t>2)</w:t>
      </w:r>
      <w:r>
        <w:tab/>
      </w:r>
      <w:r w:rsidRPr="0041354D">
        <w:t>pierwsze przekazanie albo pierwsze przyjęcie w</w:t>
      </w:r>
      <w:r>
        <w:t> </w:t>
      </w:r>
      <w:r w:rsidRPr="0041354D">
        <w:t>użytkowanie</w:t>
      </w:r>
      <w:r>
        <w:t>, w tym z terytorium państwa innego niż RP, jeżeli towar, o którym mowa w ust. 1, nie został wprowadzony na rynek krajowy w sposób określony w pkt 1,</w:t>
      </w:r>
      <w:r w:rsidRPr="0041354D">
        <w:t xml:space="preserve"> dokonane na terytorium RP.</w:t>
      </w:r>
    </w:p>
    <w:p w14:paraId="1B5D8442" w14:textId="2735484C" w:rsidR="00AE27F0" w:rsidRPr="00182333" w:rsidRDefault="00AE27F0" w:rsidP="00AE27F0">
      <w:pPr>
        <w:pStyle w:val="ZUSTzmustartykuempunktem"/>
      </w:pPr>
      <w:r w:rsidRPr="00182333">
        <w:t xml:space="preserve">3. </w:t>
      </w:r>
      <w:r w:rsidRPr="009D31A2">
        <w:t>Użytkowanie towaru, o</w:t>
      </w:r>
      <w:r>
        <w:t> </w:t>
      </w:r>
      <w:r w:rsidRPr="009D31A2">
        <w:t>którym mowa w</w:t>
      </w:r>
      <w:r>
        <w:t> ust. </w:t>
      </w:r>
      <w:r w:rsidRPr="009D31A2">
        <w:t>1</w:t>
      </w:r>
      <w:r>
        <w:t> </w:t>
      </w:r>
      <w:r w:rsidRPr="009D31A2">
        <w:t>może w</w:t>
      </w:r>
      <w:r>
        <w:t> </w:t>
      </w:r>
      <w:r w:rsidRPr="009D31A2">
        <w:t>szczególności przybrać formę najmu</w:t>
      </w:r>
      <w:r w:rsidRPr="00182333">
        <w:t>, dzierżawy, leasingu lub innej umowy o</w:t>
      </w:r>
      <w:r>
        <w:t> </w:t>
      </w:r>
      <w:r w:rsidRPr="00182333">
        <w:t xml:space="preserve">podobnym charakterze </w:t>
      </w:r>
      <w:r>
        <w:t>lub</w:t>
      </w:r>
      <w:r w:rsidRPr="00182333">
        <w:t xml:space="preserve"> </w:t>
      </w:r>
      <w:r>
        <w:t xml:space="preserve">stanowić </w:t>
      </w:r>
      <w:r w:rsidRPr="00182333">
        <w:t xml:space="preserve">przekazanie na własne cele. </w:t>
      </w:r>
    </w:p>
    <w:p w14:paraId="6DA79245" w14:textId="3CF388B8" w:rsidR="00AE27F0" w:rsidRPr="00182333" w:rsidRDefault="00AE27F0" w:rsidP="00AE27F0">
      <w:pPr>
        <w:pStyle w:val="ZUSTzmustartykuempunktem"/>
      </w:pPr>
      <w:r w:rsidRPr="00182333">
        <w:t>4. Opłata ma wysokość od 1</w:t>
      </w:r>
      <w:r>
        <w:t> </w:t>
      </w:r>
      <w:r w:rsidRPr="00182333">
        <w:t>do 4</w:t>
      </w:r>
      <w:r>
        <w:t> </w:t>
      </w:r>
      <w:r w:rsidRPr="00182333">
        <w:t>procent:</w:t>
      </w:r>
    </w:p>
    <w:p w14:paraId="50A3470B" w14:textId="45B311F6" w:rsidR="00AE27F0" w:rsidRPr="00A846DB" w:rsidRDefault="00AE27F0" w:rsidP="00AE27F0">
      <w:pPr>
        <w:pStyle w:val="ZPKTzmpktartykuempunktem"/>
      </w:pPr>
      <w:r>
        <w:t>1)</w:t>
      </w:r>
      <w:r>
        <w:tab/>
      </w:r>
      <w:r w:rsidRPr="00A846DB">
        <w:t>kwoty brutto należnej z</w:t>
      </w:r>
      <w:r>
        <w:t> </w:t>
      </w:r>
      <w:r w:rsidRPr="00A846DB">
        <w:t>tytułu pierwszej sprzedaży towaru, o</w:t>
      </w:r>
      <w:r>
        <w:t> </w:t>
      </w:r>
      <w:r w:rsidRPr="00A846DB">
        <w:t>którym mowa w</w:t>
      </w:r>
      <w:r>
        <w:t> ust. </w:t>
      </w:r>
      <w:r w:rsidRPr="00A846DB">
        <w:t>1,</w:t>
      </w:r>
    </w:p>
    <w:p w14:paraId="22E95314" w14:textId="07AA7475" w:rsidR="00AE27F0" w:rsidRDefault="00AE27F0" w:rsidP="00AE27F0">
      <w:pPr>
        <w:pStyle w:val="ZPKTzmpktartykuempunktem"/>
      </w:pPr>
      <w:r>
        <w:t>2)</w:t>
      </w:r>
      <w:r>
        <w:tab/>
      </w:r>
      <w:r w:rsidRPr="0041354D">
        <w:t>wartości rynkowej towaru, o</w:t>
      </w:r>
      <w:r>
        <w:t> </w:t>
      </w:r>
      <w:r w:rsidRPr="0041354D">
        <w:t>którym mowa w</w:t>
      </w:r>
      <w:r>
        <w:t> ust. </w:t>
      </w:r>
      <w:r w:rsidRPr="0041354D">
        <w:t>1, z</w:t>
      </w:r>
      <w:r>
        <w:t> </w:t>
      </w:r>
      <w:r w:rsidRPr="0041354D">
        <w:t>dnia pierwszego przekazania albo pierwszego przyjęcia w</w:t>
      </w:r>
      <w:r>
        <w:t> </w:t>
      </w:r>
      <w:r w:rsidRPr="0041354D">
        <w:t>użytkowanie</w:t>
      </w:r>
      <w:r>
        <w:t>, o którym mowa w ust. 2 pkt 2.”</w:t>
      </w:r>
      <w:r w:rsidR="00F07E56">
        <w:t>.</w:t>
      </w:r>
    </w:p>
    <w:p w14:paraId="6C24F730" w14:textId="5583E7D5" w:rsidR="00AE27F0" w:rsidRDefault="00AE27F0" w:rsidP="00AE27F0">
      <w:pPr>
        <w:pStyle w:val="ZUSTzmustartykuempunktem"/>
      </w:pPr>
      <w:r>
        <w:t xml:space="preserve">5. </w:t>
      </w:r>
      <w:r w:rsidRPr="00C42342">
        <w:t>Wartość rynkową</w:t>
      </w:r>
      <w:r>
        <w:t xml:space="preserve"> towaru</w:t>
      </w:r>
      <w:r w:rsidRPr="00C42342">
        <w:t>, o</w:t>
      </w:r>
      <w:r>
        <w:t> </w:t>
      </w:r>
      <w:r w:rsidRPr="00C42342">
        <w:t>której mowa</w:t>
      </w:r>
      <w:r>
        <w:t xml:space="preserve"> w ust. 4 pkt 2</w:t>
      </w:r>
      <w:r w:rsidRPr="00C42342">
        <w:t>, określa się na podstawie cen rynkowych stosowanych w</w:t>
      </w:r>
      <w:r>
        <w:t> </w:t>
      </w:r>
      <w:r w:rsidRPr="00C42342">
        <w:t>obrocie rzeczami tego samego rodzaju i</w:t>
      </w:r>
      <w:r>
        <w:t> </w:t>
      </w:r>
      <w:r w:rsidRPr="00C42342">
        <w:t>gatunku, z</w:t>
      </w:r>
      <w:r>
        <w:t> </w:t>
      </w:r>
      <w:r w:rsidRPr="00C42342">
        <w:t>uwzględnieniem w</w:t>
      </w:r>
      <w:r>
        <w:t> </w:t>
      </w:r>
      <w:r w:rsidRPr="00C42342">
        <w:t>szczególności ich stanu i</w:t>
      </w:r>
      <w:r>
        <w:t> </w:t>
      </w:r>
      <w:r w:rsidRPr="00C42342">
        <w:t>stopnia zużycia oraz czasu i</w:t>
      </w:r>
      <w:r>
        <w:t> </w:t>
      </w:r>
      <w:r w:rsidRPr="00C42342">
        <w:t>miejsca odpłatnego zbycia.</w:t>
      </w:r>
    </w:p>
    <w:p w14:paraId="612BCCDE" w14:textId="54421403" w:rsidR="00AE27F0" w:rsidRDefault="00AE27F0" w:rsidP="00AE27F0">
      <w:pPr>
        <w:pStyle w:val="ZUSTzmustartykuempunktem"/>
      </w:pPr>
      <w:r>
        <w:t xml:space="preserve">6. </w:t>
      </w:r>
      <w:r w:rsidRPr="00885584">
        <w:t>W</w:t>
      </w:r>
      <w:r>
        <w:t> </w:t>
      </w:r>
      <w:r w:rsidRPr="00885584">
        <w:t>przypadku gdy kwota brutto należna z</w:t>
      </w:r>
      <w:r>
        <w:t> </w:t>
      </w:r>
      <w:r w:rsidRPr="00885584">
        <w:t>tytułu pierwszej sprzedaży została wyrażona w</w:t>
      </w:r>
      <w:r>
        <w:t> </w:t>
      </w:r>
      <w:r w:rsidRPr="00885584">
        <w:t>walucie innej niż złoty, podlega ona przeliczeniu na złoty według kursu kupna tej waluty, ogłaszanego przez Narodowy Bank Polski z</w:t>
      </w:r>
      <w:r>
        <w:t> </w:t>
      </w:r>
      <w:r w:rsidRPr="00885584">
        <w:t>dnia poprzedzającego dzień pierwszej sprzedaży.</w:t>
      </w:r>
    </w:p>
    <w:p w14:paraId="685F5828" w14:textId="66E57499" w:rsidR="00AE27F0" w:rsidRDefault="00AE27F0" w:rsidP="00AE27F0">
      <w:pPr>
        <w:pStyle w:val="ZUSTzmustartykuempunktem"/>
      </w:pPr>
      <w:r>
        <w:lastRenderedPageBreak/>
        <w:t>7. Rada Polskiej Izby Artystów opracowuje, nie rzadziej niż raz na dwa lata, raport w sprawie rynku dozwolonego użytku w Rzeczypospolitej Polskiej.</w:t>
      </w:r>
    </w:p>
    <w:p w14:paraId="2CC5EBDF" w14:textId="245C77E4" w:rsidR="00AE27F0" w:rsidRDefault="00AE27F0" w:rsidP="00AE27F0">
      <w:pPr>
        <w:pStyle w:val="ZUSTzmustartykuempunktem"/>
      </w:pPr>
      <w:r>
        <w:t>8. Raport jest opracowaniem, w którym bada się:</w:t>
      </w:r>
    </w:p>
    <w:p w14:paraId="3FF68EB9" w14:textId="22DDC9AC" w:rsidR="00AE27F0" w:rsidRDefault="00AE27F0" w:rsidP="00AE27F0">
      <w:pPr>
        <w:pStyle w:val="ZPKTzmpktartykuempunktem"/>
      </w:pPr>
      <w:r>
        <w:t>1)</w:t>
      </w:r>
      <w:r>
        <w:tab/>
        <w:t>zakres dozwolonego użytku i </w:t>
      </w:r>
      <w:r w:rsidR="00FE0849">
        <w:t xml:space="preserve">rodzaje </w:t>
      </w:r>
      <w:r>
        <w:t>urządze</w:t>
      </w:r>
      <w:r w:rsidR="00FE0849">
        <w:t>ń</w:t>
      </w:r>
      <w:r>
        <w:t>, za pośrednictwem których korzysta się z tego uprawnienia;</w:t>
      </w:r>
    </w:p>
    <w:p w14:paraId="0F26F1D2" w14:textId="77777777" w:rsidR="00383213" w:rsidRDefault="00AE27F0" w:rsidP="00AE27F0">
      <w:pPr>
        <w:pStyle w:val="ZPKTzmpktartykuempunktem"/>
      </w:pPr>
      <w:r>
        <w:t>2)</w:t>
      </w:r>
      <w:r>
        <w:tab/>
        <w:t>r</w:t>
      </w:r>
      <w:r w:rsidRPr="00703F12">
        <w:t>óżnice między prywatnym cyfrowym i analogowym kopiowaniem</w:t>
      </w:r>
      <w:r w:rsidR="00383213">
        <w:t>;</w:t>
      </w:r>
    </w:p>
    <w:p w14:paraId="70CE1856" w14:textId="318E8315" w:rsidR="00AE27F0" w:rsidRDefault="00383213" w:rsidP="00AE27F0">
      <w:pPr>
        <w:pStyle w:val="ZPKTzmpktartykuempunktem"/>
      </w:pPr>
      <w:r>
        <w:t>3)</w:t>
      </w:r>
      <w:r>
        <w:tab/>
      </w:r>
      <w:r w:rsidR="00AE27F0" w:rsidRPr="00703F12">
        <w:t>rozwój technologiczny i</w:t>
      </w:r>
      <w:r w:rsidR="00AE27F0">
        <w:t> </w:t>
      </w:r>
      <w:r w:rsidR="00AE27F0" w:rsidRPr="00703F12">
        <w:t>gospodarczy, w</w:t>
      </w:r>
      <w:r w:rsidR="00AE27F0">
        <w:t> </w:t>
      </w:r>
      <w:r w:rsidR="00AE27F0" w:rsidRPr="00703F12">
        <w:t>szczególności w</w:t>
      </w:r>
      <w:r w:rsidR="00AE27F0">
        <w:t> </w:t>
      </w:r>
      <w:r w:rsidR="00AE27F0" w:rsidRPr="00703F12">
        <w:t>odniesieniu do prywatnego cyfrowego kopiowa</w:t>
      </w:r>
      <w:r w:rsidR="00AE27F0">
        <w:t>nia oraz systemów wynagradzania;</w:t>
      </w:r>
      <w:r w:rsidR="00AE27F0" w:rsidRPr="00703F12">
        <w:t xml:space="preserve"> </w:t>
      </w:r>
    </w:p>
    <w:p w14:paraId="2D887FDF" w14:textId="69D96D5F" w:rsidR="00AE27F0" w:rsidRDefault="00AE27F0" w:rsidP="00AE27F0">
      <w:pPr>
        <w:pStyle w:val="ZPKTzmpktartykuempunktem"/>
      </w:pPr>
      <w:r>
        <w:t>3)</w:t>
      </w:r>
      <w:r>
        <w:tab/>
      </w:r>
      <w:r w:rsidRPr="00703F12">
        <w:t>dostępne zabezpieczenia techniczne</w:t>
      </w:r>
      <w:r>
        <w:t>, mające chronić utwory i ich skuteczność;</w:t>
      </w:r>
    </w:p>
    <w:p w14:paraId="689E65C0" w14:textId="1DC19F23" w:rsidR="00AE27F0" w:rsidRDefault="00AE27F0" w:rsidP="00AE27F0">
      <w:pPr>
        <w:pStyle w:val="ZPKTzmpktartykuempunktem"/>
      </w:pPr>
      <w:r>
        <w:t>4)</w:t>
      </w:r>
      <w:r>
        <w:tab/>
        <w:t>szkody</w:t>
      </w:r>
      <w:r w:rsidRPr="00105B3A">
        <w:t xml:space="preserve"> pon</w:t>
      </w:r>
      <w:r>
        <w:t>oszone</w:t>
      </w:r>
      <w:r w:rsidRPr="00105B3A">
        <w:t xml:space="preserve"> przez podmiot</w:t>
      </w:r>
      <w:r>
        <w:t>y</w:t>
      </w:r>
      <w:r w:rsidRPr="00105B3A">
        <w:t xml:space="preserve"> praw autorskich w</w:t>
      </w:r>
      <w:r>
        <w:t> </w:t>
      </w:r>
      <w:r w:rsidRPr="00105B3A">
        <w:t>wyniku danej czynności zwielokrotnienia</w:t>
      </w:r>
      <w:r w:rsidRPr="00703F12">
        <w:t>.</w:t>
      </w:r>
    </w:p>
    <w:p w14:paraId="59E66922" w14:textId="72AC9C6F" w:rsidR="00030AD4" w:rsidRPr="0041354D" w:rsidRDefault="0021751A" w:rsidP="0021751A">
      <w:pPr>
        <w:pStyle w:val="ZUSTzmustartykuempunktem"/>
      </w:pPr>
      <w:r>
        <w:t>9. Badania na potrzeby raportu przeprowadza</w:t>
      </w:r>
      <w:r w:rsidR="009B5F9B">
        <w:t xml:space="preserve"> uczelnia akademicka z kategorią </w:t>
      </w:r>
      <w:r w:rsidR="00C14FA1">
        <w:t xml:space="preserve">naukowa </w:t>
      </w:r>
      <w:r w:rsidR="00CC0D1F">
        <w:t>A+ lub A.</w:t>
      </w:r>
      <w:r w:rsidR="0046769A">
        <w:t>”;</w:t>
      </w:r>
    </w:p>
    <w:p w14:paraId="1FB26B7E" w14:textId="2238659A" w:rsidR="00AE27F0" w:rsidRPr="00182333" w:rsidRDefault="00AE27F0" w:rsidP="00AE27F0">
      <w:pPr>
        <w:pStyle w:val="PKTpunkt"/>
      </w:pPr>
      <w:r w:rsidRPr="00182333">
        <w:t>2)</w:t>
      </w:r>
      <w:r w:rsidRPr="00182333">
        <w:tab/>
        <w:t>po</w:t>
      </w:r>
      <w:r>
        <w:t xml:space="preserve"> art. </w:t>
      </w:r>
      <w:r w:rsidRPr="00182333">
        <w:t>20</w:t>
      </w:r>
      <w:r>
        <w:t> </w:t>
      </w:r>
      <w:r w:rsidRPr="00182333">
        <w:t>dodaje się</w:t>
      </w:r>
      <w:r>
        <w:t xml:space="preserve"> art. </w:t>
      </w:r>
      <w:r w:rsidRPr="00182333">
        <w:t>20a</w:t>
      </w:r>
      <w:r>
        <w:softHyphen/>
      </w:r>
      <w:r>
        <w:noBreakHyphen/>
      </w:r>
      <w:r w:rsidRPr="00182333">
        <w:t>20i w</w:t>
      </w:r>
      <w:r>
        <w:t> </w:t>
      </w:r>
      <w:r w:rsidRPr="00182333">
        <w:t>brzmieniu:</w:t>
      </w:r>
    </w:p>
    <w:p w14:paraId="1AD2741A" w14:textId="6AF93EC8" w:rsidR="00AE27F0" w:rsidRPr="00182333" w:rsidRDefault="00AE27F0" w:rsidP="00AE27F0">
      <w:pPr>
        <w:pStyle w:val="ZARTzmartartykuempunktem"/>
      </w:pPr>
      <w:r>
        <w:t>„</w:t>
      </w:r>
      <w:r w:rsidRPr="00182333">
        <w:t>Art. 20a. 1. Obowiązek zapłaty opłaty ciąży na:</w:t>
      </w:r>
    </w:p>
    <w:p w14:paraId="16BCCD2F" w14:textId="52C38170" w:rsidR="00AE27F0" w:rsidRPr="00A846DB" w:rsidRDefault="00AE27F0" w:rsidP="00AE27F0">
      <w:pPr>
        <w:pStyle w:val="ZPKTzmpktartykuempunktem"/>
      </w:pPr>
      <w:r>
        <w:t>1)</w:t>
      </w:r>
      <w:r>
        <w:tab/>
      </w:r>
      <w:r w:rsidRPr="00A846DB">
        <w:t>producentach, importerach lub podmiotach dokonujących wewnątrzwspólnotowego nabycia towarów, będących przedsiębiorcami w</w:t>
      </w:r>
      <w:r>
        <w:t> </w:t>
      </w:r>
      <w:r w:rsidRPr="00A846DB">
        <w:t>rozumieniu ustawy z</w:t>
      </w:r>
      <w:r>
        <w:t> </w:t>
      </w:r>
      <w:r w:rsidRPr="00A846DB">
        <w:t>dnia 6</w:t>
      </w:r>
      <w:r>
        <w:t> </w:t>
      </w:r>
      <w:r w:rsidRPr="00A846DB">
        <w:t>marca 2018</w:t>
      </w:r>
      <w:r>
        <w:t> </w:t>
      </w:r>
      <w:r w:rsidRPr="00A846DB">
        <w:t>r. – Prawo</w:t>
      </w:r>
      <w:r>
        <w:t xml:space="preserve"> przedsiębiorców</w:t>
      </w:r>
      <w:r w:rsidRPr="00A846DB">
        <w:t xml:space="preserve"> lub innymi osobami wpisanymi do Krajowego Rejestru Sądowego, którzy wprowadzają na rynek krajowy towary, o</w:t>
      </w:r>
      <w:r>
        <w:t> </w:t>
      </w:r>
      <w:r w:rsidRPr="00A846DB">
        <w:t>których mowa w</w:t>
      </w:r>
      <w:r>
        <w:t> art. </w:t>
      </w:r>
      <w:r w:rsidRPr="00A846DB">
        <w:t>20</w:t>
      </w:r>
      <w:r>
        <w:t xml:space="preserve"> ust. </w:t>
      </w:r>
      <w:r w:rsidRPr="00A846DB">
        <w:t>1;</w:t>
      </w:r>
    </w:p>
    <w:p w14:paraId="64183F57" w14:textId="4EF1F651" w:rsidR="00AE27F0" w:rsidRDefault="00AE27F0" w:rsidP="00AE27F0">
      <w:pPr>
        <w:pStyle w:val="ZPKTzmpktartykuempunktem"/>
      </w:pPr>
      <w:r>
        <w:t>2)</w:t>
      </w:r>
      <w:r>
        <w:tab/>
      </w:r>
      <w:r w:rsidRPr="00A846DB">
        <w:t xml:space="preserve">podmiotach dokonujących </w:t>
      </w:r>
      <w:r w:rsidRPr="00574913">
        <w:t>wewnątrzwspólnotowej sprzedaży towarów na odległość</w:t>
      </w:r>
      <w:r w:rsidRPr="00A846DB">
        <w:t xml:space="preserve"> </w:t>
      </w:r>
      <w:r w:rsidRPr="00CC45AC">
        <w:t>z</w:t>
      </w:r>
      <w:r>
        <w:t> </w:t>
      </w:r>
      <w:r w:rsidRPr="00CC45AC">
        <w:t>terytorium państwa członkowskiego innego niż RP na terytorium RP</w:t>
      </w:r>
      <w:r w:rsidRPr="00A846DB">
        <w:t xml:space="preserve"> na rzecz osoby fizycznej nieprowadzącej działalności gospodarczej w</w:t>
      </w:r>
      <w:r>
        <w:t> </w:t>
      </w:r>
      <w:r w:rsidRPr="00A846DB">
        <w:t>rozumieniu ustawy z</w:t>
      </w:r>
      <w:r>
        <w:t> </w:t>
      </w:r>
      <w:r w:rsidRPr="00A846DB">
        <w:t>dnia 6</w:t>
      </w:r>
      <w:r>
        <w:t> </w:t>
      </w:r>
      <w:r w:rsidRPr="00A846DB">
        <w:t>marca 2018</w:t>
      </w:r>
      <w:r>
        <w:t> </w:t>
      </w:r>
      <w:r w:rsidRPr="00A846DB">
        <w:t>r. – Prawo przedsiębiorców</w:t>
      </w:r>
      <w:r>
        <w:t>;</w:t>
      </w:r>
    </w:p>
    <w:p w14:paraId="1142E073" w14:textId="61E96AC5" w:rsidR="00AE27F0" w:rsidRPr="00A846DB" w:rsidRDefault="00AE27F0" w:rsidP="00AE27F0">
      <w:pPr>
        <w:pStyle w:val="ZPKTzmpktartykuempunktem"/>
      </w:pPr>
      <w:r w:rsidRPr="000F4A71">
        <w:t>3)</w:t>
      </w:r>
      <w:r>
        <w:tab/>
        <w:t>p</w:t>
      </w:r>
      <w:r w:rsidRPr="000F4A71">
        <w:t>odmiotach sprzedających na odległość towary importowane z</w:t>
      </w:r>
      <w:r>
        <w:t> </w:t>
      </w:r>
      <w:r w:rsidRPr="000F4A71">
        <w:t>państw trzecich w</w:t>
      </w:r>
      <w:r>
        <w:t> </w:t>
      </w:r>
      <w:r w:rsidRPr="000F4A71">
        <w:t>przesyłkach o</w:t>
      </w:r>
      <w:r>
        <w:t> </w:t>
      </w:r>
      <w:r w:rsidRPr="000F4A71">
        <w:t>wartości rzeczywistej nie większej niż 150</w:t>
      </w:r>
      <w:r>
        <w:t> </w:t>
      </w:r>
      <w:r w:rsidRPr="000F4A71">
        <w:t>euro do osób prywatnych na terenie Unii Europejskiej</w:t>
      </w:r>
      <w:r w:rsidRPr="00A846DB">
        <w:t>.</w:t>
      </w:r>
    </w:p>
    <w:p w14:paraId="4DA94836" w14:textId="3DC8CD53" w:rsidR="00AE27F0" w:rsidRPr="00182333" w:rsidRDefault="00AE27F0" w:rsidP="00AE27F0">
      <w:pPr>
        <w:pStyle w:val="ZARTzmartartykuempunktem"/>
      </w:pPr>
      <w:r w:rsidRPr="00182333">
        <w:t>2. Jeżeli wprowadzenia na rynek krajowy</w:t>
      </w:r>
      <w:r>
        <w:t xml:space="preserve"> towarów, o których mowa w art. 20 ust. 1,</w:t>
      </w:r>
      <w:r w:rsidRPr="00182333">
        <w:t xml:space="preserve"> dokonano z</w:t>
      </w:r>
      <w:r>
        <w:t> </w:t>
      </w:r>
      <w:r w:rsidRPr="00182333">
        <w:t>pominięciem podmiotów, o</w:t>
      </w:r>
      <w:r>
        <w:t> </w:t>
      </w:r>
      <w:r w:rsidRPr="00182333">
        <w:t>których mowa w</w:t>
      </w:r>
      <w:r>
        <w:t> ust. </w:t>
      </w:r>
      <w:r w:rsidRPr="00182333">
        <w:t>1, obowiązek zapłaty opłaty ciąży na będącej przedsiębiorcą w</w:t>
      </w:r>
      <w:r>
        <w:t> </w:t>
      </w:r>
      <w:r w:rsidRPr="00182333">
        <w:t>rozumieniu ustawy z</w:t>
      </w:r>
      <w:r>
        <w:t> </w:t>
      </w:r>
      <w:r w:rsidRPr="00182333">
        <w:t>dnia 6</w:t>
      </w:r>
      <w:r>
        <w:t> </w:t>
      </w:r>
      <w:r w:rsidRPr="00182333">
        <w:t>marca 2018</w:t>
      </w:r>
      <w:r>
        <w:t> </w:t>
      </w:r>
      <w:r w:rsidRPr="00182333">
        <w:t>r. – Prawo przedsiębiorców:</w:t>
      </w:r>
    </w:p>
    <w:p w14:paraId="72440E70" w14:textId="21186AE2" w:rsidR="00AE27F0" w:rsidRPr="00182333" w:rsidRDefault="00AE27F0" w:rsidP="00AE27F0">
      <w:pPr>
        <w:pStyle w:val="ZPKTzmpktartykuempunktem"/>
      </w:pPr>
      <w:r w:rsidRPr="00182333">
        <w:t>1)</w:t>
      </w:r>
      <w:r w:rsidRPr="00182333">
        <w:tab/>
        <w:t xml:space="preserve">osobie fizycznej, która zakupiła </w:t>
      </w:r>
      <w:r>
        <w:t xml:space="preserve">na własny użytek </w:t>
      </w:r>
      <w:r w:rsidRPr="00182333">
        <w:t>towar</w:t>
      </w:r>
      <w:r>
        <w:t>,</w:t>
      </w:r>
      <w:r w:rsidRPr="00182333">
        <w:t xml:space="preserve"> o</w:t>
      </w:r>
      <w:r>
        <w:t> </w:t>
      </w:r>
      <w:r w:rsidRPr="00182333">
        <w:t>którym mowa w</w:t>
      </w:r>
      <w:r>
        <w:t> art. </w:t>
      </w:r>
      <w:r w:rsidRPr="00182333">
        <w:t>20</w:t>
      </w:r>
      <w:r>
        <w:t xml:space="preserve"> ust. </w:t>
      </w:r>
      <w:r w:rsidRPr="00182333">
        <w:t>1;</w:t>
      </w:r>
    </w:p>
    <w:p w14:paraId="37EAE230" w14:textId="279A23A5" w:rsidR="00AE27F0" w:rsidRPr="00182333" w:rsidRDefault="00AE27F0" w:rsidP="00AE27F0">
      <w:pPr>
        <w:pStyle w:val="ZPKTzmpktartykuempunktem"/>
      </w:pPr>
      <w:r w:rsidRPr="00182333">
        <w:lastRenderedPageBreak/>
        <w:t>2)</w:t>
      </w:r>
      <w:r w:rsidRPr="00182333">
        <w:tab/>
        <w:t>użytkowniku, który pierwszy przyjął towar, o</w:t>
      </w:r>
      <w:r>
        <w:t> </w:t>
      </w:r>
      <w:r w:rsidRPr="00182333">
        <w:t>którym mowa w</w:t>
      </w:r>
      <w:r>
        <w:t> art. </w:t>
      </w:r>
      <w:r w:rsidRPr="00182333">
        <w:t>20</w:t>
      </w:r>
      <w:r>
        <w:t xml:space="preserve"> ust. </w:t>
      </w:r>
      <w:r w:rsidRPr="00182333">
        <w:t>1, w</w:t>
      </w:r>
      <w:r>
        <w:t> </w:t>
      </w:r>
      <w:r w:rsidRPr="00182333">
        <w:t xml:space="preserve">użytkowanie. </w:t>
      </w:r>
    </w:p>
    <w:p w14:paraId="48F41CE2" w14:textId="72ED33F5" w:rsidR="00AE27F0" w:rsidRPr="00182333" w:rsidRDefault="00AE27F0" w:rsidP="00AE27F0">
      <w:pPr>
        <w:pStyle w:val="ZUSTzmustartykuempunktem"/>
      </w:pPr>
      <w:r w:rsidRPr="00182333">
        <w:t>3. Obowiązek zapłaty opłaty powstaje z</w:t>
      </w:r>
      <w:r>
        <w:t> </w:t>
      </w:r>
      <w:r w:rsidRPr="00182333">
        <w:t>dniem wprowadzenia na rynek krajowy towaru, o</w:t>
      </w:r>
      <w:r>
        <w:t> </w:t>
      </w:r>
      <w:r w:rsidRPr="00182333">
        <w:t>którym mowa w</w:t>
      </w:r>
      <w:r>
        <w:t> art. </w:t>
      </w:r>
      <w:r w:rsidRPr="00182333">
        <w:t>20</w:t>
      </w:r>
      <w:r>
        <w:t xml:space="preserve"> ust. </w:t>
      </w:r>
      <w:r w:rsidRPr="00182333">
        <w:t>1.</w:t>
      </w:r>
    </w:p>
    <w:p w14:paraId="5804F4F3" w14:textId="1058FDD2" w:rsidR="00AE27F0" w:rsidRPr="00182333" w:rsidRDefault="00AE27F0" w:rsidP="00AE27F0">
      <w:pPr>
        <w:pStyle w:val="ZUSTzmustartykuempunktem"/>
      </w:pPr>
      <w:r w:rsidRPr="00182333">
        <w:t>4. Nie pobiera się opłaty w</w:t>
      </w:r>
      <w:r>
        <w:t> </w:t>
      </w:r>
      <w:r w:rsidRPr="00182333">
        <w:t>przypadku, o</w:t>
      </w:r>
      <w:r>
        <w:t> </w:t>
      </w:r>
      <w:r w:rsidRPr="00182333">
        <w:t>którym mowa w</w:t>
      </w:r>
      <w:r>
        <w:t> art. </w:t>
      </w:r>
      <w:r w:rsidRPr="00182333">
        <w:t>20</w:t>
      </w:r>
      <w:r>
        <w:t xml:space="preserve"> ust. </w:t>
      </w:r>
      <w:r w:rsidRPr="00182333">
        <w:t>2</w:t>
      </w:r>
      <w:r>
        <w:t xml:space="preserve"> pkt </w:t>
      </w:r>
      <w:r w:rsidRPr="00182333">
        <w:t>2, jeżeli została pobrana od pierwszej sprzedaży dokonanej na terytorium Rzeczypospolitej Polskiej.</w:t>
      </w:r>
    </w:p>
    <w:p w14:paraId="5135E8DD" w14:textId="4F4D0AD5" w:rsidR="00AE27F0" w:rsidRPr="00182333" w:rsidRDefault="00AE27F0" w:rsidP="00AE27F0">
      <w:pPr>
        <w:pStyle w:val="ZUSTzmustartykuempunktem"/>
      </w:pPr>
      <w:r w:rsidRPr="00182333">
        <w:t>Art. 20b. 1. Organem uprawnionym do poboru opłaty jest naczelnik urzędu skarbowego właściwy ze względu na miejsce zamieszkania albo siedzibę podmiotu obowiązanego do zapłaty opłaty, a</w:t>
      </w:r>
      <w:r>
        <w:t> </w:t>
      </w:r>
      <w:r w:rsidRPr="00182333">
        <w:t>w</w:t>
      </w:r>
      <w:r>
        <w:t> </w:t>
      </w:r>
      <w:r w:rsidRPr="00182333">
        <w:t>przypadku podmiotów, o</w:t>
      </w:r>
      <w:r>
        <w:t> </w:t>
      </w:r>
      <w:r w:rsidRPr="00182333">
        <w:t>których mowa w</w:t>
      </w:r>
      <w:r>
        <w:t> art. </w:t>
      </w:r>
      <w:r w:rsidRPr="00182333">
        <w:t>20a</w:t>
      </w:r>
      <w:r>
        <w:t xml:space="preserve"> ust. </w:t>
      </w:r>
      <w:r w:rsidRPr="00182333">
        <w:t>1</w:t>
      </w:r>
      <w:r>
        <w:t xml:space="preserve"> pkt </w:t>
      </w:r>
      <w:r w:rsidRPr="00182333">
        <w:t>2</w:t>
      </w:r>
      <w:r>
        <w:t> </w:t>
      </w:r>
      <w:r w:rsidRPr="00182333">
        <w:t>jest Naczelnik Drugiego Urzędu Skarbowego Warszawa</w:t>
      </w:r>
      <w:r>
        <w:softHyphen/>
      </w:r>
      <w:r>
        <w:noBreakHyphen/>
      </w:r>
      <w:r w:rsidRPr="00182333">
        <w:t>Śródmieście.</w:t>
      </w:r>
    </w:p>
    <w:p w14:paraId="1C335748" w14:textId="1A978C42" w:rsidR="00AE27F0" w:rsidRPr="00182333" w:rsidRDefault="00AE27F0" w:rsidP="00AE27F0">
      <w:pPr>
        <w:pStyle w:val="ZUSTzmustartykuempunktem"/>
      </w:pPr>
      <w:r w:rsidRPr="00182333">
        <w:t>2. Minister właściwy do spraw finansów publicznych może wyznaczyć w</w:t>
      </w:r>
      <w:r>
        <w:t> </w:t>
      </w:r>
      <w:r w:rsidRPr="00182333">
        <w:t>drodze rozporządzenia</w:t>
      </w:r>
      <w:r>
        <w:t xml:space="preserve"> inny</w:t>
      </w:r>
      <w:r w:rsidRPr="00182333">
        <w:t xml:space="preserve"> podległy organ do realizacji zadania, o</w:t>
      </w:r>
      <w:r>
        <w:t> </w:t>
      </w:r>
      <w:r w:rsidRPr="00182333">
        <w:t>którym mowa w</w:t>
      </w:r>
      <w:r>
        <w:t> ust. </w:t>
      </w:r>
      <w:r w:rsidRPr="00182333">
        <w:t xml:space="preserve">1. </w:t>
      </w:r>
    </w:p>
    <w:p w14:paraId="78A81555" w14:textId="55EE60CF" w:rsidR="00AE27F0" w:rsidRDefault="00AE27F0" w:rsidP="00AE27F0">
      <w:pPr>
        <w:pStyle w:val="ZUSTzmustartykuempunktem"/>
      </w:pPr>
      <w:r w:rsidRPr="00182333">
        <w:t>Art. 20c. 1. Zobowiązani do zapłaty opłaty składają kwartalnie, w</w:t>
      </w:r>
      <w:r>
        <w:t> </w:t>
      </w:r>
      <w:r w:rsidRPr="00182333">
        <w:t xml:space="preserve">terminie do 25. </w:t>
      </w:r>
      <w:r w:rsidRPr="00E43A79">
        <w:t>dnia miesiąca następującego po upływie kwartału, w</w:t>
      </w:r>
      <w:r>
        <w:t> </w:t>
      </w:r>
      <w:r w:rsidRPr="00E43A79">
        <w:t>którym powstał obowiązek zapłaty opłaty, za pomocą środków komunikacji elektronicznej, organowi właściwemu w</w:t>
      </w:r>
      <w:r>
        <w:t> </w:t>
      </w:r>
      <w:r w:rsidRPr="00E43A79">
        <w:t>sprawie opłaty, za pośrednictwem systemu informatycznego ministra właściwego do spraw finansów publicznych, dokument elektroniczny sporządzony według ustalonego wzoru, o</w:t>
      </w:r>
      <w:r>
        <w:t> </w:t>
      </w:r>
      <w:r w:rsidRPr="00E43A79">
        <w:t>wysokości należnych opłat.</w:t>
      </w:r>
    </w:p>
    <w:p w14:paraId="63475636" w14:textId="026EF4F4" w:rsidR="00AE27F0" w:rsidRPr="00182333" w:rsidRDefault="00AE27F0" w:rsidP="00AE27F0">
      <w:pPr>
        <w:pStyle w:val="ZUSTzmustartykuempunktem"/>
      </w:pPr>
      <w:r>
        <w:t xml:space="preserve">2. </w:t>
      </w:r>
      <w:r w:rsidRPr="00182333">
        <w:t>Opłatę uiszcza się kwartalnie, w</w:t>
      </w:r>
      <w:r>
        <w:t> </w:t>
      </w:r>
      <w:r w:rsidRPr="00182333">
        <w:t>terminie, o</w:t>
      </w:r>
      <w:r>
        <w:t> </w:t>
      </w:r>
      <w:r w:rsidRPr="00182333">
        <w:t>którym mowa w</w:t>
      </w:r>
      <w:r>
        <w:t> ust. </w:t>
      </w:r>
      <w:r w:rsidRPr="00182333">
        <w:t>1.</w:t>
      </w:r>
    </w:p>
    <w:p w14:paraId="42C34B08" w14:textId="626AEEA5" w:rsidR="00AE27F0" w:rsidRDefault="00AE27F0" w:rsidP="00AE27F0">
      <w:pPr>
        <w:pStyle w:val="ZUSTzmustartykuempunktem"/>
      </w:pPr>
      <w:r>
        <w:t xml:space="preserve">3. </w:t>
      </w:r>
      <w:r w:rsidRPr="00182333">
        <w:t xml:space="preserve">Opłata wnoszona jest na </w:t>
      </w:r>
      <w:proofErr w:type="spellStart"/>
      <w:r w:rsidRPr="00182333">
        <w:t>mikrorachunek</w:t>
      </w:r>
      <w:proofErr w:type="spellEnd"/>
      <w:r w:rsidRPr="00182333">
        <w:t>, o</w:t>
      </w:r>
      <w:r>
        <w:t> </w:t>
      </w:r>
      <w:r w:rsidRPr="00182333">
        <w:t>którym mowa w</w:t>
      </w:r>
      <w:r>
        <w:t> art. </w:t>
      </w:r>
      <w:r w:rsidRPr="00182333">
        <w:t xml:space="preserve">61b Ordynacji podatkowej. </w:t>
      </w:r>
    </w:p>
    <w:p w14:paraId="0EBE95B4" w14:textId="43478DED" w:rsidR="009E1844" w:rsidRDefault="00E55EC0" w:rsidP="00AE27F0">
      <w:pPr>
        <w:pStyle w:val="ZUSTzmustartykuempunktem"/>
      </w:pPr>
      <w:r>
        <w:t>4</w:t>
      </w:r>
      <w:r w:rsidR="009E1844">
        <w:t xml:space="preserve">. Zwroty nadpłat z tytułu opłaty, </w:t>
      </w:r>
      <w:r w:rsidR="009E1844" w:rsidRPr="00182333">
        <w:t>o</w:t>
      </w:r>
      <w:r w:rsidR="009E1844">
        <w:t> </w:t>
      </w:r>
      <w:r w:rsidR="009E1844" w:rsidRPr="00182333">
        <w:t>których mowa w</w:t>
      </w:r>
      <w:r w:rsidR="009E1844">
        <w:t> </w:t>
      </w:r>
      <w:r w:rsidR="009E1844" w:rsidRPr="00182333">
        <w:t>ust.1</w:t>
      </w:r>
      <w:r w:rsidR="009E1844">
        <w:t>, następuje na wniosek podmiotu który dokonał ich zapłaty, z wpływów pochodzących z tych opłat.</w:t>
      </w:r>
    </w:p>
    <w:p w14:paraId="59223D95" w14:textId="2B1C9A03" w:rsidR="00AE27F0" w:rsidRPr="00182333" w:rsidRDefault="00E55EC0" w:rsidP="00AE27F0">
      <w:pPr>
        <w:pStyle w:val="ZUSTzmustartykuempunktem"/>
      </w:pPr>
      <w:r>
        <w:t>5</w:t>
      </w:r>
      <w:r w:rsidR="00AE27F0" w:rsidRPr="00182333">
        <w:t>. Dokument elektroniczny, o</w:t>
      </w:r>
      <w:r w:rsidR="00AE27F0">
        <w:t> </w:t>
      </w:r>
      <w:r w:rsidR="00AE27F0" w:rsidRPr="00182333">
        <w:t>którym mowa w</w:t>
      </w:r>
      <w:r w:rsidR="00AE27F0">
        <w:t> ust. </w:t>
      </w:r>
      <w:r w:rsidR="00AE27F0" w:rsidRPr="00182333">
        <w:t>1, zawiera dane dotyczące podmiotu zobowiązanego do uiszczenia opłaty, dane niezbędne do obliczenia opłaty i</w:t>
      </w:r>
      <w:r w:rsidR="00AE27F0">
        <w:t> </w:t>
      </w:r>
      <w:r w:rsidR="00AE27F0" w:rsidRPr="00182333">
        <w:t>rozliczenia jej wysokości, a</w:t>
      </w:r>
      <w:r w:rsidR="00AE27F0">
        <w:t> </w:t>
      </w:r>
      <w:r w:rsidR="00AE27F0" w:rsidRPr="00182333">
        <w:t>także dane niezbędne do weryfikacji kompletności i</w:t>
      </w:r>
      <w:r w:rsidR="00AE27F0">
        <w:t> </w:t>
      </w:r>
      <w:r w:rsidR="00AE27F0" w:rsidRPr="00182333">
        <w:t>poprawności jej wyliczenia w</w:t>
      </w:r>
      <w:r w:rsidR="00AE27F0">
        <w:t> </w:t>
      </w:r>
      <w:r w:rsidR="00AE27F0" w:rsidRPr="00182333">
        <w:t>ujęciu ilościowym i</w:t>
      </w:r>
      <w:r w:rsidR="00AE27F0">
        <w:t> </w:t>
      </w:r>
      <w:r w:rsidR="00AE27F0" w:rsidRPr="00182333">
        <w:t>wartościowym oraz informacje o</w:t>
      </w:r>
      <w:r w:rsidR="00AE27F0">
        <w:t> </w:t>
      </w:r>
      <w:r w:rsidR="00AE27F0" w:rsidRPr="00182333">
        <w:t>dowodach dokumentujących transakcje, o</w:t>
      </w:r>
      <w:r w:rsidR="00AE27F0">
        <w:t> </w:t>
      </w:r>
      <w:r w:rsidR="00AE27F0" w:rsidRPr="00182333">
        <w:t>których mowa</w:t>
      </w:r>
      <w:r w:rsidR="00AE27F0">
        <w:t xml:space="preserve"> art. </w:t>
      </w:r>
      <w:r w:rsidR="00AE27F0" w:rsidRPr="00182333">
        <w:t>20</w:t>
      </w:r>
      <w:r w:rsidR="00AE27F0">
        <w:t xml:space="preserve"> ust. </w:t>
      </w:r>
      <w:r w:rsidR="00AE27F0" w:rsidRPr="00182333">
        <w:t>1, wraz z</w:t>
      </w:r>
      <w:r w:rsidR="00AE27F0">
        <w:t> </w:t>
      </w:r>
      <w:r w:rsidR="00AE27F0" w:rsidRPr="00182333">
        <w:t>podaną kwotą opłaty.</w:t>
      </w:r>
    </w:p>
    <w:p w14:paraId="11A16881" w14:textId="410D34D4" w:rsidR="00AE27F0" w:rsidRPr="00182333" w:rsidRDefault="00E55EC0" w:rsidP="00AE27F0">
      <w:pPr>
        <w:pStyle w:val="ZUSTzmustartykuempunktem"/>
      </w:pPr>
      <w:r>
        <w:t>6</w:t>
      </w:r>
      <w:r w:rsidR="00AE27F0" w:rsidRPr="00182333">
        <w:t>. Minister właściwy do spraw finansów publicznych, w</w:t>
      </w:r>
      <w:r w:rsidR="00AE27F0">
        <w:t> </w:t>
      </w:r>
      <w:r w:rsidR="00AE27F0" w:rsidRPr="00182333">
        <w:t>porozumieniu z</w:t>
      </w:r>
      <w:r w:rsidR="00AE27F0">
        <w:t> </w:t>
      </w:r>
      <w:r w:rsidR="00AE27F0" w:rsidRPr="00182333">
        <w:t>ministrem właściwym do spraw kultury, określi, w</w:t>
      </w:r>
      <w:r w:rsidR="00AE27F0">
        <w:t> </w:t>
      </w:r>
      <w:r w:rsidR="00AE27F0" w:rsidRPr="00182333">
        <w:t>drodze rozporządzenia, szczegółowy zakres danych, o</w:t>
      </w:r>
      <w:r w:rsidR="00AE27F0">
        <w:t> </w:t>
      </w:r>
      <w:r w:rsidR="00AE27F0" w:rsidRPr="00182333">
        <w:t>których mowa w</w:t>
      </w:r>
      <w:r w:rsidR="00AE27F0">
        <w:t> ust. </w:t>
      </w:r>
      <w:r>
        <w:t>7</w:t>
      </w:r>
      <w:r w:rsidR="00AE27F0" w:rsidRPr="00182333">
        <w:t>, wraz z</w:t>
      </w:r>
      <w:r w:rsidR="00AE27F0">
        <w:t> </w:t>
      </w:r>
      <w:r w:rsidR="00AE27F0" w:rsidRPr="00182333">
        <w:t xml:space="preserve">objaśnieniami co do sposobu wypełniania </w:t>
      </w:r>
      <w:r w:rsidR="00AE27F0" w:rsidRPr="00182333">
        <w:lastRenderedPageBreak/>
        <w:t>i</w:t>
      </w:r>
      <w:r w:rsidR="00AE27F0">
        <w:t> </w:t>
      </w:r>
      <w:r w:rsidR="00AE27F0" w:rsidRPr="00182333">
        <w:t>miejsca składania dokumentu elektronicznego, o</w:t>
      </w:r>
      <w:r w:rsidR="00AE27F0">
        <w:t> </w:t>
      </w:r>
      <w:r w:rsidR="00AE27F0" w:rsidRPr="00182333">
        <w:t>którym mowa w</w:t>
      </w:r>
      <w:r w:rsidR="00AE27F0">
        <w:t> ust. </w:t>
      </w:r>
      <w:r w:rsidR="00AE27F0" w:rsidRPr="00182333">
        <w:t>1, oraz niezbędnymi pouczeniami, uwzględniając konieczność prawidłowego rozliczenia opłaty oraz kontroli tego obowiązku.</w:t>
      </w:r>
    </w:p>
    <w:p w14:paraId="7832DB80" w14:textId="039B8D03" w:rsidR="00AE27F0" w:rsidRPr="00182333" w:rsidRDefault="00AE27F0" w:rsidP="00AE27F0">
      <w:pPr>
        <w:pStyle w:val="ZUSTzmustartykuempunktem"/>
      </w:pPr>
      <w:r w:rsidRPr="00182333">
        <w:t>Art. 20d. Minister właściwy do spraw finansów publicznych udostępni na elektronicznej platformie usług administracji publicznej wzór dokumentu elektronicznego, o</w:t>
      </w:r>
      <w:r>
        <w:t> </w:t>
      </w:r>
      <w:r w:rsidRPr="00182333">
        <w:t>którym mowa w</w:t>
      </w:r>
      <w:r>
        <w:t> art. </w:t>
      </w:r>
      <w:r w:rsidRPr="00182333">
        <w:t>20c.</w:t>
      </w:r>
    </w:p>
    <w:p w14:paraId="521BB802" w14:textId="10020CC1" w:rsidR="00AE27F0" w:rsidRPr="00182333" w:rsidRDefault="00AE27F0" w:rsidP="00AE27F0">
      <w:pPr>
        <w:pStyle w:val="ZUSTzmustartykuempunktem"/>
      </w:pPr>
      <w:r w:rsidRPr="00182333">
        <w:t>Art. 20e. 1. Z</w:t>
      </w:r>
      <w:r>
        <w:t> </w:t>
      </w:r>
      <w:r w:rsidRPr="00182333">
        <w:t>kwoty uzyskanej z</w:t>
      </w:r>
      <w:r>
        <w:t> </w:t>
      </w:r>
      <w:r w:rsidRPr="00182333">
        <w:t>tytułu opłat, o</w:t>
      </w:r>
      <w:r>
        <w:t> </w:t>
      </w:r>
      <w:r w:rsidRPr="00182333">
        <w:t>których mowa w</w:t>
      </w:r>
      <w:r>
        <w:t> art. </w:t>
      </w:r>
      <w:r w:rsidRPr="00182333">
        <w:t>20</w:t>
      </w:r>
      <w:r>
        <w:t xml:space="preserve"> ust. </w:t>
      </w:r>
      <w:r w:rsidRPr="00182333">
        <w:t>1</w:t>
      </w:r>
      <w:r>
        <w:t xml:space="preserve"> pkt </w:t>
      </w:r>
      <w:r w:rsidRPr="00182333">
        <w:t>1</w:t>
      </w:r>
      <w:r>
        <w:t xml:space="preserve"> i </w:t>
      </w:r>
      <w:r w:rsidRPr="00182333">
        <w:t>2, przypada:</w:t>
      </w:r>
    </w:p>
    <w:p w14:paraId="0C6EFDF8" w14:textId="5C6B184E" w:rsidR="00AE27F0" w:rsidRPr="00182333" w:rsidRDefault="00AE27F0" w:rsidP="00AE27F0">
      <w:pPr>
        <w:pStyle w:val="ZPKTzmpktartykuempunktem"/>
      </w:pPr>
      <w:r w:rsidRPr="00182333">
        <w:t>1)</w:t>
      </w:r>
      <w:r w:rsidRPr="00182333">
        <w:tab/>
        <w:t xml:space="preserve">23% </w:t>
      </w:r>
      <w:r>
        <w:noBreakHyphen/>
        <w:t xml:space="preserve"> </w:t>
      </w:r>
      <w:r w:rsidRPr="00182333">
        <w:t>twórcom;</w:t>
      </w:r>
    </w:p>
    <w:p w14:paraId="1911D363" w14:textId="220515FA" w:rsidR="00AE27F0" w:rsidRPr="00182333" w:rsidRDefault="00AE27F0" w:rsidP="00AE27F0">
      <w:pPr>
        <w:pStyle w:val="ZPKTzmpktartykuempunktem"/>
      </w:pPr>
      <w:r w:rsidRPr="00182333">
        <w:t>2)</w:t>
      </w:r>
      <w:r w:rsidRPr="00182333">
        <w:tab/>
        <w:t xml:space="preserve">11,5% </w:t>
      </w:r>
      <w:r>
        <w:noBreakHyphen/>
        <w:t xml:space="preserve"> </w:t>
      </w:r>
      <w:r w:rsidRPr="00182333">
        <w:t>artystom wykonawcom;</w:t>
      </w:r>
    </w:p>
    <w:p w14:paraId="5BE72A98" w14:textId="2BCACAB8" w:rsidR="00AE27F0" w:rsidRPr="00182333" w:rsidRDefault="00AE27F0" w:rsidP="00AE27F0">
      <w:pPr>
        <w:pStyle w:val="ZPKTzmpktartykuempunktem"/>
      </w:pPr>
      <w:r w:rsidRPr="00182333">
        <w:t>3)</w:t>
      </w:r>
      <w:r w:rsidRPr="00182333">
        <w:tab/>
        <w:t xml:space="preserve">11,5% </w:t>
      </w:r>
      <w:r>
        <w:noBreakHyphen/>
        <w:t xml:space="preserve"> </w:t>
      </w:r>
      <w:r w:rsidRPr="00182333">
        <w:t>producentom fonogramów i</w:t>
      </w:r>
      <w:r>
        <w:t> </w:t>
      </w:r>
      <w:r w:rsidRPr="00182333">
        <w:t>wideogramów;</w:t>
      </w:r>
    </w:p>
    <w:p w14:paraId="4E59FACF" w14:textId="2802C72A" w:rsidR="00AE27F0" w:rsidRPr="00182333" w:rsidRDefault="00AE27F0" w:rsidP="00AE27F0">
      <w:pPr>
        <w:pStyle w:val="ZPKTzmpktartykuempunktem"/>
      </w:pPr>
      <w:r w:rsidRPr="00182333">
        <w:t>4)</w:t>
      </w:r>
      <w:r w:rsidRPr="00182333">
        <w:tab/>
        <w:t xml:space="preserve">5% </w:t>
      </w:r>
      <w:r>
        <w:noBreakHyphen/>
        <w:t xml:space="preserve"> </w:t>
      </w:r>
      <w:r w:rsidRPr="00182333">
        <w:t>wydawcom;</w:t>
      </w:r>
    </w:p>
    <w:p w14:paraId="6CF7BF1F" w14:textId="372F312E" w:rsidR="00AE27F0" w:rsidRPr="00182333" w:rsidRDefault="00AE27F0" w:rsidP="00AE27F0">
      <w:pPr>
        <w:pStyle w:val="ZPKTzmpktartykuempunktem"/>
      </w:pPr>
      <w:r w:rsidRPr="00182333">
        <w:t>5)</w:t>
      </w:r>
      <w:r w:rsidRPr="00182333">
        <w:tab/>
        <w:t xml:space="preserve">49% </w:t>
      </w:r>
      <w:r>
        <w:noBreakHyphen/>
        <w:t xml:space="preserve"> </w:t>
      </w:r>
      <w:r w:rsidRPr="00182333">
        <w:t>Funduszowi Wsparcia</w:t>
      </w:r>
      <w:r>
        <w:t xml:space="preserve"> Artystów Zawodowych</w:t>
      </w:r>
      <w:r w:rsidRPr="00182333">
        <w:t>.</w:t>
      </w:r>
    </w:p>
    <w:p w14:paraId="776C05FD" w14:textId="204456B5" w:rsidR="00AE27F0" w:rsidRPr="00182333" w:rsidRDefault="00AE27F0" w:rsidP="00AE27F0">
      <w:pPr>
        <w:pStyle w:val="ZUSTzmustartykuempunktem"/>
      </w:pPr>
      <w:r w:rsidRPr="00182333">
        <w:t>2. Z</w:t>
      </w:r>
      <w:r>
        <w:t> </w:t>
      </w:r>
      <w:r w:rsidRPr="00182333">
        <w:t>kwoty uzyskanej z</w:t>
      </w:r>
      <w:r>
        <w:t> </w:t>
      </w:r>
      <w:r w:rsidRPr="00182333">
        <w:t>tytułu opłat o</w:t>
      </w:r>
      <w:r>
        <w:t> </w:t>
      </w:r>
      <w:r w:rsidRPr="00182333">
        <w:t>których mowa w</w:t>
      </w:r>
      <w:r>
        <w:t> art. </w:t>
      </w:r>
      <w:r w:rsidRPr="00182333">
        <w:t>20</w:t>
      </w:r>
      <w:r>
        <w:t xml:space="preserve"> ust. </w:t>
      </w:r>
      <w:r w:rsidRPr="00182333">
        <w:t>1</w:t>
      </w:r>
      <w:r>
        <w:t xml:space="preserve"> pkt </w:t>
      </w:r>
      <w:r w:rsidRPr="00182333">
        <w:t>3</w:t>
      </w:r>
      <w:r>
        <w:t xml:space="preserve"> i </w:t>
      </w:r>
      <w:r w:rsidRPr="00182333">
        <w:t>4</w:t>
      </w:r>
      <w:r>
        <w:t> </w:t>
      </w:r>
      <w:r w:rsidRPr="00182333">
        <w:t>przypada:</w:t>
      </w:r>
    </w:p>
    <w:p w14:paraId="062EB353" w14:textId="179D2A57" w:rsidR="00AE27F0" w:rsidRPr="00182333" w:rsidRDefault="00AE27F0" w:rsidP="00AE27F0">
      <w:pPr>
        <w:pStyle w:val="ZPKTzmpktartykuempunktem"/>
      </w:pPr>
      <w:r w:rsidRPr="00182333">
        <w:t>1)</w:t>
      </w:r>
      <w:r w:rsidRPr="00182333">
        <w:tab/>
        <w:t xml:space="preserve">35% </w:t>
      </w:r>
      <w:r>
        <w:noBreakHyphen/>
        <w:t xml:space="preserve"> </w:t>
      </w:r>
      <w:r w:rsidRPr="00182333">
        <w:t>twórcom;</w:t>
      </w:r>
    </w:p>
    <w:p w14:paraId="48A226BB" w14:textId="2F8BE708" w:rsidR="00AE27F0" w:rsidRPr="00182333" w:rsidRDefault="00AE27F0" w:rsidP="00AE27F0">
      <w:pPr>
        <w:pStyle w:val="ZPKTzmpktartykuempunktem"/>
      </w:pPr>
      <w:r w:rsidRPr="00182333">
        <w:t>2)</w:t>
      </w:r>
      <w:r w:rsidRPr="00182333">
        <w:tab/>
        <w:t xml:space="preserve">35% </w:t>
      </w:r>
      <w:r>
        <w:noBreakHyphen/>
        <w:t xml:space="preserve"> </w:t>
      </w:r>
      <w:r w:rsidRPr="00182333">
        <w:t>wydawcom;</w:t>
      </w:r>
    </w:p>
    <w:p w14:paraId="0FB4BAE3" w14:textId="7C554D38" w:rsidR="00AE27F0" w:rsidRPr="00182333" w:rsidRDefault="00AE27F0" w:rsidP="00AE27F0">
      <w:pPr>
        <w:pStyle w:val="ZPKTzmpktartykuempunktem"/>
      </w:pPr>
      <w:r w:rsidRPr="00182333">
        <w:t>3)</w:t>
      </w:r>
      <w:r w:rsidRPr="00182333">
        <w:tab/>
        <w:t xml:space="preserve">30% </w:t>
      </w:r>
      <w:r>
        <w:noBreakHyphen/>
        <w:t xml:space="preserve"> </w:t>
      </w:r>
      <w:r w:rsidRPr="00182333">
        <w:t>Funduszowi Wsparcia</w:t>
      </w:r>
      <w:r>
        <w:t xml:space="preserve"> Artystów Zawodowych</w:t>
      </w:r>
      <w:r w:rsidRPr="00182333">
        <w:t>.</w:t>
      </w:r>
    </w:p>
    <w:p w14:paraId="23725FF9" w14:textId="6D1EDEE2" w:rsidR="00AE27F0" w:rsidRPr="00182333" w:rsidRDefault="00AE27F0" w:rsidP="00AE27F0">
      <w:pPr>
        <w:pStyle w:val="ZUSTzmustartykuempunktem"/>
      </w:pPr>
      <w:r w:rsidRPr="00182333">
        <w:t>Art. 20f. 1. Opłaty przekazywane są nie później niż do końca miesiąca następującego po miesiącu, w</w:t>
      </w:r>
      <w:r>
        <w:t> </w:t>
      </w:r>
      <w:r w:rsidRPr="00182333">
        <w:t xml:space="preserve">którym zostały pobrane, </w:t>
      </w:r>
      <w:r>
        <w:t xml:space="preserve">Polskiej Izbie Artystów na rachunek </w:t>
      </w:r>
      <w:r w:rsidRPr="00182333">
        <w:t>Fundusz</w:t>
      </w:r>
      <w:r>
        <w:t>u</w:t>
      </w:r>
      <w:r w:rsidRPr="00182333">
        <w:t xml:space="preserve"> Wsparcia </w:t>
      </w:r>
      <w:r>
        <w:t xml:space="preserve">Artystów Zawodowych </w:t>
      </w:r>
      <w:r w:rsidRPr="00182333">
        <w:t>oraz właściwym organizacjom zbiorowego zarządzania.</w:t>
      </w:r>
    </w:p>
    <w:p w14:paraId="186FF37F" w14:textId="3081DEC5" w:rsidR="0047338B" w:rsidRPr="0047338B" w:rsidRDefault="00AE27F0" w:rsidP="0047338B">
      <w:pPr>
        <w:pStyle w:val="ZUSTzmustartykuempunktem"/>
      </w:pPr>
      <w:r w:rsidRPr="00182333">
        <w:t xml:space="preserve">2. </w:t>
      </w:r>
      <w:r w:rsidR="0047338B" w:rsidRPr="0047338B">
        <w:t xml:space="preserve">W przypadku powstania nadpłaty w opłacie organ właściwy w sprawie opłaty dokonuje zwrotu nadpłaty ze środków należnych Funduszowi Wsparcia Artystów Zawodowych oraz organizacjom zbiorowego zarządzania wskazanym w porozumieniu </w:t>
      </w:r>
      <w:r w:rsidR="0047338B">
        <w:t xml:space="preserve">o </w:t>
      </w:r>
      <w:r w:rsidR="0047338B" w:rsidRPr="0047338B">
        <w:t>którym mowa ust. 5 albo rozporządzeniu o którym mowa w ust. 7.</w:t>
      </w:r>
    </w:p>
    <w:p w14:paraId="664ED276" w14:textId="77777777" w:rsidR="002105CC" w:rsidRDefault="002105CC" w:rsidP="007A5919">
      <w:pPr>
        <w:pStyle w:val="ZUSTzmustartykuempunktem"/>
      </w:pPr>
    </w:p>
    <w:p w14:paraId="0FD423F4" w14:textId="48A66CE7" w:rsidR="00AE27F0" w:rsidRPr="00182333" w:rsidRDefault="00AE27F0" w:rsidP="00AE27F0">
      <w:pPr>
        <w:pStyle w:val="ZUSTzmustartykuempunktem"/>
      </w:pPr>
      <w:r w:rsidRPr="00182333">
        <w:t>3. Minister właściwy do spraw finansów publicznych może wyznaczyć w</w:t>
      </w:r>
      <w:r>
        <w:t> </w:t>
      </w:r>
      <w:r w:rsidRPr="00182333">
        <w:t xml:space="preserve">drodze rozporządzenia </w:t>
      </w:r>
      <w:r>
        <w:t>podległy organ</w:t>
      </w:r>
      <w:r w:rsidRPr="00182333">
        <w:t xml:space="preserve"> do realizacji zadania, o</w:t>
      </w:r>
      <w:r>
        <w:t> </w:t>
      </w:r>
      <w:r w:rsidRPr="00182333">
        <w:t>którym mowa w</w:t>
      </w:r>
      <w:r>
        <w:t> ust. </w:t>
      </w:r>
      <w:r w:rsidRPr="00182333">
        <w:t>1.</w:t>
      </w:r>
    </w:p>
    <w:p w14:paraId="587410FF" w14:textId="0CB1D6AD" w:rsidR="00AE27F0" w:rsidRDefault="00AE27F0" w:rsidP="00AE27F0">
      <w:pPr>
        <w:pStyle w:val="ZUSTzmustartykuempunktem"/>
      </w:pPr>
      <w:r w:rsidRPr="00182333">
        <w:t>4. Za właściwe organizacje zbiorowego zarządzania uznaje się organizacje posiadające zezwolenie na zbiorowe zarządzanie prawami autorskimi lub prawami pokrewnymi, zrzeszające podmioty wskazane w</w:t>
      </w:r>
      <w:r>
        <w:t> art. </w:t>
      </w:r>
      <w:r w:rsidRPr="00182333">
        <w:t>20e</w:t>
      </w:r>
      <w:r>
        <w:t xml:space="preserve"> ust. </w:t>
      </w:r>
      <w:r w:rsidRPr="00182333">
        <w:t>1</w:t>
      </w:r>
      <w:r>
        <w:t xml:space="preserve"> i </w:t>
      </w:r>
      <w:r w:rsidRPr="00182333">
        <w:t>2. Jeżeli w</w:t>
      </w:r>
      <w:r>
        <w:t> </w:t>
      </w:r>
      <w:r w:rsidRPr="00182333">
        <w:t>którymś ze wskazanych w</w:t>
      </w:r>
      <w:r>
        <w:t> art. </w:t>
      </w:r>
      <w:r w:rsidRPr="00182333">
        <w:t>20e</w:t>
      </w:r>
      <w:r>
        <w:t xml:space="preserve"> ust. </w:t>
      </w:r>
      <w:r w:rsidRPr="00182333">
        <w:t>1</w:t>
      </w:r>
      <w:r>
        <w:t xml:space="preserve"> pkt </w:t>
      </w:r>
      <w:r w:rsidRPr="00182333">
        <w:t>1</w:t>
      </w:r>
      <w:r>
        <w:noBreakHyphen/>
      </w:r>
      <w:r w:rsidRPr="00182333">
        <w:t>4</w:t>
      </w:r>
      <w:r>
        <w:t xml:space="preserve"> oraz art. </w:t>
      </w:r>
      <w:r w:rsidRPr="00182333">
        <w:t>20e</w:t>
      </w:r>
      <w:r>
        <w:t xml:space="preserve"> ust. </w:t>
      </w:r>
      <w:r w:rsidRPr="00182333">
        <w:t>2</w:t>
      </w:r>
      <w:r>
        <w:t xml:space="preserve"> pkt </w:t>
      </w:r>
      <w:r w:rsidRPr="00182333">
        <w:t>1</w:t>
      </w:r>
      <w:r>
        <w:t xml:space="preserve"> i </w:t>
      </w:r>
      <w:r w:rsidRPr="00182333">
        <w:t>2</w:t>
      </w:r>
      <w:r>
        <w:t> </w:t>
      </w:r>
      <w:r w:rsidRPr="00182333">
        <w:t xml:space="preserve">działa więcej niż jedna </w:t>
      </w:r>
      <w:r w:rsidRPr="00182333">
        <w:lastRenderedPageBreak/>
        <w:t>organizacja, należna część opłat podlega podziałowi na podstawie porozumienia tych organizacji.</w:t>
      </w:r>
      <w:r>
        <w:t xml:space="preserve"> </w:t>
      </w:r>
    </w:p>
    <w:p w14:paraId="77BCD9CE" w14:textId="1EE07F7F" w:rsidR="00AE27F0" w:rsidRPr="00182333" w:rsidRDefault="00AE27F0" w:rsidP="00AE27F0">
      <w:pPr>
        <w:pStyle w:val="ZUSTzmustartykuempunktem"/>
      </w:pPr>
      <w:r>
        <w:t xml:space="preserve">5. Porozumienia przekazywane są przez organizacje </w:t>
      </w:r>
      <w:r w:rsidRPr="00182333">
        <w:t xml:space="preserve">zbiorowego zarządzania </w:t>
      </w:r>
      <w:r>
        <w:t xml:space="preserve"> ministrowi właściwemu do spraw kultury i ochrony dziedzictwa narodowego oraz ministrowi właściwemu do spraw finansów publicznych.</w:t>
      </w:r>
    </w:p>
    <w:p w14:paraId="22FCA581" w14:textId="41CD0620" w:rsidR="00AE27F0" w:rsidRPr="00182333" w:rsidRDefault="00AE27F0" w:rsidP="00AE27F0">
      <w:pPr>
        <w:pStyle w:val="ZUSTzmustartykuempunktem"/>
      </w:pPr>
      <w:r>
        <w:t>6</w:t>
      </w:r>
      <w:r w:rsidRPr="00182333">
        <w:t>. Jeżeli organizacje zbiorowego zarządzania nie zawarły porozumienia w</w:t>
      </w:r>
      <w:r>
        <w:t> </w:t>
      </w:r>
      <w:r w:rsidRPr="00182333">
        <w:t>sprawie podziału opłat lub porozumienie to zerwały, opłata podlega przekazaniu w</w:t>
      </w:r>
      <w:r>
        <w:t> </w:t>
      </w:r>
      <w:r w:rsidRPr="00182333">
        <w:t>sposób określony przez ministra właściwego do spraw kultury i</w:t>
      </w:r>
      <w:r>
        <w:t> </w:t>
      </w:r>
      <w:r w:rsidRPr="00182333">
        <w:t xml:space="preserve">ochrony dziedzictwa narodowego </w:t>
      </w:r>
      <w:r>
        <w:t xml:space="preserve">w rozporządzeniu, o którym mowa w ust. 6, </w:t>
      </w:r>
      <w:r w:rsidRPr="00182333">
        <w:t>z</w:t>
      </w:r>
      <w:r>
        <w:t> </w:t>
      </w:r>
      <w:r w:rsidRPr="00182333">
        <w:t>uwzględnieniem struktury korzystania z</w:t>
      </w:r>
      <w:r>
        <w:t> </w:t>
      </w:r>
      <w:r w:rsidRPr="00182333">
        <w:t>utworów i</w:t>
      </w:r>
      <w:r>
        <w:t> </w:t>
      </w:r>
      <w:r w:rsidRPr="00182333">
        <w:t xml:space="preserve">artystycznych </w:t>
      </w:r>
      <w:proofErr w:type="spellStart"/>
      <w:r w:rsidRPr="00182333">
        <w:t>wykonań</w:t>
      </w:r>
      <w:proofErr w:type="spellEnd"/>
      <w:r>
        <w:t xml:space="preserve"> oraz </w:t>
      </w:r>
      <w:r w:rsidRPr="000D1A49">
        <w:t>proporcj</w:t>
      </w:r>
      <w:r>
        <w:t>i</w:t>
      </w:r>
      <w:r w:rsidRPr="000D1A49">
        <w:t xml:space="preserve"> udziałów w</w:t>
      </w:r>
      <w:r>
        <w:t> </w:t>
      </w:r>
      <w:r w:rsidRPr="000D1A49">
        <w:t>tej strukturze poszczególnych właściwych organizacji zbiorowego zarządzania</w:t>
      </w:r>
      <w:r w:rsidRPr="00182333">
        <w:t>.</w:t>
      </w:r>
    </w:p>
    <w:p w14:paraId="51660E78" w14:textId="2C85D4A7" w:rsidR="00AE27F0" w:rsidRPr="00182333" w:rsidRDefault="00AE27F0" w:rsidP="00AE27F0">
      <w:pPr>
        <w:pStyle w:val="ZUSTzmustartykuempunktem"/>
      </w:pPr>
      <w:r>
        <w:t>7</w:t>
      </w:r>
      <w:r w:rsidRPr="00182333">
        <w:t>. Minister właściwy do spraw kultury może określić, w</w:t>
      </w:r>
      <w:r>
        <w:t> </w:t>
      </w:r>
      <w:r w:rsidRPr="00182333">
        <w:t>drodze rozporządzenia, sposób podziału opłaty między właściwe organizacje zbiorowego zarządzania, biorąc pod uwagę strukturę korzystania z</w:t>
      </w:r>
      <w:r>
        <w:t> </w:t>
      </w:r>
      <w:r w:rsidRPr="00182333">
        <w:t>utworów i</w:t>
      </w:r>
      <w:r>
        <w:t> </w:t>
      </w:r>
      <w:r w:rsidRPr="00182333">
        <w:t xml:space="preserve">artystycznych </w:t>
      </w:r>
      <w:proofErr w:type="spellStart"/>
      <w:r w:rsidRPr="00182333">
        <w:t>wykonań</w:t>
      </w:r>
      <w:proofErr w:type="spellEnd"/>
      <w:r w:rsidRPr="00182333">
        <w:t xml:space="preserve"> dla własnego użytku osobistego oraz proporcje udziałów w</w:t>
      </w:r>
      <w:r>
        <w:t> </w:t>
      </w:r>
      <w:r w:rsidRPr="00182333">
        <w:t>tej strukturze poszczególnych właściwych organizacji zbiorowego zarządzania.</w:t>
      </w:r>
    </w:p>
    <w:p w14:paraId="5345EBCE" w14:textId="7157CB7F" w:rsidR="00AE27F0" w:rsidRPr="00182333" w:rsidRDefault="00AE27F0" w:rsidP="00AE27F0">
      <w:pPr>
        <w:pStyle w:val="ZUSTzmustartykuempunktem"/>
      </w:pPr>
      <w:r w:rsidRPr="00182333">
        <w:t>Art. 20g. W</w:t>
      </w:r>
      <w:r>
        <w:t> </w:t>
      </w:r>
      <w:r w:rsidRPr="00182333">
        <w:t>sprawach dotyczących opłat stosuje się odpowiednio przepisy działu III, z</w:t>
      </w:r>
      <w:r>
        <w:t> </w:t>
      </w:r>
      <w:r w:rsidRPr="00182333">
        <w:t>wyłączeniem rozdziałów 6a i</w:t>
      </w:r>
      <w:r>
        <w:t> </w:t>
      </w:r>
      <w:r w:rsidRPr="00182333">
        <w:t>11a oraz działów IV</w:t>
      </w:r>
      <w:r>
        <w:softHyphen/>
      </w:r>
      <w:r>
        <w:noBreakHyphen/>
      </w:r>
      <w:r w:rsidRPr="00182333">
        <w:t>VIIIA ustawy z</w:t>
      </w:r>
      <w:r>
        <w:t> </w:t>
      </w:r>
      <w:r w:rsidRPr="00182333">
        <w:t>dnia 29</w:t>
      </w:r>
      <w:r>
        <w:t> </w:t>
      </w:r>
      <w:r w:rsidRPr="00182333">
        <w:t>sierpnia 1997</w:t>
      </w:r>
      <w:r>
        <w:t> </w:t>
      </w:r>
      <w:r w:rsidRPr="00182333">
        <w:t>r. – Ordynacja podatkowa (Dz.U. z</w:t>
      </w:r>
      <w:r>
        <w:t> </w:t>
      </w:r>
      <w:r w:rsidRPr="00182333">
        <w:t>2020</w:t>
      </w:r>
      <w:r>
        <w:t> </w:t>
      </w:r>
      <w:r w:rsidRPr="00182333">
        <w:t>r.</w:t>
      </w:r>
      <w:r>
        <w:t xml:space="preserve"> poz. </w:t>
      </w:r>
      <w:r w:rsidRPr="00182333">
        <w:t>1325</w:t>
      </w:r>
      <w:r>
        <w:t>, z </w:t>
      </w:r>
      <w:proofErr w:type="spellStart"/>
      <w:r>
        <w:t>późn</w:t>
      </w:r>
      <w:proofErr w:type="spellEnd"/>
      <w:r>
        <w:t>. zm.</w:t>
      </w:r>
      <w:r w:rsidRPr="00AE27F0">
        <w:rPr>
          <w:rStyle w:val="IGindeksgrny"/>
        </w:rPr>
        <w:footnoteReference w:id="5"/>
      </w:r>
      <w:r w:rsidRPr="00AE27F0">
        <w:rPr>
          <w:rStyle w:val="IGindeksgrny"/>
        </w:rPr>
        <w:t>)</w:t>
      </w:r>
      <w:r w:rsidRPr="00182333">
        <w:t>).</w:t>
      </w:r>
    </w:p>
    <w:p w14:paraId="3C74325A" w14:textId="6A70E2DD" w:rsidR="00AE27F0" w:rsidRPr="00182333" w:rsidRDefault="00AE27F0" w:rsidP="00AE27F0">
      <w:pPr>
        <w:pStyle w:val="ZUSTzmustartykuempunktem"/>
      </w:pPr>
      <w:r w:rsidRPr="00182333">
        <w:t>Art. 20h. 1. Minister właściwy do spraw kultury jest organem właściwym w</w:t>
      </w:r>
      <w:r>
        <w:t> </w:t>
      </w:r>
      <w:r w:rsidRPr="00182333">
        <w:t>sprawach dotyczących wydawania objaśnień oraz interpretacji, o</w:t>
      </w:r>
      <w:r>
        <w:t> </w:t>
      </w:r>
      <w:r w:rsidRPr="00182333">
        <w:t>których mowa w</w:t>
      </w:r>
      <w:r>
        <w:t> art. </w:t>
      </w:r>
      <w:r w:rsidRPr="00182333">
        <w:t>33</w:t>
      </w:r>
      <w:r>
        <w:t xml:space="preserve"> i art. </w:t>
      </w:r>
      <w:r w:rsidRPr="00182333">
        <w:t>34</w:t>
      </w:r>
      <w:r>
        <w:t> </w:t>
      </w:r>
      <w:r w:rsidRPr="00182333">
        <w:t>ustawy z</w:t>
      </w:r>
      <w:r>
        <w:t> </w:t>
      </w:r>
      <w:r w:rsidRPr="00182333">
        <w:t>dnia 6</w:t>
      </w:r>
      <w:r>
        <w:t> </w:t>
      </w:r>
      <w:r w:rsidRPr="00182333">
        <w:t>marca 2018</w:t>
      </w:r>
      <w:r>
        <w:t> </w:t>
      </w:r>
      <w:r w:rsidRPr="00182333">
        <w:t>r. – Prawo przedsiębiorców, co do zakresu i</w:t>
      </w:r>
      <w:r>
        <w:t> </w:t>
      </w:r>
      <w:r w:rsidRPr="00182333">
        <w:t>sposobu stosowania przepisów, z</w:t>
      </w:r>
      <w:r>
        <w:t> </w:t>
      </w:r>
      <w:r w:rsidRPr="00182333">
        <w:t xml:space="preserve">których wynika obowiązek </w:t>
      </w:r>
      <w:r>
        <w:t xml:space="preserve">świadczenia </w:t>
      </w:r>
      <w:r w:rsidRPr="00182333">
        <w:t>opłaty.</w:t>
      </w:r>
    </w:p>
    <w:p w14:paraId="50BC6B7B" w14:textId="6EFB31E3" w:rsidR="00AE27F0" w:rsidRPr="00182333" w:rsidRDefault="00AE27F0" w:rsidP="00AE27F0">
      <w:pPr>
        <w:pStyle w:val="ZUSTzmustartykuempunktem"/>
      </w:pPr>
      <w:r w:rsidRPr="00182333">
        <w:t>2. Interpretacje, o</w:t>
      </w:r>
      <w:r>
        <w:t> </w:t>
      </w:r>
      <w:r w:rsidRPr="00182333">
        <w:t>których mowa w</w:t>
      </w:r>
      <w:r>
        <w:t> ust. </w:t>
      </w:r>
      <w:r w:rsidRPr="00182333">
        <w:t>1, mogą być wydane także na wniosek niebędącego przedsiębiorcą podmiotu, na którym ciąży obowiązek opłaty.</w:t>
      </w:r>
    </w:p>
    <w:p w14:paraId="6CA76229" w14:textId="33ACAE4A" w:rsidR="00AE27F0" w:rsidRPr="00182333" w:rsidRDefault="00AE27F0" w:rsidP="00AE27F0">
      <w:pPr>
        <w:pStyle w:val="ZUSTzmustartykuempunktem"/>
      </w:pPr>
      <w:r w:rsidRPr="00182333">
        <w:t>Art. 20i. Minister właściwy do spraw kultury określi, w</w:t>
      </w:r>
      <w:r>
        <w:t> </w:t>
      </w:r>
      <w:r w:rsidRPr="00182333">
        <w:t>drodze rozporządzenia typy urządzeń i</w:t>
      </w:r>
      <w:r>
        <w:t> </w:t>
      </w:r>
      <w:r w:rsidRPr="00182333">
        <w:t>nośników, o</w:t>
      </w:r>
      <w:r>
        <w:t> </w:t>
      </w:r>
      <w:r w:rsidRPr="00182333">
        <w:t>których mowa w</w:t>
      </w:r>
      <w:r>
        <w:t> art. </w:t>
      </w:r>
      <w:r w:rsidRPr="00182333">
        <w:t>20</w:t>
      </w:r>
      <w:r>
        <w:t xml:space="preserve"> ust. </w:t>
      </w:r>
      <w:r w:rsidRPr="00182333">
        <w:t>1</w:t>
      </w:r>
      <w:r>
        <w:t xml:space="preserve"> i </w:t>
      </w:r>
      <w:r w:rsidRPr="00182333">
        <w:t xml:space="preserve">wysokość opłat, </w:t>
      </w:r>
      <w:r w:rsidR="000F1F8C">
        <w:t>kierując się</w:t>
      </w:r>
      <w:r w:rsidRPr="00182333">
        <w:t xml:space="preserve"> </w:t>
      </w:r>
      <w:r>
        <w:t>ustalenia</w:t>
      </w:r>
      <w:r w:rsidR="000F1F8C">
        <w:t>mi</w:t>
      </w:r>
      <w:r>
        <w:t xml:space="preserve"> raportu</w:t>
      </w:r>
      <w:r w:rsidR="000F1F8C">
        <w:t xml:space="preserve"> i </w:t>
      </w:r>
      <w:r w:rsidR="00E2261D">
        <w:t>biorąc pod uwagę</w:t>
      </w:r>
      <w:r w:rsidR="0053463B">
        <w:t>,</w:t>
      </w:r>
      <w:r w:rsidR="00E2261D">
        <w:t xml:space="preserve"> które z urządzeń wykorzystywane są do dozwolonego użytku</w:t>
      </w:r>
      <w:r w:rsidRPr="00182333">
        <w:t>.</w:t>
      </w:r>
      <w:r>
        <w:t>”</w:t>
      </w:r>
      <w:r w:rsidRPr="00182333">
        <w:t>.</w:t>
      </w:r>
    </w:p>
    <w:p w14:paraId="6C6DBD4C" w14:textId="77786F85" w:rsidR="00AE27F0" w:rsidRPr="00D64F4F" w:rsidRDefault="00AE27F0" w:rsidP="00AE27F0">
      <w:pPr>
        <w:pStyle w:val="ARTartustawynprozporzdzenia"/>
      </w:pPr>
      <w:r w:rsidRPr="00D64F4F">
        <w:rPr>
          <w:rStyle w:val="Ppogrubienie"/>
        </w:rPr>
        <w:lastRenderedPageBreak/>
        <w:t>Art. 60.</w:t>
      </w:r>
      <w:r w:rsidRPr="00D64F4F">
        <w:t xml:space="preserve"> W</w:t>
      </w:r>
      <w:r>
        <w:t> </w:t>
      </w:r>
      <w:r w:rsidRPr="00D64F4F">
        <w:t>ustawie z</w:t>
      </w:r>
      <w:r>
        <w:t> </w:t>
      </w:r>
      <w:r w:rsidRPr="00D64F4F">
        <w:t>dnia 13</w:t>
      </w:r>
      <w:r>
        <w:t> </w:t>
      </w:r>
      <w:r w:rsidRPr="00D64F4F">
        <w:t>października 1998</w:t>
      </w:r>
      <w:r>
        <w:t> </w:t>
      </w:r>
      <w:r w:rsidRPr="00D64F4F">
        <w:t>r. o</w:t>
      </w:r>
      <w:r>
        <w:t> </w:t>
      </w:r>
      <w:r w:rsidRPr="00D64F4F">
        <w:t>systemie ubezpieczeń społecznych (Dz.U. z</w:t>
      </w:r>
      <w:r>
        <w:t> </w:t>
      </w:r>
      <w:r w:rsidRPr="00D64F4F">
        <w:t>2021</w:t>
      </w:r>
      <w:r>
        <w:t> </w:t>
      </w:r>
      <w:r w:rsidRPr="00D64F4F">
        <w:t>r.</w:t>
      </w:r>
      <w:r>
        <w:t xml:space="preserve"> poz. </w:t>
      </w:r>
      <w:r w:rsidRPr="00D64F4F">
        <w:t>423, z</w:t>
      </w:r>
      <w:r>
        <w:t> </w:t>
      </w:r>
      <w:proofErr w:type="spellStart"/>
      <w:r w:rsidRPr="00D64F4F">
        <w:t>późn</w:t>
      </w:r>
      <w:proofErr w:type="spellEnd"/>
      <w:r w:rsidRPr="00D64F4F">
        <w:t>. zm.</w:t>
      </w:r>
      <w:r w:rsidRPr="00AE27F0">
        <w:rPr>
          <w:rStyle w:val="IGindeksgrny"/>
        </w:rPr>
        <w:footnoteReference w:id="6"/>
      </w:r>
      <w:r w:rsidRPr="00AE27F0">
        <w:rPr>
          <w:rStyle w:val="IGindeksgrny"/>
        </w:rPr>
        <w:t>)</w:t>
      </w:r>
      <w:r w:rsidRPr="00D64F4F">
        <w:t xml:space="preserve"> wprowadza się następujące zmiany:</w:t>
      </w:r>
    </w:p>
    <w:p w14:paraId="4903F6EF" w14:textId="7490FE16" w:rsidR="00AE27F0" w:rsidRPr="00D64F4F" w:rsidRDefault="00AE27F0" w:rsidP="00AE27F0">
      <w:pPr>
        <w:pStyle w:val="PKTpunkt"/>
      </w:pPr>
      <w:r w:rsidRPr="00D64F4F">
        <w:t>1)</w:t>
      </w:r>
      <w:r w:rsidRPr="00D64F4F">
        <w:tab/>
        <w:t>w</w:t>
      </w:r>
      <w:r>
        <w:t xml:space="preserve"> art. </w:t>
      </w:r>
      <w:r w:rsidRPr="00D64F4F">
        <w:t>4</w:t>
      </w:r>
      <w:r>
        <w:t xml:space="preserve"> w pkt </w:t>
      </w:r>
      <w:r w:rsidRPr="00D64F4F">
        <w:t>19</w:t>
      </w:r>
      <w:r>
        <w:t> </w:t>
      </w:r>
      <w:r w:rsidRPr="00D64F4F">
        <w:t>kropkę zastępuje się średnikiem i</w:t>
      </w:r>
      <w:r>
        <w:t> </w:t>
      </w:r>
      <w:r w:rsidRPr="00D64F4F">
        <w:t>dodaje się</w:t>
      </w:r>
      <w:r>
        <w:t xml:space="preserve"> pkt </w:t>
      </w:r>
      <w:r w:rsidRPr="00D64F4F">
        <w:t>20</w:t>
      </w:r>
      <w:r>
        <w:t xml:space="preserve"> w </w:t>
      </w:r>
      <w:r w:rsidRPr="00D64F4F">
        <w:t>brzmieniu:</w:t>
      </w:r>
    </w:p>
    <w:p w14:paraId="3824FF13" w14:textId="188C2E26" w:rsidR="00AE27F0" w:rsidRPr="00D64F4F" w:rsidRDefault="00AE27F0" w:rsidP="00AE27F0">
      <w:pPr>
        <w:pStyle w:val="ZPKTzmpktartykuempunktem"/>
      </w:pPr>
      <w:r>
        <w:t>„</w:t>
      </w:r>
      <w:r w:rsidRPr="00D64F4F">
        <w:t>20)</w:t>
      </w:r>
      <w:r w:rsidRPr="00D64F4F">
        <w:tab/>
        <w:t xml:space="preserve">artysta zawodowy </w:t>
      </w:r>
      <w:r>
        <w:noBreakHyphen/>
        <w:t xml:space="preserve"> </w:t>
      </w:r>
      <w:r w:rsidRPr="00D64F4F">
        <w:t>osobę wykonującą zawód artystyczny, której uprawnienia zostały potwierdzone na zasadach określonych w</w:t>
      </w:r>
      <w:r>
        <w:t> </w:t>
      </w:r>
      <w:r w:rsidRPr="00D64F4F">
        <w:t>ustawie z</w:t>
      </w:r>
      <w:r>
        <w:t> </w:t>
      </w:r>
      <w:r w:rsidRPr="00D64F4F">
        <w:t>dnia ….. o</w:t>
      </w:r>
      <w:r>
        <w:t> </w:t>
      </w:r>
      <w:r w:rsidRPr="00D64F4F">
        <w:t>artystach zawodowych (</w:t>
      </w:r>
      <w:r>
        <w:t>Dz. U. poz. </w:t>
      </w:r>
      <w:r w:rsidRPr="00D64F4F">
        <w:t>…);</w:t>
      </w:r>
      <w:r>
        <w:t>”</w:t>
      </w:r>
      <w:r w:rsidRPr="00D64F4F">
        <w:t>;</w:t>
      </w:r>
    </w:p>
    <w:p w14:paraId="7E5A43FB" w14:textId="4DF1E15C" w:rsidR="00AE27F0" w:rsidRPr="00D64F4F" w:rsidRDefault="00AE27F0" w:rsidP="00AE27F0">
      <w:pPr>
        <w:pStyle w:val="PKTpunkt"/>
      </w:pPr>
      <w:r w:rsidRPr="00D64F4F">
        <w:t>2)</w:t>
      </w:r>
      <w:r w:rsidRPr="00D64F4F">
        <w:tab/>
        <w:t>w</w:t>
      </w:r>
      <w:r>
        <w:t xml:space="preserve"> art. </w:t>
      </w:r>
      <w:r w:rsidRPr="00D64F4F">
        <w:t>6:</w:t>
      </w:r>
    </w:p>
    <w:p w14:paraId="67EEEA58" w14:textId="7BD991CC" w:rsidR="00AE27F0" w:rsidRPr="00D64F4F" w:rsidRDefault="00AE27F0" w:rsidP="00AE27F0">
      <w:pPr>
        <w:pStyle w:val="LITlitera"/>
      </w:pPr>
      <w:r w:rsidRPr="00D64F4F">
        <w:t>a)</w:t>
      </w:r>
      <w:r w:rsidRPr="00D64F4F">
        <w:tab/>
        <w:t>w</w:t>
      </w:r>
      <w:r>
        <w:t xml:space="preserve"> ust. </w:t>
      </w:r>
      <w:r w:rsidRPr="00D64F4F">
        <w:t>1</w:t>
      </w:r>
      <w:r>
        <w:t xml:space="preserve"> w pkt </w:t>
      </w:r>
      <w:r w:rsidRPr="00D64F4F">
        <w:t>23</w:t>
      </w:r>
      <w:r>
        <w:t> </w:t>
      </w:r>
      <w:r w:rsidRPr="00D64F4F">
        <w:t>kropkę zastępuję się średnikiem i</w:t>
      </w:r>
      <w:r>
        <w:t> </w:t>
      </w:r>
      <w:r w:rsidRPr="00D64F4F">
        <w:t>dodaje się</w:t>
      </w:r>
      <w:r>
        <w:t xml:space="preserve"> pkt </w:t>
      </w:r>
      <w:r w:rsidRPr="00D64F4F">
        <w:t>24</w:t>
      </w:r>
      <w:r>
        <w:t xml:space="preserve"> w </w:t>
      </w:r>
      <w:r w:rsidRPr="00D64F4F">
        <w:t>brzmieniu:</w:t>
      </w:r>
    </w:p>
    <w:p w14:paraId="53A11D0A" w14:textId="409DDAEC" w:rsidR="00AE27F0" w:rsidRPr="00D64F4F" w:rsidRDefault="00AE27F0" w:rsidP="00AE27F0">
      <w:pPr>
        <w:pStyle w:val="ZLITPKTzmpktliter"/>
      </w:pPr>
      <w:r>
        <w:t>„</w:t>
      </w:r>
      <w:r w:rsidRPr="00D64F4F">
        <w:t>24)</w:t>
      </w:r>
      <w:r w:rsidRPr="00D64F4F">
        <w:tab/>
        <w:t>artystami zawodowymi.</w:t>
      </w:r>
      <w:r>
        <w:t>”</w:t>
      </w:r>
      <w:r w:rsidR="00B26AB5">
        <w:t>,</w:t>
      </w:r>
    </w:p>
    <w:p w14:paraId="66E3F820" w14:textId="2C36BF1E" w:rsidR="00AE27F0" w:rsidRPr="00D64F4F" w:rsidRDefault="00AE27F0" w:rsidP="00AE27F0">
      <w:pPr>
        <w:pStyle w:val="LITlitera"/>
      </w:pPr>
      <w:r w:rsidRPr="00D64F4F">
        <w:t>b)</w:t>
      </w:r>
      <w:r w:rsidRPr="00D64F4F">
        <w:tab/>
        <w:t>po</w:t>
      </w:r>
      <w:r>
        <w:t xml:space="preserve"> ust. </w:t>
      </w:r>
      <w:r w:rsidRPr="00D64F4F">
        <w:t>4c dodaje się</w:t>
      </w:r>
      <w:r>
        <w:t xml:space="preserve"> ust. </w:t>
      </w:r>
      <w:r w:rsidRPr="00D64F4F">
        <w:t>4d w</w:t>
      </w:r>
      <w:r>
        <w:t> </w:t>
      </w:r>
      <w:r w:rsidRPr="00D64F4F">
        <w:t>brzmieniu:</w:t>
      </w:r>
    </w:p>
    <w:p w14:paraId="52B2C841" w14:textId="3506A825" w:rsidR="00AE27F0" w:rsidRPr="00D64F4F" w:rsidRDefault="00AE27F0" w:rsidP="00AE27F0">
      <w:pPr>
        <w:pStyle w:val="ZLITUSTzmustliter"/>
      </w:pPr>
      <w:r>
        <w:t>„</w:t>
      </w:r>
      <w:r w:rsidRPr="00D64F4F">
        <w:t xml:space="preserve">4d. </w:t>
      </w:r>
      <w:r>
        <w:t>„</w:t>
      </w:r>
      <w:r w:rsidRPr="00D64F4F">
        <w:t>Artyści zawodowi, którzy umowy zlecenia albo umowy o</w:t>
      </w:r>
      <w:r>
        <w:t> </w:t>
      </w:r>
      <w:r w:rsidRPr="00D64F4F">
        <w:t>świadczenie usług zawierają w</w:t>
      </w:r>
      <w:r>
        <w:t> </w:t>
      </w:r>
      <w:r w:rsidRPr="00D64F4F">
        <w:t>ramach prowadzonej działalności artystycznej lub twórczej nie podlegają ubezpieczeniom emerytalnemu i</w:t>
      </w:r>
      <w:r>
        <w:t> </w:t>
      </w:r>
      <w:r w:rsidRPr="00D64F4F">
        <w:t>rentowym, jeżeli opłacają  swoje składki z</w:t>
      </w:r>
      <w:r>
        <w:t> </w:t>
      </w:r>
      <w:r w:rsidRPr="00D64F4F">
        <w:t>tytułu, o</w:t>
      </w:r>
      <w:r>
        <w:t> </w:t>
      </w:r>
      <w:r w:rsidRPr="00D64F4F">
        <w:t>którym mowa w</w:t>
      </w:r>
      <w:r>
        <w:t> art. </w:t>
      </w:r>
      <w:r w:rsidRPr="00D64F4F">
        <w:t>6</w:t>
      </w:r>
      <w:r>
        <w:t xml:space="preserve"> ust. </w:t>
      </w:r>
      <w:r w:rsidRPr="00D64F4F">
        <w:t>1</w:t>
      </w:r>
      <w:r>
        <w:t xml:space="preserve"> pkt </w:t>
      </w:r>
      <w:r w:rsidRPr="00D64F4F">
        <w:t>24.</w:t>
      </w:r>
      <w:r>
        <w:t>”</w:t>
      </w:r>
      <w:r w:rsidRPr="00D64F4F">
        <w:t>;</w:t>
      </w:r>
    </w:p>
    <w:p w14:paraId="2FB93D48" w14:textId="0FAEBDDF" w:rsidR="00AE27F0" w:rsidRPr="00D64F4F" w:rsidRDefault="00AE27F0" w:rsidP="00AE27F0">
      <w:pPr>
        <w:pStyle w:val="PKTpunkt"/>
      </w:pPr>
      <w:r w:rsidRPr="00D64F4F">
        <w:t>3)</w:t>
      </w:r>
      <w:r w:rsidRPr="00D64F4F">
        <w:tab/>
        <w:t>w</w:t>
      </w:r>
      <w:r>
        <w:t xml:space="preserve"> art. </w:t>
      </w:r>
      <w:r w:rsidRPr="00D64F4F">
        <w:t>8:</w:t>
      </w:r>
    </w:p>
    <w:p w14:paraId="7070BA8F" w14:textId="0765788B" w:rsidR="00AE27F0" w:rsidRPr="00D64F4F" w:rsidRDefault="00AE27F0" w:rsidP="00AE27F0">
      <w:pPr>
        <w:pStyle w:val="LITlitera"/>
      </w:pPr>
      <w:r w:rsidRPr="00D64F4F">
        <w:t>a)</w:t>
      </w:r>
      <w:r w:rsidRPr="00D64F4F">
        <w:tab/>
        <w:t>w</w:t>
      </w:r>
      <w:r>
        <w:t xml:space="preserve"> ust. </w:t>
      </w:r>
      <w:r w:rsidRPr="00D64F4F">
        <w:t>6</w:t>
      </w:r>
      <w:r>
        <w:t> </w:t>
      </w:r>
      <w:r w:rsidRPr="00D64F4F">
        <w:t>uchyla się</w:t>
      </w:r>
      <w:r>
        <w:t xml:space="preserve"> pkt </w:t>
      </w:r>
      <w:r w:rsidRPr="00D64F4F">
        <w:t>2,</w:t>
      </w:r>
    </w:p>
    <w:p w14:paraId="2FB20420" w14:textId="316DFC77" w:rsidR="00AE27F0" w:rsidRPr="00D64F4F" w:rsidRDefault="00AE27F0" w:rsidP="00AE27F0">
      <w:pPr>
        <w:pStyle w:val="LITlitera"/>
      </w:pPr>
      <w:r w:rsidRPr="00D64F4F">
        <w:t>b)</w:t>
      </w:r>
      <w:r w:rsidRPr="00D64F4F">
        <w:tab/>
        <w:t>uchyla się</w:t>
      </w:r>
      <w:r>
        <w:t xml:space="preserve"> ust. </w:t>
      </w:r>
      <w:r w:rsidRPr="00D64F4F">
        <w:t>7</w:t>
      </w:r>
      <w:r>
        <w:noBreakHyphen/>
      </w:r>
      <w:r w:rsidRPr="00D64F4F">
        <w:softHyphen/>
        <w:t>10;</w:t>
      </w:r>
    </w:p>
    <w:p w14:paraId="5B5502FC" w14:textId="28941222" w:rsidR="00AE27F0" w:rsidRPr="00D64F4F" w:rsidRDefault="00AE27F0" w:rsidP="00AE27F0">
      <w:pPr>
        <w:pStyle w:val="PKTpunkt"/>
      </w:pPr>
      <w:r w:rsidRPr="00D64F4F">
        <w:t>4)</w:t>
      </w:r>
      <w:r w:rsidRPr="00D64F4F">
        <w:tab/>
        <w:t>w</w:t>
      </w:r>
      <w:r>
        <w:t xml:space="preserve"> art. </w:t>
      </w:r>
      <w:r w:rsidRPr="00D64F4F">
        <w:t>9:</w:t>
      </w:r>
    </w:p>
    <w:p w14:paraId="676062B3" w14:textId="77777777" w:rsidR="00AE27F0" w:rsidRPr="00D64F4F" w:rsidRDefault="00AE27F0" w:rsidP="00AE27F0">
      <w:pPr>
        <w:pStyle w:val="LITlitera"/>
      </w:pPr>
      <w:r w:rsidRPr="00D64F4F">
        <w:t>a)</w:t>
      </w:r>
      <w:r w:rsidRPr="00D64F4F">
        <w:tab/>
        <w:t>ust. 6a otrzymuje brzmienie:</w:t>
      </w:r>
    </w:p>
    <w:p w14:paraId="77B74F1B" w14:textId="2AD6C81C" w:rsidR="00AE27F0" w:rsidRPr="00D64F4F" w:rsidRDefault="00AE27F0" w:rsidP="00AE27F0">
      <w:pPr>
        <w:pStyle w:val="ZLITUSTzmustliter"/>
      </w:pPr>
      <w:r>
        <w:t>„</w:t>
      </w:r>
      <w:r w:rsidRPr="00D64F4F">
        <w:t>6a. Osoby, o</w:t>
      </w:r>
      <w:r>
        <w:t> </w:t>
      </w:r>
      <w:r w:rsidRPr="00D64F4F">
        <w:t>których mowa w</w:t>
      </w:r>
      <w:r>
        <w:t> art. </w:t>
      </w:r>
      <w:r w:rsidRPr="00D64F4F">
        <w:t>6</w:t>
      </w:r>
      <w:r>
        <w:t xml:space="preserve"> ust. </w:t>
      </w:r>
      <w:r w:rsidRPr="00D64F4F">
        <w:t>1</w:t>
      </w:r>
      <w:r>
        <w:t xml:space="preserve"> pkt </w:t>
      </w:r>
      <w:r w:rsidRPr="00D64F4F">
        <w:t>9, 9a, 9b, 11, 12</w:t>
      </w:r>
      <w:r>
        <w:t xml:space="preserve"> i </w:t>
      </w:r>
      <w:r w:rsidRPr="00D64F4F">
        <w:t>24</w:t>
      </w:r>
      <w:r>
        <w:t> </w:t>
      </w:r>
      <w:r w:rsidRPr="00D64F4F">
        <w:t>obowiązkowo podlegają ubezpieczeniom emerytalnemu i</w:t>
      </w:r>
      <w:r>
        <w:t> </w:t>
      </w:r>
      <w:r w:rsidRPr="00D64F4F">
        <w:t>rentowym, jeżeli nie mają innych tytułów rodzących obowiązek ubezpieczeń społecznych.</w:t>
      </w:r>
      <w:r>
        <w:t>”</w:t>
      </w:r>
      <w:r w:rsidRPr="00D64F4F">
        <w:t>,</w:t>
      </w:r>
    </w:p>
    <w:p w14:paraId="4E62B618" w14:textId="541BE3EA" w:rsidR="00AE27F0" w:rsidRPr="00D64F4F" w:rsidRDefault="00AE27F0" w:rsidP="00AE27F0">
      <w:pPr>
        <w:pStyle w:val="LITlitera"/>
      </w:pPr>
      <w:r w:rsidRPr="00D64F4F">
        <w:t>b)</w:t>
      </w:r>
      <w:r w:rsidRPr="00D64F4F">
        <w:tab/>
        <w:t>ust. 8</w:t>
      </w:r>
      <w:r>
        <w:t> </w:t>
      </w:r>
      <w:r w:rsidRPr="00D64F4F">
        <w:t>otrzymuje brzmienie:</w:t>
      </w:r>
    </w:p>
    <w:p w14:paraId="3BF09727" w14:textId="2006689F" w:rsidR="00AE27F0" w:rsidRPr="00D64F4F" w:rsidRDefault="00AE27F0" w:rsidP="00AE27F0">
      <w:pPr>
        <w:pStyle w:val="ZLITUSTzmustliter"/>
      </w:pPr>
      <w:r>
        <w:t>„</w:t>
      </w:r>
      <w:r w:rsidRPr="00D64F4F">
        <w:t>8. Osoby pozostające w</w:t>
      </w:r>
      <w:r>
        <w:t> </w:t>
      </w:r>
      <w:r w:rsidRPr="00D64F4F">
        <w:t>stosunku służby, spełniające jednocześnie warunki do podlegania ubezpieczeniom emerytalnemu i</w:t>
      </w:r>
      <w:r>
        <w:t> </w:t>
      </w:r>
      <w:r w:rsidRPr="00D64F4F">
        <w:t>rentowym z</w:t>
      </w:r>
      <w:r>
        <w:t> </w:t>
      </w:r>
      <w:r w:rsidRPr="00D64F4F">
        <w:t>tytułów, o</w:t>
      </w:r>
      <w:r>
        <w:t> </w:t>
      </w:r>
      <w:r w:rsidRPr="00D64F4F">
        <w:t>których mowa w</w:t>
      </w:r>
      <w:r>
        <w:t> art. </w:t>
      </w:r>
      <w:r w:rsidRPr="00D64F4F">
        <w:t>6</w:t>
      </w:r>
      <w:r>
        <w:t xml:space="preserve"> ust. </w:t>
      </w:r>
      <w:r w:rsidRPr="00D64F4F">
        <w:t>1</w:t>
      </w:r>
      <w:r>
        <w:t xml:space="preserve"> pkt </w:t>
      </w:r>
      <w:r w:rsidRPr="00D64F4F">
        <w:t>2, 4</w:t>
      </w:r>
      <w:r w:rsidRPr="00D64F4F">
        <w:softHyphen/>
        <w:t>6, 10</w:t>
      </w:r>
      <w:r>
        <w:t xml:space="preserve"> i </w:t>
      </w:r>
      <w:r w:rsidRPr="00D64F4F">
        <w:t xml:space="preserve">24, mogą być dobrowolnie objęte tymi ubezpieczeniami na swój wniosek. </w:t>
      </w:r>
      <w:r>
        <w:t>„</w:t>
      </w:r>
      <w:r w:rsidRPr="00D64F4F">
        <w:t>;</w:t>
      </w:r>
    </w:p>
    <w:p w14:paraId="17E3843E" w14:textId="6B50E5AD" w:rsidR="00AE27F0" w:rsidRPr="00D64F4F" w:rsidRDefault="00AE27F0" w:rsidP="00AE27F0">
      <w:pPr>
        <w:pStyle w:val="PKTpunkt"/>
      </w:pPr>
      <w:r w:rsidRPr="00D64F4F">
        <w:t>5)</w:t>
      </w:r>
      <w:r w:rsidRPr="00D64F4F">
        <w:tab/>
        <w:t>w</w:t>
      </w:r>
      <w:r>
        <w:t xml:space="preserve"> art. </w:t>
      </w:r>
      <w:r w:rsidRPr="00D64F4F">
        <w:t>11</w:t>
      </w:r>
      <w:r>
        <w:t xml:space="preserve"> ust. </w:t>
      </w:r>
      <w:r w:rsidRPr="00D64F4F">
        <w:t>2</w:t>
      </w:r>
      <w:r>
        <w:t> </w:t>
      </w:r>
      <w:r w:rsidRPr="00D64F4F">
        <w:t>otrzymuje brzmienie:</w:t>
      </w:r>
    </w:p>
    <w:p w14:paraId="0E550688" w14:textId="7D2A287D" w:rsidR="00AE27F0" w:rsidRPr="00D64F4F" w:rsidRDefault="00AE27F0" w:rsidP="00AE27F0">
      <w:pPr>
        <w:pStyle w:val="ZUSTzmustartykuempunktem"/>
      </w:pPr>
      <w:r>
        <w:t>„</w:t>
      </w:r>
      <w:r w:rsidRPr="00D64F4F">
        <w:t>2. Dobrowolnie ubezpieczeniu chorobowemu podlegają na swój wniosek osoby objęte obowiązkowo ubezpieczeniami emerytalnym i</w:t>
      </w:r>
      <w:r>
        <w:t> </w:t>
      </w:r>
      <w:r w:rsidRPr="00D64F4F">
        <w:t>rentowymi, wymienione w</w:t>
      </w:r>
      <w:r>
        <w:t> art. </w:t>
      </w:r>
      <w:r w:rsidRPr="00D64F4F">
        <w:t>6</w:t>
      </w:r>
      <w:r>
        <w:t xml:space="preserve"> ust. </w:t>
      </w:r>
      <w:r w:rsidRPr="00D64F4F">
        <w:t>1</w:t>
      </w:r>
      <w:r>
        <w:t xml:space="preserve"> pkt </w:t>
      </w:r>
      <w:r w:rsidRPr="00D64F4F">
        <w:t>2, 4</w:t>
      </w:r>
      <w:r>
        <w:noBreakHyphen/>
      </w:r>
      <w:r w:rsidRPr="00D64F4F">
        <w:t>5a, 7b, 8, 10</w:t>
      </w:r>
      <w:r>
        <w:t xml:space="preserve"> i </w:t>
      </w:r>
      <w:r w:rsidRPr="00D64F4F">
        <w:t>24.</w:t>
      </w:r>
      <w:r>
        <w:t>”</w:t>
      </w:r>
      <w:r w:rsidRPr="00D64F4F">
        <w:t>;</w:t>
      </w:r>
    </w:p>
    <w:p w14:paraId="6EE8583C" w14:textId="247C752D" w:rsidR="00AE27F0" w:rsidRPr="00D64F4F" w:rsidRDefault="00AE27F0" w:rsidP="00AE27F0">
      <w:pPr>
        <w:pStyle w:val="PKTpunkt"/>
      </w:pPr>
      <w:r w:rsidRPr="00D64F4F">
        <w:lastRenderedPageBreak/>
        <w:t>6)</w:t>
      </w:r>
      <w:r w:rsidRPr="00D64F4F">
        <w:tab/>
        <w:t>w</w:t>
      </w:r>
      <w:r>
        <w:t xml:space="preserve"> art. </w:t>
      </w:r>
      <w:r w:rsidRPr="00D64F4F">
        <w:t>13</w:t>
      </w:r>
      <w:r>
        <w:t xml:space="preserve"> w pkt </w:t>
      </w:r>
      <w:r w:rsidRPr="00D64F4F">
        <w:t>18</w:t>
      </w:r>
      <w:r>
        <w:t> </w:t>
      </w:r>
      <w:r w:rsidRPr="00D64F4F">
        <w:t>kropkę zastępuje się średnikiem i</w:t>
      </w:r>
      <w:r>
        <w:t> </w:t>
      </w:r>
      <w:r w:rsidRPr="00D64F4F">
        <w:t>dodaje się</w:t>
      </w:r>
      <w:r>
        <w:t xml:space="preserve"> pkt </w:t>
      </w:r>
      <w:r w:rsidRPr="00D64F4F">
        <w:t>19</w:t>
      </w:r>
      <w:r>
        <w:t xml:space="preserve"> w </w:t>
      </w:r>
      <w:r w:rsidRPr="00D64F4F">
        <w:t>brzmieniu:</w:t>
      </w:r>
    </w:p>
    <w:p w14:paraId="628DE4EA" w14:textId="51049911" w:rsidR="00AE27F0" w:rsidRPr="00D64F4F" w:rsidRDefault="00AE27F0" w:rsidP="00AE27F0">
      <w:pPr>
        <w:pStyle w:val="ZPKTzmpktartykuempunktem"/>
      </w:pPr>
      <w:r>
        <w:t>„</w:t>
      </w:r>
      <w:r w:rsidRPr="00D64F4F">
        <w:t>19)</w:t>
      </w:r>
      <w:r w:rsidRPr="00D64F4F">
        <w:tab/>
        <w:t>artyści zawodowi, w</w:t>
      </w:r>
      <w:r>
        <w:t> </w:t>
      </w:r>
      <w:r w:rsidRPr="00D64F4F">
        <w:t>okresie w</w:t>
      </w:r>
      <w:r>
        <w:t> </w:t>
      </w:r>
      <w:r w:rsidRPr="00D64F4F">
        <w:t>którym uprawnienia artysty zawodowego są potwierdzone albo przedłużone zgodnie z</w:t>
      </w:r>
      <w:r>
        <w:t> </w:t>
      </w:r>
      <w:r w:rsidRPr="00D64F4F">
        <w:t>wydaną decyzją, z</w:t>
      </w:r>
      <w:r>
        <w:t> </w:t>
      </w:r>
      <w:r w:rsidRPr="00D64F4F">
        <w:t>wyłączeniem okresu, na który uprawnienia artysty zawodowego zostały zawieszone na podstawie</w:t>
      </w:r>
      <w:r>
        <w:t xml:space="preserve"> art. </w:t>
      </w:r>
      <w:r w:rsidRPr="00D64F4F">
        <w:t>30</w:t>
      </w:r>
      <w:r>
        <w:t> </w:t>
      </w:r>
      <w:r w:rsidRPr="00D64F4F">
        <w:t>ustawy z</w:t>
      </w:r>
      <w:r>
        <w:t> </w:t>
      </w:r>
      <w:r w:rsidRPr="00D64F4F">
        <w:t>dnia … o</w:t>
      </w:r>
      <w:r>
        <w:t> </w:t>
      </w:r>
      <w:r w:rsidRPr="00D64F4F">
        <w:t>artystach zawodowych;</w:t>
      </w:r>
      <w:r>
        <w:t>”</w:t>
      </w:r>
      <w:r w:rsidRPr="00D64F4F">
        <w:t>;</w:t>
      </w:r>
    </w:p>
    <w:p w14:paraId="7893CD3B" w14:textId="781E9CE8" w:rsidR="00AE27F0" w:rsidRPr="00D64F4F" w:rsidRDefault="00AE27F0" w:rsidP="00AE27F0">
      <w:pPr>
        <w:pStyle w:val="PKTpunkt"/>
      </w:pPr>
      <w:r w:rsidRPr="00D64F4F">
        <w:t>7)</w:t>
      </w:r>
      <w:r w:rsidRPr="00D64F4F">
        <w:tab/>
        <w:t>w</w:t>
      </w:r>
      <w:r>
        <w:t xml:space="preserve"> art. </w:t>
      </w:r>
      <w:r w:rsidRPr="00D64F4F">
        <w:t>16</w:t>
      </w:r>
      <w:r>
        <w:t> </w:t>
      </w:r>
      <w:r w:rsidRPr="00D64F4F">
        <w:t>po</w:t>
      </w:r>
      <w:r>
        <w:t xml:space="preserve"> ust. </w:t>
      </w:r>
      <w:r w:rsidRPr="00D64F4F">
        <w:t>4</w:t>
      </w:r>
      <w:r>
        <w:t> </w:t>
      </w:r>
      <w:r w:rsidRPr="00D64F4F">
        <w:t>dodaje się</w:t>
      </w:r>
      <w:r>
        <w:t xml:space="preserve"> ust. </w:t>
      </w:r>
      <w:r w:rsidRPr="00D64F4F">
        <w:t>4a w</w:t>
      </w:r>
      <w:r>
        <w:t> </w:t>
      </w:r>
      <w:r w:rsidRPr="00D64F4F">
        <w:t>brzmieniu:</w:t>
      </w:r>
    </w:p>
    <w:p w14:paraId="593543AC" w14:textId="1C524EE7" w:rsidR="00AE27F0" w:rsidRPr="00D64F4F" w:rsidRDefault="00AE27F0" w:rsidP="00E55D16">
      <w:pPr>
        <w:pStyle w:val="ZUSTzmustartykuempunktem"/>
      </w:pPr>
      <w:r>
        <w:t>„</w:t>
      </w:r>
      <w:r w:rsidRPr="00D64F4F">
        <w:t>4a. Składki na ubezpieczenia emerytalne, rentowe, chorobowe i</w:t>
      </w:r>
      <w:r>
        <w:t> </w:t>
      </w:r>
      <w:r w:rsidRPr="00D64F4F">
        <w:t>wypadkowe osób, o</w:t>
      </w:r>
      <w:r>
        <w:t> </w:t>
      </w:r>
      <w:r w:rsidRPr="00D64F4F">
        <w:t>których mowa w</w:t>
      </w:r>
      <w:r>
        <w:t> art. </w:t>
      </w:r>
      <w:r w:rsidRPr="00D64F4F">
        <w:t>6</w:t>
      </w:r>
      <w:r>
        <w:t xml:space="preserve"> ust. </w:t>
      </w:r>
      <w:r w:rsidRPr="00D64F4F">
        <w:t>1</w:t>
      </w:r>
      <w:r>
        <w:t xml:space="preserve"> pkt </w:t>
      </w:r>
      <w:r w:rsidRPr="00D64F4F">
        <w:t>24, finansują w</w:t>
      </w:r>
      <w:r>
        <w:t> </w:t>
      </w:r>
      <w:r w:rsidRPr="00D64F4F">
        <w:t>całości ubezpieczeni.</w:t>
      </w:r>
      <w:r>
        <w:t>”</w:t>
      </w:r>
      <w:r w:rsidRPr="00D64F4F">
        <w:t>;</w:t>
      </w:r>
    </w:p>
    <w:p w14:paraId="6B720568" w14:textId="37ECFFDA" w:rsidR="00AE27F0" w:rsidRPr="00D64F4F" w:rsidRDefault="00AE27F0" w:rsidP="00AE27F0">
      <w:pPr>
        <w:pStyle w:val="PKTpunkt"/>
      </w:pPr>
      <w:r w:rsidRPr="00D64F4F">
        <w:t>8)</w:t>
      </w:r>
      <w:r w:rsidRPr="00D64F4F">
        <w:tab/>
        <w:t>w</w:t>
      </w:r>
      <w:r>
        <w:t xml:space="preserve"> art. </w:t>
      </w:r>
      <w:r w:rsidRPr="00D64F4F">
        <w:t>18:</w:t>
      </w:r>
    </w:p>
    <w:p w14:paraId="10466484" w14:textId="1AFA64AE" w:rsidR="00AE27F0" w:rsidRPr="00D64F4F" w:rsidRDefault="00AE27F0" w:rsidP="00AE27F0">
      <w:pPr>
        <w:pStyle w:val="LITlitera"/>
      </w:pPr>
      <w:r w:rsidRPr="00D64F4F">
        <w:t>a)</w:t>
      </w:r>
      <w:r w:rsidRPr="00D64F4F">
        <w:tab/>
        <w:t>w</w:t>
      </w:r>
      <w:r>
        <w:t xml:space="preserve"> ust. </w:t>
      </w:r>
      <w:r w:rsidRPr="00D64F4F">
        <w:t>4</w:t>
      </w:r>
      <w:r>
        <w:t> </w:t>
      </w:r>
      <w:r w:rsidRPr="00D64F4F">
        <w:t>po</w:t>
      </w:r>
      <w:r>
        <w:t xml:space="preserve"> pkt </w:t>
      </w:r>
      <w:r w:rsidRPr="00D64F4F">
        <w:t>5a dodaje się</w:t>
      </w:r>
      <w:r>
        <w:t xml:space="preserve"> pkt </w:t>
      </w:r>
      <w:r w:rsidRPr="00D64F4F">
        <w:t>5b w</w:t>
      </w:r>
      <w:r>
        <w:t> </w:t>
      </w:r>
      <w:r w:rsidRPr="00D64F4F">
        <w:t>brzmieniu:</w:t>
      </w:r>
    </w:p>
    <w:p w14:paraId="778AC7A2" w14:textId="13DA9EE6" w:rsidR="00AE27F0" w:rsidRPr="00D64F4F" w:rsidRDefault="00AE27F0" w:rsidP="00E55D16">
      <w:pPr>
        <w:pStyle w:val="ZLITPKTzmpktliter"/>
      </w:pPr>
      <w:r>
        <w:t>„</w:t>
      </w:r>
      <w:r w:rsidRPr="00D64F4F">
        <w:t>5b)</w:t>
      </w:r>
      <w:r w:rsidRPr="00D64F4F">
        <w:tab/>
        <w:t>artystów zawodowych – stanowi kwota minimalnego wynagrodzenia, z</w:t>
      </w:r>
      <w:r>
        <w:t> </w:t>
      </w:r>
      <w:r w:rsidRPr="00D64F4F">
        <w:t>zastrzeżeniem</w:t>
      </w:r>
      <w:r>
        <w:t xml:space="preserve"> ust. </w:t>
      </w:r>
      <w:r w:rsidRPr="00D64F4F">
        <w:t>9</w:t>
      </w:r>
      <w:r>
        <w:t xml:space="preserve"> i </w:t>
      </w:r>
      <w:r w:rsidRPr="00D64F4F">
        <w:t>10,</w:t>
      </w:r>
      <w:r>
        <w:t>”</w:t>
      </w:r>
      <w:r w:rsidRPr="00D64F4F">
        <w:t>,</w:t>
      </w:r>
    </w:p>
    <w:p w14:paraId="22198E16" w14:textId="6FF80A14" w:rsidR="00AE27F0" w:rsidRPr="00D64F4F" w:rsidRDefault="00AE27F0" w:rsidP="00AE27F0">
      <w:pPr>
        <w:pStyle w:val="LITlitera"/>
      </w:pPr>
      <w:r w:rsidRPr="00D64F4F">
        <w:t>b)</w:t>
      </w:r>
      <w:r w:rsidRPr="00D64F4F">
        <w:tab/>
        <w:t>po</w:t>
      </w:r>
      <w:r>
        <w:t xml:space="preserve"> ust. </w:t>
      </w:r>
      <w:r w:rsidRPr="00D64F4F">
        <w:t>11</w:t>
      </w:r>
      <w:r>
        <w:t> </w:t>
      </w:r>
      <w:r w:rsidRPr="00D64F4F">
        <w:t>dodaje się</w:t>
      </w:r>
      <w:r>
        <w:t xml:space="preserve"> ust. </w:t>
      </w:r>
      <w:r w:rsidRPr="00D64F4F">
        <w:t>11a w</w:t>
      </w:r>
      <w:r>
        <w:t> </w:t>
      </w:r>
      <w:r w:rsidRPr="00D64F4F">
        <w:t>brzmieniu:</w:t>
      </w:r>
    </w:p>
    <w:p w14:paraId="496C9BC3" w14:textId="5895BE28" w:rsidR="00AE27F0" w:rsidRPr="00D64F4F" w:rsidRDefault="00AE27F0" w:rsidP="00AE27F0">
      <w:pPr>
        <w:pStyle w:val="ZLITUSTzmustliter"/>
      </w:pPr>
      <w:r>
        <w:t>„</w:t>
      </w:r>
      <w:r w:rsidRPr="00D64F4F">
        <w:t>11a. Na wniosek ubezpieczonego, o</w:t>
      </w:r>
      <w:r>
        <w:t> </w:t>
      </w:r>
      <w:r w:rsidRPr="00D64F4F">
        <w:t>którym mowa w</w:t>
      </w:r>
      <w:r>
        <w:t> art. </w:t>
      </w:r>
      <w:r w:rsidRPr="00D64F4F">
        <w:t>6</w:t>
      </w:r>
      <w:r>
        <w:t xml:space="preserve"> ust. </w:t>
      </w:r>
      <w:r w:rsidRPr="00D64F4F">
        <w:t>1</w:t>
      </w:r>
      <w:r>
        <w:t xml:space="preserve"> pkt </w:t>
      </w:r>
      <w:r w:rsidRPr="00D64F4F">
        <w:t>24, podstawa wymiaru może być wyższa niż określona w</w:t>
      </w:r>
      <w:r>
        <w:t> ust. </w:t>
      </w:r>
      <w:r w:rsidRPr="00D64F4F">
        <w:t>4</w:t>
      </w:r>
      <w:r>
        <w:t xml:space="preserve"> pkt </w:t>
      </w:r>
      <w:r w:rsidRPr="00D64F4F">
        <w:t>5b. Składkę od podstawy wymiaru w</w:t>
      </w:r>
      <w:r>
        <w:t> </w:t>
      </w:r>
      <w:r w:rsidRPr="00D64F4F">
        <w:t>części przewyższającej kwotę minimalnego wynagrodzenia finansują artyści zawodowi.</w:t>
      </w:r>
      <w:r>
        <w:t>”</w:t>
      </w:r>
      <w:r w:rsidRPr="00D64F4F">
        <w:t>;</w:t>
      </w:r>
    </w:p>
    <w:p w14:paraId="66A06366" w14:textId="3A57C2DA" w:rsidR="00AE27F0" w:rsidRPr="00D64F4F" w:rsidRDefault="00AE27F0" w:rsidP="00AE27F0">
      <w:pPr>
        <w:pStyle w:val="PKTpunkt"/>
      </w:pPr>
      <w:r w:rsidRPr="00D64F4F">
        <w:t>9)</w:t>
      </w:r>
      <w:r w:rsidRPr="00D64F4F">
        <w:tab/>
        <w:t>w</w:t>
      </w:r>
      <w:r>
        <w:t xml:space="preserve"> art. </w:t>
      </w:r>
      <w:r w:rsidRPr="00D64F4F">
        <w:t>24</w:t>
      </w:r>
      <w:r>
        <w:t> </w:t>
      </w:r>
      <w:r w:rsidRPr="00D64F4F">
        <w:t>po</w:t>
      </w:r>
      <w:r>
        <w:t xml:space="preserve"> ust. </w:t>
      </w:r>
      <w:r w:rsidRPr="00D64F4F">
        <w:t>8e dodaje się</w:t>
      </w:r>
      <w:r>
        <w:t xml:space="preserve"> ust. </w:t>
      </w:r>
      <w:r w:rsidRPr="00D64F4F">
        <w:t>8f–8h w</w:t>
      </w:r>
      <w:r>
        <w:t> </w:t>
      </w:r>
      <w:r w:rsidRPr="00D64F4F">
        <w:t>brzmieniu:</w:t>
      </w:r>
    </w:p>
    <w:p w14:paraId="32123EE9" w14:textId="1BB5FED9" w:rsidR="00AE27F0" w:rsidRPr="00D64F4F" w:rsidRDefault="00AE27F0" w:rsidP="00AE27F0">
      <w:pPr>
        <w:pStyle w:val="ZUSTzmustartykuempunktem"/>
      </w:pPr>
      <w:r>
        <w:t>„</w:t>
      </w:r>
      <w:r w:rsidRPr="00D64F4F">
        <w:t>8f. Na złożony w</w:t>
      </w:r>
      <w:r>
        <w:t> </w:t>
      </w:r>
      <w:r w:rsidRPr="00D64F4F">
        <w:t>formie elektronicznej wniosek Dyrektora Polskiej Izby Artystów, nienależnie przyznana Dopłata, o</w:t>
      </w:r>
      <w:r>
        <w:t> </w:t>
      </w:r>
      <w:r w:rsidRPr="00D64F4F">
        <w:t>której mowa w</w:t>
      </w:r>
      <w:r>
        <w:t> art. </w:t>
      </w:r>
      <w:r w:rsidRPr="00D64F4F">
        <w:t>46</w:t>
      </w:r>
      <w:r>
        <w:t> </w:t>
      </w:r>
      <w:r w:rsidRPr="00D64F4F">
        <w:t>ustawy z</w:t>
      </w:r>
      <w:r>
        <w:t> </w:t>
      </w:r>
      <w:r w:rsidRPr="00D64F4F">
        <w:t>dnia … o</w:t>
      </w:r>
      <w:r>
        <w:t> </w:t>
      </w:r>
      <w:r w:rsidRPr="00D64F4F">
        <w:t>artystach zawodowych, podlega potrąceniu z</w:t>
      </w:r>
      <w:r>
        <w:t> </w:t>
      </w:r>
      <w:r w:rsidRPr="00D64F4F">
        <w:t xml:space="preserve">nienależnie opłaconych składek. </w:t>
      </w:r>
    </w:p>
    <w:p w14:paraId="010437FB" w14:textId="423B13A2" w:rsidR="00AE27F0" w:rsidRPr="00D64F4F" w:rsidRDefault="00AE27F0" w:rsidP="00AE27F0">
      <w:pPr>
        <w:pStyle w:val="ZUSTzmustartykuempunktem"/>
      </w:pPr>
      <w:r w:rsidRPr="00D64F4F">
        <w:t>8g. Zakład informuje płatnika składek o</w:t>
      </w:r>
      <w:r>
        <w:t> </w:t>
      </w:r>
      <w:r w:rsidRPr="00D64F4F">
        <w:t>dokonaniu potrącenia, o</w:t>
      </w:r>
      <w:r>
        <w:t> </w:t>
      </w:r>
      <w:r w:rsidRPr="00D64F4F">
        <w:t>którym mowa w</w:t>
      </w:r>
      <w:r>
        <w:t> ust. </w:t>
      </w:r>
      <w:r w:rsidRPr="00D64F4F">
        <w:t xml:space="preserve">8f. </w:t>
      </w:r>
    </w:p>
    <w:p w14:paraId="19E448AA" w14:textId="52C47CE9" w:rsidR="00AE27F0" w:rsidRPr="00D64F4F" w:rsidRDefault="00AE27F0" w:rsidP="00AE27F0">
      <w:pPr>
        <w:pStyle w:val="ZUSTzmustartykuempunktem"/>
      </w:pPr>
      <w:r w:rsidRPr="00D64F4F">
        <w:t>8h. W</w:t>
      </w:r>
      <w:r>
        <w:t> </w:t>
      </w:r>
      <w:r w:rsidRPr="00D64F4F">
        <w:t>przypadku braku możliwości dokonania potrącenia, o</w:t>
      </w:r>
      <w:r>
        <w:t> </w:t>
      </w:r>
      <w:r w:rsidRPr="00D64F4F">
        <w:t>którym mowa w</w:t>
      </w:r>
      <w:r>
        <w:t> ust. </w:t>
      </w:r>
      <w:r w:rsidRPr="00D64F4F">
        <w:t>8f, Zakład informuje o</w:t>
      </w:r>
      <w:r>
        <w:t> </w:t>
      </w:r>
      <w:r w:rsidRPr="00D64F4F">
        <w:t>tym Dyrektora Polskiej Izby Artystów w</w:t>
      </w:r>
      <w:r>
        <w:t> </w:t>
      </w:r>
      <w:r w:rsidRPr="00D64F4F">
        <w:t>formie elektronicznej.</w:t>
      </w:r>
      <w:r>
        <w:t>”</w:t>
      </w:r>
      <w:r w:rsidRPr="00D64F4F">
        <w:t>;</w:t>
      </w:r>
    </w:p>
    <w:p w14:paraId="65C4693D" w14:textId="1652A58A" w:rsidR="00AE27F0" w:rsidRPr="00D64F4F" w:rsidRDefault="00AE27F0" w:rsidP="00AE27F0">
      <w:pPr>
        <w:pStyle w:val="PKTpunkt"/>
      </w:pPr>
      <w:r w:rsidRPr="00D64F4F">
        <w:t>10)</w:t>
      </w:r>
      <w:r w:rsidRPr="00D64F4F">
        <w:tab/>
        <w:t>w</w:t>
      </w:r>
      <w:r>
        <w:t xml:space="preserve"> art. </w:t>
      </w:r>
      <w:r w:rsidRPr="00D64F4F">
        <w:t>36:</w:t>
      </w:r>
    </w:p>
    <w:p w14:paraId="3B063971" w14:textId="20FDCA96" w:rsidR="00AE27F0" w:rsidRPr="00D64F4F" w:rsidRDefault="00AE27F0" w:rsidP="00AE27F0">
      <w:pPr>
        <w:pStyle w:val="LITlitera"/>
      </w:pPr>
      <w:r w:rsidRPr="00D64F4F">
        <w:t>a)</w:t>
      </w:r>
      <w:r w:rsidRPr="00D64F4F">
        <w:tab/>
        <w:t>ust. 3</w:t>
      </w:r>
      <w:r>
        <w:t> </w:t>
      </w:r>
      <w:r w:rsidRPr="00D64F4F">
        <w:t>otrzymuje brzmienie:</w:t>
      </w:r>
    </w:p>
    <w:p w14:paraId="78D671F9" w14:textId="47583083" w:rsidR="00AE27F0" w:rsidRPr="00D64F4F" w:rsidRDefault="00AE27F0" w:rsidP="00AE27F0">
      <w:pPr>
        <w:pStyle w:val="ZLITUSTzmustliter"/>
      </w:pPr>
      <w:r>
        <w:t>„</w:t>
      </w:r>
      <w:r w:rsidRPr="00D64F4F">
        <w:t>3. Obowiązek zgłoszenia do ubezpieczeń społecznych osób, o</w:t>
      </w:r>
      <w:r>
        <w:t> </w:t>
      </w:r>
      <w:r w:rsidRPr="00D64F4F">
        <w:t>których mowa w</w:t>
      </w:r>
      <w:r>
        <w:t> art. </w:t>
      </w:r>
      <w:r w:rsidRPr="00D64F4F">
        <w:t>6</w:t>
      </w:r>
      <w:r>
        <w:t xml:space="preserve"> ust. </w:t>
      </w:r>
      <w:r w:rsidRPr="00D64F4F">
        <w:t>1</w:t>
      </w:r>
      <w:r>
        <w:t xml:space="preserve"> pkt </w:t>
      </w:r>
      <w:r w:rsidRPr="00D64F4F">
        <w:t>5, 10</w:t>
      </w:r>
      <w:r>
        <w:t xml:space="preserve"> i </w:t>
      </w:r>
      <w:r w:rsidRPr="00D64F4F">
        <w:t>24, z</w:t>
      </w:r>
      <w:r>
        <w:t> </w:t>
      </w:r>
      <w:r w:rsidRPr="00D64F4F">
        <w:t>zastrzeżeniem</w:t>
      </w:r>
      <w:r>
        <w:t xml:space="preserve"> ust. </w:t>
      </w:r>
      <w:r w:rsidRPr="00D64F4F">
        <w:t>2, należy do tych osób.</w:t>
      </w:r>
      <w:r>
        <w:t>”</w:t>
      </w:r>
      <w:r w:rsidRPr="00D64F4F">
        <w:t>,</w:t>
      </w:r>
    </w:p>
    <w:p w14:paraId="55DF5A10" w14:textId="77777777" w:rsidR="00AE27F0" w:rsidRPr="00D64F4F" w:rsidRDefault="00AE27F0" w:rsidP="00AE27F0">
      <w:pPr>
        <w:pStyle w:val="LITlitera"/>
      </w:pPr>
      <w:r w:rsidRPr="00D64F4F">
        <w:t>b)</w:t>
      </w:r>
      <w:r w:rsidRPr="00D64F4F">
        <w:tab/>
        <w:t>ust. 4a otrzymuje brzmienie:</w:t>
      </w:r>
    </w:p>
    <w:p w14:paraId="748EF459" w14:textId="60EEBD6E" w:rsidR="00AE27F0" w:rsidRPr="00D64F4F" w:rsidRDefault="00AE27F0" w:rsidP="00AE27F0">
      <w:pPr>
        <w:pStyle w:val="ZLITUSTzmustliter"/>
      </w:pPr>
      <w:r>
        <w:t>„</w:t>
      </w:r>
      <w:r w:rsidRPr="00D64F4F">
        <w:t>4a. Zgłoszeń, o</w:t>
      </w:r>
      <w:r>
        <w:t> </w:t>
      </w:r>
      <w:r w:rsidRPr="00D64F4F">
        <w:t>których mowa w</w:t>
      </w:r>
      <w:r>
        <w:t> ust. </w:t>
      </w:r>
      <w:r w:rsidRPr="00D64F4F">
        <w:t>3, artyści zawodowi dokonują w</w:t>
      </w:r>
      <w:r>
        <w:t> </w:t>
      </w:r>
      <w:r w:rsidRPr="00D64F4F">
        <w:t>ciągu 7</w:t>
      </w:r>
      <w:r>
        <w:t> </w:t>
      </w:r>
      <w:r w:rsidRPr="00D64F4F">
        <w:t>dni od dnia otrzymania decyzji potwierdzającej uprawnienia artysty zawodowego.</w:t>
      </w:r>
      <w:r>
        <w:t>”</w:t>
      </w:r>
      <w:r w:rsidRPr="00D64F4F">
        <w:t>;</w:t>
      </w:r>
    </w:p>
    <w:p w14:paraId="2B40E0B0" w14:textId="4C0085CB" w:rsidR="00AE27F0" w:rsidRPr="00D64F4F" w:rsidRDefault="00AE27F0" w:rsidP="00AE27F0">
      <w:pPr>
        <w:pStyle w:val="PKTpunkt"/>
      </w:pPr>
      <w:r w:rsidRPr="00D64F4F">
        <w:lastRenderedPageBreak/>
        <w:t>11)</w:t>
      </w:r>
      <w:r w:rsidRPr="00D64F4F">
        <w:tab/>
        <w:t>po</w:t>
      </w:r>
      <w:r>
        <w:t xml:space="preserve"> art. </w:t>
      </w:r>
      <w:r w:rsidRPr="00D64F4F">
        <w:t>36a dodaje się</w:t>
      </w:r>
      <w:r>
        <w:t xml:space="preserve"> art. </w:t>
      </w:r>
      <w:r w:rsidRPr="00D64F4F">
        <w:t>36ab w</w:t>
      </w:r>
      <w:r>
        <w:t> </w:t>
      </w:r>
      <w:r w:rsidRPr="00D64F4F">
        <w:t>brzmieniu:</w:t>
      </w:r>
    </w:p>
    <w:p w14:paraId="72F87835" w14:textId="2D9CC146" w:rsidR="00AE27F0" w:rsidRPr="00D64F4F" w:rsidRDefault="00AE27F0" w:rsidP="00AE27F0">
      <w:pPr>
        <w:pStyle w:val="ZARTzmartartykuempunktem"/>
      </w:pPr>
      <w:r>
        <w:t>„</w:t>
      </w:r>
      <w:r w:rsidRPr="00D64F4F">
        <w:t>Art. 36ab. Przepis</w:t>
      </w:r>
      <w:r>
        <w:t xml:space="preserve"> art. </w:t>
      </w:r>
      <w:r w:rsidRPr="00D64F4F">
        <w:t>36a stosuje się odpowiednio do zawieszenia działalności przez artystów zawodowych na podstawie</w:t>
      </w:r>
      <w:r>
        <w:t xml:space="preserve"> art. </w:t>
      </w:r>
      <w:r w:rsidRPr="00D64F4F">
        <w:t>30</w:t>
      </w:r>
      <w:r>
        <w:t> </w:t>
      </w:r>
      <w:r w:rsidRPr="00D64F4F">
        <w:t>ustawy z</w:t>
      </w:r>
      <w:r>
        <w:t> </w:t>
      </w:r>
      <w:r w:rsidRPr="00D64F4F">
        <w:t>dnia … o</w:t>
      </w:r>
      <w:r>
        <w:t> </w:t>
      </w:r>
      <w:r w:rsidRPr="00D64F4F">
        <w:t>artystach zawodowych.</w:t>
      </w:r>
      <w:r>
        <w:t>”</w:t>
      </w:r>
      <w:r w:rsidRPr="00D64F4F">
        <w:t>;</w:t>
      </w:r>
    </w:p>
    <w:p w14:paraId="412872E7" w14:textId="26B8A0C8" w:rsidR="00AE27F0" w:rsidRPr="00D64F4F" w:rsidRDefault="00AE27F0" w:rsidP="00AE27F0">
      <w:pPr>
        <w:pStyle w:val="PKTpunkt"/>
      </w:pPr>
      <w:r w:rsidRPr="00D64F4F">
        <w:t>12)</w:t>
      </w:r>
      <w:r w:rsidRPr="00D64F4F">
        <w:tab/>
        <w:t>w</w:t>
      </w:r>
      <w:r>
        <w:t xml:space="preserve"> art. </w:t>
      </w:r>
      <w:r w:rsidRPr="00D64F4F">
        <w:t>47:</w:t>
      </w:r>
    </w:p>
    <w:p w14:paraId="47CCE641" w14:textId="7BACC881" w:rsidR="00AE27F0" w:rsidRPr="00D64F4F" w:rsidRDefault="00AE27F0" w:rsidP="00AE27F0">
      <w:pPr>
        <w:pStyle w:val="LITlitera"/>
      </w:pPr>
      <w:r w:rsidRPr="00D64F4F">
        <w:t>a)</w:t>
      </w:r>
      <w:r w:rsidRPr="00D64F4F">
        <w:tab/>
        <w:t>w</w:t>
      </w:r>
      <w:r>
        <w:t xml:space="preserve"> ust. </w:t>
      </w:r>
      <w:r w:rsidRPr="00D64F4F">
        <w:t>1</w:t>
      </w:r>
      <w:r>
        <w:t> </w:t>
      </w:r>
      <w:r w:rsidRPr="00D64F4F">
        <w:t xml:space="preserve">we wprowadzeniu do wyliczenia skreśla się wyrazy </w:t>
      </w:r>
      <w:r>
        <w:t>„</w:t>
      </w:r>
      <w:r w:rsidRPr="00D64F4F">
        <w:t xml:space="preserve"> ,z zastrzeżeniem</w:t>
      </w:r>
      <w:r>
        <w:t xml:space="preserve"> ust. </w:t>
      </w:r>
      <w:r w:rsidRPr="00D64F4F">
        <w:t>1a.</w:t>
      </w:r>
      <w:r w:rsidR="001B6210">
        <w:t>"</w:t>
      </w:r>
      <w:r w:rsidR="00922BC6">
        <w:t>,</w:t>
      </w:r>
    </w:p>
    <w:p w14:paraId="1AAA1964" w14:textId="311346DD" w:rsidR="00AE27F0" w:rsidRPr="00D64F4F" w:rsidRDefault="00AE27F0" w:rsidP="00AE27F0">
      <w:pPr>
        <w:pStyle w:val="LITlitera"/>
      </w:pPr>
      <w:r w:rsidRPr="00D64F4F">
        <w:t>b)</w:t>
      </w:r>
      <w:r w:rsidRPr="00D64F4F">
        <w:tab/>
        <w:t>uchyla się</w:t>
      </w:r>
      <w:r>
        <w:t xml:space="preserve"> ust. </w:t>
      </w:r>
      <w:r w:rsidRPr="00D64F4F">
        <w:t>1a,</w:t>
      </w:r>
    </w:p>
    <w:p w14:paraId="0A9CD9A3" w14:textId="630BC211" w:rsidR="00AE27F0" w:rsidRPr="00D64F4F" w:rsidRDefault="00AE27F0" w:rsidP="00AE27F0">
      <w:pPr>
        <w:pStyle w:val="LITlitera"/>
      </w:pPr>
      <w:r w:rsidRPr="00D64F4F">
        <w:t>c)</w:t>
      </w:r>
      <w:r w:rsidRPr="00D64F4F">
        <w:tab/>
        <w:t>po</w:t>
      </w:r>
      <w:r>
        <w:t xml:space="preserve"> ust. </w:t>
      </w:r>
      <w:r w:rsidRPr="00D64F4F">
        <w:t>2d dodaje się</w:t>
      </w:r>
      <w:r>
        <w:t xml:space="preserve"> ust. </w:t>
      </w:r>
      <w:r w:rsidRPr="00D64F4F">
        <w:t>2da w</w:t>
      </w:r>
      <w:r>
        <w:t> </w:t>
      </w:r>
      <w:r w:rsidRPr="00D64F4F">
        <w:t>brzmieniu:</w:t>
      </w:r>
    </w:p>
    <w:p w14:paraId="3E56008E" w14:textId="0F3A4389" w:rsidR="00AE27F0" w:rsidRPr="00D64F4F" w:rsidRDefault="00AE27F0" w:rsidP="00AE27F0">
      <w:pPr>
        <w:pStyle w:val="ZLITUSTzmustliter"/>
      </w:pPr>
      <w:r>
        <w:t>„</w:t>
      </w:r>
      <w:r w:rsidRPr="00D64F4F">
        <w:t>2da. Artyści zawodowi opłacający składki wyłącznie za siebie są zwolnieni z</w:t>
      </w:r>
      <w:r>
        <w:t> </w:t>
      </w:r>
      <w:r w:rsidRPr="00D64F4F">
        <w:t>obowiązku składania deklaracji rozliczeniowej za kolejny miesiąc, jeżeli w</w:t>
      </w:r>
      <w:r>
        <w:t> </w:t>
      </w:r>
      <w:r w:rsidRPr="00D64F4F">
        <w:t>ostatnio złożonej deklaracji rozliczeniowej zadeklarowały do podstawy wymiaru składek na ubezpieczenia społeczne i</w:t>
      </w:r>
      <w:r>
        <w:t> </w:t>
      </w:r>
      <w:r w:rsidRPr="00D64F4F">
        <w:t>zdrowotne – kwotę w</w:t>
      </w:r>
      <w:r>
        <w:t> </w:t>
      </w:r>
      <w:r w:rsidRPr="00D64F4F">
        <w:t>wysokości określonej w</w:t>
      </w:r>
      <w:r>
        <w:t> art. </w:t>
      </w:r>
      <w:r w:rsidRPr="00D64F4F">
        <w:t>18</w:t>
      </w:r>
      <w:r>
        <w:t xml:space="preserve"> ust. </w:t>
      </w:r>
      <w:r w:rsidRPr="00D64F4F">
        <w:t>4</w:t>
      </w:r>
      <w:r>
        <w:t xml:space="preserve"> pkt </w:t>
      </w:r>
      <w:r w:rsidRPr="00D64F4F">
        <w:t>5b.</w:t>
      </w:r>
      <w:r>
        <w:t>”</w:t>
      </w:r>
      <w:r w:rsidRPr="00D64F4F">
        <w:t>;</w:t>
      </w:r>
    </w:p>
    <w:p w14:paraId="04602639" w14:textId="7539228F" w:rsidR="00AE27F0" w:rsidRPr="00D64F4F" w:rsidRDefault="00AE27F0" w:rsidP="00AE27F0">
      <w:pPr>
        <w:pStyle w:val="PKTpunkt"/>
      </w:pPr>
      <w:r w:rsidRPr="00D64F4F">
        <w:t>1</w:t>
      </w:r>
      <w:r w:rsidR="005B6E30">
        <w:t>3</w:t>
      </w:r>
      <w:r w:rsidRPr="00D64F4F">
        <w:t>)</w:t>
      </w:r>
      <w:r w:rsidRPr="00D64F4F">
        <w:tab/>
        <w:t>w</w:t>
      </w:r>
      <w:r>
        <w:t xml:space="preserve"> art. </w:t>
      </w:r>
      <w:r w:rsidRPr="00D64F4F">
        <w:t>50:</w:t>
      </w:r>
    </w:p>
    <w:p w14:paraId="77A71BFD" w14:textId="198E9B8F" w:rsidR="00AE27F0" w:rsidRPr="00D64F4F" w:rsidRDefault="00AE27F0" w:rsidP="00AE27F0">
      <w:pPr>
        <w:pStyle w:val="LITlitera"/>
      </w:pPr>
      <w:r w:rsidRPr="00D64F4F">
        <w:t>a)</w:t>
      </w:r>
      <w:r w:rsidRPr="00D64F4F">
        <w:tab/>
        <w:t>po</w:t>
      </w:r>
      <w:r>
        <w:t xml:space="preserve"> ust. </w:t>
      </w:r>
      <w:r w:rsidRPr="00D64F4F">
        <w:t>3f dodaje się</w:t>
      </w:r>
      <w:r>
        <w:t xml:space="preserve"> ust. </w:t>
      </w:r>
      <w:r w:rsidRPr="00D64F4F">
        <w:t>3g w</w:t>
      </w:r>
      <w:r>
        <w:t> </w:t>
      </w:r>
      <w:r w:rsidRPr="00D64F4F">
        <w:t>brzmieniu:</w:t>
      </w:r>
    </w:p>
    <w:p w14:paraId="60E9BD75" w14:textId="607BD6F1" w:rsidR="00AE27F0" w:rsidRPr="00D64F4F" w:rsidRDefault="00AE27F0" w:rsidP="00AE27F0">
      <w:pPr>
        <w:pStyle w:val="ZLITUSTzmustliter"/>
      </w:pPr>
      <w:r>
        <w:t>„</w:t>
      </w:r>
      <w:r w:rsidRPr="00D64F4F">
        <w:t>3g. Dane zgromadzone na koncie ubezpieczonego, o</w:t>
      </w:r>
      <w:r>
        <w:t> </w:t>
      </w:r>
      <w:r w:rsidRPr="00D64F4F">
        <w:t>których mowa w</w:t>
      </w:r>
      <w:r>
        <w:t> art. </w:t>
      </w:r>
      <w:r w:rsidRPr="00D64F4F">
        <w:t>40, i</w:t>
      </w:r>
      <w:r>
        <w:t> </w:t>
      </w:r>
      <w:r w:rsidRPr="00D64F4F">
        <w:t>na koncie płatnika składek, o</w:t>
      </w:r>
      <w:r>
        <w:t> </w:t>
      </w:r>
      <w:r w:rsidRPr="00D64F4F">
        <w:t>których mowa w</w:t>
      </w:r>
      <w:r>
        <w:t> art. </w:t>
      </w:r>
      <w:r w:rsidRPr="00D64F4F">
        <w:t>45, mogą być udostępniane Polskiej Izbie Artystów w</w:t>
      </w:r>
      <w:r>
        <w:t> </w:t>
      </w:r>
      <w:r w:rsidRPr="00D64F4F">
        <w:t>zakresie artystów zawodowych ubiegających się o</w:t>
      </w:r>
      <w:r>
        <w:t> </w:t>
      </w:r>
      <w:r w:rsidRPr="00D64F4F">
        <w:t>przyznanie Dopłaty, o</w:t>
      </w:r>
      <w:r>
        <w:t> </w:t>
      </w:r>
      <w:r w:rsidRPr="00D64F4F">
        <w:t>której mowa w</w:t>
      </w:r>
      <w:r>
        <w:t> art. </w:t>
      </w:r>
      <w:r w:rsidRPr="00D64F4F">
        <w:t>41</w:t>
      </w:r>
      <w:r>
        <w:t> </w:t>
      </w:r>
      <w:r w:rsidRPr="00D64F4F">
        <w:t>ustawy z</w:t>
      </w:r>
      <w:r>
        <w:t> </w:t>
      </w:r>
      <w:r w:rsidRPr="00D64F4F">
        <w:t>dnia …. o</w:t>
      </w:r>
      <w:r>
        <w:t> </w:t>
      </w:r>
      <w:r w:rsidRPr="00D64F4F">
        <w:t>artystach zawodowych i</w:t>
      </w:r>
      <w:r>
        <w:t> </w:t>
      </w:r>
      <w:r w:rsidRPr="00D64F4F">
        <w:t>korzystających z</w:t>
      </w:r>
      <w:r>
        <w:t> </w:t>
      </w:r>
      <w:r w:rsidRPr="00D64F4F">
        <w:t>tej Dopłaty, z</w:t>
      </w:r>
      <w:r>
        <w:t> </w:t>
      </w:r>
      <w:r w:rsidRPr="00D64F4F">
        <w:t>uwzględnieniem przepisów dotyczących ochrony danych osobowych.</w:t>
      </w:r>
      <w:r>
        <w:t>”</w:t>
      </w:r>
      <w:r w:rsidRPr="00D64F4F">
        <w:t>,</w:t>
      </w:r>
    </w:p>
    <w:p w14:paraId="021617C9" w14:textId="539B10FD" w:rsidR="00AE27F0" w:rsidRPr="00D64F4F" w:rsidRDefault="00AE27F0" w:rsidP="00AE27F0">
      <w:pPr>
        <w:pStyle w:val="LITlitera"/>
      </w:pPr>
      <w:r w:rsidRPr="00D64F4F">
        <w:t>b)</w:t>
      </w:r>
      <w:r w:rsidRPr="00D64F4F">
        <w:tab/>
        <w:t>dodaje się</w:t>
      </w:r>
      <w:r>
        <w:t xml:space="preserve"> ust. </w:t>
      </w:r>
      <w:r w:rsidRPr="00D64F4F">
        <w:t>25</w:t>
      </w:r>
      <w:r>
        <w:t xml:space="preserve"> w </w:t>
      </w:r>
      <w:r w:rsidRPr="00D64F4F">
        <w:t>brzmieniu:</w:t>
      </w:r>
    </w:p>
    <w:p w14:paraId="249B2B2D" w14:textId="4D11A27F" w:rsidR="00AE27F0" w:rsidRPr="00D64F4F" w:rsidRDefault="00AE27F0" w:rsidP="00AE27F0">
      <w:pPr>
        <w:pStyle w:val="ZLITUSTzmustliter"/>
      </w:pPr>
      <w:r>
        <w:t>„</w:t>
      </w:r>
      <w:r w:rsidRPr="00D64F4F">
        <w:t xml:space="preserve">25. </w:t>
      </w:r>
      <w:r>
        <w:t>„</w:t>
      </w:r>
      <w:r w:rsidRPr="00D64F4F">
        <w:t>Zakład udziela bezpłatnie, na wniosek Polskiej Izby Artystów, o</w:t>
      </w:r>
      <w:r>
        <w:t> </w:t>
      </w:r>
      <w:r w:rsidRPr="00D64F4F">
        <w:t>ile jest w jego posiadaniu, wykaz zawierający dane wskazanych artystów zawodowych ubiegających się o</w:t>
      </w:r>
      <w:r>
        <w:t> </w:t>
      </w:r>
      <w:r w:rsidRPr="00D64F4F">
        <w:t>przyznanie Dopłaty, o</w:t>
      </w:r>
      <w:r>
        <w:t> </w:t>
      </w:r>
      <w:r w:rsidRPr="00D64F4F">
        <w:t>której mowa w</w:t>
      </w:r>
      <w:r>
        <w:t> art. </w:t>
      </w:r>
      <w:r w:rsidRPr="00D64F4F">
        <w:t>41</w:t>
      </w:r>
      <w:r>
        <w:t> </w:t>
      </w:r>
      <w:r w:rsidRPr="00D64F4F">
        <w:t>ustawy z</w:t>
      </w:r>
      <w:r>
        <w:t> </w:t>
      </w:r>
      <w:r w:rsidRPr="00D64F4F">
        <w:t>dnia …. o</w:t>
      </w:r>
      <w:r>
        <w:t> </w:t>
      </w:r>
      <w:r w:rsidRPr="00D64F4F">
        <w:t>artystach zawodowych  i</w:t>
      </w:r>
      <w:r>
        <w:t> </w:t>
      </w:r>
      <w:r w:rsidRPr="00D64F4F">
        <w:t>korzystających z</w:t>
      </w:r>
      <w:r>
        <w:t> </w:t>
      </w:r>
      <w:r w:rsidRPr="00D64F4F">
        <w:t>tej Dopłaty, obejmujące:</w:t>
      </w:r>
    </w:p>
    <w:p w14:paraId="6FD416D1" w14:textId="77777777" w:rsidR="00AE27F0" w:rsidRPr="00D64F4F" w:rsidRDefault="00AE27F0" w:rsidP="00AE27F0">
      <w:pPr>
        <w:pStyle w:val="ZLITPKTzmpktliter"/>
      </w:pPr>
      <w:r w:rsidRPr="00D64F4F">
        <w:t>1)</w:t>
      </w:r>
      <w:r w:rsidRPr="00D64F4F">
        <w:tab/>
        <w:t>dane dotyczące ubezpieczonych:</w:t>
      </w:r>
    </w:p>
    <w:p w14:paraId="367C4CFB" w14:textId="160EF8D4" w:rsidR="00AE27F0" w:rsidRPr="00D64F4F" w:rsidRDefault="00AE27F0" w:rsidP="00AE27F0">
      <w:pPr>
        <w:pStyle w:val="ZLITLITwPKTzmlitwpktliter"/>
      </w:pPr>
      <w:r w:rsidRPr="00D64F4F">
        <w:t>a)</w:t>
      </w:r>
      <w:r w:rsidRPr="00D64F4F">
        <w:tab/>
        <w:t>imię i</w:t>
      </w:r>
      <w:r>
        <w:t> </w:t>
      </w:r>
      <w:r w:rsidRPr="00D64F4F">
        <w:t>nazwisko,</w:t>
      </w:r>
    </w:p>
    <w:p w14:paraId="59A2192A" w14:textId="11943A49" w:rsidR="00AE27F0" w:rsidRPr="00D64F4F" w:rsidRDefault="00AE27F0" w:rsidP="00AE27F0">
      <w:pPr>
        <w:pStyle w:val="ZLITLITwPKTzmlitwpktliter"/>
      </w:pPr>
      <w:r w:rsidRPr="00D64F4F">
        <w:t>b)</w:t>
      </w:r>
      <w:r w:rsidRPr="00D64F4F">
        <w:tab/>
        <w:t>numer PESEL, a</w:t>
      </w:r>
      <w:r>
        <w:t> </w:t>
      </w:r>
      <w:r w:rsidRPr="00D64F4F">
        <w:t>w</w:t>
      </w:r>
      <w:r>
        <w:t> </w:t>
      </w:r>
      <w:r w:rsidRPr="00D64F4F">
        <w:t>razie gdy nie nadano numeru PESEL – serię i</w:t>
      </w:r>
      <w:r>
        <w:t> </w:t>
      </w:r>
      <w:r w:rsidRPr="00D64F4F">
        <w:t>numer dokumentu potwierdzającego tożsamość oraz datę urodzenia,</w:t>
      </w:r>
    </w:p>
    <w:p w14:paraId="3AAC543F" w14:textId="77777777" w:rsidR="00AE27F0" w:rsidRPr="00D64F4F" w:rsidRDefault="00AE27F0" w:rsidP="00AE27F0">
      <w:pPr>
        <w:pStyle w:val="ZLITLITwPKTzmlitwpktliter"/>
      </w:pPr>
      <w:r w:rsidRPr="00D64F4F">
        <w:t>c)</w:t>
      </w:r>
      <w:r w:rsidRPr="00D64F4F">
        <w:tab/>
        <w:t xml:space="preserve">datę powstania obowiązku ubezpieczeń społecznych lub ubezpieczenia zdrowotnego, </w:t>
      </w:r>
    </w:p>
    <w:p w14:paraId="0028D5A0" w14:textId="00F4EBEA" w:rsidR="00AE27F0" w:rsidRPr="00D64F4F" w:rsidRDefault="00AE27F0" w:rsidP="00AE27F0">
      <w:pPr>
        <w:pStyle w:val="ZLITLITwPKTzmlitwpktliter"/>
      </w:pPr>
      <w:r w:rsidRPr="00D64F4F">
        <w:lastRenderedPageBreak/>
        <w:t>d)</w:t>
      </w:r>
      <w:r w:rsidRPr="00D64F4F">
        <w:tab/>
        <w:t>datę wyrejestrowania z</w:t>
      </w:r>
      <w:r>
        <w:t> </w:t>
      </w:r>
      <w:r w:rsidRPr="00D64F4F">
        <w:t>ubezpieczeń społecznych lub z</w:t>
      </w:r>
      <w:r>
        <w:t> </w:t>
      </w:r>
      <w:r w:rsidRPr="00D64F4F">
        <w:t>ubezpieczenia zdrowotnego,</w:t>
      </w:r>
    </w:p>
    <w:p w14:paraId="3997FB58" w14:textId="3E74158C" w:rsidR="00AE27F0" w:rsidRPr="00D64F4F" w:rsidRDefault="00AE27F0" w:rsidP="00AE27F0">
      <w:pPr>
        <w:pStyle w:val="ZLITLITwPKTzmlitwpktliter"/>
      </w:pPr>
      <w:r w:rsidRPr="00D64F4F">
        <w:t>e)</w:t>
      </w:r>
      <w:r w:rsidRPr="00D64F4F">
        <w:tab/>
        <w:t>kod i</w:t>
      </w:r>
      <w:r>
        <w:t> </w:t>
      </w:r>
      <w:r w:rsidRPr="00D64F4F">
        <w:t>nazwę tytułu ubezpieczenia,</w:t>
      </w:r>
    </w:p>
    <w:p w14:paraId="16923CDC" w14:textId="77777777" w:rsidR="00AE27F0" w:rsidRPr="00D64F4F" w:rsidRDefault="00AE27F0" w:rsidP="00AE27F0">
      <w:pPr>
        <w:pStyle w:val="ZLITLITwPKTzmlitwpktliter"/>
      </w:pPr>
      <w:r w:rsidRPr="00D64F4F">
        <w:t>f)</w:t>
      </w:r>
      <w:r w:rsidRPr="00D64F4F">
        <w:tab/>
        <w:t>numer rachunku składkowego,</w:t>
      </w:r>
    </w:p>
    <w:p w14:paraId="03357647" w14:textId="77777777" w:rsidR="00AE27F0" w:rsidRPr="00D64F4F" w:rsidRDefault="00AE27F0" w:rsidP="00AE27F0">
      <w:pPr>
        <w:pStyle w:val="ZLITPKTzmpktliter"/>
      </w:pPr>
      <w:r w:rsidRPr="00D64F4F">
        <w:t>2)</w:t>
      </w:r>
      <w:r w:rsidRPr="00D64F4F">
        <w:tab/>
        <w:t>dane dotyczące płatników składek:</w:t>
      </w:r>
    </w:p>
    <w:p w14:paraId="350737AB" w14:textId="67025EA4" w:rsidR="00AE27F0" w:rsidRPr="00D64F4F" w:rsidRDefault="00AE27F0" w:rsidP="00AE27F0">
      <w:pPr>
        <w:pStyle w:val="ZLITLITwPKTzmlitwpktliter"/>
      </w:pPr>
      <w:r w:rsidRPr="00D64F4F">
        <w:t>a)</w:t>
      </w:r>
      <w:r w:rsidRPr="00D64F4F">
        <w:tab/>
        <w:t>numer NIP, a</w:t>
      </w:r>
      <w:r>
        <w:t> </w:t>
      </w:r>
      <w:r w:rsidRPr="00D64F4F">
        <w:t>jeżeli płatnikowi składek nie nadano tego numeru – numer PESEL lub serię i</w:t>
      </w:r>
      <w:r>
        <w:t> </w:t>
      </w:r>
      <w:r w:rsidRPr="00D64F4F">
        <w:t>numer dowodu osobistego albo paszportu,</w:t>
      </w:r>
    </w:p>
    <w:p w14:paraId="70EF6599" w14:textId="69B230A2" w:rsidR="00AE27F0" w:rsidRPr="00D64F4F" w:rsidRDefault="00AE27F0" w:rsidP="00AE27F0">
      <w:pPr>
        <w:pStyle w:val="ZLITLITwPKTzmlitwpktliter"/>
      </w:pPr>
      <w:r w:rsidRPr="00D64F4F">
        <w:t>b)</w:t>
      </w:r>
      <w:r w:rsidRPr="00D64F4F">
        <w:tab/>
        <w:t>nazwę skróconą lub imię i</w:t>
      </w:r>
      <w:r>
        <w:t> </w:t>
      </w:r>
      <w:r w:rsidRPr="00D64F4F">
        <w:t>nazwisko płatnika składek</w:t>
      </w:r>
    </w:p>
    <w:p w14:paraId="2B19A48E" w14:textId="19511875" w:rsidR="00AE27F0" w:rsidRPr="00D64F4F" w:rsidRDefault="00AE27F0" w:rsidP="00AE27F0">
      <w:pPr>
        <w:pStyle w:val="ZLITCZWSPPKTzmczciwsppktliter"/>
      </w:pPr>
      <w:r w:rsidRPr="00D64F4F">
        <w:softHyphen/>
      </w:r>
      <w:r>
        <w:noBreakHyphen/>
        <w:t xml:space="preserve"> </w:t>
      </w:r>
      <w:r w:rsidRPr="00D64F4F">
        <w:t>w</w:t>
      </w:r>
      <w:r>
        <w:t> </w:t>
      </w:r>
      <w:r w:rsidRPr="00D64F4F">
        <w:t>celu umożliwienia Polskiej Izbie Artystów weryfikacji prawa do korzystania z</w:t>
      </w:r>
      <w:r>
        <w:t> </w:t>
      </w:r>
      <w:r w:rsidRPr="00D64F4F">
        <w:t>Dopłaty i</w:t>
      </w:r>
      <w:r>
        <w:t> </w:t>
      </w:r>
      <w:r w:rsidRPr="00D64F4F">
        <w:t>dokonywania Dopłaty.</w:t>
      </w:r>
      <w:r>
        <w:t>”</w:t>
      </w:r>
      <w:r w:rsidRPr="00D64F4F">
        <w:t>.</w:t>
      </w:r>
    </w:p>
    <w:p w14:paraId="11CAACBD" w14:textId="6B1A3C31" w:rsidR="00AE27F0" w:rsidRDefault="00AE27F0" w:rsidP="00AE27F0">
      <w:pPr>
        <w:pStyle w:val="ARTartustawynprozporzdzenia"/>
      </w:pPr>
      <w:r w:rsidRPr="004F5B49">
        <w:rPr>
          <w:rStyle w:val="Ppogrubienie"/>
        </w:rPr>
        <w:t>Art. </w:t>
      </w:r>
      <w:r>
        <w:rPr>
          <w:rStyle w:val="Ppogrubienie"/>
        </w:rPr>
        <w:t>61</w:t>
      </w:r>
      <w:r w:rsidRPr="004F5B49">
        <w:rPr>
          <w:rStyle w:val="Ppogrubienie"/>
        </w:rPr>
        <w:t>.</w:t>
      </w:r>
      <w:r w:rsidRPr="00182333">
        <w:t xml:space="preserve"> </w:t>
      </w:r>
      <w:r w:rsidRPr="00D30143">
        <w:t>W</w:t>
      </w:r>
      <w:r>
        <w:t> </w:t>
      </w:r>
      <w:r w:rsidRPr="00D30143">
        <w:t>ustawie z</w:t>
      </w:r>
      <w:r>
        <w:t> </w:t>
      </w:r>
      <w:r w:rsidRPr="00D30143">
        <w:t>dnia 17</w:t>
      </w:r>
      <w:r>
        <w:t> </w:t>
      </w:r>
      <w:r w:rsidRPr="00D30143">
        <w:t>grudnia 1998</w:t>
      </w:r>
      <w:r>
        <w:t> </w:t>
      </w:r>
      <w:r w:rsidRPr="00D30143">
        <w:t>r. o</w:t>
      </w:r>
      <w:r>
        <w:t> </w:t>
      </w:r>
      <w:r w:rsidRPr="00D30143">
        <w:t>emeryturach i</w:t>
      </w:r>
      <w:r>
        <w:t> </w:t>
      </w:r>
      <w:r w:rsidRPr="00D30143">
        <w:t>rentach z</w:t>
      </w:r>
      <w:r>
        <w:t> </w:t>
      </w:r>
      <w:r w:rsidRPr="00D30143">
        <w:t>Funduszu Ubezpieczeń Społecznych (Dz.U. z</w:t>
      </w:r>
      <w:r>
        <w:t> </w:t>
      </w:r>
      <w:r w:rsidRPr="00D30143">
        <w:t>2021</w:t>
      </w:r>
      <w:r>
        <w:t> </w:t>
      </w:r>
      <w:r w:rsidRPr="00D30143">
        <w:t>r.</w:t>
      </w:r>
      <w:r>
        <w:t xml:space="preserve"> poz. 291, </w:t>
      </w:r>
      <w:r w:rsidRPr="000B79C8">
        <w:t>, z</w:t>
      </w:r>
      <w:r>
        <w:t> </w:t>
      </w:r>
      <w:proofErr w:type="spellStart"/>
      <w:r w:rsidRPr="000B79C8">
        <w:t>późn</w:t>
      </w:r>
      <w:proofErr w:type="spellEnd"/>
      <w:r w:rsidRPr="000B79C8">
        <w:t>. zm.</w:t>
      </w:r>
      <w:r w:rsidRPr="00AE27F0">
        <w:rPr>
          <w:rStyle w:val="IGindeksgrny"/>
        </w:rPr>
        <w:footnoteReference w:id="7"/>
      </w:r>
      <w:r w:rsidRPr="00AE27F0">
        <w:rPr>
          <w:rStyle w:val="IGindeksgrny"/>
        </w:rPr>
        <w:t>)</w:t>
      </w:r>
      <w:r>
        <w:t>) w art. </w:t>
      </w:r>
      <w:r w:rsidRPr="00D30143">
        <w:t>6</w:t>
      </w:r>
      <w:r>
        <w:t xml:space="preserve"> w ust. </w:t>
      </w:r>
      <w:r w:rsidRPr="00D30143">
        <w:t>2</w:t>
      </w:r>
      <w:r>
        <w:t xml:space="preserve"> w pkt </w:t>
      </w:r>
      <w:r w:rsidRPr="00D30143">
        <w:t>9</w:t>
      </w:r>
      <w:r>
        <w:t xml:space="preserve"> lit. </w:t>
      </w:r>
      <w:r w:rsidRPr="00D30143">
        <w:t>b</w:t>
      </w:r>
      <w:r>
        <w:t xml:space="preserve"> otrzymuje brzmienie:</w:t>
      </w:r>
    </w:p>
    <w:p w14:paraId="27517746" w14:textId="59F74CFF" w:rsidR="00AE27F0" w:rsidRDefault="00AE27F0" w:rsidP="00AE27F0">
      <w:pPr>
        <w:pStyle w:val="ZLITzmlitartykuempunktem"/>
      </w:pPr>
      <w:r>
        <w:t>„b)</w:t>
      </w:r>
      <w:r>
        <w:tab/>
      </w:r>
      <w:r w:rsidRPr="00D30143">
        <w:t>przypadającej przed dniem 1</w:t>
      </w:r>
      <w:r>
        <w:t> </w:t>
      </w:r>
      <w:r w:rsidRPr="00D30143">
        <w:t>stycznia 1974</w:t>
      </w:r>
      <w:r>
        <w:t> </w:t>
      </w:r>
      <w:r w:rsidRPr="00D30143">
        <w:t xml:space="preserve">r., uznane przez </w:t>
      </w:r>
      <w:r>
        <w:t>Radę Polskiej Izby Artystów</w:t>
      </w:r>
      <w:r w:rsidRPr="00D30143">
        <w:t>, pod warunkiem że twórca lub artysta opłacał składki na ubezpieczenie społeczne po dniu 31</w:t>
      </w:r>
      <w:r>
        <w:t> </w:t>
      </w:r>
      <w:r w:rsidRPr="00D30143">
        <w:t>grudnia 1973</w:t>
      </w:r>
      <w:r>
        <w:t> </w:t>
      </w:r>
      <w:r w:rsidRPr="00D30143">
        <w:t>r.;</w:t>
      </w:r>
      <w:r>
        <w:t>”.</w:t>
      </w:r>
    </w:p>
    <w:p w14:paraId="7B597D23" w14:textId="0ECCA766" w:rsidR="00AE27F0" w:rsidRPr="00F056D3" w:rsidRDefault="00AE27F0" w:rsidP="00AE27F0">
      <w:pPr>
        <w:pStyle w:val="ARTartustawynprozporzdzenia"/>
      </w:pPr>
      <w:r w:rsidRPr="00F056D3">
        <w:rPr>
          <w:rStyle w:val="Ppogrubienie"/>
        </w:rPr>
        <w:t>Art. 62.</w:t>
      </w:r>
      <w:r w:rsidRPr="00F056D3">
        <w:t xml:space="preserve"> W</w:t>
      </w:r>
      <w:r>
        <w:t> </w:t>
      </w:r>
      <w:r w:rsidRPr="00F056D3">
        <w:t>ustawie z</w:t>
      </w:r>
      <w:r>
        <w:t> </w:t>
      </w:r>
      <w:r w:rsidRPr="00F056D3">
        <w:t>dnia z</w:t>
      </w:r>
      <w:r>
        <w:t> </w:t>
      </w:r>
      <w:r w:rsidRPr="00F056D3">
        <w:t>dnia 25</w:t>
      </w:r>
      <w:r>
        <w:t> </w:t>
      </w:r>
      <w:r w:rsidRPr="00F056D3">
        <w:t>czerwca 1999</w:t>
      </w:r>
      <w:r>
        <w:t> </w:t>
      </w:r>
      <w:r w:rsidRPr="00F056D3">
        <w:t>r. o</w:t>
      </w:r>
      <w:r>
        <w:t> </w:t>
      </w:r>
      <w:r w:rsidRPr="00F056D3">
        <w:t>świadczeniach pieniężnych z</w:t>
      </w:r>
      <w:r>
        <w:t> </w:t>
      </w:r>
      <w:r w:rsidRPr="00F056D3">
        <w:t>ubezpieczenia społecznego w</w:t>
      </w:r>
      <w:r>
        <w:t> </w:t>
      </w:r>
      <w:r w:rsidRPr="00F056D3">
        <w:t>razie choroby i</w:t>
      </w:r>
      <w:r>
        <w:t> </w:t>
      </w:r>
      <w:r w:rsidRPr="00F056D3">
        <w:t>macierzyństwa (Dz.U. z</w:t>
      </w:r>
      <w:r>
        <w:t> </w:t>
      </w:r>
      <w:r w:rsidRPr="00F056D3">
        <w:t>2021</w:t>
      </w:r>
      <w:r>
        <w:t> </w:t>
      </w:r>
      <w:r w:rsidRPr="00F056D3">
        <w:t>r.</w:t>
      </w:r>
      <w:r>
        <w:t xml:space="preserve"> poz. </w:t>
      </w:r>
      <w:r w:rsidRPr="007E1455">
        <w:t>1133</w:t>
      </w:r>
      <w:r w:rsidRPr="00F056D3">
        <w:t xml:space="preserve">, </w:t>
      </w:r>
      <w:r w:rsidRPr="007E1455">
        <w:t>1621</w:t>
      </w:r>
      <w:r>
        <w:t xml:space="preserve"> i </w:t>
      </w:r>
      <w:r w:rsidRPr="00F056D3">
        <w:t>1834) wprowadza się następujące zmiany:</w:t>
      </w:r>
    </w:p>
    <w:p w14:paraId="33229736" w14:textId="0BA9EBB2" w:rsidR="00AE27F0" w:rsidRPr="00F056D3" w:rsidRDefault="00AE27F0" w:rsidP="00AE27F0">
      <w:pPr>
        <w:pStyle w:val="PKTpunkt"/>
      </w:pPr>
      <w:r w:rsidRPr="00F056D3">
        <w:t>1)</w:t>
      </w:r>
      <w:r w:rsidRPr="00F056D3">
        <w:tab/>
        <w:t>w</w:t>
      </w:r>
      <w:r>
        <w:t xml:space="preserve"> art. </w:t>
      </w:r>
      <w:r w:rsidRPr="00F056D3">
        <w:t>2a</w:t>
      </w:r>
      <w:r>
        <w:t xml:space="preserve"> ust. </w:t>
      </w:r>
      <w:r w:rsidRPr="00F056D3">
        <w:t>1</w:t>
      </w:r>
      <w:r>
        <w:t> </w:t>
      </w:r>
      <w:r w:rsidRPr="00F056D3">
        <w:t>otrzymuje brzmienie:</w:t>
      </w:r>
    </w:p>
    <w:p w14:paraId="510FB0E2" w14:textId="5D2B3FEB" w:rsidR="00AE27F0" w:rsidRPr="00F056D3" w:rsidRDefault="00AE27F0" w:rsidP="00AE27F0">
      <w:pPr>
        <w:pStyle w:val="ZUSTzmustartykuempunktem"/>
      </w:pPr>
      <w:r>
        <w:t>„</w:t>
      </w:r>
      <w:r w:rsidRPr="00F056D3">
        <w:t>1. Świadczenia, o</w:t>
      </w:r>
      <w:r>
        <w:t> </w:t>
      </w:r>
      <w:r w:rsidRPr="00F056D3">
        <w:t>których mowa w</w:t>
      </w:r>
      <w:r>
        <w:t> art. </w:t>
      </w:r>
      <w:r w:rsidRPr="007E1455">
        <w:t>2</w:t>
      </w:r>
      <w:r>
        <w:t xml:space="preserve"> pkt </w:t>
      </w:r>
      <w:r w:rsidRPr="007E1455">
        <w:t>1</w:t>
      </w:r>
      <w:r w:rsidRPr="00F056D3">
        <w:t xml:space="preserve">, </w:t>
      </w:r>
      <w:r w:rsidRPr="007E1455">
        <w:t>2</w:t>
      </w:r>
      <w:r w:rsidRPr="00F056D3">
        <w:t xml:space="preserve">, </w:t>
      </w:r>
      <w:r w:rsidRPr="007E1455">
        <w:t>5</w:t>
      </w:r>
      <w:r>
        <w:t xml:space="preserve"> i </w:t>
      </w:r>
      <w:r w:rsidRPr="007E1455">
        <w:t>6</w:t>
      </w:r>
      <w:r w:rsidRPr="00F056D3">
        <w:t>, nie przysługują osobom prowadzącym pozarolniczą działalność i</w:t>
      </w:r>
      <w:r>
        <w:t> </w:t>
      </w:r>
      <w:r w:rsidRPr="00F056D3">
        <w:t>osobom z</w:t>
      </w:r>
      <w:r>
        <w:t> </w:t>
      </w:r>
      <w:r w:rsidRPr="00F056D3">
        <w:t>nimi współpracującym, osobom współpracującym z</w:t>
      </w:r>
      <w:r>
        <w:t> </w:t>
      </w:r>
      <w:r w:rsidRPr="00F056D3">
        <w:t>osobami fizycznymi, o</w:t>
      </w:r>
      <w:r>
        <w:t> </w:t>
      </w:r>
      <w:r w:rsidRPr="00F056D3">
        <w:t>których mowa w</w:t>
      </w:r>
      <w:r>
        <w:t> art. </w:t>
      </w:r>
      <w:r w:rsidRPr="007E1455">
        <w:t>18</w:t>
      </w:r>
      <w:r>
        <w:t xml:space="preserve"> ust. </w:t>
      </w:r>
      <w:r w:rsidRPr="007E1455">
        <w:t>1</w:t>
      </w:r>
      <w:r>
        <w:t> </w:t>
      </w:r>
      <w:r w:rsidRPr="00F056D3">
        <w:t>ustawy z</w:t>
      </w:r>
      <w:r>
        <w:t> </w:t>
      </w:r>
      <w:r w:rsidRPr="00F056D3">
        <w:t>dnia 6</w:t>
      </w:r>
      <w:r>
        <w:t> </w:t>
      </w:r>
      <w:r w:rsidRPr="00F056D3">
        <w:t>marca 2018</w:t>
      </w:r>
      <w:r>
        <w:t> </w:t>
      </w:r>
      <w:r w:rsidRPr="00F056D3">
        <w:t xml:space="preserve">r. </w:t>
      </w:r>
      <w:r>
        <w:noBreakHyphen/>
        <w:t xml:space="preserve"> </w:t>
      </w:r>
      <w:r w:rsidRPr="00F056D3">
        <w:t>Prawo przedsiębiorców (Dz.U. z</w:t>
      </w:r>
      <w:r>
        <w:t> </w:t>
      </w:r>
      <w:r w:rsidRPr="00F056D3">
        <w:t>2021</w:t>
      </w:r>
      <w:r>
        <w:t> </w:t>
      </w:r>
      <w:r w:rsidRPr="00F056D3">
        <w:t>r.</w:t>
      </w:r>
      <w:r>
        <w:t xml:space="preserve"> poz. </w:t>
      </w:r>
      <w:r w:rsidRPr="007E1455">
        <w:t>162</w:t>
      </w:r>
      <w:r w:rsidRPr="00F056D3">
        <w:t>), duchownym będącym płatnikami składek na własne ubezpieczenia, artystom zawodowym, w</w:t>
      </w:r>
      <w:r>
        <w:t> </w:t>
      </w:r>
      <w:r w:rsidRPr="00F056D3">
        <w:t>razie wystąpienia w</w:t>
      </w:r>
      <w:r>
        <w:t> </w:t>
      </w:r>
      <w:r w:rsidRPr="00F056D3">
        <w:t>dniu powstania prawa do świadczenia zadłużenia z</w:t>
      </w:r>
      <w:r>
        <w:t> </w:t>
      </w:r>
      <w:r w:rsidRPr="00F056D3">
        <w:t>tytułu składek na ubezpieczenia społeczne na kwotę przekraczającą 1% minimalnego wynagrodzenia za pracę ustalonego na podstawie odrębnych przepisów, do czasu spłaty całości zadłużenia.</w:t>
      </w:r>
      <w:r>
        <w:t>”</w:t>
      </w:r>
      <w:r w:rsidRPr="00F056D3">
        <w:t>;</w:t>
      </w:r>
    </w:p>
    <w:p w14:paraId="6201A5C4" w14:textId="144E15D6" w:rsidR="00AE27F0" w:rsidRPr="00F056D3" w:rsidRDefault="00AE27F0" w:rsidP="00AE27F0">
      <w:pPr>
        <w:pStyle w:val="PKTpunkt"/>
      </w:pPr>
      <w:r w:rsidRPr="00F056D3">
        <w:t>2)</w:t>
      </w:r>
      <w:r w:rsidRPr="00F056D3">
        <w:tab/>
        <w:t>w</w:t>
      </w:r>
      <w:r>
        <w:t xml:space="preserve"> art. </w:t>
      </w:r>
      <w:r w:rsidRPr="00F056D3">
        <w:t>61</w:t>
      </w:r>
      <w:r>
        <w:t xml:space="preserve"> w ust. </w:t>
      </w:r>
      <w:r w:rsidRPr="00F056D3">
        <w:t>1</w:t>
      </w:r>
      <w:r>
        <w:t xml:space="preserve"> w pkt </w:t>
      </w:r>
      <w:r w:rsidRPr="00F056D3">
        <w:t>2</w:t>
      </w:r>
      <w:r>
        <w:t xml:space="preserve"> w lit. </w:t>
      </w:r>
      <w:r w:rsidRPr="00F056D3">
        <w:t>e kropkę zastępuje się przecinkiem i</w:t>
      </w:r>
      <w:r>
        <w:t> </w:t>
      </w:r>
      <w:r w:rsidRPr="00F056D3">
        <w:t>dodaje się</w:t>
      </w:r>
      <w:r>
        <w:t xml:space="preserve"> lit. </w:t>
      </w:r>
      <w:r w:rsidRPr="00F056D3">
        <w:t>f w</w:t>
      </w:r>
      <w:r>
        <w:t> </w:t>
      </w:r>
      <w:r w:rsidRPr="00F056D3">
        <w:t>brzmieniu:</w:t>
      </w:r>
    </w:p>
    <w:p w14:paraId="74413DF8" w14:textId="246E0AA1" w:rsidR="00AE27F0" w:rsidRPr="00F056D3" w:rsidRDefault="00AE27F0" w:rsidP="00AE27F0">
      <w:pPr>
        <w:pStyle w:val="ZLITzmlitartykuempunktem"/>
      </w:pPr>
      <w:r>
        <w:lastRenderedPageBreak/>
        <w:t>„</w:t>
      </w:r>
      <w:r w:rsidRPr="00F056D3">
        <w:t>f)</w:t>
      </w:r>
      <w:r w:rsidRPr="00F056D3">
        <w:tab/>
        <w:t>ubezpieczonym będącym artystą zawodowym.</w:t>
      </w:r>
      <w:r>
        <w:t>”</w:t>
      </w:r>
      <w:r w:rsidRPr="00F056D3">
        <w:t>.</w:t>
      </w:r>
    </w:p>
    <w:p w14:paraId="05F35745" w14:textId="55D39E04" w:rsidR="00AE27F0" w:rsidRPr="00F056D3" w:rsidRDefault="00AE27F0" w:rsidP="00AE27F0">
      <w:pPr>
        <w:pStyle w:val="ARTartustawynprozporzdzenia"/>
      </w:pPr>
      <w:r w:rsidRPr="00F056D3">
        <w:rPr>
          <w:rStyle w:val="Ppogrubienie"/>
        </w:rPr>
        <w:t>Art. 63.</w:t>
      </w:r>
      <w:r w:rsidRPr="00F056D3">
        <w:t xml:space="preserve"> W</w:t>
      </w:r>
      <w:r>
        <w:t> </w:t>
      </w:r>
      <w:r w:rsidRPr="00F056D3">
        <w:t>ustawie z</w:t>
      </w:r>
      <w:r>
        <w:t> </w:t>
      </w:r>
      <w:r w:rsidRPr="00F056D3">
        <w:t>dnia 30</w:t>
      </w:r>
      <w:r>
        <w:t> </w:t>
      </w:r>
      <w:r w:rsidRPr="00F056D3">
        <w:t>października 2002</w:t>
      </w:r>
      <w:r>
        <w:t> </w:t>
      </w:r>
      <w:r w:rsidRPr="00F056D3">
        <w:t>r. o</w:t>
      </w:r>
      <w:r>
        <w:t> </w:t>
      </w:r>
      <w:r w:rsidRPr="00F056D3">
        <w:t>ubezpieczeniu społecznym z</w:t>
      </w:r>
      <w:r>
        <w:t> </w:t>
      </w:r>
      <w:r w:rsidRPr="00F056D3">
        <w:t>tytułu wypadków przy pracy i</w:t>
      </w:r>
      <w:r>
        <w:t> </w:t>
      </w:r>
      <w:r w:rsidRPr="00F056D3">
        <w:t>chorób zawodowych (Dz.U. z</w:t>
      </w:r>
      <w:r>
        <w:t> </w:t>
      </w:r>
      <w:r w:rsidRPr="00F056D3">
        <w:t>2019</w:t>
      </w:r>
      <w:r>
        <w:t> </w:t>
      </w:r>
      <w:r w:rsidRPr="00F056D3">
        <w:t>r.</w:t>
      </w:r>
      <w:r>
        <w:t xml:space="preserve"> poz. </w:t>
      </w:r>
      <w:r w:rsidRPr="007E1455">
        <w:t>1205</w:t>
      </w:r>
      <w:r>
        <w:t xml:space="preserve"> oraz</w:t>
      </w:r>
      <w:r w:rsidRPr="00F056D3">
        <w:t xml:space="preserve"> z</w:t>
      </w:r>
      <w:r>
        <w:t> </w:t>
      </w:r>
      <w:r w:rsidRPr="00F056D3">
        <w:t>2021</w:t>
      </w:r>
      <w:r>
        <w:t> </w:t>
      </w:r>
      <w:r w:rsidRPr="00F056D3">
        <w:t>r.</w:t>
      </w:r>
      <w:r>
        <w:t xml:space="preserve"> poz. </w:t>
      </w:r>
      <w:r w:rsidRPr="007E1455">
        <w:t>1621</w:t>
      </w:r>
      <w:r>
        <w:t xml:space="preserve"> i </w:t>
      </w:r>
      <w:r w:rsidRPr="00F056D3">
        <w:t>1834) wprowadza się następujące zmiany:</w:t>
      </w:r>
    </w:p>
    <w:p w14:paraId="6367B56D" w14:textId="0FEB2E40" w:rsidR="00AE27F0" w:rsidRPr="00F056D3" w:rsidRDefault="00AE27F0" w:rsidP="00AE27F0">
      <w:pPr>
        <w:pStyle w:val="PKTpunkt"/>
      </w:pPr>
      <w:r w:rsidRPr="00F056D3">
        <w:t>1)</w:t>
      </w:r>
      <w:r w:rsidRPr="00F056D3">
        <w:tab/>
        <w:t>w</w:t>
      </w:r>
      <w:r>
        <w:t xml:space="preserve"> art. </w:t>
      </w:r>
      <w:r w:rsidRPr="00F056D3">
        <w:t>3</w:t>
      </w:r>
      <w:r>
        <w:t xml:space="preserve"> w ust. </w:t>
      </w:r>
      <w:r w:rsidRPr="00F056D3">
        <w:t>3</w:t>
      </w:r>
      <w:r>
        <w:t> </w:t>
      </w:r>
      <w:r w:rsidRPr="00F056D3">
        <w:t>po</w:t>
      </w:r>
      <w:r>
        <w:t xml:space="preserve"> pkt </w:t>
      </w:r>
      <w:r w:rsidRPr="00F056D3">
        <w:t>10</w:t>
      </w:r>
      <w:r>
        <w:t> </w:t>
      </w:r>
      <w:r w:rsidRPr="00F056D3">
        <w:t>dodaje się</w:t>
      </w:r>
      <w:r>
        <w:t xml:space="preserve"> pkt </w:t>
      </w:r>
      <w:r w:rsidRPr="00F056D3">
        <w:t>10a w</w:t>
      </w:r>
      <w:r>
        <w:t> </w:t>
      </w:r>
      <w:r w:rsidRPr="00F056D3">
        <w:t>brzmieniu:</w:t>
      </w:r>
    </w:p>
    <w:p w14:paraId="1CA7FBC1" w14:textId="5938B2EB" w:rsidR="00AE27F0" w:rsidRPr="00F056D3" w:rsidRDefault="00AE27F0" w:rsidP="00AE27F0">
      <w:pPr>
        <w:pStyle w:val="ZPKTzmpktartykuempunktem"/>
      </w:pPr>
      <w:r>
        <w:t>„</w:t>
      </w:r>
      <w:r w:rsidRPr="00F056D3">
        <w:t>10a)</w:t>
      </w:r>
      <w:r w:rsidRPr="00F056D3">
        <w:tab/>
        <w:t>wykonywania przez artystę zawodowego czynności związanych z</w:t>
      </w:r>
      <w:r>
        <w:t> </w:t>
      </w:r>
      <w:r w:rsidRPr="00F056D3">
        <w:t>prowadzeniem działalności artystycznej lub twórczej;</w:t>
      </w:r>
      <w:r>
        <w:t>”</w:t>
      </w:r>
      <w:r w:rsidRPr="00F056D3">
        <w:t>;</w:t>
      </w:r>
    </w:p>
    <w:p w14:paraId="7371D6D4" w14:textId="1B8B6760" w:rsidR="00AE27F0" w:rsidRPr="00F056D3" w:rsidRDefault="00AE27F0" w:rsidP="00AE27F0">
      <w:pPr>
        <w:pStyle w:val="PKTpunkt"/>
      </w:pPr>
      <w:r w:rsidRPr="00F056D3">
        <w:t>2)</w:t>
      </w:r>
      <w:r w:rsidRPr="00F056D3">
        <w:tab/>
        <w:t>w</w:t>
      </w:r>
      <w:r>
        <w:t xml:space="preserve"> art. </w:t>
      </w:r>
      <w:r w:rsidRPr="00F056D3">
        <w:t>5</w:t>
      </w:r>
      <w:r>
        <w:t xml:space="preserve"> w ust. </w:t>
      </w:r>
      <w:r w:rsidRPr="00F056D3">
        <w:t>1</w:t>
      </w:r>
      <w:r>
        <w:t xml:space="preserve"> pkt </w:t>
      </w:r>
      <w:r w:rsidRPr="00F056D3">
        <w:t>8</w:t>
      </w:r>
      <w:r>
        <w:t> </w:t>
      </w:r>
      <w:r w:rsidRPr="00F056D3">
        <w:t>otrzymuje brzmienie:</w:t>
      </w:r>
    </w:p>
    <w:p w14:paraId="714B7A4C" w14:textId="6C4D21B3" w:rsidR="00AE27F0" w:rsidRPr="00F056D3" w:rsidRDefault="00AE27F0" w:rsidP="00AE27F0">
      <w:pPr>
        <w:pStyle w:val="ZPKTzmpktartykuempunktem"/>
      </w:pPr>
      <w:r>
        <w:t>„</w:t>
      </w:r>
      <w:r w:rsidRPr="00F056D3">
        <w:t>8)</w:t>
      </w:r>
      <w:r w:rsidRPr="00F056D3">
        <w:tab/>
        <w:t xml:space="preserve">Zakład </w:t>
      </w:r>
      <w:r w:rsidRPr="00F056D3">
        <w:softHyphen/>
        <w:t xml:space="preserve"> w</w:t>
      </w:r>
      <w:r>
        <w:t> </w:t>
      </w:r>
      <w:r w:rsidRPr="00F056D3">
        <w:t>stosunku do prowadzących pozarolniczą działalność oraz współpracujących przy prowadzeniu takiej działalności w</w:t>
      </w:r>
      <w:r>
        <w:t> </w:t>
      </w:r>
      <w:r w:rsidRPr="00F056D3">
        <w:t>rozumieniu przepisów o</w:t>
      </w:r>
      <w:r>
        <w:t> </w:t>
      </w:r>
      <w:r w:rsidRPr="00F056D3">
        <w:t>systemie ubezpieczeń społecznych, artystów zawodowych a</w:t>
      </w:r>
      <w:r>
        <w:t> </w:t>
      </w:r>
      <w:r w:rsidRPr="00F056D3">
        <w:t>także w</w:t>
      </w:r>
      <w:r>
        <w:t> </w:t>
      </w:r>
      <w:r w:rsidRPr="00F056D3">
        <w:t>stosunku do wykonujących pracę na podstawie umowy uaktywniającej, o</w:t>
      </w:r>
      <w:r>
        <w:t> </w:t>
      </w:r>
      <w:r w:rsidRPr="00F056D3">
        <w:t>której mowa w</w:t>
      </w:r>
      <w:r>
        <w:t> </w:t>
      </w:r>
      <w:r w:rsidRPr="00F056D3">
        <w:t>ustawie z</w:t>
      </w:r>
      <w:r>
        <w:t> </w:t>
      </w:r>
      <w:r w:rsidRPr="00F056D3">
        <w:t>dnia 4</w:t>
      </w:r>
      <w:r>
        <w:t> </w:t>
      </w:r>
      <w:r w:rsidRPr="00F056D3">
        <w:t>lutego 2011</w:t>
      </w:r>
      <w:r>
        <w:t> </w:t>
      </w:r>
      <w:r w:rsidRPr="00F056D3">
        <w:t>r. o</w:t>
      </w:r>
      <w:r>
        <w:t> </w:t>
      </w:r>
      <w:r w:rsidRPr="00F056D3">
        <w:t>opiece nad dziećmi w</w:t>
      </w:r>
      <w:r>
        <w:t> </w:t>
      </w:r>
      <w:r w:rsidRPr="00F056D3">
        <w:t>wieku do lat 3;</w:t>
      </w:r>
      <w:r>
        <w:t>”</w:t>
      </w:r>
      <w:r w:rsidRPr="00F056D3">
        <w:t>;</w:t>
      </w:r>
    </w:p>
    <w:p w14:paraId="779FBC67" w14:textId="33937D36" w:rsidR="00AE27F0" w:rsidRPr="00F056D3" w:rsidRDefault="00AE27F0" w:rsidP="00AE27F0">
      <w:r w:rsidRPr="00F056D3">
        <w:t>3)</w:t>
      </w:r>
      <w:r w:rsidRPr="00F056D3">
        <w:tab/>
        <w:t>w</w:t>
      </w:r>
      <w:r>
        <w:t xml:space="preserve"> art. </w:t>
      </w:r>
      <w:r w:rsidRPr="00F056D3">
        <w:t>6</w:t>
      </w:r>
      <w:r>
        <w:t> </w:t>
      </w:r>
      <w:r w:rsidRPr="00F056D3">
        <w:t>po</w:t>
      </w:r>
      <w:r>
        <w:t xml:space="preserve"> ust. </w:t>
      </w:r>
      <w:r w:rsidRPr="00F056D3">
        <w:t>2</w:t>
      </w:r>
      <w:r>
        <w:t> </w:t>
      </w:r>
      <w:r w:rsidRPr="00F056D3">
        <w:t>dodaje się</w:t>
      </w:r>
      <w:r>
        <w:t xml:space="preserve"> ust. </w:t>
      </w:r>
      <w:r w:rsidRPr="00F056D3">
        <w:t>2a w</w:t>
      </w:r>
      <w:r>
        <w:t> </w:t>
      </w:r>
      <w:r w:rsidRPr="00F056D3">
        <w:t>brzmieniu:</w:t>
      </w:r>
    </w:p>
    <w:p w14:paraId="460BB2EE" w14:textId="1328CB7A" w:rsidR="00AE27F0" w:rsidRDefault="00AE27F0" w:rsidP="00AE27F0">
      <w:pPr>
        <w:pStyle w:val="ZUSTzmustartykuempunktem"/>
      </w:pPr>
      <w:r>
        <w:t>„</w:t>
      </w:r>
      <w:r w:rsidRPr="00F056D3">
        <w:t>2a. Przepis</w:t>
      </w:r>
      <w:r>
        <w:t xml:space="preserve"> ust. </w:t>
      </w:r>
      <w:r w:rsidRPr="00F056D3">
        <w:t>2</w:t>
      </w:r>
      <w:r>
        <w:t> </w:t>
      </w:r>
      <w:r w:rsidRPr="00F056D3">
        <w:t>stosuje się do artystów zawodowych.</w:t>
      </w:r>
      <w:r>
        <w:t>”</w:t>
      </w:r>
      <w:r w:rsidRPr="00F056D3">
        <w:t>.</w:t>
      </w:r>
    </w:p>
    <w:p w14:paraId="49DC2383" w14:textId="3CFBCD69" w:rsidR="00AE27F0" w:rsidRDefault="00AE27F0" w:rsidP="00AE27F0">
      <w:pPr>
        <w:pStyle w:val="ARTartustawynprozporzdzenia"/>
      </w:pPr>
      <w:r w:rsidRPr="001C038F">
        <w:rPr>
          <w:rStyle w:val="Ppogrubienie"/>
        </w:rPr>
        <w:t>Art. 6</w:t>
      </w:r>
      <w:r>
        <w:rPr>
          <w:rStyle w:val="Ppogrubienie"/>
        </w:rPr>
        <w:t>4</w:t>
      </w:r>
      <w:r w:rsidRPr="001C038F">
        <w:rPr>
          <w:rStyle w:val="Ppogrubienie"/>
        </w:rPr>
        <w:t>.</w:t>
      </w:r>
      <w:r w:rsidRPr="00782AE7">
        <w:t xml:space="preserve"> </w:t>
      </w:r>
      <w:r>
        <w:t>W </w:t>
      </w:r>
      <w:r w:rsidRPr="00CD730F">
        <w:t>ustawie z</w:t>
      </w:r>
      <w:r>
        <w:t> </w:t>
      </w:r>
      <w:r w:rsidRPr="00CD730F">
        <w:t>dnia 20</w:t>
      </w:r>
      <w:r>
        <w:t> </w:t>
      </w:r>
      <w:r w:rsidRPr="00CD730F">
        <w:t>kwietnia 2004</w:t>
      </w:r>
      <w:r>
        <w:t> </w:t>
      </w:r>
      <w:r w:rsidRPr="00CD730F">
        <w:t>r. o</w:t>
      </w:r>
      <w:r>
        <w:t> </w:t>
      </w:r>
      <w:r w:rsidRPr="00CD730F">
        <w:t>promocji zatrudnienia i</w:t>
      </w:r>
      <w:r>
        <w:t> instytucjach rynku pracy (Dz. U. z 2021 </w:t>
      </w:r>
      <w:r w:rsidRPr="00CD730F">
        <w:t>r.,</w:t>
      </w:r>
      <w:r>
        <w:t xml:space="preserve"> poz. 1100, z </w:t>
      </w:r>
      <w:proofErr w:type="spellStart"/>
      <w:r>
        <w:t>późn</w:t>
      </w:r>
      <w:proofErr w:type="spellEnd"/>
      <w:r>
        <w:t>. zm.</w:t>
      </w:r>
      <w:r w:rsidRPr="00AE27F0">
        <w:rPr>
          <w:rStyle w:val="IGindeksgrny"/>
        </w:rPr>
        <w:footnoteReference w:id="8"/>
      </w:r>
      <w:r w:rsidRPr="00AE27F0">
        <w:rPr>
          <w:rStyle w:val="IGindeksgrny"/>
        </w:rPr>
        <w:t>)</w:t>
      </w:r>
      <w:r>
        <w:t xml:space="preserve"> w art. 2 ust. 1 pkt 2 po lit. m dodaje się lit. n w brzmieniu:</w:t>
      </w:r>
    </w:p>
    <w:p w14:paraId="1D4B2445" w14:textId="483FA3AB" w:rsidR="00AE27F0" w:rsidRPr="00CD730F" w:rsidRDefault="00AE27F0" w:rsidP="00AE27F0">
      <w:pPr>
        <w:pStyle w:val="ZLITzmlitartykuempunktem"/>
      </w:pPr>
      <w:r>
        <w:t>„n)</w:t>
      </w:r>
      <w:r>
        <w:tab/>
        <w:t>nie jest artystą zawodowym z aktualnymi uprawnieniami, chyba że zawiesiła uprawnienia artysty zawodowego;”.</w:t>
      </w:r>
    </w:p>
    <w:p w14:paraId="66BB3013" w14:textId="615708C5" w:rsidR="00AE27F0" w:rsidRPr="00182333" w:rsidRDefault="00AE27F0" w:rsidP="00AE27F0">
      <w:pPr>
        <w:pStyle w:val="ARTartustawynprozporzdzenia"/>
      </w:pPr>
      <w:r w:rsidRPr="00782AE7">
        <w:rPr>
          <w:rStyle w:val="Ppogrubienie"/>
        </w:rPr>
        <w:t>Art. 6</w:t>
      </w:r>
      <w:r>
        <w:rPr>
          <w:rStyle w:val="Ppogrubienie"/>
        </w:rPr>
        <w:t>5</w:t>
      </w:r>
      <w:r w:rsidRPr="00782AE7">
        <w:rPr>
          <w:rStyle w:val="Ppogrubienie"/>
        </w:rPr>
        <w:t>.</w:t>
      </w:r>
      <w:r w:rsidRPr="00782AE7">
        <w:t xml:space="preserve"> </w:t>
      </w:r>
      <w:r w:rsidRPr="00182333">
        <w:t>W</w:t>
      </w:r>
      <w:r>
        <w:t> </w:t>
      </w:r>
      <w:r w:rsidRPr="00182333">
        <w:t>ustawie z</w:t>
      </w:r>
      <w:r>
        <w:t> </w:t>
      </w:r>
      <w:r w:rsidRPr="00182333">
        <w:t>dnia 27</w:t>
      </w:r>
      <w:r>
        <w:t> </w:t>
      </w:r>
      <w:r w:rsidRPr="00182333">
        <w:t>sierpnia 2004</w:t>
      </w:r>
      <w:r>
        <w:t> </w:t>
      </w:r>
      <w:r w:rsidRPr="00182333">
        <w:t>r. o</w:t>
      </w:r>
      <w:r>
        <w:t> </w:t>
      </w:r>
      <w:r w:rsidRPr="00182333">
        <w:t>świadczeniach opieki zdrowotnej finansowanych ze środków publicznych (</w:t>
      </w:r>
      <w:r>
        <w:t>Dz. U.</w:t>
      </w:r>
      <w:r w:rsidRPr="00182333">
        <w:t xml:space="preserve"> z</w:t>
      </w:r>
      <w:r>
        <w:t> </w:t>
      </w:r>
      <w:r w:rsidRPr="00182333">
        <w:t>202</w:t>
      </w:r>
      <w:r>
        <w:t>1 </w:t>
      </w:r>
      <w:r w:rsidRPr="00182333">
        <w:t>r.</w:t>
      </w:r>
      <w:r>
        <w:t xml:space="preserve"> poz. </w:t>
      </w:r>
      <w:r w:rsidRPr="00182333">
        <w:t>1</w:t>
      </w:r>
      <w:r>
        <w:t>285</w:t>
      </w:r>
      <w:r w:rsidRPr="00182333">
        <w:t>, z</w:t>
      </w:r>
      <w:r>
        <w:t> </w:t>
      </w:r>
      <w:proofErr w:type="spellStart"/>
      <w:r w:rsidRPr="00182333">
        <w:t>późn</w:t>
      </w:r>
      <w:proofErr w:type="spellEnd"/>
      <w:r w:rsidRPr="00182333">
        <w:t>. zm.</w:t>
      </w:r>
      <w:r w:rsidRPr="00AE27F0">
        <w:rPr>
          <w:rStyle w:val="IGindeksgrny"/>
        </w:rPr>
        <w:footnoteReference w:id="9"/>
      </w:r>
      <w:r w:rsidRPr="00AE27F0">
        <w:rPr>
          <w:rStyle w:val="IGindeksgrny"/>
        </w:rPr>
        <w:t>)</w:t>
      </w:r>
      <w:r w:rsidRPr="00182333">
        <w:t>) wprowadza się następujące zmiany:</w:t>
      </w:r>
    </w:p>
    <w:p w14:paraId="36302DE8" w14:textId="2E1076B1" w:rsidR="00AE27F0" w:rsidRPr="00182333" w:rsidRDefault="00AE27F0" w:rsidP="00AE27F0">
      <w:pPr>
        <w:pStyle w:val="PKTpunkt"/>
      </w:pPr>
      <w:r w:rsidRPr="00182333">
        <w:t>1)</w:t>
      </w:r>
      <w:r w:rsidRPr="00182333">
        <w:tab/>
        <w:t>w</w:t>
      </w:r>
      <w:r>
        <w:t xml:space="preserve"> art. </w:t>
      </w:r>
      <w:r w:rsidRPr="00182333">
        <w:t>66</w:t>
      </w:r>
      <w:r>
        <w:t xml:space="preserve"> ust. </w:t>
      </w:r>
      <w:r w:rsidRPr="00182333">
        <w:t>1</w:t>
      </w:r>
      <w:r>
        <w:t xml:space="preserve"> pkt </w:t>
      </w:r>
      <w:r w:rsidRPr="00182333">
        <w:t>1</w:t>
      </w:r>
      <w:r>
        <w:t> </w:t>
      </w:r>
      <w:r w:rsidRPr="00182333">
        <w:t>po literze f dodaje się literę fa w</w:t>
      </w:r>
      <w:r>
        <w:t> </w:t>
      </w:r>
      <w:r w:rsidRPr="00182333">
        <w:t>brzmieniu:</w:t>
      </w:r>
    </w:p>
    <w:p w14:paraId="715DF16C" w14:textId="2C3E4C26" w:rsidR="00AE27F0" w:rsidRPr="00182333" w:rsidRDefault="00AE27F0" w:rsidP="00AE27F0">
      <w:pPr>
        <w:pStyle w:val="ZLITzmlitartykuempunktem"/>
      </w:pPr>
      <w:r>
        <w:t>„</w:t>
      </w:r>
      <w:r w:rsidRPr="00182333">
        <w:t>fa)</w:t>
      </w:r>
      <w:r w:rsidRPr="00182333">
        <w:tab/>
        <w:t>artystami zawodowymi</w:t>
      </w:r>
      <w:r>
        <w:t>, jeżeli nie podlega ubezpieczeniu zdrowotnemu z innego tytułu</w:t>
      </w:r>
      <w:r w:rsidRPr="00182333">
        <w:t>,</w:t>
      </w:r>
      <w:r>
        <w:t>”;</w:t>
      </w:r>
    </w:p>
    <w:p w14:paraId="3C03BBC3" w14:textId="51C42C02" w:rsidR="00AE27F0" w:rsidRPr="00182333" w:rsidRDefault="00AE27F0" w:rsidP="00AE27F0">
      <w:pPr>
        <w:pStyle w:val="PKTpunkt"/>
      </w:pPr>
      <w:r w:rsidRPr="00182333">
        <w:t>2)</w:t>
      </w:r>
      <w:r w:rsidRPr="00182333">
        <w:tab/>
        <w:t>w</w:t>
      </w:r>
      <w:r>
        <w:t xml:space="preserve"> art. </w:t>
      </w:r>
      <w:r w:rsidRPr="00182333">
        <w:t>69</w:t>
      </w:r>
      <w:r>
        <w:t> </w:t>
      </w:r>
      <w:r w:rsidRPr="00182333">
        <w:t>po</w:t>
      </w:r>
      <w:r>
        <w:t xml:space="preserve"> ust. </w:t>
      </w:r>
      <w:r w:rsidRPr="00182333">
        <w:t>1b dodaje się</w:t>
      </w:r>
      <w:r>
        <w:t xml:space="preserve"> ust. </w:t>
      </w:r>
      <w:r w:rsidRPr="00182333">
        <w:t>1c w</w:t>
      </w:r>
      <w:r>
        <w:t> </w:t>
      </w:r>
      <w:r w:rsidRPr="00182333">
        <w:t>brzmieniu:</w:t>
      </w:r>
    </w:p>
    <w:p w14:paraId="764707AC" w14:textId="723E7300" w:rsidR="00AE27F0" w:rsidRPr="00182333" w:rsidRDefault="00AE27F0" w:rsidP="00AE27F0">
      <w:pPr>
        <w:pStyle w:val="ZUSTzmustartykuempunktem"/>
      </w:pPr>
      <w:r>
        <w:lastRenderedPageBreak/>
        <w:t>„</w:t>
      </w:r>
      <w:r w:rsidRPr="00182333">
        <w:t xml:space="preserve">1c. Do ubezpieczenia zdrowotnego </w:t>
      </w:r>
      <w:r>
        <w:t>artystów zawodowych</w:t>
      </w:r>
      <w:r w:rsidRPr="00182333">
        <w:t>, któr</w:t>
      </w:r>
      <w:r>
        <w:t>ych</w:t>
      </w:r>
      <w:r w:rsidRPr="00182333">
        <w:t xml:space="preserve"> </w:t>
      </w:r>
      <w:r w:rsidRPr="00A54486">
        <w:t xml:space="preserve">uprawnienia artysty zawodowego zostały zawieszone </w:t>
      </w:r>
      <w:r w:rsidRPr="00182333">
        <w:t>na podstawie na podstawie</w:t>
      </w:r>
      <w:r>
        <w:t xml:space="preserve"> art. 30 ustawy o artystach zawodowych</w:t>
      </w:r>
      <w:r w:rsidRPr="00182333">
        <w:t>, stosuje się odpowiednio</w:t>
      </w:r>
      <w:r>
        <w:t xml:space="preserve"> art. </w:t>
      </w:r>
      <w:r w:rsidRPr="00182333">
        <w:t>68.</w:t>
      </w:r>
      <w:r>
        <w:t>”</w:t>
      </w:r>
      <w:r w:rsidRPr="00182333">
        <w:t>.</w:t>
      </w:r>
    </w:p>
    <w:p w14:paraId="1DFE378A" w14:textId="6402BB6C" w:rsidR="00AE27F0" w:rsidRPr="00182333" w:rsidRDefault="00AE27F0" w:rsidP="00AE27F0">
      <w:pPr>
        <w:pStyle w:val="ARTartustawynprozporzdzenia"/>
      </w:pPr>
      <w:r w:rsidRPr="00182333">
        <w:rPr>
          <w:rStyle w:val="Ppogrubienie"/>
        </w:rPr>
        <w:t>Art. 6</w:t>
      </w:r>
      <w:r>
        <w:rPr>
          <w:rStyle w:val="Ppogrubienie"/>
        </w:rPr>
        <w:t>6</w:t>
      </w:r>
      <w:r w:rsidRPr="00182333">
        <w:rPr>
          <w:rStyle w:val="Ppogrubienie"/>
        </w:rPr>
        <w:t>.</w:t>
      </w:r>
      <w:r w:rsidRPr="00182333">
        <w:t xml:space="preserve"> 1. Osobom, w</w:t>
      </w:r>
      <w:r>
        <w:t> </w:t>
      </w:r>
      <w:r w:rsidRPr="00182333">
        <w:t>stosunku do których zostały wydane decyzje o</w:t>
      </w:r>
      <w:r>
        <w:t> </w:t>
      </w:r>
      <w:r w:rsidRPr="00182333">
        <w:t xml:space="preserve">uznaniu działalności za artystyczną lub twórczą przez Komisję do spraw Zaopatrzenia Emerytalnego Twórców, zwaną dalej </w:t>
      </w:r>
      <w:r>
        <w:t>„</w:t>
      </w:r>
      <w:r w:rsidRPr="00182333">
        <w:t>Komisją</w:t>
      </w:r>
      <w:r>
        <w:t>”</w:t>
      </w:r>
      <w:r w:rsidRPr="00182333">
        <w:t>, o</w:t>
      </w:r>
      <w:r>
        <w:t> </w:t>
      </w:r>
      <w:r w:rsidRPr="00182333">
        <w:t>której mowa w</w:t>
      </w:r>
      <w:r>
        <w:t> art. </w:t>
      </w:r>
      <w:r w:rsidRPr="00182333">
        <w:t>8</w:t>
      </w:r>
      <w:r>
        <w:t xml:space="preserve"> ust. </w:t>
      </w:r>
      <w:r w:rsidRPr="00182333">
        <w:t>9</w:t>
      </w:r>
      <w:r>
        <w:t> </w:t>
      </w:r>
      <w:r w:rsidRPr="00182333">
        <w:t>ustawy zmienianej w</w:t>
      </w:r>
      <w:r>
        <w:t> art. </w:t>
      </w:r>
      <w:r w:rsidRPr="00182333">
        <w:t>58, w</w:t>
      </w:r>
      <w:r>
        <w:t> </w:t>
      </w:r>
      <w:r w:rsidRPr="00182333">
        <w:t>terminie 120</w:t>
      </w:r>
      <w:r>
        <w:t> </w:t>
      </w:r>
      <w:r w:rsidRPr="00182333">
        <w:t>dni od dnia wejścia w</w:t>
      </w:r>
      <w:r>
        <w:t> </w:t>
      </w:r>
      <w:r w:rsidRPr="00182333">
        <w:t xml:space="preserve">życie ustawy </w:t>
      </w:r>
      <w:r>
        <w:t xml:space="preserve">Rada Izby </w:t>
      </w:r>
      <w:r w:rsidRPr="00182333">
        <w:t xml:space="preserve">potwierdza </w:t>
      </w:r>
      <w:r>
        <w:t>z urzędu</w:t>
      </w:r>
      <w:r w:rsidRPr="00182333">
        <w:t xml:space="preserve"> w</w:t>
      </w:r>
      <w:r>
        <w:t> </w:t>
      </w:r>
      <w:r w:rsidRPr="00182333">
        <w:t>drodze decyzji uprawnienia artysty zawodowego.</w:t>
      </w:r>
    </w:p>
    <w:p w14:paraId="3CA56BE5" w14:textId="12C7C155" w:rsidR="00AE27F0" w:rsidRPr="00182333" w:rsidRDefault="00AE27F0" w:rsidP="00AE27F0">
      <w:pPr>
        <w:pStyle w:val="USTustnpkodeksu"/>
      </w:pPr>
      <w:r w:rsidRPr="00182333">
        <w:t>2. Uprawnienia artysty zawodowego potwierdzane są bezterminowo, jeżeli działalność twórcza lub artystyczna ustalona w</w:t>
      </w:r>
      <w:r>
        <w:t> </w:t>
      </w:r>
      <w:r w:rsidRPr="00182333">
        <w:t>decyzji Komisji przekracza liczbę lat określoną dla danego zawodu w</w:t>
      </w:r>
      <w:r>
        <w:t> </w:t>
      </w:r>
      <w:r w:rsidRPr="00182333">
        <w:t>rozporządzeniu wydawanym na podstawie</w:t>
      </w:r>
      <w:r>
        <w:t xml:space="preserve"> art. </w:t>
      </w:r>
      <w:r w:rsidRPr="00182333">
        <w:t>36</w:t>
      </w:r>
      <w:r>
        <w:t xml:space="preserve"> pkt </w:t>
      </w:r>
      <w:r w:rsidRPr="00182333">
        <w:t xml:space="preserve">2. </w:t>
      </w:r>
    </w:p>
    <w:p w14:paraId="312903F6" w14:textId="1D5B42FC" w:rsidR="00AE27F0" w:rsidRDefault="00AE27F0" w:rsidP="00AE27F0">
      <w:pPr>
        <w:pStyle w:val="USTustnpkodeksu"/>
      </w:pPr>
      <w:r w:rsidRPr="00182333">
        <w:t>3. Jeżeli liczba lat nie uprawnia do bezterminowego potwierdzenia uprawnień artysty zawodowego, po 3</w:t>
      </w:r>
      <w:r>
        <w:t> </w:t>
      </w:r>
      <w:r w:rsidRPr="00182333">
        <w:t>latach podlegają one aktualizacji na zasadach określonych w</w:t>
      </w:r>
      <w:r>
        <w:t> </w:t>
      </w:r>
      <w:r w:rsidRPr="00182333">
        <w:t>ustawie.</w:t>
      </w:r>
    </w:p>
    <w:p w14:paraId="0D89D10F" w14:textId="46696207" w:rsidR="00AE27F0" w:rsidRPr="00182333" w:rsidRDefault="00AE27F0" w:rsidP="00AE27F0">
      <w:pPr>
        <w:pStyle w:val="ARTartustawynprozporzdzenia"/>
      </w:pPr>
      <w:r w:rsidRPr="00182333">
        <w:rPr>
          <w:rStyle w:val="Ppogrubienie"/>
        </w:rPr>
        <w:t>Art. 6</w:t>
      </w:r>
      <w:r>
        <w:rPr>
          <w:rStyle w:val="Ppogrubienie"/>
        </w:rPr>
        <w:t>7</w:t>
      </w:r>
      <w:r w:rsidRPr="00182333">
        <w:rPr>
          <w:rStyle w:val="Ppogrubienie"/>
        </w:rPr>
        <w:t>.</w:t>
      </w:r>
      <w:r w:rsidRPr="00182333">
        <w:t xml:space="preserve"> 1. Wszczęte przed dniem wejścia w</w:t>
      </w:r>
      <w:r>
        <w:t> </w:t>
      </w:r>
      <w:r w:rsidRPr="00182333">
        <w:t>życie niniejszej ustawy postępowania niezakończone decyzją ostateczną przed Komisją prowadzi, na podstawie przepisów dotychczasowych, Rada Izby.</w:t>
      </w:r>
    </w:p>
    <w:p w14:paraId="7B25D402" w14:textId="5C0F75E2" w:rsidR="00AE27F0" w:rsidRPr="00182333" w:rsidRDefault="00AE27F0" w:rsidP="00AE27F0">
      <w:pPr>
        <w:pStyle w:val="USTustnpkodeksu"/>
      </w:pPr>
      <w:r w:rsidRPr="00182333">
        <w:t>2. W</w:t>
      </w:r>
      <w:r>
        <w:t> </w:t>
      </w:r>
      <w:r w:rsidRPr="00182333">
        <w:t>sprawach sądowych, sądowo</w:t>
      </w:r>
      <w:r>
        <w:softHyphen/>
      </w:r>
      <w:r>
        <w:noBreakHyphen/>
      </w:r>
      <w:r w:rsidRPr="00182333">
        <w:t>administracyjnych, administracyjnych lub egzekucyjnych, dotyczących decyzji wydanych przez Komisję, stroną lub uczestnikiem staje się Izba.</w:t>
      </w:r>
    </w:p>
    <w:p w14:paraId="75434D54" w14:textId="74AE7764" w:rsidR="00AE27F0" w:rsidRPr="00182333" w:rsidRDefault="00AE27F0" w:rsidP="00AE27F0">
      <w:pPr>
        <w:pStyle w:val="USTustnpkodeksu"/>
      </w:pPr>
      <w:r w:rsidRPr="00182333">
        <w:t xml:space="preserve">3. Akta spraw </w:t>
      </w:r>
      <w:r>
        <w:t>rozpatrywanych przez</w:t>
      </w:r>
      <w:r w:rsidRPr="00182333">
        <w:t xml:space="preserve"> Komisj</w:t>
      </w:r>
      <w:r>
        <w:t>ę</w:t>
      </w:r>
      <w:r w:rsidRPr="00182333">
        <w:t>, z</w:t>
      </w:r>
      <w:r>
        <w:t> </w:t>
      </w:r>
      <w:r w:rsidRPr="00182333">
        <w:t>dniem wejścia w</w:t>
      </w:r>
      <w:r>
        <w:t> </w:t>
      </w:r>
      <w:r w:rsidRPr="00182333">
        <w:t>życie ustawy przejmuje Izba.</w:t>
      </w:r>
    </w:p>
    <w:p w14:paraId="31FA926B" w14:textId="1FE0A14D" w:rsidR="00AE27F0" w:rsidRPr="00182333" w:rsidRDefault="00AE27F0" w:rsidP="00AE27F0">
      <w:pPr>
        <w:pStyle w:val="ARTartustawynprozporzdzenia"/>
      </w:pPr>
      <w:r w:rsidRPr="00182333">
        <w:rPr>
          <w:rStyle w:val="Ppogrubienie"/>
        </w:rPr>
        <w:t>Art. 6</w:t>
      </w:r>
      <w:r>
        <w:rPr>
          <w:rStyle w:val="Ppogrubienie"/>
        </w:rPr>
        <w:t>8</w:t>
      </w:r>
      <w:r w:rsidRPr="00182333">
        <w:rPr>
          <w:rStyle w:val="Ppogrubienie"/>
        </w:rPr>
        <w:t>.</w:t>
      </w:r>
      <w:r w:rsidRPr="00182333">
        <w:t xml:space="preserve"> 1. Przy wydawaniu decyzji potwierdzającej uprawnienia artysty zawodowego, do liczby lat, o</w:t>
      </w:r>
      <w:r>
        <w:t> </w:t>
      </w:r>
      <w:r w:rsidRPr="00182333">
        <w:t>której mowa w</w:t>
      </w:r>
      <w:r>
        <w:t> art. </w:t>
      </w:r>
      <w:r w:rsidRPr="00182333">
        <w:t>34</w:t>
      </w:r>
      <w:r>
        <w:t xml:space="preserve"> ust. </w:t>
      </w:r>
      <w:r w:rsidRPr="00182333">
        <w:t>1, zalicza się lata działalności twórczej lub wykonawstwa artystycznego sprzed daty wejścia w</w:t>
      </w:r>
      <w:r>
        <w:t> </w:t>
      </w:r>
      <w:r w:rsidRPr="00182333">
        <w:t>życie ustawy, potwierdzone przez właściwą organizację reprezentatywną. Art. 23</w:t>
      </w:r>
      <w:r>
        <w:noBreakHyphen/>
      </w:r>
      <w:r w:rsidRPr="00182333">
        <w:t>29</w:t>
      </w:r>
      <w:r>
        <w:t> </w:t>
      </w:r>
      <w:r w:rsidRPr="00182333">
        <w:t>stosuje się odpowiednio.</w:t>
      </w:r>
    </w:p>
    <w:p w14:paraId="74CFD2EF" w14:textId="4ACE3C2D" w:rsidR="00AE27F0" w:rsidRPr="00182333" w:rsidRDefault="00AE27F0" w:rsidP="00AE27F0">
      <w:pPr>
        <w:pStyle w:val="USTustnpkodeksu"/>
      </w:pPr>
      <w:r w:rsidRPr="00182333">
        <w:t>2. Zaliczenie lat, o</w:t>
      </w:r>
      <w:r>
        <w:t> </w:t>
      </w:r>
      <w:r w:rsidRPr="00182333">
        <w:t>którym mowa w</w:t>
      </w:r>
      <w:r>
        <w:t> ust. </w:t>
      </w:r>
      <w:r w:rsidRPr="00182333">
        <w:t xml:space="preserve">1, jest możliwe do </w:t>
      </w:r>
      <w:r>
        <w:t xml:space="preserve">końca </w:t>
      </w:r>
      <w:r w:rsidRPr="00182333">
        <w:t>2025</w:t>
      </w:r>
      <w:r>
        <w:t> </w:t>
      </w:r>
      <w:r w:rsidRPr="00182333">
        <w:t>r.</w:t>
      </w:r>
    </w:p>
    <w:p w14:paraId="63DC0046" w14:textId="3685AABF" w:rsidR="00AE27F0" w:rsidRDefault="00AE27F0" w:rsidP="00AE27F0">
      <w:pPr>
        <w:pStyle w:val="ARTartustawynprozporzdzenia"/>
      </w:pPr>
      <w:r w:rsidRPr="00182333">
        <w:rPr>
          <w:rStyle w:val="Ppogrubienie"/>
        </w:rPr>
        <w:t>Art. 6</w:t>
      </w:r>
      <w:r>
        <w:rPr>
          <w:rStyle w:val="Ppogrubienie"/>
        </w:rPr>
        <w:t>9</w:t>
      </w:r>
      <w:r w:rsidRPr="00182333">
        <w:rPr>
          <w:rStyle w:val="Ppogrubienie"/>
        </w:rPr>
        <w:t xml:space="preserve">. </w:t>
      </w:r>
      <w:r w:rsidRPr="00182333">
        <w:t>Opłata pobierana na podstawie</w:t>
      </w:r>
      <w:r>
        <w:t xml:space="preserve"> art. </w:t>
      </w:r>
      <w:r w:rsidRPr="00182333">
        <w:t>20</w:t>
      </w:r>
      <w:r>
        <w:t> </w:t>
      </w:r>
      <w:r w:rsidRPr="00182333">
        <w:t>ustawy zmienianej w</w:t>
      </w:r>
      <w:r>
        <w:t> art. </w:t>
      </w:r>
      <w:r w:rsidRPr="00182333">
        <w:t>5</w:t>
      </w:r>
      <w:r>
        <w:t>9</w:t>
      </w:r>
      <w:r w:rsidRPr="00182333">
        <w:t>, należna przed dniem wejścia w</w:t>
      </w:r>
      <w:r>
        <w:t> </w:t>
      </w:r>
      <w:r w:rsidRPr="00182333">
        <w:t>życie niniejszej ustawy, pobierana jest na podstawie przepisów dotychczasowych.</w:t>
      </w:r>
    </w:p>
    <w:p w14:paraId="0A037B8A" w14:textId="1D6B2863" w:rsidR="00AE27F0" w:rsidRPr="00182333" w:rsidRDefault="00AE27F0" w:rsidP="00AE27F0">
      <w:pPr>
        <w:pStyle w:val="ARTartustawynprozporzdzenia"/>
      </w:pPr>
      <w:r w:rsidRPr="00C83306">
        <w:rPr>
          <w:rStyle w:val="Ppogrubienie"/>
        </w:rPr>
        <w:t>Art. </w:t>
      </w:r>
      <w:r>
        <w:rPr>
          <w:rStyle w:val="Ppogrubienie"/>
        </w:rPr>
        <w:t>70</w:t>
      </w:r>
      <w:r w:rsidRPr="00C83306">
        <w:rPr>
          <w:rStyle w:val="Ppogrubienie"/>
        </w:rPr>
        <w:t xml:space="preserve">. </w:t>
      </w:r>
      <w:r w:rsidRPr="00C83306">
        <w:t>Do osób, o</w:t>
      </w:r>
      <w:r>
        <w:t> </w:t>
      </w:r>
      <w:r w:rsidRPr="00C83306">
        <w:t>których mowa w</w:t>
      </w:r>
      <w:r>
        <w:t> art. </w:t>
      </w:r>
      <w:r w:rsidRPr="00C83306">
        <w:t>66</w:t>
      </w:r>
      <w:r>
        <w:t xml:space="preserve"> ust. </w:t>
      </w:r>
      <w:r w:rsidRPr="00C83306">
        <w:t>1, stosuje się przepisy ustaw zmienianych w</w:t>
      </w:r>
      <w:r>
        <w:t> art. </w:t>
      </w:r>
      <w:r w:rsidRPr="00C83306">
        <w:t>60</w:t>
      </w:r>
      <w:r>
        <w:noBreakHyphen/>
      </w:r>
      <w:r w:rsidRPr="00C83306">
        <w:t>62</w:t>
      </w:r>
      <w:r>
        <w:t xml:space="preserve"> i </w:t>
      </w:r>
      <w:r w:rsidRPr="00C83306">
        <w:t>65</w:t>
      </w:r>
      <w:r>
        <w:t xml:space="preserve"> w </w:t>
      </w:r>
      <w:r w:rsidRPr="00C83306">
        <w:t>brzmieniu dotychczasowym, do dnia wydania decyzji potwierdzającej uprawnienia artysty zawodowego.</w:t>
      </w:r>
    </w:p>
    <w:p w14:paraId="42A70525" w14:textId="77777777" w:rsidR="00AE27F0" w:rsidRPr="00182333" w:rsidRDefault="00AE27F0" w:rsidP="00AE27F0">
      <w:pPr>
        <w:pStyle w:val="ARTartustawynprozporzdzenia"/>
      </w:pPr>
      <w:r w:rsidRPr="00182333">
        <w:rPr>
          <w:rStyle w:val="Ppogrubienie"/>
        </w:rPr>
        <w:lastRenderedPageBreak/>
        <w:t>Art. </w:t>
      </w:r>
      <w:r>
        <w:rPr>
          <w:rStyle w:val="Ppogrubienie"/>
        </w:rPr>
        <w:t>71</w:t>
      </w:r>
      <w:r w:rsidRPr="00182333">
        <w:rPr>
          <w:rStyle w:val="Ppogrubienie"/>
        </w:rPr>
        <w:t>.</w:t>
      </w:r>
      <w:r w:rsidRPr="00182333">
        <w:t xml:space="preserve"> 1. Tworzy się Izbę.</w:t>
      </w:r>
    </w:p>
    <w:p w14:paraId="1C7D3622" w14:textId="62190D44" w:rsidR="00AE27F0" w:rsidRPr="00182333" w:rsidRDefault="00AE27F0" w:rsidP="00AE27F0">
      <w:pPr>
        <w:pStyle w:val="USTustnpkodeksu"/>
      </w:pPr>
      <w:r w:rsidRPr="00182333">
        <w:t>2. Izba nabywa osobowość prawną z</w:t>
      </w:r>
      <w:r>
        <w:t> </w:t>
      </w:r>
      <w:r w:rsidRPr="00182333">
        <w:t>dniem wejścia w</w:t>
      </w:r>
      <w:r>
        <w:t> </w:t>
      </w:r>
      <w:r w:rsidRPr="00182333">
        <w:t>życie ustawy.</w:t>
      </w:r>
    </w:p>
    <w:p w14:paraId="0A927A17" w14:textId="3A0C4D4D" w:rsidR="00AE27F0" w:rsidRPr="00182333" w:rsidRDefault="00AE27F0" w:rsidP="00AE27F0">
      <w:pPr>
        <w:pStyle w:val="ARTartustawynprozporzdzenia"/>
      </w:pPr>
      <w:bookmarkStart w:id="33" w:name="_Hlk93830214"/>
      <w:r w:rsidRPr="00182333">
        <w:rPr>
          <w:rStyle w:val="Ppogrubienie"/>
        </w:rPr>
        <w:t>Art. </w:t>
      </w:r>
      <w:r>
        <w:rPr>
          <w:rStyle w:val="Ppogrubienie"/>
        </w:rPr>
        <w:t>72</w:t>
      </w:r>
      <w:r w:rsidRPr="00182333">
        <w:rPr>
          <w:rStyle w:val="Ppogrubienie"/>
        </w:rPr>
        <w:t>.</w:t>
      </w:r>
      <w:r w:rsidRPr="00182333">
        <w:t xml:space="preserve"> </w:t>
      </w:r>
      <w:r>
        <w:t xml:space="preserve">1. </w:t>
      </w:r>
      <w:r w:rsidRPr="00182333">
        <w:t xml:space="preserve">Minister </w:t>
      </w:r>
      <w:bookmarkEnd w:id="33"/>
      <w:r w:rsidRPr="00182333">
        <w:t>właściwy do spraw kultury i</w:t>
      </w:r>
      <w:r>
        <w:t> </w:t>
      </w:r>
      <w:r w:rsidRPr="00182333">
        <w:t xml:space="preserve">ochrony dziedzictwa narodowego, powołuje Pełnomocnika ds. Utworzenia Izby, zwanego dalej </w:t>
      </w:r>
      <w:r>
        <w:t>„</w:t>
      </w:r>
      <w:r w:rsidRPr="00182333">
        <w:t>Pełnomocnikiem</w:t>
      </w:r>
      <w:r>
        <w:t>”</w:t>
      </w:r>
      <w:r w:rsidRPr="00182333">
        <w:t xml:space="preserve"> w</w:t>
      </w:r>
      <w:r>
        <w:t> </w:t>
      </w:r>
      <w:r w:rsidRPr="00182333">
        <w:t>terminie 7</w:t>
      </w:r>
      <w:r>
        <w:t> </w:t>
      </w:r>
      <w:r w:rsidRPr="00182333">
        <w:t>dni od dnia wejścia w</w:t>
      </w:r>
      <w:r>
        <w:t> </w:t>
      </w:r>
      <w:r w:rsidRPr="00182333">
        <w:t>życie ustawy, określając zakres jego zadań oraz sposób ich realizacji i</w:t>
      </w:r>
      <w:r>
        <w:t> </w:t>
      </w:r>
      <w:r w:rsidRPr="00182333">
        <w:t>środki niezbędne do ich realizacji. Obsługę merytoryczną, organizacyjno</w:t>
      </w:r>
      <w:r>
        <w:softHyphen/>
      </w:r>
      <w:r>
        <w:noBreakHyphen/>
      </w:r>
      <w:r w:rsidRPr="00182333">
        <w:t>prawną, techniczną i</w:t>
      </w:r>
      <w:r>
        <w:t> </w:t>
      </w:r>
      <w:r w:rsidRPr="00182333">
        <w:t>kancelaryjno</w:t>
      </w:r>
      <w:r>
        <w:softHyphen/>
      </w:r>
      <w:r>
        <w:noBreakHyphen/>
      </w:r>
      <w:r w:rsidRPr="00182333">
        <w:t>biurową Pełnomocnika zapewnia urząd obsługujący ministra właściwego do spraw kultury i</w:t>
      </w:r>
      <w:r>
        <w:t> </w:t>
      </w:r>
      <w:r w:rsidRPr="00182333">
        <w:t>ochrony dziedzictwa narodowego.</w:t>
      </w:r>
    </w:p>
    <w:p w14:paraId="30627FA0" w14:textId="0B34A536" w:rsidR="00AE27F0" w:rsidRPr="00182333" w:rsidRDefault="00AE27F0" w:rsidP="00AE27F0">
      <w:pPr>
        <w:pStyle w:val="USTustnpkodeksu"/>
      </w:pPr>
      <w:r w:rsidRPr="00182333">
        <w:t>2. Celem działania Pełnomocnika jest zorganizowanie Polskiej Izby Artystów, w</w:t>
      </w:r>
      <w:r>
        <w:t> </w:t>
      </w:r>
      <w:r w:rsidRPr="00182333">
        <w:t>tym:</w:t>
      </w:r>
    </w:p>
    <w:p w14:paraId="4DC6EA9A" w14:textId="2C740ABE" w:rsidR="00AE27F0" w:rsidRPr="00182333" w:rsidRDefault="00AE27F0" w:rsidP="00AE27F0">
      <w:pPr>
        <w:pStyle w:val="PKTpunkt"/>
      </w:pPr>
      <w:r w:rsidRPr="00182333">
        <w:t>1)</w:t>
      </w:r>
      <w:r w:rsidRPr="00182333">
        <w:tab/>
        <w:t>podejmowanie czynności niezbędnych do rozpoczęcia działalności Polskiej Izby Artystów w</w:t>
      </w:r>
      <w:r>
        <w:t> </w:t>
      </w:r>
      <w:r w:rsidRPr="00182333">
        <w:t>tym jej organizacji, zatrudnienia pracowników oraz podjęcie innych czynności niezbędnych do rozpoczęcia pracy przez Izbę;</w:t>
      </w:r>
    </w:p>
    <w:p w14:paraId="6322E8BD" w14:textId="560963F8" w:rsidR="00AE27F0" w:rsidRPr="00182333" w:rsidRDefault="00AE27F0" w:rsidP="00AE27F0">
      <w:pPr>
        <w:pStyle w:val="PKTpunkt"/>
      </w:pPr>
      <w:r w:rsidRPr="00182333">
        <w:t>2)</w:t>
      </w:r>
      <w:r w:rsidRPr="00182333">
        <w:tab/>
        <w:t>wsparcie ministra właściwego do spraw kultury i</w:t>
      </w:r>
      <w:r>
        <w:t> </w:t>
      </w:r>
      <w:r w:rsidRPr="00182333">
        <w:t>ochrony dziedzictwa narodowego przy ustaleniu po raz pierwszy organizacji reprezentatywnych;</w:t>
      </w:r>
    </w:p>
    <w:p w14:paraId="4D478FD9" w14:textId="172D6A55" w:rsidR="00AE27F0" w:rsidRPr="00182333" w:rsidRDefault="00AE27F0" w:rsidP="00AE27F0">
      <w:pPr>
        <w:pStyle w:val="PKTpunkt"/>
      </w:pPr>
      <w:r w:rsidRPr="00182333">
        <w:t>3)</w:t>
      </w:r>
      <w:r w:rsidRPr="00182333">
        <w:tab/>
        <w:t>wsparcie administracyjne organizacji reprezentatywnych w</w:t>
      </w:r>
      <w:r>
        <w:t> </w:t>
      </w:r>
      <w:r w:rsidRPr="00182333">
        <w:t>wyborze członków Rady Izby pierwszej kadencji.</w:t>
      </w:r>
    </w:p>
    <w:p w14:paraId="4D6654F8" w14:textId="3348BF18" w:rsidR="00AE27F0" w:rsidRDefault="00AE27F0" w:rsidP="00AE27F0">
      <w:pPr>
        <w:pStyle w:val="USTustnpkodeksu"/>
      </w:pPr>
      <w:r w:rsidRPr="00182333">
        <w:t>3. Pełnomocnik w</w:t>
      </w:r>
      <w:r>
        <w:t> </w:t>
      </w:r>
      <w:r w:rsidRPr="00182333">
        <w:t>terminie dwóch miesięcy od dnia wejścia w</w:t>
      </w:r>
      <w:r>
        <w:t> </w:t>
      </w:r>
      <w:r w:rsidRPr="00182333">
        <w:t>życie ustawy sporządza i</w:t>
      </w:r>
      <w:r>
        <w:t> </w:t>
      </w:r>
      <w:r w:rsidRPr="00182333">
        <w:t>przedstawia do zatwierdzenia ministrowi właściwemu do spraw do spraw kultury i</w:t>
      </w:r>
      <w:r>
        <w:t> </w:t>
      </w:r>
      <w:r w:rsidRPr="00182333">
        <w:t>ochrony dziedzictwa narodowego projekt planu finansowego Polskiej Izby Artystów.</w:t>
      </w:r>
    </w:p>
    <w:p w14:paraId="07FF5A1D" w14:textId="5DB6F47E" w:rsidR="00AF4D2F" w:rsidRPr="00182333" w:rsidRDefault="00AF4D2F" w:rsidP="00AE27F0">
      <w:pPr>
        <w:pStyle w:val="USTustnpkodeksu"/>
      </w:pPr>
      <w:r>
        <w:t>4. Pełnomocnik przygotowuje pierwszy raport, o którym mowa w art. 20</w:t>
      </w:r>
      <w:r w:rsidR="003A1068">
        <w:t xml:space="preserve"> ust. 8 ustawy zmienianej w art. 59</w:t>
      </w:r>
      <w:r w:rsidR="00D1660E">
        <w:t xml:space="preserve"> nie później niż do </w:t>
      </w:r>
      <w:r w:rsidR="008E47C6">
        <w:t>1 grudnia 2022 r</w:t>
      </w:r>
      <w:r w:rsidR="003A1068">
        <w:t>.</w:t>
      </w:r>
      <w:r w:rsidR="00D1660E">
        <w:t xml:space="preserve"> Przepisy art.</w:t>
      </w:r>
      <w:r w:rsidR="00BE3632">
        <w:t xml:space="preserve"> </w:t>
      </w:r>
      <w:r w:rsidR="00D1660E" w:rsidRPr="00D1660E">
        <w:t>20 ust. 8 ustawy zmienianej w art. 59</w:t>
      </w:r>
      <w:r w:rsidR="00D1660E">
        <w:t xml:space="preserve"> stosuje się odpowiednio.</w:t>
      </w:r>
    </w:p>
    <w:p w14:paraId="69D67F77" w14:textId="1C619E2A" w:rsidR="00AE27F0" w:rsidRPr="00182333" w:rsidRDefault="003A1068" w:rsidP="00AE27F0">
      <w:pPr>
        <w:pStyle w:val="USTustnpkodeksu"/>
      </w:pPr>
      <w:r>
        <w:t>5</w:t>
      </w:r>
      <w:r w:rsidR="00AE27F0" w:rsidRPr="00182333">
        <w:t>. Nadzór nad działalnością Pełnomocnika sprawuje minister właściwy do spraw kultury i</w:t>
      </w:r>
      <w:r w:rsidR="00AE27F0">
        <w:t> </w:t>
      </w:r>
      <w:r w:rsidR="00AE27F0" w:rsidRPr="00182333">
        <w:t>ochrony dziedzictwa narodowego.</w:t>
      </w:r>
    </w:p>
    <w:p w14:paraId="64E4DC1C" w14:textId="7F9B2BA1" w:rsidR="00AE27F0" w:rsidRPr="00182333" w:rsidRDefault="003A1068" w:rsidP="00AE27F0">
      <w:pPr>
        <w:pStyle w:val="USTustnpkodeksu"/>
      </w:pPr>
      <w:r>
        <w:t>6</w:t>
      </w:r>
      <w:r w:rsidR="00AE27F0" w:rsidRPr="00182333">
        <w:t>. Do czasu powołania Dyrektora Izby jego funkcję pełni Pełnomocnik.</w:t>
      </w:r>
    </w:p>
    <w:p w14:paraId="3ADCFCE2" w14:textId="4D626D5B" w:rsidR="00AE27F0" w:rsidRDefault="003A1068" w:rsidP="00AE27F0">
      <w:pPr>
        <w:pStyle w:val="USTustnpkodeksu"/>
      </w:pPr>
      <w:r>
        <w:t>7</w:t>
      </w:r>
      <w:r w:rsidR="00AE27F0" w:rsidRPr="00182333">
        <w:t>. Pełnomocnik kończy swoją działalność po powołaniu Dyrektora Izby.</w:t>
      </w:r>
    </w:p>
    <w:p w14:paraId="4ADE345B" w14:textId="00ED6599" w:rsidR="00AE27F0" w:rsidRDefault="00AE27F0" w:rsidP="00AE27F0">
      <w:pPr>
        <w:pStyle w:val="ARTartustawynprozporzdzenia"/>
      </w:pPr>
      <w:r w:rsidRPr="00A056ED">
        <w:rPr>
          <w:rStyle w:val="Ppogrubienie"/>
        </w:rPr>
        <w:t>Art. </w:t>
      </w:r>
      <w:r>
        <w:rPr>
          <w:rStyle w:val="Ppogrubienie"/>
        </w:rPr>
        <w:t>73</w:t>
      </w:r>
      <w:r w:rsidRPr="00A056ED">
        <w:rPr>
          <w:rStyle w:val="Ppogrubienie"/>
        </w:rPr>
        <w:t>.</w:t>
      </w:r>
      <w:r w:rsidRPr="00A056ED">
        <w:t xml:space="preserve"> </w:t>
      </w:r>
      <w:r w:rsidR="0017078B">
        <w:t xml:space="preserve">1. </w:t>
      </w:r>
      <w:r w:rsidRPr="00A056ED">
        <w:t xml:space="preserve">Do dnia </w:t>
      </w:r>
      <w:r w:rsidR="00CB444E">
        <w:t>30 czerwca</w:t>
      </w:r>
      <w:r w:rsidRPr="00A056ED">
        <w:t xml:space="preserve"> 202</w:t>
      </w:r>
      <w:r>
        <w:t>3 </w:t>
      </w:r>
      <w:r w:rsidRPr="00A056ED">
        <w:t xml:space="preserve">r. do zamówień na usługi lub dostawy udzielanych przez </w:t>
      </w:r>
      <w:r>
        <w:t xml:space="preserve">Pełnomocnika, Polską Izbę Artystów oraz </w:t>
      </w:r>
      <w:r w:rsidRPr="00A056ED">
        <w:t>Zakład Ubezpieczeń Społecznych w</w:t>
      </w:r>
      <w:r>
        <w:t> </w:t>
      </w:r>
      <w:r w:rsidRPr="00A056ED">
        <w:t>związku z</w:t>
      </w:r>
      <w:r>
        <w:t> </w:t>
      </w:r>
      <w:r w:rsidRPr="00A056ED">
        <w:t xml:space="preserve">realizacją </w:t>
      </w:r>
      <w:r>
        <w:t>przepisów ustawy</w:t>
      </w:r>
      <w:r w:rsidRPr="00A056ED">
        <w:t xml:space="preserve"> nie stosuje się przepisów o</w:t>
      </w:r>
      <w:r>
        <w:t> </w:t>
      </w:r>
      <w:r w:rsidRPr="00A056ED">
        <w:t>zamówieniach publicznych.</w:t>
      </w:r>
    </w:p>
    <w:p w14:paraId="509FC0B5" w14:textId="35629F71" w:rsidR="0017078B" w:rsidRPr="00974ACD" w:rsidRDefault="0017078B" w:rsidP="00974ACD">
      <w:pPr>
        <w:pStyle w:val="USTustnpkodeksu"/>
      </w:pPr>
      <w:r>
        <w:t xml:space="preserve">2. </w:t>
      </w:r>
      <w:r w:rsidRPr="00974ACD">
        <w:t xml:space="preserve">System, o którym mowa w art. 37 ustawy, </w:t>
      </w:r>
      <w:r w:rsidR="00974ACD" w:rsidRPr="00974ACD">
        <w:t xml:space="preserve">może być zrealizowany </w:t>
      </w:r>
      <w:r w:rsidRPr="00974ACD">
        <w:t>w całości lub w części przy pomocy jednostek podległych lub nadzorowanych</w:t>
      </w:r>
      <w:r w:rsidR="00974ACD" w:rsidRPr="00974ACD">
        <w:t xml:space="preserve"> przez ministra właściwego do spraw informatyzacji</w:t>
      </w:r>
      <w:r w:rsidRPr="00974ACD">
        <w:t>.</w:t>
      </w:r>
    </w:p>
    <w:p w14:paraId="1BB0CA74" w14:textId="7203EF5E" w:rsidR="0017078B" w:rsidRPr="0017078B" w:rsidRDefault="00974ACD" w:rsidP="00974ACD">
      <w:pPr>
        <w:pStyle w:val="USTustnpkodeksu"/>
      </w:pPr>
      <w:r w:rsidRPr="00974ACD">
        <w:lastRenderedPageBreak/>
        <w:t>3</w:t>
      </w:r>
      <w:r w:rsidR="0017078B" w:rsidRPr="00974ACD">
        <w:t>. Realizacja</w:t>
      </w:r>
      <w:r w:rsidR="0017078B" w:rsidRPr="0017078B">
        <w:t xml:space="preserve"> zadań, o których mowa w ust. </w:t>
      </w:r>
      <w:r>
        <w:t>2</w:t>
      </w:r>
      <w:r w:rsidR="0017078B" w:rsidRPr="0017078B">
        <w:t xml:space="preserve">, może być finansowana w formie dotacji celowej z części budżetu państwa, której dysponentem jest minister właściwy do spraw </w:t>
      </w:r>
      <w:r>
        <w:t>kultury i ochrony dziedzictwa narodowego</w:t>
      </w:r>
      <w:r w:rsidR="0017078B" w:rsidRPr="0017078B">
        <w:t xml:space="preserve">. </w:t>
      </w:r>
    </w:p>
    <w:p w14:paraId="498B611F" w14:textId="1B8AF7A4" w:rsidR="00AE27F0" w:rsidRPr="00182333" w:rsidRDefault="00AE27F0" w:rsidP="00AE27F0">
      <w:pPr>
        <w:pStyle w:val="ARTartustawynprozporzdzenia"/>
      </w:pPr>
      <w:r w:rsidRPr="004F5B49">
        <w:rPr>
          <w:rStyle w:val="Ppogrubienie"/>
        </w:rPr>
        <w:t xml:space="preserve">Art. </w:t>
      </w:r>
      <w:r>
        <w:rPr>
          <w:rStyle w:val="Ppogrubienie"/>
        </w:rPr>
        <w:t>74</w:t>
      </w:r>
      <w:r w:rsidRPr="004F5B49">
        <w:rPr>
          <w:rStyle w:val="Ppogrubienie"/>
        </w:rPr>
        <w:t>.</w:t>
      </w:r>
      <w:r w:rsidRPr="00182333">
        <w:t xml:space="preserve"> 1. Minister właściwy do spraw kultury i</w:t>
      </w:r>
      <w:r>
        <w:t> </w:t>
      </w:r>
      <w:r w:rsidRPr="00182333">
        <w:t>ochrony dziedzictwa narodowego podejmie działania i</w:t>
      </w:r>
      <w:r>
        <w:t> </w:t>
      </w:r>
      <w:r w:rsidRPr="00182333">
        <w:t>przekaże w</w:t>
      </w:r>
      <w:r>
        <w:t> </w:t>
      </w:r>
      <w:r w:rsidRPr="00182333">
        <w:t>drodze dotacji niezbędne środki do utworzenia Izby niezwłocznie po wejściu w</w:t>
      </w:r>
      <w:r>
        <w:t> </w:t>
      </w:r>
      <w:r w:rsidRPr="00182333">
        <w:t>życie ustawy.</w:t>
      </w:r>
    </w:p>
    <w:p w14:paraId="0319C8D8" w14:textId="6880653E" w:rsidR="00AE27F0" w:rsidRPr="00182333" w:rsidRDefault="00AE27F0" w:rsidP="00AE27F0">
      <w:pPr>
        <w:pStyle w:val="USTustnpkodeksu"/>
      </w:pPr>
      <w:r w:rsidRPr="00182333">
        <w:t>2. W</w:t>
      </w:r>
      <w:r>
        <w:t> </w:t>
      </w:r>
      <w:r w:rsidRPr="00182333">
        <w:t>celu wykonania przepisów ustawy Prezes Rady Ministrów dokonuje, w</w:t>
      </w:r>
      <w:r>
        <w:t> </w:t>
      </w:r>
      <w:r w:rsidRPr="00182333">
        <w:t>drodze rozporządzenia, przeniesienia planowanych dochodów i</w:t>
      </w:r>
      <w:r>
        <w:t> </w:t>
      </w:r>
      <w:r w:rsidRPr="00182333">
        <w:t>wydatków budżetowych, w</w:t>
      </w:r>
      <w:r>
        <w:t> </w:t>
      </w:r>
      <w:r w:rsidRPr="00182333">
        <w:t>tym wynagrodzeń oraz limitów zatrudnienia, między częściami, działami i</w:t>
      </w:r>
      <w:r>
        <w:t> </w:t>
      </w:r>
      <w:r w:rsidRPr="00182333">
        <w:t>rozdziałami budżetu państwa z</w:t>
      </w:r>
      <w:r>
        <w:t> </w:t>
      </w:r>
      <w:r w:rsidRPr="00182333">
        <w:t>zachowaniem przeznaczenia środków publicznych wynikającego z</w:t>
      </w:r>
      <w:r>
        <w:t> </w:t>
      </w:r>
      <w:r w:rsidRPr="00182333">
        <w:t>ustawy budżetowej.</w:t>
      </w:r>
    </w:p>
    <w:p w14:paraId="0F3AAD23" w14:textId="16041459" w:rsidR="00AE27F0" w:rsidRPr="00182333" w:rsidRDefault="00AE27F0" w:rsidP="00AE27F0">
      <w:pPr>
        <w:pStyle w:val="USTustnpkodeksu"/>
      </w:pPr>
      <w:r w:rsidRPr="00182333">
        <w:t>3. W</w:t>
      </w:r>
      <w:r>
        <w:t> </w:t>
      </w:r>
      <w:r w:rsidRPr="00182333">
        <w:t>celu wykonania przepisów ustawy minister właściwy do spraw kultury i</w:t>
      </w:r>
      <w:r>
        <w:t> </w:t>
      </w:r>
      <w:r w:rsidRPr="00182333">
        <w:t>ochrony dziedzictwa narodowego dokona przeniesienia wydatków między działami klasyfikacji budżetowej w</w:t>
      </w:r>
      <w:r>
        <w:t> </w:t>
      </w:r>
      <w:r w:rsidRPr="00182333">
        <w:t>ramach części budżetowej, której jest dysponentem.</w:t>
      </w:r>
    </w:p>
    <w:p w14:paraId="5910C0B4" w14:textId="683F2142" w:rsidR="00AE27F0" w:rsidRPr="00182333" w:rsidRDefault="00AE27F0" w:rsidP="00AE27F0">
      <w:pPr>
        <w:pStyle w:val="ARTartustawynprozporzdzenia"/>
      </w:pPr>
      <w:r w:rsidRPr="00182333">
        <w:rPr>
          <w:rStyle w:val="Ppogrubienie"/>
        </w:rPr>
        <w:t xml:space="preserve">Art. </w:t>
      </w:r>
      <w:r>
        <w:rPr>
          <w:rStyle w:val="Ppogrubienie"/>
        </w:rPr>
        <w:t>75</w:t>
      </w:r>
      <w:r w:rsidRPr="00182333">
        <w:rPr>
          <w:rStyle w:val="Ppogrubienie"/>
        </w:rPr>
        <w:t>.</w:t>
      </w:r>
      <w:r w:rsidRPr="00182333">
        <w:t xml:space="preserve"> 1.</w:t>
      </w:r>
      <w:r w:rsidRPr="00182333">
        <w:tab/>
        <w:t xml:space="preserve"> Minister właściwy do spraw kultury i</w:t>
      </w:r>
      <w:r>
        <w:t> </w:t>
      </w:r>
      <w:r w:rsidRPr="00182333">
        <w:t>ochrony dziedzictwa narodowego w</w:t>
      </w:r>
      <w:r>
        <w:t> </w:t>
      </w:r>
      <w:r w:rsidRPr="00182333">
        <w:t>terminie 21</w:t>
      </w:r>
      <w:r>
        <w:t> </w:t>
      </w:r>
      <w:r w:rsidRPr="00182333">
        <w:t>dni od dnia wejścia w</w:t>
      </w:r>
      <w:r>
        <w:t> </w:t>
      </w:r>
      <w:r w:rsidRPr="00182333">
        <w:t>życie niniejszej ustawy, po otrzymaniu opinii Pełnomocnika, ustala pierwszą listę organizacji reprezentatywnych i</w:t>
      </w:r>
      <w:r>
        <w:t> </w:t>
      </w:r>
      <w:r w:rsidRPr="00182333">
        <w:t>ogłasza ją na stronie podmiotowej Biuletynu Informacji Publicznej urzędu, który go obsługuje.</w:t>
      </w:r>
    </w:p>
    <w:p w14:paraId="72BD9194" w14:textId="4FA2B4F1" w:rsidR="00AE27F0" w:rsidRPr="00182333" w:rsidRDefault="00AE27F0" w:rsidP="00AE27F0">
      <w:pPr>
        <w:pStyle w:val="USTustnpkodeksu"/>
      </w:pPr>
      <w:r w:rsidRPr="00182333">
        <w:t>2. Lista jest ustalana według zasad określonych ustawą, na podstawie dostępnych danych oraz informacji pochodzących z</w:t>
      </w:r>
      <w:r>
        <w:t> </w:t>
      </w:r>
      <w:r w:rsidRPr="00182333">
        <w:t>Głównego Urzędu Statystycznego oraz badań statystycznych.</w:t>
      </w:r>
    </w:p>
    <w:p w14:paraId="6D86D2F3" w14:textId="1C609819" w:rsidR="00AE27F0" w:rsidRDefault="00AE27F0" w:rsidP="00AE27F0">
      <w:pPr>
        <w:pStyle w:val="USTustnpkodeksu"/>
      </w:pPr>
      <w:r w:rsidRPr="00182333">
        <w:t>3. Jeżeli żadna z</w:t>
      </w:r>
      <w:r>
        <w:t> </w:t>
      </w:r>
      <w:r w:rsidRPr="00182333">
        <w:t>organizacji nie spełnia kryterium reprezentatywności, za reprezentatywne uznaje się po dwie organizacje reprezentujące największą liczbę artystów działających w</w:t>
      </w:r>
      <w:r>
        <w:t> </w:t>
      </w:r>
      <w:r w:rsidRPr="00182333">
        <w:t>danym zawodzie artystycznym.</w:t>
      </w:r>
    </w:p>
    <w:p w14:paraId="68579B9A" w14:textId="37BB3428" w:rsidR="00AE27F0" w:rsidRPr="00182333" w:rsidRDefault="00AE27F0" w:rsidP="00AE27F0">
      <w:pPr>
        <w:pStyle w:val="USTustnpkodeksu"/>
      </w:pPr>
      <w:r>
        <w:t>4. Organizacje z listy, o której mowa w ust. 1, uznaje się za organizacje reprezentatywne przez okres 2 lat od dnia wejścia w życie niniejszej ustawy.</w:t>
      </w:r>
    </w:p>
    <w:p w14:paraId="03F94F5F" w14:textId="42E74EE4" w:rsidR="00AE27F0" w:rsidRPr="00182333" w:rsidRDefault="00AE27F0" w:rsidP="00AE27F0">
      <w:pPr>
        <w:pStyle w:val="ARTartustawynprozporzdzenia"/>
      </w:pPr>
      <w:r w:rsidRPr="00182333">
        <w:rPr>
          <w:rStyle w:val="Ppogrubienie"/>
        </w:rPr>
        <w:t xml:space="preserve">Art. </w:t>
      </w:r>
      <w:r>
        <w:rPr>
          <w:rStyle w:val="Ppogrubienie"/>
        </w:rPr>
        <w:t>76</w:t>
      </w:r>
      <w:r w:rsidRPr="00182333">
        <w:rPr>
          <w:rStyle w:val="Ppogrubienie"/>
        </w:rPr>
        <w:t>.</w:t>
      </w:r>
      <w:r w:rsidRPr="00182333">
        <w:t xml:space="preserve"> 1. Organizacje reprezentatywne z</w:t>
      </w:r>
      <w:r>
        <w:t> </w:t>
      </w:r>
      <w:r w:rsidRPr="00182333">
        <w:t>listy, o</w:t>
      </w:r>
      <w:r>
        <w:t> </w:t>
      </w:r>
      <w:r w:rsidRPr="00182333">
        <w:t>której mowa w</w:t>
      </w:r>
      <w:r>
        <w:t> art. 75 ust. 1</w:t>
      </w:r>
      <w:r w:rsidRPr="00182333">
        <w:t>, wyznaczają przedstawicieli do wyboru członków Rady Izby w</w:t>
      </w:r>
      <w:r>
        <w:t> </w:t>
      </w:r>
      <w:r w:rsidRPr="00182333">
        <w:t>terminie 60</w:t>
      </w:r>
      <w:r>
        <w:t> </w:t>
      </w:r>
      <w:r w:rsidRPr="00182333">
        <w:t>dni od dnia wejścia w</w:t>
      </w:r>
      <w:r>
        <w:t> </w:t>
      </w:r>
      <w:r w:rsidRPr="00182333">
        <w:t>życie niniejszej ustawy.</w:t>
      </w:r>
    </w:p>
    <w:p w14:paraId="0E669C9F" w14:textId="1D0A82BE" w:rsidR="00AE27F0" w:rsidRPr="00182333" w:rsidRDefault="00AE27F0" w:rsidP="00AE27F0">
      <w:pPr>
        <w:pStyle w:val="USTustnpkodeksu"/>
      </w:pPr>
      <w:r w:rsidRPr="00182333">
        <w:t>2. Jeżeli w</w:t>
      </w:r>
      <w:r>
        <w:t> </w:t>
      </w:r>
      <w:r w:rsidRPr="00182333">
        <w:t>okresie, o</w:t>
      </w:r>
      <w:r>
        <w:t> </w:t>
      </w:r>
      <w:r w:rsidRPr="00182333">
        <w:t>którym mowa w</w:t>
      </w:r>
      <w:r>
        <w:t> ust. </w:t>
      </w:r>
      <w:r w:rsidRPr="00182333">
        <w:t>1, na obszarze Rzeczypospolitej Polskiej ogłoszony będzie stan epidemii, organizacje reprezentatywne zwalnia się z</w:t>
      </w:r>
      <w:r>
        <w:t> </w:t>
      </w:r>
      <w:r w:rsidRPr="00182333">
        <w:t>wymogu, o</w:t>
      </w:r>
      <w:r>
        <w:t> </w:t>
      </w:r>
      <w:r w:rsidRPr="00182333">
        <w:t>którym mowa w</w:t>
      </w:r>
      <w:r>
        <w:t> art. </w:t>
      </w:r>
      <w:r w:rsidRPr="00182333">
        <w:t>8</w:t>
      </w:r>
      <w:r>
        <w:t xml:space="preserve"> ust. </w:t>
      </w:r>
      <w:r w:rsidRPr="00182333">
        <w:t>2.</w:t>
      </w:r>
    </w:p>
    <w:p w14:paraId="11934094" w14:textId="37739483" w:rsidR="00AE27F0" w:rsidRPr="00182333" w:rsidRDefault="00AE27F0" w:rsidP="00AE27F0">
      <w:pPr>
        <w:pStyle w:val="USTustnpkodeksu"/>
      </w:pPr>
      <w:r w:rsidRPr="00182333">
        <w:lastRenderedPageBreak/>
        <w:t>3. Organizacje reprezentatywne wybierają członków Rady Izby w</w:t>
      </w:r>
      <w:r>
        <w:t> </w:t>
      </w:r>
      <w:r w:rsidRPr="00182333">
        <w:t>terminie 90</w:t>
      </w:r>
      <w:r>
        <w:t> </w:t>
      </w:r>
      <w:r w:rsidRPr="00182333">
        <w:t>dni od dnia wejścia w</w:t>
      </w:r>
      <w:r>
        <w:t> </w:t>
      </w:r>
      <w:r w:rsidRPr="00182333">
        <w:t>życie niniejszej ustawy.</w:t>
      </w:r>
    </w:p>
    <w:p w14:paraId="592125D0" w14:textId="5C299C06" w:rsidR="00AE27F0" w:rsidRPr="00182333" w:rsidRDefault="00AE27F0" w:rsidP="00AE27F0">
      <w:pPr>
        <w:pStyle w:val="ARTartustawynprozporzdzenia"/>
      </w:pPr>
      <w:r w:rsidRPr="00182333">
        <w:rPr>
          <w:rStyle w:val="Ppogrubienie"/>
        </w:rPr>
        <w:t xml:space="preserve">Art. </w:t>
      </w:r>
      <w:r>
        <w:rPr>
          <w:rStyle w:val="Ppogrubienie"/>
        </w:rPr>
        <w:t>77</w:t>
      </w:r>
      <w:r w:rsidRPr="00182333">
        <w:rPr>
          <w:rStyle w:val="Ppogrubienie"/>
        </w:rPr>
        <w:t>.</w:t>
      </w:r>
      <w:r w:rsidRPr="00182333">
        <w:t xml:space="preserve"> 1. Maksymalny limit wydatków z</w:t>
      </w:r>
      <w:r>
        <w:t> </w:t>
      </w:r>
      <w:r w:rsidRPr="00182333">
        <w:t>budżetu państwa przeznaczonych na wykonywanie zadań ministra właściwego do spraw kultury i</w:t>
      </w:r>
      <w:r>
        <w:t> </w:t>
      </w:r>
      <w:r w:rsidRPr="00182333">
        <w:t>ochrony dziedzictwa narodowego wynikających z</w:t>
      </w:r>
      <w:r>
        <w:t> </w:t>
      </w:r>
      <w:r w:rsidRPr="00182333">
        <w:t>niniejszej ustawy wynosi w</w:t>
      </w:r>
      <w:r>
        <w:t> </w:t>
      </w:r>
      <w:r w:rsidRPr="00182333">
        <w:t>roku:</w:t>
      </w:r>
    </w:p>
    <w:p w14:paraId="67B4714E" w14:textId="72835D3E" w:rsidR="00AE27F0" w:rsidRPr="00182333" w:rsidRDefault="00AE27F0" w:rsidP="00AE27F0">
      <w:pPr>
        <w:pStyle w:val="PKTpunkt"/>
      </w:pPr>
      <w:r w:rsidRPr="00182333">
        <w:t>1)</w:t>
      </w:r>
      <w:r w:rsidRPr="00182333">
        <w:tab/>
        <w:t>202</w:t>
      </w:r>
      <w:r w:rsidR="000254F4">
        <w:t>2</w:t>
      </w:r>
      <w:r>
        <w:t> </w:t>
      </w:r>
      <w:r w:rsidRPr="00182333">
        <w:t xml:space="preserve">r. – </w:t>
      </w:r>
      <w:r w:rsidR="000F37F6">
        <w:t>7</w:t>
      </w:r>
      <w:r w:rsidR="00514B6F">
        <w:t>,12</w:t>
      </w:r>
      <w:r>
        <w:t> </w:t>
      </w:r>
      <w:r w:rsidRPr="00182333">
        <w:t>mln zł;</w:t>
      </w:r>
    </w:p>
    <w:p w14:paraId="106BA7E3" w14:textId="1440BBD0" w:rsidR="00AE27F0" w:rsidRPr="00182333" w:rsidRDefault="00AE27F0" w:rsidP="00AE27F0">
      <w:pPr>
        <w:pStyle w:val="PKTpunkt"/>
      </w:pPr>
      <w:r w:rsidRPr="00182333">
        <w:t>2)</w:t>
      </w:r>
      <w:r w:rsidRPr="00182333">
        <w:tab/>
        <w:t>202</w:t>
      </w:r>
      <w:r w:rsidR="000254F4">
        <w:t>3</w:t>
      </w:r>
      <w:r>
        <w:t> </w:t>
      </w:r>
      <w:r w:rsidRPr="00182333">
        <w:t xml:space="preserve">r. – </w:t>
      </w:r>
      <w:r w:rsidR="000F37F6">
        <w:t>19,</w:t>
      </w:r>
      <w:r w:rsidR="00514B6F">
        <w:t>53</w:t>
      </w:r>
      <w:r>
        <w:t> </w:t>
      </w:r>
      <w:r w:rsidRPr="00182333">
        <w:t>mln zł;</w:t>
      </w:r>
    </w:p>
    <w:p w14:paraId="0D146E2F" w14:textId="28E66467" w:rsidR="00AE27F0" w:rsidRPr="00182333" w:rsidRDefault="00AE27F0" w:rsidP="00AE27F0">
      <w:pPr>
        <w:pStyle w:val="PKTpunkt"/>
      </w:pPr>
      <w:r w:rsidRPr="00182333">
        <w:t>3)</w:t>
      </w:r>
      <w:r w:rsidRPr="00182333">
        <w:tab/>
        <w:t>202</w:t>
      </w:r>
      <w:r w:rsidR="000254F4">
        <w:t>4</w:t>
      </w:r>
      <w:r>
        <w:t> </w:t>
      </w:r>
      <w:r w:rsidRPr="00182333">
        <w:t xml:space="preserve">r. – </w:t>
      </w:r>
      <w:r w:rsidR="00804653">
        <w:t>9,54</w:t>
      </w:r>
      <w:r>
        <w:t> </w:t>
      </w:r>
      <w:r w:rsidRPr="00182333">
        <w:t>mln zł;</w:t>
      </w:r>
    </w:p>
    <w:p w14:paraId="63D3B5D2" w14:textId="17ABE8E2" w:rsidR="00AE27F0" w:rsidRPr="00182333" w:rsidRDefault="00AE27F0" w:rsidP="00AE27F0">
      <w:pPr>
        <w:pStyle w:val="PKTpunkt"/>
      </w:pPr>
      <w:r w:rsidRPr="00182333">
        <w:t>4)</w:t>
      </w:r>
      <w:r w:rsidRPr="00182333">
        <w:tab/>
        <w:t>202</w:t>
      </w:r>
      <w:r w:rsidR="000254F4">
        <w:t>5</w:t>
      </w:r>
      <w:r>
        <w:t> </w:t>
      </w:r>
      <w:r w:rsidRPr="00182333">
        <w:t xml:space="preserve">r. – </w:t>
      </w:r>
      <w:r w:rsidR="00804653">
        <w:t>9,78</w:t>
      </w:r>
      <w:r>
        <w:t> </w:t>
      </w:r>
      <w:r w:rsidRPr="00182333">
        <w:t>mln zł;</w:t>
      </w:r>
    </w:p>
    <w:p w14:paraId="4BF334B2" w14:textId="2312E42E" w:rsidR="00AE27F0" w:rsidRPr="00182333" w:rsidRDefault="00AE27F0" w:rsidP="00AE27F0">
      <w:pPr>
        <w:pStyle w:val="PKTpunkt"/>
      </w:pPr>
      <w:r w:rsidRPr="00182333">
        <w:t>5)</w:t>
      </w:r>
      <w:r w:rsidRPr="00182333">
        <w:tab/>
        <w:t>202</w:t>
      </w:r>
      <w:r w:rsidR="000254F4">
        <w:t>6</w:t>
      </w:r>
      <w:r>
        <w:t> </w:t>
      </w:r>
      <w:r w:rsidRPr="00182333">
        <w:t xml:space="preserve">r. – </w:t>
      </w:r>
      <w:r w:rsidR="00603D35">
        <w:t>10,02</w:t>
      </w:r>
      <w:r>
        <w:t> </w:t>
      </w:r>
      <w:r w:rsidRPr="00182333">
        <w:t>mln zł;</w:t>
      </w:r>
    </w:p>
    <w:p w14:paraId="4C3970B9" w14:textId="37748AB5" w:rsidR="00AE27F0" w:rsidRPr="00182333" w:rsidRDefault="00AE27F0" w:rsidP="00AE27F0">
      <w:pPr>
        <w:pStyle w:val="PKTpunkt"/>
      </w:pPr>
      <w:r w:rsidRPr="00182333">
        <w:t>6)</w:t>
      </w:r>
      <w:r w:rsidRPr="00182333">
        <w:tab/>
        <w:t>202</w:t>
      </w:r>
      <w:r w:rsidR="000254F4">
        <w:t>7</w:t>
      </w:r>
      <w:r>
        <w:t> </w:t>
      </w:r>
      <w:r w:rsidRPr="00182333">
        <w:t xml:space="preserve">r. – </w:t>
      </w:r>
      <w:r w:rsidR="001B6C24">
        <w:t>10,24</w:t>
      </w:r>
      <w:r>
        <w:t> </w:t>
      </w:r>
      <w:r w:rsidRPr="00182333">
        <w:t>mln zł;</w:t>
      </w:r>
    </w:p>
    <w:p w14:paraId="52A63DCD" w14:textId="09A8B8D0" w:rsidR="00AE27F0" w:rsidRPr="00182333" w:rsidRDefault="00AE27F0" w:rsidP="00AE27F0">
      <w:pPr>
        <w:pStyle w:val="PKTpunkt"/>
      </w:pPr>
      <w:r w:rsidRPr="00182333">
        <w:t>7)</w:t>
      </w:r>
      <w:r w:rsidRPr="00182333">
        <w:tab/>
        <w:t>202</w:t>
      </w:r>
      <w:r w:rsidR="000254F4">
        <w:t>8</w:t>
      </w:r>
      <w:r>
        <w:t> </w:t>
      </w:r>
      <w:r w:rsidRPr="00182333">
        <w:t xml:space="preserve">r. – </w:t>
      </w:r>
      <w:r w:rsidR="008E37A6">
        <w:t>10,53</w:t>
      </w:r>
      <w:r>
        <w:t> </w:t>
      </w:r>
      <w:r w:rsidRPr="00182333">
        <w:t>mln zł;</w:t>
      </w:r>
    </w:p>
    <w:p w14:paraId="4E9DBE15" w14:textId="20AE98D8" w:rsidR="00AE27F0" w:rsidRPr="00182333" w:rsidRDefault="00AE27F0" w:rsidP="00AE27F0">
      <w:pPr>
        <w:pStyle w:val="PKTpunkt"/>
      </w:pPr>
      <w:r w:rsidRPr="00182333">
        <w:t>8)</w:t>
      </w:r>
      <w:r w:rsidRPr="00182333">
        <w:tab/>
        <w:t>202</w:t>
      </w:r>
      <w:r w:rsidR="000254F4">
        <w:t>9</w:t>
      </w:r>
      <w:r>
        <w:t> </w:t>
      </w:r>
      <w:r w:rsidRPr="00182333">
        <w:t xml:space="preserve">r. – </w:t>
      </w:r>
      <w:r w:rsidR="008E37A6">
        <w:t>10,79</w:t>
      </w:r>
      <w:r>
        <w:t> </w:t>
      </w:r>
      <w:r w:rsidRPr="00182333">
        <w:t>mln zł;</w:t>
      </w:r>
    </w:p>
    <w:p w14:paraId="149218F4" w14:textId="2709DFD1" w:rsidR="00AE27F0" w:rsidRPr="00182333" w:rsidRDefault="00AE27F0" w:rsidP="00AE27F0">
      <w:pPr>
        <w:pStyle w:val="PKTpunkt"/>
      </w:pPr>
      <w:r w:rsidRPr="00182333">
        <w:t>9)</w:t>
      </w:r>
      <w:r w:rsidRPr="00182333">
        <w:tab/>
        <w:t>20</w:t>
      </w:r>
      <w:r w:rsidR="000254F4">
        <w:t>30</w:t>
      </w:r>
      <w:r>
        <w:t> </w:t>
      </w:r>
      <w:r w:rsidRPr="00182333">
        <w:t xml:space="preserve">r. – </w:t>
      </w:r>
      <w:r w:rsidR="006D1688">
        <w:t>11,06</w:t>
      </w:r>
      <w:r>
        <w:t> </w:t>
      </w:r>
      <w:r w:rsidRPr="00182333">
        <w:t>mln zł;</w:t>
      </w:r>
    </w:p>
    <w:p w14:paraId="43D3FCA4" w14:textId="11583652" w:rsidR="00AE27F0" w:rsidRPr="00182333" w:rsidRDefault="00AE27F0" w:rsidP="00AE27F0">
      <w:pPr>
        <w:pStyle w:val="PKTpunkt"/>
      </w:pPr>
      <w:r w:rsidRPr="00182333">
        <w:t>10)</w:t>
      </w:r>
      <w:r w:rsidRPr="00182333">
        <w:tab/>
        <w:t>203</w:t>
      </w:r>
      <w:r w:rsidR="000254F4">
        <w:t>1</w:t>
      </w:r>
      <w:r>
        <w:t> </w:t>
      </w:r>
      <w:r w:rsidRPr="00182333">
        <w:t xml:space="preserve">r. – </w:t>
      </w:r>
      <w:r w:rsidR="00980055">
        <w:t>11</w:t>
      </w:r>
      <w:r w:rsidRPr="00182333">
        <w:t>,</w:t>
      </w:r>
      <w:r w:rsidR="00980055">
        <w:t>34</w:t>
      </w:r>
      <w:r>
        <w:t> </w:t>
      </w:r>
      <w:r w:rsidRPr="00182333">
        <w:t>mln zł.</w:t>
      </w:r>
    </w:p>
    <w:p w14:paraId="368FFBAA" w14:textId="594FEF15" w:rsidR="00AE27F0" w:rsidRPr="00182333" w:rsidRDefault="00AE27F0" w:rsidP="00AE27F0">
      <w:pPr>
        <w:pStyle w:val="USTustnpkodeksu"/>
      </w:pPr>
      <w:r w:rsidRPr="00182333">
        <w:t>2. Minister właściwy do spraw kultury i</w:t>
      </w:r>
      <w:r>
        <w:t> </w:t>
      </w:r>
      <w:r w:rsidRPr="00182333">
        <w:t>ochrony dziedzictwa narodowego monitoruje wykorzystanie limitu wydatków, o</w:t>
      </w:r>
      <w:r>
        <w:t> </w:t>
      </w:r>
      <w:r w:rsidRPr="00182333">
        <w:t>którym mowa w</w:t>
      </w:r>
      <w:r>
        <w:t> ust. </w:t>
      </w:r>
      <w:r w:rsidRPr="00182333">
        <w:t>1, oraz jest odpowiedzialny za wdrożenie mechanizmu korygującego, o</w:t>
      </w:r>
      <w:r>
        <w:t> </w:t>
      </w:r>
      <w:r w:rsidRPr="00182333">
        <w:t>którym mowa w</w:t>
      </w:r>
      <w:r>
        <w:t> ust. </w:t>
      </w:r>
      <w:r w:rsidRPr="00182333">
        <w:t>3.</w:t>
      </w:r>
    </w:p>
    <w:p w14:paraId="4CB68BAA" w14:textId="15FF736E" w:rsidR="00AE27F0" w:rsidRPr="00182333" w:rsidRDefault="00AE27F0" w:rsidP="00AE27F0">
      <w:pPr>
        <w:pStyle w:val="USTustnpkodeksu"/>
      </w:pPr>
      <w:r w:rsidRPr="00182333">
        <w:t>3. W</w:t>
      </w:r>
      <w:r>
        <w:t> </w:t>
      </w:r>
      <w:r w:rsidRPr="00182333">
        <w:t>przypadku gdy wielkość wydatków po pierwszym półroczu danego roku budżetowego wyniesie więcej niż 65% limitu wydatków przewidzianych na dany rok, minister właściwy do spraw kultury i</w:t>
      </w:r>
      <w:r>
        <w:t> </w:t>
      </w:r>
      <w:r w:rsidRPr="00182333">
        <w:t>ochrony dziedzictwa narodowego obniża wielkość środków przeznaczonych na wydatki w</w:t>
      </w:r>
      <w:r>
        <w:t> </w:t>
      </w:r>
      <w:r w:rsidRPr="00182333">
        <w:t>drugim półroczu o</w:t>
      </w:r>
      <w:r>
        <w:t> </w:t>
      </w:r>
      <w:r w:rsidRPr="00182333">
        <w:t>kwotę stanowiącą różnicę między wielkością tego limitu a</w:t>
      </w:r>
      <w:r>
        <w:t> </w:t>
      </w:r>
      <w:r w:rsidRPr="00182333">
        <w:t>kwotą przekroczenia wydatków.</w:t>
      </w:r>
    </w:p>
    <w:p w14:paraId="1218C99C" w14:textId="503DE578" w:rsidR="00AE27F0" w:rsidRPr="00182333" w:rsidRDefault="00AE27F0" w:rsidP="00AE27F0">
      <w:pPr>
        <w:pStyle w:val="ARTartustawynprozporzdzenia"/>
      </w:pPr>
      <w:r w:rsidRPr="00182333">
        <w:rPr>
          <w:rStyle w:val="Ppogrubienie"/>
        </w:rPr>
        <w:t xml:space="preserve">Art. </w:t>
      </w:r>
      <w:r>
        <w:rPr>
          <w:rStyle w:val="Ppogrubienie"/>
        </w:rPr>
        <w:t>78</w:t>
      </w:r>
      <w:r w:rsidRPr="00182333">
        <w:rPr>
          <w:rStyle w:val="Ppogrubienie"/>
        </w:rPr>
        <w:t>.</w:t>
      </w:r>
      <w:r w:rsidRPr="00182333">
        <w:t xml:space="preserve"> 1. Maksymalny limit wydatków z</w:t>
      </w:r>
      <w:r>
        <w:t> </w:t>
      </w:r>
      <w:r w:rsidRPr="00182333">
        <w:t>budżetu państwa przeznaczonych na wykonywanie zadań ministra właściwego do spraw finansów publicznych wynikających z</w:t>
      </w:r>
      <w:r>
        <w:t> </w:t>
      </w:r>
      <w:r w:rsidRPr="00182333">
        <w:t>niniejszej ustawy wynosi w</w:t>
      </w:r>
      <w:r>
        <w:t> </w:t>
      </w:r>
      <w:r w:rsidRPr="00182333">
        <w:t>roku:</w:t>
      </w:r>
    </w:p>
    <w:p w14:paraId="5BFB18C6" w14:textId="6AF2E947" w:rsidR="00AE27F0" w:rsidRPr="00182333" w:rsidRDefault="00AE27F0" w:rsidP="00AE27F0">
      <w:pPr>
        <w:pStyle w:val="PKTpunkt"/>
      </w:pPr>
      <w:r w:rsidRPr="00182333">
        <w:t>1)</w:t>
      </w:r>
      <w:r w:rsidRPr="00182333">
        <w:tab/>
        <w:t>202</w:t>
      </w:r>
      <w:r w:rsidR="0091507E">
        <w:t>2</w:t>
      </w:r>
      <w:r>
        <w:t> </w:t>
      </w:r>
      <w:r w:rsidRPr="00182333">
        <w:t>r. – 2,</w:t>
      </w:r>
      <w:r w:rsidR="00980055">
        <w:t>69</w:t>
      </w:r>
      <w:r>
        <w:t> </w:t>
      </w:r>
      <w:r w:rsidRPr="00182333">
        <w:t>mln zł;</w:t>
      </w:r>
    </w:p>
    <w:p w14:paraId="4AF2391F" w14:textId="480B8DFB" w:rsidR="00AE27F0" w:rsidRPr="00182333" w:rsidRDefault="00AE27F0" w:rsidP="00AE27F0">
      <w:pPr>
        <w:pStyle w:val="PKTpunkt"/>
      </w:pPr>
      <w:r w:rsidRPr="00182333">
        <w:t>2)</w:t>
      </w:r>
      <w:r w:rsidRPr="00182333">
        <w:tab/>
        <w:t>202</w:t>
      </w:r>
      <w:r w:rsidR="0091507E">
        <w:t>3</w:t>
      </w:r>
      <w:r>
        <w:t> </w:t>
      </w:r>
      <w:r w:rsidRPr="00182333">
        <w:t>r. – 0,</w:t>
      </w:r>
      <w:r w:rsidR="00980055">
        <w:t>22</w:t>
      </w:r>
      <w:r>
        <w:t> </w:t>
      </w:r>
      <w:r w:rsidRPr="00182333">
        <w:t>mln zł;</w:t>
      </w:r>
    </w:p>
    <w:p w14:paraId="49864842" w14:textId="189770DE" w:rsidR="00AE27F0" w:rsidRPr="00182333" w:rsidRDefault="00AE27F0" w:rsidP="00AE27F0">
      <w:pPr>
        <w:pStyle w:val="PKTpunkt"/>
      </w:pPr>
      <w:r w:rsidRPr="00182333">
        <w:t>3)</w:t>
      </w:r>
      <w:r w:rsidRPr="00182333">
        <w:tab/>
        <w:t>202</w:t>
      </w:r>
      <w:r w:rsidR="0091507E">
        <w:t>4</w:t>
      </w:r>
      <w:r>
        <w:t> </w:t>
      </w:r>
      <w:r w:rsidRPr="00182333">
        <w:t>r. – 0,</w:t>
      </w:r>
      <w:r w:rsidR="00980055">
        <w:t>23</w:t>
      </w:r>
      <w:r>
        <w:t> </w:t>
      </w:r>
      <w:r w:rsidRPr="00182333">
        <w:t>mln zł;</w:t>
      </w:r>
    </w:p>
    <w:p w14:paraId="3F8ED854" w14:textId="6A7C4474" w:rsidR="00AE27F0" w:rsidRPr="00182333" w:rsidRDefault="00AE27F0" w:rsidP="00AE27F0">
      <w:pPr>
        <w:pStyle w:val="PKTpunkt"/>
      </w:pPr>
      <w:r w:rsidRPr="00182333">
        <w:t>4)</w:t>
      </w:r>
      <w:r w:rsidRPr="00182333">
        <w:tab/>
        <w:t>202</w:t>
      </w:r>
      <w:r w:rsidR="0091507E">
        <w:t>5</w:t>
      </w:r>
      <w:r>
        <w:t> </w:t>
      </w:r>
      <w:r w:rsidRPr="00182333">
        <w:t>r. – 0,2</w:t>
      </w:r>
      <w:r w:rsidR="005D32FE">
        <w:t>4</w:t>
      </w:r>
      <w:r>
        <w:t> </w:t>
      </w:r>
      <w:r w:rsidRPr="00182333">
        <w:t>mln zł;</w:t>
      </w:r>
    </w:p>
    <w:p w14:paraId="660DEBE0" w14:textId="0C66CBCD" w:rsidR="00AE27F0" w:rsidRPr="00182333" w:rsidRDefault="00AE27F0" w:rsidP="00AE27F0">
      <w:pPr>
        <w:pStyle w:val="PKTpunkt"/>
      </w:pPr>
      <w:r w:rsidRPr="00182333">
        <w:t>5)</w:t>
      </w:r>
      <w:r w:rsidRPr="00182333">
        <w:tab/>
        <w:t>202</w:t>
      </w:r>
      <w:r w:rsidR="0091507E">
        <w:t>6</w:t>
      </w:r>
      <w:r>
        <w:t> </w:t>
      </w:r>
      <w:r w:rsidRPr="00182333">
        <w:t>r. – 0,2</w:t>
      </w:r>
      <w:r w:rsidR="005D32FE">
        <w:t>4</w:t>
      </w:r>
      <w:r>
        <w:t> </w:t>
      </w:r>
      <w:r w:rsidRPr="00182333">
        <w:t>mln zł;</w:t>
      </w:r>
    </w:p>
    <w:p w14:paraId="3F1ED6A7" w14:textId="01EBF843" w:rsidR="00AE27F0" w:rsidRPr="00182333" w:rsidRDefault="00AE27F0" w:rsidP="00AE27F0">
      <w:pPr>
        <w:pStyle w:val="PKTpunkt"/>
      </w:pPr>
      <w:r w:rsidRPr="00182333">
        <w:t>6)</w:t>
      </w:r>
      <w:r w:rsidRPr="00182333">
        <w:tab/>
        <w:t>202</w:t>
      </w:r>
      <w:r w:rsidR="0091507E">
        <w:t>7</w:t>
      </w:r>
      <w:r>
        <w:t> </w:t>
      </w:r>
      <w:r w:rsidRPr="00182333">
        <w:t>r. – 0,2</w:t>
      </w:r>
      <w:r w:rsidR="005D32FE">
        <w:t>5</w:t>
      </w:r>
      <w:r>
        <w:t> </w:t>
      </w:r>
      <w:r w:rsidRPr="00182333">
        <w:t>mln zł;</w:t>
      </w:r>
    </w:p>
    <w:p w14:paraId="1D1D9C30" w14:textId="145BB346" w:rsidR="00AE27F0" w:rsidRPr="00182333" w:rsidRDefault="00AE27F0" w:rsidP="00AE27F0">
      <w:pPr>
        <w:pStyle w:val="PKTpunkt"/>
      </w:pPr>
      <w:r w:rsidRPr="00182333">
        <w:lastRenderedPageBreak/>
        <w:t>7)</w:t>
      </w:r>
      <w:r w:rsidRPr="00182333">
        <w:tab/>
        <w:t>202</w:t>
      </w:r>
      <w:r w:rsidR="0091507E">
        <w:t>8</w:t>
      </w:r>
      <w:r>
        <w:t> </w:t>
      </w:r>
      <w:r w:rsidRPr="00182333">
        <w:t>r. – 0,2</w:t>
      </w:r>
      <w:r w:rsidR="005D32FE">
        <w:t>5</w:t>
      </w:r>
      <w:r>
        <w:t> </w:t>
      </w:r>
      <w:r w:rsidRPr="00182333">
        <w:t>mln zł;</w:t>
      </w:r>
    </w:p>
    <w:p w14:paraId="13FD96E9" w14:textId="20FF2427" w:rsidR="00AE27F0" w:rsidRPr="00182333" w:rsidRDefault="00AE27F0" w:rsidP="00AE27F0">
      <w:pPr>
        <w:pStyle w:val="PKTpunkt"/>
      </w:pPr>
      <w:r w:rsidRPr="00182333">
        <w:t>8)</w:t>
      </w:r>
      <w:r w:rsidRPr="00182333">
        <w:tab/>
        <w:t>202</w:t>
      </w:r>
      <w:r w:rsidR="0091507E">
        <w:t>9</w:t>
      </w:r>
      <w:r>
        <w:t> </w:t>
      </w:r>
      <w:r w:rsidRPr="00182333">
        <w:t>r. – 0,2</w:t>
      </w:r>
      <w:r w:rsidR="005D32FE">
        <w:t>6</w:t>
      </w:r>
      <w:r>
        <w:t> </w:t>
      </w:r>
      <w:r w:rsidRPr="00182333">
        <w:t>mln zł;</w:t>
      </w:r>
    </w:p>
    <w:p w14:paraId="02932856" w14:textId="55739734" w:rsidR="00AE27F0" w:rsidRPr="00182333" w:rsidRDefault="00AE27F0" w:rsidP="00AE27F0">
      <w:pPr>
        <w:pStyle w:val="PKTpunkt"/>
      </w:pPr>
      <w:r w:rsidRPr="00182333">
        <w:t>9)</w:t>
      </w:r>
      <w:r w:rsidRPr="00182333">
        <w:tab/>
        <w:t>20</w:t>
      </w:r>
      <w:r w:rsidR="0091507E">
        <w:t>30</w:t>
      </w:r>
      <w:r>
        <w:t> </w:t>
      </w:r>
      <w:r w:rsidRPr="00182333">
        <w:t>r. – 0,2</w:t>
      </w:r>
      <w:r w:rsidR="005D32FE">
        <w:t>7</w:t>
      </w:r>
      <w:r>
        <w:t> </w:t>
      </w:r>
      <w:r w:rsidRPr="00182333">
        <w:t>mln zł;</w:t>
      </w:r>
    </w:p>
    <w:p w14:paraId="627F2DDA" w14:textId="1C61D666" w:rsidR="00AE27F0" w:rsidRPr="00182333" w:rsidRDefault="00AE27F0" w:rsidP="00AE27F0">
      <w:pPr>
        <w:pStyle w:val="PKTpunkt"/>
      </w:pPr>
      <w:r w:rsidRPr="00182333">
        <w:t>10)</w:t>
      </w:r>
      <w:r w:rsidRPr="00182333">
        <w:tab/>
        <w:t>203</w:t>
      </w:r>
      <w:r w:rsidR="0091507E">
        <w:t>1</w:t>
      </w:r>
      <w:r>
        <w:t> </w:t>
      </w:r>
      <w:r w:rsidRPr="00182333">
        <w:t>r. – 0,2</w:t>
      </w:r>
      <w:r w:rsidR="005D32FE">
        <w:t>7</w:t>
      </w:r>
      <w:r>
        <w:t> </w:t>
      </w:r>
      <w:r w:rsidRPr="00182333">
        <w:t>mln zł.</w:t>
      </w:r>
    </w:p>
    <w:p w14:paraId="440EF065" w14:textId="5F48F696" w:rsidR="00AE27F0" w:rsidRPr="00182333" w:rsidRDefault="00AE27F0" w:rsidP="00AE27F0">
      <w:pPr>
        <w:pStyle w:val="USTustnpkodeksu"/>
      </w:pPr>
      <w:r w:rsidRPr="00182333">
        <w:t>2. Minister właściwy do spraw finansów publicznych monitoruje wykorzystanie limitu wydatków, o</w:t>
      </w:r>
      <w:r>
        <w:t> </w:t>
      </w:r>
      <w:r w:rsidRPr="00182333">
        <w:t>którym mowa w</w:t>
      </w:r>
      <w:r>
        <w:t> ust. </w:t>
      </w:r>
      <w:r w:rsidRPr="00182333">
        <w:t>1, oraz jest odpowiedzialny za wdrożenie mechanizmu korygującego, o</w:t>
      </w:r>
      <w:r>
        <w:t> </w:t>
      </w:r>
      <w:r w:rsidRPr="00182333">
        <w:t>którym mowa w</w:t>
      </w:r>
      <w:r>
        <w:t> ust. </w:t>
      </w:r>
      <w:r w:rsidRPr="00182333">
        <w:t>3.</w:t>
      </w:r>
    </w:p>
    <w:p w14:paraId="0C292843" w14:textId="4030CAF5" w:rsidR="00AE27F0" w:rsidRPr="00182333" w:rsidRDefault="00AE27F0" w:rsidP="00AE27F0">
      <w:pPr>
        <w:pStyle w:val="USTustnpkodeksu"/>
      </w:pPr>
      <w:r w:rsidRPr="00182333">
        <w:t>3. W</w:t>
      </w:r>
      <w:r>
        <w:t> </w:t>
      </w:r>
      <w:r w:rsidRPr="00182333">
        <w:t>przypadku gdy wielkość wydatków po pierwszym półroczu danego roku budżetowego wyniesie więcej niż 65% limitu wydatków przewidzianych na dany rok, minister właściwy do spraw finansów publicznych obniża wielkość środków przeznaczonych na wydatki w</w:t>
      </w:r>
      <w:r>
        <w:t> </w:t>
      </w:r>
      <w:r w:rsidRPr="00182333">
        <w:t>drugim półroczu o</w:t>
      </w:r>
      <w:r>
        <w:t> </w:t>
      </w:r>
      <w:r w:rsidRPr="00182333">
        <w:t>kwotę stanowiącą różnicę między wielkością tego limitu a</w:t>
      </w:r>
      <w:r>
        <w:t> </w:t>
      </w:r>
      <w:r w:rsidRPr="00182333">
        <w:t>kwotą przekroczenia wydatków.</w:t>
      </w:r>
    </w:p>
    <w:p w14:paraId="21FA5674" w14:textId="2F69428D" w:rsidR="00AE27F0" w:rsidRPr="00182333" w:rsidRDefault="00AE27F0" w:rsidP="00AE27F0">
      <w:pPr>
        <w:pStyle w:val="ARTartustawynprozporzdzenia"/>
      </w:pPr>
      <w:r w:rsidRPr="00182333">
        <w:rPr>
          <w:rStyle w:val="Ppogrubienie"/>
        </w:rPr>
        <w:t xml:space="preserve">Art. </w:t>
      </w:r>
      <w:r>
        <w:rPr>
          <w:rStyle w:val="Ppogrubienie"/>
        </w:rPr>
        <w:t>79</w:t>
      </w:r>
      <w:r w:rsidRPr="00182333">
        <w:rPr>
          <w:rStyle w:val="Ppogrubienie"/>
        </w:rPr>
        <w:t>.</w:t>
      </w:r>
      <w:r w:rsidRPr="00182333">
        <w:t xml:space="preserve"> 1. Minimalny  limit wydatków z</w:t>
      </w:r>
      <w:r>
        <w:t> </w:t>
      </w:r>
      <w:r w:rsidRPr="00182333">
        <w:t>budżetu państwa przeznaczonych na dotację celową ministra właściwego do spraw kultury i</w:t>
      </w:r>
      <w:r>
        <w:t> </w:t>
      </w:r>
      <w:r w:rsidRPr="00182333">
        <w:t>ochrony dziedzictwa narodowego, o</w:t>
      </w:r>
      <w:r>
        <w:t> </w:t>
      </w:r>
      <w:r w:rsidRPr="00182333">
        <w:t>której mowa w</w:t>
      </w:r>
      <w:r>
        <w:t> art. </w:t>
      </w:r>
      <w:r w:rsidRPr="00182333">
        <w:t>41</w:t>
      </w:r>
      <w:r>
        <w:t xml:space="preserve"> ust. </w:t>
      </w:r>
      <w:r w:rsidRPr="00182333">
        <w:t>2</w:t>
      </w:r>
      <w:r>
        <w:t> </w:t>
      </w:r>
      <w:r w:rsidRPr="00182333">
        <w:t>wynosi w</w:t>
      </w:r>
      <w:r>
        <w:t> </w:t>
      </w:r>
      <w:r w:rsidRPr="00182333">
        <w:t>roku 202</w:t>
      </w:r>
      <w:r w:rsidR="004A6037">
        <w:t>3</w:t>
      </w:r>
      <w:r>
        <w:t> </w:t>
      </w:r>
      <w:r w:rsidRPr="00182333">
        <w:t>r. 100</w:t>
      </w:r>
      <w:r>
        <w:t> </w:t>
      </w:r>
      <w:r w:rsidRPr="00182333">
        <w:t>mln zł. Maksymalny limit wydatków z</w:t>
      </w:r>
      <w:r>
        <w:t> </w:t>
      </w:r>
      <w:r w:rsidRPr="00182333">
        <w:t>budżetu państwa przeznaczonych na dotację celową ministra właściwego do spraw kultury i</w:t>
      </w:r>
      <w:r>
        <w:t> </w:t>
      </w:r>
      <w:r w:rsidRPr="00182333">
        <w:t>ochrony dziedzictwa narodowego , o</w:t>
      </w:r>
      <w:r>
        <w:t> </w:t>
      </w:r>
      <w:r w:rsidRPr="00182333">
        <w:t>której mowa w</w:t>
      </w:r>
      <w:r>
        <w:t> art. </w:t>
      </w:r>
      <w:r w:rsidRPr="00182333">
        <w:t>4</w:t>
      </w:r>
      <w:r>
        <w:t>3 ust. </w:t>
      </w:r>
      <w:r w:rsidRPr="00182333">
        <w:t>2</w:t>
      </w:r>
      <w:r>
        <w:t> </w:t>
      </w:r>
      <w:r w:rsidRPr="00182333">
        <w:t>wynosi w</w:t>
      </w:r>
      <w:r>
        <w:t> </w:t>
      </w:r>
      <w:r w:rsidRPr="00182333">
        <w:t>roku:</w:t>
      </w:r>
    </w:p>
    <w:p w14:paraId="1BD357E4" w14:textId="47EB278D" w:rsidR="00AE27F0" w:rsidRPr="00182333" w:rsidRDefault="00AE27F0" w:rsidP="00AE27F0">
      <w:pPr>
        <w:pStyle w:val="PKTpunkt"/>
      </w:pPr>
      <w:r w:rsidRPr="00182333">
        <w:t>1)</w:t>
      </w:r>
      <w:r w:rsidRPr="00182333">
        <w:tab/>
        <w:t>202</w:t>
      </w:r>
      <w:r w:rsidR="0091507E">
        <w:t>3</w:t>
      </w:r>
      <w:r>
        <w:t> </w:t>
      </w:r>
      <w:r w:rsidRPr="00182333">
        <w:t>r. – 100</w:t>
      </w:r>
      <w:r>
        <w:t> </w:t>
      </w:r>
      <w:r w:rsidRPr="00182333">
        <w:t>mln zł;</w:t>
      </w:r>
    </w:p>
    <w:p w14:paraId="15DF7EB4" w14:textId="7C9C9CC0" w:rsidR="00AE27F0" w:rsidRPr="00182333" w:rsidRDefault="00AE27F0" w:rsidP="00AE27F0">
      <w:pPr>
        <w:pStyle w:val="PKTpunkt"/>
      </w:pPr>
      <w:r w:rsidRPr="00182333">
        <w:t>2)</w:t>
      </w:r>
      <w:r w:rsidRPr="00182333">
        <w:tab/>
        <w:t>202</w:t>
      </w:r>
      <w:r w:rsidR="0091507E">
        <w:t>4</w:t>
      </w:r>
      <w:r>
        <w:t> </w:t>
      </w:r>
      <w:r w:rsidRPr="00182333">
        <w:t>r. – 10</w:t>
      </w:r>
      <w:r w:rsidR="005D32FE">
        <w:t>3,30</w:t>
      </w:r>
      <w:r>
        <w:t> </w:t>
      </w:r>
      <w:r w:rsidRPr="00182333">
        <w:t>mln zł;</w:t>
      </w:r>
    </w:p>
    <w:p w14:paraId="3A0C6DB2" w14:textId="3B4292DC" w:rsidR="00AE27F0" w:rsidRPr="00182333" w:rsidRDefault="00AE27F0" w:rsidP="00AE27F0">
      <w:pPr>
        <w:pStyle w:val="PKTpunkt"/>
      </w:pPr>
      <w:r w:rsidRPr="00182333">
        <w:t>3)</w:t>
      </w:r>
      <w:r w:rsidRPr="00182333">
        <w:tab/>
        <w:t>202</w:t>
      </w:r>
      <w:r w:rsidR="0091507E">
        <w:t>5</w:t>
      </w:r>
      <w:r>
        <w:t> </w:t>
      </w:r>
      <w:r w:rsidRPr="00182333">
        <w:t>r. – 10</w:t>
      </w:r>
      <w:r w:rsidR="005D32FE">
        <w:t>6,40</w:t>
      </w:r>
      <w:r>
        <w:t> </w:t>
      </w:r>
      <w:r w:rsidRPr="00182333">
        <w:t>mln zł;</w:t>
      </w:r>
    </w:p>
    <w:p w14:paraId="09D9293F" w14:textId="3F702E38" w:rsidR="00AE27F0" w:rsidRPr="00182333" w:rsidRDefault="00AE27F0" w:rsidP="00AE27F0">
      <w:pPr>
        <w:pStyle w:val="PKTpunkt"/>
      </w:pPr>
      <w:r w:rsidRPr="00182333">
        <w:t>4)</w:t>
      </w:r>
      <w:r w:rsidRPr="00182333">
        <w:tab/>
        <w:t>202</w:t>
      </w:r>
      <w:r w:rsidR="0091507E">
        <w:t>6</w:t>
      </w:r>
      <w:r>
        <w:t> </w:t>
      </w:r>
      <w:r w:rsidRPr="00182333">
        <w:t>r. – 10</w:t>
      </w:r>
      <w:r w:rsidR="005D32FE">
        <w:t>9,27</w:t>
      </w:r>
      <w:r>
        <w:t> </w:t>
      </w:r>
      <w:r w:rsidRPr="00182333">
        <w:t>mln zł;</w:t>
      </w:r>
    </w:p>
    <w:p w14:paraId="6B1018B8" w14:textId="7D9E36E4" w:rsidR="00AE27F0" w:rsidRPr="00182333" w:rsidRDefault="00AE27F0" w:rsidP="00AE27F0">
      <w:pPr>
        <w:pStyle w:val="PKTpunkt"/>
      </w:pPr>
      <w:r w:rsidRPr="00182333">
        <w:t>5)</w:t>
      </w:r>
      <w:r w:rsidRPr="00182333">
        <w:tab/>
        <w:t>202</w:t>
      </w:r>
      <w:r w:rsidR="0091507E">
        <w:t>7</w:t>
      </w:r>
      <w:r>
        <w:t> </w:t>
      </w:r>
      <w:r w:rsidRPr="00182333">
        <w:t>r. – 1</w:t>
      </w:r>
      <w:r w:rsidR="005D32FE">
        <w:t>12</w:t>
      </w:r>
      <w:r>
        <w:t> </w:t>
      </w:r>
      <w:r w:rsidRPr="00182333">
        <w:t>mln zł;</w:t>
      </w:r>
    </w:p>
    <w:p w14:paraId="63914BF1" w14:textId="2D97EDB7" w:rsidR="00AE27F0" w:rsidRPr="00182333" w:rsidRDefault="00AE27F0" w:rsidP="00AE27F0">
      <w:pPr>
        <w:pStyle w:val="PKTpunkt"/>
      </w:pPr>
      <w:r w:rsidRPr="00182333">
        <w:t>6)</w:t>
      </w:r>
      <w:r w:rsidRPr="00182333">
        <w:tab/>
        <w:t>202</w:t>
      </w:r>
      <w:r w:rsidR="0091507E">
        <w:t>8</w:t>
      </w:r>
      <w:r>
        <w:t> </w:t>
      </w:r>
      <w:r w:rsidRPr="00182333">
        <w:t>r. – 1</w:t>
      </w:r>
      <w:r w:rsidR="005D32FE">
        <w:t>14,80</w:t>
      </w:r>
      <w:r>
        <w:t> </w:t>
      </w:r>
      <w:r w:rsidRPr="00182333">
        <w:t xml:space="preserve">mln </w:t>
      </w:r>
      <w:proofErr w:type="spellStart"/>
      <w:r w:rsidRPr="00182333">
        <w:t>zł;</w:t>
      </w:r>
      <w:r w:rsidR="00FB70EB">
        <w:t>rapor</w:t>
      </w:r>
      <w:proofErr w:type="spellEnd"/>
    </w:p>
    <w:p w14:paraId="581B5B8E" w14:textId="3722F3F2" w:rsidR="00AE27F0" w:rsidRPr="00182333" w:rsidRDefault="00AE27F0" w:rsidP="00AE27F0">
      <w:pPr>
        <w:pStyle w:val="PKTpunkt"/>
      </w:pPr>
      <w:r w:rsidRPr="00182333">
        <w:t>7)</w:t>
      </w:r>
      <w:r w:rsidRPr="00182333">
        <w:tab/>
        <w:t>202</w:t>
      </w:r>
      <w:r w:rsidR="0091507E">
        <w:t>9</w:t>
      </w:r>
      <w:r>
        <w:t> </w:t>
      </w:r>
      <w:r w:rsidRPr="00182333">
        <w:t>r. – 1</w:t>
      </w:r>
      <w:r w:rsidR="005D32FE">
        <w:t>17,67</w:t>
      </w:r>
      <w:r>
        <w:t> </w:t>
      </w:r>
      <w:r w:rsidRPr="00182333">
        <w:t>mln zł;</w:t>
      </w:r>
    </w:p>
    <w:p w14:paraId="2C942BDB" w14:textId="356E2A42" w:rsidR="00AE27F0" w:rsidRPr="00182333" w:rsidRDefault="00AE27F0" w:rsidP="00AE27F0">
      <w:pPr>
        <w:pStyle w:val="PKTpunkt"/>
      </w:pPr>
      <w:r w:rsidRPr="00182333">
        <w:t>8)</w:t>
      </w:r>
      <w:r w:rsidRPr="00182333">
        <w:tab/>
        <w:t>20</w:t>
      </w:r>
      <w:r w:rsidR="0091507E">
        <w:t>30</w:t>
      </w:r>
      <w:r>
        <w:t> </w:t>
      </w:r>
      <w:r w:rsidRPr="00182333">
        <w:t>r. – 1</w:t>
      </w:r>
      <w:r w:rsidR="005D32FE">
        <w:t>20,62</w:t>
      </w:r>
      <w:r>
        <w:t> </w:t>
      </w:r>
      <w:r w:rsidRPr="00182333">
        <w:t>mln zł;</w:t>
      </w:r>
    </w:p>
    <w:p w14:paraId="4B633F28" w14:textId="0B4C92AC" w:rsidR="00AE27F0" w:rsidRPr="00182333" w:rsidRDefault="00AE27F0" w:rsidP="00AE27F0">
      <w:pPr>
        <w:pStyle w:val="PKTpunkt"/>
      </w:pPr>
      <w:r w:rsidRPr="00182333">
        <w:t>9)</w:t>
      </w:r>
      <w:r w:rsidRPr="00182333">
        <w:tab/>
        <w:t>203</w:t>
      </w:r>
      <w:r w:rsidR="0091507E">
        <w:t>1</w:t>
      </w:r>
      <w:r>
        <w:t> </w:t>
      </w:r>
      <w:r w:rsidRPr="00182333">
        <w:t>r. – 1</w:t>
      </w:r>
      <w:r w:rsidR="005D32FE">
        <w:t>23,63</w:t>
      </w:r>
      <w:r>
        <w:t> </w:t>
      </w:r>
      <w:r w:rsidRPr="00182333">
        <w:t>mln zł;</w:t>
      </w:r>
    </w:p>
    <w:p w14:paraId="397AD020" w14:textId="64FA8A4D" w:rsidR="00AE27F0" w:rsidRPr="00182333" w:rsidRDefault="00AE27F0" w:rsidP="00AE27F0">
      <w:pPr>
        <w:pStyle w:val="PKTpunkt"/>
      </w:pPr>
      <w:r w:rsidRPr="00182333">
        <w:t>10)</w:t>
      </w:r>
      <w:r w:rsidRPr="00182333">
        <w:tab/>
        <w:t>203</w:t>
      </w:r>
      <w:r w:rsidR="0091507E">
        <w:t>2</w:t>
      </w:r>
      <w:r>
        <w:t> </w:t>
      </w:r>
      <w:r w:rsidRPr="00182333">
        <w:t>r. – 1</w:t>
      </w:r>
      <w:r w:rsidR="005D32FE">
        <w:t>26,72</w:t>
      </w:r>
      <w:r>
        <w:t> </w:t>
      </w:r>
      <w:r w:rsidRPr="00182333">
        <w:t>mln zł.</w:t>
      </w:r>
    </w:p>
    <w:p w14:paraId="378F395C" w14:textId="12FA3D32" w:rsidR="00AE27F0" w:rsidRPr="00182333" w:rsidRDefault="00AE27F0" w:rsidP="00AE27F0">
      <w:pPr>
        <w:pStyle w:val="USTustnpkodeksu"/>
      </w:pPr>
      <w:r w:rsidRPr="00182333">
        <w:t>2. Minister właściwy do spraw kultury i</w:t>
      </w:r>
      <w:r>
        <w:t> </w:t>
      </w:r>
      <w:r w:rsidRPr="00182333">
        <w:t>ochrony dziedzictwa narodowego monitoruje wykorzystanie limitu wydatków, o</w:t>
      </w:r>
      <w:r>
        <w:t> </w:t>
      </w:r>
      <w:r w:rsidRPr="00182333">
        <w:t>którym mowa w</w:t>
      </w:r>
      <w:r>
        <w:t> ust. </w:t>
      </w:r>
      <w:r w:rsidRPr="00182333">
        <w:t>1, oraz jest odpowiedzialny za wdrożenie mechanizmu korygującego, o</w:t>
      </w:r>
      <w:r>
        <w:t> </w:t>
      </w:r>
      <w:r w:rsidRPr="00182333">
        <w:t>którym mowa w</w:t>
      </w:r>
      <w:r>
        <w:t> ust. </w:t>
      </w:r>
      <w:r w:rsidRPr="00182333">
        <w:t>3.</w:t>
      </w:r>
    </w:p>
    <w:p w14:paraId="0C98612E" w14:textId="404D875F" w:rsidR="00AE27F0" w:rsidRPr="00182333" w:rsidRDefault="00AE27F0" w:rsidP="00AE27F0">
      <w:pPr>
        <w:pStyle w:val="USTustnpkodeksu"/>
      </w:pPr>
      <w:r w:rsidRPr="00182333">
        <w:t>3. W</w:t>
      </w:r>
      <w:r>
        <w:t> </w:t>
      </w:r>
      <w:r w:rsidRPr="00182333">
        <w:t xml:space="preserve">przypadku gdy wielkość wydatków po pierwszym półroczu danego roku budżetowego wyniesie więcej niż 65% limitu wydatków przewidzianego na dany rok, stosuje się mechanizm korygujący polegający na obniżeniu wielkości środków przeznaczonych na </w:t>
      </w:r>
      <w:r w:rsidRPr="00182333">
        <w:lastRenderedPageBreak/>
        <w:t>wydatki w</w:t>
      </w:r>
      <w:r>
        <w:t> </w:t>
      </w:r>
      <w:r w:rsidRPr="00182333">
        <w:t>drugim półroczu o</w:t>
      </w:r>
      <w:r>
        <w:t> </w:t>
      </w:r>
      <w:r w:rsidRPr="00182333">
        <w:t>kwotę stanowiącą różnicę pomiędzy wielkością tego limitu a</w:t>
      </w:r>
      <w:r>
        <w:t> </w:t>
      </w:r>
      <w:r w:rsidRPr="00182333">
        <w:t>kwotą przekroczenia wydatków, w</w:t>
      </w:r>
      <w:r>
        <w:t> </w:t>
      </w:r>
      <w:r w:rsidRPr="00182333">
        <w:t>szczególności przez proporcjonalne zmniejszenie w</w:t>
      </w:r>
      <w:r>
        <w:t> </w:t>
      </w:r>
      <w:r w:rsidRPr="00182333">
        <w:t>drugim półroczu danego roku budżetowego wsparcia, o</w:t>
      </w:r>
      <w:r>
        <w:t> </w:t>
      </w:r>
      <w:r w:rsidRPr="00182333">
        <w:t>którym mowa w</w:t>
      </w:r>
      <w:r>
        <w:t> art. </w:t>
      </w:r>
      <w:r w:rsidRPr="00182333">
        <w:t>38.</w:t>
      </w:r>
    </w:p>
    <w:p w14:paraId="4CD4E49F" w14:textId="4FB1608C" w:rsidR="00AE27F0" w:rsidRPr="00182333" w:rsidRDefault="00AE27F0" w:rsidP="00AE27F0">
      <w:pPr>
        <w:pStyle w:val="ARTartustawynprozporzdzenia"/>
      </w:pPr>
      <w:r w:rsidRPr="00182333">
        <w:rPr>
          <w:rStyle w:val="Ppogrubienie"/>
        </w:rPr>
        <w:t xml:space="preserve">Art. </w:t>
      </w:r>
      <w:r>
        <w:rPr>
          <w:rStyle w:val="Ppogrubienie"/>
        </w:rPr>
        <w:t>80</w:t>
      </w:r>
      <w:r w:rsidRPr="00182333">
        <w:rPr>
          <w:rStyle w:val="Ppogrubienie"/>
        </w:rPr>
        <w:t xml:space="preserve">. </w:t>
      </w:r>
      <w:r w:rsidRPr="00182333">
        <w:t>1. Maksymalny limit wydatków z</w:t>
      </w:r>
      <w:r>
        <w:t> </w:t>
      </w:r>
      <w:r w:rsidRPr="00182333">
        <w:t>Funduszu Wsparcia w</w:t>
      </w:r>
      <w:r>
        <w:t> </w:t>
      </w:r>
      <w:r w:rsidRPr="00182333">
        <w:t>latach 2021</w:t>
      </w:r>
      <w:r>
        <w:noBreakHyphen/>
      </w:r>
      <w:r w:rsidRPr="00182333">
        <w:t>2030, będących skutkiem finansowym niniejszej ustawy wynosi w</w:t>
      </w:r>
      <w:r>
        <w:t> </w:t>
      </w:r>
      <w:r w:rsidRPr="00182333">
        <w:t>roku:</w:t>
      </w:r>
    </w:p>
    <w:p w14:paraId="1E538978" w14:textId="421037C6" w:rsidR="00AE27F0" w:rsidRPr="00182333" w:rsidRDefault="00AE27F0" w:rsidP="00AE27F0">
      <w:pPr>
        <w:pStyle w:val="PKTpunkt"/>
      </w:pPr>
      <w:r w:rsidRPr="00182333">
        <w:t>1)</w:t>
      </w:r>
      <w:r w:rsidRPr="00182333">
        <w:tab/>
        <w:t>202</w:t>
      </w:r>
      <w:r w:rsidR="0091507E">
        <w:t>3</w:t>
      </w:r>
      <w:r>
        <w:t> </w:t>
      </w:r>
      <w:r w:rsidRPr="00182333">
        <w:t xml:space="preserve">r. – </w:t>
      </w:r>
      <w:r w:rsidR="005D260C">
        <w:t>4</w:t>
      </w:r>
      <w:r w:rsidRPr="00182333">
        <w:t>00</w:t>
      </w:r>
      <w:r>
        <w:t> </w:t>
      </w:r>
      <w:r w:rsidRPr="00182333">
        <w:t>mln zł;</w:t>
      </w:r>
    </w:p>
    <w:p w14:paraId="05CD950B" w14:textId="2A3AD108" w:rsidR="00AE27F0" w:rsidRPr="00182333" w:rsidRDefault="00AE27F0" w:rsidP="00AE27F0">
      <w:pPr>
        <w:pStyle w:val="PKTpunkt"/>
      </w:pPr>
      <w:r w:rsidRPr="00182333">
        <w:t>2)</w:t>
      </w:r>
      <w:r w:rsidRPr="00182333">
        <w:tab/>
        <w:t>202</w:t>
      </w:r>
      <w:r w:rsidR="0091507E">
        <w:t>4</w:t>
      </w:r>
      <w:r>
        <w:t> </w:t>
      </w:r>
      <w:r w:rsidRPr="00182333">
        <w:t xml:space="preserve">r. – </w:t>
      </w:r>
      <w:r w:rsidR="005D260C">
        <w:t>4</w:t>
      </w:r>
      <w:r w:rsidRPr="00182333">
        <w:t>00</w:t>
      </w:r>
      <w:r>
        <w:t> </w:t>
      </w:r>
      <w:r w:rsidRPr="00182333">
        <w:t>mln zł;</w:t>
      </w:r>
    </w:p>
    <w:p w14:paraId="3ADB6F4F" w14:textId="4867C6F3" w:rsidR="00AE27F0" w:rsidRPr="00182333" w:rsidRDefault="00AE27F0" w:rsidP="00AE27F0">
      <w:pPr>
        <w:pStyle w:val="PKTpunkt"/>
      </w:pPr>
      <w:r w:rsidRPr="00182333">
        <w:t>3)</w:t>
      </w:r>
      <w:r w:rsidRPr="00182333">
        <w:tab/>
        <w:t>202</w:t>
      </w:r>
      <w:r w:rsidR="0091507E">
        <w:t>5</w:t>
      </w:r>
      <w:r>
        <w:t> </w:t>
      </w:r>
      <w:r w:rsidRPr="00182333">
        <w:t>r. – 400</w:t>
      </w:r>
      <w:r>
        <w:t> </w:t>
      </w:r>
      <w:r w:rsidRPr="00182333">
        <w:t>mln zł;</w:t>
      </w:r>
    </w:p>
    <w:p w14:paraId="0F49F8E7" w14:textId="7FAE586D" w:rsidR="00AE27F0" w:rsidRPr="00182333" w:rsidRDefault="00AE27F0" w:rsidP="00AE27F0">
      <w:pPr>
        <w:pStyle w:val="PKTpunkt"/>
      </w:pPr>
      <w:r w:rsidRPr="00182333">
        <w:t>4)</w:t>
      </w:r>
      <w:r w:rsidRPr="00182333">
        <w:tab/>
        <w:t>202</w:t>
      </w:r>
      <w:r w:rsidR="0091507E">
        <w:t>6</w:t>
      </w:r>
      <w:r>
        <w:t> </w:t>
      </w:r>
      <w:r w:rsidRPr="00182333">
        <w:t>r. – 400</w:t>
      </w:r>
      <w:r>
        <w:t> </w:t>
      </w:r>
      <w:r w:rsidRPr="00182333">
        <w:t>mln zł;</w:t>
      </w:r>
    </w:p>
    <w:p w14:paraId="23DE692C" w14:textId="6C2A5BCA" w:rsidR="00AE27F0" w:rsidRPr="00182333" w:rsidRDefault="00AE27F0" w:rsidP="00AE27F0">
      <w:pPr>
        <w:pStyle w:val="PKTpunkt"/>
      </w:pPr>
      <w:r w:rsidRPr="00182333">
        <w:t>5)</w:t>
      </w:r>
      <w:r w:rsidRPr="00182333">
        <w:tab/>
        <w:t>202</w:t>
      </w:r>
      <w:r w:rsidR="0091507E">
        <w:t>7</w:t>
      </w:r>
      <w:r>
        <w:t> </w:t>
      </w:r>
      <w:r w:rsidRPr="00182333">
        <w:t>r. – 400</w:t>
      </w:r>
      <w:r>
        <w:t> </w:t>
      </w:r>
      <w:r w:rsidRPr="00182333">
        <w:t>mln zł;</w:t>
      </w:r>
    </w:p>
    <w:p w14:paraId="267579C1" w14:textId="7B1FCBF7" w:rsidR="00AE27F0" w:rsidRPr="00182333" w:rsidRDefault="00AE27F0" w:rsidP="00AE27F0">
      <w:pPr>
        <w:pStyle w:val="PKTpunkt"/>
      </w:pPr>
      <w:r w:rsidRPr="00182333">
        <w:t>6)</w:t>
      </w:r>
      <w:r w:rsidRPr="00182333">
        <w:tab/>
        <w:t>202</w:t>
      </w:r>
      <w:r w:rsidR="0091507E">
        <w:t>8</w:t>
      </w:r>
      <w:r>
        <w:t> </w:t>
      </w:r>
      <w:r w:rsidRPr="00182333">
        <w:t>r. – 400</w:t>
      </w:r>
      <w:r>
        <w:t> </w:t>
      </w:r>
      <w:r w:rsidRPr="00182333">
        <w:t>mln zł;</w:t>
      </w:r>
    </w:p>
    <w:p w14:paraId="03CCA082" w14:textId="031EB717" w:rsidR="00AE27F0" w:rsidRPr="00182333" w:rsidRDefault="00AE27F0" w:rsidP="00AE27F0">
      <w:pPr>
        <w:pStyle w:val="PKTpunkt"/>
      </w:pPr>
      <w:r w:rsidRPr="00182333">
        <w:t>7)</w:t>
      </w:r>
      <w:r w:rsidRPr="00182333">
        <w:tab/>
        <w:t>202</w:t>
      </w:r>
      <w:r w:rsidR="0091507E">
        <w:t>9</w:t>
      </w:r>
      <w:r>
        <w:t> </w:t>
      </w:r>
      <w:r w:rsidRPr="00182333">
        <w:t>r. – 400</w:t>
      </w:r>
      <w:r>
        <w:t> </w:t>
      </w:r>
      <w:r w:rsidRPr="00182333">
        <w:t>mln zł;</w:t>
      </w:r>
    </w:p>
    <w:p w14:paraId="5C3641F7" w14:textId="443E8118" w:rsidR="00AE27F0" w:rsidRPr="00182333" w:rsidRDefault="00AE27F0" w:rsidP="00AE27F0">
      <w:pPr>
        <w:pStyle w:val="PKTpunkt"/>
      </w:pPr>
      <w:r w:rsidRPr="00182333">
        <w:t>8)</w:t>
      </w:r>
      <w:r w:rsidRPr="00182333">
        <w:tab/>
        <w:t>20</w:t>
      </w:r>
      <w:r w:rsidR="0091507E">
        <w:t>30</w:t>
      </w:r>
      <w:r>
        <w:t> </w:t>
      </w:r>
      <w:r w:rsidRPr="00182333">
        <w:t>r. – 400</w:t>
      </w:r>
      <w:r>
        <w:t> </w:t>
      </w:r>
      <w:r w:rsidRPr="00182333">
        <w:t>mln zł;</w:t>
      </w:r>
    </w:p>
    <w:p w14:paraId="288D770D" w14:textId="5B0FEA58" w:rsidR="00AE27F0" w:rsidRPr="00182333" w:rsidRDefault="00AE27F0" w:rsidP="00AE27F0">
      <w:pPr>
        <w:pStyle w:val="PKTpunkt"/>
      </w:pPr>
      <w:r w:rsidRPr="00182333">
        <w:t>9)</w:t>
      </w:r>
      <w:r w:rsidRPr="00182333">
        <w:tab/>
        <w:t>203</w:t>
      </w:r>
      <w:r w:rsidR="0091507E">
        <w:t>1</w:t>
      </w:r>
      <w:r>
        <w:t> </w:t>
      </w:r>
      <w:r w:rsidRPr="00182333">
        <w:t>r. – 400</w:t>
      </w:r>
      <w:r>
        <w:t> </w:t>
      </w:r>
      <w:r w:rsidRPr="00182333">
        <w:t>mln zł;</w:t>
      </w:r>
    </w:p>
    <w:p w14:paraId="561CEACA" w14:textId="26DE8E5F" w:rsidR="00AE27F0" w:rsidRPr="00182333" w:rsidRDefault="00AE27F0" w:rsidP="00AE27F0">
      <w:pPr>
        <w:pStyle w:val="PKTpunkt"/>
      </w:pPr>
      <w:r w:rsidRPr="00182333">
        <w:t>10)</w:t>
      </w:r>
      <w:r w:rsidRPr="00182333">
        <w:tab/>
        <w:t>203</w:t>
      </w:r>
      <w:r w:rsidR="0091507E">
        <w:t>2</w:t>
      </w:r>
      <w:r>
        <w:t> </w:t>
      </w:r>
      <w:r w:rsidRPr="00182333">
        <w:t>r. – 400</w:t>
      </w:r>
      <w:r>
        <w:t> </w:t>
      </w:r>
      <w:r w:rsidRPr="00182333">
        <w:t>mln zł.</w:t>
      </w:r>
    </w:p>
    <w:p w14:paraId="2E6822A6" w14:textId="6FA02816" w:rsidR="00AE27F0" w:rsidRPr="00182333" w:rsidRDefault="00AE27F0" w:rsidP="00AE27F0">
      <w:pPr>
        <w:pStyle w:val="USTustnpkodeksu"/>
      </w:pPr>
      <w:r w:rsidRPr="00182333">
        <w:t>2. Minister właściwy do spraw kultury i</w:t>
      </w:r>
      <w:r>
        <w:t> </w:t>
      </w:r>
      <w:r w:rsidRPr="00182333">
        <w:t>ochrony dziedzictwa narodowego monitoruje wykorzystanie limitu wydatków, o</w:t>
      </w:r>
      <w:r>
        <w:t> </w:t>
      </w:r>
      <w:r w:rsidRPr="00182333">
        <w:t>którym mowa w</w:t>
      </w:r>
      <w:r>
        <w:t> ust. </w:t>
      </w:r>
      <w:r w:rsidRPr="00182333">
        <w:t>1, oraz jest odpowiedzialny za wdrożenie mechanizmu korygującego, o</w:t>
      </w:r>
      <w:r>
        <w:t> </w:t>
      </w:r>
      <w:r w:rsidRPr="00182333">
        <w:t>którym mowa w</w:t>
      </w:r>
      <w:r>
        <w:t> ust. </w:t>
      </w:r>
      <w:r w:rsidRPr="00182333">
        <w:t>3.</w:t>
      </w:r>
    </w:p>
    <w:p w14:paraId="6C05F6EB" w14:textId="0163A12B" w:rsidR="00AE27F0" w:rsidRPr="00182333" w:rsidRDefault="00AE27F0" w:rsidP="00AE27F0">
      <w:pPr>
        <w:pStyle w:val="USTustnpkodeksu"/>
      </w:pPr>
      <w:r w:rsidRPr="00182333">
        <w:t>3. W</w:t>
      </w:r>
      <w:r>
        <w:t> </w:t>
      </w:r>
      <w:r w:rsidRPr="00182333">
        <w:t>przypadku gdy wielkość wydatków po pierwszym półroczu danego roku budżetowego wyniesie więcej niż 65% limitu wydatków przewidzianego na dany rok, dysponent Funduszu Wsparcia obniża wielkość środków przeznaczonych na wydatki w</w:t>
      </w:r>
      <w:r>
        <w:t> </w:t>
      </w:r>
      <w:r w:rsidRPr="00182333">
        <w:t>drugim półroczu o</w:t>
      </w:r>
      <w:r>
        <w:t> </w:t>
      </w:r>
      <w:r w:rsidRPr="00182333">
        <w:t>kwotę stanowiącą różnicę pomiędzy wielkością tego limitu a</w:t>
      </w:r>
      <w:r>
        <w:t> </w:t>
      </w:r>
      <w:r w:rsidRPr="00182333">
        <w:t>kwotą przekroczenia wydatków, w</w:t>
      </w:r>
      <w:r>
        <w:t> </w:t>
      </w:r>
      <w:r w:rsidRPr="00182333">
        <w:t>szczególności poprzez proporcjonalne zmniejszenie w</w:t>
      </w:r>
      <w:r>
        <w:t> </w:t>
      </w:r>
      <w:r w:rsidRPr="00182333">
        <w:t>drugim półroczu danego roku budżetowego wsparcia, o</w:t>
      </w:r>
      <w:r>
        <w:t> </w:t>
      </w:r>
      <w:r w:rsidRPr="00182333">
        <w:t>którym mowa w</w:t>
      </w:r>
      <w:r>
        <w:t> art. </w:t>
      </w:r>
      <w:r w:rsidRPr="00182333">
        <w:t>38.</w:t>
      </w:r>
    </w:p>
    <w:p w14:paraId="3BDE938D" w14:textId="2043B7F6" w:rsidR="00AE27F0" w:rsidRPr="00182333" w:rsidRDefault="00AE27F0" w:rsidP="00AE27F0">
      <w:pPr>
        <w:pStyle w:val="USTustnpkodeksu"/>
      </w:pPr>
      <w:r w:rsidRPr="00182333">
        <w:t>4. W</w:t>
      </w:r>
      <w:r>
        <w:t> </w:t>
      </w:r>
      <w:r w:rsidRPr="00182333">
        <w:t>przypadku gdy wielkość wydatków w</w:t>
      </w:r>
      <w:r>
        <w:t> </w:t>
      </w:r>
      <w:r w:rsidRPr="00182333">
        <w:t>poszczególnych miesiącach jest zgodna z</w:t>
      </w:r>
      <w:r>
        <w:t> </w:t>
      </w:r>
      <w:r w:rsidRPr="00182333">
        <w:t>planem finansowym Funduszu Wsparcia, przepisu</w:t>
      </w:r>
      <w:r>
        <w:t xml:space="preserve"> ust. </w:t>
      </w:r>
      <w:r w:rsidRPr="00182333">
        <w:t>3</w:t>
      </w:r>
      <w:r>
        <w:t> </w:t>
      </w:r>
      <w:r w:rsidRPr="00182333">
        <w:t>nie stosuje się.</w:t>
      </w:r>
    </w:p>
    <w:p w14:paraId="64CF5D90" w14:textId="4E1E597B" w:rsidR="00AE27F0" w:rsidRPr="00182333" w:rsidRDefault="00AE27F0" w:rsidP="00AE27F0">
      <w:pPr>
        <w:pStyle w:val="ARTartustawynprozporzdzenia"/>
      </w:pPr>
      <w:r w:rsidRPr="00182333">
        <w:rPr>
          <w:rStyle w:val="Ppogrubienie"/>
        </w:rPr>
        <w:t xml:space="preserve">Art. </w:t>
      </w:r>
      <w:r>
        <w:rPr>
          <w:rStyle w:val="Ppogrubienie"/>
        </w:rPr>
        <w:t>81.</w:t>
      </w:r>
      <w:r w:rsidRPr="00182333">
        <w:t xml:space="preserve"> Ustawa wchodzi w</w:t>
      </w:r>
      <w:r>
        <w:t> </w:t>
      </w:r>
      <w:r w:rsidRPr="00182333">
        <w:t xml:space="preserve">życie </w:t>
      </w:r>
      <w:r w:rsidR="0091507E">
        <w:t>z dniem 1 stycznia 2023 r</w:t>
      </w:r>
      <w:r w:rsidR="008A417A">
        <w:t>.</w:t>
      </w:r>
      <w:r w:rsidRPr="00182333">
        <w:t>, z</w:t>
      </w:r>
      <w:r>
        <w:t> </w:t>
      </w:r>
      <w:r w:rsidRPr="00182333">
        <w:t>wyjątkiem</w:t>
      </w:r>
      <w:r>
        <w:t xml:space="preserve"> art. </w:t>
      </w:r>
      <w:r w:rsidRPr="00182333">
        <w:t>8</w:t>
      </w:r>
      <w:r>
        <w:t xml:space="preserve"> ust. </w:t>
      </w:r>
      <w:r w:rsidRPr="00182333">
        <w:t>2</w:t>
      </w:r>
      <w:r>
        <w:t xml:space="preserve"> i </w:t>
      </w:r>
      <w:r w:rsidRPr="00182333">
        <w:t>3,</w:t>
      </w:r>
      <w:r>
        <w:t xml:space="preserve"> art. </w:t>
      </w:r>
      <w:r w:rsidRPr="00182333">
        <w:t>16</w:t>
      </w:r>
      <w:r>
        <w:t>, art. 37</w:t>
      </w:r>
      <w:r w:rsidR="006B5AF8">
        <w:t>-39</w:t>
      </w:r>
      <w:r>
        <w:t xml:space="preserve"> oraz</w:t>
      </w:r>
      <w:r w:rsidRPr="00182333">
        <w:t xml:space="preserve"> </w:t>
      </w:r>
      <w:r w:rsidR="00553B59">
        <w:t xml:space="preserve">art. </w:t>
      </w:r>
      <w:r>
        <w:t>71</w:t>
      </w:r>
      <w:r>
        <w:noBreakHyphen/>
        <w:t>76</w:t>
      </w:r>
      <w:r w:rsidRPr="00182333">
        <w:t>, które wchodzą w</w:t>
      </w:r>
      <w:r>
        <w:t> </w:t>
      </w:r>
      <w:r w:rsidRPr="00182333">
        <w:t>życie z</w:t>
      </w:r>
      <w:r>
        <w:t> </w:t>
      </w:r>
      <w:r w:rsidRPr="00182333">
        <w:t>dniem ogłoszenia.</w:t>
      </w:r>
    </w:p>
    <w:p w14:paraId="0245593F" w14:textId="77777777" w:rsidR="00AE27F0" w:rsidRPr="00182333" w:rsidRDefault="00AE27F0" w:rsidP="00AE27F0">
      <w:pPr>
        <w:pStyle w:val="ARTartustawynprozporzdzenia"/>
      </w:pPr>
    </w:p>
    <w:p w14:paraId="397D89FF" w14:textId="77777777" w:rsidR="00AE27F0" w:rsidRPr="00182333" w:rsidRDefault="00AE27F0" w:rsidP="00AE27F0">
      <w:pPr>
        <w:pStyle w:val="ARTartustawynprozporzdzenia"/>
      </w:pPr>
    </w:p>
    <w:p w14:paraId="2023D9C0" w14:textId="6065D90C" w:rsidR="00AE27F0" w:rsidRDefault="00AE27F0" w:rsidP="00AE27F0">
      <w:r w:rsidRPr="004958C6">
        <w:t>ZA ZGODNOŚĆ POD WZGLĘDEM PRAWNYM,</w:t>
      </w:r>
      <w:r w:rsidRPr="004958C6">
        <w:br/>
        <w:t>LEGISLACYJNYM I</w:t>
      </w:r>
      <w:r>
        <w:t> </w:t>
      </w:r>
      <w:r w:rsidRPr="004958C6">
        <w:t>REDAKCYJNYM</w:t>
      </w:r>
      <w:r w:rsidRPr="004958C6">
        <w:br/>
      </w:r>
      <w:bookmarkStart w:id="34" w:name="ezdPracownikNazwa"/>
      <w:bookmarkEnd w:id="34"/>
      <w:r w:rsidRPr="004958C6">
        <w:lastRenderedPageBreak/>
        <w:br/>
      </w:r>
      <w:r>
        <w:t>Pełnomocnik Ministra</w:t>
      </w:r>
      <w:r w:rsidRPr="004958C6">
        <w:t xml:space="preserve"> Kultury i</w:t>
      </w:r>
      <w:r>
        <w:t> </w:t>
      </w:r>
      <w:r w:rsidRPr="004958C6">
        <w:t>Dziedzictwa Narodowego</w:t>
      </w:r>
    </w:p>
    <w:p w14:paraId="1A656AA0" w14:textId="0E6B0E1F" w:rsidR="00AE27F0" w:rsidRDefault="00AE27F0" w:rsidP="00AE27F0">
      <w:r>
        <w:t>do spraw uprawnień artysty zawodowego</w:t>
      </w:r>
      <w:r w:rsidRPr="004958C6">
        <w:br/>
      </w:r>
    </w:p>
    <w:p w14:paraId="3FB847BA" w14:textId="77777777" w:rsidR="00AE27F0" w:rsidRPr="00737F6A" w:rsidRDefault="00AE27F0" w:rsidP="00AE27F0"/>
    <w:p w14:paraId="6A768302" w14:textId="77777777" w:rsidR="00261A16" w:rsidRPr="00737F6A" w:rsidRDefault="00261A16" w:rsidP="00737F6A"/>
    <w:sectPr w:rsidR="00261A16" w:rsidRPr="00737F6A" w:rsidSect="001A7F15">
      <w:headerReference w:type="default" r:id="rId12"/>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BCAB7" w14:textId="77777777" w:rsidR="008279E7" w:rsidRDefault="008279E7">
      <w:r>
        <w:separator/>
      </w:r>
    </w:p>
  </w:endnote>
  <w:endnote w:type="continuationSeparator" w:id="0">
    <w:p w14:paraId="1D420441" w14:textId="77777777" w:rsidR="008279E7" w:rsidRDefault="0082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1C1F3" w14:textId="77777777" w:rsidR="008279E7" w:rsidRDefault="008279E7">
      <w:r>
        <w:separator/>
      </w:r>
    </w:p>
  </w:footnote>
  <w:footnote w:type="continuationSeparator" w:id="0">
    <w:p w14:paraId="7B735AF2" w14:textId="77777777" w:rsidR="008279E7" w:rsidRDefault="008279E7">
      <w:r>
        <w:continuationSeparator/>
      </w:r>
    </w:p>
  </w:footnote>
  <w:footnote w:id="1">
    <w:p w14:paraId="406DAF2D" w14:textId="77777777" w:rsidR="002105CC" w:rsidRDefault="002105CC" w:rsidP="00AE27F0">
      <w:pPr>
        <w:pStyle w:val="ODNONIKtreodnonika"/>
      </w:pPr>
      <w:r w:rsidRPr="00AE27F0">
        <w:rPr>
          <w:rStyle w:val="IGindeksgrny"/>
        </w:rPr>
        <w:footnoteRef/>
      </w:r>
      <w:r w:rsidRPr="00AE27F0">
        <w:rPr>
          <w:rStyle w:val="IGindeksgrny"/>
        </w:rPr>
        <w:t>)</w:t>
      </w:r>
      <w:r>
        <w:tab/>
        <w:t xml:space="preserve">Niniejszą ustawą zmienia się ustawy: ustawę </w:t>
      </w:r>
      <w:r w:rsidRPr="00E93E3C">
        <w:t>z dnia 17 czerwca 1966 r. o postępowaniu egzekucyjnym w administracji</w:t>
      </w:r>
      <w:r>
        <w:t>,</w:t>
      </w:r>
      <w:r w:rsidRPr="00E93E3C">
        <w:t xml:space="preserve"> </w:t>
      </w:r>
      <w:r>
        <w:t xml:space="preserve">ustawę z dnia 26 lipca 1991 r. o podatku dochodowym od osób fizycznych, ustawę z dnia 4 lutego 1994 r. o prawie autorskim i prawach pokrewnych, ustawę z dnia 13 października 1998 r. o systemie ubezpieczeń społecznych, </w:t>
      </w:r>
      <w:r w:rsidRPr="00B33E76">
        <w:t>ustawę z dnia 17 grudnia 1998 r. o emeryturach i rentach z Funduszu Ubezpieczeń Społecznych</w:t>
      </w:r>
      <w:r>
        <w:t>,</w:t>
      </w:r>
      <w:r w:rsidRPr="00B33E76">
        <w:t xml:space="preserve"> </w:t>
      </w:r>
      <w:r w:rsidRPr="00DC1D62">
        <w:t xml:space="preserve">ustawę z dnia z dnia 25 czerwca 1999 r. o świadczeniach pieniężnych z ubezpieczenia społecznego w razie choroby i macierzyństwa, ustawę z dnia 30 października 2002 r. ubezpieczeniu społecznym z tytułu wypadków przy pracy i chorób zawodowych, </w:t>
      </w:r>
      <w:r>
        <w:t xml:space="preserve">ustawę </w:t>
      </w:r>
      <w:r w:rsidRPr="001807A9">
        <w:t>z dnia</w:t>
      </w:r>
      <w:r w:rsidRPr="00CC0906">
        <w:t xml:space="preserve"> </w:t>
      </w:r>
      <w:r>
        <w:t>27 sierpnia 2004 r. o świadczeniach opieki zdrowotnej finansowanych ze środków publicznych</w:t>
      </w:r>
      <w:r w:rsidRPr="00B33E76">
        <w:t xml:space="preserve"> </w:t>
      </w:r>
      <w:r>
        <w:t>oraz ustawę</w:t>
      </w:r>
      <w:r w:rsidRPr="00B33E76">
        <w:t xml:space="preserve"> z dnia 20 kwietnia 2004 r. o promocji zatrudnienia i instytucjach rynku pracy</w:t>
      </w:r>
      <w:r>
        <w:t>.</w:t>
      </w:r>
    </w:p>
  </w:footnote>
  <w:footnote w:id="2">
    <w:p w14:paraId="4AE633F4" w14:textId="614CD116" w:rsidR="002105CC" w:rsidRPr="007E1455" w:rsidRDefault="002105CC" w:rsidP="00AE27F0">
      <w:pPr>
        <w:pStyle w:val="ODNONIKtreodnonika"/>
        <w:rPr>
          <w:rStyle w:val="IDindeksdolny"/>
          <w:vertAlign w:val="baseline"/>
        </w:rPr>
      </w:pPr>
      <w:r w:rsidRPr="00AE27F0">
        <w:rPr>
          <w:rStyle w:val="IGindeksgrny"/>
        </w:rPr>
        <w:footnoteRef/>
      </w:r>
      <w:r w:rsidRPr="00AE27F0">
        <w:rPr>
          <w:rStyle w:val="IGindeksgrny"/>
        </w:rPr>
        <w:t>)</w:t>
      </w:r>
      <w:r>
        <w:rPr>
          <w:rStyle w:val="IDindeksdolny"/>
        </w:rPr>
        <w:tab/>
      </w:r>
      <w:r w:rsidRPr="007E1455">
        <w:rPr>
          <w:rStyle w:val="IDindeksdolny"/>
          <w:vertAlign w:val="baseline"/>
        </w:rPr>
        <w:t>Zmiany tekstu jednolitego wymienionej ustawy zostały ogłoszone w Dz. U. z 2020 r. poz. 1492 oraz z 2021 r. poz. 11 i 41 802 1005 1177 1666 1927 1981 2105 2270 2022 poz. 1.</w:t>
      </w:r>
    </w:p>
  </w:footnote>
  <w:footnote w:id="3">
    <w:p w14:paraId="7C63F2FA" w14:textId="77777777" w:rsidR="002105CC" w:rsidRDefault="002105CC" w:rsidP="00AE27F0">
      <w:pPr>
        <w:pStyle w:val="ODNONIKtreodnonika"/>
      </w:pPr>
      <w:r w:rsidRPr="00AE27F0">
        <w:rPr>
          <w:rStyle w:val="IGindeksgrny"/>
        </w:rPr>
        <w:footnoteRef/>
      </w:r>
      <w:r w:rsidRPr="00AE27F0">
        <w:rPr>
          <w:rStyle w:val="IGindeksgrny"/>
        </w:rPr>
        <w:t>)</w:t>
      </w:r>
      <w:r>
        <w:tab/>
        <w:t>Zmiany tekstu jednolitego wymienionej ustawy zostały ogłoszone w Dz. U. z 2021 r. poz. 432, 619, 1621, 1834, 1981 i 2105.</w:t>
      </w:r>
    </w:p>
  </w:footnote>
  <w:footnote w:id="4">
    <w:p w14:paraId="216D4AC5" w14:textId="29DD2BF2" w:rsidR="002105CC" w:rsidRDefault="002105CC" w:rsidP="00AE27F0">
      <w:pPr>
        <w:pStyle w:val="ODNONIKtreodnonika"/>
      </w:pPr>
      <w:r w:rsidRPr="00AE27F0">
        <w:rPr>
          <w:rStyle w:val="IGindeksgrny"/>
        </w:rPr>
        <w:footnoteRef/>
      </w:r>
      <w:r w:rsidRPr="00AE27F0">
        <w:rPr>
          <w:rStyle w:val="IGindeksgrny"/>
        </w:rPr>
        <w:t>)</w:t>
      </w:r>
      <w:r>
        <w:rPr>
          <w:vertAlign w:val="superscript"/>
        </w:rPr>
        <w:tab/>
      </w:r>
      <w:r w:rsidRPr="003B4F47">
        <w:t>Dz. U. z 2021 r. poz. 1163, 1243, 1551, 1574, 1834, 1981, 2071,</w:t>
      </w:r>
      <w:r>
        <w:t xml:space="preserve"> </w:t>
      </w:r>
      <w:r w:rsidRPr="003B4F47">
        <w:t xml:space="preserve">2105, 2133, 2232, 2269, 2270, 2270, 2328, 2376, 2427, 2430 i 2490 oraz z 2022 r. poz. 1, 24 i </w:t>
      </w:r>
      <w:r>
        <w:t>138.</w:t>
      </w:r>
    </w:p>
  </w:footnote>
  <w:footnote w:id="5">
    <w:p w14:paraId="78DA3B68" w14:textId="77777777" w:rsidR="002105CC" w:rsidRPr="0077659E" w:rsidRDefault="002105CC" w:rsidP="00AE27F0">
      <w:pPr>
        <w:pStyle w:val="ODNONIKtreodnonika"/>
      </w:pPr>
      <w:r w:rsidRPr="00AE27F0">
        <w:rPr>
          <w:rStyle w:val="IGindeksgrny"/>
        </w:rPr>
        <w:footnoteRef/>
      </w:r>
      <w:r w:rsidRPr="00AE27F0">
        <w:rPr>
          <w:rStyle w:val="IGindeksgrny"/>
        </w:rPr>
        <w:t>)</w:t>
      </w:r>
      <w:r>
        <w:tab/>
      </w:r>
      <w:r w:rsidRPr="0077659E">
        <w:t xml:space="preserve">Zmiany tekstu jednolitego wymienionej ustawy zostały ogłoszone w Dz. U. z 2020 r. </w:t>
      </w:r>
      <w:r w:rsidRPr="00182333">
        <w:t>1423, 2122, 2123 i 2320</w:t>
      </w:r>
      <w:r w:rsidRPr="002B0C6D">
        <w:t xml:space="preserve"> </w:t>
      </w:r>
      <w:r w:rsidRPr="00182333">
        <w:t>oraz z 2021 r. poz. 72 i 694</w:t>
      </w:r>
      <w:r>
        <w:t>.</w:t>
      </w:r>
    </w:p>
  </w:footnote>
  <w:footnote w:id="6">
    <w:p w14:paraId="67260ECC" w14:textId="77777777" w:rsidR="002105CC" w:rsidRDefault="002105CC" w:rsidP="00AE27F0">
      <w:pPr>
        <w:pStyle w:val="ODNONIKtreodnonika"/>
      </w:pPr>
      <w:r w:rsidRPr="00AE27F0">
        <w:rPr>
          <w:rStyle w:val="IGindeksgrny"/>
        </w:rPr>
        <w:footnoteRef/>
      </w:r>
      <w:r w:rsidRPr="00AE27F0">
        <w:rPr>
          <w:rStyle w:val="IGindeksgrny"/>
        </w:rPr>
        <w:t>)</w:t>
      </w:r>
      <w:r>
        <w:rPr>
          <w:rStyle w:val="IGindeksgrny"/>
        </w:rPr>
        <w:tab/>
      </w:r>
      <w:r>
        <w:t>Zmiany tekstu jednolitego wymienionej ustawy zostały ogłoszone w Dz. U. z 2021 r. poz. 432, 619, 1621, 1834, 1981 i 2105.</w:t>
      </w:r>
    </w:p>
  </w:footnote>
  <w:footnote w:id="7">
    <w:p w14:paraId="3A12986D" w14:textId="77777777" w:rsidR="002105CC" w:rsidRDefault="002105CC" w:rsidP="00AE27F0">
      <w:pPr>
        <w:pStyle w:val="ODNONIKtreodnonika"/>
      </w:pPr>
      <w:r w:rsidRPr="00AE27F0">
        <w:rPr>
          <w:rStyle w:val="IGindeksgrny"/>
        </w:rPr>
        <w:footnoteRef/>
      </w:r>
      <w:r w:rsidRPr="00AE27F0">
        <w:rPr>
          <w:rStyle w:val="IGindeksgrny"/>
        </w:rPr>
        <w:t>)</w:t>
      </w:r>
      <w:r>
        <w:tab/>
        <w:t>Zmiany tekstu jednolitego wymienionej ustawy zostały ogłoszone w Dz. U. z 2021 r. poz. 353, 794, 1621, 1981, 2105, 2270 i 2314.</w:t>
      </w:r>
    </w:p>
  </w:footnote>
  <w:footnote w:id="8">
    <w:p w14:paraId="766E7226" w14:textId="7E7F1A47" w:rsidR="002105CC" w:rsidRPr="007E1455" w:rsidRDefault="002105CC" w:rsidP="00AE27F0">
      <w:pPr>
        <w:pStyle w:val="ODNONIKtreodnonika"/>
        <w:rPr>
          <w:rStyle w:val="IDindeksdolny"/>
          <w:vertAlign w:val="baseline"/>
        </w:rPr>
      </w:pPr>
      <w:r w:rsidRPr="00AE27F0">
        <w:rPr>
          <w:rStyle w:val="IGindeksgrny"/>
        </w:rPr>
        <w:footnoteRef/>
      </w:r>
      <w:r w:rsidRPr="00AE27F0">
        <w:rPr>
          <w:rStyle w:val="IGindeksgrny"/>
        </w:rPr>
        <w:t>)</w:t>
      </w:r>
      <w:r>
        <w:rPr>
          <w:rStyle w:val="IDindeksdolny"/>
          <w:vertAlign w:val="baseline"/>
        </w:rPr>
        <w:tab/>
      </w:r>
      <w:r w:rsidRPr="007E1455">
        <w:rPr>
          <w:rStyle w:val="IDindeksdolny"/>
          <w:vertAlign w:val="baseline"/>
        </w:rPr>
        <w:t>Zmiany tekstu jednolitego wymienionej ustawy zostały ogłoszone w Dz. U. z 2021 r. poz. 1162, 1621, 2270, 2317, 2445 oraz z 2021 r. poz. 91)</w:t>
      </w:r>
    </w:p>
  </w:footnote>
  <w:footnote w:id="9">
    <w:p w14:paraId="061E12DF" w14:textId="0488377C" w:rsidR="002105CC" w:rsidRDefault="002105CC" w:rsidP="00AE27F0">
      <w:pPr>
        <w:pStyle w:val="ODNONIKtreodnonika"/>
      </w:pPr>
      <w:r w:rsidRPr="00AE27F0">
        <w:rPr>
          <w:rStyle w:val="IGindeksgrny"/>
        </w:rPr>
        <w:footnoteRef/>
      </w:r>
      <w:r w:rsidRPr="00AE27F0">
        <w:rPr>
          <w:rStyle w:val="IGindeksgrny"/>
        </w:rPr>
        <w:t>)</w:t>
      </w:r>
      <w:r>
        <w:rPr>
          <w:vertAlign w:val="superscript"/>
        </w:rPr>
        <w:tab/>
      </w:r>
      <w:r w:rsidRPr="008C6742">
        <w:t>Zmiany tekstu jednolitego wymienionej ustawy zostały ogłoszone w Dz. U. z 2021 r. poz. 1292, 1559, 1773, 1834, 1981, 2105, 2120,2232, 2270, 2427 i 2469 oraz z 2022 r. poz. 64</w:t>
      </w:r>
      <w:r>
        <w:t xml:space="preserve"> i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D451D" w14:textId="6F5AB443" w:rsidR="002105CC" w:rsidRPr="00B371CC" w:rsidRDefault="002105CC" w:rsidP="00B371CC">
    <w:pPr>
      <w:pStyle w:val="Nagwek"/>
      <w:jc w:val="center"/>
    </w:pPr>
    <w:r>
      <w:t xml:space="preserve">– </w:t>
    </w:r>
    <w:r>
      <w:fldChar w:fldCharType="begin"/>
    </w:r>
    <w:r>
      <w:instrText xml:space="preserve"> PAGE  \* MERGEFORMAT </w:instrText>
    </w:r>
    <w:r>
      <w:fldChar w:fldCharType="separate"/>
    </w:r>
    <w:r w:rsidR="00771CB0">
      <w:rPr>
        <w:noProof/>
      </w:rPr>
      <w:t>36</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9007471">
    <w:abstractNumId w:val="23"/>
  </w:num>
  <w:num w:numId="2" w16cid:durableId="91512335">
    <w:abstractNumId w:val="23"/>
  </w:num>
  <w:num w:numId="3" w16cid:durableId="510337234">
    <w:abstractNumId w:val="18"/>
  </w:num>
  <w:num w:numId="4" w16cid:durableId="815294070">
    <w:abstractNumId w:val="18"/>
  </w:num>
  <w:num w:numId="5" w16cid:durableId="427239385">
    <w:abstractNumId w:val="35"/>
  </w:num>
  <w:num w:numId="6" w16cid:durableId="437455323">
    <w:abstractNumId w:val="31"/>
  </w:num>
  <w:num w:numId="7" w16cid:durableId="1042822696">
    <w:abstractNumId w:val="35"/>
  </w:num>
  <w:num w:numId="8" w16cid:durableId="1678532185">
    <w:abstractNumId w:val="31"/>
  </w:num>
  <w:num w:numId="9" w16cid:durableId="1433016597">
    <w:abstractNumId w:val="35"/>
  </w:num>
  <w:num w:numId="10" w16cid:durableId="1861429870">
    <w:abstractNumId w:val="31"/>
  </w:num>
  <w:num w:numId="11" w16cid:durableId="786654811">
    <w:abstractNumId w:val="14"/>
  </w:num>
  <w:num w:numId="12" w16cid:durableId="724330077">
    <w:abstractNumId w:val="10"/>
  </w:num>
  <w:num w:numId="13" w16cid:durableId="1910070380">
    <w:abstractNumId w:val="15"/>
  </w:num>
  <w:num w:numId="14" w16cid:durableId="1209952781">
    <w:abstractNumId w:val="26"/>
  </w:num>
  <w:num w:numId="15" w16cid:durableId="926770627">
    <w:abstractNumId w:val="14"/>
  </w:num>
  <w:num w:numId="16" w16cid:durableId="2053647694">
    <w:abstractNumId w:val="16"/>
  </w:num>
  <w:num w:numId="17" w16cid:durableId="551229411">
    <w:abstractNumId w:val="8"/>
  </w:num>
  <w:num w:numId="18" w16cid:durableId="132993108">
    <w:abstractNumId w:val="3"/>
  </w:num>
  <w:num w:numId="19" w16cid:durableId="221720661">
    <w:abstractNumId w:val="2"/>
  </w:num>
  <w:num w:numId="20" w16cid:durableId="1814908625">
    <w:abstractNumId w:val="1"/>
  </w:num>
  <w:num w:numId="21" w16cid:durableId="1565994999">
    <w:abstractNumId w:val="0"/>
  </w:num>
  <w:num w:numId="22" w16cid:durableId="1051803360">
    <w:abstractNumId w:val="9"/>
  </w:num>
  <w:num w:numId="23" w16cid:durableId="775559429">
    <w:abstractNumId w:val="7"/>
  </w:num>
  <w:num w:numId="24" w16cid:durableId="1588420772">
    <w:abstractNumId w:val="6"/>
  </w:num>
  <w:num w:numId="25" w16cid:durableId="753742595">
    <w:abstractNumId w:val="5"/>
  </w:num>
  <w:num w:numId="26" w16cid:durableId="1403984502">
    <w:abstractNumId w:val="4"/>
  </w:num>
  <w:num w:numId="27" w16cid:durableId="558442950">
    <w:abstractNumId w:val="33"/>
  </w:num>
  <w:num w:numId="28" w16cid:durableId="1725372723">
    <w:abstractNumId w:val="25"/>
  </w:num>
  <w:num w:numId="29" w16cid:durableId="1729037905">
    <w:abstractNumId w:val="36"/>
  </w:num>
  <w:num w:numId="30" w16cid:durableId="372073547">
    <w:abstractNumId w:val="32"/>
  </w:num>
  <w:num w:numId="31" w16cid:durableId="1205019031">
    <w:abstractNumId w:val="19"/>
  </w:num>
  <w:num w:numId="32" w16cid:durableId="1552620673">
    <w:abstractNumId w:val="11"/>
  </w:num>
  <w:num w:numId="33" w16cid:durableId="1557201402">
    <w:abstractNumId w:val="30"/>
  </w:num>
  <w:num w:numId="34" w16cid:durableId="1482117948">
    <w:abstractNumId w:val="20"/>
  </w:num>
  <w:num w:numId="35" w16cid:durableId="285235086">
    <w:abstractNumId w:val="17"/>
  </w:num>
  <w:num w:numId="36" w16cid:durableId="970749200">
    <w:abstractNumId w:val="22"/>
  </w:num>
  <w:num w:numId="37" w16cid:durableId="843319203">
    <w:abstractNumId w:val="27"/>
  </w:num>
  <w:num w:numId="38" w16cid:durableId="305353286">
    <w:abstractNumId w:val="24"/>
  </w:num>
  <w:num w:numId="39" w16cid:durableId="1734695975">
    <w:abstractNumId w:val="13"/>
  </w:num>
  <w:num w:numId="40" w16cid:durableId="518204969">
    <w:abstractNumId w:val="29"/>
  </w:num>
  <w:num w:numId="41" w16cid:durableId="1746146431">
    <w:abstractNumId w:val="28"/>
  </w:num>
  <w:num w:numId="42" w16cid:durableId="469634435">
    <w:abstractNumId w:val="21"/>
  </w:num>
  <w:num w:numId="43" w16cid:durableId="688725631">
    <w:abstractNumId w:val="34"/>
  </w:num>
  <w:num w:numId="44" w16cid:durableId="5842652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7F0"/>
    <w:rsid w:val="000012DA"/>
    <w:rsid w:val="0000246E"/>
    <w:rsid w:val="00003862"/>
    <w:rsid w:val="00012A35"/>
    <w:rsid w:val="00016099"/>
    <w:rsid w:val="00017DC2"/>
    <w:rsid w:val="00021522"/>
    <w:rsid w:val="00023471"/>
    <w:rsid w:val="00023F13"/>
    <w:rsid w:val="000254F4"/>
    <w:rsid w:val="00026FB3"/>
    <w:rsid w:val="00030634"/>
    <w:rsid w:val="00030AD4"/>
    <w:rsid w:val="000319C1"/>
    <w:rsid w:val="00031A8B"/>
    <w:rsid w:val="00031BCA"/>
    <w:rsid w:val="00032F80"/>
    <w:rsid w:val="000330FA"/>
    <w:rsid w:val="0003362F"/>
    <w:rsid w:val="00036B63"/>
    <w:rsid w:val="00037E1A"/>
    <w:rsid w:val="00043495"/>
    <w:rsid w:val="00046A75"/>
    <w:rsid w:val="00047312"/>
    <w:rsid w:val="000508BD"/>
    <w:rsid w:val="000517AB"/>
    <w:rsid w:val="000524E9"/>
    <w:rsid w:val="00052FEA"/>
    <w:rsid w:val="0005339C"/>
    <w:rsid w:val="000551CA"/>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3676"/>
    <w:rsid w:val="000D6173"/>
    <w:rsid w:val="000D6ECA"/>
    <w:rsid w:val="000D6F83"/>
    <w:rsid w:val="000E25CC"/>
    <w:rsid w:val="000E3694"/>
    <w:rsid w:val="000E490F"/>
    <w:rsid w:val="000E6241"/>
    <w:rsid w:val="000E789B"/>
    <w:rsid w:val="000F1F8C"/>
    <w:rsid w:val="000F2BE3"/>
    <w:rsid w:val="000F37F6"/>
    <w:rsid w:val="000F3D0D"/>
    <w:rsid w:val="000F6ED4"/>
    <w:rsid w:val="000F7A6E"/>
    <w:rsid w:val="00100625"/>
    <w:rsid w:val="00103D1F"/>
    <w:rsid w:val="001042BA"/>
    <w:rsid w:val="00105005"/>
    <w:rsid w:val="00106D03"/>
    <w:rsid w:val="00110465"/>
    <w:rsid w:val="00110628"/>
    <w:rsid w:val="0011245A"/>
    <w:rsid w:val="0011493E"/>
    <w:rsid w:val="00115B72"/>
    <w:rsid w:val="001209EC"/>
    <w:rsid w:val="00120A9E"/>
    <w:rsid w:val="00125733"/>
    <w:rsid w:val="00125A9C"/>
    <w:rsid w:val="001270A2"/>
    <w:rsid w:val="00131237"/>
    <w:rsid w:val="001329AC"/>
    <w:rsid w:val="00134CA0"/>
    <w:rsid w:val="0014026F"/>
    <w:rsid w:val="00147A47"/>
    <w:rsid w:val="00147AA1"/>
    <w:rsid w:val="001520CF"/>
    <w:rsid w:val="00154066"/>
    <w:rsid w:val="0015667C"/>
    <w:rsid w:val="00157110"/>
    <w:rsid w:val="0015742A"/>
    <w:rsid w:val="00157DA1"/>
    <w:rsid w:val="00163147"/>
    <w:rsid w:val="00164C57"/>
    <w:rsid w:val="00164C9D"/>
    <w:rsid w:val="0017078B"/>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2CDA"/>
    <w:rsid w:val="001B342E"/>
    <w:rsid w:val="001B6210"/>
    <w:rsid w:val="001B6C24"/>
    <w:rsid w:val="001C1832"/>
    <w:rsid w:val="001C188C"/>
    <w:rsid w:val="001C2550"/>
    <w:rsid w:val="001D1783"/>
    <w:rsid w:val="001D53CD"/>
    <w:rsid w:val="001D55A3"/>
    <w:rsid w:val="001D5AF5"/>
    <w:rsid w:val="001E1E73"/>
    <w:rsid w:val="001E4E0C"/>
    <w:rsid w:val="001E526D"/>
    <w:rsid w:val="001E5655"/>
    <w:rsid w:val="001F0179"/>
    <w:rsid w:val="001F1832"/>
    <w:rsid w:val="001F220F"/>
    <w:rsid w:val="001F25B3"/>
    <w:rsid w:val="001F6616"/>
    <w:rsid w:val="00202BD4"/>
    <w:rsid w:val="00204A97"/>
    <w:rsid w:val="002105CC"/>
    <w:rsid w:val="002114EF"/>
    <w:rsid w:val="002115AE"/>
    <w:rsid w:val="00215409"/>
    <w:rsid w:val="002166AD"/>
    <w:rsid w:val="0021751A"/>
    <w:rsid w:val="00217871"/>
    <w:rsid w:val="00221ED8"/>
    <w:rsid w:val="002231EA"/>
    <w:rsid w:val="00223FDF"/>
    <w:rsid w:val="002279C0"/>
    <w:rsid w:val="0023727E"/>
    <w:rsid w:val="00242081"/>
    <w:rsid w:val="00243777"/>
    <w:rsid w:val="002441CD"/>
    <w:rsid w:val="002501A3"/>
    <w:rsid w:val="0025166C"/>
    <w:rsid w:val="002555D4"/>
    <w:rsid w:val="00261A16"/>
    <w:rsid w:val="00263522"/>
    <w:rsid w:val="00264EC6"/>
    <w:rsid w:val="00271013"/>
    <w:rsid w:val="00273FE4"/>
    <w:rsid w:val="002765B4"/>
    <w:rsid w:val="00276A94"/>
    <w:rsid w:val="0029405D"/>
    <w:rsid w:val="00294FA6"/>
    <w:rsid w:val="00295A6F"/>
    <w:rsid w:val="002A20C4"/>
    <w:rsid w:val="002A570F"/>
    <w:rsid w:val="002A7032"/>
    <w:rsid w:val="002A7292"/>
    <w:rsid w:val="002A7358"/>
    <w:rsid w:val="002A7902"/>
    <w:rsid w:val="002B0F6B"/>
    <w:rsid w:val="002B23B8"/>
    <w:rsid w:val="002B26F4"/>
    <w:rsid w:val="002B4429"/>
    <w:rsid w:val="002B68A6"/>
    <w:rsid w:val="002B7FAF"/>
    <w:rsid w:val="002D0C4F"/>
    <w:rsid w:val="002D1364"/>
    <w:rsid w:val="002D408F"/>
    <w:rsid w:val="002D4D30"/>
    <w:rsid w:val="002D5000"/>
    <w:rsid w:val="002D598D"/>
    <w:rsid w:val="002D7188"/>
    <w:rsid w:val="002E1DE3"/>
    <w:rsid w:val="002E2AB6"/>
    <w:rsid w:val="002E3F34"/>
    <w:rsid w:val="002E5F79"/>
    <w:rsid w:val="002E64FA"/>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3EB7"/>
    <w:rsid w:val="0037727C"/>
    <w:rsid w:val="00377E70"/>
    <w:rsid w:val="003805EB"/>
    <w:rsid w:val="00380904"/>
    <w:rsid w:val="003823EE"/>
    <w:rsid w:val="00382960"/>
    <w:rsid w:val="00383213"/>
    <w:rsid w:val="003846F7"/>
    <w:rsid w:val="003851ED"/>
    <w:rsid w:val="00385B39"/>
    <w:rsid w:val="00386785"/>
    <w:rsid w:val="003868E9"/>
    <w:rsid w:val="00390E89"/>
    <w:rsid w:val="00391B1A"/>
    <w:rsid w:val="00394423"/>
    <w:rsid w:val="00396942"/>
    <w:rsid w:val="00396B49"/>
    <w:rsid w:val="00396E3E"/>
    <w:rsid w:val="003A1068"/>
    <w:rsid w:val="003A306E"/>
    <w:rsid w:val="003A5CD1"/>
    <w:rsid w:val="003A60DC"/>
    <w:rsid w:val="003A6A46"/>
    <w:rsid w:val="003A7A63"/>
    <w:rsid w:val="003B000C"/>
    <w:rsid w:val="003B0F1D"/>
    <w:rsid w:val="003B4A57"/>
    <w:rsid w:val="003C0AD9"/>
    <w:rsid w:val="003C0ED0"/>
    <w:rsid w:val="003C1D49"/>
    <w:rsid w:val="003C35C4"/>
    <w:rsid w:val="003D120B"/>
    <w:rsid w:val="003D12C2"/>
    <w:rsid w:val="003D31B9"/>
    <w:rsid w:val="003D36B4"/>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432F"/>
    <w:rsid w:val="00417B22"/>
    <w:rsid w:val="00421085"/>
    <w:rsid w:val="0042465E"/>
    <w:rsid w:val="00424DF7"/>
    <w:rsid w:val="00432B76"/>
    <w:rsid w:val="00434D01"/>
    <w:rsid w:val="00435D26"/>
    <w:rsid w:val="00440C99"/>
    <w:rsid w:val="0044175C"/>
    <w:rsid w:val="00445F4D"/>
    <w:rsid w:val="004504C0"/>
    <w:rsid w:val="00450871"/>
    <w:rsid w:val="004550FB"/>
    <w:rsid w:val="0046111A"/>
    <w:rsid w:val="00462946"/>
    <w:rsid w:val="00463F43"/>
    <w:rsid w:val="004642B7"/>
    <w:rsid w:val="00464B94"/>
    <w:rsid w:val="004653A8"/>
    <w:rsid w:val="00465A0B"/>
    <w:rsid w:val="0046769A"/>
    <w:rsid w:val="0047077C"/>
    <w:rsid w:val="00470B05"/>
    <w:rsid w:val="0047207C"/>
    <w:rsid w:val="00472CD6"/>
    <w:rsid w:val="0047338B"/>
    <w:rsid w:val="00474E3C"/>
    <w:rsid w:val="00480A58"/>
    <w:rsid w:val="00482151"/>
    <w:rsid w:val="004849EF"/>
    <w:rsid w:val="00485FAD"/>
    <w:rsid w:val="00487AED"/>
    <w:rsid w:val="00491EDF"/>
    <w:rsid w:val="00492A3F"/>
    <w:rsid w:val="00494F62"/>
    <w:rsid w:val="00496DE7"/>
    <w:rsid w:val="00497401"/>
    <w:rsid w:val="004A2001"/>
    <w:rsid w:val="004A3590"/>
    <w:rsid w:val="004A6037"/>
    <w:rsid w:val="004B00A7"/>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37E5"/>
    <w:rsid w:val="004E3FDB"/>
    <w:rsid w:val="004F1F4A"/>
    <w:rsid w:val="004F296D"/>
    <w:rsid w:val="004F2D5E"/>
    <w:rsid w:val="004F508B"/>
    <w:rsid w:val="004F695F"/>
    <w:rsid w:val="004F6CA4"/>
    <w:rsid w:val="00500752"/>
    <w:rsid w:val="00501A50"/>
    <w:rsid w:val="0050222D"/>
    <w:rsid w:val="00503AF3"/>
    <w:rsid w:val="0050696D"/>
    <w:rsid w:val="0051094B"/>
    <w:rsid w:val="005110D7"/>
    <w:rsid w:val="00511D99"/>
    <w:rsid w:val="005128D3"/>
    <w:rsid w:val="00512915"/>
    <w:rsid w:val="005147E8"/>
    <w:rsid w:val="00514B6F"/>
    <w:rsid w:val="005158F2"/>
    <w:rsid w:val="00526DFC"/>
    <w:rsid w:val="00526F43"/>
    <w:rsid w:val="00527651"/>
    <w:rsid w:val="0053463B"/>
    <w:rsid w:val="005363AB"/>
    <w:rsid w:val="00544EF4"/>
    <w:rsid w:val="00545E53"/>
    <w:rsid w:val="005479D9"/>
    <w:rsid w:val="00550A61"/>
    <w:rsid w:val="00553B5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8616B"/>
    <w:rsid w:val="005909CB"/>
    <w:rsid w:val="00591124"/>
    <w:rsid w:val="00597024"/>
    <w:rsid w:val="005A0274"/>
    <w:rsid w:val="005A095C"/>
    <w:rsid w:val="005A669D"/>
    <w:rsid w:val="005A75D8"/>
    <w:rsid w:val="005A78F1"/>
    <w:rsid w:val="005B6E30"/>
    <w:rsid w:val="005B713E"/>
    <w:rsid w:val="005C03B6"/>
    <w:rsid w:val="005C348E"/>
    <w:rsid w:val="005C61A6"/>
    <w:rsid w:val="005C68E1"/>
    <w:rsid w:val="005D260C"/>
    <w:rsid w:val="005D32FE"/>
    <w:rsid w:val="005D3763"/>
    <w:rsid w:val="005D55E1"/>
    <w:rsid w:val="005D5EA5"/>
    <w:rsid w:val="005E19F7"/>
    <w:rsid w:val="005E47A0"/>
    <w:rsid w:val="005E4F04"/>
    <w:rsid w:val="005E62C2"/>
    <w:rsid w:val="005E6C71"/>
    <w:rsid w:val="005F0963"/>
    <w:rsid w:val="005F2824"/>
    <w:rsid w:val="005F2EBA"/>
    <w:rsid w:val="005F35ED"/>
    <w:rsid w:val="005F7812"/>
    <w:rsid w:val="005F7A88"/>
    <w:rsid w:val="00603A1A"/>
    <w:rsid w:val="00603D35"/>
    <w:rsid w:val="006046D5"/>
    <w:rsid w:val="00607A93"/>
    <w:rsid w:val="00610C08"/>
    <w:rsid w:val="00611F74"/>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26D2"/>
    <w:rsid w:val="006678AF"/>
    <w:rsid w:val="006701EF"/>
    <w:rsid w:val="00673BA5"/>
    <w:rsid w:val="00680058"/>
    <w:rsid w:val="00681F9F"/>
    <w:rsid w:val="00682A79"/>
    <w:rsid w:val="006840EA"/>
    <w:rsid w:val="006844E2"/>
    <w:rsid w:val="00685267"/>
    <w:rsid w:val="006872AE"/>
    <w:rsid w:val="00690082"/>
    <w:rsid w:val="00690252"/>
    <w:rsid w:val="006946BB"/>
    <w:rsid w:val="006969FA"/>
    <w:rsid w:val="006A35D5"/>
    <w:rsid w:val="006A748A"/>
    <w:rsid w:val="006B5AF8"/>
    <w:rsid w:val="006B79B8"/>
    <w:rsid w:val="006C419E"/>
    <w:rsid w:val="006C45F8"/>
    <w:rsid w:val="006C4A31"/>
    <w:rsid w:val="006C5AC2"/>
    <w:rsid w:val="006C6AFB"/>
    <w:rsid w:val="006D1688"/>
    <w:rsid w:val="006D2735"/>
    <w:rsid w:val="006D45B2"/>
    <w:rsid w:val="006E0FCC"/>
    <w:rsid w:val="006E1E96"/>
    <w:rsid w:val="006E5E21"/>
    <w:rsid w:val="006F2648"/>
    <w:rsid w:val="006F2F10"/>
    <w:rsid w:val="006F482B"/>
    <w:rsid w:val="006F6311"/>
    <w:rsid w:val="006F67BB"/>
    <w:rsid w:val="00701952"/>
    <w:rsid w:val="00702556"/>
    <w:rsid w:val="0070277E"/>
    <w:rsid w:val="00704156"/>
    <w:rsid w:val="007069FC"/>
    <w:rsid w:val="00711221"/>
    <w:rsid w:val="007122A8"/>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F6A"/>
    <w:rsid w:val="007410B6"/>
    <w:rsid w:val="0074280E"/>
    <w:rsid w:val="00744C6F"/>
    <w:rsid w:val="007457F6"/>
    <w:rsid w:val="00745ABB"/>
    <w:rsid w:val="00746E38"/>
    <w:rsid w:val="00747CD5"/>
    <w:rsid w:val="00753B51"/>
    <w:rsid w:val="00754CFC"/>
    <w:rsid w:val="00756629"/>
    <w:rsid w:val="007575D2"/>
    <w:rsid w:val="00757B4F"/>
    <w:rsid w:val="00757B6A"/>
    <w:rsid w:val="00760378"/>
    <w:rsid w:val="007610E0"/>
    <w:rsid w:val="007621AA"/>
    <w:rsid w:val="0076260A"/>
    <w:rsid w:val="00764A67"/>
    <w:rsid w:val="00770F6B"/>
    <w:rsid w:val="00771883"/>
    <w:rsid w:val="00771CB0"/>
    <w:rsid w:val="00776DC2"/>
    <w:rsid w:val="00780122"/>
    <w:rsid w:val="0078214B"/>
    <w:rsid w:val="0078498A"/>
    <w:rsid w:val="007878FE"/>
    <w:rsid w:val="00792207"/>
    <w:rsid w:val="00792B64"/>
    <w:rsid w:val="00792E29"/>
    <w:rsid w:val="0079379A"/>
    <w:rsid w:val="00794953"/>
    <w:rsid w:val="00797F86"/>
    <w:rsid w:val="007A1F2F"/>
    <w:rsid w:val="007A2A5C"/>
    <w:rsid w:val="007A48A7"/>
    <w:rsid w:val="007A5150"/>
    <w:rsid w:val="007A5373"/>
    <w:rsid w:val="007A5919"/>
    <w:rsid w:val="007A789F"/>
    <w:rsid w:val="007B4061"/>
    <w:rsid w:val="007B75BC"/>
    <w:rsid w:val="007C0BD6"/>
    <w:rsid w:val="007C3806"/>
    <w:rsid w:val="007C5BB7"/>
    <w:rsid w:val="007D07D5"/>
    <w:rsid w:val="007D1C64"/>
    <w:rsid w:val="007D32DD"/>
    <w:rsid w:val="007D6DCE"/>
    <w:rsid w:val="007D72C4"/>
    <w:rsid w:val="007E2CFE"/>
    <w:rsid w:val="007E59C9"/>
    <w:rsid w:val="007F0072"/>
    <w:rsid w:val="007F2EB6"/>
    <w:rsid w:val="007F54C3"/>
    <w:rsid w:val="00802949"/>
    <w:rsid w:val="0080301E"/>
    <w:rsid w:val="0080365F"/>
    <w:rsid w:val="00804653"/>
    <w:rsid w:val="008128D2"/>
    <w:rsid w:val="00812BE5"/>
    <w:rsid w:val="00817429"/>
    <w:rsid w:val="00821514"/>
    <w:rsid w:val="00821E35"/>
    <w:rsid w:val="00824591"/>
    <w:rsid w:val="00824AED"/>
    <w:rsid w:val="008262B6"/>
    <w:rsid w:val="00827820"/>
    <w:rsid w:val="008279E7"/>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5B17"/>
    <w:rsid w:val="00866867"/>
    <w:rsid w:val="008717C1"/>
    <w:rsid w:val="00872257"/>
    <w:rsid w:val="00873916"/>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977CF"/>
    <w:rsid w:val="008A417A"/>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1186"/>
    <w:rsid w:val="008D2434"/>
    <w:rsid w:val="008E171D"/>
    <w:rsid w:val="008E20D2"/>
    <w:rsid w:val="008E2785"/>
    <w:rsid w:val="008E37A6"/>
    <w:rsid w:val="008E47C6"/>
    <w:rsid w:val="008E78A3"/>
    <w:rsid w:val="008F0654"/>
    <w:rsid w:val="008F06CB"/>
    <w:rsid w:val="008F2E83"/>
    <w:rsid w:val="008F5E04"/>
    <w:rsid w:val="008F612A"/>
    <w:rsid w:val="0090293D"/>
    <w:rsid w:val="009034DE"/>
    <w:rsid w:val="00905396"/>
    <w:rsid w:val="0090605D"/>
    <w:rsid w:val="00906180"/>
    <w:rsid w:val="00906419"/>
    <w:rsid w:val="00912889"/>
    <w:rsid w:val="00913A42"/>
    <w:rsid w:val="00914167"/>
    <w:rsid w:val="009143DB"/>
    <w:rsid w:val="00915065"/>
    <w:rsid w:val="0091507E"/>
    <w:rsid w:val="00917CE5"/>
    <w:rsid w:val="009217C0"/>
    <w:rsid w:val="00922BC6"/>
    <w:rsid w:val="00925241"/>
    <w:rsid w:val="00925CEC"/>
    <w:rsid w:val="00926A3F"/>
    <w:rsid w:val="0092794E"/>
    <w:rsid w:val="00930D30"/>
    <w:rsid w:val="009332A2"/>
    <w:rsid w:val="00937598"/>
    <w:rsid w:val="0093790B"/>
    <w:rsid w:val="00943751"/>
    <w:rsid w:val="00943FAF"/>
    <w:rsid w:val="00946DD0"/>
    <w:rsid w:val="009509E6"/>
    <w:rsid w:val="00952018"/>
    <w:rsid w:val="00952800"/>
    <w:rsid w:val="0095300D"/>
    <w:rsid w:val="00956812"/>
    <w:rsid w:val="0095719A"/>
    <w:rsid w:val="009623E9"/>
    <w:rsid w:val="00963EEB"/>
    <w:rsid w:val="009648BC"/>
    <w:rsid w:val="00964C2F"/>
    <w:rsid w:val="00965F88"/>
    <w:rsid w:val="00974ACD"/>
    <w:rsid w:val="00980055"/>
    <w:rsid w:val="00984E03"/>
    <w:rsid w:val="00984FCE"/>
    <w:rsid w:val="00987E85"/>
    <w:rsid w:val="009A0D12"/>
    <w:rsid w:val="009A1987"/>
    <w:rsid w:val="009A2BEE"/>
    <w:rsid w:val="009A5289"/>
    <w:rsid w:val="009A7A53"/>
    <w:rsid w:val="009B0402"/>
    <w:rsid w:val="009B0B75"/>
    <w:rsid w:val="009B16DF"/>
    <w:rsid w:val="009B4CB2"/>
    <w:rsid w:val="009B5F9B"/>
    <w:rsid w:val="009B5FD6"/>
    <w:rsid w:val="009B6701"/>
    <w:rsid w:val="009B6EF7"/>
    <w:rsid w:val="009B7000"/>
    <w:rsid w:val="009B739C"/>
    <w:rsid w:val="009C04EC"/>
    <w:rsid w:val="009C328C"/>
    <w:rsid w:val="009C4444"/>
    <w:rsid w:val="009C79AD"/>
    <w:rsid w:val="009C7CA6"/>
    <w:rsid w:val="009D3316"/>
    <w:rsid w:val="009D55AA"/>
    <w:rsid w:val="009E1844"/>
    <w:rsid w:val="009E3E77"/>
    <w:rsid w:val="009E3FAB"/>
    <w:rsid w:val="009E5B3F"/>
    <w:rsid w:val="009E7D90"/>
    <w:rsid w:val="009F1AB0"/>
    <w:rsid w:val="009F501D"/>
    <w:rsid w:val="00A039D5"/>
    <w:rsid w:val="00A046AD"/>
    <w:rsid w:val="00A079C1"/>
    <w:rsid w:val="00A10DDD"/>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E70"/>
    <w:rsid w:val="00A437E1"/>
    <w:rsid w:val="00A4685E"/>
    <w:rsid w:val="00A50CD4"/>
    <w:rsid w:val="00A51191"/>
    <w:rsid w:val="00A56D62"/>
    <w:rsid w:val="00A56F07"/>
    <w:rsid w:val="00A5762C"/>
    <w:rsid w:val="00A60014"/>
    <w:rsid w:val="00A600FC"/>
    <w:rsid w:val="00A60BCA"/>
    <w:rsid w:val="00A61650"/>
    <w:rsid w:val="00A638DA"/>
    <w:rsid w:val="00A65B41"/>
    <w:rsid w:val="00A65E00"/>
    <w:rsid w:val="00A66A78"/>
    <w:rsid w:val="00A7436E"/>
    <w:rsid w:val="00A74E96"/>
    <w:rsid w:val="00A75A8E"/>
    <w:rsid w:val="00A76C4B"/>
    <w:rsid w:val="00A824DD"/>
    <w:rsid w:val="00A82FE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D77A6"/>
    <w:rsid w:val="00AE27F0"/>
    <w:rsid w:val="00AE4179"/>
    <w:rsid w:val="00AE4425"/>
    <w:rsid w:val="00AE4FBE"/>
    <w:rsid w:val="00AE650F"/>
    <w:rsid w:val="00AE6555"/>
    <w:rsid w:val="00AE7D16"/>
    <w:rsid w:val="00AF4CAA"/>
    <w:rsid w:val="00AF4D2F"/>
    <w:rsid w:val="00AF571A"/>
    <w:rsid w:val="00AF60A0"/>
    <w:rsid w:val="00AF67FC"/>
    <w:rsid w:val="00AF7DF5"/>
    <w:rsid w:val="00B006E5"/>
    <w:rsid w:val="00B00A5D"/>
    <w:rsid w:val="00B024C2"/>
    <w:rsid w:val="00B07700"/>
    <w:rsid w:val="00B130A7"/>
    <w:rsid w:val="00B13921"/>
    <w:rsid w:val="00B1528C"/>
    <w:rsid w:val="00B16ACD"/>
    <w:rsid w:val="00B21487"/>
    <w:rsid w:val="00B232D1"/>
    <w:rsid w:val="00B24DB5"/>
    <w:rsid w:val="00B26AB5"/>
    <w:rsid w:val="00B31F9E"/>
    <w:rsid w:val="00B3268F"/>
    <w:rsid w:val="00B32C2C"/>
    <w:rsid w:val="00B33A1A"/>
    <w:rsid w:val="00B33E6C"/>
    <w:rsid w:val="00B371CC"/>
    <w:rsid w:val="00B37A89"/>
    <w:rsid w:val="00B41CD9"/>
    <w:rsid w:val="00B427E6"/>
    <w:rsid w:val="00B428A6"/>
    <w:rsid w:val="00B43E1F"/>
    <w:rsid w:val="00B45FBC"/>
    <w:rsid w:val="00B51A7D"/>
    <w:rsid w:val="00B53364"/>
    <w:rsid w:val="00B535C2"/>
    <w:rsid w:val="00B55544"/>
    <w:rsid w:val="00B642FC"/>
    <w:rsid w:val="00B64D26"/>
    <w:rsid w:val="00B64FBB"/>
    <w:rsid w:val="00B65235"/>
    <w:rsid w:val="00B70E22"/>
    <w:rsid w:val="00B774CB"/>
    <w:rsid w:val="00B80402"/>
    <w:rsid w:val="00B80B9A"/>
    <w:rsid w:val="00B830B7"/>
    <w:rsid w:val="00B848EA"/>
    <w:rsid w:val="00B84B2B"/>
    <w:rsid w:val="00B90500"/>
    <w:rsid w:val="00B9176C"/>
    <w:rsid w:val="00B935A4"/>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3632"/>
    <w:rsid w:val="00BE41EC"/>
    <w:rsid w:val="00BE56FB"/>
    <w:rsid w:val="00BF3DDE"/>
    <w:rsid w:val="00BF6589"/>
    <w:rsid w:val="00BF6F7F"/>
    <w:rsid w:val="00C00647"/>
    <w:rsid w:val="00C02764"/>
    <w:rsid w:val="00C04CEF"/>
    <w:rsid w:val="00C0662F"/>
    <w:rsid w:val="00C11943"/>
    <w:rsid w:val="00C12E96"/>
    <w:rsid w:val="00C13F98"/>
    <w:rsid w:val="00C14763"/>
    <w:rsid w:val="00C14FA1"/>
    <w:rsid w:val="00C16141"/>
    <w:rsid w:val="00C2363F"/>
    <w:rsid w:val="00C236C8"/>
    <w:rsid w:val="00C260B1"/>
    <w:rsid w:val="00C26E56"/>
    <w:rsid w:val="00C31406"/>
    <w:rsid w:val="00C3364F"/>
    <w:rsid w:val="00C37194"/>
    <w:rsid w:val="00C40637"/>
    <w:rsid w:val="00C40F6C"/>
    <w:rsid w:val="00C41F84"/>
    <w:rsid w:val="00C44426"/>
    <w:rsid w:val="00C445F3"/>
    <w:rsid w:val="00C451F4"/>
    <w:rsid w:val="00C45EB1"/>
    <w:rsid w:val="00C54A3A"/>
    <w:rsid w:val="00C55566"/>
    <w:rsid w:val="00C56448"/>
    <w:rsid w:val="00C667BE"/>
    <w:rsid w:val="00C6766B"/>
    <w:rsid w:val="00C72223"/>
    <w:rsid w:val="00C76417"/>
    <w:rsid w:val="00C7726F"/>
    <w:rsid w:val="00C823DA"/>
    <w:rsid w:val="00C8259F"/>
    <w:rsid w:val="00C826C5"/>
    <w:rsid w:val="00C82746"/>
    <w:rsid w:val="00C8312F"/>
    <w:rsid w:val="00C839A0"/>
    <w:rsid w:val="00C84C47"/>
    <w:rsid w:val="00C858A4"/>
    <w:rsid w:val="00C86AFA"/>
    <w:rsid w:val="00C86B82"/>
    <w:rsid w:val="00CB18D0"/>
    <w:rsid w:val="00CB1C8A"/>
    <w:rsid w:val="00CB24F5"/>
    <w:rsid w:val="00CB2663"/>
    <w:rsid w:val="00CB3BBE"/>
    <w:rsid w:val="00CB444E"/>
    <w:rsid w:val="00CB59E9"/>
    <w:rsid w:val="00CC0D1F"/>
    <w:rsid w:val="00CC0D6A"/>
    <w:rsid w:val="00CC3831"/>
    <w:rsid w:val="00CC3E3D"/>
    <w:rsid w:val="00CC519B"/>
    <w:rsid w:val="00CC5FC1"/>
    <w:rsid w:val="00CD12C1"/>
    <w:rsid w:val="00CD214E"/>
    <w:rsid w:val="00CD46FA"/>
    <w:rsid w:val="00CD5973"/>
    <w:rsid w:val="00CE31A6"/>
    <w:rsid w:val="00CF09AA"/>
    <w:rsid w:val="00CF4813"/>
    <w:rsid w:val="00CF5233"/>
    <w:rsid w:val="00D029B8"/>
    <w:rsid w:val="00D02F60"/>
    <w:rsid w:val="00D0464E"/>
    <w:rsid w:val="00D04A96"/>
    <w:rsid w:val="00D07A7B"/>
    <w:rsid w:val="00D10E06"/>
    <w:rsid w:val="00D15197"/>
    <w:rsid w:val="00D1660E"/>
    <w:rsid w:val="00D16820"/>
    <w:rsid w:val="00D169C8"/>
    <w:rsid w:val="00D1793F"/>
    <w:rsid w:val="00D22AF5"/>
    <w:rsid w:val="00D235EA"/>
    <w:rsid w:val="00D24018"/>
    <w:rsid w:val="00D247A9"/>
    <w:rsid w:val="00D32721"/>
    <w:rsid w:val="00D328DC"/>
    <w:rsid w:val="00D33387"/>
    <w:rsid w:val="00D3600F"/>
    <w:rsid w:val="00D402FB"/>
    <w:rsid w:val="00D454DA"/>
    <w:rsid w:val="00D47D7A"/>
    <w:rsid w:val="00D50ABD"/>
    <w:rsid w:val="00D52A7F"/>
    <w:rsid w:val="00D537FD"/>
    <w:rsid w:val="00D55290"/>
    <w:rsid w:val="00D57791"/>
    <w:rsid w:val="00D6046A"/>
    <w:rsid w:val="00D62870"/>
    <w:rsid w:val="00D655D9"/>
    <w:rsid w:val="00D65872"/>
    <w:rsid w:val="00D676F3"/>
    <w:rsid w:val="00D70B82"/>
    <w:rsid w:val="00D70EF5"/>
    <w:rsid w:val="00D71024"/>
    <w:rsid w:val="00D71A25"/>
    <w:rsid w:val="00D71FCF"/>
    <w:rsid w:val="00D72A54"/>
    <w:rsid w:val="00D72CC1"/>
    <w:rsid w:val="00D76EC9"/>
    <w:rsid w:val="00D80127"/>
    <w:rsid w:val="00D80E7D"/>
    <w:rsid w:val="00D81397"/>
    <w:rsid w:val="00D848B9"/>
    <w:rsid w:val="00D90E69"/>
    <w:rsid w:val="00D91368"/>
    <w:rsid w:val="00D91B81"/>
    <w:rsid w:val="00D93106"/>
    <w:rsid w:val="00D933E9"/>
    <w:rsid w:val="00D9505D"/>
    <w:rsid w:val="00D953D0"/>
    <w:rsid w:val="00D959F5"/>
    <w:rsid w:val="00D96884"/>
    <w:rsid w:val="00D97812"/>
    <w:rsid w:val="00DA3FDD"/>
    <w:rsid w:val="00DA7017"/>
    <w:rsid w:val="00DA7028"/>
    <w:rsid w:val="00DB1AD2"/>
    <w:rsid w:val="00DB2B58"/>
    <w:rsid w:val="00DB5206"/>
    <w:rsid w:val="00DB6276"/>
    <w:rsid w:val="00DB63F5"/>
    <w:rsid w:val="00DC1C6B"/>
    <w:rsid w:val="00DC2C2E"/>
    <w:rsid w:val="00DC4AF0"/>
    <w:rsid w:val="00DC7886"/>
    <w:rsid w:val="00DD0CF2"/>
    <w:rsid w:val="00DE1554"/>
    <w:rsid w:val="00DE2901"/>
    <w:rsid w:val="00DE590F"/>
    <w:rsid w:val="00DE7DC1"/>
    <w:rsid w:val="00DF3F7E"/>
    <w:rsid w:val="00DF7648"/>
    <w:rsid w:val="00E00E29"/>
    <w:rsid w:val="00E02BAB"/>
    <w:rsid w:val="00E04CEB"/>
    <w:rsid w:val="00E060BC"/>
    <w:rsid w:val="00E11420"/>
    <w:rsid w:val="00E132FB"/>
    <w:rsid w:val="00E14CEA"/>
    <w:rsid w:val="00E170B7"/>
    <w:rsid w:val="00E177DD"/>
    <w:rsid w:val="00E20900"/>
    <w:rsid w:val="00E20C7F"/>
    <w:rsid w:val="00E2261D"/>
    <w:rsid w:val="00E2396E"/>
    <w:rsid w:val="00E24728"/>
    <w:rsid w:val="00E276AC"/>
    <w:rsid w:val="00E34A35"/>
    <w:rsid w:val="00E37C2F"/>
    <w:rsid w:val="00E41C28"/>
    <w:rsid w:val="00E46308"/>
    <w:rsid w:val="00E51E17"/>
    <w:rsid w:val="00E52DAB"/>
    <w:rsid w:val="00E539B0"/>
    <w:rsid w:val="00E55994"/>
    <w:rsid w:val="00E55D16"/>
    <w:rsid w:val="00E55EC0"/>
    <w:rsid w:val="00E60606"/>
    <w:rsid w:val="00E60C66"/>
    <w:rsid w:val="00E6164D"/>
    <w:rsid w:val="00E618C9"/>
    <w:rsid w:val="00E625FC"/>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A270C"/>
    <w:rsid w:val="00EA4974"/>
    <w:rsid w:val="00EA532E"/>
    <w:rsid w:val="00EA7EE4"/>
    <w:rsid w:val="00EB06D9"/>
    <w:rsid w:val="00EB192B"/>
    <w:rsid w:val="00EB19ED"/>
    <w:rsid w:val="00EB1CAB"/>
    <w:rsid w:val="00EC0F5A"/>
    <w:rsid w:val="00EC4265"/>
    <w:rsid w:val="00EC4CEB"/>
    <w:rsid w:val="00EC659E"/>
    <w:rsid w:val="00ED05ED"/>
    <w:rsid w:val="00ED2072"/>
    <w:rsid w:val="00ED2AE0"/>
    <w:rsid w:val="00ED5553"/>
    <w:rsid w:val="00ED5E12"/>
    <w:rsid w:val="00ED5E36"/>
    <w:rsid w:val="00ED6961"/>
    <w:rsid w:val="00EE308B"/>
    <w:rsid w:val="00EF05F4"/>
    <w:rsid w:val="00EF0B96"/>
    <w:rsid w:val="00EF3486"/>
    <w:rsid w:val="00EF47AF"/>
    <w:rsid w:val="00EF53B6"/>
    <w:rsid w:val="00F00B73"/>
    <w:rsid w:val="00F07E56"/>
    <w:rsid w:val="00F115CA"/>
    <w:rsid w:val="00F14817"/>
    <w:rsid w:val="00F14EBA"/>
    <w:rsid w:val="00F1510F"/>
    <w:rsid w:val="00F1533A"/>
    <w:rsid w:val="00F15E5A"/>
    <w:rsid w:val="00F17F0A"/>
    <w:rsid w:val="00F2668F"/>
    <w:rsid w:val="00F2742F"/>
    <w:rsid w:val="00F2753B"/>
    <w:rsid w:val="00F27BC5"/>
    <w:rsid w:val="00F33F8B"/>
    <w:rsid w:val="00F340B2"/>
    <w:rsid w:val="00F35A6B"/>
    <w:rsid w:val="00F4052F"/>
    <w:rsid w:val="00F43390"/>
    <w:rsid w:val="00F443B2"/>
    <w:rsid w:val="00F458D8"/>
    <w:rsid w:val="00F50237"/>
    <w:rsid w:val="00F53596"/>
    <w:rsid w:val="00F537BF"/>
    <w:rsid w:val="00F55BA8"/>
    <w:rsid w:val="00F55DB1"/>
    <w:rsid w:val="00F56ACA"/>
    <w:rsid w:val="00F600FE"/>
    <w:rsid w:val="00F62E4D"/>
    <w:rsid w:val="00F66B34"/>
    <w:rsid w:val="00F675B9"/>
    <w:rsid w:val="00F711C9"/>
    <w:rsid w:val="00F71893"/>
    <w:rsid w:val="00F74C59"/>
    <w:rsid w:val="00F75C3A"/>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1FBF"/>
    <w:rsid w:val="00FB2C2F"/>
    <w:rsid w:val="00FB305C"/>
    <w:rsid w:val="00FB70EB"/>
    <w:rsid w:val="00FC2E3D"/>
    <w:rsid w:val="00FC3BDE"/>
    <w:rsid w:val="00FC4173"/>
    <w:rsid w:val="00FD1DBE"/>
    <w:rsid w:val="00FD25A7"/>
    <w:rsid w:val="00FD27B6"/>
    <w:rsid w:val="00FD3689"/>
    <w:rsid w:val="00FD3CD1"/>
    <w:rsid w:val="00FD42A3"/>
    <w:rsid w:val="00FD7468"/>
    <w:rsid w:val="00FD7CE0"/>
    <w:rsid w:val="00FE0849"/>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0347AAC"/>
  <w15:docId w15:val="{A2509A75-4EB5-41AB-A620-624A4B122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uiPriority="0"/>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qFormat="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qFormat="1"/>
    <w:lsdException w:name="Table Grid" w:locked="1" w:uiPriority="0"/>
    <w:lsdException w:name="Table Theme" w:locked="1" w:semiHidden="1" w:uiPriority="0" w:unhideWhenUsed="1"/>
    <w:lsdException w:name="Placeholder Text" w:semiHidden="1" w:qFormat="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27F0"/>
    <w:pPr>
      <w:widowControl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qFormat/>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semiHidden/>
    <w:unhideWhenUsed/>
    <w:qFormat/>
    <w:rsid w:val="00AE27F0"/>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qFormat/>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qFormat/>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qFormat/>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qFormat/>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qFormat/>
    <w:rsid w:val="00341A6A"/>
    <w:rPr>
      <w:color w:val="808080"/>
    </w:rPr>
  </w:style>
  <w:style w:type="character" w:customStyle="1" w:styleId="Nagwek3Znak">
    <w:name w:val="Nagłówek 3 Znak"/>
    <w:basedOn w:val="Domylnaczcionkaakapitu"/>
    <w:link w:val="Nagwek3"/>
    <w:uiPriority w:val="99"/>
    <w:semiHidden/>
    <w:rsid w:val="00AE27F0"/>
    <w:rPr>
      <w:rFonts w:asciiTheme="majorHAnsi" w:eastAsiaTheme="majorEastAsia" w:hAnsiTheme="majorHAnsi" w:cstheme="majorBidi"/>
      <w:color w:val="243F60" w:themeColor="accent1" w:themeShade="7F"/>
    </w:rPr>
  </w:style>
  <w:style w:type="paragraph" w:styleId="Tekstpodstawowy">
    <w:name w:val="Body Text"/>
    <w:basedOn w:val="Normalny"/>
    <w:link w:val="TekstpodstawowyZnak"/>
    <w:rsid w:val="00AE27F0"/>
    <w:pPr>
      <w:spacing w:after="140" w:line="276" w:lineRule="auto"/>
    </w:pPr>
  </w:style>
  <w:style w:type="character" w:customStyle="1" w:styleId="TekstpodstawowyZnak">
    <w:name w:val="Tekst podstawowy Znak"/>
    <w:basedOn w:val="Domylnaczcionkaakapitu"/>
    <w:link w:val="Tekstpodstawowy"/>
    <w:rsid w:val="00AE27F0"/>
    <w:rPr>
      <w:rFonts w:ascii="Times New Roman" w:eastAsiaTheme="minorEastAsia" w:hAnsi="Times New Roman" w:cs="Arial"/>
      <w:szCs w:val="20"/>
    </w:rPr>
  </w:style>
  <w:style w:type="paragraph" w:styleId="Lista">
    <w:name w:val="List"/>
    <w:basedOn w:val="Tekstpodstawowy"/>
    <w:rsid w:val="00AE27F0"/>
  </w:style>
  <w:style w:type="paragraph" w:styleId="Legenda">
    <w:name w:val="caption"/>
    <w:basedOn w:val="Normalny"/>
    <w:qFormat/>
    <w:rsid w:val="00AE27F0"/>
    <w:pPr>
      <w:suppressLineNumbers/>
      <w:spacing w:before="120" w:after="120"/>
    </w:pPr>
    <w:rPr>
      <w:i/>
      <w:iCs/>
      <w:szCs w:val="24"/>
    </w:rPr>
  </w:style>
  <w:style w:type="paragraph" w:styleId="Tekstprzypisukocowego">
    <w:name w:val="endnote text"/>
    <w:basedOn w:val="Normalny"/>
    <w:link w:val="TekstprzypisukocowegoZnak"/>
    <w:uiPriority w:val="99"/>
    <w:semiHidden/>
    <w:unhideWhenUsed/>
    <w:rsid w:val="00AE27F0"/>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AE27F0"/>
    <w:rPr>
      <w:rFonts w:ascii="Times New Roman" w:eastAsiaTheme="minorEastAsia" w:hAnsi="Times New Roman" w:cs="Arial"/>
      <w:sz w:val="20"/>
      <w:szCs w:val="20"/>
    </w:rPr>
  </w:style>
  <w:style w:type="paragraph" w:styleId="NormalnyWeb">
    <w:name w:val="Normal (Web)"/>
    <w:basedOn w:val="Normalny"/>
    <w:uiPriority w:val="99"/>
    <w:semiHidden/>
    <w:unhideWhenUsed/>
    <w:rsid w:val="00AE27F0"/>
    <w:pPr>
      <w:widowControl/>
      <w:spacing w:before="100" w:beforeAutospacing="1" w:after="100" w:afterAutospacing="1" w:line="240" w:lineRule="auto"/>
    </w:pPr>
    <w:rPr>
      <w:rFonts w:eastAsia="Times New Roman" w:cs="Times New Roman"/>
      <w:szCs w:val="24"/>
    </w:rPr>
  </w:style>
  <w:style w:type="paragraph" w:styleId="Poprawka">
    <w:name w:val="Revision"/>
    <w:hidden/>
    <w:uiPriority w:val="99"/>
    <w:semiHidden/>
    <w:rsid w:val="00AE27F0"/>
    <w:pPr>
      <w:spacing w:line="240" w:lineRule="auto"/>
    </w:pPr>
    <w:rPr>
      <w:rFonts w:ascii="Times New Roman" w:eastAsiaTheme="minorEastAsia" w:hAnsi="Times New Roman" w:cs="Arial"/>
      <w:szCs w:val="20"/>
    </w:rPr>
  </w:style>
  <w:style w:type="character" w:styleId="Uwydatnienie">
    <w:name w:val="Emphasis"/>
    <w:basedOn w:val="Domylnaczcionkaakapitu"/>
    <w:uiPriority w:val="20"/>
    <w:qFormat/>
    <w:rsid w:val="00AE27F0"/>
    <w:rPr>
      <w:i/>
      <w:iCs/>
    </w:rPr>
  </w:style>
  <w:style w:type="character" w:styleId="Hipercze">
    <w:name w:val="Hyperlink"/>
    <w:basedOn w:val="Domylnaczcionkaakapitu"/>
    <w:uiPriority w:val="99"/>
    <w:semiHidden/>
    <w:unhideWhenUsed/>
    <w:rsid w:val="00AE27F0"/>
    <w:rPr>
      <w:color w:val="0000FF"/>
      <w:u w:val="single"/>
    </w:rPr>
  </w:style>
  <w:style w:type="paragraph" w:styleId="Akapitzlist">
    <w:name w:val="List Paragraph"/>
    <w:basedOn w:val="Normalny"/>
    <w:uiPriority w:val="99"/>
    <w:rsid w:val="00AE2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4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0" Type="http://schemas.openxmlformats.org/officeDocument/2006/relationships/hyperlink" Target="https://sip.lex.pl/" TargetMode="Externa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kas\OneDrive\Dokumenty\Niestandardowe%20szablony%20pakietu%20Office\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A6645E-828C-48FD-9ECB-C4BC00AD6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31</TotalTime>
  <Pages>48</Pages>
  <Words>13580</Words>
  <Characters>81484</Characters>
  <Application>Microsoft Office Word</Application>
  <DocSecurity>0</DocSecurity>
  <Lines>679</Lines>
  <Paragraphs>189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94875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Łukasz Bonczek</dc:creator>
  <cp:lastModifiedBy>Łukasz Bonczek</cp:lastModifiedBy>
  <cp:revision>12</cp:revision>
  <cp:lastPrinted>2022-06-01T07:24:00Z</cp:lastPrinted>
  <dcterms:created xsi:type="dcterms:W3CDTF">2022-06-19T07:26:00Z</dcterms:created>
  <dcterms:modified xsi:type="dcterms:W3CDTF">2022-06-19T16:06:00Z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MFCATEGORY">
    <vt:lpwstr>InformacjePrzeznaczoneWylacznieDoUzytkuWewnetrznego</vt:lpwstr>
  </property>
  <property fmtid="{D5CDD505-2E9C-101B-9397-08002B2CF9AE}" pid="5" name="MFClassifiedBy">
    <vt:lpwstr>MF\BUXB;Błaż Violetta</vt:lpwstr>
  </property>
  <property fmtid="{D5CDD505-2E9C-101B-9397-08002B2CF9AE}" pid="6" name="MFClassificationDate">
    <vt:lpwstr>2022-05-04T08:41:11.8048925+02:00</vt:lpwstr>
  </property>
  <property fmtid="{D5CDD505-2E9C-101B-9397-08002B2CF9AE}" pid="7" name="MFClassifiedBySID">
    <vt:lpwstr>MF\S-1-5-21-1525952054-1005573771-2909822258-24263</vt:lpwstr>
  </property>
  <property fmtid="{D5CDD505-2E9C-101B-9397-08002B2CF9AE}" pid="8" name="MFGRNItemId">
    <vt:lpwstr>GRN-f81115f4-f18d-4549-9c3d-8ec018a21f55</vt:lpwstr>
  </property>
  <property fmtid="{D5CDD505-2E9C-101B-9397-08002B2CF9AE}" pid="9" name="MFHash">
    <vt:lpwstr>i7nxMK5BEgv1YO95d8nqcpv/OyoOocUV0CPkGtlyxIU=</vt:lpwstr>
  </property>
  <property fmtid="{D5CDD505-2E9C-101B-9397-08002B2CF9AE}" pid="10" name="DLPManualFileClassification">
    <vt:lpwstr>{5fdfc941-3fcf-4a5b-87be-4848800d39d0}</vt:lpwstr>
  </property>
  <property fmtid="{D5CDD505-2E9C-101B-9397-08002B2CF9AE}" pid="11" name="MFRefresh">
    <vt:lpwstr>False</vt:lpwstr>
  </property>
</Properties>
</file>