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6801C827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>
        <w:rPr>
          <w:rFonts w:ascii="Arial" w:hAnsi="Arial" w:cs="Arial"/>
          <w:b/>
          <w:color w:val="auto"/>
          <w:sz w:val="24"/>
          <w:szCs w:val="24"/>
        </w:rPr>
        <w:t>I</w:t>
      </w:r>
      <w:r w:rsidR="006F24B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EB1670">
        <w:rPr>
          <w:rFonts w:ascii="Arial" w:hAnsi="Arial" w:cs="Arial"/>
          <w:b/>
          <w:color w:val="auto"/>
          <w:sz w:val="24"/>
          <w:szCs w:val="24"/>
        </w:rPr>
        <w:t>20</w:t>
      </w:r>
      <w:r w:rsidR="0074642D">
        <w:rPr>
          <w:rFonts w:ascii="Arial" w:hAnsi="Arial" w:cs="Arial"/>
          <w:b/>
          <w:color w:val="auto"/>
          <w:sz w:val="24"/>
          <w:szCs w:val="24"/>
        </w:rPr>
        <w:t>21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A669B" w:rsidRPr="002B50C0" w14:paraId="120EE831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6FD6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9C3F" w14:textId="266FAF79" w:rsidR="009A669B" w:rsidRPr="002B50C0" w:rsidRDefault="009A669B" w:rsidP="00C04FC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9A669B" w:rsidRPr="002B50C0" w14:paraId="74B295E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E6854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255820" w14:textId="386C92FA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9A669B" w:rsidRPr="0030196F" w14:paraId="38AB8252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2D5CF8" w14:textId="77777777" w:rsidR="009A669B" w:rsidRPr="00725708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436D" w14:textId="75F25770" w:rsidR="009A669B" w:rsidRPr="006822BC" w:rsidRDefault="00695538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Kancelaria Prezesa Rady Ministrów</w:t>
            </w:r>
            <w:r w:rsidR="009A669B"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9A669B" w:rsidRPr="002B50C0" w14:paraId="09EA1D1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B3467A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3831F" w14:textId="4C185207" w:rsidR="009A669B" w:rsidRPr="009A669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9A669B" w:rsidRPr="002B50C0" w14:paraId="0B2B1D1E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6A0916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B911E" w14:textId="59A97E86" w:rsidR="009A669B" w:rsidRPr="00141A92" w:rsidRDefault="00B548D3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7E0A">
              <w:rPr>
                <w:rFonts w:ascii="Arial" w:hAnsi="Arial" w:cs="Arial"/>
                <w:sz w:val="18"/>
                <w:szCs w:val="18"/>
              </w:rPr>
              <w:t>Program Operacyjny Polska Cyfrowa, działanie 2.3 Cyfrowa dostępność i użyteczność informacji sektora publicznego, poddziałanie 2.3.1 Cyfrowe udostępnienie informacji sektora publicznego ze źródeł administracyjnych i zasobów nauki, budżet państwa cz. 27</w:t>
            </w:r>
          </w:p>
        </w:tc>
      </w:tr>
      <w:tr w:rsidR="009A669B" w:rsidRPr="002B50C0" w14:paraId="7335D45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08CD0F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AF8507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F2972" w14:textId="3DFCDFE9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24EF590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1F7327" w14:textId="77777777" w:rsidR="009A669B" w:rsidRPr="008A332F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9AE1" w14:textId="647719EF" w:rsidR="009A669B" w:rsidRPr="00141A92" w:rsidRDefault="00F90B64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17F8C9F8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36DFE6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382E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92164" w14:textId="05CC80E6" w:rsidR="009A669B" w:rsidRPr="00ED63FB" w:rsidRDefault="00542A9F" w:rsidP="009A669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7.05.2018 - </w:t>
            </w:r>
            <w:r w:rsidR="007E1E8E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>.08</w:t>
            </w:r>
            <w:r w:rsidR="009A669B" w:rsidRPr="00ED63FB">
              <w:rPr>
                <w:rFonts w:ascii="Arial" w:hAnsi="Arial" w:cs="Arial"/>
                <w:sz w:val="18"/>
                <w:szCs w:val="18"/>
              </w:rPr>
              <w:t>.2021</w:t>
            </w:r>
            <w:r w:rsidR="007E257E"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="008249A7">
              <w:rPr>
                <w:rFonts w:ascii="Arial" w:hAnsi="Arial" w:cs="Arial"/>
                <w:sz w:val="18"/>
                <w:szCs w:val="18"/>
              </w:rPr>
              <w:t>Aneks z CPPC z dn. 2.12.2020 r.</w:t>
            </w:r>
            <w:r w:rsidR="007E1E8E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36D0229" w14:textId="23A9F7C7" w:rsidR="009A669B" w:rsidRPr="007E1E8E" w:rsidRDefault="006822BE" w:rsidP="009A669B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1E8E">
              <w:rPr>
                <w:rFonts w:ascii="Arial" w:hAnsi="Arial" w:cs="Arial"/>
                <w:sz w:val="18"/>
                <w:szCs w:val="18"/>
              </w:rPr>
              <w:t>Pierwotna data zakończenia projektu- 6.05.2021</w:t>
            </w:r>
          </w:p>
        </w:tc>
      </w:tr>
    </w:tbl>
    <w:p w14:paraId="2C209B2D" w14:textId="77777777" w:rsidR="009A669B" w:rsidRPr="00ED63FB" w:rsidRDefault="009A669B" w:rsidP="00BA36A1">
      <w:pPr>
        <w:rPr>
          <w:rFonts w:ascii="Arial" w:hAnsi="Arial" w:cs="Arial"/>
        </w:rPr>
      </w:pPr>
    </w:p>
    <w:p w14:paraId="1D55B2A5" w14:textId="39710563" w:rsidR="0072454C" w:rsidRPr="00B24D63" w:rsidRDefault="004C1D48" w:rsidP="008B1658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7BB32FFE" w14:textId="3DFC40CD" w:rsidR="008B1658" w:rsidRPr="00ED63FB" w:rsidRDefault="00583D36" w:rsidP="008B1658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ED63FB" w14:paraId="53A02005" w14:textId="77777777" w:rsidTr="00795AFA">
        <w:tc>
          <w:tcPr>
            <w:tcW w:w="2972" w:type="dxa"/>
          </w:tcPr>
          <w:p w14:paraId="71C62318" w14:textId="4D1EC74D" w:rsidR="007677C1" w:rsidRPr="00ED63FB" w:rsidRDefault="00CC7918" w:rsidP="006F24B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F5ABD">
              <w:t>89,74 %</w:t>
            </w:r>
          </w:p>
        </w:tc>
        <w:tc>
          <w:tcPr>
            <w:tcW w:w="3260" w:type="dxa"/>
          </w:tcPr>
          <w:p w14:paraId="4104EDE0" w14:textId="77777777" w:rsidR="00CC7918" w:rsidRPr="002F5ABD" w:rsidRDefault="00CC7918" w:rsidP="00CC7918">
            <w:pPr>
              <w:pStyle w:val="Akapitzlist"/>
              <w:numPr>
                <w:ilvl w:val="0"/>
                <w:numId w:val="33"/>
              </w:numPr>
            </w:pPr>
            <w:r w:rsidRPr="002F5ABD">
              <w:t>43,33 % tj. kwota 8 941 703,46 PLN</w:t>
            </w:r>
          </w:p>
          <w:p w14:paraId="75267FCA" w14:textId="77777777" w:rsidR="00CC7918" w:rsidRPr="002F5ABD" w:rsidRDefault="00CC7918" w:rsidP="00CC7918">
            <w:pPr>
              <w:pStyle w:val="Akapitzlist"/>
              <w:numPr>
                <w:ilvl w:val="0"/>
                <w:numId w:val="33"/>
              </w:numPr>
            </w:pPr>
            <w:r w:rsidRPr="002F5ABD">
              <w:t>38,73 % tj. kwota 7 991 797,33 PLN</w:t>
            </w:r>
          </w:p>
          <w:p w14:paraId="57146171" w14:textId="61016B48" w:rsidR="00B401B8" w:rsidRPr="004C797F" w:rsidRDefault="00CC7918" w:rsidP="00CC7918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F5ABD">
              <w:t>nie dotyczy</w:t>
            </w:r>
          </w:p>
        </w:tc>
        <w:tc>
          <w:tcPr>
            <w:tcW w:w="3402" w:type="dxa"/>
          </w:tcPr>
          <w:p w14:paraId="4A16469F" w14:textId="4339A4A6" w:rsidR="007677C1" w:rsidRPr="00ED63FB" w:rsidRDefault="00CC7918" w:rsidP="004C79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F5ABD">
              <w:t>76,01 % tj. kwota 15 684 148,10 PLN</w:t>
            </w:r>
            <w:bookmarkStart w:id="0" w:name="_GoBack"/>
            <w:bookmarkEnd w:id="0"/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4C797F">
      <w:pPr>
        <w:pStyle w:val="Nagwek3"/>
        <w:numPr>
          <w:ilvl w:val="0"/>
          <w:numId w:val="3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2875DB7E" w:rsidR="004325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F93D195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2.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04175757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3.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410903D9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24A35A9D" w14:textId="0BE6FB0C" w:rsidR="007B7647" w:rsidRPr="00ED63FB" w:rsidRDefault="00CB7F17" w:rsidP="006E6B0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B7F17">
              <w:rPr>
                <w:rFonts w:ascii="Arial" w:hAnsi="Arial" w:cs="Arial"/>
                <w:sz w:val="18"/>
                <w:szCs w:val="20"/>
              </w:rPr>
              <w:t>Osiągnięty. Opóźnienie spowodowane</w:t>
            </w:r>
            <w:r>
              <w:rPr>
                <w:rFonts w:ascii="Arial" w:hAnsi="Arial" w:cs="Arial"/>
                <w:sz w:val="18"/>
                <w:szCs w:val="20"/>
              </w:rPr>
              <w:t xml:space="preserve"> koniecznością przeprowadzenia dialogu technicznego.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W zw. z pytaniami od Wykonawców konieczne były zmiany w SIWZ, co skutkowało wy</w:t>
            </w:r>
            <w:r w:rsidR="00E0601B">
              <w:rPr>
                <w:rFonts w:ascii="Arial" w:hAnsi="Arial" w:cs="Arial"/>
                <w:sz w:val="18"/>
                <w:szCs w:val="20"/>
              </w:rPr>
              <w:t>d</w:t>
            </w:r>
            <w:r w:rsidR="00E77376">
              <w:rPr>
                <w:rFonts w:ascii="Arial" w:hAnsi="Arial" w:cs="Arial"/>
                <w:sz w:val="18"/>
                <w:szCs w:val="20"/>
              </w:rPr>
              <w:t>łużenie</w:t>
            </w:r>
            <w:r w:rsidR="00E0601B">
              <w:rPr>
                <w:rFonts w:ascii="Arial" w:hAnsi="Arial" w:cs="Arial"/>
                <w:sz w:val="18"/>
                <w:szCs w:val="20"/>
              </w:rPr>
              <w:t>m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okresu składania ofert.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27C18E20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4.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57422E96" w:rsidR="007B7647" w:rsidRPr="00E156E6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156E6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42406944" w14:textId="6ABE05C7" w:rsidR="007B7647" w:rsidRPr="00ED63FB" w:rsidRDefault="00926B89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 w:rsidR="00D47AAB"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="00E731E5"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="00E731E5" w:rsidRPr="00926B89">
              <w:rPr>
                <w:rFonts w:ascii="Arial" w:hAnsi="Arial" w:cs="Arial"/>
                <w:sz w:val="18"/>
                <w:szCs w:val="20"/>
              </w:rPr>
              <w:t>nastąpił</w:t>
            </w:r>
            <w:r w:rsidRPr="00926B89">
              <w:rPr>
                <w:rFonts w:ascii="Arial" w:hAnsi="Arial" w:cs="Arial"/>
                <w:sz w:val="18"/>
                <w:szCs w:val="20"/>
              </w:rPr>
              <w:t xml:space="preserve"> w dniu 2.09.2019.</w:t>
            </w:r>
            <w:r w:rsidR="00D47A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47AAB"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49C80DED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029E3AD8" w:rsidR="007B7647" w:rsidRPr="00823F3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3F3B">
              <w:rPr>
                <w:rFonts w:ascii="Arial" w:hAnsi="Arial" w:cs="Arial"/>
                <w:sz w:val="18"/>
                <w:szCs w:val="18"/>
              </w:rPr>
              <w:t>09.2019</w:t>
            </w:r>
          </w:p>
        </w:tc>
        <w:tc>
          <w:tcPr>
            <w:tcW w:w="2126" w:type="dxa"/>
          </w:tcPr>
          <w:p w14:paraId="75752F67" w14:textId="798C8953" w:rsidR="007B7647" w:rsidRPr="00ED63FB" w:rsidRDefault="00E731E5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Pr="00926B89">
              <w:rPr>
                <w:rFonts w:ascii="Arial" w:hAnsi="Arial" w:cs="Arial"/>
                <w:sz w:val="18"/>
                <w:szCs w:val="20"/>
              </w:rPr>
              <w:t>nastąpił w dniu 2.09.2019.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3845056B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6.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4CB3F1C2" w:rsidR="007B7647" w:rsidRPr="00ED63F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1300525E" w:rsidR="007B7647" w:rsidRPr="00ED63FB" w:rsidRDefault="009A521B" w:rsidP="008249A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8249A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49A7">
              <w:rPr>
                <w:rFonts w:ascii="Arial" w:hAnsi="Arial" w:cs="Arial"/>
                <w:sz w:val="18"/>
                <w:szCs w:val="18"/>
              </w:rPr>
              <w:t xml:space="preserve">(Aneks z CPPC z dn. 2.12.2020 r. przedłużający projekt o 3 miesiące) 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4830E91D" w:rsidR="007B7647" w:rsidRPr="00ED63FB" w:rsidRDefault="00D53F5E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7.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0F215DCE" w:rsidR="007B7647" w:rsidRPr="00ED63FB" w:rsidRDefault="000A6880" w:rsidP="00441F30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FC3149">
              <w:rPr>
                <w:rFonts w:ascii="Arial" w:hAnsi="Arial" w:cs="Arial"/>
                <w:sz w:val="18"/>
                <w:szCs w:val="20"/>
              </w:rPr>
              <w:t>3</w:t>
            </w:r>
            <w:r w:rsidR="00437228">
              <w:rPr>
                <w:rFonts w:ascii="Arial" w:hAnsi="Arial" w:cs="Arial"/>
                <w:sz w:val="18"/>
                <w:szCs w:val="20"/>
              </w:rPr>
              <w:t>- 4 szt</w:t>
            </w:r>
            <w:r w:rsidR="007E1E8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559" w:type="dxa"/>
          </w:tcPr>
          <w:p w14:paraId="09853F8A" w14:textId="33B59E5F" w:rsidR="007B7647" w:rsidRPr="00ED63F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03.2021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09F52C5F" w:rsidR="007B7647" w:rsidRPr="00ED63FB" w:rsidRDefault="00A36CE1" w:rsidP="008249A7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AB7828">
              <w:rPr>
                <w:rFonts w:ascii="Arial" w:hAnsi="Arial" w:cs="Arial"/>
                <w:sz w:val="18"/>
                <w:szCs w:val="20"/>
              </w:rPr>
              <w:t>.</w:t>
            </w:r>
            <w:r w:rsidR="00737D7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49A7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  <w:r w:rsidR="00D207C4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D207C4">
              <w:rPr>
                <w:rFonts w:ascii="Arial" w:hAnsi="Arial" w:cs="Arial"/>
                <w:sz w:val="18"/>
                <w:szCs w:val="20"/>
              </w:rPr>
              <w:t xml:space="preserve">Opóźnienie </w:t>
            </w:r>
            <w:r w:rsidR="00D207C4">
              <w:rPr>
                <w:rFonts w:ascii="Arial" w:hAnsi="Arial" w:cs="Arial"/>
                <w:sz w:val="18"/>
                <w:szCs w:val="20"/>
              </w:rPr>
              <w:lastRenderedPageBreak/>
              <w:t>spowodowane</w:t>
            </w:r>
            <w:r w:rsidR="00D207C4"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</w:t>
            </w:r>
            <w:r w:rsidR="00D207C4">
              <w:rPr>
                <w:rFonts w:ascii="Arial" w:hAnsi="Arial" w:cs="Arial"/>
                <w:sz w:val="18"/>
                <w:szCs w:val="20"/>
              </w:rPr>
              <w:t xml:space="preserve"> na Hosting.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3F829262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8.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1EAE74AD" w:rsidR="007B7647" w:rsidRPr="00ED63FB" w:rsidRDefault="00853E17" w:rsidP="00732D68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- 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FC3149">
              <w:rPr>
                <w:rFonts w:ascii="Arial" w:hAnsi="Arial" w:cs="Arial"/>
                <w:sz w:val="18"/>
                <w:szCs w:val="20"/>
              </w:rPr>
              <w:t>2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Pr="00ED63FB">
              <w:rPr>
                <w:rFonts w:ascii="Arial" w:hAnsi="Arial" w:cs="Arial"/>
                <w:sz w:val="18"/>
                <w:szCs w:val="20"/>
              </w:rPr>
              <w:t>4 300</w:t>
            </w:r>
            <w:r w:rsidR="00437228">
              <w:rPr>
                <w:rFonts w:ascii="Arial" w:hAnsi="Arial" w:cs="Arial"/>
                <w:sz w:val="18"/>
                <w:szCs w:val="20"/>
              </w:rPr>
              <w:t> </w:t>
            </w:r>
            <w:r w:rsidRPr="00ED63FB">
              <w:rPr>
                <w:rFonts w:ascii="Arial" w:hAnsi="Arial" w:cs="Arial"/>
                <w:sz w:val="18"/>
                <w:szCs w:val="20"/>
              </w:rPr>
              <w:t>000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>
              <w:rPr>
                <w:rFonts w:ascii="Arial" w:hAnsi="Arial" w:cs="Arial"/>
                <w:sz w:val="18"/>
                <w:szCs w:val="20"/>
              </w:rPr>
              <w:t xml:space="preserve">KPI 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4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- </w:t>
            </w: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szt.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,</w:t>
            </w:r>
            <w:r w:rsidR="00437228">
              <w:rPr>
                <w:rFonts w:ascii="Arial" w:hAnsi="Arial" w:cs="Arial"/>
                <w:sz w:val="18"/>
                <w:szCs w:val="20"/>
              </w:rPr>
              <w:t>.</w:t>
            </w:r>
            <w:r w:rsidR="00FC3149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KPI</w:t>
            </w:r>
            <w:r w:rsidR="00FC3149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32D68">
              <w:rPr>
                <w:rFonts w:ascii="Arial" w:hAnsi="Arial" w:cs="Arial"/>
                <w:sz w:val="18"/>
                <w:szCs w:val="20"/>
              </w:rPr>
              <w:t>5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FC3149" w:rsidRPr="00ED63FB">
              <w:rPr>
                <w:rFonts w:ascii="Arial" w:hAnsi="Arial" w:cs="Arial"/>
                <w:sz w:val="18"/>
                <w:szCs w:val="20"/>
              </w:rPr>
              <w:t>2</w:t>
            </w:r>
            <w:r w:rsidR="00437228">
              <w:rPr>
                <w:rFonts w:ascii="Arial" w:hAnsi="Arial" w:cs="Arial"/>
                <w:sz w:val="18"/>
                <w:szCs w:val="20"/>
              </w:rPr>
              <w:t> </w:t>
            </w:r>
            <w:r w:rsidR="00FC3149" w:rsidRPr="00ED63FB">
              <w:rPr>
                <w:rFonts w:ascii="Arial" w:hAnsi="Arial" w:cs="Arial"/>
                <w:sz w:val="18"/>
                <w:szCs w:val="20"/>
              </w:rPr>
              <w:t>538</w:t>
            </w:r>
            <w:r w:rsidR="00437228">
              <w:rPr>
                <w:rFonts w:ascii="Arial" w:hAnsi="Arial" w:cs="Arial"/>
                <w:sz w:val="18"/>
                <w:szCs w:val="20"/>
              </w:rPr>
              <w:t xml:space="preserve"> TB</w:t>
            </w:r>
          </w:p>
        </w:tc>
        <w:tc>
          <w:tcPr>
            <w:tcW w:w="1559" w:type="dxa"/>
          </w:tcPr>
          <w:p w14:paraId="1596C3AD" w14:textId="193E7942" w:rsidR="007B7647" w:rsidRPr="00ED63F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2EDA4ECF" w:rsidR="007B7647" w:rsidRPr="00ED63FB" w:rsidRDefault="009A521B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8249A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49A7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452AB884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51B08B2" w:rsidR="00CB6849" w:rsidRPr="00ED63F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04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29299C5C" w:rsidR="00CB6849" w:rsidRPr="00ED63FB" w:rsidRDefault="00A36C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Pr="00ED63FB" w:rsidDel="00A36CE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49A7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176BE769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 10.</w:t>
            </w:r>
            <w:r w:rsidR="00D53F5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6B0C9B0A" w:rsidR="00CB6849" w:rsidRPr="00ED63FB" w:rsidRDefault="008249A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15AE445B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="008249A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49A7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11E240FB" w:rsidR="009F5B24" w:rsidRPr="00ED63FB" w:rsidRDefault="005E475A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</w:tc>
        <w:tc>
          <w:tcPr>
            <w:tcW w:w="2268" w:type="dxa"/>
          </w:tcPr>
          <w:p w14:paraId="2AD698A1" w14:textId="3AB49069" w:rsidR="005E6DDE" w:rsidRPr="00ED63FB" w:rsidRDefault="00CB6849" w:rsidP="005E6DDE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  <w:r w:rsidR="005E6DD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E6DDE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50F2D444" w:rsidR="0072454C" w:rsidRPr="00ED63FB" w:rsidRDefault="005E475A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04B6C4FD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  <w:r w:rsidR="005E6DD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E6DDE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44E321A5" w:rsidR="0072454C" w:rsidRPr="00ED63FB" w:rsidRDefault="003F3B11" w:rsidP="005B2483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5B2483">
              <w:rPr>
                <w:rFonts w:ascii="Arial" w:hAnsi="Arial" w:cs="Arial"/>
                <w:sz w:val="18"/>
                <w:szCs w:val="20"/>
              </w:rPr>
              <w:t xml:space="preserve">- </w:t>
            </w:r>
            <w:r w:rsidR="0031461A">
              <w:rPr>
                <w:rFonts w:ascii="Arial" w:hAnsi="Arial" w:cs="Arial"/>
                <w:sz w:val="18"/>
                <w:szCs w:val="20"/>
              </w:rPr>
              <w:t xml:space="preserve">Osiągnięto 31.01.2021 r. - </w:t>
            </w:r>
            <w:r w:rsidR="005B2483">
              <w:rPr>
                <w:rFonts w:ascii="Arial" w:hAnsi="Arial" w:cs="Arial"/>
                <w:sz w:val="18"/>
                <w:szCs w:val="20"/>
              </w:rPr>
              <w:t>O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>późnienie w</w:t>
            </w:r>
            <w:r w:rsidR="005B2483">
              <w:rPr>
                <w:rFonts w:ascii="Arial" w:hAnsi="Arial" w:cs="Arial"/>
                <w:sz w:val="18"/>
                <w:szCs w:val="20"/>
              </w:rPr>
              <w:t>ynika ze zbyt późnego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B2483">
              <w:rPr>
                <w:rFonts w:ascii="Arial" w:hAnsi="Arial" w:cs="Arial"/>
                <w:sz w:val="18"/>
                <w:szCs w:val="20"/>
              </w:rPr>
              <w:t>dostarczenia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 xml:space="preserve"> zespołu p</w:t>
            </w:r>
            <w:r w:rsidR="005B2483">
              <w:rPr>
                <w:rFonts w:ascii="Arial" w:hAnsi="Arial" w:cs="Arial"/>
                <w:sz w:val="18"/>
                <w:szCs w:val="20"/>
              </w:rPr>
              <w:t xml:space="preserve">rogramistycznego z </w:t>
            </w:r>
            <w:proofErr w:type="spellStart"/>
            <w:r w:rsidR="005B2483">
              <w:rPr>
                <w:rFonts w:ascii="Arial" w:hAnsi="Arial" w:cs="Arial"/>
                <w:sz w:val="18"/>
                <w:szCs w:val="20"/>
              </w:rPr>
              <w:t>bodylesing</w:t>
            </w:r>
            <w:proofErr w:type="spellEnd"/>
            <w:r w:rsidR="005B2483">
              <w:rPr>
                <w:rFonts w:ascii="Arial" w:hAnsi="Arial" w:cs="Arial"/>
                <w:sz w:val="18"/>
                <w:szCs w:val="20"/>
              </w:rPr>
              <w:t>. Dodatkowo, z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>espół, który miał pracować wspólnie w jednej lokalizacji z powodu wybuchu pandemii COVID-19 musiał rozpocząć pracę zdalną, co dodatkowo spowolniło ich pracę.</w:t>
            </w:r>
            <w:r w:rsidR="005B2483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t>Na to nałożyły się opóźnienia w dostarczeniu próbek danych te</w:t>
            </w:r>
            <w:r w:rsidR="005B2483" w:rsidRPr="005B2483">
              <w:rPr>
                <w:rFonts w:ascii="Arial" w:hAnsi="Arial" w:cs="Arial"/>
                <w:sz w:val="18"/>
                <w:szCs w:val="20"/>
              </w:rPr>
              <w:lastRenderedPageBreak/>
              <w:t>stowych z systemów źródłowych, co uniemożliwiło rozpoczęcie prac nad wszystkimi API</w:t>
            </w:r>
            <w:r w:rsidR="005B248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lastRenderedPageBreak/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49953255" w:rsidR="0072454C" w:rsidRPr="00ED63FB" w:rsidRDefault="005E475A" w:rsidP="007245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682B8CD9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  <w:r w:rsidR="005E6DD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E6DDE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3EDA7D76" w:rsidTr="00047D9D">
        <w:tc>
          <w:tcPr>
            <w:tcW w:w="2545" w:type="dxa"/>
          </w:tcPr>
          <w:p w14:paraId="529C36D0" w14:textId="1DB53ECD" w:rsidR="0072454C" w:rsidRPr="005E475A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4DEFB037" w14:textId="4D370D4C" w:rsidR="0072454C" w:rsidRPr="005E475A" w:rsidRDefault="0072454C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F4801F9" w14:textId="044AE5C3" w:rsidR="0072454C" w:rsidRPr="005E475A" w:rsidRDefault="0072454C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485D275B" w:rsidR="00947606" w:rsidRPr="005E475A" w:rsidRDefault="00947606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9627749" w14:textId="12DFCBD3" w:rsidR="0072454C" w:rsidRPr="005E475A" w:rsidRDefault="00CB6849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2E9B115B" w:rsidR="00947606" w:rsidRPr="005E475A" w:rsidRDefault="00947606" w:rsidP="0072454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386905D" w14:textId="47FDBAA4" w:rsidR="0072454C" w:rsidRPr="005E475A" w:rsidRDefault="005E475A" w:rsidP="0072454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05</w:t>
            </w:r>
            <w:r w:rsidR="00737D79"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B6849"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</w:p>
          <w:p w14:paraId="2C5D07B8" w14:textId="421FD546" w:rsidR="0072454C" w:rsidRPr="005E475A" w:rsidRDefault="0072454C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41A3AAC1" w:rsidR="0072454C" w:rsidRPr="005E475A" w:rsidRDefault="00CB6849" w:rsidP="00F876F0">
            <w:pPr>
              <w:spacing w:before="120"/>
              <w:jc w:val="both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5E475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6723CC1" w:rsidR="0072454C" w:rsidRPr="00ED63FB" w:rsidRDefault="005E475A" w:rsidP="0072454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737D79">
              <w:rPr>
                <w:rFonts w:ascii="Arial" w:hAnsi="Arial" w:cs="Arial"/>
                <w:sz w:val="18"/>
                <w:szCs w:val="20"/>
              </w:rPr>
              <w:t>.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1D61904B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  <w:r w:rsidR="005E6DDE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5E6DDE"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</w:tc>
      </w:tr>
    </w:tbl>
    <w:p w14:paraId="4E68F803" w14:textId="77777777" w:rsidR="007D2C34" w:rsidRPr="00ED63FB" w:rsidRDefault="007D2C34" w:rsidP="004C797F">
      <w:pPr>
        <w:pStyle w:val="Nagwek2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ED63FB">
        <w:rPr>
          <w:rFonts w:ascii="Arial" w:hAnsi="Arial" w:cs="Arial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ED63FB" w:rsidRDefault="00933BEC" w:rsidP="004C797F">
      <w:pPr>
        <w:pStyle w:val="Nagwek2"/>
        <w:numPr>
          <w:ilvl w:val="0"/>
          <w:numId w:val="33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ED63F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ED63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58304947" w14:textId="6E90B8E2" w:rsidR="00E137A2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08A22A24" w:rsidR="00C74A50" w:rsidRPr="00ED63FB" w:rsidRDefault="00BE36AF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08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0271C17" w14:textId="77777777" w:rsidR="00C6751B" w:rsidRPr="00CB734D" w:rsidRDefault="00C6751B" w:rsidP="002553C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6559052B" w14:textId="77777777" w:rsidR="00BE36AF" w:rsidRDefault="00BE36AF" w:rsidP="00ED63FB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(Aneks z CPPC z dn. 2.12.2020 r. przedłużający projekt o 3 miesiące)</w:t>
            </w:r>
          </w:p>
          <w:p w14:paraId="514FEE31" w14:textId="232836D6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ED63FB" w:rsidRDefault="004C1D48" w:rsidP="004C797F">
      <w:pPr>
        <w:pStyle w:val="Nagwek3"/>
        <w:numPr>
          <w:ilvl w:val="0"/>
          <w:numId w:val="3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ED63F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ED63F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01846B8D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02B1B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7B81F42D" w:rsidR="001D1A4F" w:rsidRPr="00ED63FB" w:rsidRDefault="00F93633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28B8830C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2A3F2CAA" w14:textId="3B018B63" w:rsidR="00E424D9" w:rsidRPr="008E39F7" w:rsidRDefault="00732F4C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 w:rsidRPr="008E39F7">
              <w:rPr>
                <w:rFonts w:ascii="Arial" w:hAnsi="Arial" w:cs="Arial"/>
                <w:bCs/>
                <w:sz w:val="18"/>
                <w:szCs w:val="20"/>
              </w:rPr>
              <w:t>Planowana data zakończenia</w:t>
            </w:r>
          </w:p>
          <w:p w14:paraId="454D2669" w14:textId="48DD64D1" w:rsidR="00E424D9" w:rsidRPr="008E39F7" w:rsidRDefault="00425D8F" w:rsidP="00732F4C">
            <w:pPr>
              <w:spacing w:before="240"/>
              <w:rPr>
                <w:rFonts w:ascii="Arial" w:hAnsi="Arial" w:cs="Arial"/>
                <w:bCs/>
                <w:sz w:val="18"/>
                <w:szCs w:val="20"/>
              </w:rPr>
            </w:pPr>
            <w:r>
              <w:rPr>
                <w:rFonts w:ascii="Arial" w:hAnsi="Arial" w:cs="Arial"/>
                <w:bCs/>
                <w:sz w:val="18"/>
                <w:szCs w:val="20"/>
              </w:rPr>
              <w:t>08</w:t>
            </w:r>
            <w:r w:rsidR="00E424D9" w:rsidRPr="008E39F7">
              <w:rPr>
                <w:rFonts w:ascii="Arial" w:hAnsi="Arial" w:cs="Arial"/>
                <w:bCs/>
                <w:sz w:val="18"/>
                <w:szCs w:val="20"/>
              </w:rPr>
              <w:t>.</w:t>
            </w:r>
            <w:r w:rsidR="00FB20C6" w:rsidRPr="008E39F7">
              <w:rPr>
                <w:rFonts w:ascii="Arial" w:hAnsi="Arial" w:cs="Arial"/>
                <w:bCs/>
                <w:sz w:val="18"/>
                <w:szCs w:val="20"/>
              </w:rPr>
              <w:t>2021</w:t>
            </w:r>
          </w:p>
          <w:p w14:paraId="44085C96" w14:textId="1402641E" w:rsidR="0095053D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ED63FB" w:rsidRDefault="00BB059E" w:rsidP="004C797F">
      <w:pPr>
        <w:pStyle w:val="Akapitzlist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D63FB">
        <w:rPr>
          <w:rFonts w:ascii="Arial" w:hAnsi="Arial" w:cs="Arial"/>
          <w:color w:val="0070C0"/>
        </w:rPr>
        <w:t xml:space="preserve"> </w:t>
      </w:r>
      <w:r w:rsidR="00B41415" w:rsidRPr="00ED63FB">
        <w:rPr>
          <w:rFonts w:ascii="Arial" w:hAnsi="Arial" w:cs="Arial"/>
          <w:color w:val="0070C0"/>
        </w:rPr>
        <w:t xml:space="preserve"> 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C059A7" w:rsidRPr="00ED63FB" w14:paraId="4D375214" w14:textId="77777777" w:rsidTr="001E64F8">
        <w:tc>
          <w:tcPr>
            <w:tcW w:w="2268" w:type="dxa"/>
          </w:tcPr>
          <w:p w14:paraId="2D70E75D" w14:textId="0E7D8FD5" w:rsidR="00C059A7" w:rsidRPr="001E64F8" w:rsidRDefault="00C059A7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>Koronawirus</w:t>
            </w:r>
            <w:proofErr w:type="spellEnd"/>
            <w:r w:rsidRPr="00C059A7">
              <w:rPr>
                <w:rFonts w:ascii="Arial" w:hAnsi="Arial" w:cs="Arial"/>
                <w:color w:val="000000"/>
                <w:sz w:val="18"/>
                <w:szCs w:val="18"/>
              </w:rPr>
              <w:t xml:space="preserve"> (COVID-19) - ryzyko wstrzymania prac wytwórczych, integracji, migracj</w:t>
            </w:r>
            <w:r w:rsidR="00505A44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</w:p>
        </w:tc>
        <w:tc>
          <w:tcPr>
            <w:tcW w:w="1418" w:type="dxa"/>
          </w:tcPr>
          <w:p w14:paraId="5F68A88F" w14:textId="5C136C54" w:rsidR="00C059A7" w:rsidRDefault="00C059A7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D17649E" w14:textId="4F3C2D73" w:rsidR="00C059A7" w:rsidRDefault="00C059A7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Materializacja</w:t>
            </w:r>
          </w:p>
        </w:tc>
        <w:tc>
          <w:tcPr>
            <w:tcW w:w="3686" w:type="dxa"/>
          </w:tcPr>
          <w:p w14:paraId="249FD257" w14:textId="4FC6F0F7" w:rsidR="006A23D7" w:rsidRDefault="00441F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Przejście na pracę zdalną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="00C059A7">
              <w:rPr>
                <w:rFonts w:ascii="Arial" w:hAnsi="Arial" w:cs="Arial"/>
                <w:color w:val="000000"/>
                <w:sz w:val="18"/>
                <w:szCs w:val="18"/>
              </w:rPr>
              <w:t>Monitoring frekwencji</w:t>
            </w:r>
            <w:r w:rsidR="00E977FB">
              <w:rPr>
                <w:rFonts w:ascii="Arial" w:hAnsi="Arial" w:cs="Arial"/>
                <w:color w:val="000000"/>
                <w:sz w:val="18"/>
                <w:szCs w:val="18"/>
              </w:rPr>
              <w:t xml:space="preserve"> i zmieniony model raportowania czasu pracy w zespole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8E39F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90DDD86" w14:textId="436CD06D" w:rsidR="00435059" w:rsidRDefault="008D3D86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przedłużenie projektu do 31.12.2021 r.  </w:t>
            </w:r>
          </w:p>
          <w:p w14:paraId="157BE61B" w14:textId="3D64AC5D" w:rsidR="00435059" w:rsidRPr="001E64F8" w:rsidRDefault="00441F30" w:rsidP="009D50C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8D3D86">
              <w:rPr>
                <w:rFonts w:ascii="Arial" w:hAnsi="Arial" w:cs="Arial"/>
                <w:color w:val="000000"/>
                <w:sz w:val="18"/>
                <w:szCs w:val="18"/>
              </w:rPr>
              <w:t xml:space="preserve">wysłano wniosek do CPPC o przedłużenie projektu do 31.12.2021 r.  </w:t>
            </w:r>
          </w:p>
        </w:tc>
      </w:tr>
      <w:tr w:rsidR="00916E83" w:rsidRPr="00ED63FB" w14:paraId="364E4CC5" w14:textId="77777777" w:rsidTr="001E64F8">
        <w:tc>
          <w:tcPr>
            <w:tcW w:w="2268" w:type="dxa"/>
          </w:tcPr>
          <w:p w14:paraId="68E5A6A9" w14:textId="5FC15B54" w:rsidR="00916E83" w:rsidRPr="005C0A9F" w:rsidRDefault="00545B87" w:rsidP="005C0A9F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C0A9F">
              <w:rPr>
                <w:rFonts w:ascii="Arial" w:hAnsi="Arial" w:cs="Arial"/>
                <w:sz w:val="18"/>
                <w:szCs w:val="18"/>
              </w:rPr>
              <w:t xml:space="preserve">Zwiększona kwota na </w:t>
            </w:r>
            <w:r w:rsidR="005C0A9F">
              <w:rPr>
                <w:rFonts w:ascii="Arial" w:hAnsi="Arial" w:cs="Arial"/>
                <w:sz w:val="18"/>
                <w:szCs w:val="18"/>
              </w:rPr>
              <w:t>Wykonawcę Wsparcia Technicznego</w:t>
            </w:r>
          </w:p>
        </w:tc>
        <w:tc>
          <w:tcPr>
            <w:tcW w:w="1418" w:type="dxa"/>
          </w:tcPr>
          <w:p w14:paraId="4D379635" w14:textId="446234F6" w:rsidR="00916E83" w:rsidRDefault="00916E8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88A4FE9" w14:textId="7C53FC81" w:rsidR="00916E83" w:rsidRDefault="00916E8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6488F26C" w14:textId="45419C3B" w:rsidR="00916E83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Działanie: W</w:t>
            </w:r>
            <w:r w:rsidR="00545B87">
              <w:rPr>
                <w:rFonts w:ascii="Arial" w:hAnsi="Arial" w:cs="Arial"/>
                <w:color w:val="000000"/>
                <w:sz w:val="18"/>
                <w:szCs w:val="18"/>
              </w:rPr>
              <w:t xml:space="preserve">ystąpiono do Wykonawcy o przesłanie 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szczegółowych analiz do 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>uzasadnienia</w:t>
            </w:r>
            <w:r w:rsidR="00FB20C6">
              <w:rPr>
                <w:rFonts w:ascii="Arial" w:hAnsi="Arial" w:cs="Arial"/>
                <w:color w:val="000000"/>
                <w:sz w:val="18"/>
                <w:szCs w:val="18"/>
              </w:rPr>
              <w:t xml:space="preserve"> wniosku o zwiększenie wynagrodzenia</w:t>
            </w:r>
            <w:r w:rsidR="00585FA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916E83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2D26CE78" w14:textId="31F06D4A" w:rsidR="00317794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Efekty: uzasadnienie biznesowe</w:t>
            </w:r>
          </w:p>
          <w:p w14:paraId="1D2883A0" w14:textId="1F58CFC0" w:rsidR="00435059" w:rsidRDefault="00317794" w:rsidP="00E9201D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5214CC" w:rsidRPr="00ED63FB" w14:paraId="36E122D8" w14:textId="77777777" w:rsidTr="001E64F8">
        <w:tc>
          <w:tcPr>
            <w:tcW w:w="2268" w:type="dxa"/>
          </w:tcPr>
          <w:p w14:paraId="70BCA43A" w14:textId="0D716B59" w:rsidR="005214CC" w:rsidRPr="00A22AF9" w:rsidRDefault="005214CC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214CC">
              <w:rPr>
                <w:rFonts w:ascii="Arial" w:hAnsi="Arial" w:cs="Arial"/>
                <w:color w:val="000000"/>
                <w:sz w:val="18"/>
                <w:szCs w:val="18"/>
              </w:rPr>
              <w:t>Brak sprzętu komputerowego</w:t>
            </w:r>
          </w:p>
        </w:tc>
        <w:tc>
          <w:tcPr>
            <w:tcW w:w="1418" w:type="dxa"/>
          </w:tcPr>
          <w:p w14:paraId="0FF534A4" w14:textId="618E8368" w:rsidR="005214CC" w:rsidRDefault="009E5FB4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2126" w:type="dxa"/>
          </w:tcPr>
          <w:p w14:paraId="4CF13CE3" w14:textId="43C9E6AD" w:rsidR="005214CC" w:rsidRDefault="009E5FB4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668D1E27" w14:textId="32309830" w:rsidR="005214CC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Działanie: </w:t>
            </w:r>
            <w:r w:rsidR="005C0A9F">
              <w:rPr>
                <w:rFonts w:ascii="Arial" w:hAnsi="Arial" w:cs="Arial"/>
                <w:sz w:val="18"/>
                <w:szCs w:val="18"/>
              </w:rPr>
              <w:t xml:space="preserve">Oczekiwanie </w:t>
            </w:r>
            <w:r w:rsidR="005214CC">
              <w:rPr>
                <w:rFonts w:ascii="Arial" w:hAnsi="Arial" w:cs="Arial"/>
                <w:sz w:val="18"/>
                <w:szCs w:val="18"/>
              </w:rPr>
              <w:t xml:space="preserve">na realizację zakupów IT/BDG. Środki zabezpieczone od 2019. </w:t>
            </w:r>
            <w:r>
              <w:rPr>
                <w:rFonts w:ascii="Arial" w:hAnsi="Arial" w:cs="Arial"/>
                <w:sz w:val="18"/>
                <w:szCs w:val="18"/>
              </w:rPr>
              <w:t>Prośba o użyczenie sprzętu od Britenet.</w:t>
            </w:r>
          </w:p>
          <w:p w14:paraId="2995D3F3" w14:textId="12BD4F75" w:rsidR="005214CC" w:rsidRDefault="008B1C9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Efekty: </w:t>
            </w:r>
            <w:r w:rsidR="00F1614F" w:rsidRPr="00C85353">
              <w:rPr>
                <w:rFonts w:ascii="Arial" w:hAnsi="Arial" w:cs="Arial"/>
                <w:sz w:val="18"/>
                <w:szCs w:val="18"/>
              </w:rPr>
              <w:t xml:space="preserve">Sprzęt </w:t>
            </w:r>
            <w:r w:rsidR="008D3D86">
              <w:rPr>
                <w:rFonts w:ascii="Arial" w:hAnsi="Arial" w:cs="Arial"/>
                <w:sz w:val="18"/>
                <w:szCs w:val="18"/>
              </w:rPr>
              <w:t>zakupiony przez KPRM</w:t>
            </w:r>
          </w:p>
          <w:p w14:paraId="5DB9AAFA" w14:textId="2588EB86" w:rsidR="00435059" w:rsidRDefault="00352859" w:rsidP="008D3D86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8D3D86">
              <w:rPr>
                <w:rFonts w:ascii="Arial" w:hAnsi="Arial" w:cs="Arial"/>
                <w:color w:val="000000"/>
                <w:sz w:val="18"/>
                <w:szCs w:val="18"/>
              </w:rPr>
              <w:t>Sprzęt zakupiony – ryzyko zamknięte</w:t>
            </w:r>
          </w:p>
        </w:tc>
      </w:tr>
      <w:tr w:rsidR="00A22AF9" w:rsidRPr="00ED63FB" w14:paraId="5012985F" w14:textId="77777777" w:rsidTr="001E64F8">
        <w:tc>
          <w:tcPr>
            <w:tcW w:w="2268" w:type="dxa"/>
          </w:tcPr>
          <w:p w14:paraId="113D7F98" w14:textId="237FE0E9" w:rsidR="00A22AF9" w:rsidRPr="00B02B1B" w:rsidRDefault="00CB588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 w</w:t>
            </w:r>
            <w:r w:rsidR="00A22AF9" w:rsidRPr="00A22AF9">
              <w:rPr>
                <w:rFonts w:ascii="Arial" w:hAnsi="Arial" w:cs="Arial"/>
                <w:color w:val="000000"/>
                <w:sz w:val="18"/>
                <w:szCs w:val="18"/>
              </w:rPr>
              <w:t>ydajność zespołu DEV - Białystok</w:t>
            </w:r>
          </w:p>
        </w:tc>
        <w:tc>
          <w:tcPr>
            <w:tcW w:w="1418" w:type="dxa"/>
          </w:tcPr>
          <w:p w14:paraId="7F54AC9A" w14:textId="36AFF1DF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Duża </w:t>
            </w:r>
          </w:p>
        </w:tc>
        <w:tc>
          <w:tcPr>
            <w:tcW w:w="2126" w:type="dxa"/>
          </w:tcPr>
          <w:p w14:paraId="6E6E8D99" w14:textId="15DB85A5" w:rsidR="00A22AF9" w:rsidRPr="00B02B1B" w:rsidRDefault="00A22AF9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183726AF" w14:textId="74E25727" w:rsidR="00A22AF9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Działanie: </w:t>
            </w:r>
            <w:r w:rsidR="00585FA8">
              <w:rPr>
                <w:rFonts w:ascii="Arial" w:hAnsi="Arial" w:cs="Arial"/>
                <w:sz w:val="18"/>
                <w:szCs w:val="18"/>
              </w:rPr>
              <w:t>O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kreślenie podziału pomiędzy rolą Product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Ownera</w:t>
            </w:r>
            <w:proofErr w:type="spellEnd"/>
            <w:r w:rsidR="00A22AF9">
              <w:rPr>
                <w:rFonts w:ascii="Arial" w:hAnsi="Arial" w:cs="Arial"/>
                <w:sz w:val="18"/>
                <w:szCs w:val="18"/>
              </w:rPr>
              <w:t xml:space="preserve"> (PO) a Kierownika Technicznego</w:t>
            </w:r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E8E4314" w14:textId="2BA9A887" w:rsidR="00A22AF9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Efekty: </w:t>
            </w:r>
            <w:r w:rsidR="00585FA8">
              <w:rPr>
                <w:rFonts w:ascii="Arial" w:hAnsi="Arial" w:cs="Arial"/>
                <w:sz w:val="18"/>
                <w:szCs w:val="18"/>
              </w:rPr>
              <w:t>W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spółpraca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Scrum</w:t>
            </w:r>
            <w:proofErr w:type="spellEnd"/>
            <w:r w:rsidR="00A22AF9">
              <w:rPr>
                <w:rFonts w:ascii="Arial" w:hAnsi="Arial" w:cs="Arial"/>
                <w:sz w:val="18"/>
                <w:szCs w:val="18"/>
              </w:rPr>
              <w:t xml:space="preserve"> Mastera z PO i włącz</w:t>
            </w:r>
            <w:r w:rsidR="003E4CBD">
              <w:rPr>
                <w:rFonts w:ascii="Arial" w:hAnsi="Arial" w:cs="Arial"/>
                <w:sz w:val="18"/>
                <w:szCs w:val="18"/>
              </w:rPr>
              <w:t>e</w:t>
            </w:r>
            <w:r w:rsidR="00A22AF9">
              <w:rPr>
                <w:rFonts w:ascii="Arial" w:hAnsi="Arial" w:cs="Arial"/>
                <w:sz w:val="18"/>
                <w:szCs w:val="18"/>
              </w:rPr>
              <w:t xml:space="preserve">nie PO do </w:t>
            </w:r>
            <w:proofErr w:type="spellStart"/>
            <w:r w:rsidR="00A22AF9">
              <w:rPr>
                <w:rFonts w:ascii="Arial" w:hAnsi="Arial" w:cs="Arial"/>
                <w:sz w:val="18"/>
                <w:szCs w:val="18"/>
              </w:rPr>
              <w:t>daily</w:t>
            </w:r>
            <w:proofErr w:type="spellEnd"/>
            <w:r w:rsidR="00585FA8">
              <w:rPr>
                <w:rFonts w:ascii="Arial" w:hAnsi="Arial" w:cs="Arial"/>
                <w:sz w:val="18"/>
                <w:szCs w:val="18"/>
              </w:rPr>
              <w:t>.</w:t>
            </w:r>
            <w:r w:rsidR="00E5722E">
              <w:rPr>
                <w:rFonts w:ascii="Arial" w:hAnsi="Arial" w:cs="Arial"/>
                <w:sz w:val="18"/>
                <w:szCs w:val="18"/>
              </w:rPr>
              <w:t xml:space="preserve"> Próba reorganizacji raportowania czasu pracy;</w:t>
            </w:r>
          </w:p>
          <w:p w14:paraId="223B17F3" w14:textId="3640F77D" w:rsidR="00435059" w:rsidRDefault="0035285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Zmiana: </w:t>
            </w:r>
            <w:r w:rsidR="00435059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B02B1B" w:rsidRPr="00ED63FB" w14:paraId="5B932D6D" w14:textId="77777777" w:rsidTr="00435059">
        <w:trPr>
          <w:trHeight w:val="3711"/>
        </w:trPr>
        <w:tc>
          <w:tcPr>
            <w:tcW w:w="2268" w:type="dxa"/>
          </w:tcPr>
          <w:p w14:paraId="4E8106A2" w14:textId="6EEB89C3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Opóźnienie prac dot. budowy portalu</w:t>
            </w:r>
          </w:p>
        </w:tc>
        <w:tc>
          <w:tcPr>
            <w:tcW w:w="1418" w:type="dxa"/>
          </w:tcPr>
          <w:p w14:paraId="46E84300" w14:textId="4BD95585" w:rsidR="00B02B1B" w:rsidRPr="00B02B1B" w:rsidRDefault="009E5FB4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2126" w:type="dxa"/>
          </w:tcPr>
          <w:p w14:paraId="575F4225" w14:textId="27C73A09" w:rsidR="00B02B1B" w:rsidRPr="00B02B1B" w:rsidRDefault="009E5FB4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08607614" w14:textId="15539C4C" w:rsidR="005D4839" w:rsidRDefault="008138ED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Działanie: </w:t>
            </w:r>
            <w:r w:rsidR="00B02B1B" w:rsidRPr="00B02B1B">
              <w:rPr>
                <w:rFonts w:ascii="Arial" w:hAnsi="Arial" w:cs="Arial"/>
                <w:sz w:val="18"/>
                <w:szCs w:val="18"/>
              </w:rPr>
              <w:t>Bieżąca współpraca z wykonawcą zapewniającym konsultantów w ramach body leasingu</w:t>
            </w:r>
            <w:r w:rsidR="005D4839">
              <w:rPr>
                <w:rFonts w:ascii="Arial" w:hAnsi="Arial" w:cs="Arial"/>
                <w:sz w:val="18"/>
                <w:szCs w:val="18"/>
              </w:rPr>
              <w:t>.</w:t>
            </w:r>
            <w:r w:rsidR="008D358F">
              <w:rPr>
                <w:rFonts w:ascii="Arial" w:hAnsi="Arial" w:cs="Arial"/>
                <w:sz w:val="18"/>
                <w:szCs w:val="18"/>
              </w:rPr>
              <w:t xml:space="preserve"> Współpraca z </w:t>
            </w:r>
            <w:r w:rsidR="005D4839">
              <w:rPr>
                <w:rFonts w:ascii="Arial" w:hAnsi="Arial" w:cs="Arial"/>
                <w:sz w:val="18"/>
                <w:szCs w:val="18"/>
              </w:rPr>
              <w:t xml:space="preserve"> BL, w efekcie którego w miarę możliwości dostarczane są niezbędne zasoby osobowe</w:t>
            </w:r>
            <w:r w:rsidR="00C11930">
              <w:rPr>
                <w:rFonts w:ascii="Arial" w:hAnsi="Arial" w:cs="Arial"/>
                <w:sz w:val="18"/>
                <w:szCs w:val="18"/>
              </w:rPr>
              <w:t xml:space="preserve"> zapewniające budowę portalu w założonym terminie.</w:t>
            </w:r>
            <w:r w:rsidR="008D358F">
              <w:rPr>
                <w:rFonts w:ascii="Arial" w:hAnsi="Arial" w:cs="Arial"/>
                <w:sz w:val="18"/>
                <w:szCs w:val="18"/>
              </w:rPr>
              <w:t xml:space="preserve"> Intensyfikacja procesów rekrutacyjnych. </w:t>
            </w:r>
          </w:p>
          <w:p w14:paraId="58BB27A3" w14:textId="5E9E2897" w:rsidR="00383FCD" w:rsidRDefault="008138ED" w:rsidP="005214CC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383FCD">
              <w:rPr>
                <w:rFonts w:ascii="Arial" w:hAnsi="Arial" w:cs="Arial"/>
                <w:sz w:val="18"/>
                <w:szCs w:val="18"/>
              </w:rPr>
              <w:t xml:space="preserve">CPPC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przyjęło do wiadomości </w:t>
            </w:r>
            <w:r w:rsidR="00383FCD">
              <w:rPr>
                <w:rFonts w:ascii="Arial" w:hAnsi="Arial" w:cs="Arial"/>
                <w:sz w:val="18"/>
                <w:szCs w:val="18"/>
              </w:rPr>
              <w:t xml:space="preserve"> przesunięcie </w:t>
            </w:r>
            <w:r w:rsidR="00B51F41">
              <w:rPr>
                <w:rFonts w:ascii="Arial" w:hAnsi="Arial" w:cs="Arial"/>
                <w:sz w:val="18"/>
                <w:szCs w:val="18"/>
              </w:rPr>
              <w:t xml:space="preserve">Zadania </w:t>
            </w:r>
            <w:r w:rsidR="00383FCD">
              <w:rPr>
                <w:rFonts w:ascii="Arial" w:hAnsi="Arial" w:cs="Arial"/>
                <w:sz w:val="18"/>
                <w:szCs w:val="18"/>
              </w:rPr>
              <w:t>uruchomieni</w:t>
            </w:r>
            <w:r w:rsidR="00B51F41">
              <w:rPr>
                <w:rFonts w:ascii="Arial" w:hAnsi="Arial" w:cs="Arial"/>
                <w:sz w:val="18"/>
                <w:szCs w:val="18"/>
              </w:rPr>
              <w:t>e</w:t>
            </w:r>
            <w:r w:rsidR="00435059">
              <w:rPr>
                <w:rFonts w:ascii="Arial" w:hAnsi="Arial" w:cs="Arial"/>
                <w:sz w:val="18"/>
                <w:szCs w:val="18"/>
              </w:rPr>
              <w:t xml:space="preserve"> portalu na 17.12.2020</w:t>
            </w:r>
            <w:r w:rsidR="009E5FB4">
              <w:rPr>
                <w:rFonts w:ascii="Arial" w:hAnsi="Arial" w:cs="Arial"/>
                <w:sz w:val="18"/>
                <w:szCs w:val="18"/>
              </w:rPr>
              <w:t>. Podpisanie aneksu przedłużającego projekt.</w:t>
            </w:r>
          </w:p>
          <w:p w14:paraId="7C797BE6" w14:textId="5808D6E5" w:rsidR="00435059" w:rsidRPr="00B02B1B" w:rsidRDefault="008138ED" w:rsidP="009E5FB4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</w:t>
            </w:r>
            <w:r w:rsidR="002860E1">
              <w:rPr>
                <w:rFonts w:ascii="Arial" w:hAnsi="Arial" w:cs="Arial"/>
                <w:sz w:val="18"/>
                <w:szCs w:val="18"/>
              </w:rPr>
              <w:t xml:space="preserve"> Podpisano aneks z CPPC 2.12.2020 r. przedłużający projekt oraz KM 3 miesiące.</w:t>
            </w:r>
            <w:r w:rsidR="009E5FB4">
              <w:rPr>
                <w:rFonts w:ascii="Arial" w:hAnsi="Arial" w:cs="Arial"/>
                <w:sz w:val="18"/>
                <w:szCs w:val="18"/>
              </w:rPr>
              <w:t xml:space="preserve"> Ryzyko zamknięte.</w:t>
            </w:r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779E95AF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Niechęć do współpracy klu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czowych interesariuszy projektu</w:t>
            </w:r>
          </w:p>
        </w:tc>
        <w:tc>
          <w:tcPr>
            <w:tcW w:w="1418" w:type="dxa"/>
          </w:tcPr>
          <w:p w14:paraId="231BECE5" w14:textId="53B4B102" w:rsidR="001E64F8" w:rsidRPr="001E64F8" w:rsidRDefault="009E5FB4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015BDFFE" w14:textId="32E8262B" w:rsidR="001E64F8" w:rsidRPr="001E64F8" w:rsidRDefault="009E5FB4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5F27BC4E" w14:textId="19893B16" w:rsidR="001E64F8" w:rsidRDefault="008138E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Uświadomienie podmiotom korzyści płynących z wdrożenia rozwiązania i korzystania z produktów projektu; wprowadzenie stosownych zmian legislacyjnych jako narzędzia wymuszającego na podmiotach posiadających zasoby do umieszczania ich na wspólnej infrastrukturze i udostępniania poprzez stworzoną platformę; stosowna modyfikacja kryteriów naboru przez CPPC; korzystne warunki przechowywania zasobów na wspólnej infrastrukturze i automatyczne udostępnianie wszystkiego co się na niej znajdzie poprzez stworzoną platformę</w:t>
            </w:r>
            <w:r w:rsidR="008D358F">
              <w:rPr>
                <w:rFonts w:ascii="Arial" w:hAnsi="Arial" w:cs="Arial"/>
                <w:color w:val="000000"/>
                <w:sz w:val="18"/>
                <w:szCs w:val="18"/>
              </w:rPr>
              <w:t>. Wewnętrzne analizy możliwych działań komunikacyjnych, które mogłyby pozytywnie wpłynąć na zainteresowanie Projektem;</w:t>
            </w:r>
          </w:p>
          <w:p w14:paraId="2DCCEAD2" w14:textId="7FF7C74E" w:rsidR="00C11930" w:rsidRDefault="008138ED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C11930"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Spodziewanym efektem jest uświadomienie interesariuszom korzyści płynących z dostarczonego rozwiązania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informatycznego, zwiększając tym samym grono odbiorców projektu, przez co będzie się systematycznie powiększało repozytorium prezentowanych zasobów.</w:t>
            </w:r>
          </w:p>
          <w:p w14:paraId="3CACBBBC" w14:textId="5A4AF4DF" w:rsidR="00C816CF" w:rsidRPr="001E64F8" w:rsidRDefault="008138ED" w:rsidP="009E5FB4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9E5FB4">
              <w:rPr>
                <w:rFonts w:ascii="Arial" w:hAnsi="Arial" w:cs="Arial"/>
                <w:color w:val="000000"/>
                <w:sz w:val="18"/>
                <w:szCs w:val="18"/>
              </w:rPr>
              <w:t>Ryzyko zamknięte. Podpisujemy umowy o współpracy z interesariuszami.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53223D98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zainteresowania i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współpracy ze strony jednostek nauki i kultury</w:t>
            </w:r>
          </w:p>
        </w:tc>
        <w:tc>
          <w:tcPr>
            <w:tcW w:w="1418" w:type="dxa"/>
          </w:tcPr>
          <w:p w14:paraId="21AEAA20" w14:textId="4C82F973" w:rsidR="001E64F8" w:rsidRPr="001E64F8" w:rsidRDefault="009E5FB4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44C151BC" w14:textId="621D8A24" w:rsidR="001E64F8" w:rsidRPr="001E64F8" w:rsidRDefault="009E5FB4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Zamknięte</w:t>
            </w:r>
          </w:p>
        </w:tc>
        <w:tc>
          <w:tcPr>
            <w:tcW w:w="3686" w:type="dxa"/>
          </w:tcPr>
          <w:p w14:paraId="7CDA6D9B" w14:textId="16CF51D8" w:rsidR="001E64F8" w:rsidRDefault="008138ED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Rozpoczęcie działań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informacyjnych we wstępnej fazie projektu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6AC4DE7" w14:textId="3321E92D" w:rsidR="003B1BCE" w:rsidRDefault="008138ED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W efekcie doprowadzono do spotkań z przedstawicielami jednostek kultury i nauki, uruchomiono też stronę www projektu. Dzięki temu zwiększono zainteresowanie projektem i chęcią skorzystania z jego rezultatów.</w:t>
            </w:r>
          </w:p>
          <w:p w14:paraId="47697768" w14:textId="1E7C0DDA" w:rsidR="003B1BCE" w:rsidRPr="001E64F8" w:rsidRDefault="008138ED" w:rsidP="009E5FB4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Zmiana: </w:t>
            </w:r>
            <w:r w:rsidR="009E5FB4">
              <w:rPr>
                <w:rFonts w:ascii="Arial" w:hAnsi="Arial" w:cs="Arial"/>
                <w:color w:val="000000"/>
                <w:sz w:val="18"/>
                <w:szCs w:val="18"/>
              </w:rPr>
              <w:t>Ryzyko zamknięte. Jednostki same zgłaszają się do współpracy z kronik@.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B356B5C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4A8EB948" w:rsidR="001E64F8" w:rsidRPr="001E64F8" w:rsidRDefault="009E5FB4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00C7ACFF" w14:textId="6948B947" w:rsidR="001E64F8" w:rsidRPr="001E64F8" w:rsidRDefault="009E5FB4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7F2DF367" w14:textId="1BA3A544" w:rsidR="001E64F8" w:rsidRDefault="008138ED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standardów; ścisła współpraca z centrami kompetencji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; włączenie do prac specjalisty/zespołu ekspertów w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tym obszarze</w:t>
            </w:r>
            <w:r w:rsidR="001E64F8"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C1F2BCA" w14:textId="4193F358" w:rsidR="003B1BCE" w:rsidRDefault="000D097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Opracowano uniwersalny standard metadanych w ścisłej współpracy (pozytywne zaopiniowanie projektu standardu) przez wszystkie wskazane centra kompetencji z obszaru nauki i kultury. Zaprezentowano standard publicznie podczas konferencji Digital </w:t>
            </w:r>
            <w:proofErr w:type="spellStart"/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Cultures</w:t>
            </w:r>
            <w:proofErr w:type="spellEnd"/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7446584" w14:textId="0ADFEF0F" w:rsidR="00C816CF" w:rsidRPr="001E64F8" w:rsidRDefault="000D0978" w:rsidP="009E5FB4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9E5FB4">
              <w:rPr>
                <w:rFonts w:ascii="Arial" w:hAnsi="Arial" w:cs="Arial"/>
                <w:color w:val="000000"/>
                <w:sz w:val="18"/>
                <w:szCs w:val="18"/>
              </w:rPr>
              <w:t>Ryzyko zamknięte. Opracowany standard metadanych.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9ADE4F0" w14:textId="77777777" w:rsidR="0096047B" w:rsidRDefault="000D0978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>Kontakty z potencjalnymi wykonawcami i rozpowszechnianie informacji dot. ogłoszenia postępowania; wsparcie eksperta merytorycznego ds. pr</w:t>
            </w:r>
            <w:r w:rsidR="0096047B">
              <w:rPr>
                <w:rFonts w:ascii="Arial" w:hAnsi="Arial" w:cs="Arial"/>
                <w:color w:val="000000"/>
                <w:sz w:val="18"/>
                <w:szCs w:val="18"/>
              </w:rPr>
              <w:t>zedmiotu zamówienia.</w:t>
            </w:r>
          </w:p>
          <w:p w14:paraId="0CD9FEDB" w14:textId="539B450A" w:rsidR="00295A93" w:rsidRDefault="0096047B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t>Planowanie odpowiednich rezerw czasowych dla postępowań przetargowych. Opracowywanie dokumentacji przetargowych, które minimalizować będą liczbę protestów i odwołań.</w:t>
            </w:r>
          </w:p>
          <w:p w14:paraId="5E7DE311" w14:textId="506EC0BE" w:rsidR="00C816CF" w:rsidRPr="001E64F8" w:rsidRDefault="0096047B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4DFEDB86" w:rsidR="00295A93" w:rsidRPr="001E64F8" w:rsidRDefault="0078315A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580D3841" w14:textId="5A42C21A" w:rsidR="00295A93" w:rsidRPr="001E64F8" w:rsidRDefault="0078315A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50F0529A" w14:textId="464F41A0" w:rsidR="00295A93" w:rsidRDefault="0096047B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  <w:p w14:paraId="3C4EB8ED" w14:textId="19F60A6E" w:rsidR="00D3271E" w:rsidRDefault="0096047B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W efekcie przygotowanych precyzyjnych zapisów wybrano dostawcę usług w postaci doradcy techni</w:t>
            </w:r>
            <w:r w:rsidR="00C722DB">
              <w:rPr>
                <w:rFonts w:ascii="Arial" w:hAnsi="Arial" w:cs="Arial"/>
                <w:color w:val="000000"/>
                <w:sz w:val="18"/>
                <w:szCs w:val="18"/>
              </w:rPr>
              <w:t>cznego. Wdrożono mechanizmy precyzyjnego monitorowania prac. Status wykonania umowy jest omawiany na bieżąco podczas cotygodniowych statusów</w:t>
            </w:r>
          </w:p>
          <w:p w14:paraId="0E33ED48" w14:textId="6D39EC40" w:rsidR="00C816CF" w:rsidRPr="001E64F8" w:rsidRDefault="0096047B" w:rsidP="0078315A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78315A">
              <w:rPr>
                <w:rFonts w:ascii="Arial" w:hAnsi="Arial" w:cs="Arial"/>
                <w:color w:val="000000"/>
                <w:sz w:val="18"/>
                <w:szCs w:val="18"/>
              </w:rPr>
              <w:t>Ryzyko zamknięte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Nieefektywna współpraca z Wykonawcami.</w:t>
            </w:r>
          </w:p>
        </w:tc>
        <w:tc>
          <w:tcPr>
            <w:tcW w:w="1418" w:type="dxa"/>
          </w:tcPr>
          <w:p w14:paraId="3613FE06" w14:textId="6B2EB0DA" w:rsidR="001E64F8" w:rsidRPr="001E64F8" w:rsidRDefault="0078315A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Zamknięte</w:t>
            </w:r>
          </w:p>
        </w:tc>
        <w:tc>
          <w:tcPr>
            <w:tcW w:w="2126" w:type="dxa"/>
          </w:tcPr>
          <w:p w14:paraId="0F592315" w14:textId="77777777" w:rsidR="006A23D7" w:rsidRDefault="006A23D7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85B0A9F" w14:textId="0D673C37" w:rsidR="001E64F8" w:rsidRPr="00295A93" w:rsidRDefault="0078315A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Zamknięte</w:t>
            </w:r>
          </w:p>
        </w:tc>
        <w:tc>
          <w:tcPr>
            <w:tcW w:w="3686" w:type="dxa"/>
          </w:tcPr>
          <w:p w14:paraId="4AF4C520" w14:textId="5D9F607C" w:rsidR="00295A93" w:rsidRDefault="0096047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>
              <w:rPr>
                <w:rFonts w:ascii="Arial" w:hAnsi="Arial" w:cs="Arial"/>
                <w:color w:val="000000"/>
                <w:sz w:val="18"/>
                <w:szCs w:val="18"/>
              </w:rPr>
              <w:t xml:space="preserve">Dostawcy usług: prowadzenie dialogu technicznego przed uruchomieniem procedury przetargowej, precyzyjne </w:t>
            </w:r>
            <w:r w:rsidR="00295A9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definiowanie dokumentacji OPZ, SIWZ i umów.</w:t>
            </w:r>
          </w:p>
          <w:p w14:paraId="3B364703" w14:textId="17F9C10E" w:rsidR="003B1BCE" w:rsidRDefault="0096047B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Efekty: </w:t>
            </w:r>
            <w:r w:rsidR="006E6B0E">
              <w:rPr>
                <w:rFonts w:ascii="Arial" w:hAnsi="Arial" w:cs="Arial"/>
                <w:sz w:val="18"/>
                <w:szCs w:val="18"/>
              </w:rPr>
              <w:t>Zapewnienie mechanizmów bieżącego raportowania statusu prac i ryzyk przez wykonawcę.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50C3B">
              <w:rPr>
                <w:rFonts w:ascii="Arial" w:hAnsi="Arial" w:cs="Arial"/>
                <w:sz w:val="18"/>
                <w:szCs w:val="18"/>
              </w:rPr>
              <w:t xml:space="preserve">W efekcie skutecznie wyłoniono dostawcę usługi </w:t>
            </w:r>
            <w:r w:rsidR="00C816CF">
              <w:rPr>
                <w:rFonts w:ascii="Arial" w:hAnsi="Arial" w:cs="Arial"/>
                <w:sz w:val="18"/>
                <w:szCs w:val="18"/>
              </w:rPr>
              <w:t xml:space="preserve">wsparcia technicznego projektu. </w:t>
            </w:r>
          </w:p>
          <w:p w14:paraId="3249508F" w14:textId="0797F5A7" w:rsidR="00C816CF" w:rsidRPr="001E64F8" w:rsidRDefault="0096047B" w:rsidP="0078315A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Zmiana: </w:t>
            </w:r>
            <w:r w:rsidR="0078315A">
              <w:rPr>
                <w:rFonts w:ascii="Arial" w:hAnsi="Arial" w:cs="Arial"/>
                <w:color w:val="000000"/>
                <w:sz w:val="18"/>
                <w:szCs w:val="18"/>
              </w:rPr>
              <w:t>Ryzyko zamknięte</w:t>
            </w:r>
          </w:p>
        </w:tc>
      </w:tr>
    </w:tbl>
    <w:p w14:paraId="1C741DB1" w14:textId="7391FAD2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411"/>
      </w:tblGrid>
      <w:tr w:rsidR="0091332C" w:rsidRPr="00ED63FB" w14:paraId="54ED5815" w14:textId="77777777" w:rsidTr="0069241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5DDF2723" w14:textId="2999CF76" w:rsidR="0091332C" w:rsidRPr="00ED63FB" w:rsidRDefault="00A20EC8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ED63FB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95A93" w:rsidRPr="00295A93" w14:paraId="78C485EC" w14:textId="77777777" w:rsidTr="0069241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C60723" w14:textId="77777777" w:rsidR="00AA2C57" w:rsidRDefault="00AA2C57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295A93"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ntencyjnych z interesariuszami.</w:t>
            </w:r>
          </w:p>
          <w:p w14:paraId="43C59822" w14:textId="77777777" w:rsidR="00295A93" w:rsidRDefault="00AA2C57" w:rsidP="00AA2C5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Efekty: </w:t>
            </w:r>
            <w:r w:rsidR="00295A93" w:rsidRPr="00295A93">
              <w:rPr>
                <w:rFonts w:ascii="Arial" w:hAnsi="Arial" w:cs="Arial"/>
                <w:color w:val="000000"/>
                <w:sz w:val="18"/>
                <w:szCs w:val="18"/>
              </w:rPr>
              <w:t>określenie zakresu programu, wskazując na obszary pozostające w gestii dotychczasowych beneficjentów, wynikające z podpisanych listów intencyjnych. Działania informacyjno-promocyjne.</w:t>
            </w:r>
          </w:p>
          <w:p w14:paraId="06EACCEE" w14:textId="54792EF8" w:rsidR="00AA2C57" w:rsidRPr="00295A93" w:rsidRDefault="00AA2C57" w:rsidP="00AA2C57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  <w:tr w:rsidR="0091332C" w:rsidRPr="00ED63FB" w14:paraId="3ADDAB6F" w14:textId="77777777" w:rsidTr="00692415">
        <w:trPr>
          <w:trHeight w:val="724"/>
        </w:trPr>
        <w:tc>
          <w:tcPr>
            <w:tcW w:w="3261" w:type="dxa"/>
            <w:shd w:val="clear" w:color="auto" w:fill="auto"/>
          </w:tcPr>
          <w:p w14:paraId="634DC368" w14:textId="4A0CB8D5" w:rsidR="00C34B98" w:rsidRPr="00ED63FB" w:rsidRDefault="00790781" w:rsidP="006E6B0E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411" w:type="dxa"/>
            <w:shd w:val="clear" w:color="auto" w:fill="FFFFFF"/>
          </w:tcPr>
          <w:p w14:paraId="13D20FC9" w14:textId="77777777" w:rsidR="00C34B98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Działanie: </w:t>
            </w:r>
            <w:r w:rsidR="00965521"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965521"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E783364" w14:textId="77777777" w:rsidR="00AA2C57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Efekty: zaplanowano środki na utrzymanie projektu</w:t>
            </w:r>
          </w:p>
          <w:p w14:paraId="309763D5" w14:textId="7E317E53" w:rsidR="00AA2C57" w:rsidRPr="00ED63FB" w:rsidRDefault="00AA2C57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Zmiana: Nie nastąpiła zmiana ryzyka w stosunku do poprzedniego okresu sprawozdawczego.</w:t>
            </w:r>
          </w:p>
        </w:tc>
      </w:tr>
    </w:tbl>
    <w:p w14:paraId="39B1851A" w14:textId="74586542" w:rsidR="009A669B" w:rsidRPr="00805178" w:rsidRDefault="009A669B" w:rsidP="004C797F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069EFC" w14:textId="6A8B7095" w:rsidR="0091332C" w:rsidRPr="00ED63FB" w:rsidRDefault="009A669B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A0E0555" w14:textId="02634A7E" w:rsidR="00BB059E" w:rsidRPr="00ED63FB" w:rsidRDefault="00BB059E" w:rsidP="004C797F">
      <w:pPr>
        <w:pStyle w:val="Akapitzlist"/>
        <w:numPr>
          <w:ilvl w:val="0"/>
          <w:numId w:val="33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1578E5">
        <w:rPr>
          <w:rFonts w:ascii="Arial" w:hAnsi="Arial" w:cs="Arial"/>
          <w:sz w:val="24"/>
          <w:szCs w:val="24"/>
        </w:rPr>
        <w:t>Kamila Pendyk</w:t>
      </w:r>
      <w:r w:rsidR="00281B0C" w:rsidRPr="00C478F4">
        <w:rPr>
          <w:rFonts w:ascii="Arial" w:hAnsi="Arial" w:cs="Arial"/>
          <w:sz w:val="24"/>
          <w:szCs w:val="24"/>
        </w:rPr>
        <w:t xml:space="preserve">, </w:t>
      </w:r>
      <w:r w:rsidR="00237311" w:rsidRPr="00C478F4">
        <w:rPr>
          <w:rFonts w:ascii="Arial" w:hAnsi="Arial" w:cs="Arial"/>
          <w:sz w:val="24"/>
          <w:szCs w:val="24"/>
        </w:rPr>
        <w:t xml:space="preserve">DZD </w:t>
      </w:r>
      <w:r w:rsidR="00281B0C" w:rsidRPr="00C478F4">
        <w:rPr>
          <w:rFonts w:ascii="Arial" w:hAnsi="Arial" w:cs="Arial"/>
          <w:sz w:val="24"/>
          <w:szCs w:val="24"/>
        </w:rPr>
        <w:t xml:space="preserve">– </w:t>
      </w:r>
      <w:hyperlink r:id="rId8" w:history="1">
        <w:r w:rsidR="001578E5" w:rsidRPr="00185AED">
          <w:rPr>
            <w:rStyle w:val="Hipercze"/>
            <w:rFonts w:ascii="Arial" w:hAnsi="Arial" w:cs="Arial"/>
            <w:sz w:val="24"/>
            <w:szCs w:val="24"/>
          </w:rPr>
          <w:t>Kamila.Pendyk@mc.gov.pl</w:t>
        </w:r>
      </w:hyperlink>
      <w:r w:rsidR="00281B0C">
        <w:rPr>
          <w:rFonts w:ascii="Arial" w:hAnsi="Arial" w:cs="Arial"/>
          <w:b/>
          <w:sz w:val="24"/>
          <w:szCs w:val="24"/>
        </w:rPr>
        <w:t xml:space="preserve"> </w:t>
      </w:r>
    </w:p>
    <w:sectPr w:rsidR="00BB059E" w:rsidRPr="00ED63F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39CC07" w14:textId="77777777" w:rsidR="004D18CD" w:rsidRDefault="004D18CD" w:rsidP="00BB2420">
      <w:pPr>
        <w:spacing w:after="0" w:line="240" w:lineRule="auto"/>
      </w:pPr>
      <w:r>
        <w:separator/>
      </w:r>
    </w:p>
  </w:endnote>
  <w:endnote w:type="continuationSeparator" w:id="0">
    <w:p w14:paraId="187A7019" w14:textId="77777777" w:rsidR="004D18CD" w:rsidRDefault="004D18C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30E9D6A1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791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375EE">
              <w:rPr>
                <w:b/>
                <w:bCs/>
                <w:noProof/>
              </w:rPr>
              <w:t>10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C0771E" w14:textId="77777777" w:rsidR="004D18CD" w:rsidRDefault="004D18CD" w:rsidP="00BB2420">
      <w:pPr>
        <w:spacing w:after="0" w:line="240" w:lineRule="auto"/>
      </w:pPr>
      <w:r>
        <w:separator/>
      </w:r>
    </w:p>
  </w:footnote>
  <w:footnote w:type="continuationSeparator" w:id="0">
    <w:p w14:paraId="705F9ACB" w14:textId="77777777" w:rsidR="004D18CD" w:rsidRDefault="004D18CD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28D"/>
    <w:multiLevelType w:val="hybridMultilevel"/>
    <w:tmpl w:val="53FC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4612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9D65784"/>
    <w:multiLevelType w:val="hybridMultilevel"/>
    <w:tmpl w:val="645A6B3E"/>
    <w:lvl w:ilvl="0" w:tplc="8DEC28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2"/>
  </w:num>
  <w:num w:numId="4">
    <w:abstractNumId w:val="14"/>
  </w:num>
  <w:num w:numId="5">
    <w:abstractNumId w:val="28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5"/>
  </w:num>
  <w:num w:numId="13">
    <w:abstractNumId w:val="21"/>
  </w:num>
  <w:num w:numId="14">
    <w:abstractNumId w:val="3"/>
  </w:num>
  <w:num w:numId="15">
    <w:abstractNumId w:val="29"/>
  </w:num>
  <w:num w:numId="16">
    <w:abstractNumId w:val="12"/>
  </w:num>
  <w:num w:numId="17">
    <w:abstractNumId w:val="19"/>
  </w:num>
  <w:num w:numId="18">
    <w:abstractNumId w:val="16"/>
  </w:num>
  <w:num w:numId="19">
    <w:abstractNumId w:val="13"/>
  </w:num>
  <w:num w:numId="20">
    <w:abstractNumId w:val="30"/>
  </w:num>
  <w:num w:numId="21">
    <w:abstractNumId w:val="27"/>
  </w:num>
  <w:num w:numId="22">
    <w:abstractNumId w:val="8"/>
  </w:num>
  <w:num w:numId="23">
    <w:abstractNumId w:val="26"/>
  </w:num>
  <w:num w:numId="24">
    <w:abstractNumId w:val="0"/>
  </w:num>
  <w:num w:numId="25">
    <w:abstractNumId w:val="24"/>
  </w:num>
  <w:num w:numId="26">
    <w:abstractNumId w:val="23"/>
  </w:num>
  <w:num w:numId="27">
    <w:abstractNumId w:val="18"/>
  </w:num>
  <w:num w:numId="28">
    <w:abstractNumId w:val="17"/>
  </w:num>
  <w:num w:numId="29">
    <w:abstractNumId w:val="5"/>
  </w:num>
  <w:num w:numId="30">
    <w:abstractNumId w:val="15"/>
  </w:num>
  <w:num w:numId="31">
    <w:abstractNumId w:val="2"/>
  </w:num>
  <w:num w:numId="32">
    <w:abstractNumId w:val="11"/>
  </w:num>
  <w:num w:numId="33">
    <w:abstractNumId w:val="31"/>
  </w:num>
  <w:num w:numId="3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0108"/>
    <w:rsid w:val="00014792"/>
    <w:rsid w:val="00014E72"/>
    <w:rsid w:val="00016907"/>
    <w:rsid w:val="00017727"/>
    <w:rsid w:val="00021588"/>
    <w:rsid w:val="0002556F"/>
    <w:rsid w:val="00026D1D"/>
    <w:rsid w:val="00027D5D"/>
    <w:rsid w:val="000317FB"/>
    <w:rsid w:val="000375EE"/>
    <w:rsid w:val="00043DD9"/>
    <w:rsid w:val="00044D68"/>
    <w:rsid w:val="00047D9D"/>
    <w:rsid w:val="00052BAC"/>
    <w:rsid w:val="0007045A"/>
    <w:rsid w:val="00070663"/>
    <w:rsid w:val="00070D57"/>
    <w:rsid w:val="00071D18"/>
    <w:rsid w:val="000736A0"/>
    <w:rsid w:val="00076673"/>
    <w:rsid w:val="00084E5B"/>
    <w:rsid w:val="00087231"/>
    <w:rsid w:val="00087372"/>
    <w:rsid w:val="000921EB"/>
    <w:rsid w:val="00095944"/>
    <w:rsid w:val="00096C84"/>
    <w:rsid w:val="0009785E"/>
    <w:rsid w:val="000A1DFB"/>
    <w:rsid w:val="000A2F32"/>
    <w:rsid w:val="000A3938"/>
    <w:rsid w:val="000A6880"/>
    <w:rsid w:val="000B2813"/>
    <w:rsid w:val="000B3E49"/>
    <w:rsid w:val="000C55C2"/>
    <w:rsid w:val="000C65FB"/>
    <w:rsid w:val="000C694B"/>
    <w:rsid w:val="000D0978"/>
    <w:rsid w:val="000D5345"/>
    <w:rsid w:val="000E0060"/>
    <w:rsid w:val="000E1828"/>
    <w:rsid w:val="000E4BF8"/>
    <w:rsid w:val="000F20A9"/>
    <w:rsid w:val="000F307B"/>
    <w:rsid w:val="000F30B9"/>
    <w:rsid w:val="000F6ACE"/>
    <w:rsid w:val="00100565"/>
    <w:rsid w:val="0011693F"/>
    <w:rsid w:val="00117AAF"/>
    <w:rsid w:val="00122388"/>
    <w:rsid w:val="00124C3D"/>
    <w:rsid w:val="00124E75"/>
    <w:rsid w:val="00134CBD"/>
    <w:rsid w:val="00141A92"/>
    <w:rsid w:val="00143A09"/>
    <w:rsid w:val="00145E84"/>
    <w:rsid w:val="0015102C"/>
    <w:rsid w:val="00155A55"/>
    <w:rsid w:val="001578E5"/>
    <w:rsid w:val="00163076"/>
    <w:rsid w:val="00176590"/>
    <w:rsid w:val="00176FBB"/>
    <w:rsid w:val="00180F1F"/>
    <w:rsid w:val="00181E97"/>
    <w:rsid w:val="00182A08"/>
    <w:rsid w:val="00183848"/>
    <w:rsid w:val="001841BF"/>
    <w:rsid w:val="001A2EF2"/>
    <w:rsid w:val="001A4BB1"/>
    <w:rsid w:val="001C2D74"/>
    <w:rsid w:val="001C7FAC"/>
    <w:rsid w:val="001D1A4F"/>
    <w:rsid w:val="001D58CC"/>
    <w:rsid w:val="001E08D1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088D"/>
    <w:rsid w:val="0020330A"/>
    <w:rsid w:val="00214400"/>
    <w:rsid w:val="0021617E"/>
    <w:rsid w:val="00223653"/>
    <w:rsid w:val="0022635B"/>
    <w:rsid w:val="00231D53"/>
    <w:rsid w:val="00237279"/>
    <w:rsid w:val="00237311"/>
    <w:rsid w:val="00240D69"/>
    <w:rsid w:val="00241B5E"/>
    <w:rsid w:val="0024679D"/>
    <w:rsid w:val="00252087"/>
    <w:rsid w:val="002539D3"/>
    <w:rsid w:val="002553C7"/>
    <w:rsid w:val="0026061E"/>
    <w:rsid w:val="00263FB4"/>
    <w:rsid w:val="00276C00"/>
    <w:rsid w:val="00277819"/>
    <w:rsid w:val="00281B0C"/>
    <w:rsid w:val="002860E1"/>
    <w:rsid w:val="0029516E"/>
    <w:rsid w:val="00295A93"/>
    <w:rsid w:val="0029794F"/>
    <w:rsid w:val="002A3C02"/>
    <w:rsid w:val="002A5452"/>
    <w:rsid w:val="002A6E32"/>
    <w:rsid w:val="002A7429"/>
    <w:rsid w:val="002A78E2"/>
    <w:rsid w:val="002B0FB4"/>
    <w:rsid w:val="002B1181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2711"/>
    <w:rsid w:val="0030196F"/>
    <w:rsid w:val="00302775"/>
    <w:rsid w:val="00304D04"/>
    <w:rsid w:val="00310D8E"/>
    <w:rsid w:val="0031461A"/>
    <w:rsid w:val="00317794"/>
    <w:rsid w:val="003221F2"/>
    <w:rsid w:val="00322614"/>
    <w:rsid w:val="00324CA6"/>
    <w:rsid w:val="00325E8B"/>
    <w:rsid w:val="00334A24"/>
    <w:rsid w:val="003355F5"/>
    <w:rsid w:val="003410FE"/>
    <w:rsid w:val="00346588"/>
    <w:rsid w:val="003508E7"/>
    <w:rsid w:val="00352859"/>
    <w:rsid w:val="00353A78"/>
    <w:rsid w:val="003542F1"/>
    <w:rsid w:val="00355CC0"/>
    <w:rsid w:val="00356A3E"/>
    <w:rsid w:val="003642B8"/>
    <w:rsid w:val="00382046"/>
    <w:rsid w:val="00383FCD"/>
    <w:rsid w:val="003A4115"/>
    <w:rsid w:val="003B069D"/>
    <w:rsid w:val="003B1BCE"/>
    <w:rsid w:val="003B4CF5"/>
    <w:rsid w:val="003B5B7A"/>
    <w:rsid w:val="003B6C15"/>
    <w:rsid w:val="003C4C40"/>
    <w:rsid w:val="003C7325"/>
    <w:rsid w:val="003D7DD0"/>
    <w:rsid w:val="003E3144"/>
    <w:rsid w:val="003E3AF4"/>
    <w:rsid w:val="003E4CBD"/>
    <w:rsid w:val="003E76D8"/>
    <w:rsid w:val="003F034E"/>
    <w:rsid w:val="003F065A"/>
    <w:rsid w:val="003F35D2"/>
    <w:rsid w:val="003F3B11"/>
    <w:rsid w:val="003F3FB5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25D8F"/>
    <w:rsid w:val="00432547"/>
    <w:rsid w:val="00435059"/>
    <w:rsid w:val="004350B8"/>
    <w:rsid w:val="00437228"/>
    <w:rsid w:val="004376B1"/>
    <w:rsid w:val="00441400"/>
    <w:rsid w:val="00441B00"/>
    <w:rsid w:val="00441F30"/>
    <w:rsid w:val="00444AAB"/>
    <w:rsid w:val="00450089"/>
    <w:rsid w:val="004700BA"/>
    <w:rsid w:val="00481AA1"/>
    <w:rsid w:val="00484F79"/>
    <w:rsid w:val="0048718F"/>
    <w:rsid w:val="0049261B"/>
    <w:rsid w:val="004A1403"/>
    <w:rsid w:val="004A6D15"/>
    <w:rsid w:val="004B064C"/>
    <w:rsid w:val="004B41A4"/>
    <w:rsid w:val="004C1D48"/>
    <w:rsid w:val="004C7018"/>
    <w:rsid w:val="004C797F"/>
    <w:rsid w:val="004D18CD"/>
    <w:rsid w:val="004D65CA"/>
    <w:rsid w:val="004E1D0C"/>
    <w:rsid w:val="004E43F9"/>
    <w:rsid w:val="004F3C81"/>
    <w:rsid w:val="004F4CA0"/>
    <w:rsid w:val="004F6E89"/>
    <w:rsid w:val="00505A44"/>
    <w:rsid w:val="005072F5"/>
    <w:rsid w:val="00517F12"/>
    <w:rsid w:val="0052102C"/>
    <w:rsid w:val="005214CC"/>
    <w:rsid w:val="00524E6C"/>
    <w:rsid w:val="00531624"/>
    <w:rsid w:val="005332D6"/>
    <w:rsid w:val="005332D7"/>
    <w:rsid w:val="00541E56"/>
    <w:rsid w:val="00542A9F"/>
    <w:rsid w:val="00544DFE"/>
    <w:rsid w:val="00545B87"/>
    <w:rsid w:val="00550E2F"/>
    <w:rsid w:val="005570B3"/>
    <w:rsid w:val="005723F7"/>
    <w:rsid w:val="005734CE"/>
    <w:rsid w:val="00577EF4"/>
    <w:rsid w:val="00583D36"/>
    <w:rsid w:val="005842E9"/>
    <w:rsid w:val="00585FA8"/>
    <w:rsid w:val="00586664"/>
    <w:rsid w:val="00593290"/>
    <w:rsid w:val="0059592A"/>
    <w:rsid w:val="0059694E"/>
    <w:rsid w:val="005A12F7"/>
    <w:rsid w:val="005A16A1"/>
    <w:rsid w:val="005A1B30"/>
    <w:rsid w:val="005A3C66"/>
    <w:rsid w:val="005A53AC"/>
    <w:rsid w:val="005B1A32"/>
    <w:rsid w:val="005B2483"/>
    <w:rsid w:val="005C0469"/>
    <w:rsid w:val="005C0A9F"/>
    <w:rsid w:val="005C2E96"/>
    <w:rsid w:val="005C303B"/>
    <w:rsid w:val="005C3660"/>
    <w:rsid w:val="005C54F9"/>
    <w:rsid w:val="005C6116"/>
    <w:rsid w:val="005C77BB"/>
    <w:rsid w:val="005D17CF"/>
    <w:rsid w:val="005D40C8"/>
    <w:rsid w:val="005D4839"/>
    <w:rsid w:val="005D5AAB"/>
    <w:rsid w:val="005D5EB7"/>
    <w:rsid w:val="005D6E12"/>
    <w:rsid w:val="005E0ED8"/>
    <w:rsid w:val="005E2CC8"/>
    <w:rsid w:val="005E38BD"/>
    <w:rsid w:val="005E475A"/>
    <w:rsid w:val="005E6ABD"/>
    <w:rsid w:val="005E6DDE"/>
    <w:rsid w:val="005F41FA"/>
    <w:rsid w:val="005F7770"/>
    <w:rsid w:val="00600AE4"/>
    <w:rsid w:val="0060233D"/>
    <w:rsid w:val="006054AA"/>
    <w:rsid w:val="0061448B"/>
    <w:rsid w:val="00615E68"/>
    <w:rsid w:val="0062054D"/>
    <w:rsid w:val="006334BF"/>
    <w:rsid w:val="00635A54"/>
    <w:rsid w:val="0064092A"/>
    <w:rsid w:val="006529B2"/>
    <w:rsid w:val="00652B9B"/>
    <w:rsid w:val="00661A62"/>
    <w:rsid w:val="00665A1A"/>
    <w:rsid w:val="006731D9"/>
    <w:rsid w:val="00681372"/>
    <w:rsid w:val="006822BC"/>
    <w:rsid w:val="006822BE"/>
    <w:rsid w:val="00691154"/>
    <w:rsid w:val="00692415"/>
    <w:rsid w:val="00695538"/>
    <w:rsid w:val="00695939"/>
    <w:rsid w:val="006A23D7"/>
    <w:rsid w:val="006A31AF"/>
    <w:rsid w:val="006A4609"/>
    <w:rsid w:val="006A51CD"/>
    <w:rsid w:val="006A60AA"/>
    <w:rsid w:val="006A792D"/>
    <w:rsid w:val="006B034F"/>
    <w:rsid w:val="006B091F"/>
    <w:rsid w:val="006B4261"/>
    <w:rsid w:val="006B5117"/>
    <w:rsid w:val="006C2E91"/>
    <w:rsid w:val="006E0CFA"/>
    <w:rsid w:val="006E3820"/>
    <w:rsid w:val="006E6205"/>
    <w:rsid w:val="006E6B0E"/>
    <w:rsid w:val="006F24B1"/>
    <w:rsid w:val="006F3013"/>
    <w:rsid w:val="006F4DEF"/>
    <w:rsid w:val="006F5CB8"/>
    <w:rsid w:val="00701800"/>
    <w:rsid w:val="00706C98"/>
    <w:rsid w:val="007133E0"/>
    <w:rsid w:val="00714463"/>
    <w:rsid w:val="00714EF3"/>
    <w:rsid w:val="007215AC"/>
    <w:rsid w:val="0072454C"/>
    <w:rsid w:val="00725708"/>
    <w:rsid w:val="00732D68"/>
    <w:rsid w:val="00732F4C"/>
    <w:rsid w:val="00737D79"/>
    <w:rsid w:val="00740A47"/>
    <w:rsid w:val="0074642D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315A"/>
    <w:rsid w:val="007846EB"/>
    <w:rsid w:val="00786B42"/>
    <w:rsid w:val="00790781"/>
    <w:rsid w:val="007924CE"/>
    <w:rsid w:val="00794F80"/>
    <w:rsid w:val="00795AFA"/>
    <w:rsid w:val="007A0EC1"/>
    <w:rsid w:val="007A30FA"/>
    <w:rsid w:val="007A4742"/>
    <w:rsid w:val="007A6D43"/>
    <w:rsid w:val="007A79AE"/>
    <w:rsid w:val="007B0251"/>
    <w:rsid w:val="007B29E5"/>
    <w:rsid w:val="007B459D"/>
    <w:rsid w:val="007B7647"/>
    <w:rsid w:val="007C118E"/>
    <w:rsid w:val="007C2F7E"/>
    <w:rsid w:val="007C3E58"/>
    <w:rsid w:val="007C6235"/>
    <w:rsid w:val="007C6432"/>
    <w:rsid w:val="007D1990"/>
    <w:rsid w:val="007D2616"/>
    <w:rsid w:val="007D2C34"/>
    <w:rsid w:val="007D38BD"/>
    <w:rsid w:val="007D3F21"/>
    <w:rsid w:val="007D5217"/>
    <w:rsid w:val="007D5834"/>
    <w:rsid w:val="007D5AE5"/>
    <w:rsid w:val="007E1E8E"/>
    <w:rsid w:val="007E257E"/>
    <w:rsid w:val="007E341A"/>
    <w:rsid w:val="007F126F"/>
    <w:rsid w:val="007F7C21"/>
    <w:rsid w:val="00806134"/>
    <w:rsid w:val="008138ED"/>
    <w:rsid w:val="00823F3B"/>
    <w:rsid w:val="008249A7"/>
    <w:rsid w:val="00830B70"/>
    <w:rsid w:val="00840749"/>
    <w:rsid w:val="0085384A"/>
    <w:rsid w:val="00853E17"/>
    <w:rsid w:val="00865128"/>
    <w:rsid w:val="008739C8"/>
    <w:rsid w:val="0087452F"/>
    <w:rsid w:val="00875528"/>
    <w:rsid w:val="00881FF4"/>
    <w:rsid w:val="00884686"/>
    <w:rsid w:val="00884FE3"/>
    <w:rsid w:val="008876D4"/>
    <w:rsid w:val="008A332F"/>
    <w:rsid w:val="008A52F6"/>
    <w:rsid w:val="008A7961"/>
    <w:rsid w:val="008B1658"/>
    <w:rsid w:val="008B1C9A"/>
    <w:rsid w:val="008C4BCD"/>
    <w:rsid w:val="008C6721"/>
    <w:rsid w:val="008D03D6"/>
    <w:rsid w:val="008D24C8"/>
    <w:rsid w:val="008D358F"/>
    <w:rsid w:val="008D3826"/>
    <w:rsid w:val="008D3D86"/>
    <w:rsid w:val="008D7D73"/>
    <w:rsid w:val="008E39F7"/>
    <w:rsid w:val="008F0B57"/>
    <w:rsid w:val="008F0F90"/>
    <w:rsid w:val="008F2D9B"/>
    <w:rsid w:val="008F3EA3"/>
    <w:rsid w:val="008F6B06"/>
    <w:rsid w:val="0090106B"/>
    <w:rsid w:val="00902883"/>
    <w:rsid w:val="00907F6D"/>
    <w:rsid w:val="00911190"/>
    <w:rsid w:val="0091332C"/>
    <w:rsid w:val="00916199"/>
    <w:rsid w:val="00916E83"/>
    <w:rsid w:val="009238F7"/>
    <w:rsid w:val="009256F2"/>
    <w:rsid w:val="00926B89"/>
    <w:rsid w:val="00933BEC"/>
    <w:rsid w:val="00936729"/>
    <w:rsid w:val="0093751F"/>
    <w:rsid w:val="009442B7"/>
    <w:rsid w:val="00947606"/>
    <w:rsid w:val="0095053D"/>
    <w:rsid w:val="00950601"/>
    <w:rsid w:val="0095183B"/>
    <w:rsid w:val="00952126"/>
    <w:rsid w:val="00952617"/>
    <w:rsid w:val="0096047B"/>
    <w:rsid w:val="00962C51"/>
    <w:rsid w:val="00965521"/>
    <w:rsid w:val="009663A6"/>
    <w:rsid w:val="00971A40"/>
    <w:rsid w:val="00976434"/>
    <w:rsid w:val="00976E05"/>
    <w:rsid w:val="00983437"/>
    <w:rsid w:val="00987ADC"/>
    <w:rsid w:val="00990795"/>
    <w:rsid w:val="00991FC9"/>
    <w:rsid w:val="00992EA3"/>
    <w:rsid w:val="009967CA"/>
    <w:rsid w:val="009A17FF"/>
    <w:rsid w:val="009A521B"/>
    <w:rsid w:val="009A669B"/>
    <w:rsid w:val="009A7214"/>
    <w:rsid w:val="009B4423"/>
    <w:rsid w:val="009B78E7"/>
    <w:rsid w:val="009C57A8"/>
    <w:rsid w:val="009C6140"/>
    <w:rsid w:val="009D2FA4"/>
    <w:rsid w:val="009D50CE"/>
    <w:rsid w:val="009D5B60"/>
    <w:rsid w:val="009D5D7E"/>
    <w:rsid w:val="009D7D8A"/>
    <w:rsid w:val="009E1B79"/>
    <w:rsid w:val="009E4C67"/>
    <w:rsid w:val="009E5FB4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20EC8"/>
    <w:rsid w:val="00A22AF9"/>
    <w:rsid w:val="00A23778"/>
    <w:rsid w:val="00A30847"/>
    <w:rsid w:val="00A36AE2"/>
    <w:rsid w:val="00A36CE1"/>
    <w:rsid w:val="00A43E49"/>
    <w:rsid w:val="00A44EA2"/>
    <w:rsid w:val="00A56D63"/>
    <w:rsid w:val="00A6543C"/>
    <w:rsid w:val="00A67685"/>
    <w:rsid w:val="00A728AE"/>
    <w:rsid w:val="00A76BA7"/>
    <w:rsid w:val="00A804AE"/>
    <w:rsid w:val="00A81282"/>
    <w:rsid w:val="00A81456"/>
    <w:rsid w:val="00A86449"/>
    <w:rsid w:val="00A87C1C"/>
    <w:rsid w:val="00AA2C57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B7828"/>
    <w:rsid w:val="00AC03FD"/>
    <w:rsid w:val="00AC460D"/>
    <w:rsid w:val="00AC7E26"/>
    <w:rsid w:val="00AD45BB"/>
    <w:rsid w:val="00AE1643"/>
    <w:rsid w:val="00AE3A6C"/>
    <w:rsid w:val="00AE6C5F"/>
    <w:rsid w:val="00AF09B8"/>
    <w:rsid w:val="00AF19B8"/>
    <w:rsid w:val="00AF567D"/>
    <w:rsid w:val="00B02B1B"/>
    <w:rsid w:val="00B03D2A"/>
    <w:rsid w:val="00B05AF4"/>
    <w:rsid w:val="00B15504"/>
    <w:rsid w:val="00B17709"/>
    <w:rsid w:val="00B24D63"/>
    <w:rsid w:val="00B401B8"/>
    <w:rsid w:val="00B410E2"/>
    <w:rsid w:val="00B41415"/>
    <w:rsid w:val="00B440C3"/>
    <w:rsid w:val="00B50560"/>
    <w:rsid w:val="00B51F41"/>
    <w:rsid w:val="00B548D3"/>
    <w:rsid w:val="00B64B3C"/>
    <w:rsid w:val="00B673C6"/>
    <w:rsid w:val="00B673FB"/>
    <w:rsid w:val="00B67B77"/>
    <w:rsid w:val="00B74859"/>
    <w:rsid w:val="00B87D3D"/>
    <w:rsid w:val="00B9117E"/>
    <w:rsid w:val="00B92013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15B"/>
    <w:rsid w:val="00BC76B4"/>
    <w:rsid w:val="00BD008C"/>
    <w:rsid w:val="00BE3685"/>
    <w:rsid w:val="00BE36AF"/>
    <w:rsid w:val="00BE47CD"/>
    <w:rsid w:val="00BE5BF9"/>
    <w:rsid w:val="00BE5E26"/>
    <w:rsid w:val="00BE72D2"/>
    <w:rsid w:val="00BF40D9"/>
    <w:rsid w:val="00C0077E"/>
    <w:rsid w:val="00C059A7"/>
    <w:rsid w:val="00C1106C"/>
    <w:rsid w:val="00C1123D"/>
    <w:rsid w:val="00C11930"/>
    <w:rsid w:val="00C12E4A"/>
    <w:rsid w:val="00C1699A"/>
    <w:rsid w:val="00C20479"/>
    <w:rsid w:val="00C20DA7"/>
    <w:rsid w:val="00C26361"/>
    <w:rsid w:val="00C302F1"/>
    <w:rsid w:val="00C309E4"/>
    <w:rsid w:val="00C32A29"/>
    <w:rsid w:val="00C34B98"/>
    <w:rsid w:val="00C42AEA"/>
    <w:rsid w:val="00C448CF"/>
    <w:rsid w:val="00C478F4"/>
    <w:rsid w:val="00C549DA"/>
    <w:rsid w:val="00C57985"/>
    <w:rsid w:val="00C66389"/>
    <w:rsid w:val="00C67466"/>
    <w:rsid w:val="00C6751B"/>
    <w:rsid w:val="00C722DB"/>
    <w:rsid w:val="00C74A50"/>
    <w:rsid w:val="00C75710"/>
    <w:rsid w:val="00C8165E"/>
    <w:rsid w:val="00C816CF"/>
    <w:rsid w:val="00C85353"/>
    <w:rsid w:val="00C86113"/>
    <w:rsid w:val="00C93E7E"/>
    <w:rsid w:val="00C9450D"/>
    <w:rsid w:val="00C95BE7"/>
    <w:rsid w:val="00CA288E"/>
    <w:rsid w:val="00CA516B"/>
    <w:rsid w:val="00CB588B"/>
    <w:rsid w:val="00CB5BE8"/>
    <w:rsid w:val="00CB6849"/>
    <w:rsid w:val="00CB734D"/>
    <w:rsid w:val="00CB7F17"/>
    <w:rsid w:val="00CC1A93"/>
    <w:rsid w:val="00CC7918"/>
    <w:rsid w:val="00CC7E21"/>
    <w:rsid w:val="00CE74F9"/>
    <w:rsid w:val="00CE7777"/>
    <w:rsid w:val="00CF0354"/>
    <w:rsid w:val="00CF2E64"/>
    <w:rsid w:val="00CF6F91"/>
    <w:rsid w:val="00CF746A"/>
    <w:rsid w:val="00D04EB9"/>
    <w:rsid w:val="00D11BF3"/>
    <w:rsid w:val="00D145A8"/>
    <w:rsid w:val="00D207C4"/>
    <w:rsid w:val="00D25CFE"/>
    <w:rsid w:val="00D30696"/>
    <w:rsid w:val="00D3271E"/>
    <w:rsid w:val="00D430D8"/>
    <w:rsid w:val="00D455D6"/>
    <w:rsid w:val="00D4607F"/>
    <w:rsid w:val="00D47AAB"/>
    <w:rsid w:val="00D47BE0"/>
    <w:rsid w:val="00D53F5E"/>
    <w:rsid w:val="00D57025"/>
    <w:rsid w:val="00D57765"/>
    <w:rsid w:val="00D6004E"/>
    <w:rsid w:val="00D64159"/>
    <w:rsid w:val="00D6672F"/>
    <w:rsid w:val="00D77EE8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190C"/>
    <w:rsid w:val="00DB5EBA"/>
    <w:rsid w:val="00DB69FD"/>
    <w:rsid w:val="00DC0A8A"/>
    <w:rsid w:val="00DC1705"/>
    <w:rsid w:val="00DC1F01"/>
    <w:rsid w:val="00DC222C"/>
    <w:rsid w:val="00DC39A9"/>
    <w:rsid w:val="00DC4C79"/>
    <w:rsid w:val="00DC5F8B"/>
    <w:rsid w:val="00DD3FA6"/>
    <w:rsid w:val="00DE0051"/>
    <w:rsid w:val="00DE16A9"/>
    <w:rsid w:val="00DE511A"/>
    <w:rsid w:val="00DE6249"/>
    <w:rsid w:val="00DE731D"/>
    <w:rsid w:val="00DF15BF"/>
    <w:rsid w:val="00DF7088"/>
    <w:rsid w:val="00DF785B"/>
    <w:rsid w:val="00E0076D"/>
    <w:rsid w:val="00E008E1"/>
    <w:rsid w:val="00E0601B"/>
    <w:rsid w:val="00E06201"/>
    <w:rsid w:val="00E10E91"/>
    <w:rsid w:val="00E11B44"/>
    <w:rsid w:val="00E126B9"/>
    <w:rsid w:val="00E137A2"/>
    <w:rsid w:val="00E156E6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4D9"/>
    <w:rsid w:val="00E42938"/>
    <w:rsid w:val="00E46692"/>
    <w:rsid w:val="00E47508"/>
    <w:rsid w:val="00E55EB0"/>
    <w:rsid w:val="00E5722E"/>
    <w:rsid w:val="00E57BB7"/>
    <w:rsid w:val="00E61CB0"/>
    <w:rsid w:val="00E7033E"/>
    <w:rsid w:val="00E71256"/>
    <w:rsid w:val="00E71BCF"/>
    <w:rsid w:val="00E731E5"/>
    <w:rsid w:val="00E77376"/>
    <w:rsid w:val="00E81D7C"/>
    <w:rsid w:val="00E8212A"/>
    <w:rsid w:val="00E83FA4"/>
    <w:rsid w:val="00E84ADF"/>
    <w:rsid w:val="00E86020"/>
    <w:rsid w:val="00E90552"/>
    <w:rsid w:val="00E9201D"/>
    <w:rsid w:val="00E977FB"/>
    <w:rsid w:val="00EA0B4F"/>
    <w:rsid w:val="00EB1670"/>
    <w:rsid w:val="00EB5D94"/>
    <w:rsid w:val="00EC1BB4"/>
    <w:rsid w:val="00EC2AFC"/>
    <w:rsid w:val="00EC6B6A"/>
    <w:rsid w:val="00ED1189"/>
    <w:rsid w:val="00ED1199"/>
    <w:rsid w:val="00ED63FB"/>
    <w:rsid w:val="00EF1986"/>
    <w:rsid w:val="00F00D9F"/>
    <w:rsid w:val="00F07601"/>
    <w:rsid w:val="00F11C18"/>
    <w:rsid w:val="00F138F7"/>
    <w:rsid w:val="00F1614F"/>
    <w:rsid w:val="00F2008A"/>
    <w:rsid w:val="00F21047"/>
    <w:rsid w:val="00F21890"/>
    <w:rsid w:val="00F21D9E"/>
    <w:rsid w:val="00F24FD5"/>
    <w:rsid w:val="00F25348"/>
    <w:rsid w:val="00F27B45"/>
    <w:rsid w:val="00F34047"/>
    <w:rsid w:val="00F379E9"/>
    <w:rsid w:val="00F41473"/>
    <w:rsid w:val="00F45506"/>
    <w:rsid w:val="00F5061D"/>
    <w:rsid w:val="00F50C3B"/>
    <w:rsid w:val="00F56957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90B64"/>
    <w:rsid w:val="00F93633"/>
    <w:rsid w:val="00FA238C"/>
    <w:rsid w:val="00FA2DF4"/>
    <w:rsid w:val="00FB176C"/>
    <w:rsid w:val="00FB20C6"/>
    <w:rsid w:val="00FB3056"/>
    <w:rsid w:val="00FB61D4"/>
    <w:rsid w:val="00FC3149"/>
    <w:rsid w:val="00FC3B03"/>
    <w:rsid w:val="00FC51BE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358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358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358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1D58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29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mila.Pendyk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19815-8D8A-4011-87CC-B3D55CB1B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1799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2021-03-24T12:17:00Z</dcterms:created>
  <dcterms:modified xsi:type="dcterms:W3CDTF">2021-04-13T11:51:00Z</dcterms:modified>
</cp:coreProperties>
</file>