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A14C1" w14:textId="77777777" w:rsidR="00A363B8" w:rsidRPr="00D50D80" w:rsidRDefault="000C64D7" w:rsidP="004633D0">
      <w:pPr>
        <w:rPr>
          <w:rFonts w:asciiTheme="minorHAnsi" w:hAnsiTheme="minorHAnsi" w:cstheme="minorHAnsi"/>
        </w:rPr>
      </w:pPr>
    </w:p>
    <w:p w14:paraId="14AAEE02" w14:textId="77777777" w:rsidR="000A71A0" w:rsidRPr="00D50D80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Pan</w:t>
      </w:r>
      <w:r w:rsidR="00395AC2" w:rsidRPr="00D50D80">
        <w:rPr>
          <w:rFonts w:asciiTheme="minorHAnsi" w:eastAsia="Calibri" w:hAnsiTheme="minorHAnsi" w:cstheme="minorHAnsi"/>
          <w:b/>
          <w:lang w:eastAsia="en-US"/>
        </w:rPr>
        <w:t>i</w:t>
      </w:r>
    </w:p>
    <w:p w14:paraId="7C79778C" w14:textId="77777777" w:rsidR="00395AC2" w:rsidRPr="00D50D80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5AEC383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Sekretarz Komitetu</w:t>
      </w:r>
    </w:p>
    <w:p w14:paraId="333631B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Rady Ministrów</w:t>
      </w:r>
    </w:p>
    <w:p w14:paraId="411ECE44" w14:textId="77777777" w:rsidR="000A71A0" w:rsidRPr="00D50D80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do spraw Cyfryzacji</w:t>
      </w:r>
    </w:p>
    <w:p w14:paraId="55DBDFCB" w14:textId="77777777" w:rsidR="000A71A0" w:rsidRPr="00D50D80" w:rsidRDefault="000C64D7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14:paraId="6F254775" w14:textId="77777777" w:rsidR="00636C3E" w:rsidRPr="00D50D80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D50D80">
        <w:rPr>
          <w:rFonts w:asciiTheme="minorHAnsi" w:eastAsia="Calibri" w:hAnsiTheme="minorHAnsi" w:cstheme="minorHAnsi"/>
          <w:i/>
          <w:lang w:eastAsia="en-US"/>
        </w:rPr>
        <w:t>Szanowna Pani Sekretarz,</w:t>
      </w:r>
      <w:bookmarkStart w:id="0" w:name="_GoBack"/>
      <w:bookmarkEnd w:id="0"/>
    </w:p>
    <w:p w14:paraId="0433561C" w14:textId="252E9724" w:rsidR="00AD0AD3" w:rsidRPr="00D50D80" w:rsidRDefault="00F63E64" w:rsidP="00395AC2">
      <w:pPr>
        <w:jc w:val="both"/>
        <w:rPr>
          <w:rFonts w:asciiTheme="minorHAnsi" w:hAnsiTheme="minorHAnsi" w:cstheme="minorHAnsi"/>
        </w:rPr>
      </w:pPr>
      <w:r w:rsidRPr="00D50D80">
        <w:rPr>
          <w:rFonts w:asciiTheme="minorHAnsi" w:hAnsiTheme="minorHAnsi" w:cstheme="minorHAnsi"/>
        </w:rPr>
        <w:t xml:space="preserve">w załączeniu przekazuję </w:t>
      </w:r>
      <w:r w:rsidR="00395AC2" w:rsidRPr="00D50D80">
        <w:rPr>
          <w:rFonts w:asciiTheme="minorHAnsi" w:hAnsiTheme="minorHAnsi" w:cstheme="minorHAnsi"/>
        </w:rPr>
        <w:t xml:space="preserve">raport </w:t>
      </w:r>
      <w:r w:rsidR="000F74BA">
        <w:rPr>
          <w:rFonts w:asciiTheme="minorHAnsi" w:hAnsiTheme="minorHAnsi" w:cstheme="minorHAnsi"/>
        </w:rPr>
        <w:t>za III kw. 2021 r. z postępu rzeczowo-finansowego</w:t>
      </w:r>
      <w:r w:rsidR="00395AC2" w:rsidRPr="00D50D80">
        <w:rPr>
          <w:rFonts w:asciiTheme="minorHAnsi" w:hAnsiTheme="minorHAnsi" w:cstheme="minorHAnsi"/>
        </w:rPr>
        <w:t xml:space="preserve"> z </w:t>
      </w:r>
      <w:r w:rsidR="00D50D80" w:rsidRPr="00D50D80">
        <w:rPr>
          <w:rFonts w:asciiTheme="minorHAnsi" w:hAnsiTheme="minorHAnsi" w:cstheme="minorHAnsi"/>
        </w:rPr>
        <w:t xml:space="preserve">realizacji projektu informatycznego </w:t>
      </w:r>
      <w:r w:rsidR="00CB5AAE" w:rsidRPr="00CB5AAE">
        <w:rPr>
          <w:rFonts w:asciiTheme="minorHAnsi" w:hAnsiTheme="minorHAnsi" w:cstheme="minorHAnsi"/>
        </w:rPr>
        <w:t>Budowa Punktu Informacyjnego ds. Telekomunikacji</w:t>
      </w:r>
      <w:r w:rsidR="001F291B">
        <w:rPr>
          <w:rFonts w:asciiTheme="minorHAnsi" w:hAnsiTheme="minorHAnsi" w:cstheme="minorHAnsi"/>
        </w:rPr>
        <w:t>, celem </w:t>
      </w:r>
      <w:r w:rsidR="00395AC2" w:rsidRPr="00D50D80">
        <w:rPr>
          <w:rFonts w:asciiTheme="minorHAnsi" w:hAnsiTheme="minorHAnsi" w:cstheme="minorHAnsi"/>
        </w:rPr>
        <w:t>przedłożenia Komitetowi Rady Ministrów do spraw Cyfryzacji.</w:t>
      </w:r>
    </w:p>
    <w:p w14:paraId="407B145D" w14:textId="77777777" w:rsidR="00395AC2" w:rsidRPr="00D50D80" w:rsidRDefault="00395AC2" w:rsidP="00395AC2">
      <w:pPr>
        <w:rPr>
          <w:rFonts w:asciiTheme="minorHAnsi" w:hAnsiTheme="minorHAnsi" w:cstheme="minorHAnsi"/>
        </w:rPr>
      </w:pPr>
    </w:p>
    <w:p w14:paraId="4CC9035C" w14:textId="210D44BC" w:rsidR="000A71A0" w:rsidRPr="00D50D80" w:rsidRDefault="000C64D7" w:rsidP="00D50D80">
      <w:pPr>
        <w:rPr>
          <w:rFonts w:asciiTheme="minorHAnsi" w:hAnsiTheme="minorHAnsi" w:cstheme="minorHAnsi"/>
          <w:i/>
          <w:iCs/>
        </w:rPr>
      </w:pPr>
    </w:p>
    <w:p w14:paraId="5692B683" w14:textId="1512ADC7" w:rsidR="000A71A0" w:rsidRDefault="00D50D8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D50D80">
        <w:rPr>
          <w:rFonts w:asciiTheme="minorHAnsi" w:hAnsiTheme="minorHAnsi" w:cstheme="minorHAnsi"/>
          <w:i/>
          <w:iCs/>
        </w:rPr>
        <w:t>Z poważaniem,</w:t>
      </w:r>
    </w:p>
    <w:p w14:paraId="1ECA688E" w14:textId="77777777" w:rsidR="001F291B" w:rsidRPr="00D50D80" w:rsidRDefault="001F291B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5570B47A" w14:textId="77777777" w:rsidR="000A71A0" w:rsidRPr="00D50D80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D50D80">
        <w:rPr>
          <w:rFonts w:asciiTheme="minorHAnsi" w:hAnsiTheme="minorHAnsi" w:cstheme="minorHAnsi"/>
          <w:b/>
          <w:bCs/>
        </w:rPr>
        <w:t>Janusz Cieszyński</w:t>
      </w:r>
    </w:p>
    <w:p w14:paraId="5FC893F2" w14:textId="77777777" w:rsidR="006A5C4D" w:rsidRPr="001F291B" w:rsidRDefault="00CB3969" w:rsidP="00936F2C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F291B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6A5C4D" w:rsidRPr="001F291B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A6949" w14:textId="77777777" w:rsidR="000C64D7" w:rsidRDefault="000C64D7">
      <w:r>
        <w:separator/>
      </w:r>
    </w:p>
  </w:endnote>
  <w:endnote w:type="continuationSeparator" w:id="0">
    <w:p w14:paraId="3442043A" w14:textId="77777777" w:rsidR="000C64D7" w:rsidRDefault="000C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D3078" w14:textId="77777777"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C8699FF" wp14:editId="72CE93A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837" w14:textId="77777777"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02E9C5" wp14:editId="5CCF19AF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7EA8" w14:textId="77777777"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027A16" wp14:editId="6D12652C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9A28C" w14:textId="77777777"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 wp14:anchorId="75C03840" wp14:editId="6A3AE56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2EEEF" w14:textId="77777777" w:rsidR="000C64D7" w:rsidRDefault="000C64D7">
      <w:r>
        <w:separator/>
      </w:r>
    </w:p>
  </w:footnote>
  <w:footnote w:type="continuationSeparator" w:id="0">
    <w:p w14:paraId="5EE89A9E" w14:textId="77777777" w:rsidR="000C64D7" w:rsidRDefault="000C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D6" w14:textId="77777777" w:rsidR="007018D3" w:rsidRDefault="000C64D7" w:rsidP="007018D3">
    <w:pPr>
      <w:pStyle w:val="Nagwek"/>
      <w:jc w:val="right"/>
    </w:pPr>
  </w:p>
  <w:p w14:paraId="60D9C668" w14:textId="77777777" w:rsidR="007018D3" w:rsidRDefault="000C64D7" w:rsidP="007018D3">
    <w:pPr>
      <w:pStyle w:val="Nagwek"/>
      <w:jc w:val="right"/>
    </w:pPr>
  </w:p>
  <w:p w14:paraId="1D9D718E" w14:textId="28648BE3"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0F74BA">
      <w:rPr>
        <w:rFonts w:asciiTheme="minorHAnsi" w:hAnsiTheme="minorHAnsi" w:cstheme="minorHAnsi"/>
      </w:rPr>
      <w:t>2</w:t>
    </w:r>
    <w:r w:rsidR="001F291B">
      <w:rPr>
        <w:rFonts w:asciiTheme="minorHAnsi" w:hAnsiTheme="minorHAnsi" w:cstheme="minorHAnsi"/>
      </w:rPr>
      <w:t>6</w:t>
    </w:r>
    <w:r w:rsidR="00D50D80">
      <w:rPr>
        <w:rFonts w:asciiTheme="minorHAnsi" w:hAnsiTheme="minorHAnsi" w:cstheme="minorHAnsi"/>
      </w:rPr>
      <w:t>.10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14:paraId="3C1A0C09" w14:textId="77777777"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1936CD" wp14:editId="3258235A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6F795" w14:textId="77777777"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24650D3C" w14:textId="77777777"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 wp14:anchorId="7A50F51B" wp14:editId="0ED7FC9B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C78A1" w14:textId="619190FF" w:rsidR="00955B7A" w:rsidRPr="00955B7A" w:rsidRDefault="008F5337" w:rsidP="008F5337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8F5337">
      <w:rPr>
        <w:rFonts w:asciiTheme="minorHAnsi" w:hAnsiTheme="minorHAnsi" w:cstheme="minorHAnsi"/>
        <w:sz w:val="20"/>
        <w:szCs w:val="20"/>
      </w:rPr>
      <w:t>DT.WWRKE.714.3.2021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073B79"/>
    <w:rsid w:val="000C64D7"/>
    <w:rsid w:val="000F74BA"/>
    <w:rsid w:val="00184CCB"/>
    <w:rsid w:val="001F291B"/>
    <w:rsid w:val="002B0993"/>
    <w:rsid w:val="002E6796"/>
    <w:rsid w:val="00395AC2"/>
    <w:rsid w:val="0049347F"/>
    <w:rsid w:val="005226AB"/>
    <w:rsid w:val="005B5759"/>
    <w:rsid w:val="00636C3E"/>
    <w:rsid w:val="00695ADF"/>
    <w:rsid w:val="006E60D0"/>
    <w:rsid w:val="00745D00"/>
    <w:rsid w:val="00771B6C"/>
    <w:rsid w:val="008F5337"/>
    <w:rsid w:val="00936F2C"/>
    <w:rsid w:val="00955B7A"/>
    <w:rsid w:val="009E534C"/>
    <w:rsid w:val="009E6B6F"/>
    <w:rsid w:val="00A524E6"/>
    <w:rsid w:val="00AA5154"/>
    <w:rsid w:val="00AD0AD3"/>
    <w:rsid w:val="00BA5778"/>
    <w:rsid w:val="00BB07CC"/>
    <w:rsid w:val="00C05857"/>
    <w:rsid w:val="00C11B94"/>
    <w:rsid w:val="00C70146"/>
    <w:rsid w:val="00C81F8A"/>
    <w:rsid w:val="00CA393C"/>
    <w:rsid w:val="00CB3969"/>
    <w:rsid w:val="00CB5AAE"/>
    <w:rsid w:val="00D50D80"/>
    <w:rsid w:val="00E96D38"/>
    <w:rsid w:val="00F130C8"/>
    <w:rsid w:val="00F63E64"/>
    <w:rsid w:val="00F771FE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0D620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40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4</cp:revision>
  <dcterms:created xsi:type="dcterms:W3CDTF">2021-10-22T09:02:00Z</dcterms:created>
  <dcterms:modified xsi:type="dcterms:W3CDTF">2021-10-26T07:31:00Z</dcterms:modified>
</cp:coreProperties>
</file>