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A40D37" w:rsidRDefault="00A40D37" w:rsidP="00A40D37">
      <w:pPr>
        <w:spacing w:line="252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Sekretarzu, </w:t>
      </w:r>
    </w:p>
    <w:p w:rsidR="00A40D37" w:rsidRDefault="00A40D37" w:rsidP="00A40D37">
      <w:pPr>
        <w:spacing w:line="252" w:lineRule="auto"/>
        <w:rPr>
          <w:rFonts w:ascii="Calibri" w:hAnsi="Calibri" w:cs="Calibri"/>
          <w:i/>
        </w:rPr>
      </w:pPr>
    </w:p>
    <w:p w:rsidR="00A40D37" w:rsidRDefault="00A40D37" w:rsidP="00A40D37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przekazuję tabel</w:t>
      </w:r>
      <w:r w:rsidR="006E5CE8">
        <w:rPr>
          <w:rFonts w:ascii="Calibri" w:hAnsi="Calibri" w:cs="Calibri"/>
        </w:rPr>
        <w:t>ę</w:t>
      </w:r>
      <w:r>
        <w:rPr>
          <w:rFonts w:ascii="Calibri" w:hAnsi="Calibri" w:cs="Calibri"/>
        </w:rPr>
        <w:t xml:space="preserve"> uwag do raport</w:t>
      </w:r>
      <w:r w:rsidR="00592FB1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za IV kwartał 2020 r. z postępu </w:t>
      </w:r>
      <w:r w:rsidR="006E5CE8">
        <w:rPr>
          <w:rFonts w:ascii="Calibri" w:hAnsi="Calibri" w:cs="Calibri"/>
        </w:rPr>
        <w:t>rzeczowo-finansowego projektu</w:t>
      </w:r>
      <w:r>
        <w:rPr>
          <w:rFonts w:ascii="Calibri" w:hAnsi="Calibri" w:cs="Calibri"/>
        </w:rPr>
        <w:t xml:space="preserve"> informatyczn</w:t>
      </w:r>
      <w:r w:rsidR="006E5CE8">
        <w:rPr>
          <w:rFonts w:ascii="Calibri" w:hAnsi="Calibri" w:cs="Calibri"/>
        </w:rPr>
        <w:t>ego</w:t>
      </w:r>
      <w:bookmarkStart w:id="0" w:name="_GoBack"/>
      <w:bookmarkEnd w:id="0"/>
      <w:r>
        <w:rPr>
          <w:rFonts w:ascii="Calibri" w:hAnsi="Calibri" w:cs="Calibri"/>
        </w:rPr>
        <w:t xml:space="preserve"> pn.:</w:t>
      </w:r>
      <w:r w:rsidR="00592FB1">
        <w:rPr>
          <w:rFonts w:ascii="Calibri" w:hAnsi="Calibri" w:cs="Calibri"/>
        </w:rPr>
        <w:t xml:space="preserve"> </w:t>
      </w:r>
      <w:r w:rsidR="00592FB1" w:rsidRPr="00592FB1">
        <w:rPr>
          <w:rFonts w:ascii="Calibri" w:hAnsi="Calibri" w:cs="Calibri"/>
          <w:b/>
        </w:rPr>
        <w:t>Budowa i wdrożenie Systemu Poboru Opłaty Elektronicznej Krajowej Administracji Skarbowej (SPOE KAS)</w:t>
      </w:r>
      <w:r w:rsidR="00592FB1" w:rsidRPr="00592FB1">
        <w:rPr>
          <w:rFonts w:ascii="Calibri" w:hAnsi="Calibri" w:cs="Calibri"/>
        </w:rPr>
        <w:t xml:space="preserve"> (wnioskodawca Minister Finansów, Funduszy i Polityki Regionalnej, beneficjent Ministerstwo Finansów – Krajowa Administracja Skarbowa)</w:t>
      </w:r>
      <w:r w:rsidR="00592FB1">
        <w:rPr>
          <w:rFonts w:ascii="Calibri" w:hAnsi="Calibri" w:cs="Calibri"/>
        </w:rPr>
        <w:t>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F1A" w:rsidRDefault="00490F1A">
      <w:r>
        <w:separator/>
      </w:r>
    </w:p>
  </w:endnote>
  <w:endnote w:type="continuationSeparator" w:id="0">
    <w:p w:rsidR="00490F1A" w:rsidRDefault="0049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F1A" w:rsidRDefault="00490F1A">
      <w:r>
        <w:separator/>
      </w:r>
    </w:p>
  </w:footnote>
  <w:footnote w:type="continuationSeparator" w:id="0">
    <w:p w:rsidR="00490F1A" w:rsidRDefault="00490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F81A5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F81A5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F81A5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F81A5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FB1" w:rsidRPr="00592FB1">
      <w:rPr>
        <w:rFonts w:asciiTheme="minorHAnsi" w:hAnsiTheme="minorHAnsi" w:cstheme="minorHAnsi"/>
        <w:i/>
        <w:sz w:val="22"/>
        <w:szCs w:val="22"/>
      </w:rPr>
      <w:t>/elektroniczny znacznik czasu/</w:t>
    </w:r>
    <w:r w:rsidR="007018D3"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0F1A"/>
    <w:rsid w:val="00495DA1"/>
    <w:rsid w:val="004F20D4"/>
    <w:rsid w:val="00511465"/>
    <w:rsid w:val="00554DA7"/>
    <w:rsid w:val="0058723A"/>
    <w:rsid w:val="00592FB1"/>
    <w:rsid w:val="005C7EB9"/>
    <w:rsid w:val="005E753F"/>
    <w:rsid w:val="005E7C11"/>
    <w:rsid w:val="0060027F"/>
    <w:rsid w:val="00683A5D"/>
    <w:rsid w:val="006A5C4D"/>
    <w:rsid w:val="006B6F70"/>
    <w:rsid w:val="006E5CE8"/>
    <w:rsid w:val="007018D3"/>
    <w:rsid w:val="00705FD1"/>
    <w:rsid w:val="00741481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C35E3"/>
    <w:rsid w:val="009D4211"/>
    <w:rsid w:val="00A02C89"/>
    <w:rsid w:val="00A363B8"/>
    <w:rsid w:val="00A40D37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402B5"/>
    <w:rsid w:val="00DA0A66"/>
    <w:rsid w:val="00E200A2"/>
    <w:rsid w:val="00E25645"/>
    <w:rsid w:val="00E424A5"/>
    <w:rsid w:val="00E86BDA"/>
    <w:rsid w:val="00EA13E5"/>
    <w:rsid w:val="00EA7F17"/>
    <w:rsid w:val="00F10BA4"/>
    <w:rsid w:val="00F76A8C"/>
    <w:rsid w:val="00F81A5B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21</cp:revision>
  <dcterms:created xsi:type="dcterms:W3CDTF">2020-11-05T20:46:00Z</dcterms:created>
  <dcterms:modified xsi:type="dcterms:W3CDTF">2021-03-17T19:15:00Z</dcterms:modified>
</cp:coreProperties>
</file>