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EC500D" w14:textId="4B9AD50E" w:rsidR="00840BA1" w:rsidRPr="00720326" w:rsidRDefault="00827462" w:rsidP="00720326">
      <w:pPr>
        <w:pStyle w:val="Nagwek1"/>
        <w:rPr>
          <w:rFonts w:asciiTheme="minorHAnsi" w:hAnsiTheme="minorHAnsi" w:cstheme="minorHAnsi"/>
          <w:color w:val="auto"/>
          <w:sz w:val="22"/>
          <w:szCs w:val="22"/>
        </w:rPr>
      </w:pPr>
      <w:r w:rsidRPr="00720326">
        <w:rPr>
          <w:rFonts w:asciiTheme="minorHAnsi" w:hAnsiTheme="minorHAnsi" w:cstheme="minorHAnsi"/>
          <w:color w:val="auto"/>
          <w:sz w:val="22"/>
          <w:szCs w:val="22"/>
        </w:rPr>
        <w:t xml:space="preserve">Załącznik nr </w:t>
      </w:r>
      <w:r w:rsidR="007E5953" w:rsidRPr="00720326">
        <w:rPr>
          <w:rFonts w:asciiTheme="minorHAnsi" w:hAnsiTheme="minorHAnsi" w:cstheme="minorHAnsi"/>
          <w:color w:val="auto"/>
          <w:sz w:val="22"/>
          <w:szCs w:val="22"/>
        </w:rPr>
        <w:t>1</w:t>
      </w:r>
      <w:r w:rsidR="00DE43C1" w:rsidRPr="00720326">
        <w:rPr>
          <w:rFonts w:asciiTheme="minorHAnsi" w:hAnsiTheme="minorHAnsi" w:cstheme="minorHAnsi"/>
          <w:color w:val="auto"/>
          <w:sz w:val="22"/>
          <w:szCs w:val="22"/>
        </w:rPr>
        <w:t xml:space="preserve"> do </w:t>
      </w:r>
      <w:r w:rsidR="007E5953" w:rsidRPr="00720326">
        <w:rPr>
          <w:rFonts w:asciiTheme="minorHAnsi" w:hAnsiTheme="minorHAnsi" w:cstheme="minorHAnsi"/>
          <w:color w:val="auto"/>
          <w:sz w:val="22"/>
          <w:szCs w:val="22"/>
        </w:rPr>
        <w:t>Regulaminu</w:t>
      </w:r>
    </w:p>
    <w:p w14:paraId="4AC122B5" w14:textId="52B461A6" w:rsidR="00683974" w:rsidRPr="00720326" w:rsidRDefault="00EA37A8" w:rsidP="00720326">
      <w:pPr>
        <w:pStyle w:val="Nagwek1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720326">
        <w:rPr>
          <w:rFonts w:asciiTheme="minorHAnsi" w:hAnsiTheme="minorHAnsi" w:cstheme="minorHAnsi"/>
          <w:b/>
          <w:color w:val="auto"/>
          <w:sz w:val="22"/>
          <w:szCs w:val="22"/>
        </w:rPr>
        <w:t xml:space="preserve">OGŁOSZENIE O </w:t>
      </w:r>
      <w:r w:rsidR="00171DA8" w:rsidRPr="00720326">
        <w:rPr>
          <w:rFonts w:asciiTheme="minorHAnsi" w:hAnsiTheme="minorHAnsi" w:cstheme="minorHAnsi"/>
          <w:b/>
          <w:color w:val="auto"/>
          <w:sz w:val="22"/>
          <w:szCs w:val="22"/>
        </w:rPr>
        <w:t>NABORZE</w:t>
      </w:r>
      <w:r w:rsidR="007E5953" w:rsidRPr="00720326">
        <w:rPr>
          <w:rFonts w:asciiTheme="minorHAnsi" w:hAnsiTheme="minorHAnsi" w:cstheme="minorHAnsi"/>
          <w:b/>
          <w:color w:val="auto"/>
          <w:sz w:val="22"/>
          <w:szCs w:val="22"/>
        </w:rPr>
        <w:t xml:space="preserve"> PROJEKTÓW</w:t>
      </w:r>
      <w:r w:rsidR="00720326" w:rsidRPr="00720326">
        <w:rPr>
          <w:rFonts w:asciiTheme="minorHAnsi" w:hAnsiTheme="minorHAnsi" w:cstheme="minorHAnsi"/>
          <w:b/>
          <w:color w:val="auto"/>
          <w:sz w:val="22"/>
          <w:szCs w:val="22"/>
        </w:rPr>
        <w:t xml:space="preserve"> </w:t>
      </w:r>
      <w:r w:rsidR="007E5953" w:rsidRPr="00720326">
        <w:rPr>
          <w:rFonts w:asciiTheme="minorHAnsi" w:hAnsiTheme="minorHAnsi" w:cstheme="minorHAnsi"/>
          <w:b/>
          <w:color w:val="auto"/>
          <w:sz w:val="22"/>
          <w:szCs w:val="22"/>
        </w:rPr>
        <w:t>w trybie konkurencyjnym</w:t>
      </w:r>
    </w:p>
    <w:p w14:paraId="6A77236F" w14:textId="2547961A" w:rsidR="00331178" w:rsidRPr="00720326" w:rsidRDefault="00171DA8" w:rsidP="00720326">
      <w:pPr>
        <w:spacing w:before="240" w:after="0"/>
        <w:rPr>
          <w:b/>
          <w:bCs/>
        </w:rPr>
      </w:pPr>
      <w:bookmarkStart w:id="0" w:name="_Hlk167881808"/>
      <w:r>
        <w:rPr>
          <w:b/>
          <w:bCs/>
        </w:rPr>
        <w:t xml:space="preserve">Nabór wniosków o dofinansowanie </w:t>
      </w:r>
      <w:r w:rsidR="007E5953" w:rsidRPr="41B476AB">
        <w:rPr>
          <w:b/>
          <w:bCs/>
        </w:rPr>
        <w:t>w trybie konkurencyjnym</w:t>
      </w:r>
      <w:r w:rsidR="00EA37A8" w:rsidRPr="41B476AB">
        <w:rPr>
          <w:b/>
          <w:bCs/>
        </w:rPr>
        <w:t xml:space="preserve"> w ramach programu priorytetowego </w:t>
      </w:r>
      <w:r w:rsidR="00331178" w:rsidRPr="41B476AB">
        <w:rPr>
          <w:b/>
          <w:bCs/>
        </w:rPr>
        <w:t>„</w:t>
      </w:r>
      <w:bookmarkStart w:id="1" w:name="_Hlk161317188"/>
      <w:r w:rsidR="00D32477" w:rsidRPr="00D41040">
        <w:rPr>
          <w:rFonts w:asciiTheme="minorHAnsi" w:hAnsiTheme="minorHAnsi"/>
          <w:b/>
        </w:rPr>
        <w:t xml:space="preserve">Współfinansowanie projektów realizowanych w ramach Programu Fundusze Europejskie na </w:t>
      </w:r>
      <w:r>
        <w:rPr>
          <w:rFonts w:asciiTheme="minorHAnsi" w:hAnsiTheme="minorHAnsi"/>
          <w:b/>
        </w:rPr>
        <w:t>I</w:t>
      </w:r>
      <w:r w:rsidR="00D32477" w:rsidRPr="00D41040">
        <w:rPr>
          <w:rFonts w:asciiTheme="minorHAnsi" w:hAnsiTheme="minorHAnsi"/>
          <w:b/>
        </w:rPr>
        <w:t>nfrastrukturę, Klimat, Środowisko 2021-2027 (</w:t>
      </w:r>
      <w:proofErr w:type="spellStart"/>
      <w:r w:rsidR="00D32477" w:rsidRPr="00D41040">
        <w:rPr>
          <w:rFonts w:asciiTheme="minorHAnsi" w:hAnsiTheme="minorHAnsi"/>
          <w:b/>
        </w:rPr>
        <w:t>FEnIKS</w:t>
      </w:r>
      <w:proofErr w:type="spellEnd"/>
      <w:r w:rsidR="00D32477" w:rsidRPr="00D41040">
        <w:rPr>
          <w:rFonts w:asciiTheme="minorHAnsi" w:hAnsiTheme="minorHAnsi"/>
          <w:b/>
        </w:rPr>
        <w:t>), Część 1) Poprawa efektywności energetycznej (wraz z instalacją OZE) w dużych i średnich przedsiębiorstwach</w:t>
      </w:r>
      <w:bookmarkEnd w:id="1"/>
      <w:r w:rsidR="00331178" w:rsidRPr="41B476AB">
        <w:rPr>
          <w:rFonts w:asciiTheme="minorHAnsi" w:hAnsiTheme="minorHAnsi" w:cstheme="minorBidi"/>
          <w:b/>
          <w:bCs/>
        </w:rPr>
        <w:t>”.</w:t>
      </w:r>
      <w:bookmarkEnd w:id="0"/>
    </w:p>
    <w:p w14:paraId="611BDED1" w14:textId="27B23B0C" w:rsidR="0096692B" w:rsidRDefault="0053399A" w:rsidP="00720326">
      <w:pPr>
        <w:pStyle w:val="NormalnyWeb"/>
        <w:spacing w:before="240" w:beforeAutospacing="0" w:after="0" w:afterAutospacing="0" w:line="276" w:lineRule="auto"/>
        <w:rPr>
          <w:rFonts w:ascii="Calibri" w:hAnsi="Calibri"/>
          <w:sz w:val="22"/>
          <w:szCs w:val="22"/>
        </w:rPr>
      </w:pPr>
      <w:r w:rsidRPr="41B476AB">
        <w:rPr>
          <w:rFonts w:ascii="Calibri" w:hAnsi="Calibri"/>
          <w:sz w:val="22"/>
          <w:szCs w:val="22"/>
        </w:rPr>
        <w:t xml:space="preserve">Narodowy Fundusz Ochrony Środowiska i Gospodarki Wodnej ogłasza </w:t>
      </w:r>
      <w:r w:rsidR="00CB54E9" w:rsidRPr="41B476AB">
        <w:rPr>
          <w:rFonts w:ascii="Calibri" w:hAnsi="Calibri"/>
          <w:sz w:val="22"/>
          <w:szCs w:val="22"/>
        </w:rPr>
        <w:t>konkurs</w:t>
      </w:r>
      <w:r w:rsidR="00EA37A8" w:rsidRPr="41B476AB">
        <w:rPr>
          <w:rFonts w:ascii="Calibri" w:hAnsi="Calibri"/>
          <w:sz w:val="22"/>
          <w:szCs w:val="22"/>
        </w:rPr>
        <w:t xml:space="preserve"> o dofinansowanie </w:t>
      </w:r>
      <w:r w:rsidR="00CB54E9" w:rsidRPr="41B476AB">
        <w:rPr>
          <w:rFonts w:ascii="Calibri" w:hAnsi="Calibri"/>
          <w:sz w:val="22"/>
          <w:szCs w:val="22"/>
        </w:rPr>
        <w:t xml:space="preserve">przedsięwzięć </w:t>
      </w:r>
      <w:r w:rsidR="00EA37A8" w:rsidRPr="41B476AB">
        <w:rPr>
          <w:rFonts w:ascii="Calibri" w:hAnsi="Calibri"/>
          <w:sz w:val="22"/>
          <w:szCs w:val="22"/>
        </w:rPr>
        <w:t>w </w:t>
      </w:r>
      <w:r w:rsidRPr="41B476AB">
        <w:rPr>
          <w:rFonts w:ascii="Calibri" w:hAnsi="Calibri"/>
          <w:sz w:val="22"/>
          <w:szCs w:val="22"/>
        </w:rPr>
        <w:t>ramach programu priorytetowego</w:t>
      </w:r>
      <w:r w:rsidR="00331178" w:rsidRPr="41B476AB">
        <w:rPr>
          <w:rFonts w:ascii="Calibri" w:hAnsi="Calibri"/>
          <w:sz w:val="22"/>
          <w:szCs w:val="22"/>
        </w:rPr>
        <w:t xml:space="preserve"> </w:t>
      </w:r>
      <w:r w:rsidR="00331178" w:rsidRPr="41B476AB">
        <w:rPr>
          <w:b/>
          <w:bCs/>
        </w:rPr>
        <w:t>„</w:t>
      </w:r>
      <w:bookmarkStart w:id="2" w:name="_Hlk161318364"/>
      <w:r w:rsidR="00A4017C" w:rsidRPr="00A4017C">
        <w:rPr>
          <w:rFonts w:asciiTheme="minorHAnsi" w:hAnsiTheme="minorHAnsi" w:cstheme="minorBidi"/>
          <w:b/>
          <w:bCs/>
          <w:sz w:val="22"/>
          <w:szCs w:val="22"/>
        </w:rPr>
        <w:t xml:space="preserve">Współfinansowanie projektów realizowanych w ramach Programu Fundusze Europejskie na </w:t>
      </w:r>
      <w:r w:rsidR="00171DA8">
        <w:rPr>
          <w:rFonts w:asciiTheme="minorHAnsi" w:hAnsiTheme="minorHAnsi" w:cstheme="minorBidi"/>
          <w:b/>
          <w:bCs/>
          <w:sz w:val="22"/>
          <w:szCs w:val="22"/>
        </w:rPr>
        <w:t>I</w:t>
      </w:r>
      <w:r w:rsidR="00A4017C" w:rsidRPr="00A4017C">
        <w:rPr>
          <w:rFonts w:asciiTheme="minorHAnsi" w:hAnsiTheme="minorHAnsi" w:cstheme="minorBidi"/>
          <w:b/>
          <w:bCs/>
          <w:sz w:val="22"/>
          <w:szCs w:val="22"/>
        </w:rPr>
        <w:t>nfrastrukturę, Klimat, Środowisko 2021-2027 (</w:t>
      </w:r>
      <w:proofErr w:type="spellStart"/>
      <w:r w:rsidR="00A4017C" w:rsidRPr="00A4017C">
        <w:rPr>
          <w:rFonts w:asciiTheme="minorHAnsi" w:hAnsiTheme="minorHAnsi" w:cstheme="minorBidi"/>
          <w:b/>
          <w:bCs/>
          <w:sz w:val="22"/>
          <w:szCs w:val="22"/>
        </w:rPr>
        <w:t>FEnIKS</w:t>
      </w:r>
      <w:proofErr w:type="spellEnd"/>
      <w:r w:rsidR="00A4017C" w:rsidRPr="00A4017C">
        <w:rPr>
          <w:rFonts w:asciiTheme="minorHAnsi" w:hAnsiTheme="minorHAnsi" w:cstheme="minorBidi"/>
          <w:b/>
          <w:bCs/>
          <w:sz w:val="22"/>
          <w:szCs w:val="22"/>
        </w:rPr>
        <w:t>), Część 1) Poprawa efektywności energetycznej (wraz z instalacją OZE) w dużych i średnich przedsiębiorstwach</w:t>
      </w:r>
      <w:bookmarkEnd w:id="2"/>
      <w:r w:rsidR="00331178" w:rsidRPr="41B476AB">
        <w:rPr>
          <w:rFonts w:asciiTheme="minorHAnsi" w:hAnsiTheme="minorHAnsi" w:cstheme="minorBidi"/>
          <w:b/>
          <w:bCs/>
        </w:rPr>
        <w:t>”</w:t>
      </w:r>
      <w:r w:rsidR="0096692B" w:rsidRPr="41B476AB">
        <w:rPr>
          <w:rFonts w:ascii="Calibri" w:hAnsi="Calibri"/>
          <w:sz w:val="22"/>
          <w:szCs w:val="22"/>
        </w:rPr>
        <w:t>.</w:t>
      </w:r>
    </w:p>
    <w:p w14:paraId="0CC87284" w14:textId="30096155" w:rsidR="0096692B" w:rsidRPr="001F7B54" w:rsidRDefault="00EA37A8" w:rsidP="00720326">
      <w:pPr>
        <w:pStyle w:val="Akapitzlist"/>
        <w:numPr>
          <w:ilvl w:val="0"/>
          <w:numId w:val="2"/>
        </w:numPr>
        <w:tabs>
          <w:tab w:val="center" w:pos="426"/>
          <w:tab w:val="left" w:pos="5265"/>
        </w:tabs>
        <w:spacing w:before="240" w:after="0"/>
        <w:ind w:left="426" w:hanging="426"/>
        <w:rPr>
          <w:b/>
        </w:rPr>
      </w:pPr>
      <w:r w:rsidRPr="00103CDE">
        <w:rPr>
          <w:b/>
        </w:rPr>
        <w:t>Cel programu</w:t>
      </w:r>
      <w:r w:rsidR="0033320B">
        <w:rPr>
          <w:b/>
        </w:rPr>
        <w:t>:</w:t>
      </w:r>
    </w:p>
    <w:p w14:paraId="5CE27F8F" w14:textId="416B131B" w:rsidR="0096692B" w:rsidRPr="001F7B54" w:rsidRDefault="00E623EE" w:rsidP="00720326">
      <w:pPr>
        <w:tabs>
          <w:tab w:val="left" w:pos="284"/>
        </w:tabs>
        <w:autoSpaceDE w:val="0"/>
        <w:autoSpaceDN w:val="0"/>
        <w:adjustRightInd w:val="0"/>
        <w:spacing w:before="120"/>
        <w:rPr>
          <w:rFonts w:asciiTheme="minorHAnsi" w:hAnsiTheme="minorHAnsi" w:cstheme="minorBidi"/>
        </w:rPr>
      </w:pPr>
      <w:r w:rsidRPr="41B476AB">
        <w:rPr>
          <w:rFonts w:asciiTheme="minorHAnsi" w:hAnsiTheme="minorHAnsi" w:cstheme="minorBidi"/>
        </w:rPr>
        <w:t xml:space="preserve">Celem programu jest </w:t>
      </w:r>
      <w:r w:rsidR="00A4017C">
        <w:rPr>
          <w:rFonts w:asciiTheme="minorHAnsi" w:hAnsiTheme="minorHAnsi" w:cstheme="minorBidi"/>
        </w:rPr>
        <w:t>p</w:t>
      </w:r>
      <w:r w:rsidR="00A4017C" w:rsidRPr="00A4017C">
        <w:rPr>
          <w:rFonts w:asciiTheme="minorHAnsi" w:hAnsiTheme="minorHAnsi" w:cstheme="minorBidi"/>
        </w:rPr>
        <w:t>oprawa warunków rozwoju kraju poprzez budowę infrastruktury technicznej i społecznej zgodnie z założeniami zrównoważonego rozwoju</w:t>
      </w:r>
      <w:r w:rsidR="001F7B54" w:rsidRPr="41B476AB">
        <w:rPr>
          <w:rFonts w:asciiTheme="minorHAnsi" w:hAnsiTheme="minorHAnsi" w:cstheme="minorBidi"/>
        </w:rPr>
        <w:t>.</w:t>
      </w:r>
      <w:r w:rsidR="004D1D33" w:rsidRPr="004D1D33">
        <w:t xml:space="preserve"> </w:t>
      </w:r>
      <w:r w:rsidR="004D1D33" w:rsidRPr="004D1D33">
        <w:rPr>
          <w:rFonts w:asciiTheme="minorHAnsi" w:hAnsiTheme="minorHAnsi" w:cstheme="minorBidi"/>
        </w:rPr>
        <w:t xml:space="preserve">Program wpisuje się w cel szczegółowy EFRR/FS.CP2.I - Wspieranie efektywności energetycznej i redukcji emisji gazów cieplarnianych. Realizacja powyższego celu nastąpi poprzez obniżenie emisyjności gospodarki, w tym transformację w kierunku gospodarki przyjaznej środowisku i o obiegu zamkniętym, zmniejszenia zużycia energii pierwotnej oraz spadku emisji gazów cieplarnianych. </w:t>
      </w:r>
    </w:p>
    <w:p w14:paraId="7571E514" w14:textId="69435512" w:rsidR="009226F1" w:rsidRDefault="00476839" w:rsidP="00720326">
      <w:pPr>
        <w:pStyle w:val="Akapitzlist"/>
        <w:numPr>
          <w:ilvl w:val="0"/>
          <w:numId w:val="18"/>
        </w:numPr>
        <w:tabs>
          <w:tab w:val="center" w:pos="426"/>
        </w:tabs>
        <w:spacing w:before="240"/>
        <w:rPr>
          <w:b/>
        </w:rPr>
      </w:pPr>
      <w:r>
        <w:rPr>
          <w:b/>
        </w:rPr>
        <w:t xml:space="preserve">Nabór wniosków o dofinansowanie </w:t>
      </w:r>
      <w:r w:rsidR="00E623EE" w:rsidRPr="00E623EE">
        <w:rPr>
          <w:b/>
        </w:rPr>
        <w:t>w trybie konkurencyjnym</w:t>
      </w:r>
      <w:r w:rsidR="00E623EE">
        <w:rPr>
          <w:b/>
        </w:rPr>
        <w:t xml:space="preserve"> </w:t>
      </w:r>
      <w:r w:rsidR="00520A32" w:rsidRPr="0033320B">
        <w:rPr>
          <w:b/>
        </w:rPr>
        <w:t xml:space="preserve">dotyczy </w:t>
      </w:r>
      <w:r w:rsidR="0033320B" w:rsidRPr="0033320B">
        <w:rPr>
          <w:b/>
        </w:rPr>
        <w:t xml:space="preserve">następujących </w:t>
      </w:r>
      <w:r w:rsidR="00E72154">
        <w:rPr>
          <w:b/>
        </w:rPr>
        <w:t xml:space="preserve">rodzajów </w:t>
      </w:r>
      <w:r w:rsidR="00BE6535">
        <w:rPr>
          <w:b/>
        </w:rPr>
        <w:t>przedsięwzięć</w:t>
      </w:r>
      <w:r w:rsidR="0033320B" w:rsidRPr="0033320B">
        <w:rPr>
          <w:b/>
        </w:rPr>
        <w:t xml:space="preserve"> oraz wła</w:t>
      </w:r>
      <w:r w:rsidR="001F7B54">
        <w:rPr>
          <w:b/>
        </w:rPr>
        <w:t xml:space="preserve">ściwych dla nich </w:t>
      </w:r>
      <w:r w:rsidR="00874F10">
        <w:rPr>
          <w:b/>
        </w:rPr>
        <w:t>ostatecznych odbiorców wsparcia</w:t>
      </w:r>
      <w:r w:rsidR="001F7B54">
        <w:rPr>
          <w:b/>
        </w:rPr>
        <w:t>:</w:t>
      </w:r>
    </w:p>
    <w:tbl>
      <w:tblPr>
        <w:tblStyle w:val="Tabela-Siatka"/>
        <w:tblW w:w="0" w:type="auto"/>
        <w:tblInd w:w="-66" w:type="dxa"/>
        <w:tblLook w:val="04A0" w:firstRow="1" w:lastRow="0" w:firstColumn="1" w:lastColumn="0" w:noHBand="0" w:noVBand="1"/>
        <w:tblCaption w:val="Rodzaje przedsięwzięć oraz właściwych dla nich ostatecznych odbiorców wsparcia"/>
        <w:tblDescription w:val="Rodzaje przedsięwzięć oraz właściwych dla nich ostatecznych odbiorców wsparcia"/>
      </w:tblPr>
      <w:tblGrid>
        <w:gridCol w:w="4981"/>
        <w:gridCol w:w="4981"/>
      </w:tblGrid>
      <w:tr w:rsidR="002A09C3" w14:paraId="73F654C6" w14:textId="77777777" w:rsidTr="06599B98">
        <w:tc>
          <w:tcPr>
            <w:tcW w:w="4981" w:type="dxa"/>
          </w:tcPr>
          <w:p w14:paraId="5236BB75" w14:textId="50564701" w:rsidR="002A09C3" w:rsidRDefault="002A09C3" w:rsidP="00720326">
            <w:pPr>
              <w:tabs>
                <w:tab w:val="center" w:pos="426"/>
              </w:tabs>
              <w:spacing w:after="0"/>
              <w:rPr>
                <w:b/>
              </w:rPr>
            </w:pPr>
            <w:r>
              <w:rPr>
                <w:b/>
              </w:rPr>
              <w:t>Rodzaje inwestycji</w:t>
            </w:r>
          </w:p>
        </w:tc>
        <w:tc>
          <w:tcPr>
            <w:tcW w:w="4981" w:type="dxa"/>
          </w:tcPr>
          <w:p w14:paraId="18C26055" w14:textId="3A94DD46" w:rsidR="002A09C3" w:rsidRDefault="00874F10" w:rsidP="00720326">
            <w:pPr>
              <w:tabs>
                <w:tab w:val="center" w:pos="426"/>
              </w:tabs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>Ostateczni odbiorcy wsparcia</w:t>
            </w:r>
          </w:p>
        </w:tc>
      </w:tr>
      <w:tr w:rsidR="002A09C3" w14:paraId="4A5E4136" w14:textId="77777777" w:rsidTr="06599B98">
        <w:tc>
          <w:tcPr>
            <w:tcW w:w="4981" w:type="dxa"/>
            <w:vAlign w:val="center"/>
          </w:tcPr>
          <w:p w14:paraId="41FAAE1D" w14:textId="57238E1F" w:rsidR="004D1D33" w:rsidRPr="00BE6535" w:rsidRDefault="004D1D33" w:rsidP="00720326">
            <w:pPr>
              <w:tabs>
                <w:tab w:val="left" w:pos="426"/>
                <w:tab w:val="left" w:pos="709"/>
                <w:tab w:val="left" w:pos="1843"/>
              </w:tabs>
              <w:suppressAutoHyphens/>
              <w:spacing w:after="0"/>
              <w:contextualSpacing/>
              <w:rPr>
                <w:rFonts w:asciiTheme="minorHAnsi" w:eastAsiaTheme="minorHAnsi" w:hAnsiTheme="minorHAnsi" w:cstheme="minorBidi"/>
                <w:color w:val="000000"/>
              </w:rPr>
            </w:pPr>
            <w:r w:rsidRPr="00BE6535">
              <w:rPr>
                <w:rFonts w:asciiTheme="minorHAnsi" w:eastAsiaTheme="minorHAnsi" w:hAnsiTheme="minorHAnsi" w:cstheme="minorHAnsi"/>
              </w:rPr>
              <w:t xml:space="preserve">Poprawa efektywności energetycznej w przedsiębiorstwach, w tym </w:t>
            </w:r>
            <w:r w:rsidRPr="00BE6535">
              <w:rPr>
                <w:rFonts w:asciiTheme="minorHAnsi" w:eastAsiaTheme="minorHAnsi" w:hAnsiTheme="minorHAnsi" w:cstheme="minorBidi"/>
                <w:color w:val="000000" w:themeColor="text1"/>
              </w:rPr>
              <w:t>modernizacja energetyczna budynków zakładowych, podniesienie efektywności energetycznej procesów wytwórczych,</w:t>
            </w:r>
            <w:r>
              <w:rPr>
                <w:rFonts w:asciiTheme="minorHAnsi" w:eastAsiaTheme="minorHAnsi" w:hAnsiTheme="minorHAnsi" w:cstheme="minorBidi"/>
                <w:color w:val="000000" w:themeColor="text1"/>
              </w:rPr>
              <w:t xml:space="preserve"> </w:t>
            </w:r>
            <w:r w:rsidRPr="00BE6535">
              <w:rPr>
                <w:rFonts w:asciiTheme="minorHAnsi" w:eastAsiaTheme="minorHAnsi" w:hAnsiTheme="minorHAnsi" w:cstheme="minorBidi"/>
                <w:color w:val="000000" w:themeColor="text1"/>
              </w:rPr>
              <w:t>zwiększenie efektywności energetycznej systemów obiegu mediów w zakładach, ciągów transportowych oraz  systemów pomocniczych, układów odzysku ciepła z procesów przemysłowych, oświetlenia,</w:t>
            </w:r>
            <w:r>
              <w:rPr>
                <w:rFonts w:asciiTheme="minorHAnsi" w:eastAsiaTheme="minorHAnsi" w:hAnsiTheme="minorHAnsi" w:cstheme="minorBidi"/>
                <w:color w:val="000000" w:themeColor="text1"/>
              </w:rPr>
              <w:t xml:space="preserve"> </w:t>
            </w:r>
            <w:r w:rsidRPr="00BE6535">
              <w:rPr>
                <w:rFonts w:asciiTheme="minorHAnsi" w:eastAsiaTheme="minorHAnsi" w:hAnsiTheme="minorHAnsi" w:cstheme="minorBidi"/>
                <w:color w:val="000000" w:themeColor="text1"/>
              </w:rPr>
              <w:t>instalacja urządzeń OZE z magazynami energii,</w:t>
            </w:r>
            <w:r>
              <w:rPr>
                <w:rFonts w:asciiTheme="minorHAnsi" w:eastAsiaTheme="minorHAnsi" w:hAnsiTheme="minorHAnsi" w:cstheme="minorBidi"/>
                <w:color w:val="000000" w:themeColor="text1"/>
              </w:rPr>
              <w:t xml:space="preserve"> </w:t>
            </w:r>
            <w:r w:rsidRPr="00BE6535">
              <w:rPr>
                <w:rFonts w:asciiTheme="minorHAnsi" w:eastAsiaTheme="minorHAnsi" w:hAnsiTheme="minorHAnsi" w:cstheme="minorBidi"/>
                <w:color w:val="000000" w:themeColor="text1"/>
              </w:rPr>
              <w:t xml:space="preserve">instalacja urządzeń do produkcji, magazynowania, transportu wodoru odnawialnego. </w:t>
            </w:r>
          </w:p>
          <w:p w14:paraId="48F670B1" w14:textId="77777777" w:rsidR="004D1D33" w:rsidRPr="00D65270" w:rsidRDefault="004D1D33" w:rsidP="00720326">
            <w:pPr>
              <w:contextualSpacing/>
              <w:rPr>
                <w:rFonts w:asciiTheme="minorHAnsi" w:eastAsiaTheme="minorHAnsi" w:hAnsiTheme="minorHAnsi" w:cstheme="minorBidi"/>
                <w:color w:val="000000"/>
                <w:sz w:val="18"/>
                <w:szCs w:val="18"/>
              </w:rPr>
            </w:pPr>
          </w:p>
          <w:p w14:paraId="314E0E31" w14:textId="77777777" w:rsidR="004D1D33" w:rsidRDefault="004D1D33" w:rsidP="00720326">
            <w:pPr>
              <w:rPr>
                <w:rFonts w:asciiTheme="minorHAnsi" w:eastAsiaTheme="minorHAnsi" w:hAnsiTheme="minorHAnsi" w:cstheme="minorBidi"/>
                <w:color w:val="000000" w:themeColor="text1"/>
              </w:rPr>
            </w:pPr>
            <w:r w:rsidRPr="00D65270">
              <w:rPr>
                <w:rFonts w:asciiTheme="minorHAnsi" w:eastAsiaTheme="minorHAnsi" w:hAnsiTheme="minorHAnsi" w:cstheme="minorBidi"/>
                <w:color w:val="000000" w:themeColor="text1"/>
              </w:rPr>
              <w:t xml:space="preserve">W zakresie poprawy efektywności energetycznej budynków, minimalny próg wymaganych oszczędności energii pierwotnej, uwzględniający </w:t>
            </w:r>
            <w:r w:rsidRPr="00D65270">
              <w:rPr>
                <w:rFonts w:asciiTheme="minorHAnsi" w:eastAsiaTheme="minorHAnsi" w:hAnsiTheme="minorHAnsi" w:cstheme="minorBidi"/>
                <w:color w:val="000000" w:themeColor="text1"/>
              </w:rPr>
              <w:lastRenderedPageBreak/>
              <w:t>zakres przedsięwzięcia, wynosi 30% (z wyjątkiem zabytków).</w:t>
            </w:r>
          </w:p>
          <w:p w14:paraId="1DFBFE0F" w14:textId="67B251FE" w:rsidR="008C4EA9" w:rsidRPr="00BE6535" w:rsidRDefault="008C4EA9" w:rsidP="00720326">
            <w:pPr>
              <w:rPr>
                <w:rFonts w:asciiTheme="minorHAnsi" w:eastAsiaTheme="minorHAnsi" w:hAnsiTheme="minorHAnsi" w:cstheme="minorBidi"/>
                <w:color w:val="000000" w:themeColor="text1"/>
              </w:rPr>
            </w:pPr>
            <w:r w:rsidRPr="008C4EA9">
              <w:rPr>
                <w:rFonts w:asciiTheme="minorHAnsi" w:eastAsiaTheme="minorHAnsi" w:hAnsiTheme="minorHAnsi" w:cstheme="minorBidi"/>
                <w:color w:val="000000" w:themeColor="text1"/>
              </w:rPr>
              <w:t>W zakresie zwiększenia efektywności energetycznej linii/procesów technologicznych, minimalny próg oszczędności energii pierwotnej, uwzględniający zakres przedsięwzięcia, wynosi 10%.</w:t>
            </w:r>
          </w:p>
          <w:p w14:paraId="51CB046F" w14:textId="77777777" w:rsidR="002A09C3" w:rsidRDefault="004D1D33" w:rsidP="00720326">
            <w:pPr>
              <w:widowControl w:val="0"/>
              <w:adjustRightInd w:val="0"/>
              <w:spacing w:before="120" w:after="0"/>
              <w:textAlignment w:val="baseline"/>
              <w:rPr>
                <w:rFonts w:asciiTheme="minorHAnsi" w:eastAsiaTheme="minorHAnsi" w:hAnsiTheme="minorHAnsi" w:cstheme="minorBidi"/>
                <w:color w:val="000000" w:themeColor="text1"/>
              </w:rPr>
            </w:pPr>
            <w:r w:rsidRPr="00D65270">
              <w:rPr>
                <w:rFonts w:asciiTheme="minorHAnsi" w:eastAsiaTheme="minorHAnsi" w:hAnsiTheme="minorHAnsi" w:cstheme="minorBidi"/>
                <w:color w:val="000000" w:themeColor="text1"/>
              </w:rPr>
              <w:t>Zakres działań w odniesieniu do budynków, urządzeń technicznych lub instalacji i procesów technologicznych musi wynikać z audytów energetycznych.</w:t>
            </w:r>
          </w:p>
          <w:p w14:paraId="4C1F1D1A" w14:textId="7A1CE17C" w:rsidR="00251F97" w:rsidRPr="00BE6535" w:rsidRDefault="00251F97" w:rsidP="00720326">
            <w:pPr>
              <w:widowControl w:val="0"/>
              <w:adjustRightInd w:val="0"/>
              <w:spacing w:before="120" w:after="0"/>
              <w:textAlignment w:val="baseline"/>
              <w:rPr>
                <w:rFonts w:asciiTheme="minorHAnsi" w:eastAsiaTheme="minorHAnsi" w:hAnsiTheme="minorHAnsi" w:cstheme="minorBidi"/>
                <w:color w:val="000000" w:themeColor="text1"/>
              </w:rPr>
            </w:pPr>
            <w:bookmarkStart w:id="3" w:name="_Hlk167881900"/>
            <w:r w:rsidRPr="00AE4A0B">
              <w:rPr>
                <w:rFonts w:asciiTheme="minorHAnsi" w:eastAsiaTheme="minorHAnsi" w:hAnsiTheme="minorHAnsi" w:cstheme="minorBidi"/>
                <w:color w:val="000000" w:themeColor="text1"/>
              </w:rPr>
              <w:t>Z zakresu kwalifikowania wyłączone są indywidualne kotły zasilane paliwami kopalnymi</w:t>
            </w:r>
            <w:bookmarkEnd w:id="3"/>
            <w:r w:rsidRPr="00AE4A0B">
              <w:rPr>
                <w:rFonts w:asciiTheme="minorHAnsi" w:eastAsiaTheme="minorHAnsi" w:hAnsiTheme="minorHAnsi" w:cstheme="minorBidi"/>
                <w:color w:val="000000" w:themeColor="text1"/>
              </w:rPr>
              <w:t>.</w:t>
            </w:r>
          </w:p>
        </w:tc>
        <w:tc>
          <w:tcPr>
            <w:tcW w:w="4981" w:type="dxa"/>
            <w:vAlign w:val="center"/>
          </w:tcPr>
          <w:p w14:paraId="60AC3AF2" w14:textId="56806A02" w:rsidR="002A09C3" w:rsidRPr="00792935" w:rsidRDefault="004D1D33" w:rsidP="00720326">
            <w:pPr>
              <w:keepNext/>
              <w:autoSpaceDE w:val="0"/>
              <w:autoSpaceDN w:val="0"/>
              <w:adjustRightInd w:val="0"/>
              <w:spacing w:after="0"/>
              <w:ind w:right="142"/>
              <w:contextualSpacing/>
              <w:rPr>
                <w:rFonts w:asciiTheme="minorHAnsi" w:hAnsiTheme="minorHAnsi"/>
                <w:color w:val="000000"/>
                <w:highlight w:val="green"/>
              </w:rPr>
            </w:pPr>
            <w:r w:rsidRPr="00792935">
              <w:rPr>
                <w:rFonts w:asciiTheme="minorHAnsi" w:hAnsiTheme="minorHAnsi"/>
                <w:color w:val="000000"/>
              </w:rPr>
              <w:lastRenderedPageBreak/>
              <w:t>Średnie przedsiębiorstwa</w:t>
            </w:r>
          </w:p>
        </w:tc>
      </w:tr>
    </w:tbl>
    <w:p w14:paraId="65C74151" w14:textId="77777777" w:rsidR="002A09C3" w:rsidRDefault="002A09C3" w:rsidP="00A274E6">
      <w:pPr>
        <w:tabs>
          <w:tab w:val="center" w:pos="426"/>
        </w:tabs>
        <w:spacing w:after="0"/>
        <w:rPr>
          <w:b/>
        </w:rPr>
      </w:pPr>
    </w:p>
    <w:p w14:paraId="23C2DA32" w14:textId="77777777" w:rsidR="0055582C" w:rsidRDefault="0055582C" w:rsidP="00720326">
      <w:pPr>
        <w:pStyle w:val="Akapitzlist"/>
        <w:numPr>
          <w:ilvl w:val="0"/>
          <w:numId w:val="18"/>
        </w:numPr>
        <w:tabs>
          <w:tab w:val="center" w:pos="426"/>
        </w:tabs>
        <w:spacing w:after="0"/>
        <w:rPr>
          <w:b/>
        </w:rPr>
      </w:pPr>
      <w:r>
        <w:rPr>
          <w:b/>
        </w:rPr>
        <w:t xml:space="preserve">Terminy i sposób składania wniosków </w:t>
      </w:r>
    </w:p>
    <w:p w14:paraId="0AB54272" w14:textId="70F1021B" w:rsidR="0055582C" w:rsidRDefault="0055582C" w:rsidP="00A274E6">
      <w:pPr>
        <w:spacing w:before="240"/>
        <w:rPr>
          <w:b/>
          <w:bCs/>
        </w:rPr>
      </w:pPr>
      <w:r w:rsidRPr="06599B98">
        <w:rPr>
          <w:b/>
          <w:bCs/>
        </w:rPr>
        <w:t xml:space="preserve">Wnioski należy składać w </w:t>
      </w:r>
      <w:r w:rsidRPr="00A32E81">
        <w:rPr>
          <w:b/>
          <w:bCs/>
        </w:rPr>
        <w:t xml:space="preserve">terminie </w:t>
      </w:r>
      <w:r w:rsidR="009171EE" w:rsidRPr="00A32E81">
        <w:rPr>
          <w:b/>
          <w:bCs/>
        </w:rPr>
        <w:t>23.08.2024</w:t>
      </w:r>
      <w:r w:rsidR="006303CE" w:rsidRPr="00A32E81">
        <w:rPr>
          <w:b/>
          <w:bCs/>
        </w:rPr>
        <w:t xml:space="preserve"> r.</w:t>
      </w:r>
      <w:r w:rsidRPr="00A32E81">
        <w:rPr>
          <w:b/>
          <w:bCs/>
        </w:rPr>
        <w:t xml:space="preserve"> – </w:t>
      </w:r>
      <w:r w:rsidR="009171EE" w:rsidRPr="00A32E81">
        <w:rPr>
          <w:b/>
          <w:bCs/>
        </w:rPr>
        <w:t>12.12.2024</w:t>
      </w:r>
      <w:r w:rsidR="00792935" w:rsidRPr="00A32E81">
        <w:rPr>
          <w:b/>
          <w:bCs/>
        </w:rPr>
        <w:t xml:space="preserve"> </w:t>
      </w:r>
      <w:r w:rsidRPr="00A32E81">
        <w:rPr>
          <w:b/>
          <w:bCs/>
        </w:rPr>
        <w:t>r.</w:t>
      </w:r>
      <w:r w:rsidR="00792935" w:rsidRPr="00A32E81">
        <w:rPr>
          <w:rStyle w:val="Odwoanieprzypisudolnego"/>
          <w:rFonts w:cs="Calibri"/>
          <w:b/>
        </w:rPr>
        <w:t xml:space="preserve"> </w:t>
      </w:r>
    </w:p>
    <w:p w14:paraId="74849FE0" w14:textId="1D9FB02E" w:rsidR="009B6241" w:rsidRDefault="009B6241" w:rsidP="00720326">
      <w:pPr>
        <w:rPr>
          <w:rFonts w:asciiTheme="minorHAnsi" w:hAnsiTheme="minorHAnsi" w:cstheme="minorHAnsi"/>
        </w:rPr>
      </w:pPr>
      <w:r w:rsidRPr="000376BA">
        <w:rPr>
          <w:rFonts w:asciiTheme="minorHAnsi" w:hAnsiTheme="minorHAnsi" w:cstheme="minorHAnsi"/>
        </w:rPr>
        <w:t xml:space="preserve">Nabór wniosków odbywa się w trybie </w:t>
      </w:r>
      <w:r w:rsidR="00BE6535">
        <w:rPr>
          <w:rFonts w:asciiTheme="minorHAnsi" w:hAnsiTheme="minorHAnsi" w:cstheme="minorHAnsi"/>
          <w:b/>
        </w:rPr>
        <w:t>konkur</w:t>
      </w:r>
      <w:r w:rsidR="00171DA8">
        <w:rPr>
          <w:rFonts w:asciiTheme="minorHAnsi" w:hAnsiTheme="minorHAnsi" w:cstheme="minorHAnsi"/>
          <w:b/>
        </w:rPr>
        <w:t>encyjnym</w:t>
      </w:r>
      <w:r w:rsidRPr="00646D72">
        <w:rPr>
          <w:rFonts w:asciiTheme="minorHAnsi" w:hAnsiTheme="minorHAnsi" w:cstheme="minorHAnsi"/>
        </w:rPr>
        <w:t>.</w:t>
      </w:r>
    </w:p>
    <w:p w14:paraId="2BCC12BA" w14:textId="7C4B5EDC" w:rsidR="009F5DBC" w:rsidRDefault="00171DA8" w:rsidP="00720326">
      <w:pPr>
        <w:widowControl w:val="0"/>
        <w:adjustRightInd w:val="0"/>
        <w:spacing w:before="120" w:after="0"/>
        <w:textAlignment w:val="baseline"/>
        <w:rPr>
          <w:rFonts w:asciiTheme="minorHAnsi" w:eastAsia="Times New Roman" w:hAnsiTheme="minorHAnsi"/>
          <w:lang w:val="x-none" w:eastAsia="x-none"/>
        </w:rPr>
      </w:pPr>
      <w:r w:rsidRPr="00171DA8">
        <w:rPr>
          <w:rFonts w:asciiTheme="minorHAnsi" w:eastAsia="Times New Roman" w:hAnsiTheme="minorHAnsi"/>
          <w:lang w:val="x-none" w:eastAsia="x-none"/>
        </w:rPr>
        <w:t>Wnioskodawca</w:t>
      </w:r>
      <w:r w:rsidR="009F5DBC">
        <w:rPr>
          <w:rFonts w:asciiTheme="minorHAnsi" w:eastAsia="Times New Roman" w:hAnsiTheme="minorHAnsi"/>
          <w:lang w:val="x-none" w:eastAsia="x-none"/>
        </w:rPr>
        <w:t xml:space="preserve"> może złożyć</w:t>
      </w:r>
      <w:r w:rsidRPr="00171DA8">
        <w:rPr>
          <w:rFonts w:asciiTheme="minorHAnsi" w:eastAsia="Times New Roman" w:hAnsiTheme="minorHAnsi"/>
          <w:lang w:val="x-none" w:eastAsia="x-none"/>
        </w:rPr>
        <w:t xml:space="preserve"> </w:t>
      </w:r>
      <w:r w:rsidR="009F5DBC" w:rsidRPr="009F5DBC">
        <w:rPr>
          <w:rFonts w:asciiTheme="minorHAnsi" w:eastAsia="Times New Roman" w:hAnsiTheme="minorHAnsi"/>
          <w:lang w:val="x-none" w:eastAsia="x-none"/>
        </w:rPr>
        <w:t>tylko jeden wniosek o dofinansowanie dla tego samego przedsięwzięcia</w:t>
      </w:r>
      <w:r w:rsidR="009F5DBC">
        <w:rPr>
          <w:rFonts w:asciiTheme="minorHAnsi" w:eastAsia="Times New Roman" w:hAnsiTheme="minorHAnsi"/>
          <w:lang w:val="x-none" w:eastAsia="x-none"/>
        </w:rPr>
        <w:t>.</w:t>
      </w:r>
      <w:r w:rsidR="009F5DBC" w:rsidRPr="009F5DBC">
        <w:rPr>
          <w:rFonts w:asciiTheme="minorHAnsi" w:eastAsia="Times New Roman" w:hAnsiTheme="minorHAnsi"/>
          <w:lang w:val="x-none" w:eastAsia="x-none"/>
        </w:rPr>
        <w:t xml:space="preserve"> </w:t>
      </w:r>
    </w:p>
    <w:p w14:paraId="66C2C1C4" w14:textId="301C9084" w:rsidR="0055582C" w:rsidRDefault="0055582C" w:rsidP="00720326">
      <w:pPr>
        <w:widowControl w:val="0"/>
        <w:adjustRightInd w:val="0"/>
        <w:spacing w:before="120" w:after="0"/>
        <w:textAlignment w:val="baseline"/>
      </w:pPr>
      <w:r>
        <w:t>Przygotowan</w:t>
      </w:r>
      <w:r w:rsidR="009F5DBC">
        <w:t>y</w:t>
      </w:r>
      <w:r>
        <w:t xml:space="preserve"> wnios</w:t>
      </w:r>
      <w:r w:rsidR="009F5DBC">
        <w:t>ek</w:t>
      </w:r>
      <w:r>
        <w:t xml:space="preserve"> należy składać </w:t>
      </w:r>
      <w:r w:rsidR="002D49CF">
        <w:t xml:space="preserve">wyłącznie </w:t>
      </w:r>
      <w:r>
        <w:t>w wersji elektronicznej przez Generator Wniosków</w:t>
      </w:r>
      <w:r w:rsidR="00CA78D6">
        <w:t xml:space="preserve"> </w:t>
      </w:r>
      <w:r>
        <w:t>o</w:t>
      </w:r>
      <w:r w:rsidR="00CA78D6">
        <w:t> </w:t>
      </w:r>
      <w:r>
        <w:t>Dofinansowanie („GWD”) przy zastosowaniu podpisu</w:t>
      </w:r>
      <w:r w:rsidR="0DFA0E8D">
        <w:t>,</w:t>
      </w:r>
      <w:r>
        <w:t xml:space="preserve"> o którym mowa w § 2 ust. 4 Regulaminu </w:t>
      </w:r>
      <w:r w:rsidR="00171DA8">
        <w:t>naboru projektów</w:t>
      </w:r>
      <w:r>
        <w:t>.  O</w:t>
      </w:r>
      <w:r w:rsidR="00CA78D6">
        <w:t> </w:t>
      </w:r>
      <w:r>
        <w:t xml:space="preserve">zachowaniu terminu złożenia wniosku decyduje data jego wysłania przez GWD na skrzynkę podawczą </w:t>
      </w:r>
      <w:r w:rsidRPr="00437A81">
        <w:t>NFOŚiGW znajdującą się na elektronicznej Platformie Usług Administracji Publicznej (</w:t>
      </w:r>
      <w:proofErr w:type="spellStart"/>
      <w:r w:rsidRPr="00437A81">
        <w:t>ePUAP</w:t>
      </w:r>
      <w:proofErr w:type="spellEnd"/>
      <w:r w:rsidRPr="00437A81">
        <w:t>).</w:t>
      </w:r>
    </w:p>
    <w:p w14:paraId="58905870" w14:textId="3554A83F" w:rsidR="0055582C" w:rsidRDefault="004A3337" w:rsidP="00720326">
      <w:pPr>
        <w:widowControl w:val="0"/>
        <w:adjustRightInd w:val="0"/>
        <w:spacing w:before="120" w:after="0"/>
        <w:textAlignment w:val="baseline"/>
      </w:pPr>
      <w:r w:rsidRPr="00483E0D">
        <w:rPr>
          <w:rFonts w:cs="Calibri"/>
        </w:rPr>
        <w:t xml:space="preserve">O zachowaniu terminu do złożenia wniosku decyduje data </w:t>
      </w:r>
      <w:r w:rsidR="009F5DBC">
        <w:rPr>
          <w:rFonts w:cs="Calibri"/>
        </w:rPr>
        <w:t xml:space="preserve">jego </w:t>
      </w:r>
      <w:r w:rsidRPr="00483E0D">
        <w:rPr>
          <w:rFonts w:cs="Calibri"/>
        </w:rPr>
        <w:t>wysłania</w:t>
      </w:r>
      <w:r>
        <w:rPr>
          <w:rFonts w:cs="Calibri"/>
        </w:rPr>
        <w:t xml:space="preserve"> </w:t>
      </w:r>
      <w:r w:rsidRPr="00483E0D">
        <w:rPr>
          <w:rFonts w:cs="Calibri"/>
        </w:rPr>
        <w:t>przez GWD na skrzynkę podawczą NFOŚiGW</w:t>
      </w:r>
      <w:r>
        <w:rPr>
          <w:rFonts w:cs="Calibri"/>
        </w:rPr>
        <w:t>,</w:t>
      </w:r>
      <w:r w:rsidRPr="00483E0D">
        <w:rPr>
          <w:rFonts w:cs="Calibri"/>
        </w:rPr>
        <w:t xml:space="preserve"> znajdującą się na elektronicznej Platformie Usług Administracji Publicznej (</w:t>
      </w:r>
      <w:proofErr w:type="spellStart"/>
      <w:r w:rsidRPr="00483E0D">
        <w:rPr>
          <w:rFonts w:cs="Calibri"/>
        </w:rPr>
        <w:t>ePUAP</w:t>
      </w:r>
      <w:proofErr w:type="spellEnd"/>
      <w:r w:rsidRPr="00483E0D">
        <w:rPr>
          <w:rFonts w:cs="Calibri"/>
        </w:rPr>
        <w:t>)</w:t>
      </w:r>
      <w:r>
        <w:rPr>
          <w:rFonts w:cs="Calibri"/>
        </w:rPr>
        <w:t>.</w:t>
      </w:r>
    </w:p>
    <w:p w14:paraId="790DF79E" w14:textId="77777777" w:rsidR="009F5DBC" w:rsidRPr="009F5DBC" w:rsidRDefault="009F5DBC" w:rsidP="00720326">
      <w:pPr>
        <w:widowControl w:val="0"/>
        <w:adjustRightInd w:val="0"/>
        <w:spacing w:before="120" w:after="0"/>
        <w:textAlignment w:val="baseline"/>
        <w:rPr>
          <w:sz w:val="4"/>
          <w:szCs w:val="4"/>
        </w:rPr>
      </w:pPr>
    </w:p>
    <w:p w14:paraId="349DB188" w14:textId="7385DE78" w:rsidR="0055582C" w:rsidRPr="00437A81" w:rsidRDefault="201A6D80" w:rsidP="00720326">
      <w:r w:rsidRPr="00437A81">
        <w:t>Wnioski, które wpłyną po terminie</w:t>
      </w:r>
      <w:r w:rsidR="009F5DBC">
        <w:t xml:space="preserve"> </w:t>
      </w:r>
      <w:r w:rsidRPr="00437A81">
        <w:t xml:space="preserve">lub w niewłaściwej formie </w:t>
      </w:r>
      <w:r w:rsidR="00437A81" w:rsidRPr="00437A81">
        <w:t>pozostawia</w:t>
      </w:r>
      <w:r w:rsidR="7C239E94" w:rsidRPr="00437A81">
        <w:t xml:space="preserve"> się bez rozpoznania</w:t>
      </w:r>
      <w:r w:rsidR="60B0D6CE" w:rsidRPr="00437A81">
        <w:t>.</w:t>
      </w:r>
      <w:r w:rsidRPr="00437A81">
        <w:t xml:space="preserve"> </w:t>
      </w:r>
    </w:p>
    <w:p w14:paraId="20B07704" w14:textId="12840A0C" w:rsidR="0055582C" w:rsidRDefault="0055582C" w:rsidP="00A274E6">
      <w:pPr>
        <w:spacing w:before="240" w:after="0"/>
      </w:pPr>
      <w:r w:rsidRPr="00DB2148">
        <w:t xml:space="preserve">Wnioskodawcy będą informowani </w:t>
      </w:r>
      <w:r w:rsidR="00DB2148" w:rsidRPr="00DB2148">
        <w:t xml:space="preserve">w formie pisemnej za pośrednictwem </w:t>
      </w:r>
      <w:proofErr w:type="spellStart"/>
      <w:r w:rsidR="00DB2148" w:rsidRPr="00DB2148">
        <w:t>e</w:t>
      </w:r>
      <w:r w:rsidR="004D1D33">
        <w:t>PUAP</w:t>
      </w:r>
      <w:proofErr w:type="spellEnd"/>
      <w:r w:rsidR="00DB2148" w:rsidRPr="00DB2148">
        <w:t xml:space="preserve"> </w:t>
      </w:r>
      <w:r w:rsidRPr="00DB2148">
        <w:t>o wyniku oceny.</w:t>
      </w:r>
      <w:r w:rsidRPr="001262A6">
        <w:t xml:space="preserve"> </w:t>
      </w:r>
    </w:p>
    <w:p w14:paraId="1695B67C" w14:textId="77777777" w:rsidR="00A274E6" w:rsidRPr="001262A6" w:rsidRDefault="00A274E6" w:rsidP="00A274E6">
      <w:pPr>
        <w:spacing w:after="0"/>
      </w:pPr>
    </w:p>
    <w:p w14:paraId="23C3E67D" w14:textId="77777777" w:rsidR="0055582C" w:rsidRPr="001262A6" w:rsidRDefault="0055582C" w:rsidP="00720326">
      <w:pPr>
        <w:pStyle w:val="Akapitzlist"/>
        <w:numPr>
          <w:ilvl w:val="0"/>
          <w:numId w:val="18"/>
        </w:numPr>
        <w:tabs>
          <w:tab w:val="center" w:pos="426"/>
        </w:tabs>
        <w:spacing w:after="0"/>
        <w:rPr>
          <w:b/>
        </w:rPr>
      </w:pPr>
      <w:r w:rsidRPr="001262A6">
        <w:rPr>
          <w:b/>
        </w:rPr>
        <w:t>Alokacja</w:t>
      </w:r>
    </w:p>
    <w:p w14:paraId="407CC8AC" w14:textId="270B6793" w:rsidR="00BE6535" w:rsidRDefault="00BE6535" w:rsidP="00720326">
      <w:pPr>
        <w:spacing w:after="0"/>
        <w:ind w:left="-66"/>
      </w:pPr>
      <w:r>
        <w:t>Wysokość alokacji ze środków unijnych</w:t>
      </w:r>
      <w:r w:rsidR="00792935">
        <w:t xml:space="preserve">, tj. </w:t>
      </w:r>
      <w:r>
        <w:t xml:space="preserve">Funduszu Spójności (FS): </w:t>
      </w:r>
      <w:r w:rsidR="00792935" w:rsidRPr="00792935">
        <w:rPr>
          <w:b/>
          <w:bCs/>
        </w:rPr>
        <w:t>8</w:t>
      </w:r>
      <w:r w:rsidR="009171EE">
        <w:rPr>
          <w:b/>
          <w:bCs/>
        </w:rPr>
        <w:t>6</w:t>
      </w:r>
      <w:r w:rsidR="00792935" w:rsidRPr="00792935">
        <w:rPr>
          <w:b/>
          <w:bCs/>
        </w:rPr>
        <w:t xml:space="preserve"> </w:t>
      </w:r>
      <w:r w:rsidR="009171EE">
        <w:rPr>
          <w:b/>
          <w:bCs/>
        </w:rPr>
        <w:t>000</w:t>
      </w:r>
      <w:r w:rsidR="00792935" w:rsidRPr="00792935">
        <w:rPr>
          <w:b/>
          <w:bCs/>
        </w:rPr>
        <w:t xml:space="preserve"> 000,00 </w:t>
      </w:r>
      <w:r w:rsidR="00DB2148" w:rsidRPr="00DB2148">
        <w:rPr>
          <w:b/>
          <w:bCs/>
        </w:rPr>
        <w:t>zł</w:t>
      </w:r>
    </w:p>
    <w:p w14:paraId="1B5FDCD6" w14:textId="7FF57470" w:rsidR="001F7B54" w:rsidRPr="001262A6" w:rsidRDefault="00BE6535" w:rsidP="00720326">
      <w:pPr>
        <w:spacing w:after="0"/>
        <w:ind w:left="-66"/>
        <w:rPr>
          <w:b/>
          <w:bCs/>
        </w:rPr>
      </w:pPr>
      <w:r>
        <w:t xml:space="preserve">Wysokość alokacji ze środków krajowych NFOŚiGW: </w:t>
      </w:r>
      <w:r w:rsidR="00792935" w:rsidRPr="00792935">
        <w:rPr>
          <w:b/>
          <w:bCs/>
        </w:rPr>
        <w:t xml:space="preserve">15 </w:t>
      </w:r>
      <w:r w:rsidR="009171EE">
        <w:rPr>
          <w:b/>
          <w:bCs/>
        </w:rPr>
        <w:t>176</w:t>
      </w:r>
      <w:r w:rsidR="00792935" w:rsidRPr="00792935">
        <w:rPr>
          <w:b/>
          <w:bCs/>
        </w:rPr>
        <w:t xml:space="preserve"> </w:t>
      </w:r>
      <w:r w:rsidR="009171EE">
        <w:rPr>
          <w:b/>
          <w:bCs/>
        </w:rPr>
        <w:t>471</w:t>
      </w:r>
      <w:r w:rsidR="00792935" w:rsidRPr="00792935">
        <w:rPr>
          <w:b/>
          <w:bCs/>
        </w:rPr>
        <w:t>,00</w:t>
      </w:r>
      <w:r w:rsidR="00DB2148" w:rsidRPr="41B476AB">
        <w:rPr>
          <w:b/>
          <w:bCs/>
        </w:rPr>
        <w:t xml:space="preserve"> </w:t>
      </w:r>
      <w:r w:rsidR="004D1D33">
        <w:rPr>
          <w:b/>
          <w:bCs/>
        </w:rPr>
        <w:t>z</w:t>
      </w:r>
      <w:r w:rsidR="00DB2148" w:rsidRPr="41B476AB">
        <w:rPr>
          <w:b/>
          <w:bCs/>
        </w:rPr>
        <w:t>ł</w:t>
      </w:r>
    </w:p>
    <w:p w14:paraId="29A04D09" w14:textId="7282573B" w:rsidR="41B476AB" w:rsidRDefault="41B476AB" w:rsidP="00720326">
      <w:pPr>
        <w:spacing w:after="0"/>
        <w:ind w:left="-66"/>
        <w:rPr>
          <w:b/>
          <w:bCs/>
        </w:rPr>
      </w:pPr>
    </w:p>
    <w:p w14:paraId="33D9E2E0" w14:textId="059F5089" w:rsidR="0055582C" w:rsidRPr="001262A6" w:rsidRDefault="0055582C" w:rsidP="00720326">
      <w:pPr>
        <w:pStyle w:val="Akapitzlist"/>
        <w:numPr>
          <w:ilvl w:val="0"/>
          <w:numId w:val="18"/>
        </w:numPr>
        <w:tabs>
          <w:tab w:val="center" w:pos="426"/>
        </w:tabs>
        <w:spacing w:after="0"/>
        <w:rPr>
          <w:b/>
        </w:rPr>
      </w:pPr>
      <w:r w:rsidRPr="001262A6">
        <w:rPr>
          <w:b/>
        </w:rPr>
        <w:t>Formy dofinansowania:</w:t>
      </w:r>
    </w:p>
    <w:p w14:paraId="44384176" w14:textId="6275CAF5" w:rsidR="00E47B5C" w:rsidRPr="004D04FD" w:rsidRDefault="0055582C" w:rsidP="00720326">
      <w:pPr>
        <w:spacing w:after="0"/>
      </w:pPr>
      <w:r w:rsidRPr="001262A6">
        <w:t>Dofinansowanie bę</w:t>
      </w:r>
      <w:r w:rsidR="001F7B54" w:rsidRPr="001262A6">
        <w:t>dzie udzielone w formie</w:t>
      </w:r>
      <w:r w:rsidR="00BE6535">
        <w:t>:</w:t>
      </w:r>
    </w:p>
    <w:p w14:paraId="3D342DF3" w14:textId="41405537" w:rsidR="00E47B5C" w:rsidRPr="00DA0857" w:rsidRDefault="005B2E6C" w:rsidP="00720326">
      <w:pPr>
        <w:pStyle w:val="Akapitzlist"/>
        <w:numPr>
          <w:ilvl w:val="0"/>
          <w:numId w:val="40"/>
        </w:numPr>
        <w:spacing w:after="0"/>
        <w:ind w:left="709"/>
        <w:rPr>
          <w:rFonts w:asciiTheme="minorHAnsi" w:eastAsia="Times New Roman" w:hAnsiTheme="minorHAnsi" w:cstheme="minorBidi"/>
        </w:rPr>
      </w:pPr>
      <w:r>
        <w:rPr>
          <w:rFonts w:asciiTheme="minorHAnsi" w:eastAsia="Times New Roman" w:hAnsiTheme="minorHAnsi" w:cstheme="minorBidi"/>
        </w:rPr>
        <w:t>p</w:t>
      </w:r>
      <w:r w:rsidR="00E47B5C" w:rsidRPr="06599B98">
        <w:rPr>
          <w:rFonts w:asciiTheme="minorHAnsi" w:eastAsia="Times New Roman" w:hAnsiTheme="minorHAnsi" w:cstheme="minorBidi"/>
        </w:rPr>
        <w:t>ożycz</w:t>
      </w:r>
      <w:r>
        <w:rPr>
          <w:rFonts w:asciiTheme="minorHAnsi" w:eastAsia="Times New Roman" w:hAnsiTheme="minorHAnsi" w:cstheme="minorBidi"/>
        </w:rPr>
        <w:t>ki na warunkach</w:t>
      </w:r>
      <w:r w:rsidR="00E47B5C" w:rsidRPr="06599B98">
        <w:rPr>
          <w:rFonts w:asciiTheme="minorHAnsi" w:eastAsia="Times New Roman" w:hAnsiTheme="minorHAnsi" w:cstheme="minorBidi"/>
        </w:rPr>
        <w:t xml:space="preserve"> preferencyjn</w:t>
      </w:r>
      <w:r w:rsidR="00B2212F" w:rsidRPr="06599B98">
        <w:rPr>
          <w:rFonts w:asciiTheme="minorHAnsi" w:eastAsia="Times New Roman" w:hAnsiTheme="minorHAnsi" w:cstheme="minorBidi"/>
        </w:rPr>
        <w:t>ych</w:t>
      </w:r>
      <w:r>
        <w:rPr>
          <w:rFonts w:asciiTheme="minorHAnsi" w:eastAsia="Times New Roman" w:hAnsiTheme="minorHAnsi" w:cstheme="minorBidi"/>
        </w:rPr>
        <w:t xml:space="preserve"> (z umorzeniem)</w:t>
      </w:r>
      <w:r w:rsidR="00E47B5C" w:rsidRPr="06599B98">
        <w:rPr>
          <w:rFonts w:asciiTheme="minorHAnsi" w:eastAsia="Times New Roman" w:hAnsiTheme="minorHAnsi" w:cstheme="minorBidi"/>
        </w:rPr>
        <w:t xml:space="preserve"> ze środków </w:t>
      </w:r>
      <w:r w:rsidR="004D1D33">
        <w:rPr>
          <w:rFonts w:asciiTheme="minorHAnsi" w:eastAsia="Times New Roman" w:hAnsiTheme="minorHAnsi" w:cstheme="minorBidi"/>
        </w:rPr>
        <w:t>Funduszu Spójności</w:t>
      </w:r>
      <w:r>
        <w:rPr>
          <w:rFonts w:asciiTheme="minorHAnsi" w:eastAsia="Times New Roman" w:hAnsiTheme="minorHAnsi" w:cstheme="minorBidi"/>
        </w:rPr>
        <w:t>, zwanej „pożyczką IF FS”</w:t>
      </w:r>
      <w:r w:rsidR="00654CC8">
        <w:rPr>
          <w:rFonts w:asciiTheme="minorHAnsi" w:eastAsia="Times New Roman" w:hAnsiTheme="minorHAnsi" w:cstheme="minorBidi"/>
        </w:rPr>
        <w:t xml:space="preserve"> (</w:t>
      </w:r>
      <w:r w:rsidR="00654CC8" w:rsidRPr="00654CC8">
        <w:rPr>
          <w:rFonts w:asciiTheme="minorHAnsi" w:eastAsia="Times New Roman" w:hAnsiTheme="minorHAnsi" w:cstheme="minorBidi"/>
        </w:rPr>
        <w:t>umorzenie nie obejmuje</w:t>
      </w:r>
      <w:r w:rsidR="00874F10">
        <w:rPr>
          <w:rFonts w:asciiTheme="minorHAnsi" w:eastAsia="Times New Roman" w:hAnsiTheme="minorHAnsi" w:cstheme="minorBidi"/>
        </w:rPr>
        <w:t xml:space="preserve"> ostatecznych odbiorców wsparcia,</w:t>
      </w:r>
      <w:r w:rsidR="00654CC8" w:rsidRPr="00654CC8">
        <w:rPr>
          <w:rFonts w:asciiTheme="minorHAnsi" w:eastAsia="Times New Roman" w:hAnsiTheme="minorHAnsi" w:cstheme="minorBidi"/>
        </w:rPr>
        <w:t> będących dostawcami usług energetycznych w rozumieniu dyrektywy 2012/27/UE działających na rzecz przedsiębiorstw</w:t>
      </w:r>
      <w:r w:rsidR="00654CC8">
        <w:rPr>
          <w:rFonts w:asciiTheme="minorHAnsi" w:eastAsia="Times New Roman" w:hAnsiTheme="minorHAnsi" w:cstheme="minorBidi"/>
        </w:rPr>
        <w:t>)</w:t>
      </w:r>
      <w:r w:rsidR="00E47B5C" w:rsidRPr="06599B98">
        <w:rPr>
          <w:rFonts w:asciiTheme="minorHAnsi" w:eastAsia="Times New Roman" w:hAnsiTheme="minorHAnsi" w:cstheme="minorBidi"/>
        </w:rPr>
        <w:t>;</w:t>
      </w:r>
    </w:p>
    <w:p w14:paraId="15D39434" w14:textId="11E22C41" w:rsidR="00E47B5C" w:rsidRDefault="00E47B5C" w:rsidP="00720326">
      <w:pPr>
        <w:pStyle w:val="Akapitzlist"/>
        <w:numPr>
          <w:ilvl w:val="0"/>
          <w:numId w:val="40"/>
        </w:numPr>
        <w:spacing w:after="0"/>
        <w:ind w:left="709"/>
        <w:rPr>
          <w:rFonts w:asciiTheme="minorHAnsi" w:eastAsia="Times New Roman" w:hAnsiTheme="minorHAnsi" w:cstheme="minorHAnsi"/>
        </w:rPr>
      </w:pPr>
      <w:r w:rsidRPr="00DA0857">
        <w:rPr>
          <w:rFonts w:asciiTheme="minorHAnsi" w:eastAsia="Times New Roman" w:hAnsiTheme="minorHAnsi" w:cstheme="minorHAnsi"/>
        </w:rPr>
        <w:t>pożycz</w:t>
      </w:r>
      <w:r w:rsidR="005B2E6C">
        <w:rPr>
          <w:rFonts w:asciiTheme="minorHAnsi" w:eastAsia="Times New Roman" w:hAnsiTheme="minorHAnsi" w:cstheme="minorHAnsi"/>
        </w:rPr>
        <w:t>ki</w:t>
      </w:r>
      <w:r w:rsidRPr="00DA0857">
        <w:rPr>
          <w:rFonts w:asciiTheme="minorHAnsi" w:eastAsia="Times New Roman" w:hAnsiTheme="minorHAnsi" w:cstheme="minorHAnsi"/>
        </w:rPr>
        <w:t xml:space="preserve"> </w:t>
      </w:r>
      <w:r w:rsidR="005B2E6C">
        <w:rPr>
          <w:rFonts w:asciiTheme="minorHAnsi" w:eastAsia="Times New Roman" w:hAnsiTheme="minorHAnsi" w:cstheme="minorHAnsi"/>
        </w:rPr>
        <w:t xml:space="preserve">na warunkach rynkowych </w:t>
      </w:r>
      <w:r w:rsidRPr="00DA0857">
        <w:rPr>
          <w:rFonts w:asciiTheme="minorHAnsi" w:eastAsia="Times New Roman" w:hAnsiTheme="minorHAnsi" w:cstheme="minorHAnsi"/>
        </w:rPr>
        <w:t>ze środków krajowych (NFOŚiGW)</w:t>
      </w:r>
      <w:r w:rsidR="005B2E6C">
        <w:rPr>
          <w:rFonts w:asciiTheme="minorHAnsi" w:eastAsia="Times New Roman" w:hAnsiTheme="minorHAnsi" w:cstheme="minorHAnsi"/>
        </w:rPr>
        <w:t>, zwanej „pożyczką NFOŚiGW”</w:t>
      </w:r>
      <w:r w:rsidRPr="00DA0857">
        <w:rPr>
          <w:rFonts w:asciiTheme="minorHAnsi" w:eastAsia="Times New Roman" w:hAnsiTheme="minorHAnsi" w:cstheme="minorHAnsi"/>
        </w:rPr>
        <w:t>.</w:t>
      </w:r>
    </w:p>
    <w:p w14:paraId="6BD19609" w14:textId="77777777" w:rsidR="004D04FD" w:rsidRPr="00DA0857" w:rsidRDefault="004D04FD" w:rsidP="00720326">
      <w:pPr>
        <w:pStyle w:val="Akapitzlist"/>
        <w:spacing w:after="0"/>
        <w:ind w:left="360"/>
        <w:rPr>
          <w:rFonts w:asciiTheme="minorHAnsi" w:eastAsia="Times New Roman" w:hAnsiTheme="minorHAnsi" w:cstheme="minorHAnsi"/>
        </w:rPr>
      </w:pPr>
    </w:p>
    <w:p w14:paraId="7B5C473E" w14:textId="5064298A" w:rsidR="00476839" w:rsidRDefault="00476839" w:rsidP="00720326">
      <w:pPr>
        <w:spacing w:after="0"/>
        <w:rPr>
          <w:rFonts w:asciiTheme="minorHAnsi" w:hAnsiTheme="minorHAnsi" w:cstheme="minorHAnsi"/>
        </w:rPr>
      </w:pPr>
      <w:r w:rsidRPr="00476839">
        <w:rPr>
          <w:rFonts w:asciiTheme="minorHAnsi" w:hAnsiTheme="minorHAnsi" w:cstheme="minorHAnsi"/>
        </w:rPr>
        <w:t xml:space="preserve">Obligatoryjne jest finansowanie przedsięwzięcia w formie pożyczki IF </w:t>
      </w:r>
      <w:r w:rsidR="00654CC8">
        <w:rPr>
          <w:rFonts w:asciiTheme="minorHAnsi" w:hAnsiTheme="minorHAnsi" w:cstheme="minorHAnsi"/>
        </w:rPr>
        <w:t xml:space="preserve">FS </w:t>
      </w:r>
      <w:r w:rsidRPr="00476839">
        <w:rPr>
          <w:rFonts w:asciiTheme="minorHAnsi" w:hAnsiTheme="minorHAnsi" w:cstheme="minorHAnsi"/>
        </w:rPr>
        <w:t>i pożyczki NFOŚiGW obejmujących łącznie 100 % kosztów kwalifikowanych</w:t>
      </w:r>
      <w:r w:rsidR="00E47B5C" w:rsidRPr="00F8502F">
        <w:rPr>
          <w:rFonts w:asciiTheme="minorHAnsi" w:hAnsiTheme="minorHAnsi" w:cstheme="minorHAnsi"/>
        </w:rPr>
        <w:t>. </w:t>
      </w:r>
      <w:r>
        <w:rPr>
          <w:rFonts w:asciiTheme="minorHAnsi" w:hAnsiTheme="minorHAnsi" w:cstheme="minorHAnsi"/>
        </w:rPr>
        <w:t>Wyjątek stanowią:</w:t>
      </w:r>
    </w:p>
    <w:p w14:paraId="2CFA2A7E" w14:textId="7F6E80E5" w:rsidR="00476839" w:rsidRDefault="00476839" w:rsidP="00720326">
      <w:pPr>
        <w:pStyle w:val="Akapitzlist"/>
        <w:numPr>
          <w:ilvl w:val="0"/>
          <w:numId w:val="46"/>
        </w:numPr>
        <w:spacing w:after="0"/>
        <w:rPr>
          <w:rFonts w:asciiTheme="minorHAnsi" w:hAnsiTheme="minorHAnsi" w:cstheme="minorHAnsi"/>
        </w:rPr>
      </w:pPr>
      <w:r w:rsidRPr="00476839">
        <w:rPr>
          <w:rFonts w:asciiTheme="minorHAnsi" w:hAnsiTheme="minorHAnsi" w:cstheme="minorHAnsi"/>
        </w:rPr>
        <w:t>przedsięwzięcia realizowane w formule „</w:t>
      </w:r>
      <w:proofErr w:type="spellStart"/>
      <w:r w:rsidRPr="00476839">
        <w:rPr>
          <w:rFonts w:asciiTheme="minorHAnsi" w:hAnsiTheme="minorHAnsi" w:cstheme="minorHAnsi"/>
        </w:rPr>
        <w:t>project</w:t>
      </w:r>
      <w:proofErr w:type="spellEnd"/>
      <w:r w:rsidRPr="00476839">
        <w:rPr>
          <w:rFonts w:asciiTheme="minorHAnsi" w:hAnsiTheme="minorHAnsi" w:cstheme="minorHAnsi"/>
        </w:rPr>
        <w:t xml:space="preserve"> </w:t>
      </w:r>
      <w:proofErr w:type="spellStart"/>
      <w:r w:rsidRPr="00476839">
        <w:rPr>
          <w:rFonts w:asciiTheme="minorHAnsi" w:hAnsiTheme="minorHAnsi" w:cstheme="minorHAnsi"/>
        </w:rPr>
        <w:t>finance</w:t>
      </w:r>
      <w:proofErr w:type="spellEnd"/>
      <w:r w:rsidRPr="00476839">
        <w:rPr>
          <w:rFonts w:asciiTheme="minorHAnsi" w:hAnsiTheme="minorHAnsi" w:cstheme="minorHAnsi"/>
        </w:rPr>
        <w:t>”, dla których obligatoryjne jest finansowanie przedsięwzięcia w formie pożyczki IF FS i pożyczki NFOŚiGW obejmujących łącznie 85% kosztów kwalifikowanych</w:t>
      </w:r>
      <w:r>
        <w:rPr>
          <w:rFonts w:asciiTheme="minorHAnsi" w:hAnsiTheme="minorHAnsi" w:cstheme="minorHAnsi"/>
        </w:rPr>
        <w:t>;</w:t>
      </w:r>
      <w:r w:rsidRPr="00476839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d</w:t>
      </w:r>
      <w:r w:rsidRPr="00476839">
        <w:rPr>
          <w:rFonts w:asciiTheme="minorHAnsi" w:hAnsiTheme="minorHAnsi" w:cstheme="minorHAnsi"/>
        </w:rPr>
        <w:t>la pozostałych 15% kosztów kwalifikowanych obowiązuje wymóg udziału środków własnych odbiorcy ostatecznego wsparcia</w:t>
      </w:r>
      <w:r>
        <w:rPr>
          <w:rFonts w:asciiTheme="minorHAnsi" w:hAnsiTheme="minorHAnsi" w:cstheme="minorHAnsi"/>
        </w:rPr>
        <w:t>;</w:t>
      </w:r>
    </w:p>
    <w:p w14:paraId="7F36EB9B" w14:textId="3735F0F7" w:rsidR="00476839" w:rsidRDefault="00476839" w:rsidP="00720326">
      <w:pPr>
        <w:pStyle w:val="Akapitzlist"/>
        <w:numPr>
          <w:ilvl w:val="0"/>
          <w:numId w:val="46"/>
        </w:numPr>
        <w:spacing w:after="0"/>
        <w:rPr>
          <w:rFonts w:asciiTheme="minorHAnsi" w:hAnsiTheme="minorHAnsi" w:cstheme="minorHAnsi"/>
        </w:rPr>
      </w:pPr>
      <w:r w:rsidRPr="00476839">
        <w:rPr>
          <w:rFonts w:asciiTheme="minorHAnsi" w:hAnsiTheme="minorHAnsi" w:cstheme="minorHAnsi"/>
        </w:rPr>
        <w:t>przedsięwzięcia, dla których ostatecznym odbiorcą wsparcia są podmioty będące dostawcami usług energetycznych w rozumieniu dyrektywy 2012/27/UE, działające na rzecz przedsiębiorstw</w:t>
      </w:r>
      <w:r>
        <w:rPr>
          <w:rFonts w:asciiTheme="minorHAnsi" w:hAnsiTheme="minorHAnsi" w:cstheme="minorHAnsi"/>
        </w:rPr>
        <w:t>;</w:t>
      </w:r>
    </w:p>
    <w:p w14:paraId="017205F2" w14:textId="0C668C30" w:rsidR="00AF3AB5" w:rsidRDefault="00476839" w:rsidP="00720326">
      <w:pPr>
        <w:spacing w:after="0"/>
        <w:rPr>
          <w:rFonts w:asciiTheme="minorHAnsi" w:hAnsiTheme="minorHAnsi" w:cstheme="minorBidi"/>
          <w:b/>
          <w:bCs/>
        </w:rPr>
      </w:pPr>
      <w:r>
        <w:rPr>
          <w:rFonts w:asciiTheme="minorHAnsi" w:hAnsiTheme="minorHAnsi" w:cstheme="minorHAnsi"/>
        </w:rPr>
        <w:t>z</w:t>
      </w:r>
      <w:r w:rsidR="004D04FD">
        <w:rPr>
          <w:rFonts w:asciiTheme="minorHAnsi" w:hAnsiTheme="minorHAnsi" w:cstheme="minorHAnsi"/>
        </w:rPr>
        <w:t xml:space="preserve">godnie z </w:t>
      </w:r>
      <w:r w:rsidR="0055582C">
        <w:t xml:space="preserve">programem priorytetowym </w:t>
      </w:r>
      <w:r w:rsidR="00E47B5C" w:rsidRPr="41B476AB">
        <w:rPr>
          <w:b/>
          <w:bCs/>
        </w:rPr>
        <w:t>„</w:t>
      </w:r>
      <w:r w:rsidR="005B2E6C" w:rsidRPr="005B2E6C">
        <w:rPr>
          <w:rFonts w:asciiTheme="minorHAnsi" w:hAnsiTheme="minorHAnsi" w:cstheme="minorBidi"/>
          <w:b/>
          <w:bCs/>
        </w:rPr>
        <w:t>Współfinansowanie projektów realizowanych w ramach Programu Fundusze Europejskie na infrastrukturę, Klimat, Środowisko 2021-2027 (</w:t>
      </w:r>
      <w:proofErr w:type="spellStart"/>
      <w:r w:rsidR="005B2E6C" w:rsidRPr="005B2E6C">
        <w:rPr>
          <w:rFonts w:asciiTheme="minorHAnsi" w:hAnsiTheme="minorHAnsi" w:cstheme="minorBidi"/>
          <w:b/>
          <w:bCs/>
        </w:rPr>
        <w:t>FEnIKS</w:t>
      </w:r>
      <w:proofErr w:type="spellEnd"/>
      <w:r w:rsidR="005B2E6C" w:rsidRPr="005B2E6C">
        <w:rPr>
          <w:rFonts w:asciiTheme="minorHAnsi" w:hAnsiTheme="minorHAnsi" w:cstheme="minorBidi"/>
          <w:b/>
          <w:bCs/>
        </w:rPr>
        <w:t>), Część 1) Poprawa efektywności energetycznej (wraz z instalacją OZE) w dużych i średnich przedsiębiorstwach</w:t>
      </w:r>
      <w:r w:rsidR="00E47B5C" w:rsidRPr="41B476AB">
        <w:rPr>
          <w:rFonts w:asciiTheme="minorHAnsi" w:hAnsiTheme="minorHAnsi" w:cstheme="minorBidi"/>
          <w:b/>
          <w:bCs/>
        </w:rPr>
        <w:t>”.</w:t>
      </w:r>
    </w:p>
    <w:p w14:paraId="4C919220" w14:textId="77777777" w:rsidR="00476839" w:rsidRPr="00476839" w:rsidRDefault="00476839" w:rsidP="00720326">
      <w:pPr>
        <w:spacing w:after="0"/>
      </w:pPr>
    </w:p>
    <w:p w14:paraId="0CA50244" w14:textId="1C596D06" w:rsidR="0055582C" w:rsidRPr="001262A6" w:rsidRDefault="0055582C" w:rsidP="00720326">
      <w:pPr>
        <w:pStyle w:val="Akapitzlist"/>
        <w:numPr>
          <w:ilvl w:val="0"/>
          <w:numId w:val="18"/>
        </w:numPr>
        <w:tabs>
          <w:tab w:val="center" w:pos="426"/>
        </w:tabs>
        <w:spacing w:after="0"/>
        <w:rPr>
          <w:b/>
        </w:rPr>
      </w:pPr>
      <w:r w:rsidRPr="001262A6">
        <w:rPr>
          <w:b/>
        </w:rPr>
        <w:t>Informacja o koordynatorze programu:</w:t>
      </w:r>
    </w:p>
    <w:p w14:paraId="27C6BD8A" w14:textId="795006FA" w:rsidR="00996413" w:rsidRPr="00A274E6" w:rsidRDefault="0055582C" w:rsidP="00A274E6">
      <w:pPr>
        <w:ind w:left="-66"/>
      </w:pPr>
      <w:r w:rsidRPr="005B2E6C">
        <w:t xml:space="preserve">Koordynator programu: </w:t>
      </w:r>
      <w:r w:rsidR="005B2E6C" w:rsidRPr="005B2E6C">
        <w:t>Paweł K</w:t>
      </w:r>
      <w:r w:rsidR="005B2E6C">
        <w:t>ryczkowski</w:t>
      </w:r>
      <w:r w:rsidRPr="005B2E6C">
        <w:t xml:space="preserve">, e-mail: </w:t>
      </w:r>
      <w:hyperlink r:id="rId11" w:history="1">
        <w:r w:rsidR="005B2E6C" w:rsidRPr="001E3D14">
          <w:rPr>
            <w:rStyle w:val="Hipercze"/>
          </w:rPr>
          <w:t>FENX0101.przedsiebiorcy.sekretariat@nfosigw.gov.pl</w:t>
        </w:r>
      </w:hyperlink>
      <w:r w:rsidR="005B2E6C">
        <w:t xml:space="preserve"> </w:t>
      </w:r>
    </w:p>
    <w:sectPr w:rsidR="00996413" w:rsidRPr="00A274E6" w:rsidSect="00901445">
      <w:headerReference w:type="default" r:id="rId12"/>
      <w:pgSz w:w="12240" w:h="15840"/>
      <w:pgMar w:top="1702" w:right="1134" w:bottom="1134" w:left="1134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0FDE75" w14:textId="77777777" w:rsidR="00DC4F7E" w:rsidRDefault="00DC4F7E" w:rsidP="00C64B8C">
      <w:pPr>
        <w:spacing w:after="0" w:line="240" w:lineRule="auto"/>
      </w:pPr>
      <w:r>
        <w:separator/>
      </w:r>
    </w:p>
  </w:endnote>
  <w:endnote w:type="continuationSeparator" w:id="0">
    <w:p w14:paraId="7A6A47E6" w14:textId="77777777" w:rsidR="00DC4F7E" w:rsidRDefault="00DC4F7E" w:rsidP="00C64B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AC8766" w14:textId="77777777" w:rsidR="00DC4F7E" w:rsidRDefault="00DC4F7E" w:rsidP="00C64B8C">
      <w:pPr>
        <w:spacing w:after="0" w:line="240" w:lineRule="auto"/>
      </w:pPr>
      <w:r>
        <w:separator/>
      </w:r>
    </w:p>
  </w:footnote>
  <w:footnote w:type="continuationSeparator" w:id="0">
    <w:p w14:paraId="5AA843F0" w14:textId="77777777" w:rsidR="00DC4F7E" w:rsidRDefault="00DC4F7E" w:rsidP="00C64B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3240DA" w14:textId="2B738A3B" w:rsidR="00901445" w:rsidRDefault="00901445" w:rsidP="00901445">
    <w:pPr>
      <w:pStyle w:val="Nagwek"/>
      <w:jc w:val="center"/>
    </w:pPr>
    <w:r>
      <w:rPr>
        <w:noProof/>
      </w:rPr>
      <w:drawing>
        <wp:inline distT="0" distB="0" distL="0" distR="0" wp14:anchorId="0A8AC9FC" wp14:editId="09738624">
          <wp:extent cx="5759450" cy="572770"/>
          <wp:effectExtent l="0" t="0" r="0" b="0"/>
          <wp:docPr id="1614298453" name="Obraz 1614298453" descr="Znak Fundusze Europejskie na Infrastrukturę, Klimat, Środowisko, znak barw Rzeczypospolitej Polskiej, znak Dofinansowane przez Unię Europejską, znak Narodowego Funduszu Ochrony Środowiska i Gospodarki Wodnej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Znak Fundusze Europejskie na Infrastrukturę, Klimat, Środowisko, znak barw Rzeczypospolitej Polskiej, znak Dofinansowane przez Unię Europejską, znak Narodowego Funduszu Ochrony Środowiska i Gospodarki Wodnej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727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250991"/>
    <w:multiLevelType w:val="hybridMultilevel"/>
    <w:tmpl w:val="7BE8F974"/>
    <w:lvl w:ilvl="0" w:tplc="0415000F">
      <w:start w:val="1"/>
      <w:numFmt w:val="decimal"/>
      <w:lvlText w:val="%1."/>
      <w:lvlJc w:val="left"/>
      <w:pPr>
        <w:ind w:left="2160" w:hanging="720"/>
      </w:pPr>
      <w:rPr>
        <w:rFonts w:hint="default"/>
        <w:b w:val="0"/>
      </w:rPr>
    </w:lvl>
    <w:lvl w:ilvl="1" w:tplc="48BA9302">
      <w:numFmt w:val="bullet"/>
      <w:lvlText w:val=""/>
      <w:lvlJc w:val="left"/>
      <w:pPr>
        <w:ind w:left="2790" w:hanging="630"/>
      </w:pPr>
      <w:rPr>
        <w:rFonts w:ascii="Symbol" w:eastAsia="Times New Roman" w:hAnsi="Symbol" w:cs="Times New Roman" w:hint="default"/>
      </w:rPr>
    </w:lvl>
    <w:lvl w:ilvl="2" w:tplc="112AC4EA">
      <w:start w:val="1"/>
      <w:numFmt w:val="decimal"/>
      <w:lvlText w:val="%3)"/>
      <w:lvlJc w:val="left"/>
      <w:pPr>
        <w:ind w:left="3420" w:hanging="360"/>
      </w:pPr>
      <w:rPr>
        <w:rFonts w:hint="default"/>
      </w:rPr>
    </w:lvl>
    <w:lvl w:ilvl="3" w:tplc="0FE4E97C">
      <w:start w:val="2"/>
      <w:numFmt w:val="bullet"/>
      <w:lvlText w:val="•"/>
      <w:lvlJc w:val="left"/>
      <w:pPr>
        <w:ind w:left="4230" w:hanging="630"/>
      </w:pPr>
      <w:rPr>
        <w:rFonts w:ascii="Calibri" w:eastAsia="Times New Roman" w:hAnsi="Calibri"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2A530EC"/>
    <w:multiLevelType w:val="hybridMultilevel"/>
    <w:tmpl w:val="6AFA8024"/>
    <w:lvl w:ilvl="0" w:tplc="0144D7F4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39B070F"/>
    <w:multiLevelType w:val="hybridMultilevel"/>
    <w:tmpl w:val="1AE404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9168A7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9C39DE"/>
    <w:multiLevelType w:val="hybridMultilevel"/>
    <w:tmpl w:val="CC38030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4056DA"/>
    <w:multiLevelType w:val="hybridMultilevel"/>
    <w:tmpl w:val="6950B42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7">
      <w:start w:val="1"/>
      <w:numFmt w:val="lowerLetter"/>
      <w:lvlText w:val="%3)"/>
      <w:lvlJc w:val="lef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82474DB"/>
    <w:multiLevelType w:val="hybridMultilevel"/>
    <w:tmpl w:val="A5B833E0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11DE31C6"/>
    <w:multiLevelType w:val="hybridMultilevel"/>
    <w:tmpl w:val="7A3230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FCC4C10">
      <w:start w:val="1"/>
      <w:numFmt w:val="lowerLetter"/>
      <w:lvlText w:val="%2)"/>
      <w:lvlJc w:val="left"/>
      <w:pPr>
        <w:ind w:left="1440" w:hanging="360"/>
      </w:pPr>
      <w:rPr>
        <w:rFonts w:asciiTheme="minorHAnsi" w:eastAsiaTheme="minorHAnsi" w:hAnsiTheme="minorHAnsi" w:cstheme="minorBidi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F2158E"/>
    <w:multiLevelType w:val="multilevel"/>
    <w:tmpl w:val="692AD7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666729A"/>
    <w:multiLevelType w:val="hybridMultilevel"/>
    <w:tmpl w:val="C8CE38E4"/>
    <w:lvl w:ilvl="0" w:tplc="4E3475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9C09F4"/>
    <w:multiLevelType w:val="hybridMultilevel"/>
    <w:tmpl w:val="A086CF5A"/>
    <w:lvl w:ilvl="0" w:tplc="CBB69AF2">
      <w:numFmt w:val="bullet"/>
      <w:lvlText w:val=""/>
      <w:lvlJc w:val="left"/>
      <w:pPr>
        <w:ind w:left="294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10" w15:restartNumberingAfterBreak="0">
    <w:nsid w:val="22765369"/>
    <w:multiLevelType w:val="hybridMultilevel"/>
    <w:tmpl w:val="56D6A69C"/>
    <w:lvl w:ilvl="0" w:tplc="04150001">
      <w:start w:val="1"/>
      <w:numFmt w:val="bullet"/>
      <w:lvlText w:val=""/>
      <w:lvlJc w:val="left"/>
      <w:pPr>
        <w:ind w:left="6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14" w:hanging="360"/>
      </w:pPr>
      <w:rPr>
        <w:rFonts w:ascii="Wingdings" w:hAnsi="Wingdings" w:hint="default"/>
      </w:rPr>
    </w:lvl>
  </w:abstractNum>
  <w:abstractNum w:abstractNumId="11" w15:restartNumberingAfterBreak="0">
    <w:nsid w:val="22C16E9F"/>
    <w:multiLevelType w:val="hybridMultilevel"/>
    <w:tmpl w:val="1DA48F96"/>
    <w:lvl w:ilvl="0" w:tplc="09D453B4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C47322"/>
    <w:multiLevelType w:val="hybridMultilevel"/>
    <w:tmpl w:val="85CC816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7">
      <w:start w:val="1"/>
      <w:numFmt w:val="lowerLetter"/>
      <w:lvlText w:val="%3)"/>
      <w:lvlJc w:val="lef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281C6E49"/>
    <w:multiLevelType w:val="multilevel"/>
    <w:tmpl w:val="71F087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eastAsia="Times New Roman" w:cs="Arial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DB11289"/>
    <w:multiLevelType w:val="hybridMultilevel"/>
    <w:tmpl w:val="73086B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3C3A3C"/>
    <w:multiLevelType w:val="multilevel"/>
    <w:tmpl w:val="607006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Theme="minorHAnsi" w:hAnsiTheme="minorHAnsi" w:cstheme="minorHAnsi"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354E1EC8"/>
    <w:multiLevelType w:val="hybridMultilevel"/>
    <w:tmpl w:val="0BFE6D1A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7" w15:restartNumberingAfterBreak="0">
    <w:nsid w:val="361B6D7B"/>
    <w:multiLevelType w:val="hybridMultilevel"/>
    <w:tmpl w:val="919A6270"/>
    <w:lvl w:ilvl="0" w:tplc="09D453B4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E714E5"/>
    <w:multiLevelType w:val="hybridMultilevel"/>
    <w:tmpl w:val="9D1EF41E"/>
    <w:lvl w:ilvl="0" w:tplc="04150001">
      <w:start w:val="1"/>
      <w:numFmt w:val="bullet"/>
      <w:lvlText w:val=""/>
      <w:lvlJc w:val="left"/>
      <w:pPr>
        <w:ind w:left="14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8" w:hanging="360"/>
      </w:pPr>
      <w:rPr>
        <w:rFonts w:ascii="Wingdings" w:hAnsi="Wingdings" w:hint="default"/>
      </w:rPr>
    </w:lvl>
  </w:abstractNum>
  <w:abstractNum w:abstractNumId="19" w15:restartNumberingAfterBreak="0">
    <w:nsid w:val="3A546A89"/>
    <w:multiLevelType w:val="hybridMultilevel"/>
    <w:tmpl w:val="B98011D4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0" w15:restartNumberingAfterBreak="0">
    <w:nsid w:val="3DAD4D7B"/>
    <w:multiLevelType w:val="hybridMultilevel"/>
    <w:tmpl w:val="53F65DAE"/>
    <w:lvl w:ilvl="0" w:tplc="09D453B4">
      <w:start w:val="1"/>
      <w:numFmt w:val="bullet"/>
      <w:lvlText w:val=""/>
      <w:lvlJc w:val="left"/>
      <w:pPr>
        <w:ind w:left="2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21" w15:restartNumberingAfterBreak="0">
    <w:nsid w:val="3E7D74A9"/>
    <w:multiLevelType w:val="hybridMultilevel"/>
    <w:tmpl w:val="41C0E798"/>
    <w:lvl w:ilvl="0" w:tplc="F9DC295E">
      <w:start w:val="1"/>
      <w:numFmt w:val="decimal"/>
      <w:lvlText w:val="%1)"/>
      <w:lvlJc w:val="left"/>
      <w:pPr>
        <w:ind w:left="1062" w:hanging="360"/>
      </w:pPr>
    </w:lvl>
    <w:lvl w:ilvl="1" w:tplc="04150019">
      <w:start w:val="1"/>
      <w:numFmt w:val="lowerLetter"/>
      <w:lvlText w:val="%2."/>
      <w:lvlJc w:val="left"/>
      <w:pPr>
        <w:ind w:left="1782" w:hanging="360"/>
      </w:pPr>
    </w:lvl>
    <w:lvl w:ilvl="2" w:tplc="0415001B">
      <w:start w:val="1"/>
      <w:numFmt w:val="lowerRoman"/>
      <w:lvlText w:val="%3."/>
      <w:lvlJc w:val="right"/>
      <w:pPr>
        <w:ind w:left="2502" w:hanging="180"/>
      </w:pPr>
    </w:lvl>
    <w:lvl w:ilvl="3" w:tplc="0415000F">
      <w:start w:val="1"/>
      <w:numFmt w:val="decimal"/>
      <w:lvlText w:val="%4."/>
      <w:lvlJc w:val="left"/>
      <w:pPr>
        <w:ind w:left="3222" w:hanging="360"/>
      </w:pPr>
    </w:lvl>
    <w:lvl w:ilvl="4" w:tplc="04150019">
      <w:start w:val="1"/>
      <w:numFmt w:val="lowerLetter"/>
      <w:lvlText w:val="%5."/>
      <w:lvlJc w:val="left"/>
      <w:pPr>
        <w:ind w:left="3942" w:hanging="360"/>
      </w:pPr>
    </w:lvl>
    <w:lvl w:ilvl="5" w:tplc="0415001B">
      <w:start w:val="1"/>
      <w:numFmt w:val="lowerRoman"/>
      <w:lvlText w:val="%6."/>
      <w:lvlJc w:val="right"/>
      <w:pPr>
        <w:ind w:left="4662" w:hanging="180"/>
      </w:pPr>
    </w:lvl>
    <w:lvl w:ilvl="6" w:tplc="0415000F">
      <w:start w:val="1"/>
      <w:numFmt w:val="decimal"/>
      <w:lvlText w:val="%7."/>
      <w:lvlJc w:val="left"/>
      <w:pPr>
        <w:ind w:left="5382" w:hanging="360"/>
      </w:pPr>
    </w:lvl>
    <w:lvl w:ilvl="7" w:tplc="04150019">
      <w:start w:val="1"/>
      <w:numFmt w:val="lowerLetter"/>
      <w:lvlText w:val="%8."/>
      <w:lvlJc w:val="left"/>
      <w:pPr>
        <w:ind w:left="6102" w:hanging="360"/>
      </w:pPr>
    </w:lvl>
    <w:lvl w:ilvl="8" w:tplc="0415001B">
      <w:start w:val="1"/>
      <w:numFmt w:val="lowerRoman"/>
      <w:lvlText w:val="%9."/>
      <w:lvlJc w:val="right"/>
      <w:pPr>
        <w:ind w:left="6822" w:hanging="180"/>
      </w:pPr>
    </w:lvl>
  </w:abstractNum>
  <w:abstractNum w:abstractNumId="22" w15:restartNumberingAfterBreak="0">
    <w:nsid w:val="42003FEB"/>
    <w:multiLevelType w:val="hybridMultilevel"/>
    <w:tmpl w:val="B8645110"/>
    <w:lvl w:ilvl="0" w:tplc="09D453B4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A30E30"/>
    <w:multiLevelType w:val="hybridMultilevel"/>
    <w:tmpl w:val="085AB312"/>
    <w:lvl w:ilvl="0" w:tplc="09D453B4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4BB6B35"/>
    <w:multiLevelType w:val="hybridMultilevel"/>
    <w:tmpl w:val="94EA3E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55221D0"/>
    <w:multiLevelType w:val="hybridMultilevel"/>
    <w:tmpl w:val="2C563F02"/>
    <w:lvl w:ilvl="0" w:tplc="C2D27EB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81B0D32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623EAE"/>
    <w:multiLevelType w:val="hybridMultilevel"/>
    <w:tmpl w:val="AFCCBB88"/>
    <w:lvl w:ilvl="0" w:tplc="0FE4E97C">
      <w:start w:val="2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B913289"/>
    <w:multiLevelType w:val="hybridMultilevel"/>
    <w:tmpl w:val="7D5C8E16"/>
    <w:lvl w:ilvl="0" w:tplc="D7F67296">
      <w:start w:val="1"/>
      <w:numFmt w:val="upperRoman"/>
      <w:lvlText w:val="%1."/>
      <w:lvlJc w:val="left"/>
      <w:pPr>
        <w:ind w:left="2160" w:hanging="720"/>
      </w:pPr>
      <w:rPr>
        <w:rFonts w:hint="default"/>
        <w:b w:val="0"/>
      </w:rPr>
    </w:lvl>
    <w:lvl w:ilvl="1" w:tplc="48BA9302">
      <w:numFmt w:val="bullet"/>
      <w:lvlText w:val=""/>
      <w:lvlJc w:val="left"/>
      <w:pPr>
        <w:ind w:left="2790" w:hanging="630"/>
      </w:pPr>
      <w:rPr>
        <w:rFonts w:ascii="Symbol" w:eastAsia="Times New Roman" w:hAnsi="Symbol" w:cs="Times New Roman" w:hint="default"/>
      </w:rPr>
    </w:lvl>
    <w:lvl w:ilvl="2" w:tplc="112AC4EA">
      <w:start w:val="1"/>
      <w:numFmt w:val="decimal"/>
      <w:lvlText w:val="%3)"/>
      <w:lvlJc w:val="left"/>
      <w:pPr>
        <w:ind w:left="3420" w:hanging="360"/>
      </w:pPr>
      <w:rPr>
        <w:rFonts w:hint="default"/>
      </w:rPr>
    </w:lvl>
    <w:lvl w:ilvl="3" w:tplc="0FE4E97C">
      <w:start w:val="2"/>
      <w:numFmt w:val="bullet"/>
      <w:lvlText w:val="•"/>
      <w:lvlJc w:val="left"/>
      <w:pPr>
        <w:ind w:left="4230" w:hanging="630"/>
      </w:pPr>
      <w:rPr>
        <w:rFonts w:ascii="Calibri" w:eastAsia="Times New Roman" w:hAnsi="Calibri"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8" w15:restartNumberingAfterBreak="0">
    <w:nsid w:val="4BDE4DD8"/>
    <w:multiLevelType w:val="hybridMultilevel"/>
    <w:tmpl w:val="4BE89A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21F41A8"/>
    <w:multiLevelType w:val="hybridMultilevel"/>
    <w:tmpl w:val="3C70224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528871E7"/>
    <w:multiLevelType w:val="hybridMultilevel"/>
    <w:tmpl w:val="2EF493E2"/>
    <w:lvl w:ilvl="0" w:tplc="1C0C8304"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2BA6666"/>
    <w:multiLevelType w:val="hybridMultilevel"/>
    <w:tmpl w:val="AB4AB2EA"/>
    <w:lvl w:ilvl="0" w:tplc="6E067C6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E78AB68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30C49A5"/>
    <w:multiLevelType w:val="hybridMultilevel"/>
    <w:tmpl w:val="B98011D4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3" w15:restartNumberingAfterBreak="0">
    <w:nsid w:val="58156DA2"/>
    <w:multiLevelType w:val="hybridMultilevel"/>
    <w:tmpl w:val="6332ED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A023AA0"/>
    <w:multiLevelType w:val="hybridMultilevel"/>
    <w:tmpl w:val="178A6FA0"/>
    <w:lvl w:ilvl="0" w:tplc="B8226F8E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D7B0631"/>
    <w:multiLevelType w:val="hybridMultilevel"/>
    <w:tmpl w:val="6B2E47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EAB18F1"/>
    <w:multiLevelType w:val="hybridMultilevel"/>
    <w:tmpl w:val="39FCC80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640571E9"/>
    <w:multiLevelType w:val="hybridMultilevel"/>
    <w:tmpl w:val="10D89B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2A2D14"/>
    <w:multiLevelType w:val="hybridMultilevel"/>
    <w:tmpl w:val="3D08CD3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6BE87569"/>
    <w:multiLevelType w:val="hybridMultilevel"/>
    <w:tmpl w:val="4322FDE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74B336D3"/>
    <w:multiLevelType w:val="hybridMultilevel"/>
    <w:tmpl w:val="15909B86"/>
    <w:lvl w:ilvl="0" w:tplc="DD64FC46">
      <w:start w:val="1"/>
      <w:numFmt w:val="bullet"/>
      <w:lvlText w:val="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41" w15:restartNumberingAfterBreak="0">
    <w:nsid w:val="77106843"/>
    <w:multiLevelType w:val="hybridMultilevel"/>
    <w:tmpl w:val="9D402094"/>
    <w:lvl w:ilvl="0" w:tplc="30E8940C">
      <w:start w:val="1"/>
      <w:numFmt w:val="decimal"/>
      <w:lvlText w:val="%1."/>
      <w:lvlJc w:val="left"/>
      <w:pPr>
        <w:ind w:left="720" w:hanging="360"/>
      </w:pPr>
      <w:rPr>
        <w:rFonts w:asciiTheme="minorHAnsi" w:eastAsia="Calibri" w:hAnsiTheme="minorHAnsi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74A1170"/>
    <w:multiLevelType w:val="hybridMultilevel"/>
    <w:tmpl w:val="3692D2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9B904CC"/>
    <w:multiLevelType w:val="hybridMultilevel"/>
    <w:tmpl w:val="B748FEAE"/>
    <w:lvl w:ilvl="0" w:tplc="0415000B">
      <w:start w:val="1"/>
      <w:numFmt w:val="bullet"/>
      <w:lvlText w:val=""/>
      <w:lvlJc w:val="left"/>
      <w:pPr>
        <w:ind w:left="109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44" w15:restartNumberingAfterBreak="0">
    <w:nsid w:val="7CB865A5"/>
    <w:multiLevelType w:val="hybridMultilevel"/>
    <w:tmpl w:val="9FFC0F9C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45" w15:restartNumberingAfterBreak="0">
    <w:nsid w:val="7FCE6463"/>
    <w:multiLevelType w:val="hybridMultilevel"/>
    <w:tmpl w:val="E5DE195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673872711">
    <w:abstractNumId w:val="7"/>
  </w:num>
  <w:num w:numId="2" w16cid:durableId="1486388305">
    <w:abstractNumId w:val="22"/>
  </w:num>
  <w:num w:numId="3" w16cid:durableId="1185828106">
    <w:abstractNumId w:val="23"/>
  </w:num>
  <w:num w:numId="4" w16cid:durableId="638802706">
    <w:abstractNumId w:val="38"/>
  </w:num>
  <w:num w:numId="5" w16cid:durableId="779688977">
    <w:abstractNumId w:val="24"/>
  </w:num>
  <w:num w:numId="6" w16cid:durableId="914123892">
    <w:abstractNumId w:val="13"/>
  </w:num>
  <w:num w:numId="7" w16cid:durableId="1970822101">
    <w:abstractNumId w:val="8"/>
  </w:num>
  <w:num w:numId="8" w16cid:durableId="276907516">
    <w:abstractNumId w:val="3"/>
  </w:num>
  <w:num w:numId="9" w16cid:durableId="1417484354">
    <w:abstractNumId w:val="44"/>
  </w:num>
  <w:num w:numId="10" w16cid:durableId="497574110">
    <w:abstractNumId w:val="16"/>
  </w:num>
  <w:num w:numId="11" w16cid:durableId="119611181">
    <w:abstractNumId w:val="29"/>
  </w:num>
  <w:num w:numId="12" w16cid:durableId="1796362024">
    <w:abstractNumId w:val="0"/>
  </w:num>
  <w:num w:numId="13" w16cid:durableId="883756019">
    <w:abstractNumId w:val="19"/>
  </w:num>
  <w:num w:numId="14" w16cid:durableId="1691762413">
    <w:abstractNumId w:val="32"/>
  </w:num>
  <w:num w:numId="15" w16cid:durableId="460610900">
    <w:abstractNumId w:val="27"/>
  </w:num>
  <w:num w:numId="16" w16cid:durableId="1615863171">
    <w:abstractNumId w:val="35"/>
  </w:num>
  <w:num w:numId="17" w16cid:durableId="1140222849">
    <w:abstractNumId w:val="43"/>
  </w:num>
  <w:num w:numId="18" w16cid:durableId="274212772">
    <w:abstractNumId w:val="20"/>
  </w:num>
  <w:num w:numId="19" w16cid:durableId="2081904002">
    <w:abstractNumId w:val="11"/>
  </w:num>
  <w:num w:numId="20" w16cid:durableId="519587473">
    <w:abstractNumId w:val="28"/>
  </w:num>
  <w:num w:numId="21" w16cid:durableId="717049251">
    <w:abstractNumId w:val="17"/>
  </w:num>
  <w:num w:numId="22" w16cid:durableId="1369449939">
    <w:abstractNumId w:val="34"/>
  </w:num>
  <w:num w:numId="23" w16cid:durableId="5940148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69488652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339312598">
    <w:abstractNumId w:val="30"/>
  </w:num>
  <w:num w:numId="26" w16cid:durableId="955790980">
    <w:abstractNumId w:val="10"/>
  </w:num>
  <w:num w:numId="27" w16cid:durableId="1739093850">
    <w:abstractNumId w:val="9"/>
  </w:num>
  <w:num w:numId="28" w16cid:durableId="103577165">
    <w:abstractNumId w:val="5"/>
  </w:num>
  <w:num w:numId="29" w16cid:durableId="927736863">
    <w:abstractNumId w:val="2"/>
  </w:num>
  <w:num w:numId="30" w16cid:durableId="689913553">
    <w:abstractNumId w:val="15"/>
  </w:num>
  <w:num w:numId="31" w16cid:durableId="1964381843">
    <w:abstractNumId w:val="39"/>
  </w:num>
  <w:num w:numId="32" w16cid:durableId="290983200">
    <w:abstractNumId w:val="18"/>
  </w:num>
  <w:num w:numId="33" w16cid:durableId="348259338">
    <w:abstractNumId w:val="42"/>
  </w:num>
  <w:num w:numId="34" w16cid:durableId="1548369677">
    <w:abstractNumId w:val="45"/>
  </w:num>
  <w:num w:numId="35" w16cid:durableId="1015838897">
    <w:abstractNumId w:val="12"/>
  </w:num>
  <w:num w:numId="36" w16cid:durableId="1609697155">
    <w:abstractNumId w:val="25"/>
  </w:num>
  <w:num w:numId="37" w16cid:durableId="1378552566">
    <w:abstractNumId w:val="4"/>
  </w:num>
  <w:num w:numId="38" w16cid:durableId="476184613">
    <w:abstractNumId w:val="41"/>
  </w:num>
  <w:num w:numId="39" w16cid:durableId="1155142538">
    <w:abstractNumId w:val="40"/>
  </w:num>
  <w:num w:numId="40" w16cid:durableId="1216820486">
    <w:abstractNumId w:val="36"/>
  </w:num>
  <w:num w:numId="41" w16cid:durableId="2095083970">
    <w:abstractNumId w:val="33"/>
  </w:num>
  <w:num w:numId="42" w16cid:durableId="1552108605">
    <w:abstractNumId w:val="37"/>
  </w:num>
  <w:num w:numId="43" w16cid:durableId="1776360079">
    <w:abstractNumId w:val="31"/>
  </w:num>
  <w:num w:numId="44" w16cid:durableId="2018968545">
    <w:abstractNumId w:val="1"/>
  </w:num>
  <w:num w:numId="45" w16cid:durableId="1279331632">
    <w:abstractNumId w:val="14"/>
  </w:num>
  <w:num w:numId="46" w16cid:durableId="93513820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0BA1"/>
    <w:rsid w:val="00036856"/>
    <w:rsid w:val="000405DB"/>
    <w:rsid w:val="000523A2"/>
    <w:rsid w:val="00073AAE"/>
    <w:rsid w:val="000A2369"/>
    <w:rsid w:val="000A6D88"/>
    <w:rsid w:val="000B3A6D"/>
    <w:rsid w:val="000B62BA"/>
    <w:rsid w:val="000C1095"/>
    <w:rsid w:val="000F0258"/>
    <w:rsid w:val="000F3C18"/>
    <w:rsid w:val="000F50C4"/>
    <w:rsid w:val="00103CDE"/>
    <w:rsid w:val="00105BB0"/>
    <w:rsid w:val="0010606A"/>
    <w:rsid w:val="00117445"/>
    <w:rsid w:val="00121CD3"/>
    <w:rsid w:val="00125C47"/>
    <w:rsid w:val="001262A6"/>
    <w:rsid w:val="00133B82"/>
    <w:rsid w:val="001654E2"/>
    <w:rsid w:val="00165888"/>
    <w:rsid w:val="00171DA8"/>
    <w:rsid w:val="001747BE"/>
    <w:rsid w:val="001A347A"/>
    <w:rsid w:val="001A7991"/>
    <w:rsid w:val="001C0DB8"/>
    <w:rsid w:val="001D51A6"/>
    <w:rsid w:val="001D695E"/>
    <w:rsid w:val="001F7B54"/>
    <w:rsid w:val="002000B1"/>
    <w:rsid w:val="00201036"/>
    <w:rsid w:val="00207133"/>
    <w:rsid w:val="0021535A"/>
    <w:rsid w:val="0021598D"/>
    <w:rsid w:val="00216FE9"/>
    <w:rsid w:val="00231D57"/>
    <w:rsid w:val="00241B42"/>
    <w:rsid w:val="00243360"/>
    <w:rsid w:val="00251CE1"/>
    <w:rsid w:val="00251F97"/>
    <w:rsid w:val="002633BD"/>
    <w:rsid w:val="00265883"/>
    <w:rsid w:val="002747E3"/>
    <w:rsid w:val="00274966"/>
    <w:rsid w:val="00277F85"/>
    <w:rsid w:val="002A09C3"/>
    <w:rsid w:val="002B64E4"/>
    <w:rsid w:val="002C6B41"/>
    <w:rsid w:val="002D3728"/>
    <w:rsid w:val="002D49CF"/>
    <w:rsid w:val="002E1D04"/>
    <w:rsid w:val="002E64AF"/>
    <w:rsid w:val="002F2EE9"/>
    <w:rsid w:val="00303B3A"/>
    <w:rsid w:val="00320417"/>
    <w:rsid w:val="00331178"/>
    <w:rsid w:val="0033320B"/>
    <w:rsid w:val="0034049A"/>
    <w:rsid w:val="00344F77"/>
    <w:rsid w:val="00362CDE"/>
    <w:rsid w:val="0037449A"/>
    <w:rsid w:val="00377B34"/>
    <w:rsid w:val="00380A8B"/>
    <w:rsid w:val="00382508"/>
    <w:rsid w:val="003C2978"/>
    <w:rsid w:val="003E6992"/>
    <w:rsid w:val="003F4F1F"/>
    <w:rsid w:val="00416C46"/>
    <w:rsid w:val="00437A81"/>
    <w:rsid w:val="00472266"/>
    <w:rsid w:val="00476839"/>
    <w:rsid w:val="00482D1B"/>
    <w:rsid w:val="0049163B"/>
    <w:rsid w:val="004A3337"/>
    <w:rsid w:val="004C5D4A"/>
    <w:rsid w:val="004C743E"/>
    <w:rsid w:val="004C7811"/>
    <w:rsid w:val="004D04FD"/>
    <w:rsid w:val="004D1D33"/>
    <w:rsid w:val="004D416A"/>
    <w:rsid w:val="004D4E37"/>
    <w:rsid w:val="004D7B45"/>
    <w:rsid w:val="004E01C6"/>
    <w:rsid w:val="004E344E"/>
    <w:rsid w:val="004E551E"/>
    <w:rsid w:val="004E5E66"/>
    <w:rsid w:val="004F7F32"/>
    <w:rsid w:val="00510EED"/>
    <w:rsid w:val="00520A32"/>
    <w:rsid w:val="00523907"/>
    <w:rsid w:val="00527D0E"/>
    <w:rsid w:val="0053399A"/>
    <w:rsid w:val="0053696E"/>
    <w:rsid w:val="0054314C"/>
    <w:rsid w:val="005457E3"/>
    <w:rsid w:val="0055234B"/>
    <w:rsid w:val="0055582C"/>
    <w:rsid w:val="00556C34"/>
    <w:rsid w:val="00570119"/>
    <w:rsid w:val="0059272F"/>
    <w:rsid w:val="005A23B8"/>
    <w:rsid w:val="005B2E6C"/>
    <w:rsid w:val="005E0648"/>
    <w:rsid w:val="005E6FDE"/>
    <w:rsid w:val="005F2237"/>
    <w:rsid w:val="005F5AC3"/>
    <w:rsid w:val="00623D08"/>
    <w:rsid w:val="006303CE"/>
    <w:rsid w:val="0063096E"/>
    <w:rsid w:val="00646E5B"/>
    <w:rsid w:val="006535F7"/>
    <w:rsid w:val="00654CC8"/>
    <w:rsid w:val="0065507E"/>
    <w:rsid w:val="006565AE"/>
    <w:rsid w:val="006828F7"/>
    <w:rsid w:val="00683974"/>
    <w:rsid w:val="00690BA2"/>
    <w:rsid w:val="0069185D"/>
    <w:rsid w:val="006A2CBF"/>
    <w:rsid w:val="006D7FFC"/>
    <w:rsid w:val="006E51D2"/>
    <w:rsid w:val="006E698E"/>
    <w:rsid w:val="006F77D6"/>
    <w:rsid w:val="0070492F"/>
    <w:rsid w:val="00720326"/>
    <w:rsid w:val="00724E51"/>
    <w:rsid w:val="00726CC1"/>
    <w:rsid w:val="00743701"/>
    <w:rsid w:val="00745095"/>
    <w:rsid w:val="007623F9"/>
    <w:rsid w:val="00787F4E"/>
    <w:rsid w:val="00792935"/>
    <w:rsid w:val="007B603B"/>
    <w:rsid w:val="007B7792"/>
    <w:rsid w:val="007E1DFA"/>
    <w:rsid w:val="007E5953"/>
    <w:rsid w:val="007E7E6D"/>
    <w:rsid w:val="007F1D24"/>
    <w:rsid w:val="007F1F21"/>
    <w:rsid w:val="007F3E8E"/>
    <w:rsid w:val="007F73DD"/>
    <w:rsid w:val="008032D4"/>
    <w:rsid w:val="008135A7"/>
    <w:rsid w:val="00813884"/>
    <w:rsid w:val="00827462"/>
    <w:rsid w:val="00840BA1"/>
    <w:rsid w:val="00844550"/>
    <w:rsid w:val="008455D7"/>
    <w:rsid w:val="00850198"/>
    <w:rsid w:val="00853B75"/>
    <w:rsid w:val="00860005"/>
    <w:rsid w:val="008715A1"/>
    <w:rsid w:val="00874C76"/>
    <w:rsid w:val="00874F10"/>
    <w:rsid w:val="0088183A"/>
    <w:rsid w:val="008861D2"/>
    <w:rsid w:val="008B0823"/>
    <w:rsid w:val="008B2219"/>
    <w:rsid w:val="008C4EA9"/>
    <w:rsid w:val="008E53DE"/>
    <w:rsid w:val="008F7E52"/>
    <w:rsid w:val="00901445"/>
    <w:rsid w:val="009101E7"/>
    <w:rsid w:val="00910FC7"/>
    <w:rsid w:val="009145CE"/>
    <w:rsid w:val="0091467F"/>
    <w:rsid w:val="009171EE"/>
    <w:rsid w:val="009226F1"/>
    <w:rsid w:val="0092437F"/>
    <w:rsid w:val="00934444"/>
    <w:rsid w:val="009374BD"/>
    <w:rsid w:val="0094068C"/>
    <w:rsid w:val="009419D0"/>
    <w:rsid w:val="00943D5A"/>
    <w:rsid w:val="009553DB"/>
    <w:rsid w:val="0096692B"/>
    <w:rsid w:val="00970872"/>
    <w:rsid w:val="009855E8"/>
    <w:rsid w:val="00996413"/>
    <w:rsid w:val="009A6EFC"/>
    <w:rsid w:val="009B6241"/>
    <w:rsid w:val="009C607C"/>
    <w:rsid w:val="009F5DBC"/>
    <w:rsid w:val="00A01B4A"/>
    <w:rsid w:val="00A05FC5"/>
    <w:rsid w:val="00A12184"/>
    <w:rsid w:val="00A14DD4"/>
    <w:rsid w:val="00A17ACB"/>
    <w:rsid w:val="00A201DF"/>
    <w:rsid w:val="00A22E38"/>
    <w:rsid w:val="00A2332B"/>
    <w:rsid w:val="00A274E6"/>
    <w:rsid w:val="00A32E81"/>
    <w:rsid w:val="00A34511"/>
    <w:rsid w:val="00A4017C"/>
    <w:rsid w:val="00A45239"/>
    <w:rsid w:val="00A62CF1"/>
    <w:rsid w:val="00A759F9"/>
    <w:rsid w:val="00A8346D"/>
    <w:rsid w:val="00A91B5D"/>
    <w:rsid w:val="00A94F91"/>
    <w:rsid w:val="00AE49CE"/>
    <w:rsid w:val="00AE4A0B"/>
    <w:rsid w:val="00AF3AB5"/>
    <w:rsid w:val="00AF4BA3"/>
    <w:rsid w:val="00B121E6"/>
    <w:rsid w:val="00B1388C"/>
    <w:rsid w:val="00B17FC6"/>
    <w:rsid w:val="00B2212F"/>
    <w:rsid w:val="00B22774"/>
    <w:rsid w:val="00B417F8"/>
    <w:rsid w:val="00B41F29"/>
    <w:rsid w:val="00B42111"/>
    <w:rsid w:val="00B42DA5"/>
    <w:rsid w:val="00B43E15"/>
    <w:rsid w:val="00B47B75"/>
    <w:rsid w:val="00B76163"/>
    <w:rsid w:val="00B777DD"/>
    <w:rsid w:val="00B825FF"/>
    <w:rsid w:val="00B85665"/>
    <w:rsid w:val="00B86266"/>
    <w:rsid w:val="00B92A23"/>
    <w:rsid w:val="00BA3F72"/>
    <w:rsid w:val="00BB18CE"/>
    <w:rsid w:val="00BC3893"/>
    <w:rsid w:val="00BC4B6B"/>
    <w:rsid w:val="00BC7A9A"/>
    <w:rsid w:val="00BD0BF8"/>
    <w:rsid w:val="00BD3392"/>
    <w:rsid w:val="00BE6535"/>
    <w:rsid w:val="00BE7C90"/>
    <w:rsid w:val="00BF765D"/>
    <w:rsid w:val="00C27CDC"/>
    <w:rsid w:val="00C30ACB"/>
    <w:rsid w:val="00C342BF"/>
    <w:rsid w:val="00C477FE"/>
    <w:rsid w:val="00C50DC9"/>
    <w:rsid w:val="00C64B8C"/>
    <w:rsid w:val="00C8058D"/>
    <w:rsid w:val="00C86E93"/>
    <w:rsid w:val="00CA0C11"/>
    <w:rsid w:val="00CA78D6"/>
    <w:rsid w:val="00CB54E9"/>
    <w:rsid w:val="00CC498A"/>
    <w:rsid w:val="00CC5D80"/>
    <w:rsid w:val="00CD238A"/>
    <w:rsid w:val="00CE7FA9"/>
    <w:rsid w:val="00CF1828"/>
    <w:rsid w:val="00CF21B8"/>
    <w:rsid w:val="00D00C6A"/>
    <w:rsid w:val="00D04489"/>
    <w:rsid w:val="00D07743"/>
    <w:rsid w:val="00D12733"/>
    <w:rsid w:val="00D21DE0"/>
    <w:rsid w:val="00D23DD1"/>
    <w:rsid w:val="00D270B8"/>
    <w:rsid w:val="00D32477"/>
    <w:rsid w:val="00D33414"/>
    <w:rsid w:val="00D3588E"/>
    <w:rsid w:val="00D36D2E"/>
    <w:rsid w:val="00D41040"/>
    <w:rsid w:val="00D478DF"/>
    <w:rsid w:val="00D735D4"/>
    <w:rsid w:val="00D85181"/>
    <w:rsid w:val="00D91611"/>
    <w:rsid w:val="00D93F03"/>
    <w:rsid w:val="00DB2148"/>
    <w:rsid w:val="00DC238F"/>
    <w:rsid w:val="00DC4F7E"/>
    <w:rsid w:val="00DD40C7"/>
    <w:rsid w:val="00DD4E94"/>
    <w:rsid w:val="00DE43C1"/>
    <w:rsid w:val="00DF7C4C"/>
    <w:rsid w:val="00E13738"/>
    <w:rsid w:val="00E14D19"/>
    <w:rsid w:val="00E16AA9"/>
    <w:rsid w:val="00E3003B"/>
    <w:rsid w:val="00E4253C"/>
    <w:rsid w:val="00E47B5C"/>
    <w:rsid w:val="00E54EDD"/>
    <w:rsid w:val="00E623EE"/>
    <w:rsid w:val="00E71108"/>
    <w:rsid w:val="00E72154"/>
    <w:rsid w:val="00E77720"/>
    <w:rsid w:val="00EA3628"/>
    <w:rsid w:val="00EA37A8"/>
    <w:rsid w:val="00EF321D"/>
    <w:rsid w:val="00EF3CFE"/>
    <w:rsid w:val="00F02C33"/>
    <w:rsid w:val="00F06315"/>
    <w:rsid w:val="00F27F81"/>
    <w:rsid w:val="00F40B86"/>
    <w:rsid w:val="00F45559"/>
    <w:rsid w:val="00F62C69"/>
    <w:rsid w:val="00F724B7"/>
    <w:rsid w:val="00F96844"/>
    <w:rsid w:val="00FA0E53"/>
    <w:rsid w:val="00FA3BC7"/>
    <w:rsid w:val="00FA4975"/>
    <w:rsid w:val="00FB7260"/>
    <w:rsid w:val="00FC5B65"/>
    <w:rsid w:val="00FD138E"/>
    <w:rsid w:val="00FD3DBB"/>
    <w:rsid w:val="00FD5BDC"/>
    <w:rsid w:val="00FE2A8F"/>
    <w:rsid w:val="00FF2BDF"/>
    <w:rsid w:val="06599B98"/>
    <w:rsid w:val="0CBD2248"/>
    <w:rsid w:val="0DFA0E8D"/>
    <w:rsid w:val="0E26632A"/>
    <w:rsid w:val="0EDB21EB"/>
    <w:rsid w:val="125EAA08"/>
    <w:rsid w:val="1CAE06A8"/>
    <w:rsid w:val="1E331ACE"/>
    <w:rsid w:val="201A6D80"/>
    <w:rsid w:val="2445893B"/>
    <w:rsid w:val="29C8F552"/>
    <w:rsid w:val="2F2C9002"/>
    <w:rsid w:val="30DCCDB6"/>
    <w:rsid w:val="3EDAC77F"/>
    <w:rsid w:val="41B476AB"/>
    <w:rsid w:val="428723BB"/>
    <w:rsid w:val="4A5AD56C"/>
    <w:rsid w:val="4BA6EE34"/>
    <w:rsid w:val="4CDAE54A"/>
    <w:rsid w:val="54BA8BD9"/>
    <w:rsid w:val="5534374E"/>
    <w:rsid w:val="55BBBFBF"/>
    <w:rsid w:val="5C53E495"/>
    <w:rsid w:val="5FA9026E"/>
    <w:rsid w:val="60B0D6CE"/>
    <w:rsid w:val="721046D4"/>
    <w:rsid w:val="78875899"/>
    <w:rsid w:val="78D4210E"/>
    <w:rsid w:val="7C239E94"/>
    <w:rsid w:val="7E071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A3AAC7"/>
  <w15:docId w15:val="{25A30B80-43C8-4896-9A93-69A5051C1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33B82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E53D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4">
    <w:name w:val="heading 4"/>
    <w:basedOn w:val="Normalny"/>
    <w:link w:val="Nagwek4Znak"/>
    <w:uiPriority w:val="9"/>
    <w:qFormat/>
    <w:rsid w:val="001D51A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uiPriority w:val="9"/>
    <w:rsid w:val="001D51A6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Pogrubienie">
    <w:name w:val="Strong"/>
    <w:uiPriority w:val="22"/>
    <w:qFormat/>
    <w:rsid w:val="001D51A6"/>
    <w:rPr>
      <w:b/>
      <w:bCs/>
    </w:rPr>
  </w:style>
  <w:style w:type="paragraph" w:styleId="NormalnyWeb">
    <w:name w:val="Normal (Web)"/>
    <w:basedOn w:val="Normalny"/>
    <w:uiPriority w:val="99"/>
    <w:unhideWhenUsed/>
    <w:rsid w:val="001D51A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Hipercze">
    <w:name w:val="Hyperlink"/>
    <w:uiPriority w:val="99"/>
    <w:unhideWhenUsed/>
    <w:rsid w:val="001D51A6"/>
    <w:rPr>
      <w:color w:val="0000FF"/>
      <w:u w:val="single"/>
    </w:rPr>
  </w:style>
  <w:style w:type="character" w:customStyle="1" w:styleId="file-size">
    <w:name w:val="file-size"/>
    <w:basedOn w:val="Domylnaczcionkaakapitu"/>
    <w:rsid w:val="001D51A6"/>
  </w:style>
  <w:style w:type="character" w:customStyle="1" w:styleId="file-description">
    <w:name w:val="file-description"/>
    <w:basedOn w:val="Domylnaczcionkaakapitu"/>
    <w:rsid w:val="001D51A6"/>
  </w:style>
  <w:style w:type="paragraph" w:customStyle="1" w:styleId="ico-phone">
    <w:name w:val="ico-phone"/>
    <w:basedOn w:val="Normalny"/>
    <w:rsid w:val="001D51A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ico-calendar">
    <w:name w:val="ico-calendar"/>
    <w:basedOn w:val="Normalny"/>
    <w:rsid w:val="0053399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Akapitzlist">
    <w:name w:val="List Paragraph"/>
    <w:aliases w:val="lp1,Preambuła,Tytuły,opis dzialania,K-P_odwolanie,Akapit z listą mon,Dot pt,F5 List Paragraph,List Paragraph1,Recommendation,List Paragraph11,Kolorowa lista — akcent 11,Numerowanie,List Paragraph,Normalny punktowany,Akapit z listą11"/>
    <w:basedOn w:val="Normalny"/>
    <w:link w:val="AkapitzlistZnak"/>
    <w:uiPriority w:val="34"/>
    <w:qFormat/>
    <w:rsid w:val="0037449A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A3BC7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FA3BC7"/>
    <w:rPr>
      <w:rFonts w:ascii="Tahoma" w:hAnsi="Tahoma" w:cs="Tahoma"/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rsid w:val="00FA3BC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A3BC7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rsid w:val="00FA3BC7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3BC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FA3BC7"/>
    <w:rPr>
      <w:b/>
      <w:bCs/>
      <w:lang w:eastAsia="en-US"/>
    </w:rPr>
  </w:style>
  <w:style w:type="character" w:customStyle="1" w:styleId="AkapitzlistZnak">
    <w:name w:val="Akapit z listą Znak"/>
    <w:aliases w:val="lp1 Znak,Preambuła Znak,Tytuły Znak,opis dzialania Znak,K-P_odwolanie Znak,Akapit z listą mon Znak,Dot pt Znak,F5 List Paragraph Znak,List Paragraph1 Znak,Recommendation Znak,List Paragraph11 Znak,Kolorowa lista — akcent 11 Znak"/>
    <w:link w:val="Akapitzlist"/>
    <w:uiPriority w:val="34"/>
    <w:qFormat/>
    <w:rsid w:val="007623F9"/>
    <w:rPr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64B8C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C64B8C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C64B8C"/>
    <w:rPr>
      <w:vertAlign w:val="superscript"/>
    </w:rPr>
  </w:style>
  <w:style w:type="table" w:styleId="Tabela-Siatka">
    <w:name w:val="Table Grid"/>
    <w:basedOn w:val="Standardowy"/>
    <w:uiPriority w:val="39"/>
    <w:rsid w:val="003332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964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96413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9964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6413"/>
    <w:rPr>
      <w:sz w:val="22"/>
      <w:szCs w:val="22"/>
      <w:lang w:eastAsia="en-US"/>
    </w:rPr>
  </w:style>
  <w:style w:type="paragraph" w:customStyle="1" w:styleId="Default">
    <w:name w:val="Default"/>
    <w:rsid w:val="00996413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rsid w:val="00996413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1F7B54"/>
    <w:pPr>
      <w:keepLines/>
      <w:spacing w:after="120" w:line="240" w:lineRule="auto"/>
      <w:ind w:left="283"/>
      <w:jc w:val="both"/>
    </w:pPr>
    <w:rPr>
      <w:rFonts w:ascii="Verdana" w:eastAsia="Times New Roman" w:hAnsi="Verdana"/>
      <w:spacing w:val="-2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F7B54"/>
    <w:rPr>
      <w:rFonts w:ascii="Verdana" w:eastAsia="Times New Roman" w:hAnsi="Verdana"/>
      <w:spacing w:val="-2"/>
      <w:sz w:val="22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B2E6C"/>
    <w:rPr>
      <w:color w:val="605E5C"/>
      <w:shd w:val="clear" w:color="auto" w:fill="E1DFDD"/>
    </w:rPr>
  </w:style>
  <w:style w:type="character" w:customStyle="1" w:styleId="ui-provider">
    <w:name w:val="ui-provider"/>
    <w:basedOn w:val="Domylnaczcionkaakapitu"/>
    <w:rsid w:val="00654CC8"/>
  </w:style>
  <w:style w:type="character" w:customStyle="1" w:styleId="Nagwek1Znak">
    <w:name w:val="Nagłówek 1 Znak"/>
    <w:basedOn w:val="Domylnaczcionkaakapitu"/>
    <w:link w:val="Nagwek1"/>
    <w:uiPriority w:val="9"/>
    <w:rsid w:val="008E53DE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646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1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7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380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001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72261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003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6036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19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947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61236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455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768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312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237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499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FENX0101.przedsiebiorcy.sekretariat@nfosigw.gov.p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F8E451677BDD44FB8353D14FE45CC06" ma:contentTypeVersion="6" ma:contentTypeDescription="Utwórz nowy dokument." ma:contentTypeScope="" ma:versionID="34a4933f93ddae21279d278f2f3bef7d">
  <xsd:schema xmlns:xsd="http://www.w3.org/2001/XMLSchema" xmlns:xs="http://www.w3.org/2001/XMLSchema" xmlns:p="http://schemas.microsoft.com/office/2006/metadata/properties" xmlns:ns2="6a5fa91f-a078-47c2-83e4-2d82b9ce4700" xmlns:ns3="2ee527c7-cf88-4923-94f8-31179f323eb0" targetNamespace="http://schemas.microsoft.com/office/2006/metadata/properties" ma:root="true" ma:fieldsID="2ae85ddab9ed15fac829cc6721202fb6" ns2:_="" ns3:_="">
    <xsd:import namespace="6a5fa91f-a078-47c2-83e4-2d82b9ce4700"/>
    <xsd:import namespace="2ee527c7-cf88-4923-94f8-31179f323eb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5fa91f-a078-47c2-83e4-2d82b9ce47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e527c7-cf88-4923-94f8-31179f323eb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EFC8661-89D8-43F2-8C0F-3BF5F6301C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a5fa91f-a078-47c2-83e4-2d82b9ce4700"/>
    <ds:schemaRef ds:uri="2ee527c7-cf88-4923-94f8-31179f323eb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6F63A99-D1E7-4B4E-96CC-BF3B9AE9735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4220F41-CB51-4304-A969-A1C0061FD62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EEFED2C-DDFA-489E-8453-7E657A03CD9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1</Pages>
  <Words>779</Words>
  <Characters>4680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Ogloszenie o naborze dla średnich przedsiębiorstw</vt:lpstr>
    </vt:vector>
  </TitlesOfParts>
  <Company>NFOŚiGW</Company>
  <LinksUpToDate>false</LinksUpToDate>
  <CharactersWithSpaces>5449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Ogloszenie o naborze dla średnich przedsiębiorstw</dc:title>
  <dc:creator>Paweł Kryczkowski</dc:creator>
  <cp:lastModifiedBy>Kryczkowski Paweł</cp:lastModifiedBy>
  <cp:revision>25</cp:revision>
  <cp:lastPrinted>2017-02-08T08:04:00Z</cp:lastPrinted>
  <dcterms:created xsi:type="dcterms:W3CDTF">2024-03-12T11:15:00Z</dcterms:created>
  <dcterms:modified xsi:type="dcterms:W3CDTF">2024-08-22T14:28:00Z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0x0101006F8E451677BDD44FB8353D14FE45CC06</vt:lpwstr>
  </property>
</Properties>
</file>