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7B75" w:rsidRDefault="00F47E19" w:rsidP="00F47E19">
      <w:pPr>
        <w:jc w:val="right"/>
        <w:rPr>
          <w:rFonts w:ascii="Cambria" w:hAnsi="Cambria" w:cstheme="minorHAnsi"/>
          <w:b/>
          <w:bCs/>
          <w:sz w:val="22"/>
          <w:szCs w:val="22"/>
        </w:rPr>
      </w:pPr>
      <w:r>
        <w:rPr>
          <w:rFonts w:ascii="Cambria" w:hAnsi="Cambria" w:cstheme="minorHAnsi"/>
          <w:b/>
          <w:bCs/>
          <w:sz w:val="22"/>
          <w:szCs w:val="22"/>
        </w:rPr>
        <w:t>Załącznik</w:t>
      </w:r>
    </w:p>
    <w:p w:rsidR="00F47E19" w:rsidRDefault="00F47E19" w:rsidP="00F47E19">
      <w:pPr>
        <w:jc w:val="right"/>
        <w:rPr>
          <w:rFonts w:ascii="Cambria" w:hAnsi="Cambria" w:cstheme="minorHAnsi"/>
          <w:b/>
          <w:bCs/>
          <w:sz w:val="22"/>
          <w:szCs w:val="22"/>
        </w:rPr>
      </w:pPr>
      <w:r>
        <w:rPr>
          <w:rFonts w:ascii="Cambria" w:hAnsi="Cambria" w:cstheme="minorHAnsi"/>
          <w:b/>
          <w:bCs/>
          <w:sz w:val="22"/>
          <w:szCs w:val="22"/>
        </w:rPr>
        <w:t xml:space="preserve">Do Decyzji Nr </w:t>
      </w:r>
      <w:r w:rsidR="00C064F9">
        <w:rPr>
          <w:rFonts w:ascii="Cambria" w:hAnsi="Cambria" w:cstheme="minorHAnsi"/>
          <w:b/>
          <w:bCs/>
          <w:sz w:val="22"/>
          <w:szCs w:val="22"/>
        </w:rPr>
        <w:t xml:space="preserve"> 161</w:t>
      </w:r>
    </w:p>
    <w:p w:rsidR="00F47E19" w:rsidRDefault="00F47E19" w:rsidP="00F47E19">
      <w:pPr>
        <w:jc w:val="right"/>
        <w:rPr>
          <w:rFonts w:ascii="Cambria" w:hAnsi="Cambria" w:cstheme="minorHAnsi"/>
          <w:b/>
          <w:bCs/>
          <w:sz w:val="22"/>
          <w:szCs w:val="22"/>
        </w:rPr>
      </w:pPr>
      <w:r>
        <w:rPr>
          <w:rFonts w:ascii="Cambria" w:hAnsi="Cambria" w:cstheme="minorHAnsi"/>
          <w:b/>
          <w:bCs/>
          <w:sz w:val="22"/>
          <w:szCs w:val="22"/>
        </w:rPr>
        <w:t>Dyrektora Generalnego LP</w:t>
      </w:r>
    </w:p>
    <w:p w:rsidR="00F47E19" w:rsidRDefault="00F47E19" w:rsidP="00F47E19">
      <w:pPr>
        <w:jc w:val="right"/>
        <w:rPr>
          <w:rFonts w:ascii="Cambria" w:hAnsi="Cambria" w:cstheme="minorHAnsi"/>
          <w:b/>
          <w:bCs/>
          <w:sz w:val="22"/>
          <w:szCs w:val="22"/>
        </w:rPr>
      </w:pPr>
      <w:r>
        <w:rPr>
          <w:rFonts w:ascii="Cambria" w:hAnsi="Cambria" w:cstheme="minorHAnsi"/>
          <w:b/>
          <w:bCs/>
          <w:sz w:val="22"/>
          <w:szCs w:val="22"/>
        </w:rPr>
        <w:t xml:space="preserve">Z dnia </w:t>
      </w:r>
      <w:r w:rsidR="00C064F9">
        <w:rPr>
          <w:rFonts w:ascii="Cambria" w:hAnsi="Cambria" w:cstheme="minorHAnsi"/>
          <w:b/>
          <w:bCs/>
          <w:sz w:val="22"/>
          <w:szCs w:val="22"/>
        </w:rPr>
        <w:t xml:space="preserve">12 </w:t>
      </w:r>
      <w:r>
        <w:rPr>
          <w:rFonts w:ascii="Cambria" w:hAnsi="Cambria" w:cstheme="minorHAnsi"/>
          <w:b/>
          <w:bCs/>
          <w:sz w:val="22"/>
          <w:szCs w:val="22"/>
        </w:rPr>
        <w:t>września 2023 r.</w:t>
      </w:r>
    </w:p>
    <w:p w:rsidR="00F47E19" w:rsidRDefault="00F47E19" w:rsidP="00167B75">
      <w:pPr>
        <w:spacing w:before="120"/>
        <w:jc w:val="center"/>
        <w:rPr>
          <w:rFonts w:ascii="Cambria" w:hAnsi="Cambria" w:cstheme="minorHAnsi"/>
          <w:b/>
          <w:bCs/>
          <w:sz w:val="22"/>
          <w:szCs w:val="22"/>
        </w:rPr>
      </w:pPr>
    </w:p>
    <w:p w:rsidR="00F47E19" w:rsidRDefault="00F47E19" w:rsidP="00167B75">
      <w:pPr>
        <w:spacing w:before="120"/>
        <w:jc w:val="center"/>
        <w:rPr>
          <w:rFonts w:ascii="Cambria" w:hAnsi="Cambria" w:cstheme="minorHAnsi"/>
          <w:b/>
          <w:bCs/>
          <w:sz w:val="22"/>
          <w:szCs w:val="22"/>
        </w:rPr>
      </w:pPr>
    </w:p>
    <w:p w:rsidR="00F47E19" w:rsidRDefault="00F47E19" w:rsidP="00167B75">
      <w:pPr>
        <w:spacing w:before="120"/>
        <w:jc w:val="center"/>
        <w:rPr>
          <w:rFonts w:ascii="Cambria" w:hAnsi="Cambria" w:cstheme="minorHAnsi"/>
          <w:b/>
          <w:bCs/>
          <w:sz w:val="22"/>
          <w:szCs w:val="22"/>
        </w:rPr>
      </w:pPr>
    </w:p>
    <w:p w:rsidR="00F47E19" w:rsidRDefault="00F47E19" w:rsidP="00167B75">
      <w:pPr>
        <w:spacing w:before="120"/>
        <w:jc w:val="center"/>
        <w:rPr>
          <w:rFonts w:ascii="Cambria" w:hAnsi="Cambria" w:cstheme="minorHAnsi"/>
          <w:b/>
          <w:bCs/>
          <w:sz w:val="22"/>
          <w:szCs w:val="22"/>
        </w:rPr>
      </w:pPr>
    </w:p>
    <w:p w:rsidR="00F47E19" w:rsidRDefault="00F47E19" w:rsidP="00167B75">
      <w:pPr>
        <w:spacing w:before="120"/>
        <w:jc w:val="center"/>
        <w:rPr>
          <w:rFonts w:ascii="Cambria" w:hAnsi="Cambria" w:cstheme="minorHAnsi"/>
          <w:b/>
          <w:bCs/>
          <w:sz w:val="22"/>
          <w:szCs w:val="22"/>
        </w:rPr>
      </w:pPr>
    </w:p>
    <w:p w:rsidR="00F47E19" w:rsidRDefault="00F47E19" w:rsidP="00167B75">
      <w:pPr>
        <w:spacing w:before="120"/>
        <w:jc w:val="center"/>
        <w:rPr>
          <w:rFonts w:ascii="Cambria" w:hAnsi="Cambria" w:cstheme="minorHAnsi"/>
          <w:b/>
          <w:bCs/>
          <w:sz w:val="22"/>
          <w:szCs w:val="22"/>
        </w:rPr>
      </w:pPr>
    </w:p>
    <w:p w:rsidR="00F47E19" w:rsidRDefault="00F47E19" w:rsidP="00167B75">
      <w:pPr>
        <w:spacing w:before="120"/>
        <w:jc w:val="center"/>
        <w:rPr>
          <w:rFonts w:ascii="Cambria" w:hAnsi="Cambria" w:cstheme="minorHAnsi"/>
          <w:b/>
          <w:bCs/>
          <w:sz w:val="22"/>
          <w:szCs w:val="22"/>
        </w:rPr>
      </w:pPr>
    </w:p>
    <w:p w:rsidR="00F47E19" w:rsidRPr="00C72DC1" w:rsidRDefault="00F47E19" w:rsidP="00167B75">
      <w:pPr>
        <w:spacing w:before="120"/>
        <w:jc w:val="center"/>
        <w:rPr>
          <w:rFonts w:ascii="Cambria" w:hAnsi="Cambria" w:cstheme="minorHAnsi"/>
          <w:b/>
          <w:bCs/>
          <w:sz w:val="22"/>
          <w:szCs w:val="22"/>
        </w:rPr>
      </w:pPr>
    </w:p>
    <w:p w:rsidR="00167B75" w:rsidRPr="00AC05C7" w:rsidRDefault="00167B75" w:rsidP="00167B75">
      <w:pPr>
        <w:suppressAutoHyphens w:val="0"/>
        <w:spacing w:after="200" w:line="276" w:lineRule="auto"/>
        <w:jc w:val="center"/>
        <w:rPr>
          <w:rFonts w:ascii="Cambria" w:hAnsi="Cambria" w:cstheme="minorHAnsi"/>
          <w:b/>
          <w:bCs/>
          <w:sz w:val="28"/>
          <w:szCs w:val="28"/>
        </w:rPr>
      </w:pPr>
      <w:bookmarkStart w:id="0" w:name="_Hlk47478150"/>
      <w:r w:rsidRPr="00AC05C7">
        <w:rPr>
          <w:rFonts w:ascii="Cambria" w:hAnsi="Cambria" w:cstheme="minorHAnsi"/>
          <w:b/>
          <w:bCs/>
          <w:sz w:val="28"/>
          <w:szCs w:val="28"/>
        </w:rPr>
        <w:t>Opis standardu technologii wykonawstwa prac leśnych</w:t>
      </w:r>
      <w:bookmarkEnd w:id="0"/>
      <w:r>
        <w:rPr>
          <w:rFonts w:ascii="Cambria" w:hAnsi="Cambria" w:cstheme="minorHAnsi"/>
          <w:b/>
          <w:bCs/>
          <w:sz w:val="28"/>
          <w:szCs w:val="28"/>
        </w:rPr>
        <w:t xml:space="preserve"> </w:t>
      </w:r>
    </w:p>
    <w:p w:rsidR="00167B75" w:rsidRDefault="00167B75" w:rsidP="00167B75">
      <w:pPr>
        <w:suppressAutoHyphens w:val="0"/>
        <w:spacing w:after="200" w:line="276" w:lineRule="auto"/>
        <w:jc w:val="both"/>
        <w:rPr>
          <w:rFonts w:ascii="Cambria" w:hAnsi="Cambria" w:cstheme="minorHAnsi"/>
          <w:b/>
          <w:bCs/>
          <w:sz w:val="22"/>
          <w:szCs w:val="22"/>
        </w:rPr>
      </w:pPr>
    </w:p>
    <w:p w:rsidR="00167B75" w:rsidRDefault="00167B75" w:rsidP="00167B75">
      <w:pPr>
        <w:suppressAutoHyphens w:val="0"/>
        <w:spacing w:after="200" w:line="276" w:lineRule="auto"/>
        <w:jc w:val="both"/>
        <w:rPr>
          <w:rFonts w:ascii="Cambria" w:hAnsi="Cambria" w:cstheme="minorHAnsi"/>
          <w:b/>
          <w:bCs/>
          <w:sz w:val="22"/>
          <w:szCs w:val="22"/>
        </w:rPr>
      </w:pPr>
      <w:r w:rsidRPr="007B5A7D">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p>
    <w:p w:rsidR="00167B75" w:rsidRDefault="00167B75" w:rsidP="00167B75">
      <w:pPr>
        <w:suppressAutoHyphens w:val="0"/>
        <w:spacing w:after="200" w:line="276" w:lineRule="auto"/>
        <w:jc w:val="both"/>
        <w:rPr>
          <w:rFonts w:ascii="Cambria" w:hAnsi="Cambria" w:cstheme="minorHAnsi"/>
          <w:b/>
          <w:bCs/>
          <w:sz w:val="22"/>
          <w:szCs w:val="22"/>
        </w:rPr>
      </w:pPr>
    </w:p>
    <w:p w:rsidR="00167B75" w:rsidRDefault="00167B75" w:rsidP="00167B75">
      <w:pPr>
        <w:suppressAutoHyphens w:val="0"/>
        <w:spacing w:after="200" w:line="276" w:lineRule="auto"/>
        <w:jc w:val="both"/>
        <w:rPr>
          <w:rFonts w:ascii="Cambria" w:hAnsi="Cambria" w:cstheme="minorHAnsi"/>
          <w:b/>
          <w:bCs/>
          <w:sz w:val="22"/>
          <w:szCs w:val="22"/>
        </w:rPr>
      </w:pPr>
    </w:p>
    <w:p w:rsidR="00167B75" w:rsidRDefault="00167B75" w:rsidP="00167B75">
      <w:pPr>
        <w:suppressAutoHyphens w:val="0"/>
        <w:spacing w:after="200" w:line="276" w:lineRule="auto"/>
        <w:jc w:val="both"/>
        <w:rPr>
          <w:rFonts w:ascii="Cambria" w:hAnsi="Cambria" w:cstheme="minorHAnsi"/>
          <w:b/>
          <w:bCs/>
          <w:sz w:val="22"/>
          <w:szCs w:val="22"/>
        </w:rPr>
      </w:pPr>
    </w:p>
    <w:p w:rsidR="00167B75" w:rsidRDefault="00167B75" w:rsidP="00167B75">
      <w:pPr>
        <w:suppressAutoHyphens w:val="0"/>
        <w:spacing w:after="200" w:line="276" w:lineRule="auto"/>
        <w:jc w:val="both"/>
        <w:rPr>
          <w:rFonts w:ascii="Cambria" w:hAnsi="Cambria" w:cstheme="minorHAnsi"/>
          <w:b/>
          <w:bCs/>
          <w:sz w:val="22"/>
          <w:szCs w:val="22"/>
        </w:rPr>
      </w:pPr>
    </w:p>
    <w:p w:rsidR="00167B75" w:rsidRDefault="00167B75" w:rsidP="00167B75">
      <w:pPr>
        <w:suppressAutoHyphens w:val="0"/>
        <w:spacing w:after="200" w:line="276" w:lineRule="auto"/>
        <w:jc w:val="both"/>
        <w:rPr>
          <w:rFonts w:ascii="Cambria" w:hAnsi="Cambria" w:cstheme="minorHAnsi"/>
          <w:b/>
          <w:bCs/>
          <w:sz w:val="22"/>
          <w:szCs w:val="22"/>
        </w:rPr>
      </w:pPr>
    </w:p>
    <w:p w:rsidR="00167B75" w:rsidRDefault="00167B75" w:rsidP="00167B75">
      <w:pPr>
        <w:suppressAutoHyphens w:val="0"/>
        <w:spacing w:after="200" w:line="276" w:lineRule="auto"/>
        <w:jc w:val="both"/>
        <w:rPr>
          <w:rFonts w:ascii="Cambria" w:hAnsi="Cambria" w:cstheme="minorHAnsi"/>
          <w:b/>
          <w:bCs/>
          <w:sz w:val="22"/>
          <w:szCs w:val="22"/>
        </w:rPr>
      </w:pPr>
    </w:p>
    <w:p w:rsidR="00167B75" w:rsidRDefault="00167B75" w:rsidP="00167B75">
      <w:pPr>
        <w:suppressAutoHyphens w:val="0"/>
        <w:spacing w:after="200" w:line="276" w:lineRule="auto"/>
        <w:jc w:val="both"/>
        <w:rPr>
          <w:rFonts w:ascii="Cambria" w:hAnsi="Cambria" w:cstheme="minorHAnsi"/>
          <w:b/>
          <w:bCs/>
          <w:sz w:val="22"/>
          <w:szCs w:val="22"/>
        </w:rPr>
      </w:pPr>
    </w:p>
    <w:p w:rsidR="00167B75" w:rsidRDefault="00167B75" w:rsidP="00167B75">
      <w:pPr>
        <w:suppressAutoHyphens w:val="0"/>
        <w:spacing w:after="200" w:line="276" w:lineRule="auto"/>
        <w:jc w:val="both"/>
        <w:rPr>
          <w:rFonts w:ascii="Cambria" w:hAnsi="Cambria" w:cstheme="minorHAnsi"/>
          <w:b/>
          <w:bCs/>
          <w:sz w:val="22"/>
          <w:szCs w:val="22"/>
        </w:rPr>
      </w:pPr>
    </w:p>
    <w:p w:rsidR="00167B75" w:rsidRDefault="00167B75" w:rsidP="00167B75">
      <w:pPr>
        <w:suppressAutoHyphens w:val="0"/>
        <w:spacing w:after="200" w:line="276" w:lineRule="auto"/>
        <w:jc w:val="center"/>
        <w:rPr>
          <w:rFonts w:ascii="Cambria" w:hAnsi="Cambria" w:cstheme="minorHAnsi"/>
          <w:b/>
          <w:bCs/>
          <w:sz w:val="22"/>
          <w:szCs w:val="22"/>
        </w:rPr>
      </w:pPr>
    </w:p>
    <w:p w:rsidR="00167B75" w:rsidRDefault="00167B75" w:rsidP="00167B75">
      <w:pPr>
        <w:suppressAutoHyphens w:val="0"/>
        <w:spacing w:after="200" w:line="276" w:lineRule="auto"/>
        <w:jc w:val="both"/>
        <w:rPr>
          <w:rFonts w:ascii="Cambria" w:hAnsi="Cambria" w:cstheme="minorHAnsi"/>
          <w:b/>
          <w:bCs/>
          <w:sz w:val="22"/>
          <w:szCs w:val="22"/>
        </w:rPr>
      </w:pPr>
    </w:p>
    <w:p w:rsidR="00167B75" w:rsidRDefault="00167B75" w:rsidP="00167B75">
      <w:pPr>
        <w:suppressAutoHyphens w:val="0"/>
        <w:spacing w:after="200" w:line="276" w:lineRule="auto"/>
        <w:jc w:val="both"/>
        <w:rPr>
          <w:rFonts w:ascii="Cambria" w:hAnsi="Cambria" w:cstheme="minorHAnsi"/>
          <w:b/>
          <w:bCs/>
          <w:sz w:val="22"/>
          <w:szCs w:val="22"/>
        </w:rPr>
      </w:pPr>
    </w:p>
    <w:p w:rsidR="00167B75" w:rsidRDefault="00167B75" w:rsidP="00167B75">
      <w:pPr>
        <w:suppressAutoHyphens w:val="0"/>
        <w:spacing w:after="200" w:line="276" w:lineRule="auto"/>
        <w:jc w:val="both"/>
        <w:rPr>
          <w:rFonts w:ascii="Cambria" w:hAnsi="Cambria" w:cstheme="minorHAnsi"/>
          <w:b/>
          <w:bCs/>
          <w:sz w:val="22"/>
          <w:szCs w:val="22"/>
        </w:rPr>
      </w:pPr>
    </w:p>
    <w:p w:rsidR="00167B75" w:rsidRDefault="00167B75" w:rsidP="00167B75">
      <w:pPr>
        <w:suppressAutoHyphens w:val="0"/>
        <w:spacing w:after="200" w:line="276" w:lineRule="auto"/>
        <w:jc w:val="both"/>
        <w:rPr>
          <w:rFonts w:ascii="Cambria" w:hAnsi="Cambria" w:cstheme="minorHAnsi"/>
          <w:b/>
          <w:bCs/>
          <w:sz w:val="22"/>
          <w:szCs w:val="22"/>
        </w:rPr>
      </w:pPr>
    </w:p>
    <w:p w:rsidR="00167B75" w:rsidRDefault="00167B75" w:rsidP="00167B75">
      <w:pPr>
        <w:suppressAutoHyphens w:val="0"/>
        <w:spacing w:after="200" w:line="276" w:lineRule="auto"/>
        <w:jc w:val="both"/>
        <w:rPr>
          <w:rFonts w:ascii="Cambria" w:hAnsi="Cambria" w:cstheme="minorHAnsi"/>
          <w:b/>
          <w:bCs/>
          <w:sz w:val="22"/>
          <w:szCs w:val="22"/>
        </w:rPr>
      </w:pPr>
    </w:p>
    <w:p w:rsidR="00167B75" w:rsidRDefault="00167B75" w:rsidP="00167B75">
      <w:pPr>
        <w:suppressAutoHyphens w:val="0"/>
        <w:spacing w:after="200" w:line="276" w:lineRule="auto"/>
        <w:jc w:val="both"/>
        <w:rPr>
          <w:rFonts w:ascii="Cambria" w:hAnsi="Cambria" w:cstheme="minorHAnsi"/>
          <w:b/>
          <w:bCs/>
          <w:sz w:val="22"/>
          <w:szCs w:val="22"/>
        </w:rPr>
      </w:pPr>
    </w:p>
    <w:p w:rsidR="00167B75" w:rsidRPr="00937E62" w:rsidRDefault="00F47E19" w:rsidP="00167B75">
      <w:pPr>
        <w:suppressAutoHyphens w:val="0"/>
        <w:spacing w:after="200" w:line="276" w:lineRule="auto"/>
        <w:jc w:val="center"/>
        <w:rPr>
          <w:rFonts w:ascii="Cambria" w:eastAsia="SimSun" w:hAnsi="Cambria" w:cstheme="minorHAnsi"/>
          <w:b/>
          <w:bCs/>
          <w:sz w:val="22"/>
          <w:szCs w:val="22"/>
          <w:lang w:eastAsia="en-US"/>
        </w:rPr>
      </w:pPr>
      <w:r>
        <w:rPr>
          <w:rFonts w:ascii="Cambria" w:hAnsi="Cambria" w:cstheme="minorHAnsi"/>
          <w:b/>
          <w:bCs/>
          <w:sz w:val="22"/>
          <w:szCs w:val="22"/>
        </w:rPr>
        <w:t>11.09</w:t>
      </w:r>
      <w:r w:rsidR="00167B75" w:rsidRPr="00AC05C7">
        <w:rPr>
          <w:rFonts w:ascii="Cambria" w:hAnsi="Cambria" w:cstheme="minorHAnsi"/>
          <w:b/>
          <w:bCs/>
          <w:sz w:val="22"/>
          <w:szCs w:val="22"/>
        </w:rPr>
        <w:t>.2023 r.</w:t>
      </w:r>
      <w:r w:rsidR="00167B75" w:rsidRPr="00937E62">
        <w:rPr>
          <w:rFonts w:ascii="Cambria" w:hAnsi="Cambria" w:cstheme="minorHAnsi"/>
          <w:b/>
          <w:bCs/>
          <w:sz w:val="22"/>
          <w:szCs w:val="22"/>
        </w:rPr>
        <w:t xml:space="preserve"> </w:t>
      </w:r>
      <w:r w:rsidR="00167B75" w:rsidRPr="00937E62">
        <w:rPr>
          <w:rFonts w:ascii="Cambria" w:eastAsia="SimSun" w:hAnsi="Cambria" w:cstheme="minorHAnsi"/>
          <w:b/>
          <w:bCs/>
          <w:sz w:val="22"/>
          <w:szCs w:val="22"/>
          <w:lang w:eastAsia="en-US"/>
        </w:rPr>
        <w:br w:type="page"/>
      </w:r>
    </w:p>
    <w:p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 - POZYSKANIE DREWNA</w:t>
      </w:r>
    </w:p>
    <w:p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Pozyskanie drewna</w:t>
      </w:r>
    </w:p>
    <w:p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7B5A7D">
        <w:rPr>
          <w:rFonts w:ascii="Cambria" w:hAnsi="Cambria" w:cs="Arial"/>
          <w:sz w:val="22"/>
          <w:szCs w:val="22"/>
        </w:rPr>
        <w:t xml:space="preserve">Zamawiający dopuszcza możliwość wykonywania czynności pozyskania drewna oraz zrywki przez dwa odrębne podmioty. </w:t>
      </w:r>
      <w:r w:rsidRPr="007B5A7D">
        <w:rPr>
          <w:rFonts w:ascii="Cambria" w:eastAsia="Calibri" w:hAnsi="Cambria" w:cstheme="minorHAnsi"/>
          <w:sz w:val="22"/>
          <w:szCs w:val="22"/>
          <w:lang w:eastAsia="en-US"/>
        </w:rPr>
        <w:t>Metody pozyskania drewna są</w:t>
      </w:r>
      <w:r w:rsidR="00124A00">
        <w:rPr>
          <w:rFonts w:ascii="Cambria" w:eastAsia="Calibri" w:hAnsi="Cambria" w:cstheme="minorHAnsi"/>
          <w:sz w:val="22"/>
          <w:szCs w:val="22"/>
          <w:lang w:eastAsia="en-US"/>
        </w:rPr>
        <w:t xml:space="preserve"> wskazane w załączniku do SWZ</w:t>
      </w:r>
      <w:r w:rsidRPr="007B5A7D">
        <w:rPr>
          <w:rFonts w:ascii="Cambria" w:eastAsia="Calibri" w:hAnsi="Cambria" w:cstheme="minorHAnsi"/>
          <w:sz w:val="22"/>
          <w:szCs w:val="22"/>
          <w:lang w:eastAsia="en-US"/>
        </w:rPr>
        <w:t xml:space="preserve"> </w:t>
      </w:r>
      <w:r w:rsidR="00124A00" w:rsidRPr="009B6D55">
        <w:rPr>
          <w:rFonts w:ascii="Cambria" w:eastAsia="Calibri" w:hAnsi="Cambria" w:cstheme="minorHAnsi"/>
          <w:color w:val="FF0000"/>
          <w:sz w:val="22"/>
          <w:szCs w:val="22"/>
          <w:lang w:eastAsia="en-US"/>
        </w:rPr>
        <w:t xml:space="preserve">nr 2.3.5 oraz </w:t>
      </w:r>
      <w:r w:rsidR="00124A00" w:rsidRPr="009B6D55">
        <w:rPr>
          <w:rFonts w:ascii="Cambria" w:hAnsi="Cambria" w:cs="Arial"/>
          <w:bCs/>
          <w:color w:val="FF0000"/>
          <w:sz w:val="22"/>
          <w:szCs w:val="22"/>
        </w:rPr>
        <w:t>2.3.6</w:t>
      </w:r>
      <w:r w:rsidRPr="007B5A7D">
        <w:rPr>
          <w:rFonts w:ascii="Cambria" w:eastAsia="Calibri" w:hAnsi="Cambria" w:cstheme="minorHAnsi"/>
          <w:sz w:val="22"/>
          <w:szCs w:val="22"/>
          <w:lang w:eastAsia="en-US"/>
        </w:rPr>
        <w:t>.</w:t>
      </w:r>
    </w:p>
    <w:p w:rsidR="00167B75" w:rsidRPr="007B5A7D" w:rsidRDefault="00167B75" w:rsidP="00167B75">
      <w:p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w:t>
      </w:r>
      <w:r w:rsidR="00124A00" w:rsidRPr="009B6D55">
        <w:rPr>
          <w:rFonts w:ascii="Cambria" w:eastAsia="Calibri" w:hAnsi="Cambria" w:cstheme="minorHAnsi"/>
          <w:color w:val="FF0000"/>
          <w:sz w:val="22"/>
          <w:szCs w:val="22"/>
          <w:lang w:eastAsia="en-US"/>
        </w:rPr>
        <w:t>nr 12</w:t>
      </w:r>
      <w:r w:rsidR="00124A00">
        <w:rPr>
          <w:rFonts w:ascii="Cambria" w:eastAsia="Calibri" w:hAnsi="Cambria" w:cstheme="minorHAnsi"/>
          <w:color w:val="FF0000"/>
          <w:sz w:val="22"/>
          <w:szCs w:val="22"/>
          <w:lang w:eastAsia="en-US"/>
        </w:rPr>
        <w:t>.</w:t>
      </w:r>
    </w:p>
    <w:p w:rsidR="00167B75" w:rsidRPr="007B5A7D" w:rsidRDefault="00167B75" w:rsidP="00167B75">
      <w:p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Informacje o planowanych pozycjach cięć i planowanych masach drewna do pozyskania w grupach sortymentowych zostały wskazane w załącznikach do SWZ </w:t>
      </w:r>
      <w:r w:rsidR="00124A00" w:rsidRPr="009B6D55">
        <w:rPr>
          <w:rFonts w:ascii="Cambria" w:eastAsia="Calibri" w:hAnsi="Cambria" w:cstheme="minorHAnsi"/>
          <w:color w:val="FF0000"/>
          <w:sz w:val="22"/>
          <w:szCs w:val="22"/>
          <w:lang w:eastAsia="en-US"/>
        </w:rPr>
        <w:t>nr 2.1., 2.2., 2.3.1., 2.3.2.</w:t>
      </w:r>
    </w:p>
    <w:p w:rsidR="00167B75" w:rsidRPr="007B5A7D" w:rsidRDefault="00167B75" w:rsidP="00167B75">
      <w:pPr>
        <w:suppressAutoHyphens w:val="0"/>
        <w:spacing w:before="120"/>
        <w:rPr>
          <w:rFonts w:ascii="Cambria" w:eastAsia="Calibri" w:hAnsi="Cambria" w:cstheme="minorHAnsi"/>
          <w:sz w:val="22"/>
          <w:szCs w:val="22"/>
          <w:lang w:eastAsia="en-US"/>
        </w:rPr>
      </w:pPr>
    </w:p>
    <w:p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167B75" w:rsidRPr="007B5A7D" w:rsidTr="009F7B63">
        <w:trPr>
          <w:trHeight w:val="153"/>
          <w:jc w:val="center"/>
        </w:trPr>
        <w:tc>
          <w:tcPr>
            <w:tcW w:w="2059" w:type="pct"/>
            <w:shd w:val="clear" w:color="auto" w:fill="auto"/>
          </w:tcPr>
          <w:p w:rsidR="00167B75" w:rsidRPr="007B5A7D" w:rsidRDefault="00167B75" w:rsidP="009F7B6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Kategorie cięć  </w:t>
            </w:r>
          </w:p>
        </w:tc>
        <w:tc>
          <w:tcPr>
            <w:tcW w:w="2941" w:type="pct"/>
            <w:shd w:val="clear" w:color="auto" w:fill="auto"/>
          </w:tcPr>
          <w:p w:rsidR="00167B75" w:rsidRPr="007B5A7D" w:rsidRDefault="00167B75" w:rsidP="009F7B63">
            <w:pPr>
              <w:suppressAutoHyphens w:val="0"/>
              <w:spacing w:before="120"/>
              <w:rPr>
                <w:rFonts w:ascii="Cambria" w:eastAsia="Calibri" w:hAnsi="Cambria" w:cstheme="minorHAnsi"/>
                <w:i/>
                <w:sz w:val="22"/>
                <w:szCs w:val="22"/>
                <w:lang w:eastAsia="en-US"/>
              </w:rPr>
            </w:pPr>
            <w:r w:rsidRPr="007B5A7D">
              <w:rPr>
                <w:rFonts w:ascii="Cambria" w:eastAsia="Calibri" w:hAnsi="Cambria" w:cstheme="minorHAnsi"/>
                <w:b/>
                <w:sz w:val="22"/>
                <w:szCs w:val="22"/>
                <w:lang w:eastAsia="en-US"/>
              </w:rPr>
              <w:t>Grupy czynności</w:t>
            </w:r>
          </w:p>
        </w:tc>
      </w:tr>
      <w:tr w:rsidR="00167B75" w:rsidRPr="007B5A7D" w:rsidTr="009F7B63">
        <w:trPr>
          <w:trHeight w:val="153"/>
          <w:jc w:val="center"/>
        </w:trPr>
        <w:tc>
          <w:tcPr>
            <w:tcW w:w="20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zupełne - rębne (rębnie I)</w:t>
            </w:r>
          </w:p>
        </w:tc>
        <w:tc>
          <w:tcPr>
            <w:tcW w:w="294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IA, IB, IC, IAS, IBS, ICS, </w:t>
            </w:r>
            <w:r w:rsidRPr="007B5A7D">
              <w:rPr>
                <w:rFonts w:ascii="Cambria" w:eastAsia="Calibri" w:hAnsi="Cambria"/>
                <w:sz w:val="22"/>
                <w:szCs w:val="22"/>
                <w:lang w:eastAsia="en-US"/>
              </w:rPr>
              <w:t>IAK, IBK, ICK,</w:t>
            </w:r>
            <w:r w:rsidRPr="007B5A7D">
              <w:rPr>
                <w:rFonts w:ascii="Cambria" w:eastAsia="Calibri" w:hAnsi="Cambria" w:cstheme="minorHAnsi"/>
                <w:sz w:val="22"/>
                <w:szCs w:val="22"/>
                <w:lang w:eastAsia="en-US"/>
              </w:rPr>
              <w:t xml:space="preserve"> DRZEW, UPRZPOZ </w:t>
            </w:r>
          </w:p>
        </w:tc>
      </w:tr>
      <w:tr w:rsidR="00167B75" w:rsidRPr="007B5A7D" w:rsidTr="009F7B63">
        <w:trPr>
          <w:trHeight w:val="153"/>
          <w:jc w:val="center"/>
        </w:trPr>
        <w:tc>
          <w:tcPr>
            <w:tcW w:w="20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Pozostałe cięcia rębne </w:t>
            </w:r>
          </w:p>
        </w:tc>
        <w:tc>
          <w:tcPr>
            <w:tcW w:w="294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7B5A7D">
              <w:rPr>
                <w:rFonts w:ascii="Cambria" w:eastAsia="Calibri" w:hAnsi="Cambria"/>
                <w:sz w:val="22"/>
                <w:szCs w:val="22"/>
                <w:lang w:eastAsia="en-US"/>
              </w:rPr>
              <w:t>IIAK, IIAUK, IIBK, IIBUK, IICK, IICUK, IIDK, IIDUK, IIIAK, IIIAUK, IIIBK, IIIBUK, IVAK, IVAUK, IVBK, IVBUK, IVCK, IVCUK, IVDK, IVDUK, VK</w:t>
            </w:r>
            <w:r w:rsidRPr="007B5A7D">
              <w:rPr>
                <w:rFonts w:ascii="Cambria" w:eastAsia="Calibri" w:hAnsi="Cambria" w:cstheme="minorHAnsi"/>
                <w:sz w:val="22"/>
                <w:szCs w:val="22"/>
                <w:lang w:eastAsia="en-US"/>
              </w:rPr>
              <w:t xml:space="preserve"> </w:t>
            </w:r>
          </w:p>
        </w:tc>
      </w:tr>
      <w:tr w:rsidR="00167B75" w:rsidRPr="007B5A7D" w:rsidTr="009F7B63">
        <w:trPr>
          <w:trHeight w:val="153"/>
          <w:jc w:val="center"/>
        </w:trPr>
        <w:tc>
          <w:tcPr>
            <w:tcW w:w="20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Trzebieże późne i cięcia </w:t>
            </w:r>
            <w:proofErr w:type="spellStart"/>
            <w:r w:rsidRPr="007B5A7D">
              <w:rPr>
                <w:rFonts w:ascii="Cambria" w:eastAsia="Calibri" w:hAnsi="Cambria" w:cstheme="minorHAnsi"/>
                <w:sz w:val="22"/>
                <w:szCs w:val="22"/>
                <w:lang w:eastAsia="en-US"/>
              </w:rPr>
              <w:t>sanitarno</w:t>
            </w:r>
            <w:proofErr w:type="spellEnd"/>
            <w:r w:rsidRPr="007B5A7D">
              <w:rPr>
                <w:rFonts w:ascii="Cambria" w:eastAsia="Calibri" w:hAnsi="Cambria" w:cstheme="minorHAnsi"/>
                <w:sz w:val="22"/>
                <w:szCs w:val="22"/>
                <w:lang w:eastAsia="en-US"/>
              </w:rPr>
              <w:t xml:space="preserve"> – selekcyjne</w:t>
            </w:r>
          </w:p>
        </w:tc>
        <w:tc>
          <w:tcPr>
            <w:tcW w:w="294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CSS, TPN, TPP, </w:t>
            </w:r>
            <w:r w:rsidRPr="007B5A7D">
              <w:rPr>
                <w:rFonts w:ascii="Cambria" w:eastAsia="Calibri" w:hAnsi="Cambria"/>
                <w:sz w:val="22"/>
                <w:szCs w:val="22"/>
                <w:lang w:eastAsia="en-US"/>
              </w:rPr>
              <w:t>TPNK</w:t>
            </w:r>
            <w:r w:rsidRPr="007B5A7D">
              <w:rPr>
                <w:rFonts w:ascii="Cambria" w:eastAsia="Calibri" w:hAnsi="Cambria" w:cstheme="minorHAnsi"/>
                <w:sz w:val="22"/>
                <w:szCs w:val="22"/>
                <w:lang w:val="en-US" w:eastAsia="en-US"/>
              </w:rPr>
              <w:t xml:space="preserve">  </w:t>
            </w:r>
          </w:p>
        </w:tc>
      </w:tr>
      <w:tr w:rsidR="00167B75" w:rsidRPr="007B5A7D" w:rsidTr="009F7B63">
        <w:trPr>
          <w:trHeight w:val="153"/>
          <w:jc w:val="center"/>
        </w:trPr>
        <w:tc>
          <w:tcPr>
            <w:tcW w:w="20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wczesne i czyszczenia późne z pozyskaniem masy, cięcia przygodne w trzebieżach wczesnych</w:t>
            </w:r>
          </w:p>
        </w:tc>
        <w:tc>
          <w:tcPr>
            <w:tcW w:w="294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CP-P, TWN, TWP, PTW, </w:t>
            </w:r>
            <w:r w:rsidRPr="007B5A7D">
              <w:rPr>
                <w:rFonts w:ascii="Cambria" w:eastAsia="Calibri" w:hAnsi="Cambria"/>
                <w:iCs/>
                <w:sz w:val="22"/>
                <w:szCs w:val="22"/>
                <w:lang w:eastAsia="en-US"/>
              </w:rPr>
              <w:t>PTWK, TWNK</w:t>
            </w:r>
            <w:r w:rsidRPr="007B5A7D">
              <w:rPr>
                <w:rFonts w:ascii="Cambria" w:eastAsia="Calibri" w:hAnsi="Cambria" w:cstheme="minorHAnsi"/>
                <w:sz w:val="22"/>
                <w:szCs w:val="22"/>
                <w:lang w:eastAsia="en-US"/>
              </w:rPr>
              <w:t xml:space="preserve"> </w:t>
            </w:r>
          </w:p>
        </w:tc>
      </w:tr>
      <w:tr w:rsidR="00167B75" w:rsidRPr="007B5A7D" w:rsidTr="009F7B63">
        <w:trPr>
          <w:trHeight w:val="153"/>
          <w:jc w:val="center"/>
        </w:trPr>
        <w:tc>
          <w:tcPr>
            <w:tcW w:w="20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przygodne i pozostałe</w:t>
            </w:r>
          </w:p>
        </w:tc>
        <w:tc>
          <w:tcPr>
            <w:tcW w:w="294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PŁAZ, PR, PRZEST, PTP, </w:t>
            </w:r>
            <w:r w:rsidRPr="007B5A7D">
              <w:rPr>
                <w:rFonts w:ascii="Cambria" w:eastAsia="Calibri" w:hAnsi="Cambria"/>
                <w:sz w:val="22"/>
                <w:szCs w:val="22"/>
                <w:lang w:eastAsia="en-US"/>
              </w:rPr>
              <w:t>PRK, PTPK,</w:t>
            </w:r>
            <w:r w:rsidRPr="007B5A7D">
              <w:rPr>
                <w:rFonts w:ascii="Cambria" w:eastAsia="Calibri" w:hAnsi="Cambria" w:cstheme="minorHAnsi"/>
                <w:sz w:val="22"/>
                <w:szCs w:val="22"/>
                <w:lang w:eastAsia="en-US"/>
              </w:rPr>
              <w:t xml:space="preserve"> ZADRZEW </w:t>
            </w:r>
          </w:p>
        </w:tc>
      </w:tr>
    </w:tbl>
    <w:p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p w:rsidR="00167B75" w:rsidRPr="007B5A7D" w:rsidRDefault="00167B75" w:rsidP="00167B75">
      <w:pPr>
        <w:tabs>
          <w:tab w:val="left" w:pos="840"/>
        </w:tabs>
        <w:suppressAutoHyphens w:val="0"/>
        <w:spacing w:before="120"/>
        <w:jc w:val="both"/>
        <w:rPr>
          <w:rFonts w:ascii="Cambria" w:eastAsia="Calibri" w:hAnsi="Cambria" w:cstheme="minorBidi"/>
          <w:strike/>
          <w:sz w:val="22"/>
          <w:szCs w:val="22"/>
          <w:lang w:eastAsia="en-US"/>
        </w:rPr>
      </w:pPr>
      <w:r w:rsidRPr="1A06E7D9">
        <w:rPr>
          <w:rFonts w:ascii="Cambria" w:eastAsia="Calibri" w:hAnsi="Cambria" w:cstheme="minorBidi"/>
          <w:sz w:val="22"/>
          <w:szCs w:val="22"/>
          <w:lang w:eastAsia="en-US"/>
        </w:rPr>
        <w:t>Pozyskanie i zrywkę drewna należy wykonać w ramach opisanych poniżej metod (1.CWD-P, 2.CWD-D, 3.</w:t>
      </w:r>
      <w:r w:rsidRPr="1A06E7D9">
        <w:rPr>
          <w:rFonts w:ascii="Cambria" w:eastAsia="Cambria" w:hAnsi="Cambria" w:cs="Cambria"/>
          <w:sz w:val="22"/>
          <w:szCs w:val="22"/>
        </w:rPr>
        <w:t>CWD-PBZ, 4. CWD-DBZ, 5. ZRYW BP, CWD-D2, CWD-P2</w:t>
      </w:r>
      <w:r w:rsidRPr="1A06E7D9">
        <w:rPr>
          <w:rFonts w:ascii="Cambria" w:eastAsia="Calibri" w:hAnsi="Cambria" w:cstheme="minorBidi"/>
          <w:sz w:val="22"/>
          <w:szCs w:val="22"/>
          <w:lang w:eastAsia="en-US"/>
        </w:rPr>
        <w:t xml:space="preserve">). </w:t>
      </w:r>
    </w:p>
    <w:p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przy pozyskaniu i zrywce drewna organizuje Wykonawca, mając na uwadze w szczególności:</w:t>
      </w:r>
    </w:p>
    <w:p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zapewnienie właściwych warunków w zakresie bezpieczeństwa i higieny pracy,</w:t>
      </w:r>
    </w:p>
    <w:p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wymagania Zamawiającego dotyczące ilości oraz struktury sortymentów drzewnych    określonych w zleceniu,</w:t>
      </w:r>
    </w:p>
    <w:p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termin realizacji zlecenia,</w:t>
      </w:r>
    </w:p>
    <w:p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wymóg minimalizacji uszkodzeń w środowisku leśnym przy realizacji zlecenia,</w:t>
      </w:r>
    </w:p>
    <w:p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ograniczenia sprzętowe,</w:t>
      </w:r>
    </w:p>
    <w:p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ograniczenia wynikające z zasad ochrony przyrody,</w:t>
      </w:r>
    </w:p>
    <w:p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inne szczegółowe i specyficzne dla danej lokalizacji cięć okoliczności wskazane w zleceniu,</w:t>
      </w:r>
    </w:p>
    <w:p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drewna należy prowadzić w sposób minimalizujący uszkadzanie drzew pozostających na powierzchni po zbiegu,</w:t>
      </w:r>
    </w:p>
    <w:p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należy prowadzić w sposób zapewniający przejezdność dróg leśnych (bieżąca zrywka drewna obalonego na drogi),</w:t>
      </w:r>
    </w:p>
    <w:p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nie dopuszcza się opierania stosów i mygieł o stojące drzewa,</w:t>
      </w:r>
    </w:p>
    <w:p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7B5A7D">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rsidR="00167B75" w:rsidRPr="007B5A7D" w:rsidRDefault="00167B75" w:rsidP="00167B75">
      <w:pPr>
        <w:tabs>
          <w:tab w:val="left" w:pos="567"/>
        </w:tabs>
        <w:suppressAutoHyphens w:val="0"/>
        <w:spacing w:before="120"/>
        <w:jc w:val="both"/>
        <w:rPr>
          <w:rFonts w:ascii="Cambria" w:hAnsi="Cambria" w:cstheme="minorBidi"/>
          <w:sz w:val="22"/>
          <w:szCs w:val="22"/>
        </w:rPr>
      </w:pPr>
      <w:r w:rsidRPr="007B5A7D">
        <w:rPr>
          <w:rFonts w:ascii="Cambria" w:eastAsia="Calibri" w:hAnsi="Cambria" w:cstheme="minorBidi"/>
          <w:sz w:val="22"/>
          <w:szCs w:val="22"/>
          <w:lang w:eastAsia="en-US"/>
        </w:rPr>
        <w:t xml:space="preserve">Zrywkę należy organizować i realizować bez zbędnej zwłoki, po pozyskaniu drewna, w sposób wykluczający obniżenie technicznej użyteczności drewna poprzez wystąpienie wad, np. zabarwień lub zgnilizn, a w konsekwencji obniżenie wartości drewna. </w:t>
      </w:r>
      <w:r w:rsidRPr="007B5A7D">
        <w:rPr>
          <w:rFonts w:ascii="Cambria" w:hAnsi="Cambria" w:cstheme="minorBidi"/>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sz w:val="22"/>
          <w:szCs w:val="22"/>
        </w:rPr>
        <w:t>Dodatkowe koszty w pracach pozyskania drewna, wynikające z usuwania drzew trudnych tj. pochylonych nad urządzeniami melioracyjnymi, młodnikami, uprawami</w:t>
      </w:r>
      <w:r w:rsidRPr="007B5A7D">
        <w:rPr>
          <w:rFonts w:ascii="Cambria" w:hAnsi="Cambria"/>
          <w:color w:val="00B050"/>
          <w:sz w:val="22"/>
          <w:szCs w:val="22"/>
        </w:rPr>
        <w:t xml:space="preserve">, </w:t>
      </w:r>
      <w:r w:rsidRPr="007B5A7D">
        <w:rPr>
          <w:rFonts w:ascii="Cambria" w:hAnsi="Cambria"/>
          <w:sz w:val="22"/>
          <w:szCs w:val="22"/>
        </w:rPr>
        <w:t xml:space="preserve">liniami energetycznymi, drogami publicznymi itp. </w:t>
      </w:r>
      <w:r w:rsidRPr="007B5A7D">
        <w:rPr>
          <w:rFonts w:ascii="Cambria" w:hAnsi="Cambria" w:cstheme="minorHAnsi"/>
          <w:sz w:val="22"/>
          <w:szCs w:val="22"/>
        </w:rPr>
        <w:t xml:space="preserve">(z wyłączeniem cięć przygodnych), Wykonawca wkalkuluje do oferowanych stawek jednostkowych. Powierzchnie, gdzie planowane są te utrudnienia wskazane są w załączniku do SWZ </w:t>
      </w:r>
      <w:r w:rsidR="00124A00" w:rsidRPr="009B6D55">
        <w:rPr>
          <w:rFonts w:ascii="Cambria" w:hAnsi="Cambria" w:cstheme="minorHAnsi"/>
          <w:color w:val="FF0000"/>
          <w:sz w:val="22"/>
          <w:szCs w:val="22"/>
        </w:rPr>
        <w:t>nr 2.3.4</w:t>
      </w:r>
      <w:r w:rsidRPr="007B5A7D">
        <w:rPr>
          <w:rFonts w:ascii="Cambria" w:hAnsi="Cambria" w:cstheme="minorHAnsi"/>
          <w:sz w:val="22"/>
          <w:szCs w:val="22"/>
        </w:rPr>
        <w:t>.</w:t>
      </w:r>
    </w:p>
    <w:p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warunkach górskich odrzuceniu podlegają gałęzie zalegające na szlakach operacyjnych wskazanych przez Zamawiającego w zleceniu.</w:t>
      </w:r>
    </w:p>
    <w:p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Oznakowanie pozycji cięć przy pomocy tablic ostrzegawczych leży po stronie Wykonawcy. Tablice udostępnia Zamawiający.</w:t>
      </w:r>
    </w:p>
    <w:p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7B5A7D">
        <w:rPr>
          <w:rFonts w:ascii="Cambria" w:hAnsi="Cambria" w:cstheme="minorHAnsi"/>
          <w:bCs/>
          <w:strike/>
          <w:sz w:val="22"/>
          <w:szCs w:val="22"/>
        </w:rPr>
        <w:t>,</w:t>
      </w:r>
      <w:r w:rsidRPr="007B5A7D">
        <w:rPr>
          <w:rFonts w:ascii="Cambria" w:hAnsi="Cambria" w:cstheme="minorHAnsi"/>
          <w:bCs/>
          <w:sz w:val="22"/>
          <w:szCs w:val="22"/>
        </w:rPr>
        <w:t xml:space="preserve"> przebieg szlaków operacyjnych, miejsca składowania pozyskanego drewna, elementy </w:t>
      </w:r>
      <w:r w:rsidRPr="007B5A7D">
        <w:rPr>
          <w:rFonts w:ascii="Cambria" w:hAnsi="Cambria" w:cstheme="minorHAnsi"/>
          <w:bCs/>
          <w:sz w:val="22"/>
          <w:szCs w:val="22"/>
        </w:rPr>
        <w:lastRenderedPageBreak/>
        <w:t>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przypadku konieczności założenia nowego szlaku operacyjnego wykonawca ma obowiązek wyciąć wszystkie drzewa na planowanym szlaku łącznie z podrostem i podszytem.</w:t>
      </w:r>
    </w:p>
    <w:p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7B5A7D">
        <w:rPr>
          <w:rFonts w:ascii="Cambria" w:hAnsi="Cambria" w:cstheme="minorHAnsi"/>
          <w:sz w:val="22"/>
          <w:szCs w:val="22"/>
        </w:rPr>
        <w:t>półpodwieszonej</w:t>
      </w:r>
      <w:proofErr w:type="spellEnd"/>
      <w:r w:rsidRPr="007B5A7D">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7B5A7D">
        <w:rPr>
          <w:rFonts w:ascii="Cambria" w:hAnsi="Cambria" w:cstheme="minorHAnsi"/>
          <w:sz w:val="22"/>
          <w:szCs w:val="22"/>
        </w:rPr>
        <w:t>półpodwieszoną</w:t>
      </w:r>
      <w:proofErr w:type="spellEnd"/>
      <w:r w:rsidRPr="007B5A7D">
        <w:rPr>
          <w:rFonts w:ascii="Cambria" w:hAnsi="Cambria" w:cstheme="minorHAnsi"/>
          <w:sz w:val="22"/>
          <w:szCs w:val="22"/>
        </w:rPr>
        <w:t xml:space="preserve"> lub wleczoną konną.</w:t>
      </w:r>
    </w:p>
    <w:p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Zamawiający zastrzega, że wprowadzone na pozycje maszyny, muszą poruszać się po szlakach operacyjnych. Szerokość szlaków operacyjnych nie powinna przekraczać 4</w:t>
      </w:r>
      <w:r>
        <w:rPr>
          <w:rFonts w:ascii="Cambria" w:hAnsi="Cambria" w:cstheme="minorHAnsi"/>
          <w:bCs/>
          <w:sz w:val="22"/>
          <w:szCs w:val="22"/>
        </w:rPr>
        <w:t xml:space="preserve"> </w:t>
      </w:r>
      <w:r w:rsidRPr="007B5A7D">
        <w:rPr>
          <w:rFonts w:ascii="Cambria" w:hAnsi="Cambria" w:cstheme="minorHAnsi"/>
          <w:bCs/>
          <w:sz w:val="22"/>
          <w:szCs w:val="22"/>
        </w:rPr>
        <w:t xml:space="preserve">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7B5A7D">
        <w:rPr>
          <w:rFonts w:ascii="Cambria" w:hAnsi="Cambria" w:cstheme="minorHAnsi"/>
          <w:bCs/>
          <w:sz w:val="22"/>
          <w:szCs w:val="22"/>
        </w:rPr>
        <w:t>przyzrębowych</w:t>
      </w:r>
      <w:proofErr w:type="spellEnd"/>
      <w:r w:rsidRPr="007B5A7D">
        <w:rPr>
          <w:rFonts w:ascii="Cambria" w:hAnsi="Cambria" w:cstheme="minorHAnsi"/>
          <w:bCs/>
          <w:sz w:val="22"/>
          <w:szCs w:val="22"/>
        </w:rPr>
        <w:t xml:space="preserve"> kierując się minimalizacją jej odległości.</w:t>
      </w:r>
    </w:p>
    <w:p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Szczegółowe informacje dotyczące zrywki drewna oraz planowanych średnich odległości zrywkowych  przedstawione zostały w Załączniku </w:t>
      </w:r>
      <w:r w:rsidR="00124A00" w:rsidRPr="00124A00">
        <w:rPr>
          <w:rFonts w:ascii="Cambria" w:hAnsi="Cambria" w:cstheme="minorHAnsi"/>
          <w:bCs/>
          <w:color w:val="FF0000"/>
          <w:sz w:val="22"/>
          <w:szCs w:val="22"/>
        </w:rPr>
        <w:t xml:space="preserve">nr 2.3.3 </w:t>
      </w:r>
      <w:r w:rsidRPr="007B5A7D">
        <w:rPr>
          <w:rFonts w:ascii="Cambria" w:hAnsi="Cambria" w:cstheme="minorHAnsi"/>
          <w:bCs/>
          <w:sz w:val="22"/>
          <w:szCs w:val="22"/>
        </w:rPr>
        <w:t>do SWZ. Jako odległość zrywki należy rozumieć średnią długość planowanych przejazdów dla optymalnego na danej powierzchni i dla technologii zrywki środka zrywkowego.</w:t>
      </w:r>
    </w:p>
    <w:p w:rsidR="00167B75" w:rsidRPr="007B5A7D" w:rsidRDefault="00167B75" w:rsidP="00167B75">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167B75" w:rsidRPr="007B5A7D" w:rsidTr="009F7B63">
        <w:trPr>
          <w:trHeight w:val="161"/>
          <w:jc w:val="center"/>
        </w:trPr>
        <w:tc>
          <w:tcPr>
            <w:tcW w:w="35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6" w:type="pct"/>
            <w:shd w:val="clear" w:color="auto" w:fill="auto"/>
          </w:tcPr>
          <w:p w:rsidR="00167B75" w:rsidRPr="007B5A7D" w:rsidRDefault="00167B75" w:rsidP="009F7B6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0"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7"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p>
        </w:tc>
      </w:tr>
      <w:tr w:rsidR="00167B75" w:rsidRPr="007B5A7D" w:rsidTr="009F7B63">
        <w:trPr>
          <w:trHeight w:val="625"/>
          <w:jc w:val="center"/>
        </w:trPr>
        <w:tc>
          <w:tcPr>
            <w:tcW w:w="35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p>
        </w:tc>
        <w:tc>
          <w:tcPr>
            <w:tcW w:w="944" w:type="pct"/>
            <w:shd w:val="clear" w:color="auto" w:fill="auto"/>
          </w:tcPr>
          <w:p w:rsidR="00167B75" w:rsidRPr="007B5A7D" w:rsidRDefault="00167B75" w:rsidP="009F7B6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p>
        </w:tc>
        <w:tc>
          <w:tcPr>
            <w:tcW w:w="896" w:type="pct"/>
            <w:shd w:val="clear" w:color="auto" w:fill="auto"/>
          </w:tcPr>
          <w:p w:rsidR="00167B75" w:rsidRDefault="00167B75" w:rsidP="009F7B6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ZRYW PIL,</w:t>
            </w:r>
          </w:p>
          <w:p w:rsidR="00167B75" w:rsidRPr="007B5A7D" w:rsidRDefault="00167B75" w:rsidP="009F7B63">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CWD-P2</w:t>
            </w:r>
          </w:p>
        </w:tc>
        <w:tc>
          <w:tcPr>
            <w:tcW w:w="2030" w:type="pct"/>
            <w:shd w:val="clear" w:color="auto" w:fill="auto"/>
          </w:tcPr>
          <w:p w:rsidR="00167B75" w:rsidRPr="007B5A7D" w:rsidRDefault="00167B75" w:rsidP="009F7B6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Całkowity wyrób drewna pilarką </w:t>
            </w:r>
          </w:p>
          <w:p w:rsidR="00167B75" w:rsidRPr="007B5A7D" w:rsidRDefault="00167B75" w:rsidP="009F7B63">
            <w:pPr>
              <w:suppressAutoHyphens w:val="0"/>
              <w:spacing w:before="120"/>
              <w:rPr>
                <w:rFonts w:ascii="Cambria" w:eastAsia="Calibri" w:hAnsi="Cambria" w:cstheme="minorHAnsi"/>
                <w:bCs/>
                <w:iCs/>
                <w:sz w:val="22"/>
                <w:szCs w:val="22"/>
                <w:lang w:eastAsia="pl-PL"/>
              </w:rPr>
            </w:pPr>
          </w:p>
        </w:tc>
        <w:tc>
          <w:tcPr>
            <w:tcW w:w="777" w:type="pct"/>
            <w:shd w:val="clear" w:color="auto" w:fill="auto"/>
          </w:tcPr>
          <w:p w:rsidR="00167B75" w:rsidRPr="007B5A7D" w:rsidRDefault="00167B75" w:rsidP="009F7B63">
            <w:pPr>
              <w:suppressAutoHyphens w:val="0"/>
              <w:spacing w:before="120"/>
              <w:jc w:val="center"/>
              <w:rPr>
                <w:rFonts w:ascii="Cambria" w:eastAsia="Calibri" w:hAnsi="Cambria" w:cstheme="minorHAnsi"/>
                <w:bCs/>
                <w:iCs/>
                <w:sz w:val="22"/>
                <w:szCs w:val="22"/>
                <w:vertAlign w:val="superscript"/>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p>
        </w:tc>
      </w:tr>
      <w:tr w:rsidR="00167B75" w:rsidRPr="007B5A7D" w:rsidTr="009F7B63">
        <w:trPr>
          <w:trHeight w:val="625"/>
          <w:jc w:val="center"/>
        </w:trPr>
        <w:tc>
          <w:tcPr>
            <w:tcW w:w="35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2</w:t>
            </w:r>
          </w:p>
        </w:tc>
        <w:tc>
          <w:tcPr>
            <w:tcW w:w="944" w:type="pct"/>
            <w:shd w:val="clear" w:color="auto" w:fill="auto"/>
          </w:tcPr>
          <w:p w:rsidR="00167B75" w:rsidRPr="007B5A7D" w:rsidRDefault="00167B75" w:rsidP="009F7B6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CWD-D</w:t>
            </w:r>
          </w:p>
        </w:tc>
        <w:tc>
          <w:tcPr>
            <w:tcW w:w="896" w:type="pct"/>
            <w:shd w:val="clear" w:color="auto" w:fill="auto"/>
          </w:tcPr>
          <w:p w:rsidR="00167B75" w:rsidRDefault="00167B75" w:rsidP="009F7B6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 xml:space="preserve">ZRYW PIL, </w:t>
            </w:r>
            <w:r w:rsidRPr="007B5A7D">
              <w:rPr>
                <w:rFonts w:ascii="Cambria" w:eastAsia="Calibri" w:hAnsi="Cambria" w:cstheme="minorHAnsi"/>
                <w:bCs/>
                <w:iCs/>
                <w:sz w:val="22"/>
                <w:szCs w:val="22"/>
                <w:lang w:eastAsia="pl-PL"/>
              </w:rPr>
              <w:br/>
              <w:t xml:space="preserve">CWD-H </w:t>
            </w:r>
            <w:r w:rsidRPr="007B5A7D">
              <w:rPr>
                <w:rFonts w:ascii="Cambria" w:eastAsia="Calibri" w:hAnsi="Cambria" w:cstheme="minorHAnsi"/>
                <w:bCs/>
                <w:iCs/>
                <w:sz w:val="22"/>
                <w:szCs w:val="22"/>
                <w:lang w:eastAsia="pl-PL"/>
              </w:rPr>
              <w:br/>
              <w:t>ZRYW HARW</w:t>
            </w:r>
          </w:p>
          <w:p w:rsidR="00167B75" w:rsidRPr="007B5A7D" w:rsidRDefault="00167B75" w:rsidP="009F7B63">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CWD-D2</w:t>
            </w:r>
          </w:p>
        </w:tc>
        <w:tc>
          <w:tcPr>
            <w:tcW w:w="2030" w:type="pct"/>
            <w:shd w:val="clear" w:color="auto" w:fill="auto"/>
          </w:tcPr>
          <w:p w:rsidR="00167B75" w:rsidRPr="007B5A7D" w:rsidRDefault="00167B75" w:rsidP="009F7B6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Całkowity wyrób drewna technologią dowolną</w:t>
            </w:r>
          </w:p>
          <w:p w:rsidR="00167B75" w:rsidRPr="007B5A7D" w:rsidRDefault="00167B75" w:rsidP="009F7B63">
            <w:pPr>
              <w:suppressAutoHyphens w:val="0"/>
              <w:spacing w:before="120"/>
              <w:rPr>
                <w:rFonts w:ascii="Cambria" w:eastAsia="Calibri" w:hAnsi="Cambria" w:cstheme="minorHAnsi"/>
                <w:bCs/>
                <w:iCs/>
                <w:sz w:val="22"/>
                <w:szCs w:val="22"/>
                <w:lang w:eastAsia="pl-PL"/>
              </w:rPr>
            </w:pPr>
          </w:p>
        </w:tc>
        <w:tc>
          <w:tcPr>
            <w:tcW w:w="777" w:type="pct"/>
            <w:shd w:val="clear" w:color="auto" w:fill="auto"/>
          </w:tcPr>
          <w:p w:rsidR="00167B75" w:rsidRPr="007B5A7D" w:rsidRDefault="00167B75" w:rsidP="009F7B63">
            <w:pPr>
              <w:suppressAutoHyphens w:val="0"/>
              <w:spacing w:before="120"/>
              <w:jc w:val="center"/>
              <w:rPr>
                <w:rFonts w:ascii="Cambria" w:eastAsia="Calibri" w:hAnsi="Cambria" w:cstheme="minorHAnsi"/>
                <w:sz w:val="22"/>
                <w:szCs w:val="22"/>
                <w:lang w:eastAsia="ko-KR"/>
              </w:rPr>
            </w:pPr>
            <w:r w:rsidRPr="007B5A7D">
              <w:rPr>
                <w:rFonts w:ascii="Cambria" w:eastAsia="Calibri" w:hAnsi="Cambria" w:cstheme="minorHAnsi"/>
                <w:sz w:val="22"/>
                <w:szCs w:val="22"/>
                <w:lang w:eastAsia="pl-PL"/>
              </w:rPr>
              <w:t>M</w:t>
            </w:r>
            <w:r w:rsidRPr="007B5A7D">
              <w:rPr>
                <w:rFonts w:ascii="Cambria" w:eastAsia="Calibri" w:hAnsi="Cambria" w:cstheme="minorHAnsi"/>
                <w:sz w:val="22"/>
                <w:szCs w:val="22"/>
                <w:vertAlign w:val="superscript"/>
                <w:lang w:eastAsia="pl-PL"/>
              </w:rPr>
              <w:t>3</w:t>
            </w:r>
          </w:p>
        </w:tc>
      </w:tr>
    </w:tbl>
    <w:p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rsidR="00167B75" w:rsidRPr="007B5A7D" w:rsidRDefault="00167B75" w:rsidP="00167B75">
      <w:pPr>
        <w:suppressAutoHyphens w:val="0"/>
        <w:spacing w:before="120"/>
        <w:rPr>
          <w:rFonts w:ascii="Cambria" w:eastAsia="Calibri" w:hAnsi="Cambria" w:cstheme="minorHAnsi"/>
          <w:b/>
          <w:sz w:val="22"/>
          <w:szCs w:val="22"/>
          <w:lang w:eastAsia="en-US"/>
        </w:rPr>
      </w:pPr>
    </w:p>
    <w:p w:rsidR="00167B75" w:rsidRPr="007B5A7D" w:rsidRDefault="00167B75" w:rsidP="00167B75">
      <w:pPr>
        <w:suppressAutoHyphens w:val="0"/>
        <w:spacing w:before="120"/>
        <w:jc w:val="center"/>
        <w:rPr>
          <w:rFonts w:ascii="Cambria" w:eastAsia="Calibri" w:hAnsi="Cambria" w:cstheme="minorHAnsi"/>
          <w:b/>
          <w:sz w:val="22"/>
          <w:szCs w:val="22"/>
          <w:lang w:eastAsia="en-US"/>
        </w:rPr>
      </w:pPr>
      <w:r w:rsidRPr="007B5A7D">
        <w:rPr>
          <w:rFonts w:ascii="Cambria" w:eastAsia="Calibri" w:hAnsi="Cambria" w:cstheme="minorHAnsi"/>
          <w:b/>
          <w:bCs/>
          <w:sz w:val="22"/>
          <w:szCs w:val="22"/>
          <w:lang w:eastAsia="en-US"/>
        </w:rPr>
        <w:t xml:space="preserve">CWD-P - </w:t>
      </w:r>
      <w:r w:rsidRPr="007B5A7D">
        <w:rPr>
          <w:rFonts w:ascii="Cambria" w:eastAsia="Calibri" w:hAnsi="Cambria" w:cstheme="minorHAnsi"/>
          <w:b/>
          <w:bCs/>
          <w:iCs/>
          <w:sz w:val="22"/>
          <w:szCs w:val="22"/>
          <w:lang w:eastAsia="pl-PL"/>
        </w:rPr>
        <w:t xml:space="preserve">Całkowity wyrób drewna pilarką </w:t>
      </w:r>
    </w:p>
    <w:p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i zrywką drewna z wyjątkiem pozyskania drewna w czyszczeniach późnych (CP-P) obejmują: </w:t>
      </w:r>
    </w:p>
    <w:p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przygotowanie drewna do </w:t>
      </w:r>
      <w:proofErr w:type="spellStart"/>
      <w:r w:rsidRPr="007B5A7D">
        <w:rPr>
          <w:rFonts w:ascii="Cambria" w:hAnsi="Cambria" w:cstheme="minorBidi"/>
          <w:sz w:val="22"/>
          <w:szCs w:val="22"/>
        </w:rPr>
        <w:t>odbiórki</w:t>
      </w:r>
      <w:proofErr w:type="spellEnd"/>
      <w:r w:rsidRPr="007B5A7D">
        <w:rPr>
          <w:rFonts w:ascii="Cambria" w:hAnsi="Cambria" w:cstheme="minorBid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w:t>
      </w:r>
    </w:p>
    <w:p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i zrywką drewna w czyszczeniach późnych (CP-P) obejmują:</w:t>
      </w:r>
    </w:p>
    <w:p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rsidR="00167B75" w:rsidRPr="007B5A7D" w:rsidRDefault="00167B75" w:rsidP="00167B75">
      <w:pPr>
        <w:numPr>
          <w:ilvl w:val="0"/>
          <w:numId w:val="1"/>
        </w:numPr>
        <w:tabs>
          <w:tab w:val="num" w:pos="993"/>
        </w:tabs>
        <w:suppressAutoHyphens w:val="0"/>
        <w:spacing w:before="120"/>
        <w:ind w:left="851" w:hanging="425"/>
        <w:jc w:val="both"/>
        <w:rPr>
          <w:rFonts w:ascii="Cambria" w:hAnsi="Cambria" w:cstheme="minorBidi"/>
          <w:sz w:val="22"/>
          <w:szCs w:val="22"/>
        </w:rPr>
      </w:pPr>
      <w:r w:rsidRPr="007B5A7D">
        <w:rPr>
          <w:rFonts w:ascii="Cambria" w:hAnsi="Cambria" w:cstheme="minorBidi"/>
          <w:sz w:val="22"/>
          <w:szCs w:val="22"/>
        </w:rPr>
        <w:t>wyróbkę i manipulację surowca drzewnego zgodnie ze wskazówkami przekazanymi w zleceniu,</w:t>
      </w:r>
    </w:p>
    <w:p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ułożenie zerwanego drewna w stosy.</w:t>
      </w:r>
    </w:p>
    <w:p w:rsidR="00167B75" w:rsidRPr="007B5A7D" w:rsidRDefault="00167B75" w:rsidP="00167B75">
      <w:pPr>
        <w:suppressAutoHyphens w:val="0"/>
        <w:spacing w:before="120"/>
        <w:rPr>
          <w:rFonts w:ascii="Cambria" w:eastAsia="Calibri" w:hAnsi="Cambria" w:cstheme="minorHAnsi"/>
          <w:sz w:val="22"/>
          <w:szCs w:val="22"/>
          <w:lang w:eastAsia="en-US"/>
        </w:rPr>
      </w:pPr>
    </w:p>
    <w:p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 - </w:t>
      </w:r>
      <w:r w:rsidRPr="007B5A7D">
        <w:rPr>
          <w:rFonts w:ascii="Cambria" w:eastAsia="Calibri" w:hAnsi="Cambria" w:cstheme="minorHAnsi"/>
          <w:b/>
          <w:bCs/>
          <w:iCs/>
          <w:sz w:val="22"/>
          <w:szCs w:val="22"/>
          <w:lang w:eastAsia="pl-PL"/>
        </w:rPr>
        <w:t>Całkowity wyrób drewna technologią dowolną</w:t>
      </w:r>
      <w:r w:rsidRPr="007B5A7D">
        <w:rPr>
          <w:rFonts w:ascii="Cambria" w:eastAsia="Calibri" w:hAnsi="Cambria" w:cstheme="minorHAnsi"/>
          <w:b/>
          <w:bCs/>
          <w:sz w:val="22"/>
          <w:szCs w:val="22"/>
          <w:lang w:eastAsia="en-US"/>
        </w:rPr>
        <w:t xml:space="preserve"> </w:t>
      </w:r>
    </w:p>
    <w:p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oraz maszyn zrywkowych.  </w:t>
      </w:r>
    </w:p>
    <w:p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 ZRYW HARW)</w:t>
      </w:r>
      <w:r w:rsidRPr="007B5A7D">
        <w:rPr>
          <w:rFonts w:ascii="Cambria" w:eastAsia="Calibri" w:hAnsi="Cambria" w:cstheme="minorHAnsi"/>
          <w:bCs/>
          <w:sz w:val="22"/>
          <w:szCs w:val="22"/>
          <w:lang w:eastAsia="en-US"/>
        </w:rPr>
        <w:t xml:space="preserve"> obejmują: </w:t>
      </w:r>
    </w:p>
    <w:p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7B5A7D">
        <w:rPr>
          <w:rFonts w:ascii="Cambria" w:hAnsi="Cambria" w:cstheme="minorBidi"/>
          <w:sz w:val="22"/>
          <w:szCs w:val="22"/>
        </w:rPr>
        <w:lastRenderedPageBreak/>
        <w:t xml:space="preserve">należy posortować wg szczegółowych wskazań zawartych w zleceniu, (np. wg gatunków, jakości lub średnic), </w:t>
      </w:r>
    </w:p>
    <w:p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Przygotowanie drewna do </w:t>
      </w:r>
      <w:proofErr w:type="spellStart"/>
      <w:r w:rsidRPr="007B5A7D">
        <w:rPr>
          <w:rFonts w:ascii="Cambria" w:hAnsi="Cambria" w:cstheme="minorHAnsi"/>
          <w:bCs/>
          <w:sz w:val="22"/>
          <w:szCs w:val="22"/>
        </w:rPr>
        <w:t>odbiórki</w:t>
      </w:r>
      <w:proofErr w:type="spellEnd"/>
      <w:r w:rsidRPr="007B5A7D">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rsidR="00167B75" w:rsidRPr="007B5A7D" w:rsidRDefault="00167B75" w:rsidP="00167B75">
      <w:pPr>
        <w:suppressAutoHyphens w:val="0"/>
        <w:autoSpaceDE w:val="0"/>
        <w:autoSpaceDN w:val="0"/>
        <w:adjustRightInd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rsidR="00167B75" w:rsidRPr="007B5A7D" w:rsidRDefault="00167B75" w:rsidP="00167B75">
      <w:pPr>
        <w:rPr>
          <w:rFonts w:ascii="Cambria" w:eastAsia="Cambria" w:hAnsi="Cambria" w:cs="Cambria"/>
          <w:b/>
          <w:bCs/>
          <w:sz w:val="12"/>
          <w:szCs w:val="12"/>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rsidTr="009F7B63">
        <w:trPr>
          <w:trHeight w:val="1035"/>
        </w:trPr>
        <w:tc>
          <w:tcPr>
            <w:tcW w:w="640" w:type="dxa"/>
            <w:tcBorders>
              <w:top w:val="single" w:sz="8" w:space="0" w:color="auto"/>
              <w:left w:val="single" w:sz="8" w:space="0" w:color="auto"/>
              <w:bottom w:val="single" w:sz="8" w:space="0" w:color="auto"/>
              <w:right w:val="single" w:sz="8" w:space="0" w:color="auto"/>
            </w:tcBorders>
          </w:tcPr>
          <w:p w:rsidR="00167B75" w:rsidRPr="007B5A7D" w:rsidRDefault="00167B75" w:rsidP="009F7B63">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rsidR="00167B75" w:rsidRPr="007B5A7D" w:rsidRDefault="00167B75" w:rsidP="009F7B63">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rsidR="00167B75" w:rsidRPr="007B5A7D" w:rsidRDefault="00167B75" w:rsidP="009F7B63">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rsidR="00167B75" w:rsidRPr="007B5A7D" w:rsidRDefault="00167B75" w:rsidP="009F7B63">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rsidR="00167B75" w:rsidRPr="007B5A7D" w:rsidRDefault="00167B75" w:rsidP="009F7B63">
            <w:r w:rsidRPr="007B5A7D">
              <w:rPr>
                <w:rFonts w:ascii="Cambria" w:eastAsia="Cambria" w:hAnsi="Cambria" w:cs="Cambria"/>
                <w:b/>
                <w:bCs/>
                <w:i/>
                <w:iCs/>
                <w:sz w:val="22"/>
                <w:szCs w:val="22"/>
              </w:rPr>
              <w:t>Jednostka miary</w:t>
            </w:r>
          </w:p>
        </w:tc>
      </w:tr>
      <w:tr w:rsidR="00167B75" w:rsidRPr="007B5A7D" w:rsidTr="009F7B63">
        <w:trPr>
          <w:trHeight w:val="630"/>
        </w:trPr>
        <w:tc>
          <w:tcPr>
            <w:tcW w:w="640" w:type="dxa"/>
            <w:tcBorders>
              <w:top w:val="single" w:sz="8" w:space="0" w:color="auto"/>
              <w:left w:val="single" w:sz="8" w:space="0" w:color="auto"/>
              <w:bottom w:val="single" w:sz="8" w:space="0" w:color="auto"/>
              <w:right w:val="single" w:sz="8" w:space="0" w:color="auto"/>
            </w:tcBorders>
          </w:tcPr>
          <w:p w:rsidR="00167B75" w:rsidRPr="007B5A7D" w:rsidRDefault="00167B75" w:rsidP="009F7B63">
            <w:pPr>
              <w:jc w:val="center"/>
              <w:rPr>
                <w:rFonts w:ascii="Cambria" w:eastAsia="Cambria" w:hAnsi="Cambria" w:cs="Cambria"/>
                <w:sz w:val="22"/>
                <w:szCs w:val="22"/>
              </w:rPr>
            </w:pPr>
            <w:r w:rsidRPr="007B5A7D">
              <w:rPr>
                <w:rFonts w:ascii="Cambria" w:eastAsia="Cambria" w:hAnsi="Cambria" w:cs="Cambria"/>
                <w:sz w:val="22"/>
                <w:szCs w:val="22"/>
              </w:rPr>
              <w:t>3</w:t>
            </w:r>
          </w:p>
        </w:tc>
        <w:tc>
          <w:tcPr>
            <w:tcW w:w="1711" w:type="dxa"/>
            <w:tcBorders>
              <w:top w:val="single" w:sz="8" w:space="0" w:color="auto"/>
              <w:left w:val="single" w:sz="8" w:space="0" w:color="auto"/>
              <w:bottom w:val="single" w:sz="8" w:space="0" w:color="auto"/>
              <w:right w:val="single" w:sz="8" w:space="0" w:color="auto"/>
            </w:tcBorders>
          </w:tcPr>
          <w:p w:rsidR="00167B75" w:rsidRPr="007B5A7D" w:rsidRDefault="00167B75" w:rsidP="009F7B63">
            <w:r w:rsidRPr="007B5A7D">
              <w:rPr>
                <w:rFonts w:ascii="Cambria" w:eastAsia="Cambria" w:hAnsi="Cambria" w:cs="Cambria"/>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rsidR="00167B75" w:rsidRPr="007B5A7D" w:rsidRDefault="00167B75" w:rsidP="009F7B63">
            <w:pPr>
              <w:rPr>
                <w:rFonts w:ascii="Cambria" w:eastAsia="Cambria" w:hAnsi="Cambria" w:cs="Cambria"/>
                <w:sz w:val="22"/>
                <w:szCs w:val="22"/>
              </w:rPr>
            </w:pPr>
            <w:r w:rsidRPr="007B5A7D">
              <w:rPr>
                <w:rFonts w:ascii="Cambria" w:eastAsia="Cambria" w:hAnsi="Cambria" w:cs="Cambria"/>
                <w:sz w:val="22"/>
                <w:szCs w:val="22"/>
              </w:rPr>
              <w:t>CWD-P</w:t>
            </w:r>
            <w:r>
              <w:rPr>
                <w:rFonts w:ascii="Cambria" w:eastAsia="Cambria" w:hAnsi="Cambria" w:cs="Cambria"/>
                <w:sz w:val="22"/>
                <w:szCs w:val="22"/>
              </w:rPr>
              <w:t>BZ</w:t>
            </w:r>
          </w:p>
          <w:p w:rsidR="00167B75" w:rsidRPr="007B5A7D" w:rsidRDefault="00167B75" w:rsidP="009F7B63">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rsidR="00167B75" w:rsidRPr="007B5A7D" w:rsidRDefault="00167B75" w:rsidP="009F7B63">
            <w:r w:rsidRPr="007B5A7D">
              <w:rPr>
                <w:rFonts w:ascii="Cambria" w:eastAsia="Calibri" w:hAnsi="Cambria" w:cstheme="minorHAnsi"/>
                <w:bCs/>
                <w:iCs/>
                <w:sz w:val="22"/>
                <w:szCs w:val="22"/>
                <w:lang w:eastAsia="pl-PL"/>
              </w:rPr>
              <w:t>Całkowity wyrób drewna pilarką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rsidR="00167B75" w:rsidRPr="007B5A7D" w:rsidRDefault="00167B75" w:rsidP="009F7B63">
            <w:pPr>
              <w:jc w:val="center"/>
              <w:rPr>
                <w:rFonts w:ascii="Cambria" w:eastAsia="Cambria" w:hAnsi="Cambria" w:cs="Cambria"/>
                <w:sz w:val="22"/>
                <w:szCs w:val="22"/>
                <w:vertAlign w:val="superscript"/>
              </w:rP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r w:rsidR="00167B75" w:rsidRPr="007B5A7D" w:rsidTr="009F7B63">
        <w:trPr>
          <w:trHeight w:val="630"/>
        </w:trPr>
        <w:tc>
          <w:tcPr>
            <w:tcW w:w="640" w:type="dxa"/>
            <w:tcBorders>
              <w:top w:val="single" w:sz="8" w:space="0" w:color="auto"/>
              <w:left w:val="single" w:sz="8" w:space="0" w:color="auto"/>
              <w:bottom w:val="single" w:sz="8" w:space="0" w:color="auto"/>
              <w:right w:val="single" w:sz="8" w:space="0" w:color="auto"/>
            </w:tcBorders>
          </w:tcPr>
          <w:p w:rsidR="00167B75" w:rsidRPr="007B5A7D" w:rsidRDefault="00167B75" w:rsidP="009F7B63">
            <w:pPr>
              <w:jc w:val="center"/>
              <w:rPr>
                <w:rFonts w:ascii="Cambria" w:eastAsia="Cambria" w:hAnsi="Cambria" w:cs="Cambria"/>
                <w:sz w:val="22"/>
                <w:szCs w:val="22"/>
              </w:rPr>
            </w:pPr>
            <w:r w:rsidRPr="007B5A7D">
              <w:rPr>
                <w:rFonts w:ascii="Cambria" w:eastAsia="Cambria" w:hAnsi="Cambria" w:cs="Cambria"/>
                <w:sz w:val="22"/>
                <w:szCs w:val="22"/>
              </w:rPr>
              <w:t>4</w:t>
            </w:r>
          </w:p>
        </w:tc>
        <w:tc>
          <w:tcPr>
            <w:tcW w:w="1711" w:type="dxa"/>
            <w:tcBorders>
              <w:top w:val="single" w:sz="8" w:space="0" w:color="auto"/>
              <w:left w:val="single" w:sz="8" w:space="0" w:color="auto"/>
              <w:bottom w:val="single" w:sz="8" w:space="0" w:color="auto"/>
              <w:right w:val="single" w:sz="8" w:space="0" w:color="auto"/>
            </w:tcBorders>
          </w:tcPr>
          <w:p w:rsidR="00167B75" w:rsidRPr="007B5A7D" w:rsidRDefault="00167B75" w:rsidP="009F7B63">
            <w:r w:rsidRPr="007B5A7D">
              <w:rPr>
                <w:rFonts w:ascii="Cambria" w:eastAsia="Cambria" w:hAnsi="Cambria" w:cs="Cambria"/>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rsidR="00167B75" w:rsidRPr="007B5A7D" w:rsidRDefault="00167B75" w:rsidP="009F7B63">
            <w:r w:rsidRPr="007B5A7D">
              <w:rPr>
                <w:rFonts w:ascii="Cambria" w:eastAsia="Cambria" w:hAnsi="Cambria" w:cs="Cambria"/>
                <w:sz w:val="22"/>
                <w:szCs w:val="22"/>
              </w:rPr>
              <w:t>CWD-</w:t>
            </w:r>
            <w:r>
              <w:rPr>
                <w:rFonts w:ascii="Cambria" w:eastAsia="Cambria" w:hAnsi="Cambria" w:cs="Cambria"/>
                <w:sz w:val="22"/>
                <w:szCs w:val="22"/>
              </w:rPr>
              <w:t>DBZ</w:t>
            </w:r>
          </w:p>
          <w:p w:rsidR="00167B75" w:rsidRPr="007B5A7D" w:rsidRDefault="00167B75" w:rsidP="009F7B63">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rsidR="00167B75" w:rsidRPr="007B5A7D" w:rsidRDefault="00167B75" w:rsidP="009F7B63">
            <w:r w:rsidRPr="007B5A7D">
              <w:rPr>
                <w:rFonts w:ascii="Cambria" w:eastAsia="Calibri" w:hAnsi="Cambria" w:cstheme="minorHAnsi"/>
                <w:bCs/>
                <w:iCs/>
                <w:sz w:val="22"/>
                <w:szCs w:val="22"/>
                <w:lang w:eastAsia="pl-PL"/>
              </w:rPr>
              <w:t>Całkowity wyrób drewna technologią dowolną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rsidR="00167B75" w:rsidRPr="007B5A7D" w:rsidRDefault="00167B75" w:rsidP="009F7B63">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rsidR="00167B75" w:rsidRPr="007B5A7D" w:rsidRDefault="00167B75" w:rsidP="00167B75">
      <w:pPr>
        <w:suppressAutoHyphens w:val="0"/>
        <w:spacing w:before="120"/>
        <w:rPr>
          <w:rFonts w:ascii="Cambria" w:eastAsia="Calibri" w:hAnsi="Cambria" w:cstheme="minorHAnsi"/>
          <w:b/>
          <w:sz w:val="22"/>
          <w:szCs w:val="22"/>
          <w:lang w:eastAsia="en-US"/>
        </w:rPr>
      </w:pPr>
    </w:p>
    <w:p w:rsidR="00167B75" w:rsidRPr="007B5A7D" w:rsidRDefault="00167B75" w:rsidP="00167B75">
      <w:pPr>
        <w:spacing w:before="120" w:after="120" w:line="360" w:lineRule="auto"/>
        <w:jc w:val="center"/>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en-US"/>
        </w:rPr>
        <w:t xml:space="preserve">CWD-PBZ - </w:t>
      </w:r>
      <w:r w:rsidRPr="007B5A7D">
        <w:rPr>
          <w:rFonts w:ascii="Cambria" w:eastAsia="Calibri" w:hAnsi="Cambria" w:cstheme="minorHAnsi"/>
          <w:b/>
          <w:bCs/>
          <w:iCs/>
          <w:sz w:val="22"/>
          <w:szCs w:val="22"/>
          <w:lang w:eastAsia="pl-PL"/>
        </w:rPr>
        <w:t>Całkowity wyrób drewna pilarką bez zrywki</w:t>
      </w:r>
    </w:p>
    <w:p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prace z zakresu pozyskania drewna (CWD-P). </w:t>
      </w:r>
    </w:p>
    <w:p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drewna bez jego zrywki, z wyjątkiem pozyskania drewna w czyszczeniach późnych (CP-P), obejmują: </w:t>
      </w:r>
    </w:p>
    <w:p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przygotowanie drewna do </w:t>
      </w:r>
      <w:proofErr w:type="spellStart"/>
      <w:r w:rsidRPr="007B5A7D">
        <w:rPr>
          <w:rFonts w:ascii="Cambria" w:hAnsi="Cambria" w:cstheme="minorHAnsi"/>
          <w:sz w:val="22"/>
          <w:szCs w:val="22"/>
        </w:rPr>
        <w:t>odbiórki</w:t>
      </w:r>
      <w:proofErr w:type="spellEnd"/>
      <w:r w:rsidRPr="007B5A7D">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Prace związane z pozyskaniem drewna bez jego zrywki w czyszczeniach późnych (CP-P) obejmują:</w:t>
      </w:r>
    </w:p>
    <w:p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wyróbkę i manipulację surowca drzewnego zgodnie ze wskazówkami przekazanymi w zleceniu.</w:t>
      </w:r>
      <w:r w:rsidRPr="007B5A7D">
        <w:rPr>
          <w:rFonts w:ascii="Cambria" w:hAnsi="Cambria" w:cstheme="minorHAnsi"/>
          <w:sz w:val="22"/>
          <w:szCs w:val="22"/>
        </w:rPr>
        <w:t xml:space="preserve"> </w:t>
      </w:r>
    </w:p>
    <w:p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p>
    <w:p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CWD-DBZ - </w:t>
      </w:r>
      <w:r w:rsidRPr="007B5A7D">
        <w:rPr>
          <w:rFonts w:ascii="Cambria" w:eastAsia="Calibri" w:hAnsi="Cambria" w:cstheme="minorHAnsi"/>
          <w:b/>
          <w:bCs/>
          <w:iCs/>
          <w:sz w:val="22"/>
          <w:szCs w:val="22"/>
          <w:lang w:eastAsia="pl-PL"/>
        </w:rPr>
        <w:t>Całkowity wyrób drewna technologią dowolną bez zrywki</w:t>
      </w:r>
      <w:r w:rsidRPr="007B5A7D">
        <w:rPr>
          <w:rFonts w:ascii="Cambria" w:eastAsia="Calibri" w:hAnsi="Cambria" w:cstheme="minorHAnsi"/>
          <w:b/>
          <w:bCs/>
          <w:sz w:val="22"/>
          <w:szCs w:val="22"/>
          <w:lang w:eastAsia="en-US"/>
        </w:rPr>
        <w:t xml:space="preserve"> </w:t>
      </w:r>
    </w:p>
    <w:p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bez jego zrywki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w:t>
      </w:r>
    </w:p>
    <w:p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w:t>
      </w:r>
      <w:r w:rsidRPr="007B5A7D">
        <w:rPr>
          <w:rFonts w:ascii="Cambria" w:eastAsia="Calibri" w:hAnsi="Cambria" w:cstheme="minorHAnsi"/>
          <w:bCs/>
          <w:sz w:val="22"/>
          <w:szCs w:val="22"/>
          <w:lang w:eastAsia="en-US"/>
        </w:rPr>
        <w:t xml:space="preserve"> obejmują: </w:t>
      </w:r>
    </w:p>
    <w:p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Przygotowanie drewna do </w:t>
      </w:r>
      <w:proofErr w:type="spellStart"/>
      <w:r w:rsidRPr="007B5A7D">
        <w:rPr>
          <w:rFonts w:ascii="Cambria" w:hAnsi="Cambria" w:cstheme="minorHAnsi"/>
          <w:bCs/>
          <w:sz w:val="22"/>
          <w:szCs w:val="22"/>
        </w:rPr>
        <w:t>odbiórki</w:t>
      </w:r>
      <w:proofErr w:type="spellEnd"/>
      <w:r w:rsidRPr="007B5A7D">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rsidR="00167B75" w:rsidRPr="007B5A7D" w:rsidRDefault="00167B75" w:rsidP="00167B75">
      <w:pPr>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rsidR="00167B75" w:rsidRPr="007B5A7D" w:rsidRDefault="00167B75" w:rsidP="00167B75">
      <w:pPr>
        <w:spacing w:before="120" w:after="120" w:line="360" w:lineRule="auto"/>
        <w:jc w:val="both"/>
        <w:rPr>
          <w:rFonts w:ascii="Cambria" w:eastAsia="Calibri" w:hAnsi="Cambria" w:cstheme="minorBidi"/>
          <w:b/>
          <w:bCs/>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rsidTr="009F7B63">
        <w:trPr>
          <w:trHeight w:val="1035"/>
        </w:trPr>
        <w:tc>
          <w:tcPr>
            <w:tcW w:w="640" w:type="dxa"/>
            <w:tcBorders>
              <w:top w:val="single" w:sz="8" w:space="0" w:color="auto"/>
              <w:left w:val="single" w:sz="8" w:space="0" w:color="auto"/>
              <w:bottom w:val="single" w:sz="8" w:space="0" w:color="auto"/>
              <w:right w:val="single" w:sz="8" w:space="0" w:color="auto"/>
            </w:tcBorders>
          </w:tcPr>
          <w:p w:rsidR="00167B75" w:rsidRPr="007B5A7D" w:rsidRDefault="00167B75" w:rsidP="009F7B63">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rsidR="00167B75" w:rsidRPr="007B5A7D" w:rsidRDefault="00167B75" w:rsidP="009F7B63">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rsidR="00167B75" w:rsidRPr="007B5A7D" w:rsidRDefault="00167B75" w:rsidP="009F7B63">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rsidR="00167B75" w:rsidRPr="007B5A7D" w:rsidRDefault="00167B75" w:rsidP="009F7B63">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rsidR="00167B75" w:rsidRPr="007B5A7D" w:rsidRDefault="00167B75" w:rsidP="009F7B63">
            <w:r w:rsidRPr="007B5A7D">
              <w:rPr>
                <w:rFonts w:ascii="Cambria" w:eastAsia="Cambria" w:hAnsi="Cambria" w:cs="Cambria"/>
                <w:b/>
                <w:bCs/>
                <w:i/>
                <w:iCs/>
                <w:sz w:val="22"/>
                <w:szCs w:val="22"/>
              </w:rPr>
              <w:t>Jednostka miary</w:t>
            </w:r>
          </w:p>
        </w:tc>
      </w:tr>
      <w:tr w:rsidR="00167B75" w:rsidRPr="007B5A7D" w:rsidTr="009F7B63">
        <w:trPr>
          <w:trHeight w:val="630"/>
        </w:trPr>
        <w:tc>
          <w:tcPr>
            <w:tcW w:w="640" w:type="dxa"/>
            <w:tcBorders>
              <w:top w:val="single" w:sz="8" w:space="0" w:color="auto"/>
              <w:left w:val="single" w:sz="8" w:space="0" w:color="auto"/>
              <w:bottom w:val="single" w:sz="8" w:space="0" w:color="auto"/>
              <w:right w:val="single" w:sz="8" w:space="0" w:color="auto"/>
            </w:tcBorders>
          </w:tcPr>
          <w:p w:rsidR="00167B75" w:rsidRPr="007B5A7D" w:rsidRDefault="00167B75" w:rsidP="009F7B63">
            <w:pPr>
              <w:jc w:val="center"/>
              <w:rPr>
                <w:rFonts w:ascii="Cambria" w:eastAsia="Cambria" w:hAnsi="Cambria" w:cs="Cambria"/>
                <w:sz w:val="22"/>
                <w:szCs w:val="22"/>
              </w:rPr>
            </w:pPr>
            <w:r w:rsidRPr="007B5A7D">
              <w:rPr>
                <w:rFonts w:ascii="Cambria" w:eastAsia="Cambria" w:hAnsi="Cambria" w:cs="Cambria"/>
                <w:sz w:val="22"/>
                <w:szCs w:val="22"/>
              </w:rPr>
              <w:lastRenderedPageBreak/>
              <w:t>5</w:t>
            </w:r>
          </w:p>
        </w:tc>
        <w:tc>
          <w:tcPr>
            <w:tcW w:w="1711" w:type="dxa"/>
            <w:tcBorders>
              <w:top w:val="single" w:sz="8" w:space="0" w:color="auto"/>
              <w:left w:val="single" w:sz="8" w:space="0" w:color="auto"/>
              <w:bottom w:val="single" w:sz="8" w:space="0" w:color="auto"/>
              <w:right w:val="single" w:sz="8" w:space="0" w:color="auto"/>
            </w:tcBorders>
          </w:tcPr>
          <w:p w:rsidR="00167B75" w:rsidRPr="007B5A7D" w:rsidRDefault="00167B75" w:rsidP="009F7B63">
            <w:r w:rsidRPr="007B5A7D">
              <w:rPr>
                <w:rFonts w:ascii="Cambria" w:eastAsia="Cambria" w:hAnsi="Cambria" w:cs="Cambria"/>
                <w:sz w:val="22"/>
                <w:szCs w:val="22"/>
              </w:rPr>
              <w:t>ZRYW</w:t>
            </w:r>
            <w:r>
              <w:rPr>
                <w:rFonts w:ascii="Cambria" w:eastAsia="Cambria" w:hAnsi="Cambria" w:cs="Cambria"/>
                <w:sz w:val="22"/>
                <w:szCs w:val="22"/>
              </w:rPr>
              <w:t xml:space="preserve"> </w:t>
            </w:r>
            <w:r w:rsidRPr="007B5A7D">
              <w:rPr>
                <w:rFonts w:ascii="Cambria" w:eastAsia="Cambria" w:hAnsi="Cambria" w:cs="Cambria"/>
                <w:sz w:val="22"/>
                <w:szCs w:val="22"/>
              </w:rPr>
              <w:t>BP</w:t>
            </w:r>
          </w:p>
        </w:tc>
        <w:tc>
          <w:tcPr>
            <w:tcW w:w="1624" w:type="dxa"/>
            <w:tcBorders>
              <w:top w:val="single" w:sz="8" w:space="0" w:color="auto"/>
              <w:left w:val="single" w:sz="8" w:space="0" w:color="auto"/>
              <w:bottom w:val="single" w:sz="8" w:space="0" w:color="auto"/>
              <w:right w:val="single" w:sz="8" w:space="0" w:color="auto"/>
            </w:tcBorders>
          </w:tcPr>
          <w:p w:rsidR="00167B75" w:rsidRPr="007B5A7D" w:rsidRDefault="00167B75" w:rsidP="009F7B63">
            <w:r w:rsidRPr="007B5A7D">
              <w:rPr>
                <w:rFonts w:ascii="Cambria" w:eastAsia="Cambria" w:hAnsi="Cambria" w:cs="Cambria"/>
                <w:sz w:val="22"/>
                <w:szCs w:val="22"/>
              </w:rPr>
              <w:t>ZRYW</w:t>
            </w:r>
            <w:r>
              <w:rPr>
                <w:rFonts w:ascii="Cambria" w:eastAsia="Cambria" w:hAnsi="Cambria" w:cs="Cambria"/>
                <w:sz w:val="22"/>
                <w:szCs w:val="22"/>
              </w:rPr>
              <w:t xml:space="preserve"> BP</w:t>
            </w:r>
          </w:p>
          <w:p w:rsidR="00167B75" w:rsidRPr="007B5A7D" w:rsidRDefault="00167B75" w:rsidP="009F7B63">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rsidR="00167B75" w:rsidRPr="007B5A7D" w:rsidRDefault="00167B75" w:rsidP="009F7B63">
            <w:r w:rsidRPr="007B5A7D">
              <w:rPr>
                <w:rFonts w:ascii="Cambria" w:eastAsia="Cambria" w:hAnsi="Cambria" w:cs="Cambria"/>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rsidR="00167B75" w:rsidRPr="007B5A7D" w:rsidRDefault="00167B75" w:rsidP="009F7B63">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rsidR="00167B75" w:rsidRPr="007B5A7D" w:rsidRDefault="00167B75" w:rsidP="00167B75">
      <w:pPr>
        <w:suppressAutoHyphens w:val="0"/>
        <w:spacing w:before="120"/>
        <w:rPr>
          <w:rFonts w:ascii="Cambria" w:eastAsia="Calibri" w:hAnsi="Cambria" w:cstheme="minorHAnsi"/>
          <w:b/>
          <w:sz w:val="22"/>
          <w:szCs w:val="22"/>
          <w:lang w:eastAsia="en-US"/>
        </w:rPr>
      </w:pPr>
    </w:p>
    <w:p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ZRYW</w:t>
      </w:r>
      <w:r>
        <w:rPr>
          <w:rFonts w:ascii="Cambria" w:eastAsia="Calibri" w:hAnsi="Cambria" w:cstheme="minorHAnsi"/>
          <w:b/>
          <w:bCs/>
          <w:sz w:val="22"/>
          <w:szCs w:val="22"/>
          <w:lang w:eastAsia="en-US"/>
        </w:rPr>
        <w:t xml:space="preserve"> </w:t>
      </w:r>
      <w:r w:rsidRPr="007B5A7D">
        <w:rPr>
          <w:rFonts w:ascii="Cambria" w:eastAsia="Calibri" w:hAnsi="Cambria" w:cstheme="minorHAnsi"/>
          <w:b/>
          <w:bCs/>
          <w:sz w:val="22"/>
          <w:szCs w:val="22"/>
          <w:lang w:eastAsia="en-US"/>
        </w:rPr>
        <w:t xml:space="preserve">BP – </w:t>
      </w:r>
      <w:r w:rsidRPr="007B5A7D">
        <w:rPr>
          <w:rFonts w:ascii="Cambria" w:eastAsia="Calibri" w:hAnsi="Cambria" w:cstheme="minorHAnsi"/>
          <w:b/>
          <w:bCs/>
          <w:iCs/>
          <w:sz w:val="22"/>
          <w:szCs w:val="22"/>
          <w:lang w:eastAsia="pl-PL"/>
        </w:rPr>
        <w:t>Zrywka bez pozyskania</w:t>
      </w:r>
      <w:r w:rsidRPr="007B5A7D">
        <w:rPr>
          <w:rFonts w:ascii="Cambria" w:eastAsia="Calibri" w:hAnsi="Cambria" w:cstheme="minorHAnsi"/>
          <w:b/>
          <w:bCs/>
          <w:sz w:val="22"/>
          <w:szCs w:val="22"/>
          <w:lang w:eastAsia="en-US"/>
        </w:rPr>
        <w:t xml:space="preserve"> </w:t>
      </w:r>
    </w:p>
    <w:p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Szczegółowe opisy technologii pozyskania i zrywki drewna stosowane w PGL LP znajdują się w „Zasadach Użytkowania Lasu” wprowadzonymi Zarządzeniem DGLP nr 66 z dnia 7 listopada 2019 r.,</w:t>
      </w:r>
    </w:p>
    <w:p w:rsidR="00167B75" w:rsidRPr="007B5A7D" w:rsidRDefault="00167B75" w:rsidP="00167B75">
      <w:pPr>
        <w:pStyle w:val="Akapitzlist"/>
        <w:numPr>
          <w:ilvl w:val="0"/>
          <w:numId w:val="30"/>
        </w:numPr>
        <w:spacing w:before="120"/>
        <w:jc w:val="both"/>
        <w:rPr>
          <w:rFonts w:ascii="Cambria" w:eastAsia="Calibri" w:hAnsi="Cambria" w:cstheme="minorBidi"/>
          <w:sz w:val="22"/>
          <w:szCs w:val="22"/>
        </w:rPr>
      </w:pPr>
      <w:r w:rsidRPr="007B5A7D">
        <w:rPr>
          <w:rFonts w:ascii="Cambria" w:eastAsia="Calibri" w:hAnsi="Cambria" w:cstheme="minorBid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hAnsi="Cambria" w:cs="Arial"/>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rsidR="00167B75" w:rsidRPr="007B5A7D" w:rsidRDefault="00167B75" w:rsidP="00167B75">
      <w:pPr>
        <w:spacing w:before="120"/>
        <w:rPr>
          <w:rFonts w:ascii="Cambria" w:eastAsia="Calibri" w:hAnsi="Cambria" w:cstheme="minorHAnsi"/>
          <w:b/>
          <w:bCs/>
          <w:sz w:val="22"/>
          <w:szCs w:val="22"/>
          <w:lang w:eastAsia="en-US"/>
        </w:rPr>
      </w:pPr>
    </w:p>
    <w:p w:rsidR="00167B75" w:rsidRPr="007B5A7D" w:rsidRDefault="00167B75" w:rsidP="00167B75">
      <w:pPr>
        <w:suppressAutoHyphens w:val="0"/>
        <w:spacing w:after="200" w:line="276" w:lineRule="auto"/>
        <w:jc w:val="both"/>
        <w:rPr>
          <w:rFonts w:ascii="Cambria" w:hAnsi="Cambria"/>
          <w:bCs/>
          <w:sz w:val="22"/>
          <w:szCs w:val="22"/>
          <w:lang w:eastAsia="en-US"/>
        </w:rPr>
      </w:pPr>
      <w:r w:rsidRPr="007B5A7D">
        <w:rPr>
          <w:rFonts w:ascii="Cambria" w:eastAsia="Calibri" w:hAnsi="Cambria"/>
          <w:b/>
          <w:bCs/>
          <w:sz w:val="22"/>
          <w:szCs w:val="22"/>
          <w:lang w:eastAsia="en-US"/>
        </w:rPr>
        <w:t>Dopłata do pozyskania drewna w drzewostanach, w których wystąpiły szkody od śniegu lub wiatru</w:t>
      </w:r>
    </w:p>
    <w:p w:rsidR="00167B75" w:rsidRPr="007B5A7D" w:rsidRDefault="00167B75" w:rsidP="00167B75">
      <w:pPr>
        <w:spacing w:before="120"/>
        <w:jc w:val="both"/>
        <w:rPr>
          <w:rFonts w:ascii="Cambria" w:eastAsia="Calibri" w:hAnsi="Cambria"/>
          <w:sz w:val="22"/>
          <w:szCs w:val="22"/>
          <w:lang w:eastAsia="pl-PL"/>
        </w:rPr>
      </w:pPr>
      <w:r w:rsidRPr="007B5A7D">
        <w:rPr>
          <w:rFonts w:ascii="Cambria" w:hAnsi="Cambria"/>
          <w:bCs/>
          <w:sz w:val="22"/>
          <w:szCs w:val="22"/>
          <w:lang w:eastAsia="en-US"/>
        </w:rPr>
        <w:t>Z uwagi na</w:t>
      </w:r>
      <w:r w:rsidRPr="007B5A7D">
        <w:rPr>
          <w:rFonts w:ascii="Cambria" w:hAnsi="Cambria"/>
          <w:bCs/>
          <w:sz w:val="22"/>
          <w:szCs w:val="22"/>
        </w:rPr>
        <w:t xml:space="preserve"> </w:t>
      </w:r>
      <w:r w:rsidRPr="007B5A7D">
        <w:rPr>
          <w:rFonts w:ascii="Cambria" w:hAnsi="Cambria"/>
          <w:bCs/>
          <w:sz w:val="22"/>
          <w:szCs w:val="22"/>
          <w:lang w:eastAsia="en-US"/>
        </w:rPr>
        <w:t xml:space="preserve">niemożliwe do przewidzenia sytuacje pogodowe, które mogą zaistnieć w trakcie realizacji </w:t>
      </w:r>
      <w:r w:rsidRPr="007B5A7D">
        <w:rPr>
          <w:rFonts w:ascii="Cambria" w:hAnsi="Cambria"/>
          <w:bCs/>
          <w:sz w:val="22"/>
          <w:szCs w:val="22"/>
        </w:rPr>
        <w:t>zamówienia</w:t>
      </w:r>
      <w:r w:rsidRPr="007B5A7D">
        <w:rPr>
          <w:rFonts w:ascii="Cambria" w:hAnsi="Cambria"/>
          <w:bCs/>
          <w:sz w:val="22"/>
          <w:szCs w:val="22"/>
          <w:lang w:eastAsia="en-US"/>
        </w:rPr>
        <w:t>,</w:t>
      </w:r>
      <w:r w:rsidRPr="007B5A7D">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7B5A7D">
        <w:rPr>
          <w:rFonts w:ascii="Cambria" w:hAnsi="Cambria"/>
          <w:bCs/>
          <w:sz w:val="22"/>
          <w:szCs w:val="22"/>
        </w:rPr>
        <w:t>śniegowały</w:t>
      </w:r>
      <w:proofErr w:type="spellEnd"/>
      <w:r w:rsidRPr="007B5A7D">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7B5A7D">
        <w:rPr>
          <w:rFonts w:ascii="Cambria" w:eastAsia="Calibri" w:hAnsi="Cambria"/>
          <w:sz w:val="22"/>
          <w:szCs w:val="22"/>
          <w:lang w:eastAsia="pl-PL"/>
        </w:rPr>
        <w:t>uszkodzonych w ten sposób drzewostanów uprawniony jest do zastosowania współczynników zwiększających cenę jednostkową z oferty Wykonawcy.</w:t>
      </w:r>
    </w:p>
    <w:p w:rsidR="00167B75" w:rsidRPr="007B5A7D" w:rsidRDefault="00167B75" w:rsidP="00167B75">
      <w:pPr>
        <w:spacing w:after="200" w:line="276" w:lineRule="auto"/>
        <w:jc w:val="both"/>
        <w:rPr>
          <w:rFonts w:ascii="Cambria" w:eastAsia="Calibri" w:hAnsi="Cambria"/>
          <w:sz w:val="22"/>
          <w:szCs w:val="22"/>
        </w:rPr>
      </w:pPr>
      <w:r w:rsidRPr="007B5A7D">
        <w:rPr>
          <w:rFonts w:ascii="Cambria" w:eastAsia="Calibri" w:hAnsi="Cambria"/>
          <w:sz w:val="22"/>
          <w:szCs w:val="22"/>
        </w:rPr>
        <w:t>Zastosowany współczynnik uzależniony jest od oszacowanego procentowego udziału drzew uszkodzonych w odniesieniu do ilości drzew na powierzchni roboczej (adresie leśnym):</w:t>
      </w:r>
    </w:p>
    <w:p w:rsidR="00167B75" w:rsidRPr="007B5A7D" w:rsidRDefault="00167B75" w:rsidP="00167B75">
      <w:pPr>
        <w:suppressAutoHyphens w:val="0"/>
        <w:spacing w:after="160" w:line="259" w:lineRule="auto"/>
        <w:rPr>
          <w:rFonts w:ascii="Cambria" w:eastAsia="Calibri" w:hAnsi="Cambria"/>
          <w:sz w:val="22"/>
          <w:szCs w:val="22"/>
          <w:lang w:eastAsia="pl-PL"/>
        </w:rPr>
      </w:pPr>
      <w:r w:rsidRPr="007B5A7D">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67B75" w:rsidRPr="007B5A7D" w:rsidTr="009F7B63">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7B75" w:rsidRPr="007B5A7D" w:rsidRDefault="00167B75" w:rsidP="009F7B63">
            <w:pPr>
              <w:jc w:val="center"/>
              <w:rPr>
                <w:rFonts w:ascii="Cambria" w:hAnsi="Cambria"/>
                <w:b/>
                <w:bCs/>
                <w:color w:val="000000"/>
                <w:sz w:val="22"/>
                <w:szCs w:val="22"/>
                <w:lang w:eastAsia="pl-PL"/>
              </w:rPr>
            </w:pPr>
            <w:r w:rsidRPr="007B5A7D">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rsidR="00167B75" w:rsidRPr="007B5A7D" w:rsidRDefault="00167B75" w:rsidP="009F7B63">
            <w:pPr>
              <w:jc w:val="center"/>
              <w:rPr>
                <w:rFonts w:ascii="Cambria" w:hAnsi="Cambria"/>
                <w:b/>
                <w:bCs/>
                <w:color w:val="000000"/>
                <w:sz w:val="22"/>
                <w:szCs w:val="22"/>
                <w:lang w:eastAsia="pl-PL"/>
              </w:rPr>
            </w:pPr>
            <w:r w:rsidRPr="007B5A7D">
              <w:rPr>
                <w:rFonts w:ascii="Cambria" w:hAnsi="Cambria"/>
                <w:b/>
                <w:bCs/>
                <w:color w:val="000000"/>
                <w:sz w:val="22"/>
                <w:szCs w:val="22"/>
                <w:lang w:eastAsia="pl-PL"/>
              </w:rPr>
              <w:t>Współczynnik zwiększający cenę jednostkową pozyskania drewna</w:t>
            </w:r>
          </w:p>
        </w:tc>
      </w:tr>
      <w:tr w:rsidR="00167B75" w:rsidRPr="007B5A7D" w:rsidTr="009F7B63">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rsidR="00167B75" w:rsidRPr="007B5A7D" w:rsidRDefault="00167B75" w:rsidP="009F7B63">
            <w:pPr>
              <w:rPr>
                <w:rFonts w:ascii="Cambria" w:hAnsi="Cambria"/>
                <w:color w:val="000000"/>
                <w:sz w:val="22"/>
                <w:szCs w:val="22"/>
                <w:lang w:eastAsia="pl-PL"/>
              </w:rPr>
            </w:pPr>
            <w:r w:rsidRPr="007B5A7D">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rsidR="00167B75" w:rsidRPr="007B5A7D" w:rsidRDefault="00167B75" w:rsidP="009F7B63">
            <w:pPr>
              <w:jc w:val="center"/>
              <w:rPr>
                <w:rFonts w:ascii="Cambria" w:hAnsi="Cambria"/>
                <w:color w:val="000000"/>
                <w:sz w:val="22"/>
                <w:szCs w:val="22"/>
                <w:lang w:eastAsia="pl-PL"/>
              </w:rPr>
            </w:pPr>
            <w:r w:rsidRPr="007B5A7D">
              <w:rPr>
                <w:rFonts w:ascii="Cambria" w:hAnsi="Cambria"/>
                <w:color w:val="000000"/>
                <w:sz w:val="22"/>
                <w:szCs w:val="22"/>
                <w:lang w:eastAsia="pl-PL"/>
              </w:rPr>
              <w:t>Nie bierze się pod uwagę</w:t>
            </w:r>
          </w:p>
        </w:tc>
      </w:tr>
      <w:tr w:rsidR="00167B75" w:rsidRPr="007B5A7D" w:rsidTr="009F7B63">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rsidR="00167B75" w:rsidRPr="007B5A7D" w:rsidRDefault="00167B75" w:rsidP="009F7B63">
            <w:pPr>
              <w:rPr>
                <w:rFonts w:ascii="Cambria" w:hAnsi="Cambria"/>
                <w:color w:val="000000"/>
                <w:sz w:val="22"/>
                <w:szCs w:val="22"/>
                <w:lang w:eastAsia="pl-PL"/>
              </w:rPr>
            </w:pPr>
            <w:r w:rsidRPr="007B5A7D">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rsidR="00167B75" w:rsidRPr="007B5A7D" w:rsidRDefault="00167B75" w:rsidP="009F7B63">
            <w:pPr>
              <w:jc w:val="center"/>
              <w:rPr>
                <w:rFonts w:ascii="Cambria" w:hAnsi="Cambria"/>
                <w:color w:val="000000"/>
                <w:sz w:val="22"/>
                <w:szCs w:val="22"/>
                <w:lang w:eastAsia="pl-PL"/>
              </w:rPr>
            </w:pPr>
            <w:r w:rsidRPr="007B5A7D">
              <w:rPr>
                <w:rFonts w:ascii="Cambria" w:hAnsi="Cambria"/>
                <w:color w:val="000000"/>
                <w:sz w:val="22"/>
                <w:szCs w:val="22"/>
                <w:lang w:eastAsia="pl-PL"/>
              </w:rPr>
              <w:t>1,1</w:t>
            </w:r>
          </w:p>
        </w:tc>
      </w:tr>
      <w:tr w:rsidR="00167B75" w:rsidRPr="007B5A7D" w:rsidTr="009F7B63">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rsidR="00167B75" w:rsidRPr="007B5A7D" w:rsidRDefault="00167B75" w:rsidP="009F7B63">
            <w:pPr>
              <w:rPr>
                <w:rFonts w:ascii="Cambria" w:hAnsi="Cambria"/>
                <w:color w:val="000000"/>
                <w:sz w:val="22"/>
                <w:szCs w:val="22"/>
                <w:lang w:eastAsia="pl-PL"/>
              </w:rPr>
            </w:pPr>
            <w:r w:rsidRPr="007B5A7D">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rsidR="00167B75" w:rsidRPr="007B5A7D" w:rsidRDefault="00167B75" w:rsidP="009F7B63">
            <w:pPr>
              <w:jc w:val="center"/>
              <w:rPr>
                <w:rFonts w:ascii="Cambria" w:hAnsi="Cambria"/>
                <w:color w:val="000000"/>
                <w:sz w:val="22"/>
                <w:szCs w:val="22"/>
                <w:lang w:eastAsia="pl-PL"/>
              </w:rPr>
            </w:pPr>
            <w:r w:rsidRPr="007B5A7D">
              <w:rPr>
                <w:rFonts w:ascii="Cambria" w:hAnsi="Cambria"/>
                <w:color w:val="000000"/>
                <w:sz w:val="22"/>
                <w:szCs w:val="22"/>
                <w:lang w:eastAsia="pl-PL"/>
              </w:rPr>
              <w:t>1,2</w:t>
            </w:r>
          </w:p>
        </w:tc>
      </w:tr>
      <w:tr w:rsidR="00167B75" w:rsidRPr="007B5A7D" w:rsidTr="009F7B63">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rsidR="00167B75" w:rsidRPr="007B5A7D" w:rsidRDefault="00167B75" w:rsidP="009F7B63">
            <w:pPr>
              <w:rPr>
                <w:rFonts w:ascii="Cambria" w:hAnsi="Cambria"/>
                <w:color w:val="000000"/>
                <w:sz w:val="22"/>
                <w:szCs w:val="22"/>
                <w:lang w:eastAsia="pl-PL"/>
              </w:rPr>
            </w:pPr>
            <w:r w:rsidRPr="007B5A7D">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rsidR="00167B75" w:rsidRPr="007B5A7D" w:rsidRDefault="00167B75" w:rsidP="009F7B63">
            <w:pPr>
              <w:jc w:val="center"/>
              <w:rPr>
                <w:rFonts w:ascii="Cambria" w:hAnsi="Cambria"/>
                <w:color w:val="000000"/>
                <w:sz w:val="22"/>
                <w:szCs w:val="22"/>
                <w:lang w:eastAsia="pl-PL"/>
              </w:rPr>
            </w:pPr>
            <w:r w:rsidRPr="007B5A7D">
              <w:rPr>
                <w:rFonts w:ascii="Cambria" w:hAnsi="Cambria"/>
                <w:color w:val="000000"/>
                <w:sz w:val="22"/>
                <w:szCs w:val="22"/>
                <w:lang w:eastAsia="pl-PL"/>
              </w:rPr>
              <w:t>1,3</w:t>
            </w:r>
          </w:p>
        </w:tc>
      </w:tr>
    </w:tbl>
    <w:p w:rsidR="00167B75" w:rsidRPr="007B5A7D" w:rsidRDefault="00167B75" w:rsidP="00167B75">
      <w:pPr>
        <w:spacing w:before="120"/>
        <w:jc w:val="both"/>
        <w:rPr>
          <w:rFonts w:ascii="Cambria" w:hAnsi="Cambria"/>
          <w:b/>
          <w:bCs/>
          <w:sz w:val="22"/>
          <w:szCs w:val="22"/>
        </w:rPr>
      </w:pPr>
      <w:r w:rsidRPr="007B5A7D">
        <w:rPr>
          <w:rFonts w:ascii="Cambria" w:hAnsi="Cambria"/>
          <w:b/>
          <w:bCs/>
          <w:sz w:val="22"/>
          <w:szCs w:val="22"/>
        </w:rPr>
        <w:t xml:space="preserve">W przypadku zakwalifikowania zabiegu do pozyskania drewna w ramach użytków przygodnych </w:t>
      </w:r>
      <w:r w:rsidRPr="007B5A7D">
        <w:rPr>
          <w:rFonts w:ascii="Cambria" w:hAnsi="Cambria"/>
          <w:b/>
          <w:bCs/>
          <w:sz w:val="22"/>
          <w:szCs w:val="22"/>
          <w:u w:val="single"/>
        </w:rPr>
        <w:t>nie stosuje</w:t>
      </w:r>
      <w:r w:rsidRPr="007B5A7D">
        <w:rPr>
          <w:rFonts w:ascii="Cambria" w:hAnsi="Cambria"/>
          <w:b/>
          <w:bCs/>
          <w:sz w:val="22"/>
          <w:szCs w:val="22"/>
        </w:rPr>
        <w:t xml:space="preserve"> </w:t>
      </w:r>
      <w:r w:rsidRPr="007B5A7D">
        <w:rPr>
          <w:rFonts w:ascii="Cambria" w:hAnsi="Cambria"/>
          <w:b/>
          <w:bCs/>
          <w:sz w:val="22"/>
          <w:szCs w:val="22"/>
          <w:u w:val="single"/>
        </w:rPr>
        <w:t>się współczynników zwiększających cenę jednostkową</w:t>
      </w:r>
      <w:r w:rsidRPr="007B5A7D">
        <w:rPr>
          <w:rFonts w:ascii="Cambria" w:hAnsi="Cambria"/>
          <w:b/>
          <w:bCs/>
          <w:sz w:val="22"/>
          <w:szCs w:val="22"/>
        </w:rPr>
        <w:t>.</w:t>
      </w:r>
    </w:p>
    <w:p w:rsidR="00167B75" w:rsidRPr="007B5A7D" w:rsidRDefault="00167B75" w:rsidP="00167B75">
      <w:pPr>
        <w:spacing w:before="120"/>
        <w:jc w:val="both"/>
        <w:rPr>
          <w:rFonts w:ascii="Cambria" w:eastAsia="Calibri" w:hAnsi="Cambria"/>
          <w:sz w:val="22"/>
          <w:szCs w:val="22"/>
          <w:lang w:eastAsia="pl-PL"/>
        </w:rPr>
      </w:pPr>
      <w:r w:rsidRPr="007B5A7D">
        <w:rPr>
          <w:rFonts w:ascii="Cambria" w:eastAsia="Calibri" w:hAnsi="Cambria"/>
          <w:sz w:val="22"/>
          <w:szCs w:val="22"/>
          <w:lang w:eastAsia="pl-PL"/>
        </w:rPr>
        <w:t xml:space="preserve">  </w:t>
      </w:r>
    </w:p>
    <w:p w:rsidR="00167B75" w:rsidRPr="007B5A7D" w:rsidRDefault="00167B75" w:rsidP="00167B75">
      <w:pPr>
        <w:suppressAutoHyphens w:val="0"/>
        <w:spacing w:before="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 (pozyskania i zrywki drewna):</w:t>
      </w:r>
    </w:p>
    <w:p w:rsidR="00167B75" w:rsidRPr="007B5A7D" w:rsidRDefault="00167B75" w:rsidP="00167B75">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7B5A7D">
        <w:rPr>
          <w:rFonts w:ascii="Cambria" w:eastAsia="Calibri" w:hAnsi="Cambria" w:cstheme="minorHAnsi"/>
          <w:sz w:val="22"/>
          <w:szCs w:val="22"/>
          <w:lang w:eastAsia="pl-PL"/>
        </w:rPr>
        <w:t>zmygłowaniem</w:t>
      </w:r>
      <w:proofErr w:type="spellEnd"/>
      <w:r w:rsidRPr="007B5A7D">
        <w:rPr>
          <w:rFonts w:ascii="Cambria" w:eastAsia="Calibri" w:hAnsi="Cambria" w:cstheme="minorHAnsi"/>
          <w:sz w:val="22"/>
          <w:szCs w:val="22"/>
          <w:lang w:eastAsia="pl-PL"/>
        </w:rPr>
        <w:t>. Wykonawca zobowiązany jest prowadzić zrywkę wspomnianego drewna w sposób umożliwiający dokonanie jego pomiaru,</w:t>
      </w:r>
    </w:p>
    <w:p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średnicy drewna odbieranego w sztukach pojedynczo będzie dokonywany w korze/bez kory,</w:t>
      </w:r>
    </w:p>
    <w:p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drewna odbieranego w stosach będzie prowadzony po zakończeniu zrywki i ułożeniu drewna w stosy,</w:t>
      </w:r>
    </w:p>
    <w:p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rsidR="00167B75" w:rsidRPr="007B5A7D" w:rsidRDefault="00167B75" w:rsidP="00167B75">
      <w:pPr>
        <w:tabs>
          <w:tab w:val="left" w:pos="-293"/>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ab/>
        <w:t>(drewno pozyskane=drewno zerwane)</w:t>
      </w:r>
    </w:p>
    <w:p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następuje po zrywce drewna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after="200" w:line="276" w:lineRule="auto"/>
        <w:rPr>
          <w:rFonts w:ascii="Cambria" w:hAnsi="Cambria" w:cstheme="minorHAnsi"/>
          <w:b/>
          <w:sz w:val="22"/>
          <w:szCs w:val="22"/>
          <w:lang w:eastAsia="pl-PL"/>
        </w:rPr>
      </w:pPr>
    </w:p>
    <w:p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rsidR="00167B75" w:rsidRPr="007B5A7D" w:rsidRDefault="00167B75" w:rsidP="00167B75">
      <w:pPr>
        <w:suppressAutoHyphens w:val="0"/>
        <w:spacing w:before="120" w:after="120"/>
        <w:rPr>
          <w:rFonts w:ascii="Cambria" w:eastAsia="Calibri" w:hAnsi="Cambria" w:cstheme="minorHAnsi"/>
          <w:b/>
          <w:sz w:val="22"/>
          <w:szCs w:val="22"/>
          <w:lang w:eastAsia="en-US"/>
        </w:rPr>
      </w:pPr>
    </w:p>
    <w:p w:rsidR="00167B75" w:rsidRPr="007B5A7D" w:rsidRDefault="00167B75" w:rsidP="00167B75">
      <w:pPr>
        <w:suppressAutoHyphens w:val="0"/>
        <w:spacing w:before="120" w:after="120"/>
        <w:rPr>
          <w:rFonts w:ascii="Cambria" w:eastAsia="Calibri" w:hAnsi="Cambria" w:cstheme="minorHAnsi"/>
          <w:b/>
          <w:sz w:val="22"/>
          <w:szCs w:val="22"/>
          <w:lang w:eastAsia="en-US"/>
        </w:rPr>
      </w:pPr>
    </w:p>
    <w:p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sz w:val="22"/>
          <w:szCs w:val="22"/>
          <w:lang w:eastAsia="en-US"/>
        </w:rPr>
        <w:lastRenderedPageBreak/>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167B75" w:rsidRPr="007B5A7D" w:rsidTr="009F7B63">
        <w:trPr>
          <w:trHeight w:val="161"/>
          <w:jc w:val="center"/>
        </w:trPr>
        <w:tc>
          <w:tcPr>
            <w:tcW w:w="358" w:type="pct"/>
            <w:shd w:val="clear" w:color="auto" w:fill="auto"/>
          </w:tcPr>
          <w:p w:rsidR="00167B75" w:rsidRPr="007B5A7D" w:rsidRDefault="00167B75" w:rsidP="009F7B63">
            <w:pPr>
              <w:spacing w:before="120" w:after="120"/>
              <w:jc w:val="center"/>
              <w:rPr>
                <w:rFonts w:ascii="Cambria" w:eastAsia="Calibri" w:hAnsi="Cambria" w:cstheme="minorHAnsi"/>
                <w:b/>
                <w:bCs/>
                <w:i/>
                <w:iCs/>
                <w:sz w:val="22"/>
                <w:szCs w:val="22"/>
              </w:rPr>
            </w:pPr>
            <w:r w:rsidRPr="007B5A7D">
              <w:rPr>
                <w:rFonts w:ascii="Cambria" w:eastAsia="Calibri" w:hAnsi="Cambria" w:cstheme="minorHAnsi"/>
                <w:b/>
                <w:bCs/>
                <w:i/>
                <w:iCs/>
                <w:sz w:val="22"/>
                <w:szCs w:val="22"/>
              </w:rPr>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czynności do rozliczenia</w:t>
            </w:r>
          </w:p>
        </w:tc>
        <w:tc>
          <w:tcPr>
            <w:tcW w:w="994"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rPr>
            </w:pPr>
            <w:r w:rsidRPr="007B5A7D">
              <w:rPr>
                <w:rFonts w:ascii="Cambria" w:eastAsia="Calibri" w:hAnsi="Cambria" w:cstheme="minorHAnsi"/>
                <w:b/>
                <w:bCs/>
                <w:i/>
                <w:iCs/>
                <w:sz w:val="22"/>
                <w:szCs w:val="22"/>
              </w:rPr>
              <w:t xml:space="preserve">Kod </w:t>
            </w:r>
            <w:proofErr w:type="spellStart"/>
            <w:r w:rsidRPr="007B5A7D">
              <w:rPr>
                <w:rFonts w:ascii="Cambria" w:eastAsia="Calibri" w:hAnsi="Cambria" w:cstheme="minorHAnsi"/>
                <w:b/>
                <w:bCs/>
                <w:i/>
                <w:iCs/>
                <w:sz w:val="22"/>
                <w:szCs w:val="22"/>
              </w:rPr>
              <w:t>czynn</w:t>
            </w:r>
            <w:proofErr w:type="spellEnd"/>
            <w:r w:rsidRPr="007B5A7D">
              <w:rPr>
                <w:rFonts w:ascii="Cambria" w:eastAsia="Calibri" w:hAnsi="Cambria" w:cstheme="minorHAnsi"/>
                <w:b/>
                <w:bCs/>
                <w:i/>
                <w:iCs/>
                <w:sz w:val="22"/>
                <w:szCs w:val="22"/>
              </w:rPr>
              <w:t>. / materiału do wyceny</w:t>
            </w:r>
          </w:p>
        </w:tc>
        <w:tc>
          <w:tcPr>
            <w:tcW w:w="1978" w:type="pct"/>
            <w:shd w:val="clear" w:color="auto" w:fill="auto"/>
          </w:tcPr>
          <w:p w:rsidR="00167B75" w:rsidRPr="007B5A7D" w:rsidRDefault="00167B75" w:rsidP="009F7B63">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Opis kodu czynności</w:t>
            </w:r>
          </w:p>
        </w:tc>
        <w:tc>
          <w:tcPr>
            <w:tcW w:w="711" w:type="pct"/>
            <w:shd w:val="clear" w:color="auto" w:fill="auto"/>
          </w:tcPr>
          <w:p w:rsidR="00167B75" w:rsidRPr="007B5A7D" w:rsidRDefault="00167B75" w:rsidP="009F7B63">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6</w:t>
            </w:r>
          </w:p>
        </w:tc>
        <w:tc>
          <w:tcPr>
            <w:tcW w:w="959" w:type="pct"/>
            <w:shd w:val="clear" w:color="auto" w:fill="auto"/>
          </w:tcPr>
          <w:p w:rsidR="00167B75" w:rsidRPr="007B5A7D" w:rsidRDefault="00167B75" w:rsidP="009F7B63">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994" w:type="pct"/>
            <w:shd w:val="clear" w:color="auto" w:fill="auto"/>
          </w:tcPr>
          <w:p w:rsidR="00167B75" w:rsidRPr="007B5A7D" w:rsidRDefault="00167B75" w:rsidP="009F7B63">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1978" w:type="pct"/>
            <w:shd w:val="clear" w:color="auto" w:fill="auto"/>
          </w:tcPr>
          <w:p w:rsidR="00167B75" w:rsidRPr="007B5A7D" w:rsidRDefault="00167B75" w:rsidP="009F7B63">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górskich</w:t>
            </w:r>
          </w:p>
          <w:p w:rsidR="00167B75" w:rsidRPr="007B5A7D" w:rsidRDefault="00167B75" w:rsidP="009F7B63">
            <w:pPr>
              <w:spacing w:before="120"/>
              <w:rPr>
                <w:rFonts w:ascii="Cambria" w:eastAsia="Calibri" w:hAnsi="Cambria" w:cstheme="minorHAnsi"/>
                <w:bCs/>
                <w:iCs/>
                <w:sz w:val="22"/>
                <w:szCs w:val="22"/>
                <w:lang w:eastAsia="en-US"/>
              </w:rPr>
            </w:pPr>
          </w:p>
        </w:tc>
        <w:tc>
          <w:tcPr>
            <w:tcW w:w="711" w:type="pct"/>
            <w:shd w:val="clear" w:color="auto" w:fill="auto"/>
          </w:tcPr>
          <w:p w:rsidR="00167B75" w:rsidRPr="007B5A7D" w:rsidRDefault="00167B75" w:rsidP="009F7B63">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rsidTr="009F7B63">
        <w:trPr>
          <w:trHeight w:val="625"/>
          <w:jc w:val="center"/>
        </w:trPr>
        <w:tc>
          <w:tcPr>
            <w:tcW w:w="358" w:type="pct"/>
            <w:shd w:val="clear" w:color="auto" w:fill="auto"/>
          </w:tcPr>
          <w:p w:rsidR="00167B75" w:rsidRPr="007B5A7D" w:rsidRDefault="00167B75" w:rsidP="009F7B63">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7</w:t>
            </w:r>
          </w:p>
        </w:tc>
        <w:tc>
          <w:tcPr>
            <w:tcW w:w="959" w:type="pct"/>
            <w:shd w:val="clear" w:color="auto" w:fill="auto"/>
          </w:tcPr>
          <w:p w:rsidR="00167B75" w:rsidRPr="007B5A7D" w:rsidRDefault="00167B75" w:rsidP="009F7B63">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994" w:type="pct"/>
            <w:shd w:val="clear" w:color="auto" w:fill="auto"/>
          </w:tcPr>
          <w:p w:rsidR="00167B75" w:rsidRPr="007B5A7D" w:rsidRDefault="00167B75" w:rsidP="009F7B63">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1978" w:type="pct"/>
            <w:shd w:val="clear" w:color="auto" w:fill="auto"/>
          </w:tcPr>
          <w:p w:rsidR="00167B75" w:rsidRPr="007B5A7D" w:rsidRDefault="00167B75" w:rsidP="009F7B63">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górskich</w:t>
            </w:r>
          </w:p>
          <w:p w:rsidR="00167B75" w:rsidRPr="007B5A7D" w:rsidRDefault="00167B75" w:rsidP="009F7B63">
            <w:pPr>
              <w:spacing w:before="120"/>
              <w:rPr>
                <w:rFonts w:ascii="Cambria" w:eastAsia="Calibri" w:hAnsi="Cambria" w:cstheme="minorHAnsi"/>
                <w:bCs/>
                <w:iCs/>
                <w:sz w:val="22"/>
                <w:szCs w:val="22"/>
                <w:lang w:eastAsia="en-US"/>
              </w:rPr>
            </w:pPr>
          </w:p>
        </w:tc>
        <w:tc>
          <w:tcPr>
            <w:tcW w:w="711" w:type="pct"/>
            <w:shd w:val="clear" w:color="auto" w:fill="auto"/>
          </w:tcPr>
          <w:p w:rsidR="00167B75" w:rsidRPr="007B5A7D" w:rsidRDefault="00167B75" w:rsidP="009F7B63">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rsidTr="009F7B63">
        <w:trPr>
          <w:trHeight w:val="625"/>
          <w:jc w:val="center"/>
        </w:trPr>
        <w:tc>
          <w:tcPr>
            <w:tcW w:w="358" w:type="pct"/>
            <w:shd w:val="clear" w:color="auto" w:fill="auto"/>
          </w:tcPr>
          <w:p w:rsidR="00167B75" w:rsidRPr="007B5A7D" w:rsidRDefault="00167B75" w:rsidP="009F7B63">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8</w:t>
            </w:r>
          </w:p>
        </w:tc>
        <w:tc>
          <w:tcPr>
            <w:tcW w:w="959" w:type="pct"/>
            <w:shd w:val="clear" w:color="auto" w:fill="auto"/>
          </w:tcPr>
          <w:p w:rsidR="00167B75" w:rsidRPr="007B5A7D" w:rsidRDefault="00167B75" w:rsidP="009F7B63">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994" w:type="pct"/>
            <w:shd w:val="clear" w:color="auto" w:fill="auto"/>
          </w:tcPr>
          <w:p w:rsidR="00167B75" w:rsidRPr="007B5A7D" w:rsidRDefault="00167B75" w:rsidP="009F7B63">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1978" w:type="pct"/>
            <w:shd w:val="clear" w:color="auto" w:fill="auto"/>
          </w:tcPr>
          <w:p w:rsidR="00167B75" w:rsidRPr="007B5A7D" w:rsidRDefault="00167B75" w:rsidP="009F7B63">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nizinnych</w:t>
            </w:r>
          </w:p>
          <w:p w:rsidR="00167B75" w:rsidRPr="007B5A7D" w:rsidRDefault="00167B75" w:rsidP="009F7B63">
            <w:pPr>
              <w:spacing w:before="120"/>
              <w:rPr>
                <w:rFonts w:ascii="Cambria" w:eastAsia="Calibri" w:hAnsi="Cambria" w:cstheme="minorHAnsi"/>
                <w:bCs/>
                <w:iCs/>
                <w:sz w:val="22"/>
                <w:szCs w:val="22"/>
                <w:lang w:eastAsia="en-US"/>
              </w:rPr>
            </w:pPr>
          </w:p>
        </w:tc>
        <w:tc>
          <w:tcPr>
            <w:tcW w:w="711" w:type="pct"/>
            <w:shd w:val="clear" w:color="auto" w:fill="auto"/>
          </w:tcPr>
          <w:p w:rsidR="00167B75" w:rsidRPr="007B5A7D" w:rsidRDefault="00167B75" w:rsidP="009F7B63">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rsidTr="009F7B63">
        <w:trPr>
          <w:trHeight w:val="625"/>
          <w:jc w:val="center"/>
        </w:trPr>
        <w:tc>
          <w:tcPr>
            <w:tcW w:w="358" w:type="pct"/>
            <w:shd w:val="clear" w:color="auto" w:fill="auto"/>
          </w:tcPr>
          <w:p w:rsidR="00167B75" w:rsidRPr="007B5A7D" w:rsidRDefault="00167B75" w:rsidP="009F7B63">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9</w:t>
            </w:r>
          </w:p>
        </w:tc>
        <w:tc>
          <w:tcPr>
            <w:tcW w:w="959" w:type="pct"/>
            <w:shd w:val="clear" w:color="auto" w:fill="auto"/>
          </w:tcPr>
          <w:p w:rsidR="00167B75" w:rsidRPr="007B5A7D" w:rsidRDefault="00167B75" w:rsidP="009F7B63">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994" w:type="pct"/>
            <w:shd w:val="clear" w:color="auto" w:fill="auto"/>
          </w:tcPr>
          <w:p w:rsidR="00167B75" w:rsidRPr="007B5A7D" w:rsidRDefault="00167B75" w:rsidP="009F7B63">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1978" w:type="pct"/>
            <w:shd w:val="clear" w:color="auto" w:fill="auto"/>
          </w:tcPr>
          <w:p w:rsidR="00167B75" w:rsidRPr="007B5A7D" w:rsidRDefault="00167B75" w:rsidP="009F7B63">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nizinnych</w:t>
            </w:r>
          </w:p>
          <w:p w:rsidR="00167B75" w:rsidRPr="007B5A7D" w:rsidRDefault="00167B75" w:rsidP="009F7B63">
            <w:pPr>
              <w:spacing w:before="120"/>
              <w:rPr>
                <w:rFonts w:ascii="Cambria" w:eastAsia="Calibri" w:hAnsi="Cambria" w:cstheme="minorHAnsi"/>
                <w:bCs/>
                <w:iCs/>
                <w:sz w:val="22"/>
                <w:szCs w:val="22"/>
                <w:lang w:eastAsia="en-US"/>
              </w:rPr>
            </w:pPr>
          </w:p>
        </w:tc>
        <w:tc>
          <w:tcPr>
            <w:tcW w:w="711" w:type="pct"/>
            <w:shd w:val="clear" w:color="auto" w:fill="auto"/>
          </w:tcPr>
          <w:p w:rsidR="00167B75" w:rsidRPr="007B5A7D" w:rsidRDefault="00167B75" w:rsidP="009F7B63">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rsidTr="009F7B63">
        <w:trPr>
          <w:trHeight w:val="625"/>
          <w:jc w:val="center"/>
        </w:trPr>
        <w:tc>
          <w:tcPr>
            <w:tcW w:w="358" w:type="pct"/>
            <w:shd w:val="clear" w:color="auto" w:fill="auto"/>
          </w:tcPr>
          <w:p w:rsidR="00167B75" w:rsidRPr="007B5A7D" w:rsidRDefault="00167B75" w:rsidP="009F7B63">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10</w:t>
            </w:r>
          </w:p>
        </w:tc>
        <w:tc>
          <w:tcPr>
            <w:tcW w:w="959" w:type="pct"/>
            <w:shd w:val="clear" w:color="auto" w:fill="auto"/>
          </w:tcPr>
          <w:p w:rsidR="00167B75" w:rsidRPr="007B5A7D" w:rsidRDefault="00167B75" w:rsidP="009F7B63">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tc>
        <w:tc>
          <w:tcPr>
            <w:tcW w:w="994" w:type="pct"/>
            <w:shd w:val="clear" w:color="auto" w:fill="auto"/>
          </w:tcPr>
          <w:p w:rsidR="00167B75" w:rsidRPr="007B5A7D" w:rsidRDefault="00167B75" w:rsidP="009F7B63">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p w:rsidR="00167B75" w:rsidRPr="007B5A7D" w:rsidRDefault="00167B75" w:rsidP="009F7B63">
            <w:pPr>
              <w:rPr>
                <w:rFonts w:ascii="Cambria" w:eastAsia="Calibri" w:hAnsi="Cambria" w:cstheme="minorHAnsi"/>
                <w:bCs/>
                <w:iCs/>
                <w:sz w:val="22"/>
                <w:szCs w:val="22"/>
              </w:rPr>
            </w:pPr>
          </w:p>
        </w:tc>
        <w:tc>
          <w:tcPr>
            <w:tcW w:w="1978" w:type="pct"/>
            <w:shd w:val="clear" w:color="auto" w:fill="auto"/>
          </w:tcPr>
          <w:p w:rsidR="00167B75" w:rsidRPr="007B5A7D" w:rsidRDefault="00167B75" w:rsidP="009F7B63">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 xml:space="preserve">Wykonanie </w:t>
            </w:r>
            <w:proofErr w:type="spellStart"/>
            <w:r w:rsidRPr="007B5A7D">
              <w:rPr>
                <w:rFonts w:ascii="Cambria" w:eastAsia="Calibri" w:hAnsi="Cambria" w:cstheme="minorHAnsi"/>
                <w:bCs/>
                <w:iCs/>
                <w:sz w:val="22"/>
                <w:szCs w:val="22"/>
                <w:lang w:eastAsia="en-US"/>
              </w:rPr>
              <w:t>dylowanki</w:t>
            </w:r>
            <w:proofErr w:type="spellEnd"/>
            <w:r w:rsidRPr="007B5A7D">
              <w:rPr>
                <w:rFonts w:ascii="Cambria" w:eastAsia="Calibri" w:hAnsi="Cambria" w:cstheme="minorHAnsi"/>
                <w:bCs/>
                <w:iCs/>
                <w:sz w:val="22"/>
                <w:szCs w:val="22"/>
                <w:lang w:eastAsia="en-US"/>
              </w:rPr>
              <w:t xml:space="preserve"> na szlaku zrywkowym</w:t>
            </w:r>
          </w:p>
          <w:p w:rsidR="00167B75" w:rsidRPr="007B5A7D" w:rsidRDefault="00167B75" w:rsidP="009F7B63">
            <w:pPr>
              <w:spacing w:before="120"/>
              <w:rPr>
                <w:rFonts w:ascii="Cambria" w:eastAsia="Calibri" w:hAnsi="Cambria" w:cstheme="minorHAnsi"/>
                <w:bCs/>
                <w:iCs/>
                <w:sz w:val="22"/>
                <w:szCs w:val="22"/>
                <w:lang w:eastAsia="en-US"/>
              </w:rPr>
            </w:pPr>
          </w:p>
        </w:tc>
        <w:tc>
          <w:tcPr>
            <w:tcW w:w="711" w:type="pct"/>
            <w:shd w:val="clear" w:color="auto" w:fill="auto"/>
          </w:tcPr>
          <w:p w:rsidR="00167B75" w:rsidRPr="007B5A7D" w:rsidRDefault="00167B75" w:rsidP="009F7B63">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bl>
    <w:p w:rsidR="00167B75" w:rsidRPr="007B5A7D" w:rsidRDefault="00167B75" w:rsidP="00167B75">
      <w:pPr>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Wykonanie szlaku operacyjnego w warunkach górskich:</w:t>
      </w:r>
    </w:p>
    <w:p w:rsidR="00167B75" w:rsidRPr="007B5A7D" w:rsidRDefault="00167B75" w:rsidP="00167B75">
      <w:pPr>
        <w:pStyle w:val="Akapitzlist"/>
        <w:numPr>
          <w:ilvl w:val="0"/>
          <w:numId w:val="31"/>
        </w:numPr>
        <w:spacing w:before="120"/>
        <w:ind w:left="709" w:hanging="283"/>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rsidR="00167B75" w:rsidRPr="007B5A7D" w:rsidRDefault="00167B75" w:rsidP="00167B75">
      <w:pPr>
        <w:pStyle w:val="Akapitzlist"/>
        <w:numPr>
          <w:ilvl w:val="0"/>
          <w:numId w:val="31"/>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odprowadzenie wody gruntowej oraz opadowej poza przebieg szlaku 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w:t>
      </w:r>
    </w:p>
    <w:p w:rsidR="00167B75" w:rsidRPr="007B5A7D" w:rsidRDefault="00167B75" w:rsidP="00167B75">
      <w:pPr>
        <w:pStyle w:val="Akapitzlist"/>
        <w:numPr>
          <w:ilvl w:val="0"/>
          <w:numId w:val="31"/>
        </w:numPr>
        <w:spacing w:before="120"/>
        <w:ind w:left="709"/>
        <w:jc w:val="both"/>
        <w:rPr>
          <w:rFonts w:ascii="Cambria" w:eastAsia="Calibri" w:hAnsi="Cambria" w:cstheme="minorHAnsi"/>
          <w:sz w:val="22"/>
          <w:szCs w:val="22"/>
          <w:lang w:eastAsia="en-US"/>
        </w:rPr>
      </w:pPr>
      <w:r w:rsidRPr="007B5A7D">
        <w:rPr>
          <w:rFonts w:ascii="Cambria" w:eastAsia="Calibri" w:hAnsi="Cambria" w:cstheme="minorHAnsi"/>
          <w:bCs/>
          <w:sz w:val="22"/>
          <w:szCs w:val="22"/>
          <w:lang w:eastAsia="en-US"/>
        </w:rPr>
        <w:t>przebieg szlaku operacyjnego powinien być zgodny z trasą wytyczoną przez Zamawiającego.</w:t>
      </w:r>
    </w:p>
    <w:p w:rsidR="00167B75" w:rsidRPr="007B5A7D" w:rsidRDefault="00167B75" w:rsidP="00167B75">
      <w:pPr>
        <w:spacing w:before="120"/>
        <w:jc w:val="both"/>
        <w:rPr>
          <w:rFonts w:ascii="Cambria" w:eastAsia="Calibri" w:hAnsi="Cambria" w:cstheme="minorHAnsi"/>
          <w:b/>
          <w:bCs/>
          <w:iCs/>
          <w:sz w:val="22"/>
          <w:szCs w:val="22"/>
          <w:lang w:eastAsia="en-US"/>
        </w:rPr>
      </w:pPr>
      <w:r w:rsidRPr="007B5A7D">
        <w:rPr>
          <w:rFonts w:ascii="Cambria" w:eastAsia="Calibri" w:hAnsi="Cambria" w:cstheme="minorHAnsi"/>
          <w:b/>
          <w:bCs/>
          <w:iCs/>
          <w:sz w:val="22"/>
          <w:szCs w:val="22"/>
          <w:lang w:eastAsia="en-US"/>
        </w:rPr>
        <w:t>Naprawa szlaku operacyjnego w warunkach górskich:</w:t>
      </w:r>
    </w:p>
    <w:p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przeszkadzających drzew i krzewów,</w:t>
      </w:r>
    </w:p>
    <w:p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 sprzętem mechanicznym lub ręcznie.</w:t>
      </w:r>
    </w:p>
    <w:p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Wykonanie szlaku operacyjnego w warunkach nizinnych:</w:t>
      </w:r>
    </w:p>
    <w:p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odspojenie gruntu na szerokość </w:t>
      </w:r>
      <w:r w:rsidR="00124A00" w:rsidRPr="00124A00">
        <w:rPr>
          <w:rFonts w:ascii="Cambria" w:hAnsi="Cambria" w:cstheme="minorHAnsi"/>
          <w:bCs/>
          <w:color w:val="FF0000"/>
          <w:sz w:val="22"/>
          <w:szCs w:val="22"/>
        </w:rPr>
        <w:t>do 4 m</w:t>
      </w:r>
      <w:r w:rsidRPr="00124A00">
        <w:rPr>
          <w:rFonts w:ascii="Cambria" w:hAnsi="Cambria" w:cstheme="minorHAnsi"/>
          <w:bCs/>
          <w:color w:val="FF0000"/>
          <w:sz w:val="22"/>
          <w:szCs w:val="22"/>
        </w:rPr>
        <w:t xml:space="preserve"> </w:t>
      </w:r>
      <w:r w:rsidRPr="007B5A7D">
        <w:rPr>
          <w:rFonts w:ascii="Cambria" w:hAnsi="Cambria" w:cstheme="minorHAnsi"/>
          <w:bCs/>
          <w:sz w:val="22"/>
          <w:szCs w:val="22"/>
        </w:rPr>
        <w:t xml:space="preserve">w gruncie rodzimym i przemieszczenie go na   wymaganą odległość w zależności od konfiguracji terenu, </w:t>
      </w:r>
    </w:p>
    <w:p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wyprofilowanie gruntowej powierzchni szlaku w sposób zapewniający maksymalne, możliwe w danych warunkach, odprowadzanie wody oraz zgrubne zagęszczenie gruntu w nasypie – umożliwiające spełnianie funkcji szlaku,</w:t>
      </w:r>
    </w:p>
    <w:p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lastRenderedPageBreak/>
        <w:t>przebieg szlaku operacyjnego powinien być zgodny z trasą wytyczoną przez Zamawiającego.</w:t>
      </w:r>
    </w:p>
    <w:p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Naprawa szlaku operacyjnego warunkach nizinnych:</w:t>
      </w:r>
    </w:p>
    <w:p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i odrzucenie poza szlak przeszkadzających drzew i krzewów,</w:t>
      </w:r>
    </w:p>
    <w:p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wyrównanie nierówności, kolein, poszerzenie szlaku w miejscach zwężeń do szerokości 3m w gruncie rodzimym odprowadzenie wody gruntowej – przede wszystkim poprzez właściwe wyprofilowanie.</w:t>
      </w:r>
    </w:p>
    <w:p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 xml:space="preserve">Wykonanie </w:t>
      </w:r>
      <w:proofErr w:type="spellStart"/>
      <w:r w:rsidRPr="007B5A7D">
        <w:rPr>
          <w:rFonts w:ascii="Cambria" w:hAnsi="Cambria" w:cstheme="minorHAnsi"/>
          <w:b/>
          <w:bCs/>
          <w:sz w:val="22"/>
          <w:szCs w:val="22"/>
        </w:rPr>
        <w:t>dylowanki</w:t>
      </w:r>
      <w:proofErr w:type="spellEnd"/>
      <w:r w:rsidRPr="007B5A7D">
        <w:rPr>
          <w:rFonts w:ascii="Cambria" w:hAnsi="Cambria" w:cstheme="minorHAnsi"/>
          <w:b/>
          <w:bCs/>
          <w:sz w:val="22"/>
          <w:szCs w:val="22"/>
        </w:rPr>
        <w:t xml:space="preserve"> na szlaku operacyjnym:</w:t>
      </w:r>
    </w:p>
    <w:p w:rsidR="00167B75" w:rsidRPr="007B5A7D" w:rsidRDefault="00167B75" w:rsidP="00167B75">
      <w:pPr>
        <w:pStyle w:val="Akapitzlist"/>
        <w:numPr>
          <w:ilvl w:val="0"/>
          <w:numId w:val="35"/>
        </w:numPr>
        <w:spacing w:before="120"/>
        <w:jc w:val="both"/>
        <w:rPr>
          <w:rFonts w:ascii="Cambria" w:hAnsi="Cambria" w:cstheme="minorHAnsi"/>
          <w:bCs/>
          <w:sz w:val="22"/>
          <w:szCs w:val="22"/>
        </w:rPr>
      </w:pP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miejsce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każdorazowo wskazuje Zamawiający,</w:t>
      </w:r>
    </w:p>
    <w:p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parametry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obrazuje poniższy schemat (rzut 1; rzut 2).</w:t>
      </w:r>
    </w:p>
    <w:p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UWAGA!</w:t>
      </w:r>
    </w:p>
    <w:p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materiał na wykonanie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(drewno) zapewnia Zamawiający,</w:t>
      </w:r>
    </w:p>
    <w:p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Wykonawca jest odpowiedzialny za dostarczenie materiału (drewna) ze wskazanego miejsca w leśnictwie do miejsca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w:t>
      </w:r>
    </w:p>
    <w:p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pozostałe materiały niezbędne do wykonania i montażu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(np. gwoździe, śruby, klamry) zapewnia Wykonawca w ilości:</w:t>
      </w:r>
    </w:p>
    <w:p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 xml:space="preserve">gwoździe i śruby </w:t>
      </w:r>
      <w:r w:rsidR="00124A00" w:rsidRPr="00D0407E">
        <w:rPr>
          <w:rFonts w:ascii="Cambria" w:hAnsi="Cambria" w:cstheme="minorHAnsi"/>
          <w:bCs/>
          <w:color w:val="FF0000"/>
          <w:sz w:val="22"/>
          <w:szCs w:val="22"/>
        </w:rPr>
        <w:t>wg potrzeb</w:t>
      </w:r>
      <w:r w:rsidRPr="007B5A7D">
        <w:rPr>
          <w:rFonts w:ascii="Cambria" w:hAnsi="Cambria" w:cstheme="minorHAnsi"/>
          <w:bCs/>
          <w:sz w:val="22"/>
          <w:szCs w:val="22"/>
        </w:rPr>
        <w:t xml:space="preserve"> kg/m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 xml:space="preserve">klamry </w:t>
      </w:r>
      <w:r w:rsidR="00124A00" w:rsidRPr="00D0407E">
        <w:rPr>
          <w:rFonts w:ascii="Cambria" w:hAnsi="Cambria" w:cstheme="minorHAnsi"/>
          <w:bCs/>
          <w:color w:val="FF0000"/>
          <w:sz w:val="22"/>
          <w:szCs w:val="22"/>
        </w:rPr>
        <w:t xml:space="preserve">wg potrzeb </w:t>
      </w:r>
      <w:r w:rsidRPr="007B5A7D">
        <w:rPr>
          <w:rFonts w:ascii="Cambria" w:hAnsi="Cambria" w:cstheme="minorHAnsi"/>
          <w:bCs/>
          <w:sz w:val="22"/>
          <w:szCs w:val="22"/>
        </w:rPr>
        <w:t>szt./ 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rsidR="00167B75" w:rsidRPr="007B5A7D" w:rsidRDefault="00167B75" w:rsidP="00167B75">
      <w:pPr>
        <w:spacing w:before="120"/>
        <w:jc w:val="both"/>
        <w:rPr>
          <w:rFonts w:ascii="Cambria" w:hAnsi="Cambria" w:cstheme="minorHAnsi"/>
          <w:bCs/>
          <w:sz w:val="22"/>
          <w:szCs w:val="22"/>
        </w:rPr>
      </w:pPr>
      <w:r w:rsidRPr="007B5A7D">
        <w:rPr>
          <w:rFonts w:ascii="Cambria" w:hAnsi="Cambria" w:cstheme="minorHAnsi"/>
          <w:noProof/>
          <w:sz w:val="22"/>
          <w:szCs w:val="22"/>
          <w:lang w:eastAsia="pl-PL"/>
        </w:rPr>
        <w:drawing>
          <wp:inline distT="0" distB="0" distL="0" distR="0" wp14:anchorId="056F690E" wp14:editId="1E1DF71C">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rsidR="00167B75" w:rsidRPr="007B5A7D" w:rsidRDefault="00167B75" w:rsidP="00167B75">
      <w:pPr>
        <w:spacing w:before="120"/>
        <w:jc w:val="both"/>
        <w:rPr>
          <w:rFonts w:ascii="Cambria" w:eastAsia="Calibri" w:hAnsi="Cambria" w:cstheme="minorHAnsi"/>
          <w:b/>
          <w:sz w:val="22"/>
          <w:szCs w:val="22"/>
          <w:lang w:eastAsia="en-US"/>
        </w:rPr>
      </w:pPr>
    </w:p>
    <w:p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rsidR="00167B75" w:rsidRPr="007B5A7D" w:rsidRDefault="00167B75" w:rsidP="00167B75">
      <w:pPr>
        <w:tabs>
          <w:tab w:val="left" w:pos="34"/>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zweryfikowanie prawidłowości ich wykonania z opisem czynności i zleceniem,</w:t>
      </w:r>
    </w:p>
    <w:p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dokonanie pomiaru długości wykonanego szlaku operacyjnego, wykonania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w:t>
      </w:r>
    </w:p>
    <w:p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w:t>
      </w:r>
    </w:p>
    <w:p w:rsidR="00167B75" w:rsidRPr="007B5A7D"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metra)</w:t>
      </w:r>
    </w:p>
    <w:p w:rsidR="00167B75" w:rsidRPr="007B5A7D" w:rsidRDefault="00167B75" w:rsidP="00167B75">
      <w:pPr>
        <w:suppressAutoHyphens w:val="0"/>
        <w:spacing w:before="120"/>
        <w:jc w:val="both"/>
        <w:rPr>
          <w:rFonts w:ascii="Cambria" w:eastAsia="Calibri" w:hAnsi="Cambria" w:cstheme="minorHAnsi"/>
          <w:sz w:val="22"/>
          <w:szCs w:val="22"/>
          <w:lang w:eastAsia="en-US"/>
        </w:rPr>
      </w:pPr>
    </w:p>
    <w:p w:rsidR="00167B75" w:rsidRPr="007B5A7D" w:rsidRDefault="00167B75" w:rsidP="00167B75">
      <w:pPr>
        <w:suppressAutoHyphens w:val="0"/>
        <w:spacing w:after="160" w:line="259" w:lineRule="auto"/>
        <w:rPr>
          <w:rFonts w:ascii="Cambria" w:hAnsi="Cambria" w:cstheme="minorHAnsi"/>
          <w:b/>
          <w:sz w:val="22"/>
          <w:szCs w:val="22"/>
          <w:lang w:eastAsia="pl-PL"/>
        </w:rPr>
      </w:pPr>
      <w:r w:rsidRPr="007B5A7D">
        <w:rPr>
          <w:rFonts w:ascii="Cambria" w:hAnsi="Cambria" w:cstheme="minorHAnsi"/>
          <w:b/>
          <w:sz w:val="22"/>
          <w:szCs w:val="22"/>
          <w:lang w:eastAsia="pl-PL"/>
        </w:rPr>
        <w:br w:type="page"/>
      </w:r>
    </w:p>
    <w:p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 – ZAGOSPODAROWANIE LASU</w:t>
      </w:r>
    </w:p>
    <w:p w:rsidR="00167B75" w:rsidRPr="007B5A7D" w:rsidRDefault="00167B75" w:rsidP="00167B75">
      <w:pPr>
        <w:suppressAutoHyphens w:val="0"/>
        <w:spacing w:before="120" w:after="120"/>
        <w:jc w:val="center"/>
        <w:rPr>
          <w:rFonts w:ascii="Cambria" w:eastAsia="Calibri" w:hAnsi="Cambria" w:cstheme="minorHAnsi"/>
          <w:b/>
          <w:sz w:val="22"/>
          <w:szCs w:val="22"/>
          <w:lang w:eastAsia="pl-PL"/>
        </w:rPr>
      </w:pPr>
      <w:r w:rsidRPr="007B5A7D">
        <w:rPr>
          <w:rFonts w:ascii="Cambria" w:eastAsia="Calibri" w:hAnsi="Cambria" w:cstheme="minorHAnsi"/>
          <w:b/>
          <w:bCs/>
          <w:sz w:val="22"/>
          <w:szCs w:val="22"/>
          <w:lang w:eastAsia="en-US"/>
        </w:rPr>
        <w:t xml:space="preserve"> </w:t>
      </w:r>
      <w:r w:rsidRPr="007B5A7D">
        <w:rPr>
          <w:rFonts w:ascii="Cambria" w:eastAsia="Calibri" w:hAnsi="Cambria" w:cstheme="minorHAnsi"/>
          <w:b/>
          <w:sz w:val="22"/>
          <w:szCs w:val="22"/>
          <w:lang w:eastAsia="pl-PL"/>
        </w:rPr>
        <w:t>Melioracje agrotechniczne</w:t>
      </w:r>
    </w:p>
    <w:p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rsidR="00167B75" w:rsidRPr="007B5A7D" w:rsidRDefault="00167B75" w:rsidP="00167B75">
      <w:pPr>
        <w:suppressAutoHyphens w:val="0"/>
        <w:spacing w:before="120" w:after="120"/>
        <w:rPr>
          <w:rFonts w:ascii="Cambria" w:eastAsia="Calibri" w:hAnsi="Cambria" w:cstheme="minorHAnsi"/>
          <w:b/>
          <w:sz w:val="22"/>
          <w:szCs w:val="22"/>
          <w:lang w:eastAsia="pl-PL"/>
        </w:rPr>
      </w:pPr>
    </w:p>
    <w:p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rsidTr="009F7B63">
        <w:trPr>
          <w:trHeight w:val="161"/>
          <w:jc w:val="center"/>
        </w:trPr>
        <w:tc>
          <w:tcPr>
            <w:tcW w:w="35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w:t>
            </w:r>
          </w:p>
        </w:tc>
        <w:tc>
          <w:tcPr>
            <w:tcW w:w="944"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PORZ&gt;100</w:t>
            </w:r>
          </w:p>
        </w:tc>
        <w:tc>
          <w:tcPr>
            <w:tcW w:w="897"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PORZ&gt;100</w:t>
            </w:r>
          </w:p>
        </w:tc>
        <w:tc>
          <w:tcPr>
            <w:tcW w:w="203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rsidTr="009F7B63">
        <w:trPr>
          <w:trHeight w:val="625"/>
          <w:jc w:val="center"/>
        </w:trPr>
        <w:tc>
          <w:tcPr>
            <w:tcW w:w="35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w:t>
            </w:r>
          </w:p>
        </w:tc>
        <w:tc>
          <w:tcPr>
            <w:tcW w:w="944"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897"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203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oczyszczanie zrębów, gruntów porolnych, halizn i płazowin ze zbędnych podrostów, odrośli, krzewów i krzewinek  poprzez wycinanie,</w:t>
      </w:r>
    </w:p>
    <w:p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wynoszenie wyciętego materiału na odległość do 25 m lub spychanie.</w:t>
      </w:r>
    </w:p>
    <w:p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rsidR="00167B75" w:rsidRPr="009F7B63"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color w:val="FF0000"/>
          <w:sz w:val="22"/>
          <w:szCs w:val="22"/>
          <w:lang w:eastAsia="en-US"/>
        </w:rPr>
      </w:pPr>
      <w:r w:rsidRPr="007B5A7D">
        <w:rPr>
          <w:rFonts w:ascii="Cambria" w:eastAsia="Calibri" w:hAnsi="Cambria" w:cstheme="minorHAnsi"/>
          <w:sz w:val="22"/>
          <w:szCs w:val="22"/>
          <w:lang w:eastAsia="en-US"/>
        </w:rPr>
        <w:t xml:space="preserve">na powierzchni objętej czynnością PORZ&gt;100 lub PORZB&gt;100 nie stosuje się czynności </w:t>
      </w:r>
      <w:r w:rsidR="009F7B63" w:rsidRPr="009F7B63">
        <w:rPr>
          <w:rFonts w:ascii="Cambria" w:eastAsia="Calibri" w:hAnsi="Cambria" w:cstheme="minorHAnsi"/>
          <w:color w:val="FF0000"/>
          <w:sz w:val="22"/>
          <w:szCs w:val="22"/>
          <w:lang w:eastAsia="en-US"/>
        </w:rPr>
        <w:t>PORZ-STOS</w:t>
      </w:r>
      <w:r w:rsidR="009F7B63">
        <w:rPr>
          <w:rFonts w:ascii="Cambria" w:eastAsia="Calibri" w:hAnsi="Cambria" w:cstheme="minorHAnsi"/>
          <w:color w:val="FF0000"/>
          <w:sz w:val="22"/>
          <w:szCs w:val="22"/>
          <w:lang w:eastAsia="en-US"/>
        </w:rPr>
        <w:t xml:space="preserve">,  </w:t>
      </w:r>
    </w:p>
    <w:p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w:t>
      </w:r>
      <w:r w:rsidRPr="007B5A7D">
        <w:rPr>
          <w:rFonts w:ascii="Cambria" w:eastAsia="Calibri" w:hAnsi="Cambria" w:cstheme="minorHAnsi"/>
          <w:kern w:val="1"/>
          <w:sz w:val="22"/>
          <w:szCs w:val="22"/>
          <w:lang w:eastAsia="hi-IN" w:bidi="hi-IN"/>
        </w:rPr>
        <w:lastRenderedPageBreak/>
        <w:t xml:space="preserve">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rsidR="00167B75" w:rsidRPr="007B5A7D" w:rsidRDefault="00167B75" w:rsidP="00167B75">
      <w:p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rsidR="00167B75" w:rsidRPr="007B5A7D" w:rsidRDefault="00167B75" w:rsidP="00167B75">
      <w:pPr>
        <w:suppressAutoHyphens w:val="0"/>
        <w:spacing w:before="120" w:after="120"/>
        <w:rPr>
          <w:rFonts w:ascii="Cambria" w:eastAsia="Calibri" w:hAnsi="Cambria" w:cstheme="minorHAnsi"/>
          <w:i/>
          <w:iCs/>
          <w:kern w:val="1"/>
          <w:sz w:val="22"/>
          <w:szCs w:val="22"/>
          <w:lang w:eastAsia="hi-IN" w:bidi="hi-IN"/>
        </w:rPr>
      </w:pPr>
      <w:r w:rsidRPr="007B5A7D">
        <w:rPr>
          <w:rFonts w:ascii="Cambria" w:eastAsia="Calibri" w:hAnsi="Cambria" w:cstheme="minorHAnsi"/>
          <w:i/>
          <w:iCs/>
          <w:kern w:val="1"/>
          <w:sz w:val="22"/>
          <w:szCs w:val="22"/>
          <w:lang w:eastAsia="hi-IN" w:bidi="hi-IN"/>
        </w:rPr>
        <w:t>(</w:t>
      </w:r>
      <w:r w:rsidRPr="007B5A7D">
        <w:rPr>
          <w:rFonts w:ascii="Cambria" w:eastAsia="Calibri" w:hAnsi="Cambria" w:cstheme="minorHAnsi"/>
          <w:bCs/>
          <w:i/>
          <w:iCs/>
          <w:sz w:val="22"/>
          <w:szCs w:val="22"/>
        </w:rPr>
        <w:t>rozliczenie</w:t>
      </w:r>
      <w:r w:rsidRPr="007B5A7D">
        <w:rPr>
          <w:rFonts w:ascii="Cambria" w:eastAsia="Calibri" w:hAnsi="Cambria" w:cstheme="minorHAnsi"/>
          <w:i/>
          <w:iCs/>
          <w:kern w:val="1"/>
          <w:sz w:val="22"/>
          <w:szCs w:val="22"/>
          <w:lang w:eastAsia="hi-IN" w:bidi="hi-IN"/>
        </w:rPr>
        <w:t xml:space="preserve"> z dokładnością do dwóch miejsc po przecinku)</w:t>
      </w:r>
    </w:p>
    <w:p w:rsidR="00167B75" w:rsidRPr="007B5A7D" w:rsidRDefault="00167B75" w:rsidP="00167B75">
      <w:pPr>
        <w:suppressAutoHyphens w:val="0"/>
        <w:spacing w:before="120" w:after="120"/>
        <w:rPr>
          <w:rFonts w:ascii="Cambria" w:eastAsia="Calibri" w:hAnsi="Cambria" w:cstheme="minorHAnsi"/>
          <w:b/>
          <w:sz w:val="22"/>
          <w:szCs w:val="22"/>
          <w:lang w:eastAsia="pl-PL"/>
        </w:rPr>
      </w:pPr>
    </w:p>
    <w:p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budowę płotów, zapór wraz z doniesieniem uprzednio przygotowanego materiału,</w:t>
      </w:r>
    </w:p>
    <w:p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poziomowanie miejsc sadzenia, nawożenie gleby w formie podsypki, </w:t>
      </w:r>
    </w:p>
    <w:p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doniesienie nasion, siew łubinu wraz ze spulchnieniem i przykryciem nasion po siewie.</w:t>
      </w:r>
    </w:p>
    <w:p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p>
    <w:p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17</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18</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krzewów, malin, jeżyn itp.</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 xml:space="preserve">zawieszenie lub podczepienie sprzętu, </w:t>
      </w:r>
    </w:p>
    <w:p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rozdrabnianie bez mieszania lub z mieszaniem z glebą, w sposób umożliwiający wykonanie prac z zakresu odnowienia lasu,</w:t>
      </w:r>
    </w:p>
    <w:p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oczyszczenie sprzętu i jego odstawienie,</w:t>
      </w:r>
    </w:p>
    <w:p w:rsidR="00167B75" w:rsidRPr="007B5A7D" w:rsidRDefault="00167B75" w:rsidP="00167B75">
      <w:pPr>
        <w:pStyle w:val="Akapitzlist"/>
        <w:numPr>
          <w:ilvl w:val="0"/>
          <w:numId w:val="43"/>
        </w:numPr>
        <w:spacing w:before="120" w:after="120"/>
        <w:jc w:val="both"/>
        <w:rPr>
          <w:rFonts w:ascii="Cambria" w:hAnsi="Cambria" w:cstheme="minorHAnsi"/>
          <w:sz w:val="22"/>
          <w:szCs w:val="22"/>
        </w:rPr>
      </w:pPr>
      <w:r w:rsidRPr="007B5A7D">
        <w:rPr>
          <w:rFonts w:ascii="Cambria" w:hAnsi="Cambria" w:cstheme="minorHAnsi"/>
          <w:sz w:val="22"/>
          <w:szCs w:val="22"/>
        </w:rPr>
        <w:t>oznakowanie pozycji przy pomocy tablic ostrzegawczych.</w:t>
      </w:r>
    </w:p>
    <w:p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rsidR="00167B75" w:rsidRPr="007B5A7D" w:rsidRDefault="00167B75" w:rsidP="00167B75">
      <w:pPr>
        <w:suppressAutoHyphens w:val="0"/>
        <w:autoSpaceDE w:val="0"/>
        <w:spacing w:before="120" w:after="120"/>
        <w:jc w:val="both"/>
        <w:rPr>
          <w:rFonts w:ascii="Cambria" w:eastAsia="Calibri" w:hAnsi="Cambria" w:cstheme="minorHAnsi"/>
          <w:bCs/>
          <w:sz w:val="22"/>
          <w:szCs w:val="22"/>
          <w:lang w:eastAsia="en-US"/>
        </w:rPr>
      </w:pPr>
    </w:p>
    <w:p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19</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WPOD-N</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WPOD-31N, </w:t>
            </w:r>
            <w:r w:rsidRPr="007B5A7D">
              <w:rPr>
                <w:rFonts w:ascii="Cambria" w:eastAsia="Calibri" w:hAnsi="Cambria" w:cstheme="minorHAnsi"/>
                <w:sz w:val="22"/>
                <w:szCs w:val="22"/>
                <w:lang w:val="pt-BR" w:eastAsia="en-US"/>
              </w:rPr>
              <w:br/>
              <w:t xml:space="preserve">WPOD-61N, WPOD&gt;61N, </w:t>
            </w:r>
            <w:r w:rsidRPr="007B5A7D">
              <w:rPr>
                <w:rFonts w:ascii="Cambria" w:eastAsia="Calibri" w:hAnsi="Cambria" w:cstheme="minorHAnsi"/>
                <w:sz w:val="22"/>
                <w:szCs w:val="22"/>
                <w:lang w:val="pt-BR" w:eastAsia="en-US"/>
              </w:rPr>
              <w:br/>
              <w:t xml:space="preserve">WPOD-32N, </w:t>
            </w:r>
            <w:r w:rsidRPr="007B5A7D">
              <w:rPr>
                <w:rFonts w:ascii="Cambria" w:eastAsia="Calibri" w:hAnsi="Cambria" w:cstheme="minorHAnsi"/>
                <w:sz w:val="22"/>
                <w:szCs w:val="22"/>
                <w:lang w:val="pt-BR" w:eastAsia="en-US"/>
              </w:rPr>
              <w:br/>
              <w:t xml:space="preserve">WPOD-62N, WPOD&gt;62N, </w:t>
            </w:r>
            <w:r w:rsidRPr="007B5A7D">
              <w:rPr>
                <w:rFonts w:ascii="Cambria" w:eastAsia="Calibri" w:hAnsi="Cambria" w:cstheme="minorHAnsi"/>
                <w:sz w:val="22"/>
                <w:szCs w:val="22"/>
                <w:lang w:val="pt-BR" w:eastAsia="en-US"/>
              </w:rPr>
              <w:br/>
              <w:t xml:space="preserve">WPOD-33N, </w:t>
            </w:r>
            <w:r w:rsidRPr="007B5A7D">
              <w:rPr>
                <w:rFonts w:ascii="Cambria" w:eastAsia="Calibri" w:hAnsi="Cambria" w:cstheme="minorHAnsi"/>
                <w:sz w:val="22"/>
                <w:szCs w:val="22"/>
                <w:lang w:val="pt-BR" w:eastAsia="en-US"/>
              </w:rPr>
              <w:br/>
              <w:t>WPOD-63N, WPOD&gt;63N</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20</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WPOD-G</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WPOD-31G, </w:t>
            </w:r>
            <w:r w:rsidRPr="007B5A7D">
              <w:rPr>
                <w:rFonts w:ascii="Cambria" w:eastAsia="Calibri" w:hAnsi="Cambria" w:cstheme="minorHAnsi"/>
                <w:sz w:val="22"/>
                <w:szCs w:val="22"/>
                <w:lang w:eastAsia="en-US"/>
              </w:rPr>
              <w:br/>
              <w:t xml:space="preserve">WPOD-61G, WPOD&gt;61G, </w:t>
            </w:r>
            <w:r w:rsidRPr="007B5A7D">
              <w:rPr>
                <w:rFonts w:ascii="Cambria" w:eastAsia="Calibri" w:hAnsi="Cambria" w:cstheme="minorHAnsi"/>
                <w:sz w:val="22"/>
                <w:szCs w:val="22"/>
                <w:lang w:eastAsia="en-US"/>
              </w:rPr>
              <w:br/>
              <w:t xml:space="preserve">WPOD-32G, </w:t>
            </w:r>
            <w:r w:rsidRPr="007B5A7D">
              <w:rPr>
                <w:rFonts w:ascii="Cambria" w:eastAsia="Calibri" w:hAnsi="Cambria" w:cstheme="minorHAnsi"/>
                <w:sz w:val="22"/>
                <w:szCs w:val="22"/>
                <w:lang w:eastAsia="en-US"/>
              </w:rPr>
              <w:br/>
              <w:t xml:space="preserve">WPOD-62G, WPOD&gt;62G, </w:t>
            </w:r>
            <w:r w:rsidRPr="007B5A7D">
              <w:rPr>
                <w:rFonts w:ascii="Cambria" w:eastAsia="Calibri" w:hAnsi="Cambria" w:cstheme="minorHAnsi"/>
                <w:sz w:val="22"/>
                <w:szCs w:val="22"/>
                <w:lang w:eastAsia="en-US"/>
              </w:rPr>
              <w:br/>
              <w:t xml:space="preserve">WPOD-33G, </w:t>
            </w:r>
            <w:r w:rsidRPr="007B5A7D">
              <w:rPr>
                <w:rFonts w:ascii="Cambria" w:eastAsia="Calibri" w:hAnsi="Cambria" w:cstheme="minorHAnsi"/>
                <w:sz w:val="22"/>
                <w:szCs w:val="22"/>
                <w:lang w:eastAsia="en-US"/>
              </w:rPr>
              <w:br/>
              <w:t>WPOD-63G, WPOD&gt;63G</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wycinanie podszytów i podrostów w cięciach rębnych,</w:t>
      </w:r>
    </w:p>
    <w:p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lastRenderedPageBreak/>
        <w:t>znoszenie i układanie w stosy niewymiarowe z pozostawieniem na powierzchni.</w:t>
      </w:r>
    </w:p>
    <w:p w:rsidR="00167B75" w:rsidRPr="007B5A7D" w:rsidRDefault="00167B75" w:rsidP="00167B75">
      <w:pPr>
        <w:spacing w:before="120" w:after="120"/>
        <w:jc w:val="both"/>
        <w:rPr>
          <w:rFonts w:ascii="Cambria" w:eastAsia="Calibri" w:hAnsi="Cambria" w:cstheme="minorHAnsi"/>
          <w:b/>
          <w:bCs/>
          <w:sz w:val="22"/>
          <w:szCs w:val="22"/>
          <w:lang w:eastAsia="pl-PL"/>
        </w:rPr>
      </w:pP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5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9F7B63" w:rsidRDefault="00167B75" w:rsidP="00167B75">
      <w:pPr>
        <w:pStyle w:val="Akapitzlist"/>
        <w:numPr>
          <w:ilvl w:val="0"/>
          <w:numId w:val="583"/>
        </w:numPr>
        <w:autoSpaceDE w:val="0"/>
        <w:autoSpaceDN w:val="0"/>
        <w:adjustRightInd w:val="0"/>
        <w:spacing w:before="120" w:after="120"/>
        <w:jc w:val="both"/>
        <w:rPr>
          <w:rFonts w:ascii="Cambria" w:eastAsia="Calibri" w:hAnsi="Cambria" w:cstheme="minorHAnsi"/>
          <w:color w:val="FF0000"/>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w:t>
      </w:r>
      <w:r w:rsidR="009F7B63" w:rsidRPr="009F7B63">
        <w:rPr>
          <w:rFonts w:ascii="Cambria" w:eastAsia="Calibri" w:hAnsi="Cambria" w:cstheme="minorHAnsi"/>
          <w:color w:val="FF0000"/>
          <w:sz w:val="22"/>
          <w:szCs w:val="22"/>
          <w:lang w:eastAsia="en-US"/>
        </w:rPr>
        <w:t>PORZ&gt;100, PORZ-STOS, PORZ-ROZD, PORZ-SPAL</w:t>
      </w:r>
      <w:r w:rsidRPr="009F7B63">
        <w:rPr>
          <w:rFonts w:ascii="Cambria" w:eastAsia="Calibri" w:hAnsi="Cambria" w:cstheme="minorHAnsi"/>
          <w:color w:val="FF0000"/>
          <w:sz w:val="22"/>
          <w:szCs w:val="22"/>
          <w:lang w:eastAsia="en-US"/>
        </w:rPr>
        <w:t xml:space="preserve"> </w:t>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rsidR="00167B75" w:rsidRPr="007B5A7D" w:rsidRDefault="00167B75" w:rsidP="00167B75">
      <w:pPr>
        <w:jc w:val="both"/>
        <w:rPr>
          <w:rFonts w:ascii="Cambria" w:eastAsia="Calibri" w:hAnsi="Cambria" w:cstheme="minorHAnsi"/>
          <w:b/>
          <w:sz w:val="22"/>
          <w:szCs w:val="22"/>
          <w:u w:val="single"/>
        </w:rPr>
      </w:pPr>
    </w:p>
    <w:p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Wycinanie podszytów i podrostów w cięciach rębnych bez znoszenia</w:t>
      </w:r>
    </w:p>
    <w:p w:rsidR="00167B75" w:rsidRPr="007B5A7D" w:rsidRDefault="00167B75" w:rsidP="00167B75">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167B75" w:rsidRPr="007B5A7D" w:rsidTr="009F7B63">
        <w:trPr>
          <w:trHeight w:val="1015"/>
        </w:trPr>
        <w:tc>
          <w:tcPr>
            <w:tcW w:w="1177" w:type="dxa"/>
            <w:tcBorders>
              <w:top w:val="single" w:sz="4" w:space="0" w:color="000000"/>
              <w:left w:val="single" w:sz="4" w:space="0" w:color="000000"/>
              <w:bottom w:val="single" w:sz="4" w:space="0" w:color="000000"/>
              <w:right w:val="single" w:sz="4" w:space="0" w:color="000000"/>
            </w:tcBorders>
          </w:tcPr>
          <w:p w:rsidR="00167B75" w:rsidRPr="007B5A7D" w:rsidRDefault="00167B75" w:rsidP="009F7B63">
            <w:pPr>
              <w:spacing w:line="259" w:lineRule="auto"/>
              <w:ind w:right="37"/>
              <w:jc w:val="center"/>
              <w:rPr>
                <w:rFonts w:ascii="Cambria" w:hAnsi="Cambria" w:cstheme="minorHAnsi"/>
                <w:b/>
                <w:sz w:val="22"/>
                <w:szCs w:val="22"/>
              </w:rPr>
            </w:pPr>
            <w:r w:rsidRPr="007B5A7D">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rsidR="00167B75" w:rsidRPr="007B5A7D" w:rsidRDefault="00167B75" w:rsidP="009F7B63">
            <w:pPr>
              <w:spacing w:line="259" w:lineRule="auto"/>
              <w:jc w:val="center"/>
              <w:rPr>
                <w:rFonts w:ascii="Cambria" w:hAnsi="Cambria" w:cstheme="minorHAnsi"/>
                <w:b/>
                <w:sz w:val="22"/>
                <w:szCs w:val="22"/>
              </w:rPr>
            </w:pPr>
            <w:r w:rsidRPr="007B5A7D">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rsidR="00167B75" w:rsidRPr="007B5A7D" w:rsidRDefault="00167B75" w:rsidP="009F7B63">
            <w:pPr>
              <w:spacing w:line="259" w:lineRule="auto"/>
              <w:jc w:val="center"/>
              <w:rPr>
                <w:rFonts w:ascii="Cambria" w:hAnsi="Cambria" w:cstheme="minorHAnsi"/>
                <w:b/>
                <w:sz w:val="22"/>
                <w:szCs w:val="22"/>
              </w:rPr>
            </w:pPr>
            <w:r w:rsidRPr="007B5A7D">
              <w:rPr>
                <w:rFonts w:ascii="Cambria" w:hAnsi="Cambria" w:cstheme="minorHAnsi"/>
                <w:b/>
                <w:i/>
                <w:sz w:val="22"/>
                <w:szCs w:val="22"/>
              </w:rPr>
              <w:t xml:space="preserve">Kod </w:t>
            </w:r>
            <w:proofErr w:type="spellStart"/>
            <w:r w:rsidRPr="007B5A7D">
              <w:rPr>
                <w:rFonts w:ascii="Cambria" w:hAnsi="Cambria" w:cstheme="minorHAnsi"/>
                <w:b/>
                <w:i/>
                <w:sz w:val="22"/>
                <w:szCs w:val="22"/>
              </w:rPr>
              <w:t>czynn</w:t>
            </w:r>
            <w:proofErr w:type="spellEnd"/>
            <w:r w:rsidRPr="007B5A7D">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rsidR="00167B75" w:rsidRPr="007B5A7D" w:rsidRDefault="00167B75" w:rsidP="009F7B63">
            <w:pPr>
              <w:spacing w:line="259" w:lineRule="auto"/>
              <w:ind w:right="38"/>
              <w:rPr>
                <w:rFonts w:ascii="Cambria" w:hAnsi="Cambria" w:cstheme="minorHAnsi"/>
                <w:b/>
                <w:sz w:val="22"/>
                <w:szCs w:val="22"/>
              </w:rPr>
            </w:pPr>
            <w:r w:rsidRPr="007B5A7D">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rsidR="00167B75" w:rsidRPr="007B5A7D" w:rsidRDefault="00167B75" w:rsidP="009F7B63">
            <w:pPr>
              <w:spacing w:line="259" w:lineRule="auto"/>
              <w:jc w:val="center"/>
              <w:rPr>
                <w:rFonts w:ascii="Cambria" w:hAnsi="Cambria" w:cstheme="minorHAnsi"/>
                <w:b/>
                <w:sz w:val="22"/>
                <w:szCs w:val="22"/>
              </w:rPr>
            </w:pPr>
            <w:r w:rsidRPr="007B5A7D">
              <w:rPr>
                <w:rFonts w:ascii="Cambria" w:hAnsi="Cambria" w:cstheme="minorHAnsi"/>
                <w:b/>
                <w:i/>
                <w:sz w:val="22"/>
                <w:szCs w:val="22"/>
              </w:rPr>
              <w:t>Jednostka miary</w:t>
            </w:r>
          </w:p>
        </w:tc>
      </w:tr>
      <w:tr w:rsidR="00167B75" w:rsidRPr="007B5A7D" w:rsidTr="009F7B63">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rsidR="00167B75" w:rsidRPr="007B5A7D" w:rsidRDefault="00167B75" w:rsidP="009F7B63">
            <w:pPr>
              <w:spacing w:line="259" w:lineRule="auto"/>
              <w:ind w:left="34"/>
              <w:rPr>
                <w:rFonts w:ascii="Cambria" w:hAnsi="Cambria" w:cstheme="minorHAnsi"/>
                <w:sz w:val="22"/>
                <w:szCs w:val="22"/>
              </w:rPr>
            </w:pPr>
            <w:r w:rsidRPr="007B5A7D">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rsidR="00167B75" w:rsidRPr="007B5A7D" w:rsidRDefault="00167B75" w:rsidP="009F7B63">
            <w:pPr>
              <w:spacing w:line="259" w:lineRule="auto"/>
              <w:rPr>
                <w:rFonts w:ascii="Cambria" w:hAnsi="Cambria" w:cstheme="minorHAnsi"/>
                <w:sz w:val="22"/>
                <w:szCs w:val="22"/>
              </w:rPr>
            </w:pPr>
            <w:r w:rsidRPr="007B5A7D">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rsidR="00167B75" w:rsidRPr="007B5A7D" w:rsidRDefault="00167B75" w:rsidP="009F7B63">
            <w:pPr>
              <w:adjustRightInd w:val="0"/>
              <w:rPr>
                <w:rFonts w:ascii="Cambria" w:hAnsi="Cambria" w:cstheme="minorHAnsi"/>
                <w:sz w:val="22"/>
                <w:szCs w:val="22"/>
              </w:rPr>
            </w:pPr>
            <w:r w:rsidRPr="007B5A7D">
              <w:rPr>
                <w:rFonts w:ascii="Cambria" w:hAnsi="Cambria" w:cstheme="minorHAnsi"/>
                <w:sz w:val="22"/>
                <w:szCs w:val="22"/>
              </w:rPr>
              <w:t xml:space="preserve">  WPOD-3BN</w:t>
            </w:r>
          </w:p>
          <w:p w:rsidR="00167B75" w:rsidRPr="007B5A7D" w:rsidRDefault="00167B75" w:rsidP="009F7B63">
            <w:pPr>
              <w:adjustRightInd w:val="0"/>
              <w:rPr>
                <w:rFonts w:ascii="Cambria" w:hAnsi="Cambria" w:cstheme="minorHAnsi"/>
                <w:sz w:val="22"/>
                <w:szCs w:val="22"/>
              </w:rPr>
            </w:pPr>
            <w:r w:rsidRPr="007B5A7D">
              <w:rPr>
                <w:rFonts w:ascii="Cambria" w:hAnsi="Cambria" w:cstheme="minorHAnsi"/>
                <w:sz w:val="22"/>
                <w:szCs w:val="22"/>
              </w:rPr>
              <w:t xml:space="preserve">  WPOD-6BN</w:t>
            </w:r>
          </w:p>
          <w:p w:rsidR="00167B75" w:rsidRPr="007B5A7D" w:rsidRDefault="00167B75" w:rsidP="009F7B63">
            <w:pPr>
              <w:adjustRightInd w:val="0"/>
              <w:rPr>
                <w:rFonts w:ascii="Cambria" w:hAnsi="Cambria" w:cstheme="minorHAnsi"/>
                <w:sz w:val="22"/>
                <w:szCs w:val="22"/>
              </w:rPr>
            </w:pPr>
            <w:r w:rsidRPr="007B5A7D">
              <w:rPr>
                <w:rFonts w:ascii="Cambria" w:hAnsi="Cambria" w:cstheme="minorHAnsi"/>
                <w:sz w:val="22"/>
                <w:szCs w:val="22"/>
              </w:rPr>
              <w:t xml:space="preserve">  WPOD&gt;6BN</w:t>
            </w:r>
          </w:p>
          <w:p w:rsidR="00167B75" w:rsidRPr="007B5A7D" w:rsidRDefault="00167B75" w:rsidP="009F7B63">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rsidR="00167B75" w:rsidRPr="007B5A7D" w:rsidRDefault="00167B75" w:rsidP="009F7B63">
            <w:pPr>
              <w:spacing w:line="259" w:lineRule="auto"/>
              <w:rPr>
                <w:rFonts w:ascii="Cambria" w:hAnsi="Cambria" w:cstheme="minorHAnsi"/>
                <w:sz w:val="22"/>
                <w:szCs w:val="22"/>
              </w:rPr>
            </w:pPr>
            <w:r w:rsidRPr="007B5A7D">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rsidR="00167B75" w:rsidRPr="007B5A7D" w:rsidRDefault="00167B75" w:rsidP="009F7B63">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r w:rsidR="00167B75" w:rsidRPr="007B5A7D" w:rsidTr="009F7B63">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rsidR="00167B75" w:rsidRPr="007B5A7D" w:rsidRDefault="00167B75" w:rsidP="009F7B63">
            <w:pPr>
              <w:spacing w:line="259" w:lineRule="auto"/>
              <w:ind w:left="34"/>
              <w:rPr>
                <w:rFonts w:ascii="Cambria" w:hAnsi="Cambria" w:cstheme="minorHAnsi"/>
                <w:sz w:val="22"/>
                <w:szCs w:val="22"/>
              </w:rPr>
            </w:pPr>
            <w:r w:rsidRPr="007B5A7D">
              <w:rPr>
                <w:rFonts w:ascii="Cambria" w:hAnsi="Cambria" w:cstheme="minorHAnsi"/>
                <w:sz w:val="22"/>
                <w:szCs w:val="22"/>
              </w:rPr>
              <w:t>22</w:t>
            </w:r>
          </w:p>
        </w:tc>
        <w:tc>
          <w:tcPr>
            <w:tcW w:w="1557" w:type="dxa"/>
            <w:tcBorders>
              <w:top w:val="single" w:sz="4" w:space="0" w:color="000000"/>
              <w:left w:val="single" w:sz="4" w:space="0" w:color="000000"/>
              <w:bottom w:val="single" w:sz="4" w:space="0" w:color="000000"/>
              <w:right w:val="single" w:sz="4" w:space="0" w:color="000000"/>
            </w:tcBorders>
            <w:vAlign w:val="center"/>
          </w:tcPr>
          <w:p w:rsidR="00167B75" w:rsidRPr="007B5A7D" w:rsidRDefault="00167B75" w:rsidP="009F7B63">
            <w:pPr>
              <w:spacing w:line="259" w:lineRule="auto"/>
              <w:rPr>
                <w:rStyle w:val="LPzwykly"/>
                <w:rFonts w:ascii="Cambria" w:hAnsi="Cambria" w:cstheme="minorHAnsi"/>
                <w:sz w:val="22"/>
                <w:szCs w:val="22"/>
              </w:rPr>
            </w:pPr>
            <w:r w:rsidRPr="007B5A7D">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rsidR="00167B75" w:rsidRPr="007B5A7D" w:rsidRDefault="00167B75" w:rsidP="009F7B63">
            <w:pPr>
              <w:adjustRightInd w:val="0"/>
              <w:rPr>
                <w:rFonts w:ascii="Cambria" w:hAnsi="Cambria" w:cstheme="minorHAnsi"/>
                <w:sz w:val="22"/>
                <w:szCs w:val="22"/>
              </w:rPr>
            </w:pPr>
            <w:r w:rsidRPr="007B5A7D">
              <w:rPr>
                <w:rFonts w:ascii="Cambria" w:hAnsi="Cambria" w:cstheme="minorHAnsi"/>
                <w:sz w:val="22"/>
                <w:szCs w:val="22"/>
              </w:rPr>
              <w:t xml:space="preserve">  WPOD-3BG</w:t>
            </w:r>
          </w:p>
          <w:p w:rsidR="00167B75" w:rsidRPr="007B5A7D" w:rsidRDefault="00167B75" w:rsidP="009F7B63">
            <w:pPr>
              <w:adjustRightInd w:val="0"/>
              <w:rPr>
                <w:rFonts w:ascii="Cambria" w:hAnsi="Cambria" w:cstheme="minorHAnsi"/>
                <w:sz w:val="22"/>
                <w:szCs w:val="22"/>
              </w:rPr>
            </w:pPr>
            <w:r w:rsidRPr="007B5A7D">
              <w:rPr>
                <w:rFonts w:ascii="Cambria" w:hAnsi="Cambria" w:cstheme="minorHAnsi"/>
                <w:sz w:val="22"/>
                <w:szCs w:val="22"/>
              </w:rPr>
              <w:t xml:space="preserve">  WPOD-6BG</w:t>
            </w:r>
          </w:p>
          <w:p w:rsidR="00167B75" w:rsidRPr="007B5A7D" w:rsidRDefault="00167B75" w:rsidP="009F7B63">
            <w:pPr>
              <w:adjustRightInd w:val="0"/>
              <w:rPr>
                <w:rFonts w:ascii="Cambria" w:hAnsi="Cambria" w:cstheme="minorHAnsi"/>
                <w:sz w:val="22"/>
                <w:szCs w:val="22"/>
              </w:rPr>
            </w:pPr>
            <w:r w:rsidRPr="007B5A7D">
              <w:rPr>
                <w:rFonts w:ascii="Cambria" w:hAnsi="Cambria" w:cstheme="minorHAnsi"/>
                <w:sz w:val="22"/>
                <w:szCs w:val="22"/>
              </w:rPr>
              <w:t xml:space="preserve">  WPOD&gt;6BG</w:t>
            </w:r>
          </w:p>
          <w:p w:rsidR="00167B75" w:rsidRPr="007B5A7D" w:rsidRDefault="00167B75" w:rsidP="009F7B63">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rsidR="00167B75" w:rsidRPr="007B5A7D" w:rsidRDefault="00167B75" w:rsidP="009F7B63">
            <w:pPr>
              <w:spacing w:line="259" w:lineRule="auto"/>
              <w:rPr>
                <w:rFonts w:ascii="Cambria" w:hAnsi="Cambria" w:cstheme="minorHAnsi"/>
                <w:sz w:val="22"/>
                <w:szCs w:val="22"/>
              </w:rPr>
            </w:pPr>
            <w:r w:rsidRPr="007B5A7D">
              <w:rPr>
                <w:rFonts w:ascii="Cambria" w:hAnsi="Cambria" w:cstheme="minorHAnsi"/>
                <w:sz w:val="22"/>
                <w:szCs w:val="22"/>
              </w:rPr>
              <w:t xml:space="preserve"> </w:t>
            </w:r>
            <w:r w:rsidRPr="007B5A7D">
              <w:rPr>
                <w:rFonts w:ascii="Cambria" w:eastAsia="Calibri" w:hAnsi="Cambria" w:cstheme="minorHAnsi"/>
                <w:bCs/>
                <w:iCs/>
                <w:sz w:val="22"/>
                <w:szCs w:val="22"/>
              </w:rPr>
              <w:t xml:space="preserve">Wycinanie podszytów i podrostów w cięciach rębnych z pozostawieniem na powierzchni, bez znoszenia i układania w stosy </w:t>
            </w:r>
            <w:r w:rsidRPr="007B5A7D">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rsidR="00167B75" w:rsidRPr="007B5A7D" w:rsidRDefault="00167B75" w:rsidP="009F7B63">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bl>
    <w:p w:rsidR="00167B75" w:rsidRPr="007B5A7D" w:rsidRDefault="00167B75" w:rsidP="00167B75">
      <w:pPr>
        <w:autoSpaceDE w:val="0"/>
        <w:autoSpaceDN w:val="0"/>
        <w:adjustRightInd w:val="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Standard technologii prac obejmuje:</w:t>
      </w:r>
    </w:p>
    <w:p w:rsidR="00167B75" w:rsidRPr="007B5A7D" w:rsidRDefault="00167B75" w:rsidP="00167B75">
      <w:pPr>
        <w:pStyle w:val="Akapitzlist"/>
        <w:numPr>
          <w:ilvl w:val="0"/>
          <w:numId w:val="47"/>
        </w:numPr>
        <w:autoSpaceDE w:val="0"/>
        <w:autoSpaceDN w:val="0"/>
        <w:adjustRightInd w:val="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wycinanie podszytów i podrostów w cięciach rębnych z pozostawieniem na powierzchni,</w:t>
      </w:r>
      <w:r w:rsidRPr="007B5A7D">
        <w:rPr>
          <w:rFonts w:ascii="Cambria" w:eastAsia="Calibri" w:hAnsi="Cambria" w:cstheme="minorHAnsi"/>
          <w:bCs/>
          <w:iCs/>
          <w:sz w:val="22"/>
          <w:szCs w:val="22"/>
        </w:rPr>
        <w:t xml:space="preserve"> bez znoszenia i układania w stosy</w:t>
      </w:r>
      <w:r w:rsidRPr="007B5A7D">
        <w:rPr>
          <w:rFonts w:ascii="Cambria" w:eastAsia="Calibri" w:hAnsi="Cambria" w:cstheme="minorHAnsi"/>
          <w:bCs/>
          <w:sz w:val="22"/>
          <w:szCs w:val="22"/>
          <w:lang w:eastAsia="en-US"/>
        </w:rPr>
        <w:t>.</w:t>
      </w:r>
    </w:p>
    <w:p w:rsidR="00167B75" w:rsidRPr="007B5A7D" w:rsidRDefault="00167B75" w:rsidP="00167B75">
      <w:pPr>
        <w:autoSpaceDE w:val="0"/>
        <w:autoSpaceDN w:val="0"/>
        <w:adjustRightInd w:val="0"/>
        <w:jc w:val="both"/>
        <w:rPr>
          <w:rFonts w:ascii="Cambria" w:eastAsia="Calibri" w:hAnsi="Cambria" w:cstheme="minorHAnsi"/>
          <w:b/>
          <w:bCs/>
          <w:sz w:val="22"/>
          <w:szCs w:val="22"/>
        </w:rPr>
      </w:pPr>
    </w:p>
    <w:p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t>Uwagi:</w:t>
      </w:r>
    </w:p>
    <w:p w:rsidR="00167B75" w:rsidRPr="007B5A7D" w:rsidRDefault="00167B75" w:rsidP="00167B75">
      <w:pPr>
        <w:pStyle w:val="Akapitzlist"/>
        <w:numPr>
          <w:ilvl w:val="0"/>
          <w:numId w:val="48"/>
        </w:numPr>
        <w:autoSpaceDE w:val="0"/>
        <w:autoSpaceDN w:val="0"/>
        <w:adjustRightInd w:val="0"/>
        <w:spacing w:line="276" w:lineRule="auto"/>
        <w:ind w:left="714" w:hanging="357"/>
        <w:jc w:val="both"/>
        <w:rPr>
          <w:rFonts w:ascii="Cambria" w:hAnsi="Cambria" w:cstheme="minorHAnsi"/>
          <w:sz w:val="22"/>
          <w:szCs w:val="22"/>
        </w:rPr>
      </w:pPr>
      <w:r w:rsidRPr="007B5A7D">
        <w:rPr>
          <w:rFonts w:ascii="Cambria" w:hAnsi="Cambria" w:cstheme="minorHAnsi"/>
          <w:sz w:val="22"/>
          <w:szCs w:val="22"/>
        </w:rPr>
        <w:t>szczegółowa technologia i zakres prac zostaną określone przed rozpoczęciem zabiegu w zleceniu,</w:t>
      </w:r>
    </w:p>
    <w:p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sprzęt, narzędzia zapewnia Wykonawca,</w:t>
      </w:r>
    </w:p>
    <w:p w:rsidR="00167B75" w:rsidRPr="009F7B63"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b/>
          <w:color w:val="FF0000"/>
          <w:sz w:val="22"/>
          <w:szCs w:val="22"/>
          <w:lang w:eastAsia="en-US"/>
        </w:rPr>
      </w:pPr>
      <w:r w:rsidRPr="007B5A7D">
        <w:rPr>
          <w:rFonts w:ascii="Cambria" w:eastAsia="Calibri" w:hAnsi="Cambria" w:cstheme="minorHAnsi"/>
          <w:sz w:val="22"/>
          <w:szCs w:val="22"/>
          <w:lang w:eastAsia="en-US"/>
        </w:rPr>
        <w:t>na powierzchni objętej ww. czynnościami nie stosuje się czynności</w:t>
      </w:r>
      <w:r w:rsidR="009F7B63">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w:t>
      </w:r>
      <w:r w:rsidR="009F7B63" w:rsidRPr="009F7B63">
        <w:rPr>
          <w:rFonts w:ascii="Cambria" w:eastAsia="Calibri" w:hAnsi="Cambria" w:cstheme="minorHAnsi"/>
          <w:b/>
          <w:color w:val="FF0000"/>
          <w:sz w:val="22"/>
          <w:szCs w:val="22"/>
          <w:lang w:eastAsia="en-US"/>
        </w:rPr>
        <w:t>PORZ&gt;100, PORZ-STOS, PORZ-ROZD, PORZ-SPAL</w:t>
      </w:r>
    </w:p>
    <w:p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rsidR="00167B75" w:rsidRPr="007B5A7D" w:rsidRDefault="00167B75" w:rsidP="00167B75">
      <w:pPr>
        <w:pStyle w:val="Tekstpodstawowy"/>
        <w:spacing w:after="0" w:line="276" w:lineRule="auto"/>
        <w:jc w:val="both"/>
        <w:rPr>
          <w:rFonts w:ascii="Cambria" w:hAnsi="Cambria" w:cstheme="minorHAnsi"/>
          <w:sz w:val="22"/>
          <w:szCs w:val="22"/>
        </w:rPr>
      </w:pPr>
      <w:r w:rsidRPr="007B5A7D">
        <w:rPr>
          <w:rFonts w:ascii="Cambria" w:hAnsi="Cambria" w:cstheme="minorHAnsi"/>
          <w:sz w:val="22"/>
          <w:szCs w:val="22"/>
        </w:rPr>
        <w:t>Odbiór prac nastąpi poprzez:</w:t>
      </w:r>
    </w:p>
    <w:p w:rsidR="00167B75" w:rsidRPr="007B5A7D" w:rsidRDefault="00167B75" w:rsidP="00167B75">
      <w:pPr>
        <w:pStyle w:val="Tekstpodstawowy"/>
        <w:widowControl w:val="0"/>
        <w:numPr>
          <w:ilvl w:val="0"/>
          <w:numId w:val="49"/>
        </w:numPr>
        <w:suppressAutoHyphens w:val="0"/>
        <w:autoSpaceDE w:val="0"/>
        <w:autoSpaceDN w:val="0"/>
        <w:spacing w:after="0" w:line="276" w:lineRule="auto"/>
        <w:jc w:val="both"/>
        <w:rPr>
          <w:rFonts w:ascii="Cambria" w:hAnsi="Cambria" w:cstheme="minorHAnsi"/>
          <w:sz w:val="22"/>
          <w:szCs w:val="22"/>
        </w:rPr>
      </w:pPr>
      <w:r w:rsidRPr="007B5A7D">
        <w:rPr>
          <w:rFonts w:ascii="Cambria" w:hAnsi="Cambria" w:cstheme="minorHAnsi"/>
          <w:sz w:val="22"/>
          <w:szCs w:val="22"/>
        </w:rPr>
        <w:lastRenderedPageBreak/>
        <w:t>zweryfikowanie prawidłowości ich wykonania z opisem czynności i zleceniem,</w:t>
      </w:r>
    </w:p>
    <w:p w:rsidR="00167B75" w:rsidRPr="007B5A7D" w:rsidRDefault="00167B75" w:rsidP="00167B75">
      <w:pPr>
        <w:pStyle w:val="Akapitzlist"/>
        <w:widowControl w:val="0"/>
        <w:numPr>
          <w:ilvl w:val="0"/>
          <w:numId w:val="49"/>
        </w:numPr>
        <w:tabs>
          <w:tab w:val="left" w:pos="567"/>
        </w:tabs>
        <w:autoSpaceDE w:val="0"/>
        <w:autoSpaceDN w:val="0"/>
        <w:spacing w:line="276" w:lineRule="auto"/>
        <w:ind w:right="375"/>
        <w:contextualSpacing w:val="0"/>
        <w:jc w:val="both"/>
        <w:rPr>
          <w:rFonts w:ascii="Cambria" w:eastAsia="Cambria" w:hAnsi="Cambria" w:cstheme="minorHAnsi"/>
          <w:sz w:val="22"/>
          <w:szCs w:val="22"/>
          <w:lang w:bidi="pl-PL"/>
        </w:rPr>
      </w:pPr>
      <w:r w:rsidRPr="007B5A7D">
        <w:rPr>
          <w:rFonts w:ascii="Cambria" w:eastAsia="Cambria" w:hAnsi="Cambria" w:cstheme="minorHAnsi"/>
          <w:sz w:val="22"/>
          <w:szCs w:val="22"/>
          <w:lang w:bidi="pl-PL"/>
        </w:rPr>
        <w:t xml:space="preserve"> </w:t>
      </w:r>
      <w:r w:rsidRPr="007B5A7D">
        <w:rPr>
          <w:rFonts w:ascii="Cambria" w:eastAsia="Cambria" w:hAnsi="Cambria" w:cstheme="minorHAnsi"/>
          <w:sz w:val="22"/>
          <w:szCs w:val="22"/>
          <w:lang w:bidi="pl-PL"/>
        </w:rPr>
        <w:tab/>
        <w:t xml:space="preserve">dokonanie pomiaru powierzchni wykonanego zabiegu (np. przy pomocy: dalmierza, taśmy mierniczej, GPS, </w:t>
      </w:r>
      <w:proofErr w:type="spellStart"/>
      <w:r w:rsidRPr="007B5A7D">
        <w:rPr>
          <w:rFonts w:ascii="Cambria" w:eastAsia="Cambria" w:hAnsi="Cambria" w:cstheme="minorHAnsi"/>
          <w:sz w:val="22"/>
          <w:szCs w:val="22"/>
          <w:lang w:bidi="pl-PL"/>
        </w:rPr>
        <w:t>itp</w:t>
      </w:r>
      <w:proofErr w:type="spellEnd"/>
      <w:r w:rsidRPr="007B5A7D">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rsidR="00167B75" w:rsidRPr="007B5A7D" w:rsidRDefault="00167B75" w:rsidP="00167B75">
      <w:pPr>
        <w:suppressAutoHyphens w:val="0"/>
        <w:spacing w:after="200" w:line="276" w:lineRule="auto"/>
        <w:ind w:firstLine="426"/>
        <w:rPr>
          <w:rFonts w:ascii="Cambria" w:eastAsia="Calibri" w:hAnsi="Cambria" w:cstheme="minorHAnsi"/>
          <w:b/>
          <w:bCs/>
          <w:sz w:val="22"/>
          <w:szCs w:val="22"/>
          <w:lang w:eastAsia="en-US"/>
        </w:rPr>
      </w:pPr>
      <w:r w:rsidRPr="007B5A7D">
        <w:rPr>
          <w:rFonts w:ascii="Cambria" w:hAnsi="Cambria" w:cstheme="minorHAnsi"/>
          <w:sz w:val="22"/>
          <w:szCs w:val="22"/>
        </w:rPr>
        <w:t>(</w:t>
      </w:r>
      <w:r w:rsidRPr="007B5A7D">
        <w:rPr>
          <w:rFonts w:ascii="Cambria" w:hAnsi="Cambria" w:cstheme="minorHAnsi"/>
          <w:i/>
          <w:sz w:val="22"/>
          <w:szCs w:val="22"/>
        </w:rPr>
        <w:t>rozliczenie z dokładnością do dwóch miejsc po przecinku)</w:t>
      </w:r>
    </w:p>
    <w:p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23</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N</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PPOD-31N, </w:t>
            </w:r>
            <w:r w:rsidRPr="007B5A7D">
              <w:rPr>
                <w:rFonts w:ascii="Cambria" w:eastAsia="Calibri" w:hAnsi="Cambria" w:cstheme="minorHAnsi"/>
                <w:sz w:val="22"/>
                <w:szCs w:val="22"/>
                <w:lang w:val="pt-BR" w:eastAsia="en-US"/>
              </w:rPr>
              <w:br/>
              <w:t xml:space="preserve">PPOD-61N, PPOD&gt;61N, </w:t>
            </w:r>
            <w:r w:rsidRPr="007B5A7D">
              <w:rPr>
                <w:rFonts w:ascii="Cambria" w:eastAsia="Calibri" w:hAnsi="Cambria" w:cstheme="minorHAnsi"/>
                <w:sz w:val="22"/>
                <w:szCs w:val="22"/>
                <w:lang w:val="pt-BR" w:eastAsia="en-US"/>
              </w:rPr>
              <w:br/>
              <w:t xml:space="preserve">PPOD-32N, </w:t>
            </w:r>
            <w:r w:rsidRPr="007B5A7D">
              <w:rPr>
                <w:rFonts w:ascii="Cambria" w:eastAsia="Calibri" w:hAnsi="Cambria" w:cstheme="minorHAnsi"/>
                <w:sz w:val="22"/>
                <w:szCs w:val="22"/>
                <w:lang w:val="pt-BR" w:eastAsia="en-US"/>
              </w:rPr>
              <w:br/>
              <w:t xml:space="preserve">PPOD-62N, PPOD&gt;62N, </w:t>
            </w:r>
            <w:r w:rsidRPr="007B5A7D">
              <w:rPr>
                <w:rFonts w:ascii="Cambria" w:eastAsia="Calibri" w:hAnsi="Cambria" w:cstheme="minorHAnsi"/>
                <w:sz w:val="22"/>
                <w:szCs w:val="22"/>
                <w:lang w:val="pt-BR" w:eastAsia="en-US"/>
              </w:rPr>
              <w:br/>
              <w:t xml:space="preserve">PPOD-33N, </w:t>
            </w:r>
            <w:r w:rsidRPr="007B5A7D">
              <w:rPr>
                <w:rFonts w:ascii="Cambria" w:eastAsia="Calibri" w:hAnsi="Cambria" w:cstheme="minorHAnsi"/>
                <w:sz w:val="22"/>
                <w:szCs w:val="22"/>
                <w:lang w:val="pt-BR" w:eastAsia="en-US"/>
              </w:rPr>
              <w:br/>
              <w:t>PPOD-63N, PPOD&gt;63N</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24</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G</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PPOD-31G, </w:t>
            </w:r>
            <w:r w:rsidRPr="007B5A7D">
              <w:rPr>
                <w:rFonts w:ascii="Cambria" w:eastAsia="Calibri" w:hAnsi="Cambria" w:cstheme="minorHAnsi"/>
                <w:sz w:val="22"/>
                <w:szCs w:val="22"/>
                <w:lang w:eastAsia="en-US"/>
              </w:rPr>
              <w:br/>
              <w:t xml:space="preserve">PPOD-61G, PPOD&gt;61G, </w:t>
            </w:r>
            <w:r w:rsidRPr="007B5A7D">
              <w:rPr>
                <w:rFonts w:ascii="Cambria" w:eastAsia="Calibri" w:hAnsi="Cambria" w:cstheme="minorHAnsi"/>
                <w:sz w:val="22"/>
                <w:szCs w:val="22"/>
                <w:lang w:eastAsia="en-US"/>
              </w:rPr>
              <w:br/>
              <w:t xml:space="preserve">PPOD-32G, </w:t>
            </w:r>
            <w:r w:rsidRPr="007B5A7D">
              <w:rPr>
                <w:rFonts w:ascii="Cambria" w:eastAsia="Calibri" w:hAnsi="Cambria" w:cstheme="minorHAnsi"/>
                <w:sz w:val="22"/>
                <w:szCs w:val="22"/>
                <w:lang w:eastAsia="en-US"/>
              </w:rPr>
              <w:br/>
              <w:t xml:space="preserve">PPOD-62G, PPOD&gt;62G, </w:t>
            </w:r>
            <w:r w:rsidRPr="007B5A7D">
              <w:rPr>
                <w:rFonts w:ascii="Cambria" w:eastAsia="Calibri" w:hAnsi="Cambria" w:cstheme="minorHAnsi"/>
                <w:sz w:val="22"/>
                <w:szCs w:val="22"/>
                <w:lang w:eastAsia="en-US"/>
              </w:rPr>
              <w:br/>
              <w:t xml:space="preserve">PPOD-33G, </w:t>
            </w:r>
            <w:r w:rsidRPr="007B5A7D">
              <w:rPr>
                <w:rFonts w:ascii="Cambria" w:eastAsia="Calibri" w:hAnsi="Cambria" w:cstheme="minorHAnsi"/>
                <w:sz w:val="22"/>
                <w:szCs w:val="22"/>
                <w:lang w:eastAsia="en-US"/>
              </w:rPr>
              <w:br/>
              <w:t>PPOD-63G, PPOD&gt;63G</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wyciętych podszytów i podrostów poza działkę roboczą z pozostawieniem do rozdrobnienia, </w:t>
      </w:r>
      <w:proofErr w:type="spellStart"/>
      <w:r w:rsidRPr="007B5A7D">
        <w:rPr>
          <w:rFonts w:ascii="Cambria" w:eastAsia="Calibri" w:hAnsi="Cambria" w:cstheme="minorHAnsi"/>
          <w:sz w:val="22"/>
          <w:szCs w:val="22"/>
        </w:rPr>
        <w:t>zrębkowania</w:t>
      </w:r>
      <w:proofErr w:type="spellEnd"/>
      <w:r w:rsidRPr="007B5A7D">
        <w:rPr>
          <w:rFonts w:ascii="Cambria" w:eastAsia="Calibri" w:hAnsi="Cambria" w:cstheme="minorHAnsi"/>
          <w:sz w:val="22"/>
          <w:szCs w:val="22"/>
        </w:rPr>
        <w:t>, lub naturalnego rozkładu.</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9F7B63" w:rsidRPr="007B5A7D" w:rsidRDefault="00167B75" w:rsidP="009F7B63">
      <w:pPr>
        <w:pStyle w:val="Akapitzlist"/>
        <w:numPr>
          <w:ilvl w:val="0"/>
          <w:numId w:val="5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w:t>
      </w:r>
      <w:r w:rsidR="009F7B63" w:rsidRPr="009F7B63">
        <w:rPr>
          <w:rFonts w:ascii="Cambria" w:eastAsia="Calibri" w:hAnsi="Cambria" w:cstheme="minorHAnsi"/>
          <w:b/>
          <w:color w:val="FF0000"/>
          <w:sz w:val="22"/>
          <w:szCs w:val="22"/>
          <w:lang w:eastAsia="en-US"/>
        </w:rPr>
        <w:t>PORZ-SPAL,</w:t>
      </w:r>
      <w:r w:rsidR="009F7B63" w:rsidRPr="009F7B63">
        <w:rPr>
          <w:rFonts w:ascii="Cambria" w:eastAsia="Calibri" w:hAnsi="Cambria" w:cstheme="minorHAnsi"/>
          <w:color w:val="FF0000"/>
          <w:sz w:val="22"/>
          <w:szCs w:val="22"/>
          <w:lang w:eastAsia="en-US"/>
        </w:rPr>
        <w:t xml:space="preserve"> </w:t>
      </w:r>
      <w:r w:rsidR="009F7B63" w:rsidRPr="007624F2">
        <w:rPr>
          <w:rFonts w:ascii="Cambria" w:eastAsia="Calibri" w:hAnsi="Cambria" w:cstheme="minorHAnsi"/>
          <w:b/>
          <w:color w:val="FF0000"/>
          <w:sz w:val="22"/>
          <w:szCs w:val="22"/>
          <w:lang w:eastAsia="en-US"/>
        </w:rPr>
        <w:t>WPOD-N, WPOD-G, WPOD-BN, WPOD-</w:t>
      </w:r>
      <w:r w:rsidR="009F7B63">
        <w:rPr>
          <w:rFonts w:ascii="Cambria" w:eastAsia="Calibri" w:hAnsi="Cambria" w:cstheme="minorHAnsi"/>
          <w:b/>
          <w:color w:val="FF0000"/>
          <w:sz w:val="22"/>
          <w:szCs w:val="22"/>
          <w:lang w:eastAsia="en-US"/>
        </w:rPr>
        <w:t>BG</w:t>
      </w:r>
      <w:r w:rsidR="009F7B63" w:rsidRPr="007B5A7D">
        <w:rPr>
          <w:rFonts w:ascii="Cambria" w:eastAsia="Calibri" w:hAnsi="Cambria" w:cstheme="minorHAnsi"/>
          <w:sz w:val="22"/>
          <w:szCs w:val="22"/>
          <w:lang w:eastAsia="en-US"/>
        </w:rPr>
        <w:t xml:space="preserve">.  </w:t>
      </w:r>
    </w:p>
    <w:p w:rsidR="00167B75" w:rsidRPr="007B5A7D" w:rsidRDefault="00167B75" w:rsidP="00124A00">
      <w:pPr>
        <w:pStyle w:val="Akapitzlist"/>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  </w:t>
      </w:r>
    </w:p>
    <w:p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br w:type="page"/>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25</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znoszenie i układanie pozostałości do rozdrabniania.</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hAnsi="Cambria" w:cstheme="minorHAnsi"/>
          <w:sz w:val="22"/>
          <w:szCs w:val="22"/>
          <w:lang w:eastAsia="pl-PL"/>
        </w:rPr>
        <w:t>Sprzęt i narzędzia niezbędne do wykonania zabiegu zapewnia Wykonawca.</w:t>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pozrębowe to przede wszystkim drewno małowymiarowe oraz chrust,</w:t>
      </w:r>
    </w:p>
    <w:p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124A00" w:rsidRPr="00124A00">
        <w:rPr>
          <w:rFonts w:ascii="Cambria" w:eastAsia="Calibri" w:hAnsi="Cambria" w:cstheme="minorHAnsi"/>
          <w:color w:val="FF0000"/>
          <w:sz w:val="22"/>
          <w:szCs w:val="22"/>
          <w:lang w:eastAsia="en-US"/>
        </w:rPr>
        <w:t>do 10%</w:t>
      </w:r>
      <w:r w:rsidRPr="00124A00">
        <w:rPr>
          <w:rFonts w:ascii="Cambria" w:eastAsia="Calibri" w:hAnsi="Cambria" w:cstheme="minorHAnsi"/>
          <w:color w:val="FF0000"/>
          <w:sz w:val="22"/>
          <w:szCs w:val="22"/>
          <w:lang w:eastAsia="en-US"/>
        </w:rPr>
        <w:t xml:space="preserve"> </w:t>
      </w:r>
      <w:r w:rsidRPr="007B5A7D">
        <w:rPr>
          <w:rFonts w:ascii="Cambria" w:eastAsia="Calibri" w:hAnsi="Cambria" w:cstheme="minorHAnsi"/>
          <w:sz w:val="22"/>
          <w:szCs w:val="22"/>
          <w:lang w:eastAsia="en-US"/>
        </w:rPr>
        <w:t>,</w:t>
      </w:r>
    </w:p>
    <w:p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rsidR="00167B75" w:rsidRPr="007B5A7D" w:rsidRDefault="00167B75" w:rsidP="00167B75">
      <w:pPr>
        <w:pStyle w:val="Akapitzlist"/>
        <w:numPr>
          <w:ilvl w:val="0"/>
          <w:numId w:val="5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after="200" w:line="276"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26</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OPR-UC</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OPR-UC</w:t>
            </w:r>
          </w:p>
          <w:p w:rsidR="00167B75" w:rsidRPr="007B5A7D" w:rsidRDefault="00167B75" w:rsidP="009F7B6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OPR</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Opryskiwanie upraw opryskiwaczem - ciągnikowym</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27</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OPR-PSPAL</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OPR-PSPAL</w:t>
            </w:r>
          </w:p>
          <w:p w:rsidR="00167B75" w:rsidRPr="007B5A7D" w:rsidRDefault="00167B75" w:rsidP="009F7B6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OPP</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oprysk powierzchni środkiem chemicznym, opryskiwaczem plecakowym lub opryskiwaczem ciągnikowym.</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pStyle w:val="Akapitzlist"/>
        <w:numPr>
          <w:ilvl w:val="0"/>
          <w:numId w:val="5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eastAsia="Cambria" w:hAnsi="Cambria" w:cstheme="minorHAnsi"/>
          <w:sz w:val="22"/>
          <w:szCs w:val="22"/>
        </w:rPr>
        <w:t xml:space="preserve">miejsce odbioru środka chemicznego – km </w:t>
      </w:r>
      <w:r w:rsidR="00AB055C">
        <w:rPr>
          <w:rFonts w:ascii="Cambria" w:eastAsia="Cambria" w:hAnsi="Cambria" w:cstheme="minorHAnsi"/>
          <w:b/>
          <w:color w:val="FF0000"/>
          <w:sz w:val="22"/>
          <w:szCs w:val="22"/>
        </w:rPr>
        <w:t>1-45</w:t>
      </w:r>
      <w:r w:rsidR="009F7B63" w:rsidRPr="009F7B63">
        <w:rPr>
          <w:rFonts w:ascii="Cambria" w:eastAsia="Cambria" w:hAnsi="Cambria" w:cstheme="minorHAnsi"/>
          <w:b/>
          <w:color w:val="FF0000"/>
          <w:sz w:val="22"/>
          <w:szCs w:val="22"/>
        </w:rPr>
        <w:t>,</w:t>
      </w:r>
      <w:r w:rsidRPr="009F7B63">
        <w:rPr>
          <w:rFonts w:ascii="Cambria" w:eastAsia="Cambria" w:hAnsi="Cambria" w:cstheme="minorHAnsi"/>
          <w:b/>
          <w:color w:val="FF0000"/>
          <w:sz w:val="22"/>
          <w:szCs w:val="22"/>
        </w:rPr>
        <w:t xml:space="preserve"> </w:t>
      </w:r>
      <w:r w:rsidRPr="007B5A7D">
        <w:rPr>
          <w:rFonts w:ascii="Cambria" w:eastAsia="Cambria" w:hAnsi="Cambria" w:cstheme="minorHAnsi"/>
          <w:sz w:val="22"/>
          <w:szCs w:val="22"/>
        </w:rPr>
        <w:t xml:space="preserve">miejsce zwrotu opakowań po środku chemicznym – km </w:t>
      </w:r>
      <w:r w:rsidR="00AB055C">
        <w:rPr>
          <w:rFonts w:ascii="Cambria" w:eastAsia="Cambria" w:hAnsi="Cambria" w:cstheme="minorHAnsi"/>
          <w:b/>
          <w:color w:val="FF0000"/>
          <w:sz w:val="22"/>
          <w:szCs w:val="22"/>
        </w:rPr>
        <w:t>1-45</w:t>
      </w:r>
      <w:r w:rsidRPr="009F7B63">
        <w:rPr>
          <w:rFonts w:ascii="Cambria" w:eastAsia="Cambria" w:hAnsi="Cambria" w:cstheme="minorHAnsi"/>
          <w:color w:val="FF0000"/>
          <w:sz w:val="22"/>
          <w:szCs w:val="22"/>
        </w:rPr>
        <w:t xml:space="preserve">  </w:t>
      </w:r>
      <w:r w:rsidRPr="007B5A7D">
        <w:rPr>
          <w:rFonts w:ascii="Cambria" w:eastAsia="Cambria" w:hAnsi="Cambria" w:cstheme="minorHAnsi"/>
          <w:sz w:val="22"/>
          <w:szCs w:val="22"/>
        </w:rPr>
        <w:t xml:space="preserve">punkt poboru wody – km </w:t>
      </w:r>
      <w:r w:rsidR="00AB055C">
        <w:rPr>
          <w:rFonts w:ascii="Cambria" w:eastAsia="Cambria" w:hAnsi="Cambria" w:cstheme="minorHAnsi"/>
          <w:b/>
          <w:color w:val="FF0000"/>
          <w:sz w:val="22"/>
          <w:szCs w:val="22"/>
        </w:rPr>
        <w:t>1-5</w:t>
      </w:r>
      <w:r w:rsidRPr="007B5A7D">
        <w:rPr>
          <w:rFonts w:ascii="Cambria" w:eastAsia="Cambria" w:hAnsi="Cambria" w:cstheme="minorHAnsi"/>
          <w:sz w:val="22"/>
          <w:szCs w:val="22"/>
        </w:rPr>
        <w:t>,</w:t>
      </w:r>
    </w:p>
    <w:p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hAnsi="Cambria" w:cstheme="minorHAnsi"/>
          <w:sz w:val="22"/>
          <w:szCs w:val="22"/>
          <w:lang w:bidi="hi-IN"/>
        </w:rPr>
        <w:t>czynność GODZ OPR i GODZ OPP przeznaczona jest w wycenie na koszty transportowe.</w:t>
      </w:r>
    </w:p>
    <w:p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 MECH</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 MECH</w:t>
            </w:r>
          </w:p>
        </w:tc>
        <w:tc>
          <w:tcPr>
            <w:tcW w:w="2062" w:type="pct"/>
            <w:shd w:val="clear" w:color="auto" w:fill="auto"/>
          </w:tcPr>
          <w:p w:rsidR="00167B75" w:rsidRPr="007B5A7D" w:rsidRDefault="00167B75" w:rsidP="009F7B63">
            <w:pPr>
              <w:suppressAutoHyphens w:val="0"/>
              <w:spacing w:before="120" w:after="120"/>
              <w:rPr>
                <w:rFonts w:ascii="Cambria" w:eastAsia="SimSun" w:hAnsi="Cambria" w:cstheme="minorHAnsi"/>
                <w:bCs/>
                <w:iCs/>
                <w:kern w:val="1"/>
                <w:sz w:val="22"/>
                <w:szCs w:val="22"/>
                <w:lang w:eastAsia="en-US"/>
              </w:rPr>
            </w:pPr>
            <w:r w:rsidRPr="007B5A7D">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mechaniczne wywożenie pozostałości drzewnych (ciągnikiem)</w:t>
      </w:r>
      <w:r w:rsidRPr="007B5A7D">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załadunek i rozładunek materiału.</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124A00" w:rsidRPr="00124A00">
        <w:rPr>
          <w:rFonts w:ascii="Cambria" w:eastAsia="Calibri" w:hAnsi="Cambria" w:cstheme="minorHAnsi"/>
          <w:color w:val="FF0000"/>
          <w:sz w:val="22"/>
          <w:szCs w:val="22"/>
          <w:lang w:eastAsia="en-US"/>
        </w:rPr>
        <w:t>do 10</w:t>
      </w:r>
      <w:r w:rsidR="00124A00">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w:t>
      </w:r>
    </w:p>
    <w:p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 tak określonej masy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pozostałości drzewnych odejmuje się masę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29</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SPY</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SPY-2-50, </w:t>
            </w:r>
            <w:r w:rsidRPr="007B5A7D">
              <w:rPr>
                <w:rFonts w:ascii="Cambria" w:eastAsia="Calibri" w:hAnsi="Cambria" w:cstheme="minorHAnsi"/>
                <w:sz w:val="22"/>
                <w:szCs w:val="22"/>
                <w:lang w:eastAsia="en-US"/>
              </w:rPr>
              <w:br/>
              <w:t xml:space="preserve">SPY-4-50,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SPY-2-100, </w:t>
            </w:r>
            <w:r w:rsidRPr="007B5A7D">
              <w:rPr>
                <w:rFonts w:ascii="Cambria" w:eastAsia="Calibri" w:hAnsi="Cambria" w:cstheme="minorHAnsi"/>
                <w:sz w:val="22"/>
                <w:szCs w:val="22"/>
                <w:lang w:eastAsia="en-US"/>
              </w:rPr>
              <w:br/>
              <w:t xml:space="preserve">SPY-4-100,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 xml:space="preserve">SPY&gt;4-100,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SPY-2-150, </w:t>
            </w:r>
            <w:r w:rsidRPr="007B5A7D">
              <w:rPr>
                <w:rFonts w:ascii="Cambria" w:eastAsia="Calibri" w:hAnsi="Cambria" w:cstheme="minorHAnsi"/>
                <w:sz w:val="22"/>
                <w:szCs w:val="22"/>
                <w:lang w:eastAsia="en-US"/>
              </w:rPr>
              <w:br/>
              <w:t xml:space="preserve">SPY-4-150,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SPY&gt;4-150</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Spychanie karp i innych drzew</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30</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WYC</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WYC-2-50, </w:t>
            </w:r>
            <w:r w:rsidRPr="007B5A7D">
              <w:rPr>
                <w:rFonts w:ascii="Cambria" w:eastAsia="Calibri" w:hAnsi="Cambria" w:cstheme="minorHAnsi"/>
                <w:sz w:val="22"/>
                <w:szCs w:val="22"/>
                <w:lang w:eastAsia="en-US"/>
              </w:rPr>
              <w:br/>
              <w:t xml:space="preserve">WYC-4-50,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WYC-2-100, </w:t>
            </w:r>
            <w:r w:rsidRPr="007B5A7D">
              <w:rPr>
                <w:rFonts w:ascii="Cambria" w:eastAsia="Calibri" w:hAnsi="Cambria" w:cstheme="minorHAnsi"/>
                <w:sz w:val="22"/>
                <w:szCs w:val="22"/>
                <w:lang w:eastAsia="en-US"/>
              </w:rPr>
              <w:br/>
              <w:t xml:space="preserve">WYC-4-100,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 xml:space="preserve">&gt;4-100,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WYC-2-150, </w:t>
            </w:r>
            <w:r w:rsidRPr="007B5A7D">
              <w:rPr>
                <w:rFonts w:ascii="Cambria" w:eastAsia="Calibri" w:hAnsi="Cambria" w:cstheme="minorHAnsi"/>
                <w:sz w:val="22"/>
                <w:szCs w:val="22"/>
                <w:lang w:eastAsia="en-US"/>
              </w:rPr>
              <w:br/>
              <w:t xml:space="preserve">WYC-4-150,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&gt;4-150</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31</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WYK-2-50,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WYK-4-100,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 xml:space="preserve">&gt;4-100,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WYK-2-150, </w:t>
            </w:r>
            <w:r w:rsidRPr="007B5A7D">
              <w:rPr>
                <w:rFonts w:ascii="Cambria" w:hAnsi="Cambria" w:cstheme="minorHAnsi"/>
                <w:sz w:val="22"/>
                <w:szCs w:val="22"/>
              </w:rPr>
              <w:br/>
            </w:r>
            <w:r w:rsidRPr="007B5A7D">
              <w:rPr>
                <w:rFonts w:ascii="Cambria" w:eastAsia="Calibri" w:hAnsi="Cambria" w:cstheme="minorHAnsi"/>
                <w:sz w:val="22"/>
                <w:szCs w:val="22"/>
                <w:lang w:eastAsia="en-US"/>
              </w:rPr>
              <w:lastRenderedPageBreak/>
              <w:t xml:space="preserve">WYK-4-150,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&gt;4-150</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zawieszenie lub podczepienie sprzętu oraz regulacja,</w:t>
      </w:r>
    </w:p>
    <w:p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karp i innych drzew na wskazane miejsce,</w:t>
      </w:r>
    </w:p>
    <w:p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6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32</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KARPS</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KARPS&lt;1, </w:t>
            </w:r>
            <w:r w:rsidRPr="007B5A7D">
              <w:rPr>
                <w:rFonts w:ascii="Cambria" w:eastAsia="Calibri" w:hAnsi="Cambria" w:cstheme="minorHAnsi"/>
                <w:sz w:val="22"/>
                <w:szCs w:val="22"/>
                <w:lang w:eastAsia="en-US"/>
              </w:rPr>
              <w:br/>
              <w:t xml:space="preserve">KARPS-2, </w:t>
            </w:r>
            <w:r w:rsidRPr="007B5A7D">
              <w:rPr>
                <w:rFonts w:ascii="Cambria" w:eastAsia="Calibri" w:hAnsi="Cambria" w:cstheme="minorHAnsi"/>
                <w:sz w:val="22"/>
                <w:szCs w:val="22"/>
                <w:lang w:eastAsia="en-US"/>
              </w:rPr>
              <w:br/>
              <w:t xml:space="preserve">KARPS-3, </w:t>
            </w:r>
            <w:r w:rsidRPr="007B5A7D">
              <w:rPr>
                <w:rFonts w:ascii="Cambria" w:eastAsia="Calibri" w:hAnsi="Cambria" w:cstheme="minorHAnsi"/>
                <w:sz w:val="22"/>
                <w:szCs w:val="22"/>
                <w:lang w:eastAsia="en-US"/>
              </w:rPr>
              <w:br/>
              <w:t xml:space="preserve">KARPS-4, </w:t>
            </w:r>
            <w:r w:rsidRPr="007B5A7D">
              <w:rPr>
                <w:rFonts w:ascii="Cambria" w:eastAsia="Calibri" w:hAnsi="Cambria" w:cstheme="minorHAnsi"/>
                <w:sz w:val="22"/>
                <w:szCs w:val="22"/>
                <w:lang w:eastAsia="en-US"/>
              </w:rPr>
              <w:br/>
              <w:t xml:space="preserve">KARPS-6, </w:t>
            </w:r>
            <w:r w:rsidRPr="007B5A7D">
              <w:rPr>
                <w:rFonts w:ascii="Cambria" w:eastAsia="Calibri" w:hAnsi="Cambria" w:cstheme="minorHAnsi"/>
                <w:sz w:val="22"/>
                <w:szCs w:val="22"/>
                <w:lang w:eastAsia="en-US"/>
              </w:rPr>
              <w:br/>
              <w:t xml:space="preserve">KARPS-8, </w:t>
            </w:r>
            <w:r w:rsidRPr="007B5A7D">
              <w:rPr>
                <w:rFonts w:ascii="Cambria" w:eastAsia="Calibri" w:hAnsi="Cambria" w:cstheme="minorHAnsi"/>
                <w:sz w:val="22"/>
                <w:szCs w:val="22"/>
                <w:lang w:eastAsia="en-US"/>
              </w:rPr>
              <w:br/>
              <w:t>KARPS&gt;8,</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starych</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33</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KARŚWBP</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KARPŚW&lt;1, KARPŚW-2, </w:t>
            </w:r>
            <w:r w:rsidRPr="007B5A7D">
              <w:rPr>
                <w:rFonts w:ascii="Cambria" w:eastAsia="Calibri" w:hAnsi="Cambria" w:cstheme="minorHAnsi"/>
                <w:sz w:val="22"/>
                <w:szCs w:val="22"/>
                <w:lang w:eastAsia="en-US"/>
              </w:rPr>
              <w:br/>
              <w:t xml:space="preserve">KARPŚW-3, </w:t>
            </w:r>
            <w:r w:rsidRPr="007B5A7D">
              <w:rPr>
                <w:rFonts w:ascii="Cambria" w:eastAsia="Calibri" w:hAnsi="Cambria" w:cstheme="minorHAnsi"/>
                <w:sz w:val="22"/>
                <w:szCs w:val="22"/>
                <w:lang w:eastAsia="en-US"/>
              </w:rPr>
              <w:br/>
              <w:t xml:space="preserve">KARPŚW-4, </w:t>
            </w:r>
            <w:r w:rsidRPr="007B5A7D">
              <w:rPr>
                <w:rFonts w:ascii="Cambria" w:eastAsia="Calibri" w:hAnsi="Cambria" w:cstheme="minorHAnsi"/>
                <w:sz w:val="22"/>
                <w:szCs w:val="22"/>
                <w:lang w:eastAsia="en-US"/>
              </w:rPr>
              <w:br/>
              <w:t xml:space="preserve">KARPŚW-6, </w:t>
            </w:r>
            <w:r w:rsidRPr="007B5A7D">
              <w:rPr>
                <w:rFonts w:ascii="Cambria" w:eastAsia="Calibri" w:hAnsi="Cambria" w:cstheme="minorHAnsi"/>
                <w:sz w:val="22"/>
                <w:szCs w:val="22"/>
                <w:lang w:eastAsia="en-US"/>
              </w:rPr>
              <w:br/>
              <w:t>KARPŚW-8, KARPŚW&gt;8,</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świeżych bez przecinania</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34</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KARŚWZP</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KARPŚP&lt;1,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KARPŚP-2,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KARPŚP-3,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KARPŚP-4,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KARPŚP-6, </w:t>
            </w:r>
            <w:r w:rsidRPr="007B5A7D">
              <w:rPr>
                <w:rFonts w:ascii="Cambria" w:hAnsi="Cambria" w:cstheme="minorHAnsi"/>
                <w:sz w:val="22"/>
                <w:szCs w:val="22"/>
              </w:rPr>
              <w:br/>
            </w:r>
            <w:r w:rsidRPr="007B5A7D">
              <w:rPr>
                <w:rFonts w:ascii="Cambria" w:eastAsia="Calibri" w:hAnsi="Cambria" w:cstheme="minorHAnsi"/>
                <w:sz w:val="22"/>
                <w:szCs w:val="22"/>
                <w:lang w:eastAsia="en-US"/>
              </w:rPr>
              <w:t>KARPŚP-8, KARPŚP&gt;8,</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Karczowanie pniaków świeżych z przecinaniem</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dojazd do powierzchni, </w:t>
      </w:r>
    </w:p>
    <w:p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przy ustalaniu liczby pniaków na ha, pniaków o średnicy do 15 cm nie uwzględnia się. Do pniaków z przecinaniem zalicza się powierzchnie, na których ponad 30% pniaków wymaga przecinania,</w:t>
      </w:r>
    </w:p>
    <w:p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35</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36</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Orka pełna</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37</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Włókowanie - szerokość włóki do 5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38</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Wałowanie - szerokość wału do 4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Niwelowanie terenu</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zawieszenie lub podczepienie sprzętu, </w:t>
      </w:r>
    </w:p>
    <w:p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orka, włókowanie, wałowanie lub niwelowanie terenu,</w:t>
      </w:r>
    </w:p>
    <w:p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rsidR="00167B75" w:rsidRPr="007B5A7D" w:rsidRDefault="00167B75" w:rsidP="00167B75">
      <w:pPr>
        <w:pStyle w:val="Akapitzlist"/>
        <w:numPr>
          <w:ilvl w:val="0"/>
          <w:numId w:val="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eastAsia="Calibri" w:hAnsi="Cambria" w:cstheme="minorHAnsi"/>
          <w:kern w:val="1"/>
          <w:sz w:val="22"/>
          <w:szCs w:val="22"/>
          <w:lang w:eastAsia="hi-IN" w:bidi="hi-IN"/>
        </w:rPr>
        <w:lastRenderedPageBreak/>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OBAL-SŚW</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OBAL-S2ŚG,</w:t>
            </w:r>
            <w:r w:rsidRPr="007B5A7D">
              <w:rPr>
                <w:rFonts w:ascii="Cambria" w:eastAsia="Calibri" w:hAnsi="Cambria" w:cstheme="minorHAnsi"/>
                <w:sz w:val="22"/>
                <w:szCs w:val="22"/>
                <w:lang w:eastAsia="en-US"/>
              </w:rPr>
              <w:br/>
              <w:t>OBAL-S3ŚG,</w:t>
            </w:r>
            <w:r w:rsidRPr="007B5A7D">
              <w:rPr>
                <w:rFonts w:ascii="Cambria" w:eastAsia="Calibri" w:hAnsi="Cambria" w:cstheme="minorHAnsi"/>
                <w:sz w:val="22"/>
                <w:szCs w:val="22"/>
                <w:lang w:eastAsia="en-US"/>
              </w:rPr>
              <w:br/>
              <w:t>OBAL-S4ŚG,</w:t>
            </w:r>
            <w:r w:rsidRPr="007B5A7D">
              <w:rPr>
                <w:rFonts w:ascii="Cambria" w:eastAsia="Calibri" w:hAnsi="Cambria" w:cstheme="minorHAnsi"/>
                <w:sz w:val="22"/>
                <w:szCs w:val="22"/>
                <w:lang w:eastAsia="en-US"/>
              </w:rPr>
              <w:br/>
              <w:t>OBAL&gt;S4ŚG</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41</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OBAL-SIG</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OBAL-S2IG, </w:t>
            </w:r>
            <w:r w:rsidRPr="007B5A7D">
              <w:rPr>
                <w:rFonts w:ascii="Cambria" w:eastAsia="Calibri" w:hAnsi="Cambria" w:cstheme="minorHAnsi"/>
                <w:sz w:val="22"/>
                <w:szCs w:val="22"/>
                <w:lang w:val="pt-BR" w:eastAsia="en-US"/>
              </w:rPr>
              <w:br/>
              <w:t xml:space="preserve">OBAL-S3IG, </w:t>
            </w:r>
            <w:r w:rsidRPr="007B5A7D">
              <w:rPr>
                <w:rFonts w:ascii="Cambria" w:eastAsia="Calibri" w:hAnsi="Cambria" w:cstheme="minorHAnsi"/>
                <w:sz w:val="22"/>
                <w:szCs w:val="22"/>
                <w:lang w:val="pt-BR" w:eastAsia="en-US"/>
              </w:rPr>
              <w:br/>
              <w:t>OBAL-S4IG, OBAL&gt;S4IG</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42</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OBAL-SLG</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OBAL-S2LG, </w:t>
            </w:r>
            <w:r w:rsidRPr="007B5A7D">
              <w:rPr>
                <w:rFonts w:ascii="Cambria" w:eastAsia="Calibri" w:hAnsi="Cambria" w:cstheme="minorHAnsi"/>
                <w:sz w:val="22"/>
                <w:szCs w:val="22"/>
                <w:lang w:val="en-US" w:eastAsia="en-US"/>
              </w:rPr>
              <w:br/>
              <w:t xml:space="preserve">OBAL-S3LG, </w:t>
            </w:r>
            <w:r w:rsidRPr="007B5A7D">
              <w:rPr>
                <w:rFonts w:ascii="Cambria" w:eastAsia="Calibri" w:hAnsi="Cambria" w:cstheme="minorHAnsi"/>
                <w:sz w:val="22"/>
                <w:szCs w:val="22"/>
                <w:lang w:val="en-US" w:eastAsia="en-US"/>
              </w:rPr>
              <w:br/>
              <w:t>OBAL-S4LG, OBAL&gt;S4LG</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43</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OBAL-MŚW</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OBAL-M2ŚG, </w:t>
            </w:r>
            <w:r w:rsidRPr="007B5A7D">
              <w:rPr>
                <w:rFonts w:ascii="Cambria" w:eastAsia="Calibri" w:hAnsi="Cambria" w:cstheme="minorHAnsi"/>
                <w:sz w:val="22"/>
                <w:szCs w:val="22"/>
                <w:lang w:eastAsia="en-US"/>
              </w:rPr>
              <w:br/>
              <w:t xml:space="preserve">OBAL-M3ŚG, </w:t>
            </w:r>
            <w:r w:rsidRPr="007B5A7D">
              <w:rPr>
                <w:rFonts w:ascii="Cambria" w:eastAsia="Calibri" w:hAnsi="Cambria" w:cstheme="minorHAnsi"/>
                <w:sz w:val="22"/>
                <w:szCs w:val="22"/>
                <w:lang w:eastAsia="en-US"/>
              </w:rPr>
              <w:br/>
              <w:t>OBAL-M4ŚG, OBAL&gt;M4ŚG</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44</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OBAL-MIG</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val="de-DE" w:eastAsia="en-US"/>
              </w:rPr>
            </w:pPr>
            <w:r w:rsidRPr="007B5A7D">
              <w:rPr>
                <w:rFonts w:ascii="Cambria" w:eastAsia="Calibri" w:hAnsi="Cambria" w:cstheme="minorHAnsi"/>
                <w:sz w:val="22"/>
                <w:szCs w:val="22"/>
                <w:lang w:val="de-DE" w:eastAsia="en-US"/>
              </w:rPr>
              <w:t xml:space="preserve">OBAL-M2IG, </w:t>
            </w:r>
            <w:r w:rsidRPr="007B5A7D">
              <w:rPr>
                <w:rFonts w:ascii="Cambria" w:eastAsia="Calibri" w:hAnsi="Cambria" w:cstheme="minorHAnsi"/>
                <w:sz w:val="22"/>
                <w:szCs w:val="22"/>
                <w:lang w:val="de-DE" w:eastAsia="en-US"/>
              </w:rPr>
              <w:br/>
              <w:t xml:space="preserve">OBAL-M3IG, </w:t>
            </w:r>
            <w:r w:rsidRPr="007B5A7D">
              <w:rPr>
                <w:rFonts w:ascii="Cambria" w:eastAsia="Calibri" w:hAnsi="Cambria" w:cstheme="minorHAnsi"/>
                <w:sz w:val="22"/>
                <w:szCs w:val="22"/>
                <w:lang w:val="de-DE" w:eastAsia="en-US"/>
              </w:rPr>
              <w:br/>
              <w:t>OBAL-M4IG, OBAL&gt;M4IG</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45</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OBAL-MLG</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OBAL-M2LG,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OBAL-M3LG,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OBAL-M4LG, OBAL&gt;M4LG</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7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zaczepianie drzewa, obalanie drzew z korzeniami oraz ich usunięcie poza powierzchnię.</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7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46</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PORZ-ZRB</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 ZRB&lt;150,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P ZRB&lt;250,  </w:t>
            </w:r>
            <w:r w:rsidRPr="007B5A7D">
              <w:rPr>
                <w:rFonts w:ascii="Cambria" w:hAnsi="Cambria" w:cstheme="minorHAnsi"/>
                <w:sz w:val="22"/>
                <w:szCs w:val="22"/>
              </w:rPr>
              <w:br/>
            </w:r>
            <w:r w:rsidRPr="007B5A7D">
              <w:rPr>
                <w:rFonts w:ascii="Cambria" w:eastAsia="Calibri" w:hAnsi="Cambria" w:cstheme="minorHAnsi"/>
                <w:sz w:val="22"/>
                <w:szCs w:val="22"/>
                <w:lang w:eastAsia="en-US"/>
              </w:rPr>
              <w:t>P ZRB&gt;250</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rsidR="00167B75" w:rsidRPr="007B5A7D" w:rsidRDefault="00167B75" w:rsidP="00167B75">
      <w:pPr>
        <w:numPr>
          <w:ilvl w:val="0"/>
          <w:numId w:val="73"/>
        </w:numPr>
        <w:suppressAutoHyphens w:val="0"/>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prace wykonywane będą na powierzchniach pozrębowych przy użyciu ciągnika z przyczepą </w:t>
      </w:r>
      <w:proofErr w:type="spellStart"/>
      <w:r w:rsidRPr="007B5A7D">
        <w:rPr>
          <w:rFonts w:ascii="Cambria" w:eastAsia="Calibri" w:hAnsi="Cambria" w:cstheme="minorHAnsi"/>
          <w:bCs/>
          <w:sz w:val="22"/>
          <w:szCs w:val="22"/>
          <w:lang w:eastAsia="en-US"/>
        </w:rPr>
        <w:t>samozaładowczą</w:t>
      </w:r>
      <w:proofErr w:type="spellEnd"/>
      <w:r w:rsidRPr="007B5A7D">
        <w:rPr>
          <w:rFonts w:ascii="Cambria" w:eastAsia="Calibri" w:hAnsi="Cambria" w:cstheme="minorHAnsi"/>
          <w:bCs/>
          <w:sz w:val="22"/>
          <w:szCs w:val="22"/>
          <w:lang w:eastAsia="en-US"/>
        </w:rPr>
        <w:t xml:space="preserve"> lub </w:t>
      </w:r>
      <w:proofErr w:type="spellStart"/>
      <w:r w:rsidRPr="007B5A7D">
        <w:rPr>
          <w:rFonts w:ascii="Cambria" w:eastAsia="Calibri" w:hAnsi="Cambria" w:cstheme="minorHAnsi"/>
          <w:bCs/>
          <w:sz w:val="22"/>
          <w:szCs w:val="22"/>
          <w:lang w:eastAsia="en-US"/>
        </w:rPr>
        <w:t>forwardera</w:t>
      </w:r>
      <w:proofErr w:type="spellEnd"/>
      <w:r w:rsidRPr="007B5A7D">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w:t>
      </w:r>
      <w:proofErr w:type="spellStart"/>
      <w:r w:rsidRPr="007B5A7D">
        <w:rPr>
          <w:rFonts w:ascii="Cambria" w:eastAsia="Calibri" w:hAnsi="Cambria" w:cstheme="minorHAnsi"/>
          <w:bCs/>
          <w:sz w:val="22"/>
          <w:szCs w:val="22"/>
          <w:lang w:eastAsia="en-US"/>
        </w:rPr>
        <w:t>pozyskaniowych</w:t>
      </w:r>
      <w:proofErr w:type="spellEnd"/>
      <w:r w:rsidRPr="007B5A7D">
        <w:rPr>
          <w:rFonts w:ascii="Cambria" w:eastAsia="Calibri" w:hAnsi="Cambria" w:cstheme="minorHAnsi"/>
          <w:bCs/>
          <w:sz w:val="22"/>
          <w:szCs w:val="22"/>
          <w:lang w:eastAsia="en-US"/>
        </w:rPr>
        <w:t xml:space="preserve">. Układa się je w pryzmy usytuowane wzdłuż dróg wywozowych, na powierzchni zrębu lub w jego sąsiedztwie, w sposób umożliwiający swobodne </w:t>
      </w:r>
      <w:proofErr w:type="spellStart"/>
      <w:r w:rsidRPr="007B5A7D">
        <w:rPr>
          <w:rFonts w:ascii="Cambria" w:eastAsia="Calibri" w:hAnsi="Cambria" w:cstheme="minorHAnsi"/>
          <w:bCs/>
          <w:sz w:val="22"/>
          <w:szCs w:val="22"/>
          <w:lang w:eastAsia="en-US"/>
        </w:rPr>
        <w:t>zrębkowanie</w:t>
      </w:r>
      <w:proofErr w:type="spellEnd"/>
      <w:r w:rsidRPr="007B5A7D">
        <w:rPr>
          <w:rFonts w:ascii="Cambria" w:eastAsia="Calibri" w:hAnsi="Cambria" w:cstheme="minorHAnsi"/>
          <w:bCs/>
          <w:sz w:val="22"/>
          <w:szCs w:val="22"/>
          <w:lang w:eastAsia="en-US"/>
        </w:rPr>
        <w:t xml:space="preserve"> przez nabywcę tego sortymentu,</w:t>
      </w:r>
    </w:p>
    <w:p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odległość pryzmy od drogi wywozowej powinna wynosić około 4 </w:t>
      </w:r>
      <w:proofErr w:type="spellStart"/>
      <w:r w:rsidRPr="007B5A7D">
        <w:rPr>
          <w:rFonts w:ascii="Cambria" w:eastAsia="Calibri" w:hAnsi="Cambria" w:cstheme="minorHAnsi"/>
          <w:bCs/>
          <w:sz w:val="22"/>
          <w:szCs w:val="22"/>
          <w:lang w:eastAsia="en-US"/>
        </w:rPr>
        <w:t>mb</w:t>
      </w:r>
      <w:proofErr w:type="spellEnd"/>
      <w:r w:rsidRPr="007B5A7D">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p>
    <w:p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dokładność uprzątnięcia pozostałości z powierzchni zrębowych musi zapewnić możliwość swobodnego przygotowania gleby pod odnowienia przy użyciu sprzętu stosowanego w nadleśnictwie,</w:t>
      </w:r>
    </w:p>
    <w:p w:rsidR="00167B75" w:rsidRPr="007B5A7D" w:rsidRDefault="00167B75" w:rsidP="00167B75">
      <w:pPr>
        <w:pStyle w:val="Akapitzlist"/>
        <w:numPr>
          <w:ilvl w:val="0"/>
          <w:numId w:val="7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rsidR="00167B75" w:rsidRPr="007B5A7D" w:rsidRDefault="00167B75" w:rsidP="00167B75">
      <w:pPr>
        <w:suppressAutoHyphens w:val="0"/>
        <w:spacing w:after="200" w:line="276" w:lineRule="auto"/>
        <w:jc w:val="center"/>
        <w:rPr>
          <w:rFonts w:ascii="Cambria" w:eastAsia="Calibri" w:hAnsi="Cambria" w:cstheme="minorHAnsi"/>
          <w:b/>
          <w:sz w:val="22"/>
          <w:szCs w:val="22"/>
          <w:lang w:eastAsia="en-US"/>
        </w:rPr>
      </w:pPr>
    </w:p>
    <w:p w:rsidR="00167B75" w:rsidRPr="007B5A7D" w:rsidRDefault="00167B75" w:rsidP="00167B75">
      <w:pPr>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167B75" w:rsidRPr="007B5A7D" w:rsidTr="009F7B63">
        <w:trPr>
          <w:jc w:val="center"/>
        </w:trPr>
        <w:tc>
          <w:tcPr>
            <w:tcW w:w="621" w:type="pct"/>
            <w:tcBorders>
              <w:top w:val="single" w:sz="4" w:space="0" w:color="auto"/>
              <w:left w:val="single" w:sz="4" w:space="0" w:color="auto"/>
              <w:bottom w:val="single" w:sz="4" w:space="0" w:color="auto"/>
              <w:right w:val="single" w:sz="4" w:space="0" w:color="auto"/>
            </w:tcBorders>
            <w:hideMark/>
          </w:tcPr>
          <w:p w:rsidR="00167B75" w:rsidRPr="007B5A7D" w:rsidRDefault="00167B75" w:rsidP="009F7B63">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rsidR="00167B75" w:rsidRPr="007B5A7D" w:rsidRDefault="00167B75" w:rsidP="009F7B63">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rsidR="00167B75" w:rsidRPr="007B5A7D" w:rsidRDefault="00167B75" w:rsidP="009F7B63">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w:t>
            </w:r>
            <w:proofErr w:type="spellStart"/>
            <w:r w:rsidRPr="007B5A7D">
              <w:rPr>
                <w:rFonts w:ascii="Cambria" w:hAnsi="Cambria" w:cstheme="minorHAnsi"/>
                <w:b/>
                <w:bCs/>
                <w:i/>
                <w:iCs/>
                <w:color w:val="auto"/>
                <w:sz w:val="22"/>
                <w:szCs w:val="22"/>
              </w:rPr>
              <w:t>czynn</w:t>
            </w:r>
            <w:proofErr w:type="spellEnd"/>
            <w:r w:rsidRPr="007B5A7D">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rsidR="00167B75" w:rsidRPr="007B5A7D" w:rsidRDefault="00167B75" w:rsidP="009F7B63">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rsidR="00167B75" w:rsidRPr="007B5A7D" w:rsidRDefault="00167B75" w:rsidP="009F7B63">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Jednostka miary </w:t>
            </w:r>
          </w:p>
        </w:tc>
      </w:tr>
      <w:tr w:rsidR="00167B75" w:rsidRPr="007B5A7D" w:rsidTr="009F7B63">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rsidR="00167B75" w:rsidRPr="007B5A7D" w:rsidRDefault="00167B75" w:rsidP="009F7B63">
            <w:pPr>
              <w:spacing w:after="120"/>
              <w:jc w:val="center"/>
              <w:rPr>
                <w:rFonts w:ascii="Cambria" w:eastAsia="Calibri" w:hAnsi="Cambria" w:cstheme="minorHAnsi"/>
                <w:sz w:val="22"/>
                <w:szCs w:val="22"/>
                <w:lang w:eastAsia="en-US"/>
              </w:rPr>
            </w:pPr>
          </w:p>
          <w:p w:rsidR="00167B75" w:rsidRPr="007B5A7D" w:rsidRDefault="00167B75" w:rsidP="009F7B63">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rsidR="00167B75" w:rsidRPr="007B5A7D" w:rsidRDefault="00167B75" w:rsidP="009F7B63">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rsidR="00167B75" w:rsidRPr="007B5A7D" w:rsidRDefault="00167B75" w:rsidP="009F7B63">
            <w:pPr>
              <w:spacing w:after="120"/>
              <w:jc w:val="center"/>
              <w:rPr>
                <w:rFonts w:ascii="Cambria" w:eastAsia="Calibri" w:hAnsi="Cambria" w:cstheme="minorHAnsi"/>
                <w:bCs/>
                <w:iCs/>
                <w:sz w:val="22"/>
                <w:szCs w:val="22"/>
              </w:rPr>
            </w:pPr>
            <w:r w:rsidRPr="007B5A7D">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rsidR="00167B75" w:rsidRPr="007B5A7D" w:rsidRDefault="00167B75" w:rsidP="009F7B63">
            <w:pPr>
              <w:spacing w:after="120"/>
              <w:rPr>
                <w:rFonts w:ascii="Cambria" w:eastAsia="Calibri" w:hAnsi="Cambria" w:cstheme="minorHAnsi"/>
                <w:bCs/>
                <w:iCs/>
                <w:sz w:val="22"/>
                <w:szCs w:val="22"/>
              </w:rPr>
            </w:pPr>
            <w:r w:rsidRPr="007B5A7D">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rsidR="00167B75" w:rsidRPr="007B5A7D" w:rsidRDefault="00167B75" w:rsidP="009F7B63">
            <w:pPr>
              <w:spacing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HA</w:t>
            </w:r>
          </w:p>
        </w:tc>
      </w:tr>
    </w:tbl>
    <w:p w:rsidR="00167B75" w:rsidRPr="007B5A7D" w:rsidRDefault="00167B75" w:rsidP="00167B75">
      <w:pPr>
        <w:widowControl w:val="0"/>
        <w:jc w:val="both"/>
        <w:rPr>
          <w:rFonts w:ascii="Cambria" w:eastAsia="Verdana" w:hAnsi="Cambria" w:cstheme="minorHAnsi"/>
          <w:kern w:val="2"/>
          <w:sz w:val="22"/>
          <w:szCs w:val="22"/>
          <w:lang w:eastAsia="zh-CN" w:bidi="hi-IN"/>
        </w:rPr>
      </w:pPr>
      <w:r w:rsidRPr="007B5A7D">
        <w:rPr>
          <w:rFonts w:ascii="Cambria" w:eastAsia="Calibri" w:hAnsi="Cambria" w:cstheme="minorHAnsi"/>
          <w:b/>
          <w:bCs/>
          <w:sz w:val="22"/>
          <w:szCs w:val="22"/>
        </w:rPr>
        <w:t>Standard technologii prac obejmuje:</w:t>
      </w:r>
    </w:p>
    <w:p w:rsidR="00167B75" w:rsidRPr="007B5A7D" w:rsidRDefault="00167B75" w:rsidP="00167B75">
      <w:pPr>
        <w:numPr>
          <w:ilvl w:val="0"/>
          <w:numId w:val="76"/>
        </w:numPr>
        <w:suppressAutoHyphens w:val="0"/>
        <w:autoSpaceDE w:val="0"/>
        <w:autoSpaceDN w:val="0"/>
        <w:adjustRightInd w:val="0"/>
        <w:contextualSpacing/>
        <w:jc w:val="both"/>
        <w:rPr>
          <w:rFonts w:ascii="Cambria" w:eastAsia="Calibri" w:hAnsi="Cambria" w:cstheme="minorHAnsi"/>
          <w:bCs/>
          <w:sz w:val="22"/>
          <w:szCs w:val="22"/>
        </w:rPr>
      </w:pPr>
      <w:r w:rsidRPr="007B5A7D">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lastRenderedPageBreak/>
        <w:t>Uwagi:</w:t>
      </w:r>
    </w:p>
    <w:p w:rsidR="00167B75" w:rsidRPr="00AE5794" w:rsidRDefault="00167B75" w:rsidP="00167B75">
      <w:pPr>
        <w:widowControl w:val="0"/>
        <w:spacing w:line="360" w:lineRule="auto"/>
        <w:jc w:val="both"/>
        <w:rPr>
          <w:rFonts w:ascii="Cambria" w:eastAsiaTheme="minorHAnsi" w:hAnsi="Cambria" w:cstheme="minorHAnsi"/>
          <w:b/>
          <w:color w:val="FF0000"/>
          <w:sz w:val="22"/>
          <w:szCs w:val="22"/>
          <w:lang w:eastAsia="en-US"/>
        </w:rPr>
      </w:pPr>
      <w:r w:rsidRPr="007B5A7D">
        <w:rPr>
          <w:rFonts w:ascii="Cambria" w:eastAsiaTheme="minorHAnsi" w:hAnsi="Cambria" w:cstheme="minorHAnsi"/>
          <w:sz w:val="22"/>
          <w:szCs w:val="22"/>
          <w:lang w:eastAsia="en-US"/>
        </w:rPr>
        <w:t xml:space="preserve">Sprzęt, narzędzia zapewnia: </w:t>
      </w:r>
      <w:r w:rsidR="00AE5794">
        <w:rPr>
          <w:rFonts w:ascii="Cambria" w:eastAsiaTheme="minorHAnsi" w:hAnsi="Cambria" w:cstheme="minorHAnsi"/>
          <w:sz w:val="22"/>
          <w:szCs w:val="22"/>
          <w:lang w:eastAsia="en-US"/>
        </w:rPr>
        <w:t xml:space="preserve"> </w:t>
      </w:r>
    </w:p>
    <w:p w:rsidR="00167B75" w:rsidRPr="007B5A7D" w:rsidRDefault="00AB055C" w:rsidP="00167B75">
      <w:pPr>
        <w:widowControl w:val="0"/>
        <w:spacing w:line="360" w:lineRule="auto"/>
        <w:jc w:val="both"/>
        <w:rPr>
          <w:rFonts w:ascii="Cambria" w:eastAsia="Verdana" w:hAnsi="Cambria" w:cstheme="minorHAnsi"/>
          <w:kern w:val="1"/>
          <w:sz w:val="22"/>
          <w:szCs w:val="22"/>
          <w:lang w:eastAsia="zh-CN" w:bidi="hi-IN"/>
        </w:rPr>
      </w:pPr>
      <w:r>
        <w:rPr>
          <w:rFonts w:ascii="Cambria" w:eastAsia="Verdana" w:hAnsi="Cambria" w:cstheme="minorHAnsi"/>
          <w:kern w:val="1"/>
          <w:sz w:val="22"/>
          <w:szCs w:val="22"/>
          <w:lang w:eastAsia="zh-CN" w:bidi="hi-IN"/>
        </w:rPr>
        <w:t xml:space="preserve">- Wykonawca: </w:t>
      </w:r>
      <w:r>
        <w:rPr>
          <w:rFonts w:ascii="Cambria" w:eastAsia="Verdana" w:hAnsi="Cambria" w:cstheme="minorHAnsi"/>
          <w:color w:val="FF0000"/>
          <w:kern w:val="1"/>
          <w:sz w:val="22"/>
          <w:szCs w:val="22"/>
          <w:lang w:eastAsia="zh-CN" w:bidi="hi-IN"/>
        </w:rPr>
        <w:t>Zgrabiarka</w:t>
      </w:r>
      <w:r w:rsidR="00167B75" w:rsidRPr="007B5A7D">
        <w:rPr>
          <w:rFonts w:ascii="Cambria" w:eastAsia="Verdana" w:hAnsi="Cambria" w:cstheme="minorHAnsi"/>
          <w:kern w:val="1"/>
          <w:sz w:val="22"/>
          <w:szCs w:val="22"/>
          <w:lang w:eastAsia="zh-CN" w:bidi="hi-IN"/>
        </w:rPr>
        <w:t xml:space="preserve"> (wymienić)</w:t>
      </w:r>
    </w:p>
    <w:p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Zamawiający: …………………………………………………………………………………………..……………….. (wymienić)</w:t>
      </w:r>
    </w:p>
    <w:p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rsidR="00167B75" w:rsidRPr="007B5A7D" w:rsidRDefault="00167B75" w:rsidP="00167B75">
      <w:pPr>
        <w:pStyle w:val="Akapitzlist"/>
        <w:numPr>
          <w:ilvl w:val="0"/>
          <w:numId w:val="77"/>
        </w:numPr>
        <w:autoSpaceDE w:val="0"/>
        <w:spacing w:before="120" w:after="120"/>
        <w:jc w:val="both"/>
        <w:rPr>
          <w:rFonts w:ascii="Cambria" w:hAnsi="Cambria" w:cstheme="minorHAnsi"/>
          <w:sz w:val="22"/>
          <w:szCs w:val="22"/>
          <w:lang w:eastAsia="en-US"/>
        </w:rPr>
      </w:pPr>
      <w:r w:rsidRPr="007B5A7D">
        <w:rPr>
          <w:rFonts w:ascii="Cambria" w:hAnsi="Cambria" w:cstheme="minorHAnsi"/>
          <w:sz w:val="22"/>
          <w:szCs w:val="22"/>
          <w:lang w:eastAsia="en-US"/>
        </w:rPr>
        <w:t>odbiór prac nastąpi poprzez zweryfikowanie prawidłowości ich wykonania z opisem czynności i zleceniem,</w:t>
      </w:r>
    </w:p>
    <w:p w:rsidR="00167B75" w:rsidRPr="007B5A7D" w:rsidRDefault="00167B75" w:rsidP="00167B75">
      <w:pPr>
        <w:pStyle w:val="Akapitzlist"/>
        <w:numPr>
          <w:ilvl w:val="0"/>
          <w:numId w:val="77"/>
        </w:numPr>
        <w:spacing w:before="120" w:after="120"/>
        <w:jc w:val="both"/>
        <w:rPr>
          <w:rFonts w:ascii="Cambria" w:hAnsi="Cambria" w:cstheme="minorHAnsi"/>
          <w:sz w:val="22"/>
          <w:szCs w:val="22"/>
          <w:lang w:eastAsia="hi-IN"/>
        </w:rPr>
      </w:pPr>
      <w:r w:rsidRPr="007B5A7D">
        <w:rPr>
          <w:rFonts w:ascii="Cambria" w:hAnsi="Cambria" w:cstheme="minorHAnsi"/>
          <w:sz w:val="22"/>
          <w:szCs w:val="22"/>
          <w:lang w:eastAsia="hi-IN"/>
        </w:rPr>
        <w:t xml:space="preserve">dokonanie pomiaru powierzchni wykonanego zabiegu (np. przy pomocy: dalmierza, taśmy mierniczej, GPS, </w:t>
      </w:r>
      <w:proofErr w:type="spellStart"/>
      <w:r w:rsidRPr="007B5A7D">
        <w:rPr>
          <w:rFonts w:ascii="Cambria" w:hAnsi="Cambria" w:cstheme="minorHAnsi"/>
          <w:sz w:val="22"/>
          <w:szCs w:val="22"/>
          <w:lang w:eastAsia="hi-IN"/>
        </w:rPr>
        <w:t>itp</w:t>
      </w:r>
      <w:proofErr w:type="spellEnd"/>
      <w:r w:rsidRPr="007B5A7D">
        <w:rPr>
          <w:rFonts w:ascii="Cambria" w:hAnsi="Cambria" w:cstheme="minorHAnsi"/>
          <w:sz w:val="22"/>
          <w:szCs w:val="22"/>
          <w:lang w:eastAsia="hi-IN"/>
        </w:rPr>
        <w:t xml:space="preserve">). </w:t>
      </w:r>
      <w:r w:rsidRPr="007B5A7D">
        <w:rPr>
          <w:rFonts w:ascii="Cambria" w:hAnsi="Cambria" w:cstheme="minorHAnsi"/>
          <w:sz w:val="22"/>
          <w:szCs w:val="22"/>
        </w:rPr>
        <w:t>Zlecona powierzchnia powinna być pomniejszona o istniejące w wydzieleniu takie elementy jak: drogi, kępy drzewostanu nie objęte zabiegiem, bagna itp</w:t>
      </w:r>
      <w:r w:rsidRPr="007B5A7D">
        <w:rPr>
          <w:rFonts w:ascii="Cambria" w:hAnsi="Cambria" w:cstheme="minorHAnsi"/>
          <w:sz w:val="22"/>
          <w:szCs w:val="22"/>
          <w:lang w:eastAsia="hi-IN"/>
        </w:rPr>
        <w:t>.</w:t>
      </w:r>
    </w:p>
    <w:p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hAnsi="Cambria" w:cstheme="minorHAnsi"/>
          <w:sz w:val="22"/>
          <w:szCs w:val="22"/>
          <w:lang w:eastAsia="hi-IN"/>
        </w:rPr>
        <w:t>(</w:t>
      </w:r>
      <w:r w:rsidRPr="007B5A7D">
        <w:rPr>
          <w:rFonts w:ascii="Cambria" w:hAnsi="Cambria" w:cstheme="minorHAnsi"/>
          <w:i/>
          <w:iCs/>
          <w:sz w:val="22"/>
          <w:szCs w:val="22"/>
        </w:rPr>
        <w:t>rozliczenie</w:t>
      </w:r>
      <w:r w:rsidRPr="007B5A7D">
        <w:rPr>
          <w:rFonts w:ascii="Cambria" w:hAnsi="Cambria" w:cstheme="minorHAnsi"/>
          <w:sz w:val="22"/>
          <w:szCs w:val="22"/>
          <w:lang w:eastAsia="hi-IN"/>
        </w:rPr>
        <w:t xml:space="preserve"> z dokładnością do dwóch miejsc po przecinku)</w:t>
      </w:r>
    </w:p>
    <w:p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167B75" w:rsidRPr="007B5A7D" w:rsidTr="009F7B63">
        <w:trPr>
          <w:trHeight w:val="161"/>
          <w:jc w:val="center"/>
        </w:trPr>
        <w:tc>
          <w:tcPr>
            <w:tcW w:w="353"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4"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3"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48</w:t>
            </w:r>
          </w:p>
        </w:tc>
        <w:tc>
          <w:tcPr>
            <w:tcW w:w="944"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897"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203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na pasach  – prace ręczne</w:t>
            </w:r>
          </w:p>
        </w:tc>
        <w:tc>
          <w:tcPr>
            <w:tcW w:w="774"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zdarcie pokrywy gleby pasami (szerokość&gt;= 40 cm),  przy pomocy np. motyki lub szpadla do gleby mineralnej, </w:t>
      </w:r>
    </w:p>
    <w:p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usunięcie chwastów i wytrząśnięcie próchnicy ze zdartej pokrywy gleby</w:t>
      </w:r>
      <w:r>
        <w:rPr>
          <w:rFonts w:ascii="Cambria" w:eastAsia="Calibri" w:hAnsi="Cambria" w:cstheme="minorHAnsi"/>
          <w:sz w:val="22"/>
          <w:szCs w:val="22"/>
          <w:lang w:eastAsia="en-US"/>
        </w:rPr>
        <w:t>.</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7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pasów odległość pomiędzy środkami powinna wynosić </w:t>
      </w:r>
      <w:r w:rsidR="00AE5794" w:rsidRPr="00AE5794">
        <w:rPr>
          <w:rFonts w:ascii="Cambria" w:eastAsia="Calibri" w:hAnsi="Cambria" w:cstheme="minorHAnsi"/>
          <w:b/>
          <w:color w:val="FF0000"/>
          <w:sz w:val="22"/>
          <w:szCs w:val="22"/>
          <w:lang w:eastAsia="en-US"/>
        </w:rPr>
        <w:t>1,5</w:t>
      </w:r>
      <w:r w:rsidR="00AE5794" w:rsidRPr="00AE5794">
        <w:rPr>
          <w:rFonts w:ascii="Cambria" w:eastAsia="Calibri" w:hAnsi="Cambria" w:cstheme="minorHAnsi"/>
          <w:color w:val="FF0000"/>
          <w:sz w:val="22"/>
          <w:szCs w:val="22"/>
          <w:lang w:eastAsia="en-US"/>
        </w:rPr>
        <w:t xml:space="preserve"> </w:t>
      </w:r>
      <w:r w:rsidRPr="007B5A7D">
        <w:rPr>
          <w:rFonts w:ascii="Cambria" w:eastAsia="Calibri" w:hAnsi="Cambria" w:cstheme="minorHAnsi"/>
          <w:sz w:val="22"/>
          <w:szCs w:val="22"/>
          <w:lang w:eastAsia="en-US"/>
        </w:rPr>
        <w:t>m (+/- 10%),</w:t>
      </w:r>
    </w:p>
    <w:p w:rsidR="00167B75" w:rsidRPr="007B5A7D" w:rsidRDefault="00167B75" w:rsidP="00167B75">
      <w:pPr>
        <w:pStyle w:val="Akapitzlist"/>
        <w:numPr>
          <w:ilvl w:val="0"/>
          <w:numId w:val="7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sidR="00AE5794" w:rsidRPr="00AE5794">
        <w:rPr>
          <w:rFonts w:ascii="Cambria" w:eastAsia="Calibri" w:hAnsi="Cambria" w:cstheme="minorHAnsi"/>
          <w:b/>
          <w:color w:val="FF0000"/>
          <w:sz w:val="22"/>
          <w:szCs w:val="22"/>
          <w:lang w:eastAsia="en-US"/>
        </w:rPr>
        <w:t>1,50</w:t>
      </w:r>
      <w:r w:rsidR="00AE5794" w:rsidRPr="00AE5794">
        <w:rPr>
          <w:rFonts w:ascii="Cambria" w:eastAsia="Calibri" w:hAnsi="Cambria" w:cstheme="minorHAnsi"/>
          <w:color w:val="FF0000"/>
          <w:sz w:val="22"/>
          <w:szCs w:val="22"/>
          <w:lang w:eastAsia="en-US"/>
        </w:rPr>
        <w:t xml:space="preserve"> </w:t>
      </w:r>
      <w:r w:rsidRPr="00AE5794">
        <w:rPr>
          <w:rFonts w:ascii="Cambria" w:eastAsia="Calibri" w:hAnsi="Cambria" w:cstheme="minorHAnsi"/>
          <w:color w:val="FF0000"/>
          <w:sz w:val="22"/>
          <w:szCs w:val="22"/>
          <w:lang w:eastAsia="en-US"/>
        </w:rPr>
        <w:t xml:space="preserve"> </w:t>
      </w:r>
      <w:r w:rsidRPr="007B5A7D">
        <w:rPr>
          <w:rFonts w:ascii="Cambria" w:eastAsia="Calibri" w:hAnsi="Cambria" w:cstheme="minorHAnsi"/>
          <w:sz w:val="22"/>
          <w:szCs w:val="22"/>
          <w:lang w:eastAsia="en-US"/>
        </w:rPr>
        <w:t xml:space="preserve">m (+/-10 %) jest  </w:t>
      </w:r>
      <w:r w:rsidR="006D239E">
        <w:rPr>
          <w:rFonts w:ascii="Cambria" w:eastAsia="Calibri" w:hAnsi="Cambria" w:cstheme="minorHAnsi"/>
          <w:b/>
          <w:color w:val="FF0000"/>
          <w:sz w:val="22"/>
          <w:szCs w:val="22"/>
          <w:lang w:eastAsia="en-US"/>
        </w:rPr>
        <w:t>6667</w:t>
      </w:r>
      <w:r w:rsidR="00AE5794">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 xml:space="preserve"> m (metrów) pasów. Pomiar odległości pomiędzy pasami zostanie dokonany minimum </w:t>
      </w:r>
      <w:r w:rsidRPr="00AE5794">
        <w:rPr>
          <w:rFonts w:ascii="Cambria" w:eastAsia="Calibri" w:hAnsi="Cambria" w:cstheme="minorHAnsi"/>
          <w:b/>
          <w:color w:val="FF0000"/>
          <w:sz w:val="22"/>
          <w:szCs w:val="22"/>
          <w:lang w:eastAsia="en-US"/>
        </w:rPr>
        <w:t xml:space="preserve">w </w:t>
      </w:r>
      <w:r w:rsidR="00AE5794" w:rsidRPr="00AE5794">
        <w:rPr>
          <w:rFonts w:ascii="Cambria" w:eastAsia="Calibri" w:hAnsi="Cambria" w:cstheme="minorHAnsi"/>
          <w:b/>
          <w:color w:val="FF0000"/>
          <w:sz w:val="22"/>
          <w:szCs w:val="22"/>
          <w:lang w:eastAsia="en-US"/>
        </w:rPr>
        <w:t>3</w:t>
      </w:r>
      <w:r w:rsidR="00AE5794">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r w:rsidRPr="007B5A7D">
        <w:rPr>
          <w:rFonts w:ascii="Cambria" w:eastAsia="Calibri" w:hAnsi="Cambria" w:cstheme="minorHAnsi"/>
          <w:bCs/>
          <w:i/>
          <w:sz w:val="22"/>
          <w:szCs w:val="22"/>
          <w:lang w:eastAsia="en-US"/>
        </w:rPr>
        <w:t xml:space="preserve"> </w:t>
      </w:r>
    </w:p>
    <w:p w:rsidR="00167B75" w:rsidRPr="007B5A7D" w:rsidRDefault="00167B75" w:rsidP="00167B75">
      <w:pPr>
        <w:pStyle w:val="Akapitzlist"/>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49</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50</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przygotowanie sprzężaju i narzędzi do pracy,</w:t>
      </w:r>
    </w:p>
    <w:p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pokrywy gleby pasami (szerokość&gt;= 40 cm),  wraz z poprawieniem pasów, </w:t>
      </w:r>
    </w:p>
    <w:p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narzędzi oraz drobne naprawy sprzętu. </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pasów odległość pomiędzy środkami powinna wynosić </w:t>
      </w:r>
      <w:r w:rsidR="00AE5794" w:rsidRPr="00AE5794">
        <w:rPr>
          <w:rFonts w:ascii="Cambria" w:eastAsia="Calibri" w:hAnsi="Cambria" w:cstheme="minorHAnsi"/>
          <w:b/>
          <w:color w:val="FF0000"/>
          <w:sz w:val="22"/>
          <w:szCs w:val="22"/>
          <w:lang w:eastAsia="en-US"/>
        </w:rPr>
        <w:t>1,50</w:t>
      </w:r>
      <w:r w:rsidR="00AE5794" w:rsidRPr="00AE5794">
        <w:rPr>
          <w:rFonts w:ascii="Cambria" w:eastAsia="Calibri" w:hAnsi="Cambria" w:cstheme="minorHAnsi"/>
          <w:color w:val="FF0000"/>
          <w:sz w:val="22"/>
          <w:szCs w:val="22"/>
          <w:lang w:eastAsia="en-US"/>
        </w:rPr>
        <w:t xml:space="preserve"> </w:t>
      </w:r>
      <w:r w:rsidRPr="00AE5794">
        <w:rPr>
          <w:rFonts w:ascii="Cambria" w:eastAsia="Calibri" w:hAnsi="Cambria" w:cstheme="minorHAnsi"/>
          <w:color w:val="FF0000"/>
          <w:sz w:val="22"/>
          <w:szCs w:val="22"/>
          <w:lang w:eastAsia="en-US"/>
        </w:rPr>
        <w:t xml:space="preserve"> </w:t>
      </w:r>
      <w:r w:rsidRPr="007B5A7D">
        <w:rPr>
          <w:rFonts w:ascii="Cambria" w:eastAsia="Calibri" w:hAnsi="Cambria" w:cstheme="minorHAnsi"/>
          <w:sz w:val="22"/>
          <w:szCs w:val="22"/>
          <w:lang w:eastAsia="en-US"/>
        </w:rPr>
        <w:t>m (+/- 10%) – nie dotyczy pasów wykonywanych pod okapem drzewostanu,</w:t>
      </w:r>
    </w:p>
    <w:p w:rsidR="00167B75" w:rsidRPr="007B5A7D" w:rsidRDefault="00167B75" w:rsidP="00167B75">
      <w:pPr>
        <w:pStyle w:val="Akapitzlist"/>
        <w:numPr>
          <w:ilvl w:val="0"/>
          <w:numId w:val="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sidR="00AE5794" w:rsidRPr="00AE5794">
        <w:rPr>
          <w:rFonts w:ascii="Cambria" w:eastAsia="Calibri" w:hAnsi="Cambria" w:cstheme="minorHAnsi"/>
          <w:b/>
          <w:color w:val="FF0000"/>
          <w:sz w:val="22"/>
          <w:szCs w:val="22"/>
          <w:lang w:eastAsia="en-US"/>
        </w:rPr>
        <w:t>1,50</w:t>
      </w:r>
      <w:r w:rsidR="00AE5794" w:rsidRPr="00AE5794">
        <w:rPr>
          <w:rFonts w:ascii="Cambria" w:eastAsia="Calibri" w:hAnsi="Cambria" w:cstheme="minorHAnsi"/>
          <w:color w:val="FF0000"/>
          <w:sz w:val="22"/>
          <w:szCs w:val="22"/>
          <w:lang w:eastAsia="en-US"/>
        </w:rPr>
        <w:t xml:space="preserve"> </w:t>
      </w:r>
      <w:r w:rsidRPr="00AE5794">
        <w:rPr>
          <w:rFonts w:ascii="Cambria" w:eastAsia="Calibri" w:hAnsi="Cambria" w:cstheme="minorHAnsi"/>
          <w:color w:val="FF0000"/>
          <w:sz w:val="22"/>
          <w:szCs w:val="22"/>
          <w:lang w:eastAsia="en-US"/>
        </w:rPr>
        <w:t xml:space="preserve"> </w:t>
      </w:r>
      <w:r w:rsidRPr="007B5A7D">
        <w:rPr>
          <w:rFonts w:ascii="Cambria" w:eastAsia="Calibri" w:hAnsi="Cambria" w:cstheme="minorHAnsi"/>
          <w:sz w:val="22"/>
          <w:szCs w:val="22"/>
          <w:lang w:eastAsia="en-US"/>
        </w:rPr>
        <w:t xml:space="preserve">m jest  </w:t>
      </w:r>
      <w:r w:rsidR="006D239E">
        <w:rPr>
          <w:rFonts w:ascii="Cambria" w:eastAsia="Calibri" w:hAnsi="Cambria" w:cstheme="minorHAnsi"/>
          <w:b/>
          <w:color w:val="FF0000"/>
          <w:sz w:val="22"/>
          <w:szCs w:val="22"/>
          <w:lang w:eastAsia="en-US"/>
        </w:rPr>
        <w:t>6667</w:t>
      </w:r>
      <w:r w:rsidR="00AE5794" w:rsidRPr="00AE5794">
        <w:rPr>
          <w:rFonts w:ascii="Cambria" w:eastAsia="Calibri" w:hAnsi="Cambria" w:cstheme="minorHAnsi"/>
          <w:b/>
          <w:color w:val="FF0000"/>
          <w:sz w:val="22"/>
          <w:szCs w:val="22"/>
          <w:lang w:eastAsia="en-US"/>
        </w:rPr>
        <w:t xml:space="preserve"> </w:t>
      </w:r>
      <w:r w:rsidRPr="007B5A7D">
        <w:rPr>
          <w:rFonts w:ascii="Cambria" w:eastAsia="Calibri" w:hAnsi="Cambria" w:cstheme="minorHAnsi"/>
          <w:sz w:val="22"/>
          <w:szCs w:val="22"/>
          <w:lang w:eastAsia="en-US"/>
        </w:rPr>
        <w:t xml:space="preserve"> m (metrów) pasów. Pomiar odległości pomiędzy pasami zostanie dokonany minimum w </w:t>
      </w:r>
      <w:r w:rsidR="00AE5794" w:rsidRPr="00AE5794">
        <w:rPr>
          <w:rFonts w:ascii="Cambria" w:eastAsia="Calibri" w:hAnsi="Cambria" w:cstheme="minorHAnsi"/>
          <w:b/>
          <w:color w:val="FF0000"/>
          <w:sz w:val="22"/>
          <w:szCs w:val="22"/>
          <w:lang w:eastAsia="en-US"/>
        </w:rPr>
        <w:t>3</w:t>
      </w:r>
      <w:r w:rsidR="00AE5794">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w:t>
      </w:r>
    </w:p>
    <w:p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51</w:t>
            </w:r>
          </w:p>
        </w:tc>
        <w:tc>
          <w:tcPr>
            <w:tcW w:w="959" w:type="pct"/>
            <w:shd w:val="clear" w:color="auto" w:fill="auto"/>
          </w:tcPr>
          <w:p w:rsidR="00167B75" w:rsidRPr="007B5A7D" w:rsidRDefault="00167B75" w:rsidP="009F7B63">
            <w:pPr>
              <w:spacing w:before="120" w:after="120"/>
              <w:rPr>
                <w:rFonts w:ascii="Cambria" w:hAnsi="Cambria"/>
              </w:rPr>
            </w:pPr>
            <w:r w:rsidRPr="007B5A7D">
              <w:rPr>
                <w:rFonts w:ascii="Cambria" w:eastAsia="Arial" w:hAnsi="Cambria" w:cs="Arial"/>
                <w:sz w:val="22"/>
                <w:szCs w:val="22"/>
              </w:rPr>
              <w:t>WYK-TAL30</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WYK-TAL30</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Zdarcie pokrywy na talerzach 30 cm x 30 cm</w:t>
            </w:r>
          </w:p>
        </w:tc>
        <w:tc>
          <w:tcPr>
            <w:tcW w:w="710"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52</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40 cm x 40 cm</w:t>
            </w:r>
          </w:p>
        </w:tc>
        <w:tc>
          <w:tcPr>
            <w:tcW w:w="710"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53</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60 cm x 60 cm</w:t>
            </w:r>
          </w:p>
        </w:tc>
        <w:tc>
          <w:tcPr>
            <w:tcW w:w="710"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54</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placówkach o średnicy 1,2 m</w:t>
            </w:r>
          </w:p>
        </w:tc>
        <w:tc>
          <w:tcPr>
            <w:tcW w:w="710"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rPr>
              <w:lastRenderedPageBreak/>
              <w:t>55</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 xml:space="preserve">Zdarcie pokrywy na placówkach o wymiarach </w:t>
            </w:r>
            <w:r w:rsidR="00F85F14">
              <w:rPr>
                <w:rFonts w:ascii="Cambria" w:eastAsia="Calibri" w:hAnsi="Cambria" w:cstheme="minorHAnsi"/>
                <w:bCs/>
                <w:iCs/>
                <w:sz w:val="22"/>
                <w:szCs w:val="22"/>
              </w:rPr>
              <w:t>2.2.</w:t>
            </w:r>
            <w:r w:rsidRPr="007B5A7D">
              <w:rPr>
                <w:rFonts w:ascii="Cambria" w:eastAsia="Calibri" w:hAnsi="Cambria" w:cstheme="minorHAnsi"/>
                <w:bCs/>
                <w:iCs/>
                <w:sz w:val="22"/>
                <w:szCs w:val="22"/>
              </w:rPr>
              <w:t>mx</w:t>
            </w:r>
            <w:r w:rsidR="00F85F14">
              <w:rPr>
                <w:rFonts w:ascii="Cambria" w:eastAsia="Calibri" w:hAnsi="Cambria" w:cstheme="minorHAnsi"/>
                <w:bCs/>
                <w:iCs/>
                <w:sz w:val="22"/>
                <w:szCs w:val="22"/>
              </w:rPr>
              <w:t>2.2.</w:t>
            </w:r>
            <w:r w:rsidRPr="007B5A7D">
              <w:rPr>
                <w:rFonts w:ascii="Cambria" w:eastAsia="Calibri" w:hAnsi="Cambria" w:cstheme="minorHAnsi"/>
                <w:bCs/>
                <w:iCs/>
                <w:sz w:val="22"/>
                <w:szCs w:val="22"/>
              </w:rPr>
              <w:t>m</w:t>
            </w:r>
          </w:p>
        </w:tc>
        <w:tc>
          <w:tcPr>
            <w:tcW w:w="710"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56</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57</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Poprawianie talerzy - w poprawkach</w:t>
            </w:r>
          </w:p>
        </w:tc>
        <w:tc>
          <w:tcPr>
            <w:tcW w:w="710"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obejmuje:</w:t>
      </w:r>
    </w:p>
    <w:p w:rsidR="00167B75" w:rsidRPr="007B5A7D" w:rsidRDefault="00167B75" w:rsidP="00167B75">
      <w:pPr>
        <w:pStyle w:val="Akapitzlist"/>
        <w:numPr>
          <w:ilvl w:val="0"/>
          <w:numId w:val="84"/>
        </w:numPr>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zdarcie pokrywy gleby na talerzach (</w:t>
      </w:r>
      <w:r w:rsidR="00AE5794" w:rsidRPr="00AE5794">
        <w:rPr>
          <w:rFonts w:ascii="Cambria" w:eastAsia="Calibri" w:hAnsi="Cambria" w:cstheme="minorHAnsi"/>
          <w:b/>
          <w:color w:val="FF0000"/>
          <w:sz w:val="22"/>
          <w:szCs w:val="22"/>
          <w:lang w:eastAsia="en-US"/>
        </w:rPr>
        <w:t>40</w:t>
      </w:r>
      <w:r w:rsidRPr="00AE5794">
        <w:rPr>
          <w:rFonts w:ascii="Cambria" w:eastAsia="Calibri" w:hAnsi="Cambria" w:cstheme="minorHAnsi"/>
          <w:b/>
          <w:color w:val="FF0000"/>
          <w:sz w:val="22"/>
          <w:szCs w:val="22"/>
          <w:lang w:eastAsia="en-US"/>
        </w:rPr>
        <w:t xml:space="preserve"> cm lub </w:t>
      </w:r>
      <w:r w:rsidR="00AE5794" w:rsidRPr="00AE5794">
        <w:rPr>
          <w:rFonts w:ascii="Cambria" w:eastAsia="Calibri" w:hAnsi="Cambria" w:cstheme="minorHAnsi"/>
          <w:b/>
          <w:color w:val="FF0000"/>
          <w:sz w:val="22"/>
          <w:szCs w:val="22"/>
          <w:lang w:eastAsia="en-US"/>
        </w:rPr>
        <w:t>60</w:t>
      </w:r>
      <w:r w:rsidRPr="00AE5794">
        <w:rPr>
          <w:rFonts w:ascii="Cambria" w:eastAsia="Calibri" w:hAnsi="Cambria" w:cstheme="minorHAnsi"/>
          <w:b/>
          <w:color w:val="FF0000"/>
          <w:sz w:val="22"/>
          <w:szCs w:val="22"/>
          <w:lang w:eastAsia="en-US"/>
        </w:rPr>
        <w:t xml:space="preserve"> cm</w:t>
      </w:r>
      <w:r w:rsidRPr="007B5A7D">
        <w:rPr>
          <w:rFonts w:ascii="Cambria" w:eastAsia="Calibri" w:hAnsi="Cambria" w:cstheme="minorHAnsi"/>
          <w:sz w:val="22"/>
          <w:szCs w:val="22"/>
          <w:lang w:eastAsia="en-US"/>
        </w:rPr>
        <w:t xml:space="preserve">), na placówkach (o średnicy </w:t>
      </w:r>
      <w:r w:rsidR="00AE5794" w:rsidRPr="00AE5794">
        <w:rPr>
          <w:rFonts w:ascii="Cambria" w:eastAsia="Calibri" w:hAnsi="Cambria" w:cstheme="minorHAnsi"/>
          <w:b/>
          <w:color w:val="FF0000"/>
          <w:sz w:val="22"/>
          <w:szCs w:val="22"/>
          <w:lang w:eastAsia="en-US"/>
        </w:rPr>
        <w:t>1,2</w:t>
      </w:r>
      <w:r w:rsidRPr="00AE5794">
        <w:rPr>
          <w:rFonts w:ascii="Cambria" w:eastAsia="Calibri" w:hAnsi="Cambria" w:cstheme="minorHAnsi"/>
          <w:color w:val="FF0000"/>
          <w:sz w:val="22"/>
          <w:szCs w:val="22"/>
          <w:lang w:eastAsia="en-US"/>
        </w:rPr>
        <w:t xml:space="preserve"> </w:t>
      </w:r>
      <w:r w:rsidRPr="007B5A7D">
        <w:rPr>
          <w:rFonts w:ascii="Cambria" w:eastAsia="Calibri" w:hAnsi="Cambria" w:cstheme="minorHAnsi"/>
          <w:sz w:val="22"/>
          <w:szCs w:val="22"/>
          <w:lang w:eastAsia="en-US"/>
        </w:rPr>
        <w:t>m) oraz talerzach pod okapem drzewostanu (</w:t>
      </w:r>
      <w:r w:rsidR="00AE5794" w:rsidRPr="00AE5794">
        <w:rPr>
          <w:rFonts w:ascii="Cambria" w:eastAsia="Calibri" w:hAnsi="Cambria" w:cstheme="minorHAnsi"/>
          <w:b/>
          <w:color w:val="FF0000"/>
          <w:sz w:val="22"/>
          <w:szCs w:val="22"/>
          <w:lang w:eastAsia="en-US"/>
        </w:rPr>
        <w:t>60</w:t>
      </w:r>
      <w:r w:rsidRPr="00AE5794">
        <w:rPr>
          <w:rFonts w:ascii="Cambria" w:eastAsia="Calibri" w:hAnsi="Cambria" w:cstheme="minorHAnsi"/>
          <w:b/>
          <w:color w:val="FF0000"/>
          <w:sz w:val="22"/>
          <w:szCs w:val="22"/>
          <w:lang w:eastAsia="en-US"/>
        </w:rPr>
        <w:t xml:space="preserve"> </w:t>
      </w:r>
      <w:r w:rsidRPr="007B5A7D">
        <w:rPr>
          <w:rFonts w:ascii="Cambria" w:eastAsia="Calibri" w:hAnsi="Cambria" w:cstheme="minorHAnsi"/>
          <w:sz w:val="22"/>
          <w:szCs w:val="22"/>
          <w:lang w:eastAsia="en-US"/>
        </w:rPr>
        <w:t>cm) np. przy pomocy motyki lub szpadla do gleby mineralnej, w więźbie (odległości pomiędzy środkami sąsiednich talerzy, placówek) lub ich ilości określonej w zleceniu,</w:t>
      </w:r>
    </w:p>
    <w:p w:rsidR="00167B75" w:rsidRPr="007B5A7D" w:rsidRDefault="00167B75" w:rsidP="00167B75">
      <w:pPr>
        <w:pStyle w:val="Akapitzlist"/>
        <w:numPr>
          <w:ilvl w:val="0"/>
          <w:numId w:val="8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rsidR="00167B75" w:rsidRPr="007B5A7D" w:rsidRDefault="00167B75" w:rsidP="00167B75">
      <w:pPr>
        <w:pStyle w:val="Akapitzlist"/>
        <w:numPr>
          <w:ilvl w:val="0"/>
          <w:numId w:val="8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58</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Przekopanie gleby na pasach  w miejscu sadzenia</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8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uppressAutoHyphens w:val="0"/>
        <w:spacing w:after="160" w:line="259" w:lineRule="auto"/>
        <w:rPr>
          <w:rFonts w:ascii="Cambria" w:eastAsia="Calibri" w:hAnsi="Cambria" w:cstheme="minorHAnsi"/>
          <w:b/>
          <w:bCs/>
          <w:sz w:val="22"/>
          <w:szCs w:val="22"/>
          <w:lang w:eastAsia="pl-PL"/>
        </w:rPr>
      </w:pP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rsidR="00167B75" w:rsidRPr="007B5A7D" w:rsidRDefault="00167B75" w:rsidP="00167B75">
      <w:pPr>
        <w:pStyle w:val="Akapitzlist"/>
        <w:numPr>
          <w:ilvl w:val="0"/>
          <w:numId w:val="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w:t>
      </w:r>
      <w:r w:rsidR="006D239E" w:rsidRPr="006D239E">
        <w:rPr>
          <w:rFonts w:ascii="Cambria" w:eastAsia="Calibri" w:hAnsi="Cambria" w:cstheme="minorHAnsi"/>
          <w:b/>
          <w:color w:val="FF0000"/>
          <w:sz w:val="22"/>
          <w:szCs w:val="22"/>
          <w:lang w:eastAsia="en-US"/>
        </w:rPr>
        <w:t>1,50</w:t>
      </w:r>
      <w:r w:rsidRPr="006D239E">
        <w:rPr>
          <w:rFonts w:ascii="Cambria" w:eastAsia="Calibri" w:hAnsi="Cambria" w:cstheme="minorHAnsi"/>
          <w:b/>
          <w:color w:val="FF0000"/>
          <w:sz w:val="22"/>
          <w:szCs w:val="22"/>
          <w:lang w:eastAsia="en-US"/>
        </w:rPr>
        <w:t>m</w:t>
      </w:r>
      <w:r w:rsidRPr="006D239E">
        <w:rPr>
          <w:rFonts w:ascii="Cambria" w:eastAsia="Calibri" w:hAnsi="Cambria" w:cstheme="minorHAnsi"/>
          <w:color w:val="FF0000"/>
          <w:sz w:val="22"/>
          <w:szCs w:val="22"/>
          <w:lang w:eastAsia="en-US"/>
        </w:rPr>
        <w:t xml:space="preserve"> </w:t>
      </w:r>
      <w:r w:rsidRPr="007B5A7D">
        <w:rPr>
          <w:rFonts w:ascii="Cambria" w:eastAsia="Calibri" w:hAnsi="Cambria" w:cstheme="minorHAnsi"/>
          <w:sz w:val="22"/>
          <w:szCs w:val="22"/>
          <w:lang w:eastAsia="en-US"/>
        </w:rPr>
        <w:t xml:space="preserve">(+/- 10%) jest  </w:t>
      </w:r>
      <w:r w:rsidR="006D239E">
        <w:rPr>
          <w:rFonts w:ascii="Cambria" w:eastAsia="Calibri" w:hAnsi="Cambria" w:cstheme="minorHAnsi"/>
          <w:b/>
          <w:color w:val="FF0000"/>
          <w:sz w:val="22"/>
          <w:szCs w:val="22"/>
          <w:lang w:eastAsia="en-US"/>
        </w:rPr>
        <w:t>6667</w:t>
      </w:r>
      <w:r w:rsidRPr="007B5A7D">
        <w:rPr>
          <w:rFonts w:ascii="Cambria" w:eastAsia="Calibri" w:hAnsi="Cambria" w:cstheme="minorHAnsi"/>
          <w:sz w:val="22"/>
          <w:szCs w:val="22"/>
          <w:lang w:eastAsia="en-US"/>
        </w:rPr>
        <w:t xml:space="preserve">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w:t>
      </w:r>
      <w:r w:rsidRPr="006D239E">
        <w:rPr>
          <w:rFonts w:ascii="Cambria" w:eastAsia="Calibri" w:hAnsi="Cambria" w:cstheme="minorHAnsi"/>
          <w:b/>
          <w:color w:val="FF0000"/>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rsidR="00167B75" w:rsidRPr="007B5A7D" w:rsidRDefault="00167B75" w:rsidP="00167B75">
      <w:pPr>
        <w:pStyle w:val="Akapitzlist"/>
        <w:numPr>
          <w:ilvl w:val="0"/>
          <w:numId w:val="8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rsidR="00167B75" w:rsidRPr="007B5A7D" w:rsidRDefault="00167B75" w:rsidP="00167B75">
      <w:pPr>
        <w:suppressAutoHyphens w:val="0"/>
        <w:spacing w:before="120" w:after="120"/>
        <w:ind w:firstLine="708"/>
        <w:jc w:val="both"/>
        <w:rPr>
          <w:rFonts w:ascii="Cambria" w:eastAsia="Calibri" w:hAnsi="Cambria" w:cstheme="minorHAnsi"/>
          <w:bCs/>
          <w:iCs/>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59</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talerzach w miejscu sadzenia</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60</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placówkach o średnicy 1,2m</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90"/>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przekopanie gleby w talerzach dotyczy powierzchni minimum 30x30 cm w środku talerza, przekopanie na placówkach o średnicy 1,2 m dotyczy powierzchni całej placówki,</w:t>
      </w:r>
    </w:p>
    <w:p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rsidR="00167B75" w:rsidRPr="007B5A7D" w:rsidRDefault="00167B75" w:rsidP="00167B75">
      <w:pPr>
        <w:pStyle w:val="Akapitzlist"/>
        <w:numPr>
          <w:ilvl w:val="0"/>
          <w:numId w:val="9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61</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KOPC</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WYK-KOPRM, </w:t>
            </w:r>
            <w:r w:rsidRPr="007B5A7D">
              <w:rPr>
                <w:rFonts w:ascii="Cambria" w:hAnsi="Cambria" w:cstheme="minorHAnsi"/>
                <w:sz w:val="22"/>
                <w:szCs w:val="22"/>
              </w:rPr>
              <w:br/>
            </w:r>
            <w:r w:rsidRPr="007B5A7D">
              <w:rPr>
                <w:rFonts w:ascii="Cambria" w:eastAsia="Calibri" w:hAnsi="Cambria" w:cstheme="minorHAnsi"/>
                <w:sz w:val="22"/>
                <w:szCs w:val="22"/>
                <w:lang w:eastAsia="en-US"/>
              </w:rPr>
              <w:t>WYK-KOPRD</w:t>
            </w:r>
          </w:p>
          <w:p w:rsidR="00167B75" w:rsidRPr="007B5A7D" w:rsidRDefault="00167B75" w:rsidP="009F7B63">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kopczyków</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i odłożenie pokrywy gleby,</w:t>
      </w:r>
      <w:r w:rsidRPr="007B5A7D">
        <w:rPr>
          <w:rFonts w:ascii="Cambria" w:hAnsi="Cambria" w:cstheme="minorHAnsi"/>
          <w:sz w:val="22"/>
          <w:szCs w:val="22"/>
        </w:rPr>
        <w:t xml:space="preserve"> </w:t>
      </w:r>
    </w:p>
    <w:p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doniesienie ziemi lub substratu,  </w:t>
      </w:r>
    </w:p>
    <w:p w:rsidR="00167B75" w:rsidRPr="007B5A7D" w:rsidRDefault="00167B75" w:rsidP="00167B75">
      <w:pPr>
        <w:pStyle w:val="Akapitzlist"/>
        <w:numPr>
          <w:ilvl w:val="0"/>
          <w:numId w:val="9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9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pStyle w:val="Akapitzlist"/>
        <w:numPr>
          <w:ilvl w:val="0"/>
          <w:numId w:val="9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kopczyki zostaną wykonane z miejscowej gleby lub dowiezionej z miejsca wskazanego przez Zamawiającego. Dowóz gleby stanowi wówczas oddzielną czynność GODZ GLE.</w:t>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rsidR="00167B75" w:rsidRPr="007B5A7D" w:rsidRDefault="00167B75" w:rsidP="00167B75">
      <w:pPr>
        <w:pStyle w:val="Akapitzlist"/>
        <w:numPr>
          <w:ilvl w:val="0"/>
          <w:numId w:val="95"/>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62</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WYK-PLWY</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WYK-PLWY1, </w:t>
            </w:r>
            <w:r w:rsidRPr="007B5A7D">
              <w:rPr>
                <w:rFonts w:ascii="Cambria" w:hAnsi="Cambria" w:cstheme="minorHAnsi"/>
                <w:sz w:val="22"/>
                <w:szCs w:val="22"/>
              </w:rPr>
              <w:br/>
            </w:r>
            <w:r w:rsidRPr="007B5A7D">
              <w:rPr>
                <w:rFonts w:ascii="Cambria" w:eastAsia="Calibri" w:hAnsi="Cambria" w:cstheme="minorHAnsi"/>
                <w:sz w:val="22"/>
                <w:szCs w:val="22"/>
                <w:lang w:eastAsia="en-US"/>
              </w:rPr>
              <w:t>WYK-PLWY2</w:t>
            </w:r>
          </w:p>
          <w:p w:rsidR="00167B75" w:rsidRPr="007B5A7D" w:rsidRDefault="00167B75" w:rsidP="009F7B63">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placówek wywyższonych</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podwyższenie  placówki o około 0,4 m  wraz z doniesieniem lub wykorzystaniem (wykopaniem) miejscowej gleby (górna powierzchnia placówki powinna być równoległa w stosunku do otaczającego ją gruntu). </w:t>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lastRenderedPageBreak/>
        <w:t>średnica placówki powinna wynosić minimum 1,2 m lub minimum 2 m,</w:t>
      </w:r>
    </w:p>
    <w:p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pStyle w:val="Akapitzlist"/>
        <w:numPr>
          <w:ilvl w:val="0"/>
          <w:numId w:val="9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placówki zostaną wykonane z miejscowej gleby lub dowiezionej. Dowóz gleby stanowi wówczas oddzielną czynność GODZ GLE.</w:t>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rsidR="00167B75" w:rsidRPr="007B5A7D" w:rsidRDefault="00167B75" w:rsidP="00167B75">
      <w:pPr>
        <w:pStyle w:val="Akapitzlist"/>
        <w:numPr>
          <w:ilvl w:val="0"/>
          <w:numId w:val="98"/>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63</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 DOR</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PODK&lt;4DOR, PODK&lt;6DOR,  PODK4-6DO</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drzew dorodnych</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ewentualne zebranie i usunięcie ściętych gałęzi. </w:t>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10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rsidR="00167B75" w:rsidRPr="007B5A7D" w:rsidRDefault="00167B75" w:rsidP="00167B75">
      <w:pPr>
        <w:pStyle w:val="Akapitzlist"/>
        <w:numPr>
          <w:ilvl w:val="0"/>
          <w:numId w:val="10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64</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PODK-TOP</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PODK-3TOP,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PODK-5TOP,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PODK-8TOP, PODK&gt;8TOP</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i formowanie drzewek topoli</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zbędnych </w:t>
      </w:r>
      <w:proofErr w:type="spellStart"/>
      <w:r w:rsidRPr="007B5A7D">
        <w:rPr>
          <w:rFonts w:ascii="Cambria" w:eastAsia="Calibri" w:hAnsi="Cambria" w:cstheme="minorHAnsi"/>
          <w:sz w:val="22"/>
          <w:szCs w:val="22"/>
          <w:lang w:eastAsia="en-US"/>
        </w:rPr>
        <w:t>odgałęzień</w:t>
      </w:r>
      <w:proofErr w:type="spellEnd"/>
      <w:r w:rsidRPr="007B5A7D">
        <w:rPr>
          <w:rFonts w:ascii="Cambria" w:eastAsia="Calibri" w:hAnsi="Cambria" w:cstheme="minorHAnsi"/>
          <w:sz w:val="22"/>
          <w:szCs w:val="22"/>
          <w:lang w:eastAsia="en-US"/>
        </w:rPr>
        <w:t xml:space="preserve">, </w:t>
      </w:r>
    </w:p>
    <w:p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zabezpieczenie przed infekcją preparatami miejsc po odciętych gałęziach,</w:t>
      </w:r>
    </w:p>
    <w:p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ewentualne zebranie i usunięcie ściętych gałęzi.</w:t>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1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i preparat niezbędne do wykonania zabiegu zapewnia Wykonawca.</w:t>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rsidR="00167B75" w:rsidRPr="007B5A7D" w:rsidRDefault="00167B75" w:rsidP="00167B75">
      <w:pPr>
        <w:pStyle w:val="Akapitzlist"/>
        <w:numPr>
          <w:ilvl w:val="0"/>
          <w:numId w:val="10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65</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 xml:space="preserve">wykopanie gleby oraz jej rozłożenie i uformowanie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np. przy pomocy szpadla. </w:t>
      </w:r>
    </w:p>
    <w:p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proofErr w:type="spellStart"/>
      <w:r w:rsidRPr="007B5A7D">
        <w:rPr>
          <w:rFonts w:ascii="Cambria" w:eastAsia="Calibri" w:hAnsi="Cambria" w:cstheme="minorHAnsi"/>
          <w:sz w:val="22"/>
          <w:szCs w:val="22"/>
          <w:lang w:eastAsia="en-US"/>
        </w:rPr>
        <w:t>rabatowałki</w:t>
      </w:r>
      <w:proofErr w:type="spellEnd"/>
      <w:r w:rsidRPr="007B5A7D">
        <w:rPr>
          <w:rFonts w:ascii="Cambria" w:eastAsia="Calibri" w:hAnsi="Cambria" w:cstheme="minorHAnsi"/>
          <w:sz w:val="22"/>
          <w:szCs w:val="22"/>
          <w:lang w:eastAsia="en-US"/>
        </w:rPr>
        <w:t xml:space="preserve"> zostaną wykonane z miejscowej gleby.</w:t>
      </w:r>
    </w:p>
    <w:p w:rsidR="00167B75" w:rsidRPr="007B5A7D" w:rsidRDefault="00167B75" w:rsidP="00167B75">
      <w:pPr>
        <w:suppressAutoHyphens w:val="0"/>
        <w:spacing w:before="120" w:after="120"/>
        <w:rPr>
          <w:rFonts w:ascii="Cambria" w:eastAsia="Calibri" w:hAnsi="Cambria" w:cstheme="minorHAnsi"/>
          <w:b/>
          <w:bCs/>
          <w:sz w:val="22"/>
          <w:szCs w:val="22"/>
          <w:lang w:eastAsia="pl-PL"/>
        </w:rPr>
      </w:pP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lastRenderedPageBreak/>
        <w:t xml:space="preserve">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Pomiar odległości pomiędzy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zostanie dokonany minimum w </w:t>
      </w:r>
      <w:r w:rsidR="006D239E" w:rsidRPr="006D239E">
        <w:rPr>
          <w:rFonts w:ascii="Cambria" w:eastAsia="Calibri" w:hAnsi="Cambria" w:cstheme="minorHAnsi"/>
          <w:b/>
          <w:color w:val="FF0000"/>
          <w:sz w:val="22"/>
          <w:szCs w:val="22"/>
          <w:lang w:eastAsia="en-US"/>
        </w:rPr>
        <w:t>3</w:t>
      </w:r>
      <w:r w:rsidRPr="006D239E">
        <w:rPr>
          <w:rFonts w:ascii="Cambria" w:eastAsia="Calibri" w:hAnsi="Cambria" w:cstheme="minorHAnsi"/>
          <w:b/>
          <w:color w:val="FF0000"/>
          <w:sz w:val="22"/>
          <w:szCs w:val="22"/>
          <w:lang w:eastAsia="en-US"/>
        </w:rPr>
        <w:t xml:space="preserve"> </w:t>
      </w:r>
      <w:r w:rsidRPr="007B5A7D">
        <w:rPr>
          <w:rFonts w:ascii="Cambria" w:eastAsia="Calibri" w:hAnsi="Cambria" w:cstheme="minorHAnsi"/>
          <w:sz w:val="22"/>
          <w:szCs w:val="22"/>
          <w:lang w:eastAsia="en-US"/>
        </w:rPr>
        <w:t xml:space="preserve">(reprezentatywnych) miejscach na każdy zlecony do przygotowania hektar, poprzez określenie średniej odległości pomiędzy jedenastoma (11) sąsiadującymi ze sobą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Średnia odległość 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w danej próbie to 1/10 mierzonej prostopadle do przebiegu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odległości między osiami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1. i 11. Odległością porównywaną z zakładaną jest średnia z wszystkich prób (np. z 12 prób wykonanych na 4 HA powierzchni),</w:t>
      </w:r>
    </w:p>
    <w:p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sprawdzenie szerokości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zostanie wykonane miarą prostopadle do jego osi  w ilości min. 5 pomiarów na każdy hektar. Dopuszcza się tolerancję +/- 10%,</w:t>
      </w:r>
    </w:p>
    <w:p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66</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rsidR="00167B75" w:rsidRPr="007B5A7D" w:rsidRDefault="00167B75" w:rsidP="00167B75">
      <w:pPr>
        <w:pStyle w:val="Akapitzlist"/>
        <w:numPr>
          <w:ilvl w:val="0"/>
          <w:numId w:val="108"/>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1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r w:rsidRPr="007B5A7D">
        <w:rPr>
          <w:rFonts w:ascii="Cambria" w:eastAsia="Calibri" w:hAnsi="Cambria" w:cstheme="minorHAnsi"/>
          <w:sz w:val="22"/>
          <w:szCs w:val="22"/>
          <w:lang w:eastAsia="en-US"/>
        </w:rPr>
        <w:t xml:space="preserve"> </w:t>
      </w:r>
    </w:p>
    <w:p w:rsidR="00167B75" w:rsidRPr="007B5A7D" w:rsidRDefault="00167B75" w:rsidP="00167B75">
      <w:pPr>
        <w:pStyle w:val="Akapitzlist"/>
        <w:numPr>
          <w:ilvl w:val="0"/>
          <w:numId w:val="110"/>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rsidR="00167B75" w:rsidRPr="007B5A7D" w:rsidRDefault="00167B75" w:rsidP="00167B75">
      <w:pPr>
        <w:suppressAutoHyphens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67</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Wykopy ziemne o różnych przekrojach</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M³</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wyznaczenie miejsca wykopu, </w:t>
      </w:r>
    </w:p>
    <w:p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zdjęcie pokrywy i odłożenie wybranego gruntu, </w:t>
      </w:r>
    </w:p>
    <w:p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wyrównanie skarpy i dna wykopu z uformowaniem bezpiecznego zejścia. </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metoda i zakres prac zostaną określone przed ich rozpoczęciem w zleceniu,</w:t>
      </w:r>
    </w:p>
    <w:p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prac zapewnia Wykonawca.</w:t>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rsidR="00167B75" w:rsidRPr="007B5A7D" w:rsidRDefault="00167B75" w:rsidP="00167B75">
      <w:pPr>
        <w:pStyle w:val="Akapitzlist"/>
        <w:numPr>
          <w:ilvl w:val="0"/>
          <w:numId w:val="113"/>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dokonanie pomiaru objętości wykonanego wykopu (np. przy pomocy: taśmy mierniczej, dalmierza, itp.).</w:t>
      </w:r>
    </w:p>
    <w:p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p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Mechaniczne przygotowanie gleby</w:t>
      </w:r>
    </w:p>
    <w:p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68</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69</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70</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pod okapem</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71</w:t>
            </w:r>
          </w:p>
        </w:tc>
        <w:tc>
          <w:tcPr>
            <w:tcW w:w="959"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911"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powierzchni powyżej 0,50 ha</w:t>
            </w:r>
          </w:p>
        </w:tc>
        <w:tc>
          <w:tcPr>
            <w:tcW w:w="711" w:type="pct"/>
            <w:shd w:val="clear" w:color="auto" w:fill="auto"/>
            <w:vAlign w:val="center"/>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72</w:t>
            </w:r>
          </w:p>
        </w:tc>
        <w:tc>
          <w:tcPr>
            <w:tcW w:w="959"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911"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 do 0,5 ha (np. gniazda)</w:t>
            </w:r>
          </w:p>
        </w:tc>
        <w:tc>
          <w:tcPr>
            <w:tcW w:w="711" w:type="pct"/>
            <w:shd w:val="clear" w:color="auto" w:fill="auto"/>
            <w:vAlign w:val="center"/>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rsidR="00167B75" w:rsidRPr="007B5A7D" w:rsidRDefault="00167B75" w:rsidP="00167B75">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Bidi"/>
          <w:sz w:val="22"/>
          <w:szCs w:val="22"/>
          <w:lang w:eastAsia="en-US"/>
        </w:rPr>
        <w:t xml:space="preserve">mechaniczne wyoranie bruzd o szerokości … cm pługiem dwuodkładnicowym lub </w:t>
      </w:r>
      <w:r w:rsidRPr="007B5A7D">
        <w:rPr>
          <w:rFonts w:ascii="Cambria" w:eastAsia="Cambria" w:hAnsi="Cambria" w:cs="Cambria"/>
          <w:color w:val="000000" w:themeColor="text1"/>
          <w:sz w:val="22"/>
          <w:szCs w:val="22"/>
        </w:rPr>
        <w:t>wyoranie bruzd z wywyższeniem dna bruzdy</w:t>
      </w:r>
      <w:r w:rsidRPr="007B5A7D">
        <w:rPr>
          <w:rFonts w:ascii="Cambria" w:eastAsia="Calibri" w:hAnsi="Cambria" w:cstheme="minorBidi"/>
          <w:sz w:val="22"/>
          <w:szCs w:val="22"/>
          <w:lang w:eastAsia="en-US"/>
        </w:rPr>
        <w:t>.</w:t>
      </w:r>
    </w:p>
    <w:p w:rsidR="00167B75" w:rsidRPr="007B5A7D" w:rsidRDefault="00167B75" w:rsidP="00167B75">
      <w:pPr>
        <w:spacing w:before="120" w:after="120"/>
        <w:jc w:val="both"/>
        <w:rPr>
          <w:rFonts w:ascii="Cambria" w:eastAsia="Calibri" w:hAnsi="Cambria" w:cstheme="minorHAnsi"/>
          <w:b/>
          <w:bCs/>
          <w:sz w:val="22"/>
          <w:szCs w:val="22"/>
          <w:lang w:eastAsia="pl-PL"/>
        </w:rPr>
      </w:pP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bruzd powinna wynosić  </w:t>
      </w:r>
      <w:r w:rsidR="006D239E" w:rsidRPr="006D239E">
        <w:rPr>
          <w:rFonts w:ascii="Cambria" w:eastAsia="Calibri" w:hAnsi="Cambria" w:cstheme="minorHAnsi"/>
          <w:b/>
          <w:color w:val="FF0000"/>
          <w:sz w:val="22"/>
          <w:szCs w:val="22"/>
          <w:lang w:eastAsia="en-US"/>
        </w:rPr>
        <w:t>1,50</w:t>
      </w:r>
      <w:r w:rsidRPr="006D239E">
        <w:rPr>
          <w:rFonts w:ascii="Cambria" w:eastAsia="Calibri" w:hAnsi="Cambria" w:cstheme="minorHAnsi"/>
          <w:color w:val="FF0000"/>
          <w:sz w:val="22"/>
          <w:szCs w:val="22"/>
          <w:lang w:eastAsia="en-US"/>
        </w:rPr>
        <w:t xml:space="preserve"> </w:t>
      </w:r>
      <w:r w:rsidRPr="007B5A7D">
        <w:rPr>
          <w:rFonts w:ascii="Cambria" w:eastAsia="Calibri" w:hAnsi="Cambria" w:cstheme="minorHAnsi"/>
          <w:sz w:val="22"/>
          <w:szCs w:val="22"/>
          <w:lang w:eastAsia="en-US"/>
        </w:rPr>
        <w:t>m (+/- 10%). Bruzdy powinny być możliwie płytkie i odsłaniać warstwę gleby mineralnej nie głębiej niż do około 5 cm. Powierzchnia gleby w bruzdach nie powinna tworzyć nadmiernych zagłębień,</w:t>
      </w:r>
    </w:p>
    <w:p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mbria" w:hAnsi="Cambria" w:cs="Cambria"/>
          <w:color w:val="000000" w:themeColor="text1"/>
          <w:sz w:val="22"/>
          <w:szCs w:val="22"/>
        </w:rPr>
        <w:t>czynność wyorania bruzd wraz z wywyższeniem dna należy wykonać pługiem do wywyższania dna bruzdy,</w:t>
      </w:r>
      <w:r w:rsidRPr="007B5A7D">
        <w:rPr>
          <w:rFonts w:ascii="Cambria" w:eastAsia="Calibri" w:hAnsi="Cambria" w:cstheme="minorHAnsi"/>
          <w:sz w:val="22"/>
          <w:szCs w:val="22"/>
          <w:lang w:eastAsia="en-US"/>
        </w:rPr>
        <w:t xml:space="preserve"> </w:t>
      </w:r>
    </w:p>
    <w:p w:rsidR="00167B75" w:rsidRPr="007B5A7D" w:rsidRDefault="00167B75" w:rsidP="00167B75">
      <w:pPr>
        <w:pStyle w:val="Akapitzlist"/>
        <w:numPr>
          <w:ilvl w:val="0"/>
          <w:numId w:val="115"/>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pasów przekazuje Zamawiający podczas wprowadzenia Wykonawcy na powierzchnię,</w:t>
      </w:r>
    </w:p>
    <w:p w:rsidR="00167B75" w:rsidRPr="007B5A7D" w:rsidRDefault="00167B75" w:rsidP="00167B75">
      <w:pPr>
        <w:pStyle w:val="Akapitzlist"/>
        <w:numPr>
          <w:ilvl w:val="0"/>
          <w:numId w:val="11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odległość pomiędzy bruzdami wynosi ok.  </w:t>
      </w:r>
      <w:r w:rsidR="006D239E" w:rsidRPr="006D239E">
        <w:rPr>
          <w:rFonts w:ascii="Cambria" w:eastAsia="Calibri" w:hAnsi="Cambria" w:cstheme="minorHAnsi"/>
          <w:b/>
          <w:color w:val="FF0000"/>
          <w:sz w:val="22"/>
          <w:szCs w:val="22"/>
          <w:lang w:eastAsia="en-US"/>
        </w:rPr>
        <w:t>150</w:t>
      </w:r>
      <w:r w:rsidRPr="006D239E">
        <w:rPr>
          <w:rFonts w:ascii="Cambria" w:eastAsia="Calibri" w:hAnsi="Cambria" w:cstheme="minorHAnsi"/>
          <w:b/>
          <w:color w:val="FF0000"/>
          <w:sz w:val="22"/>
          <w:szCs w:val="22"/>
          <w:lang w:eastAsia="en-US"/>
        </w:rPr>
        <w:t xml:space="preserve"> </w:t>
      </w:r>
      <w:r w:rsidRPr="007B5A7D">
        <w:rPr>
          <w:rFonts w:ascii="Cambria" w:eastAsia="Calibri" w:hAnsi="Cambria" w:cstheme="minorHAnsi"/>
          <w:sz w:val="22"/>
          <w:szCs w:val="22"/>
          <w:lang w:eastAsia="en-US"/>
        </w:rPr>
        <w:t xml:space="preserve">cm (+/-10 %) jest  </w:t>
      </w:r>
      <w:r w:rsidR="006D239E" w:rsidRPr="006D239E">
        <w:rPr>
          <w:rFonts w:ascii="Cambria" w:eastAsia="Calibri" w:hAnsi="Cambria" w:cstheme="minorHAnsi"/>
          <w:b/>
          <w:color w:val="FF0000"/>
          <w:sz w:val="22"/>
          <w:szCs w:val="22"/>
          <w:lang w:eastAsia="en-US"/>
        </w:rPr>
        <w:t>6667</w:t>
      </w:r>
      <w:r w:rsidRPr="007B5A7D">
        <w:rPr>
          <w:rFonts w:ascii="Cambria" w:eastAsia="Calibri" w:hAnsi="Cambria" w:cstheme="minorHAnsi"/>
          <w:sz w:val="22"/>
          <w:szCs w:val="22"/>
          <w:lang w:eastAsia="en-US"/>
        </w:rPr>
        <w:t xml:space="preserve"> m (metrów) bruzdy. Pomiar odległości pomiędzy bruzdami zostanie dokonany minimum w </w:t>
      </w:r>
      <w:r w:rsidR="006D239E" w:rsidRPr="006D239E">
        <w:rPr>
          <w:rFonts w:ascii="Cambria" w:eastAsia="Calibri" w:hAnsi="Cambria" w:cstheme="minorHAnsi"/>
          <w:b/>
          <w:color w:val="FF0000"/>
          <w:sz w:val="22"/>
          <w:szCs w:val="22"/>
          <w:lang w:eastAsia="en-US"/>
        </w:rPr>
        <w:t>3</w:t>
      </w:r>
      <w:r w:rsidRPr="007B5A7D">
        <w:rPr>
          <w:rFonts w:ascii="Cambria" w:eastAsia="Calibri" w:hAnsi="Cambria" w:cstheme="minorHAnsi"/>
          <w:sz w:val="22"/>
          <w:szCs w:val="22"/>
          <w:lang w:eastAsia="en-US"/>
        </w:rPr>
        <w:t>(reprezentatywnych)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5 pomiarów na każdy hektar. Dopuszcza się tolerancję +/- 10%,</w:t>
      </w:r>
    </w:p>
    <w:p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rsidTr="009F7B63">
        <w:trPr>
          <w:trHeight w:val="161"/>
          <w:jc w:val="center"/>
        </w:trPr>
        <w:tc>
          <w:tcPr>
            <w:tcW w:w="35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73</w:t>
            </w:r>
          </w:p>
        </w:tc>
        <w:tc>
          <w:tcPr>
            <w:tcW w:w="944"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897"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203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rsidTr="009F7B63">
        <w:trPr>
          <w:trHeight w:val="625"/>
          <w:jc w:val="center"/>
        </w:trPr>
        <w:tc>
          <w:tcPr>
            <w:tcW w:w="35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74</w:t>
            </w:r>
          </w:p>
        </w:tc>
        <w:tc>
          <w:tcPr>
            <w:tcW w:w="944"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rsidR="00167B75" w:rsidRPr="007B5A7D" w:rsidRDefault="00167B75" w:rsidP="009F7B63">
            <w:pPr>
              <w:suppressAutoHyphens w:val="0"/>
              <w:spacing w:before="120" w:after="120"/>
              <w:rPr>
                <w:rFonts w:ascii="Cambria" w:hAnsi="Cambria" w:cstheme="minorHAnsi"/>
                <w:sz w:val="22"/>
                <w:szCs w:val="22"/>
                <w:lang w:eastAsia="pl-PL"/>
              </w:rPr>
            </w:pPr>
          </w:p>
        </w:tc>
        <w:tc>
          <w:tcPr>
            <w:tcW w:w="897"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rsidR="00167B75" w:rsidRPr="007B5A7D" w:rsidRDefault="00167B75" w:rsidP="009F7B63">
            <w:pPr>
              <w:suppressAutoHyphens w:val="0"/>
              <w:spacing w:before="120" w:after="120"/>
              <w:rPr>
                <w:rFonts w:ascii="Cambria" w:eastAsia="Calibri" w:hAnsi="Cambria" w:cstheme="minorHAnsi"/>
                <w:sz w:val="22"/>
                <w:szCs w:val="22"/>
                <w:lang w:eastAsia="pl-PL"/>
              </w:rPr>
            </w:pPr>
          </w:p>
        </w:tc>
        <w:tc>
          <w:tcPr>
            <w:tcW w:w="203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rsidR="00167B75" w:rsidRPr="007B5A7D" w:rsidRDefault="00167B75" w:rsidP="00167B75">
      <w:pPr>
        <w:pStyle w:val="Akapitzlist"/>
        <w:numPr>
          <w:ilvl w:val="0"/>
          <w:numId w:val="117"/>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mechaniczne wyoranie bruzd o szerokości ponad 30 cm pługiem dwuodkładnicowym z pogłębiaczem.</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 xml:space="preserve">odległość pomiędzy środkami bruzd powinna wynosić </w:t>
      </w:r>
      <w:r w:rsidR="006D239E" w:rsidRPr="006D239E">
        <w:rPr>
          <w:rFonts w:ascii="Cambria" w:eastAsia="Calibri" w:hAnsi="Cambria" w:cstheme="minorHAnsi"/>
          <w:b/>
          <w:color w:val="FF0000"/>
          <w:sz w:val="22"/>
          <w:szCs w:val="22"/>
          <w:lang w:eastAsia="en-US"/>
        </w:rPr>
        <w:t>1,5</w:t>
      </w:r>
      <w:r w:rsidRPr="006D239E">
        <w:rPr>
          <w:rFonts w:ascii="Cambria" w:eastAsia="Calibri" w:hAnsi="Cambria" w:cstheme="minorHAnsi"/>
          <w:color w:val="FF0000"/>
          <w:sz w:val="22"/>
          <w:szCs w:val="22"/>
          <w:lang w:eastAsia="en-US"/>
        </w:rPr>
        <w:t xml:space="preserve"> </w:t>
      </w:r>
      <w:r w:rsidRPr="007B5A7D">
        <w:rPr>
          <w:rFonts w:ascii="Cambria" w:eastAsia="Calibri" w:hAnsi="Cambria" w:cstheme="minorHAnsi"/>
          <w:sz w:val="22"/>
          <w:szCs w:val="22"/>
          <w:lang w:eastAsia="en-US"/>
        </w:rPr>
        <w:t>m (+/- 10%). Bruzdy powinny być możliwie płytkie i odsłaniać warstwę gleby mineralnej nie głębiej niż do około 5 cm. Powierzchnia gleby w bruzdach po spulchnieniu nie powinna tworzyć nadmiernych zagłębień,</w:t>
      </w:r>
    </w:p>
    <w:p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szczegółowe wskazanie kierunku przebiegu bruzd, pasów przekazuje Zamawiający podczas wprowadzenia Wykonawcy na powierzchnię,</w:t>
      </w:r>
    </w:p>
    <w:p w:rsidR="00167B75" w:rsidRPr="007B5A7D" w:rsidRDefault="00167B75" w:rsidP="00167B75">
      <w:pPr>
        <w:pStyle w:val="Akapitzlist"/>
        <w:numPr>
          <w:ilvl w:val="0"/>
          <w:numId w:val="11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odległość pomiędzy bruzdami wynosi ok. </w:t>
      </w:r>
      <w:r w:rsidR="006D239E" w:rsidRPr="006D239E">
        <w:rPr>
          <w:rFonts w:ascii="Cambria" w:eastAsia="Calibri" w:hAnsi="Cambria" w:cstheme="minorHAnsi"/>
          <w:b/>
          <w:color w:val="FF0000"/>
          <w:sz w:val="22"/>
          <w:szCs w:val="22"/>
          <w:lang w:eastAsia="en-US"/>
        </w:rPr>
        <w:t>1,50</w:t>
      </w:r>
      <w:r w:rsidRPr="006D239E">
        <w:rPr>
          <w:rFonts w:ascii="Cambria" w:eastAsia="Calibri" w:hAnsi="Cambria" w:cstheme="minorHAnsi"/>
          <w:color w:val="FF0000"/>
          <w:sz w:val="22"/>
          <w:szCs w:val="22"/>
          <w:lang w:eastAsia="en-US"/>
        </w:rPr>
        <w:t xml:space="preserve"> </w:t>
      </w:r>
      <w:r w:rsidRPr="007B5A7D">
        <w:rPr>
          <w:rFonts w:ascii="Cambria" w:eastAsia="Calibri" w:hAnsi="Cambria" w:cstheme="minorHAnsi"/>
          <w:sz w:val="22"/>
          <w:szCs w:val="22"/>
          <w:lang w:eastAsia="en-US"/>
        </w:rPr>
        <w:t xml:space="preserve">cm (+/-10 %) jest  </w:t>
      </w:r>
      <w:r w:rsidR="006D239E" w:rsidRPr="006D239E">
        <w:rPr>
          <w:rFonts w:ascii="Cambria" w:eastAsia="Calibri" w:hAnsi="Cambria" w:cstheme="minorHAnsi"/>
          <w:b/>
          <w:color w:val="FF0000"/>
          <w:sz w:val="22"/>
          <w:szCs w:val="22"/>
          <w:lang w:eastAsia="en-US"/>
        </w:rPr>
        <w:t>6667</w:t>
      </w:r>
      <w:r w:rsidRPr="007B5A7D">
        <w:rPr>
          <w:rFonts w:ascii="Cambria" w:eastAsia="Calibri" w:hAnsi="Cambria" w:cstheme="minorHAnsi"/>
          <w:sz w:val="22"/>
          <w:szCs w:val="22"/>
          <w:lang w:eastAsia="en-US"/>
        </w:rPr>
        <w:t xml:space="preserve"> m (metrów) bruzdy. Pomiar odległości pomiędzy bruzdami zostanie dokonany minimum w </w:t>
      </w:r>
      <w:r w:rsidR="006D239E" w:rsidRPr="006D239E">
        <w:rPr>
          <w:rFonts w:ascii="Cambria" w:eastAsia="Calibri" w:hAnsi="Cambria" w:cstheme="minorHAnsi"/>
          <w:b/>
          <w:color w:val="FF0000"/>
          <w:sz w:val="22"/>
          <w:szCs w:val="22"/>
          <w:lang w:eastAsia="en-US"/>
        </w:rPr>
        <w:t xml:space="preserve">3 </w:t>
      </w:r>
      <w:r w:rsidRPr="007B5A7D">
        <w:rPr>
          <w:rFonts w:ascii="Cambria" w:eastAsia="Calibri" w:hAnsi="Cambria" w:cstheme="minorHAnsi"/>
          <w:sz w:val="22"/>
          <w:szCs w:val="22"/>
          <w:lang w:eastAsia="en-US"/>
        </w:rPr>
        <w:t>(reprezentatywnych)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pomiarów na każdy hektar. Dopuszcza się tolerancję +/- 10%,</w:t>
      </w:r>
    </w:p>
    <w:p w:rsidR="00167B75" w:rsidRPr="007B5A7D" w:rsidRDefault="00167B75" w:rsidP="00167B75">
      <w:pPr>
        <w:pStyle w:val="Akapitzlist"/>
        <w:numPr>
          <w:ilvl w:val="0"/>
          <w:numId w:val="11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rsidR="00167B75" w:rsidRPr="007B5A7D" w:rsidRDefault="00167B75" w:rsidP="00167B75">
      <w:pPr>
        <w:pStyle w:val="Akapitzlist"/>
        <w:numPr>
          <w:ilvl w:val="0"/>
          <w:numId w:val="11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75</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frezem w pasy</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rsidR="00167B75" w:rsidRPr="007B5A7D" w:rsidRDefault="00167B75" w:rsidP="00167B75">
      <w:pPr>
        <w:pStyle w:val="Akapitzlist"/>
        <w:numPr>
          <w:ilvl w:val="0"/>
          <w:numId w:val="12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pasów powinna wynosić  </w:t>
      </w:r>
      <w:r w:rsidR="006D239E" w:rsidRPr="006D239E">
        <w:rPr>
          <w:rFonts w:ascii="Cambria" w:eastAsia="Calibri" w:hAnsi="Cambria" w:cstheme="minorHAnsi"/>
          <w:b/>
          <w:color w:val="FF0000"/>
          <w:sz w:val="22"/>
          <w:szCs w:val="22"/>
          <w:lang w:eastAsia="en-US"/>
        </w:rPr>
        <w:t>1,50</w:t>
      </w:r>
      <w:r w:rsidRPr="006D239E">
        <w:rPr>
          <w:rFonts w:ascii="Cambria" w:eastAsia="Calibri" w:hAnsi="Cambria" w:cstheme="minorHAnsi"/>
          <w:color w:val="FF0000"/>
          <w:sz w:val="22"/>
          <w:szCs w:val="22"/>
          <w:lang w:eastAsia="en-US"/>
        </w:rPr>
        <w:t xml:space="preserve"> </w:t>
      </w:r>
      <w:r w:rsidRPr="007B5A7D">
        <w:rPr>
          <w:rFonts w:ascii="Cambria" w:eastAsia="Calibri" w:hAnsi="Cambria" w:cstheme="minorHAnsi"/>
          <w:sz w:val="22"/>
          <w:szCs w:val="22"/>
          <w:lang w:eastAsia="en-US"/>
        </w:rPr>
        <w:t>m (+/- 10%),</w:t>
      </w:r>
    </w:p>
    <w:p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rsidR="00167B75" w:rsidRPr="007B5A7D" w:rsidRDefault="00167B75" w:rsidP="00167B75">
      <w:pPr>
        <w:pStyle w:val="Akapitzlist"/>
        <w:numPr>
          <w:ilvl w:val="0"/>
          <w:numId w:val="12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eastAsia="Calibri" w:hAnsi="Cambria" w:cstheme="minorHAnsi"/>
          <w:b/>
          <w:bCs/>
          <w:sz w:val="22"/>
          <w:szCs w:val="22"/>
          <w:lang w:eastAsia="pl-PL"/>
        </w:rPr>
        <w:t>Procedura odbioru:</w:t>
      </w:r>
    </w:p>
    <w:p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sidR="006D239E" w:rsidRPr="006D239E">
        <w:rPr>
          <w:rFonts w:ascii="Cambria" w:eastAsia="Calibri" w:hAnsi="Cambria" w:cstheme="minorHAnsi"/>
          <w:b/>
          <w:color w:val="FF0000"/>
          <w:sz w:val="22"/>
          <w:szCs w:val="22"/>
          <w:lang w:eastAsia="en-US"/>
        </w:rPr>
        <w:t>1,5</w:t>
      </w:r>
      <w:r w:rsidRPr="006D239E">
        <w:rPr>
          <w:rFonts w:ascii="Cambria" w:eastAsia="Calibri" w:hAnsi="Cambria" w:cstheme="minorHAnsi"/>
          <w:b/>
          <w:color w:val="FF0000"/>
          <w:sz w:val="22"/>
          <w:szCs w:val="22"/>
          <w:lang w:eastAsia="en-US"/>
        </w:rPr>
        <w:t xml:space="preserve"> m</w:t>
      </w:r>
      <w:r w:rsidRPr="006D239E">
        <w:rPr>
          <w:rFonts w:ascii="Cambria" w:eastAsia="Calibri" w:hAnsi="Cambria" w:cstheme="minorHAnsi"/>
          <w:color w:val="FF0000"/>
          <w:sz w:val="22"/>
          <w:szCs w:val="22"/>
          <w:lang w:eastAsia="en-US"/>
        </w:rPr>
        <w:t xml:space="preserve"> </w:t>
      </w:r>
      <w:r w:rsidRPr="007B5A7D">
        <w:rPr>
          <w:rFonts w:ascii="Cambria" w:eastAsia="Calibri" w:hAnsi="Cambria" w:cstheme="minorHAnsi"/>
          <w:sz w:val="22"/>
          <w:szCs w:val="22"/>
          <w:lang w:eastAsia="en-US"/>
        </w:rPr>
        <w:t xml:space="preserve">(+/-10 %) jest  </w:t>
      </w:r>
      <w:r w:rsidR="006D239E" w:rsidRPr="006D239E">
        <w:rPr>
          <w:rFonts w:ascii="Cambria" w:eastAsia="Calibri" w:hAnsi="Cambria" w:cstheme="minorHAnsi"/>
          <w:b/>
          <w:color w:val="FF0000"/>
          <w:sz w:val="22"/>
          <w:szCs w:val="22"/>
          <w:lang w:eastAsia="en-US"/>
        </w:rPr>
        <w:t>6667</w:t>
      </w:r>
      <w:r w:rsidRPr="007B5A7D">
        <w:rPr>
          <w:rFonts w:ascii="Cambria" w:eastAsia="Calibri" w:hAnsi="Cambria" w:cstheme="minorHAnsi"/>
          <w:sz w:val="22"/>
          <w:szCs w:val="22"/>
          <w:lang w:eastAsia="en-US"/>
        </w:rPr>
        <w:t xml:space="preserve"> m (metrów) pasa. Pomiar odległości pomiędzy pasami zostanie dokonany minimum w </w:t>
      </w:r>
      <w:r w:rsidR="0056053B" w:rsidRPr="0056053B">
        <w:rPr>
          <w:rFonts w:ascii="Cambria" w:eastAsia="Calibri" w:hAnsi="Cambria" w:cstheme="minorHAnsi"/>
          <w:color w:val="FF0000"/>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w:t>
      </w:r>
      <w:r w:rsidRPr="007B5A7D">
        <w:rPr>
          <w:rFonts w:ascii="Cambria" w:eastAsia="Calibri" w:hAnsi="Cambria" w:cstheme="minorHAnsi"/>
          <w:sz w:val="22"/>
          <w:szCs w:val="22"/>
          <w:lang w:eastAsia="en-US"/>
        </w:rPr>
        <w:lastRenderedPageBreak/>
        <w:t>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76</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WAŁ </w:t>
            </w:r>
            <w:r w:rsidRPr="007B5A7D">
              <w:rPr>
                <w:rFonts w:ascii="Cambria" w:eastAsia="Calibri" w:hAnsi="Cambria" w:cstheme="minorHAnsi"/>
                <w:bCs/>
                <w:iCs/>
                <w:sz w:val="22"/>
                <w:szCs w:val="22"/>
                <w:lang w:eastAsia="pl-PL"/>
              </w:rPr>
              <w:t>KROK</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WAŁ KROK</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bCs/>
                <w:iCs/>
                <w:sz w:val="22"/>
                <w:szCs w:val="22"/>
              </w:rPr>
              <w:t>77</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Przygotowanie powierzchni pod odnowienie naturalne broną talerzową</w:t>
            </w:r>
          </w:p>
        </w:tc>
        <w:tc>
          <w:tcPr>
            <w:tcW w:w="710"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r w:rsidR="006D239E">
        <w:rPr>
          <w:rFonts w:ascii="Cambria" w:eastAsia="Calibri" w:hAnsi="Cambria" w:cstheme="minorHAnsi"/>
          <w:b/>
          <w:bCs/>
          <w:sz w:val="22"/>
          <w:szCs w:val="22"/>
        </w:rPr>
        <w:t xml:space="preserve"> </w:t>
      </w:r>
      <w:r w:rsidR="006D239E" w:rsidRPr="006D239E">
        <w:rPr>
          <w:rFonts w:ascii="Cambria" w:eastAsia="Calibri" w:hAnsi="Cambria" w:cstheme="minorHAnsi"/>
          <w:b/>
          <w:bCs/>
          <w:color w:val="FF0000"/>
          <w:sz w:val="22"/>
          <w:szCs w:val="22"/>
        </w:rPr>
        <w:t>nie dotyczy</w:t>
      </w:r>
    </w:p>
    <w:p w:rsidR="00167B75" w:rsidRPr="007B5A7D" w:rsidRDefault="00167B75" w:rsidP="00167B75">
      <w:pPr>
        <w:pStyle w:val="Akapitzlist"/>
        <w:numPr>
          <w:ilvl w:val="0"/>
          <w:numId w:val="1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 zawieszonym na ciągniku. </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szerokość … , długość robocza … , rozstaw pasów … ,</w:t>
      </w:r>
    </w:p>
    <w:p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rsidR="00167B75" w:rsidRPr="007B5A7D" w:rsidRDefault="00167B75" w:rsidP="00167B75">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rsidR="00167B75" w:rsidRPr="007B5A7D" w:rsidRDefault="00167B75" w:rsidP="00167B75">
      <w:pPr>
        <w:pStyle w:val="Akapitzlist"/>
        <w:numPr>
          <w:ilvl w:val="0"/>
          <w:numId w:val="12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78</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rsidR="00167B75" w:rsidRPr="007B5A7D" w:rsidRDefault="00167B75" w:rsidP="00167B75">
      <w:pPr>
        <w:pStyle w:val="Akapitzlist"/>
        <w:numPr>
          <w:ilvl w:val="0"/>
          <w:numId w:val="1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1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pasów powinna wynosić  </w:t>
      </w:r>
      <w:r w:rsidR="006D239E" w:rsidRPr="006D239E">
        <w:rPr>
          <w:rFonts w:ascii="Cambria" w:eastAsia="Calibri" w:hAnsi="Cambria" w:cstheme="minorHAnsi"/>
          <w:b/>
          <w:color w:val="FF0000"/>
          <w:sz w:val="22"/>
          <w:szCs w:val="22"/>
          <w:lang w:eastAsia="en-US"/>
        </w:rPr>
        <w:t>1,50</w:t>
      </w:r>
      <w:r w:rsidR="006D239E" w:rsidRPr="006D239E">
        <w:rPr>
          <w:rFonts w:ascii="Cambria" w:eastAsia="Calibri" w:hAnsi="Cambria" w:cstheme="minorHAnsi"/>
          <w:color w:val="FF0000"/>
          <w:sz w:val="22"/>
          <w:szCs w:val="22"/>
          <w:lang w:eastAsia="en-US"/>
        </w:rPr>
        <w:t xml:space="preserve"> </w:t>
      </w:r>
      <w:r w:rsidRPr="007B5A7D">
        <w:rPr>
          <w:rFonts w:ascii="Cambria" w:eastAsia="Calibri" w:hAnsi="Cambria" w:cstheme="minorHAnsi"/>
          <w:sz w:val="22"/>
          <w:szCs w:val="22"/>
          <w:lang w:eastAsia="en-US"/>
        </w:rPr>
        <w:t>m (+/- 10%),</w:t>
      </w:r>
    </w:p>
    <w:p w:rsidR="00167B75" w:rsidRPr="007B5A7D" w:rsidRDefault="00167B75" w:rsidP="00167B75">
      <w:pPr>
        <w:pStyle w:val="Akapitzlist"/>
        <w:numPr>
          <w:ilvl w:val="0"/>
          <w:numId w:val="127"/>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przekazuje Zamawiający podczas wprowadzenia Wykonawcy na powierzchnię,</w:t>
      </w:r>
    </w:p>
    <w:p w:rsidR="00167B75" w:rsidRPr="007B5A7D" w:rsidRDefault="00167B75" w:rsidP="00167B75">
      <w:pPr>
        <w:pStyle w:val="Akapitzlist"/>
        <w:numPr>
          <w:ilvl w:val="0"/>
          <w:numId w:val="12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uppressAutoHyphens w:val="0"/>
        <w:spacing w:before="120" w:after="120"/>
        <w:rPr>
          <w:rFonts w:ascii="Cambria" w:eastAsia="Calibri" w:hAnsi="Cambria" w:cstheme="minorHAnsi"/>
          <w:b/>
          <w:bCs/>
          <w:sz w:val="22"/>
          <w:szCs w:val="22"/>
          <w:lang w:eastAsia="pl-PL"/>
        </w:rPr>
      </w:pP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sidR="006D239E" w:rsidRPr="006D239E">
        <w:rPr>
          <w:rFonts w:ascii="Cambria" w:eastAsia="Calibri" w:hAnsi="Cambria" w:cstheme="minorHAnsi"/>
          <w:b/>
          <w:color w:val="FF0000"/>
          <w:sz w:val="22"/>
          <w:szCs w:val="22"/>
          <w:lang w:eastAsia="en-US"/>
        </w:rPr>
        <w:t>1,50</w:t>
      </w:r>
      <w:r w:rsidRPr="006D239E">
        <w:rPr>
          <w:rFonts w:ascii="Cambria" w:eastAsia="Calibri" w:hAnsi="Cambria" w:cstheme="minorHAnsi"/>
          <w:color w:val="FF0000"/>
          <w:sz w:val="22"/>
          <w:szCs w:val="22"/>
          <w:lang w:eastAsia="en-US"/>
        </w:rPr>
        <w:t xml:space="preserve"> </w:t>
      </w:r>
      <w:r w:rsidRPr="007B5A7D">
        <w:rPr>
          <w:rFonts w:ascii="Cambria" w:eastAsia="Calibri" w:hAnsi="Cambria" w:cstheme="minorHAnsi"/>
          <w:sz w:val="22"/>
          <w:szCs w:val="22"/>
          <w:lang w:eastAsia="en-US"/>
        </w:rPr>
        <w:t xml:space="preserve">m (+/-10 %) jest  </w:t>
      </w:r>
      <w:r w:rsidR="006D239E" w:rsidRPr="006D239E">
        <w:rPr>
          <w:rFonts w:ascii="Cambria" w:eastAsia="Calibri" w:hAnsi="Cambria" w:cstheme="minorHAnsi"/>
          <w:b/>
          <w:color w:val="FF0000"/>
          <w:sz w:val="22"/>
          <w:szCs w:val="22"/>
          <w:lang w:eastAsia="en-US"/>
        </w:rPr>
        <w:t>6667</w:t>
      </w:r>
      <w:r w:rsidRPr="007B5A7D">
        <w:rPr>
          <w:rFonts w:ascii="Cambria" w:eastAsia="Calibri" w:hAnsi="Cambria" w:cstheme="minorHAnsi"/>
          <w:sz w:val="22"/>
          <w:szCs w:val="22"/>
          <w:lang w:eastAsia="en-US"/>
        </w:rPr>
        <w:t xml:space="preserve"> m (metrów) pasa. Pomiar odległości pomiędzy pasami zostanie dokonany minimum w </w:t>
      </w:r>
      <w:r w:rsidR="006D239E" w:rsidRPr="006D239E">
        <w:rPr>
          <w:rFonts w:ascii="Cambria" w:eastAsia="Calibri" w:hAnsi="Cambria" w:cstheme="minorHAnsi"/>
          <w:b/>
          <w:color w:val="FF0000"/>
          <w:sz w:val="22"/>
          <w:szCs w:val="22"/>
          <w:lang w:eastAsia="en-US"/>
        </w:rPr>
        <w:t>3</w:t>
      </w:r>
      <w:r w:rsidRPr="006D239E">
        <w:rPr>
          <w:rFonts w:ascii="Cambria" w:eastAsia="Calibri" w:hAnsi="Cambria" w:cstheme="minorHAnsi"/>
          <w:b/>
          <w:color w:val="FF0000"/>
          <w:sz w:val="22"/>
          <w:szCs w:val="22"/>
          <w:lang w:eastAsia="en-US"/>
        </w:rPr>
        <w:t xml:space="preserve"> </w:t>
      </w:r>
      <w:r w:rsidRPr="007B5A7D">
        <w:rPr>
          <w:rFonts w:ascii="Cambria" w:eastAsia="Calibri" w:hAnsi="Cambria" w:cstheme="minorHAnsi"/>
          <w:sz w:val="22"/>
          <w:szCs w:val="22"/>
          <w:lang w:eastAsia="en-US"/>
        </w:rPr>
        <w:t xml:space="preserve">(reprezentatywnych)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79</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WYK-FREZ2</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WYK-FREZ2</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rsidR="00167B75" w:rsidRPr="007B5A7D" w:rsidRDefault="00167B75" w:rsidP="00167B75">
      <w:pPr>
        <w:pStyle w:val="Akapitzlist"/>
        <w:numPr>
          <w:ilvl w:val="0"/>
          <w:numId w:val="1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bez pogłębiacza </w:t>
      </w:r>
      <w:r w:rsidRPr="007B5A7D">
        <w:rPr>
          <w:rFonts w:ascii="Cambria" w:eastAsia="Calibri" w:hAnsi="Cambria" w:cstheme="minorHAnsi"/>
          <w:bCs/>
          <w:sz w:val="22"/>
          <w:szCs w:val="22"/>
          <w:lang w:eastAsia="en-US"/>
        </w:rPr>
        <w:t xml:space="preserve">o szerokości bruzdy co najmniej 30 cm. </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pasów powinna wynosić  </w:t>
      </w:r>
      <w:r w:rsidR="00630FBE" w:rsidRPr="00630FBE">
        <w:rPr>
          <w:rFonts w:ascii="Cambria" w:eastAsia="Calibri" w:hAnsi="Cambria" w:cstheme="minorHAnsi"/>
          <w:b/>
          <w:color w:val="FF0000"/>
          <w:sz w:val="22"/>
          <w:szCs w:val="22"/>
          <w:lang w:eastAsia="en-US"/>
        </w:rPr>
        <w:t>1,50</w:t>
      </w:r>
      <w:r w:rsidRPr="00630FBE">
        <w:rPr>
          <w:rFonts w:ascii="Cambria" w:eastAsia="Calibri" w:hAnsi="Cambria" w:cstheme="minorHAnsi"/>
          <w:b/>
          <w:color w:val="FF0000"/>
          <w:sz w:val="22"/>
          <w:szCs w:val="22"/>
          <w:lang w:eastAsia="en-US"/>
        </w:rPr>
        <w:t xml:space="preserve"> m</w:t>
      </w:r>
      <w:r w:rsidRPr="00630FBE">
        <w:rPr>
          <w:rFonts w:ascii="Cambria" w:eastAsia="Calibri" w:hAnsi="Cambria" w:cstheme="minorHAnsi"/>
          <w:color w:val="FF0000"/>
          <w:sz w:val="22"/>
          <w:szCs w:val="22"/>
          <w:lang w:eastAsia="en-US"/>
        </w:rPr>
        <w:t xml:space="preserve"> </w:t>
      </w:r>
      <w:r w:rsidRPr="007B5A7D">
        <w:rPr>
          <w:rFonts w:ascii="Cambria" w:eastAsia="Calibri" w:hAnsi="Cambria" w:cstheme="minorHAnsi"/>
          <w:sz w:val="22"/>
          <w:szCs w:val="22"/>
          <w:lang w:eastAsia="en-US"/>
        </w:rPr>
        <w:t>(+/- 10%),</w:t>
      </w:r>
    </w:p>
    <w:p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rsidR="00167B75" w:rsidRPr="007B5A7D" w:rsidRDefault="00167B75" w:rsidP="00167B75">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uppressAutoHyphens w:val="0"/>
        <w:spacing w:before="120" w:after="120"/>
        <w:rPr>
          <w:rFonts w:ascii="Cambria" w:eastAsia="Calibri" w:hAnsi="Cambria" w:cstheme="minorHAnsi"/>
          <w:b/>
          <w:bCs/>
          <w:sz w:val="22"/>
          <w:szCs w:val="22"/>
          <w:lang w:eastAsia="pl-PL"/>
        </w:rPr>
      </w:pP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sidR="00630FBE" w:rsidRPr="00630FBE">
        <w:rPr>
          <w:rFonts w:ascii="Cambria" w:eastAsia="Calibri" w:hAnsi="Cambria" w:cstheme="minorHAnsi"/>
          <w:b/>
          <w:color w:val="FF0000"/>
          <w:sz w:val="22"/>
          <w:szCs w:val="22"/>
          <w:lang w:eastAsia="en-US"/>
        </w:rPr>
        <w:t>1,50</w:t>
      </w:r>
      <w:r w:rsidRPr="00630FBE">
        <w:rPr>
          <w:rFonts w:ascii="Cambria" w:eastAsia="Calibri" w:hAnsi="Cambria" w:cstheme="minorHAnsi"/>
          <w:b/>
          <w:color w:val="FF0000"/>
          <w:sz w:val="22"/>
          <w:szCs w:val="22"/>
          <w:lang w:eastAsia="en-US"/>
        </w:rPr>
        <w:t xml:space="preserve"> m</w:t>
      </w:r>
      <w:r w:rsidRPr="00630FBE">
        <w:rPr>
          <w:rFonts w:ascii="Cambria" w:eastAsia="Calibri" w:hAnsi="Cambria" w:cstheme="minorHAnsi"/>
          <w:color w:val="FF0000"/>
          <w:sz w:val="22"/>
          <w:szCs w:val="22"/>
          <w:lang w:eastAsia="en-US"/>
        </w:rPr>
        <w:t xml:space="preserve"> </w:t>
      </w:r>
      <w:r w:rsidRPr="007B5A7D">
        <w:rPr>
          <w:rFonts w:ascii="Cambria" w:eastAsia="Calibri" w:hAnsi="Cambria" w:cstheme="minorHAnsi"/>
          <w:sz w:val="22"/>
          <w:szCs w:val="22"/>
          <w:lang w:eastAsia="en-US"/>
        </w:rPr>
        <w:t xml:space="preserve">(+/-10 %) jest  </w:t>
      </w:r>
      <w:r w:rsidR="00630FBE" w:rsidRPr="00630FBE">
        <w:rPr>
          <w:rFonts w:ascii="Cambria" w:eastAsia="Calibri" w:hAnsi="Cambria" w:cstheme="minorHAnsi"/>
          <w:b/>
          <w:color w:val="FF0000"/>
          <w:sz w:val="22"/>
          <w:szCs w:val="22"/>
          <w:lang w:eastAsia="en-US"/>
        </w:rPr>
        <w:t>6667</w:t>
      </w:r>
      <w:r w:rsidRPr="007B5A7D">
        <w:rPr>
          <w:rFonts w:ascii="Cambria" w:eastAsia="Calibri" w:hAnsi="Cambria" w:cstheme="minorHAnsi"/>
          <w:sz w:val="22"/>
          <w:szCs w:val="22"/>
          <w:lang w:eastAsia="en-US"/>
        </w:rPr>
        <w:t xml:space="preserve"> m (metrów) pasa. Pomiar odległości pomiędzy pasami zostanie dokonany minimum w </w:t>
      </w:r>
      <w:r w:rsidR="00630FBE" w:rsidRPr="00630FBE">
        <w:rPr>
          <w:rFonts w:ascii="Cambria" w:eastAsia="Calibri" w:hAnsi="Cambria" w:cstheme="minorHAnsi"/>
          <w:b/>
          <w:color w:val="FF0000"/>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bruzdy zostanie wykonane miarą prostopadle do osi pasa w ilości min. 5 pomiarów na każdy hektar. Dopuszcza się tolerancję +/- 10%.</w:t>
      </w:r>
    </w:p>
    <w:p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80</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 WAŁK</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 WAŁK</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Przygotowanie gleby </w:t>
            </w:r>
            <w:proofErr w:type="spellStart"/>
            <w:r w:rsidRPr="007B5A7D">
              <w:rPr>
                <w:rFonts w:ascii="Cambria" w:eastAsia="Calibri" w:hAnsi="Cambria" w:cstheme="minorHAnsi"/>
                <w:bCs/>
                <w:iCs/>
                <w:sz w:val="22"/>
                <w:szCs w:val="22"/>
                <w:lang w:eastAsia="pl-PL"/>
              </w:rPr>
              <w:t>pługofrezarką</w:t>
            </w:r>
            <w:proofErr w:type="spellEnd"/>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rsidR="00167B75" w:rsidRPr="007B5A7D" w:rsidRDefault="00167B75" w:rsidP="00167B75">
      <w:pPr>
        <w:pStyle w:val="Akapitzlist"/>
        <w:numPr>
          <w:ilvl w:val="0"/>
          <w:numId w:val="132"/>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 xml:space="preserve">mechaniczne wykonanie wałków przy pomocy </w:t>
      </w:r>
      <w:proofErr w:type="spellStart"/>
      <w:r w:rsidRPr="007B5A7D">
        <w:rPr>
          <w:rFonts w:ascii="Cambria" w:eastAsia="Calibri" w:hAnsi="Cambria" w:cstheme="minorHAnsi"/>
          <w:sz w:val="22"/>
          <w:szCs w:val="22"/>
          <w:lang w:eastAsia="en-US"/>
        </w:rPr>
        <w:t>pługofrezarki</w:t>
      </w:r>
      <w:proofErr w:type="spellEnd"/>
      <w:r w:rsidRPr="007B5A7D">
        <w:rPr>
          <w:rFonts w:ascii="Cambria" w:eastAsia="Calibri" w:hAnsi="Cambria" w:cstheme="minorHAnsi"/>
          <w:bCs/>
          <w:sz w:val="22"/>
          <w:szCs w:val="22"/>
          <w:lang w:eastAsia="en-US"/>
        </w:rPr>
        <w:t xml:space="preserve"> poprzez naoranie wałków o wysokości 30 cm (+/- 10 cm). </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wałków powinna wynosić  </w:t>
      </w:r>
      <w:r w:rsidR="008934A4" w:rsidRPr="008934A4">
        <w:rPr>
          <w:rFonts w:ascii="Cambria" w:eastAsia="Calibri" w:hAnsi="Cambria" w:cstheme="minorHAnsi"/>
          <w:b/>
          <w:color w:val="FF0000"/>
          <w:sz w:val="22"/>
          <w:szCs w:val="22"/>
          <w:lang w:eastAsia="en-US"/>
        </w:rPr>
        <w:t>1,50</w:t>
      </w:r>
      <w:r w:rsidRPr="008934A4">
        <w:rPr>
          <w:rFonts w:ascii="Cambria" w:eastAsia="Calibri" w:hAnsi="Cambria" w:cstheme="minorHAnsi"/>
          <w:b/>
          <w:color w:val="FF0000"/>
          <w:sz w:val="22"/>
          <w:szCs w:val="22"/>
          <w:lang w:eastAsia="en-US"/>
        </w:rPr>
        <w:t xml:space="preserve"> m</w:t>
      </w:r>
      <w:r w:rsidRPr="008934A4">
        <w:rPr>
          <w:rFonts w:ascii="Cambria" w:eastAsia="Calibri" w:hAnsi="Cambria" w:cstheme="minorHAnsi"/>
          <w:color w:val="FF0000"/>
          <w:sz w:val="22"/>
          <w:szCs w:val="22"/>
          <w:lang w:eastAsia="en-US"/>
        </w:rPr>
        <w:t xml:space="preserve"> </w:t>
      </w:r>
      <w:r w:rsidRPr="007B5A7D">
        <w:rPr>
          <w:rFonts w:ascii="Cambria" w:eastAsia="Calibri" w:hAnsi="Cambria" w:cstheme="minorHAnsi"/>
          <w:sz w:val="22"/>
          <w:szCs w:val="22"/>
          <w:lang w:eastAsia="en-US"/>
        </w:rPr>
        <w:t xml:space="preserve">(+/- 10%), </w:t>
      </w:r>
    </w:p>
    <w:p w:rsidR="00167B75" w:rsidRPr="007B5A7D" w:rsidRDefault="00167B75" w:rsidP="00167B75">
      <w:pPr>
        <w:pStyle w:val="Akapitzlist"/>
        <w:numPr>
          <w:ilvl w:val="0"/>
          <w:numId w:val="133"/>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w:t>
      </w:r>
    </w:p>
    <w:p w:rsidR="00167B75" w:rsidRPr="007B5A7D" w:rsidRDefault="00167B75" w:rsidP="00167B75">
      <w:pPr>
        <w:pStyle w:val="Akapitzlist"/>
        <w:numPr>
          <w:ilvl w:val="0"/>
          <w:numId w:val="13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rsidR="00167B75" w:rsidRPr="007B5A7D" w:rsidRDefault="00167B75" w:rsidP="00167B75">
      <w:pPr>
        <w:pStyle w:val="Akapitzlist"/>
        <w:numPr>
          <w:ilvl w:val="0"/>
          <w:numId w:val="13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p w:rsidR="00167B75" w:rsidRPr="007B5A7D" w:rsidRDefault="00167B75" w:rsidP="00167B75">
      <w:pPr>
        <w:suppressAutoHyphens w:val="0"/>
        <w:spacing w:before="120" w:after="120"/>
        <w:rPr>
          <w:rFonts w:ascii="Cambria" w:hAnsi="Cambria" w:cstheme="minorHAnsi"/>
          <w:b/>
          <w:bCs/>
          <w:iCs/>
          <w:sz w:val="22"/>
          <w:szCs w:val="22"/>
          <w:lang w:eastAsia="pl-PL"/>
        </w:rPr>
      </w:pPr>
    </w:p>
    <w:p w:rsidR="00167B75" w:rsidRPr="007B5A7D" w:rsidRDefault="00167B75" w:rsidP="00167B75">
      <w:pPr>
        <w:suppressAutoHyphens w:val="0"/>
        <w:spacing w:before="120" w:after="120"/>
        <w:rPr>
          <w:rFonts w:ascii="Cambria" w:hAnsi="Cambria" w:cstheme="minorHAnsi"/>
          <w:b/>
          <w:bCs/>
          <w:i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81</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30 cm</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82</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50 cm</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p>
    <w:p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orka pełna na głębokość  do 30 cm (+/- 5 cm) lub  do 50 cm (+/- 5 cm). </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rsidR="00167B75" w:rsidRPr="007B5A7D" w:rsidRDefault="00167B75" w:rsidP="00167B75">
      <w:pPr>
        <w:pStyle w:val="Akapitzlist"/>
        <w:numPr>
          <w:ilvl w:val="0"/>
          <w:numId w:val="13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83</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pogłębiaczem</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84</w:t>
            </w:r>
          </w:p>
        </w:tc>
        <w:tc>
          <w:tcPr>
            <w:tcW w:w="959" w:type="pct"/>
            <w:shd w:val="clear" w:color="auto" w:fill="auto"/>
          </w:tcPr>
          <w:p w:rsidR="00167B75" w:rsidRPr="007B5A7D" w:rsidRDefault="00167B75" w:rsidP="009F7B63">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rsidR="00167B75" w:rsidRPr="007B5A7D" w:rsidRDefault="00167B75" w:rsidP="009F7B63">
            <w:pPr>
              <w:suppressAutoHyphens w:val="0"/>
              <w:spacing w:before="120" w:after="120"/>
              <w:rPr>
                <w:rFonts w:ascii="Cambria" w:hAnsi="Cambria" w:cstheme="minorHAnsi"/>
                <w:sz w:val="22"/>
                <w:szCs w:val="22"/>
                <w:lang w:eastAsia="pl-PL"/>
              </w:rPr>
            </w:pPr>
          </w:p>
        </w:tc>
        <w:tc>
          <w:tcPr>
            <w:tcW w:w="911" w:type="pct"/>
            <w:shd w:val="clear" w:color="auto" w:fill="auto"/>
          </w:tcPr>
          <w:p w:rsidR="00167B75" w:rsidRPr="007B5A7D" w:rsidRDefault="00167B75" w:rsidP="009F7B63">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rsidR="00167B75" w:rsidRPr="007B5A7D" w:rsidRDefault="00167B75" w:rsidP="009F7B63">
            <w:pPr>
              <w:suppressAutoHyphens w:val="0"/>
              <w:spacing w:before="120" w:after="120"/>
              <w:rPr>
                <w:rFonts w:ascii="Cambria" w:eastAsia="Calibri" w:hAnsi="Cambria" w:cstheme="minorHAnsi"/>
                <w:sz w:val="22"/>
                <w:szCs w:val="22"/>
                <w:lang w:eastAsia="pl-PL"/>
              </w:rPr>
            </w:pP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w bruzdach pogłębiaczem</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lub podczepienie sprzętu oraz regulację,</w:t>
      </w:r>
    </w:p>
    <w:p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40 cm (czynność </w:t>
      </w:r>
      <w:r w:rsidRPr="007B5A7D">
        <w:rPr>
          <w:rFonts w:ascii="Cambria" w:eastAsia="Calibri" w:hAnsi="Cambria" w:cstheme="minorHAnsi"/>
          <w:sz w:val="22"/>
          <w:szCs w:val="22"/>
        </w:rPr>
        <w:t>SPUL-UC) lub na głębokość minimum 25 cm (czynność  SPUL-BC),</w:t>
      </w:r>
    </w:p>
    <w:p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139"/>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rsidR="00167B75" w:rsidRPr="007B5A7D" w:rsidRDefault="00167B75" w:rsidP="00167B75">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dla jednostki miary  HA odbiór prac nastąpi poprzez zweryfikowanie prawidłowości ich wykonania z opisem czynności i zleceniem i pomiar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Zlecona</w:t>
      </w:r>
      <w:r w:rsidRPr="007B5A7D">
        <w:rPr>
          <w:rFonts w:ascii="Cambria" w:eastAsia="Calibri" w:hAnsi="Cambria" w:cstheme="minorHAnsi"/>
          <w:i/>
          <w:sz w:val="22"/>
          <w:szCs w:val="22"/>
          <w:lang w:eastAsia="en-US"/>
        </w:rPr>
        <w:t xml:space="preserve"> p</w:t>
      </w:r>
      <w:r w:rsidRPr="007B5A7D">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bruzdami wynosi ok. </w:t>
      </w:r>
      <w:r w:rsidR="00F85F14" w:rsidRPr="00F85F14">
        <w:rPr>
          <w:rFonts w:ascii="Cambria" w:eastAsia="Calibri" w:hAnsi="Cambria" w:cstheme="minorHAnsi"/>
          <w:b/>
          <w:color w:val="FF0000"/>
          <w:sz w:val="22"/>
          <w:szCs w:val="22"/>
          <w:lang w:eastAsia="en-US"/>
        </w:rPr>
        <w:t>1,50</w:t>
      </w:r>
      <w:r w:rsidR="00F85F14" w:rsidRPr="00F85F14">
        <w:rPr>
          <w:rFonts w:ascii="Cambria" w:eastAsia="Calibri" w:hAnsi="Cambria" w:cstheme="minorHAnsi"/>
          <w:color w:val="FF0000"/>
          <w:sz w:val="22"/>
          <w:szCs w:val="22"/>
          <w:lang w:eastAsia="en-US"/>
        </w:rPr>
        <w:t xml:space="preserve"> </w:t>
      </w:r>
      <w:r w:rsidRPr="007B5A7D">
        <w:rPr>
          <w:rFonts w:ascii="Cambria" w:eastAsia="Calibri" w:hAnsi="Cambria" w:cstheme="minorHAnsi"/>
          <w:sz w:val="22"/>
          <w:szCs w:val="22"/>
          <w:lang w:eastAsia="en-US"/>
        </w:rPr>
        <w:t xml:space="preserve">m (+/-10 %) jest  </w:t>
      </w:r>
      <w:r w:rsidR="00F85F14" w:rsidRPr="00F85F14">
        <w:rPr>
          <w:rFonts w:ascii="Cambria" w:eastAsia="Calibri" w:hAnsi="Cambria" w:cstheme="minorHAnsi"/>
          <w:b/>
          <w:color w:val="FF0000"/>
          <w:sz w:val="22"/>
          <w:szCs w:val="22"/>
          <w:lang w:eastAsia="en-US"/>
        </w:rPr>
        <w:t>6667</w:t>
      </w:r>
      <w:r w:rsidR="00F85F14">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 xml:space="preserve">m (metrów) bruzdy. Pomiar odległości pomiędzy bruzdami zostanie dokonany minimum w </w:t>
      </w:r>
      <w:r w:rsidR="00F85F14" w:rsidRPr="00F85F14">
        <w:rPr>
          <w:rFonts w:ascii="Cambria" w:eastAsia="Calibri" w:hAnsi="Cambria" w:cstheme="minorHAnsi"/>
          <w:b/>
          <w:color w:val="FF0000"/>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rsidR="00167B75" w:rsidRPr="007B5A7D" w:rsidRDefault="00167B75" w:rsidP="00167B75">
      <w:pPr>
        <w:suppressAutoHyphens w:val="0"/>
        <w:autoSpaceDE w:val="0"/>
        <w:spacing w:before="120" w:after="120"/>
        <w:ind w:firstLine="360"/>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SPUL-UC z dokładnością do dwóch miejsc po przecinku,  SPUL-BC do jednego miejsca)</w:t>
      </w:r>
    </w:p>
    <w:p w:rsidR="00167B75" w:rsidRPr="007B5A7D" w:rsidRDefault="00167B75" w:rsidP="00167B75">
      <w:pPr>
        <w:suppressAutoHyphens w:val="0"/>
        <w:spacing w:before="120" w:after="120"/>
        <w:rPr>
          <w:rFonts w:ascii="Cambria" w:hAnsi="Cambria" w:cstheme="minorHAnsi"/>
          <w:b/>
          <w:sz w:val="22"/>
          <w:szCs w:val="22"/>
          <w:lang w:eastAsia="pl-PL"/>
        </w:rPr>
      </w:pPr>
    </w:p>
    <w:p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85</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Spulchnianie gleby glebogryzarką zmechanizowaną</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regulację sprzętu,</w:t>
      </w:r>
    </w:p>
    <w:p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w:t>
      </w:r>
      <w:r w:rsidR="00F85F14" w:rsidRPr="00F85F14">
        <w:rPr>
          <w:rFonts w:ascii="Cambria" w:eastAsia="Calibri" w:hAnsi="Cambria" w:cstheme="minorHAnsi"/>
          <w:b/>
          <w:color w:val="FF0000"/>
          <w:sz w:val="22"/>
          <w:szCs w:val="22"/>
          <w:lang w:eastAsia="en-US"/>
        </w:rPr>
        <w:t xml:space="preserve">25 </w:t>
      </w:r>
      <w:r w:rsidRPr="007B5A7D">
        <w:rPr>
          <w:rFonts w:ascii="Cambria" w:eastAsia="Calibri" w:hAnsi="Cambria" w:cstheme="minorHAnsi"/>
          <w:sz w:val="22"/>
          <w:szCs w:val="22"/>
          <w:lang w:eastAsia="en-US"/>
        </w:rPr>
        <w:t xml:space="preserve"> cm,</w:t>
      </w:r>
    </w:p>
    <w:p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14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rsidR="00167B75" w:rsidRPr="007B5A7D" w:rsidRDefault="00167B75" w:rsidP="00167B75">
      <w:pPr>
        <w:pStyle w:val="Akapitzlist"/>
        <w:numPr>
          <w:ilvl w:val="0"/>
          <w:numId w:val="14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z dokładnością do dwóch miejsc po przecinku)</w:t>
      </w:r>
    </w:p>
    <w:p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p>
    <w:p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86</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WYK-DOŁŚW</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WYK-DOŁŚW</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87</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WYK-DOŁŚS</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WYK-DOŁŚS</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WYK-DOŁŚW</w:t>
      </w:r>
      <w:r w:rsidRPr="007B5A7D">
        <w:rPr>
          <w:rFonts w:ascii="Cambria" w:eastAsia="Calibri" w:hAnsi="Cambria" w:cstheme="minorHAnsi"/>
          <w:sz w:val="22"/>
          <w:szCs w:val="22"/>
          <w:lang w:eastAsia="en-US"/>
        </w:rPr>
        <w:t xml:space="preserve"> -głębokość dołka – ponad 50 cm, średnica dołka ponad 35 cm,</w:t>
      </w:r>
    </w:p>
    <w:p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WYK-DOŁŚS</w:t>
      </w:r>
      <w:r w:rsidRPr="007B5A7D">
        <w:rPr>
          <w:rFonts w:ascii="Cambria" w:eastAsia="Calibri" w:hAnsi="Cambria" w:cstheme="minorHAnsi"/>
          <w:sz w:val="22"/>
          <w:szCs w:val="22"/>
          <w:lang w:eastAsia="en-US"/>
        </w:rPr>
        <w:t xml:space="preserve"> -głębokość dołka – 20 do 40 cm średnica dołka 30 cm.</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14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rsidR="00167B75" w:rsidRPr="007B5A7D" w:rsidRDefault="00167B75" w:rsidP="00167B75">
      <w:pPr>
        <w:pStyle w:val="Akapitzlist"/>
        <w:numPr>
          <w:ilvl w:val="0"/>
          <w:numId w:val="14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before="120" w:after="120"/>
        <w:rPr>
          <w:rFonts w:ascii="Cambria" w:eastAsia="Calibri" w:hAnsi="Cambria" w:cstheme="minorHAnsi"/>
          <w:b/>
          <w:sz w:val="22"/>
          <w:szCs w:val="22"/>
          <w:lang w:eastAsia="pl-PL"/>
        </w:rPr>
      </w:pPr>
    </w:p>
    <w:p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88</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dołka 60 cm (+/- 5 cm),</w:t>
      </w:r>
    </w:p>
    <w:p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średnica dołka powyżej 25 cm.</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rsidR="00167B75" w:rsidRPr="007B5A7D" w:rsidRDefault="00167B75" w:rsidP="00167B75">
      <w:pPr>
        <w:pStyle w:val="Akapitzlist"/>
        <w:numPr>
          <w:ilvl w:val="0"/>
          <w:numId w:val="14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89</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Wyrównywanie powierzchni włóką</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wyrównywanie powierzchni gleby poprzez przejazd w różnych kierunkach z agregowanym urządzeniem,</w:t>
      </w:r>
    </w:p>
    <w:p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151"/>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rsidR="00167B75" w:rsidRPr="007B5A7D" w:rsidRDefault="00167B75" w:rsidP="00167B75">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rsidR="00167B75" w:rsidRPr="007B5A7D" w:rsidRDefault="00167B75" w:rsidP="00167B75">
      <w:pPr>
        <w:suppressAutoHyphens w:val="0"/>
        <w:spacing w:after="200" w:line="276" w:lineRule="auto"/>
        <w:rPr>
          <w:rFonts w:ascii="Cambria" w:hAnsi="Cambria" w:cstheme="minorHAnsi"/>
          <w:b/>
          <w:sz w:val="22"/>
          <w:szCs w:val="22"/>
          <w:lang w:eastAsia="pl-PL"/>
        </w:rPr>
      </w:pPr>
    </w:p>
    <w:p w:rsidR="00167B75" w:rsidRPr="007B5A7D" w:rsidRDefault="00167B75" w:rsidP="00167B75">
      <w:pPr>
        <w:suppressAutoHyphens w:val="0"/>
        <w:spacing w:before="120" w:after="120"/>
        <w:rPr>
          <w:rFonts w:ascii="Cambria" w:hAnsi="Cambria" w:cstheme="minorHAnsi"/>
          <w:b/>
          <w:sz w:val="22"/>
          <w:szCs w:val="22"/>
          <w:lang w:eastAsia="pl-PL"/>
        </w:rPr>
      </w:pPr>
    </w:p>
    <w:p w:rsidR="00167B75" w:rsidRPr="007B5A7D" w:rsidRDefault="00167B75" w:rsidP="00167B75">
      <w:pPr>
        <w:suppressAutoHyphens w:val="0"/>
        <w:spacing w:before="120" w:after="120"/>
        <w:rPr>
          <w:rFonts w:ascii="Cambria" w:hAnsi="Cambria" w:cstheme="minorHAnsi"/>
          <w:b/>
          <w:sz w:val="22"/>
          <w:szCs w:val="22"/>
          <w:lang w:eastAsia="pl-PL"/>
        </w:rPr>
      </w:pPr>
    </w:p>
    <w:p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lastRenderedPageBreak/>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90</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Wałowanie pełnej orki</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wałowanie powierzchni po pełnej orce poprzez przejazd z agregowanym urządzeniem,</w:t>
      </w:r>
    </w:p>
    <w:p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154"/>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rsidR="00167B75" w:rsidRPr="007B5A7D" w:rsidRDefault="00167B75" w:rsidP="00167B75">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 (</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rsidR="00167B75" w:rsidRPr="007B5A7D" w:rsidRDefault="00167B75" w:rsidP="00167B75">
      <w:pPr>
        <w:suppressAutoHyphens w:val="0"/>
        <w:spacing w:before="120" w:after="120"/>
        <w:rPr>
          <w:rFonts w:ascii="Cambria" w:hAnsi="Cambria" w:cstheme="minorHAnsi"/>
          <w:b/>
          <w:sz w:val="22"/>
          <w:szCs w:val="22"/>
          <w:lang w:eastAsia="pl-PL"/>
        </w:rPr>
      </w:pPr>
    </w:p>
    <w:p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91</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92</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pielęgnowanie międzyrzędów poprzez przejazd co drugi rząd z agregowanym urządzeniem,</w:t>
      </w:r>
    </w:p>
    <w:p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157"/>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rsidR="00167B75" w:rsidRPr="007B5A7D" w:rsidRDefault="00167B75" w:rsidP="00167B75">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rsidR="00167B75" w:rsidRPr="007B5A7D" w:rsidRDefault="00167B75" w:rsidP="00167B75">
      <w:pPr>
        <w:suppressAutoHyphens w:val="0"/>
        <w:spacing w:after="200" w:line="276" w:lineRule="auto"/>
        <w:rPr>
          <w:rFonts w:ascii="Cambria" w:hAnsi="Cambria" w:cstheme="minorHAnsi"/>
          <w:b/>
          <w:sz w:val="22"/>
          <w:szCs w:val="22"/>
          <w:lang w:eastAsia="pl-PL"/>
        </w:rPr>
      </w:pPr>
    </w:p>
    <w:p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93</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SIEW–W</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SIEW–W2C, </w:t>
            </w:r>
            <w:r w:rsidRPr="007B5A7D">
              <w:rPr>
                <w:rFonts w:ascii="Cambria" w:eastAsia="Calibri" w:hAnsi="Cambria" w:cstheme="minorHAnsi"/>
                <w:bCs/>
                <w:iCs/>
                <w:sz w:val="22"/>
                <w:szCs w:val="22"/>
                <w:lang w:eastAsia="pl-PL"/>
              </w:rPr>
              <w:br/>
              <w:t>SIEW–W15C</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94</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 N</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SIEW–N3C, </w:t>
            </w:r>
            <w:r w:rsidRPr="007B5A7D">
              <w:rPr>
                <w:rFonts w:ascii="Cambria" w:eastAsia="Calibri" w:hAnsi="Cambria" w:cstheme="minorHAnsi"/>
                <w:bCs/>
                <w:iCs/>
                <w:sz w:val="22"/>
                <w:szCs w:val="22"/>
                <w:lang w:eastAsia="pl-PL"/>
              </w:rPr>
              <w:br/>
              <w:t>SIEW–N15C</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nawozów mineralnych</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podczepienie sprzętu, dojazd do miejsca załadunku,</w:t>
      </w:r>
    </w:p>
    <w:p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załadunek wapna nawozowego lub nawozów mineralnych,</w:t>
      </w:r>
    </w:p>
    <w:p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dojazd do powierzchni rozsiewu,</w:t>
      </w:r>
    </w:p>
    <w:p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rozsiew wapna lub nawozów,</w:t>
      </w:r>
    </w:p>
    <w:p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i odstawienie sprzętu.</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160"/>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rsidR="00167B75" w:rsidRPr="007B5A7D" w:rsidRDefault="00167B75" w:rsidP="00167B75">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rsidR="00167B75" w:rsidRPr="007B5A7D" w:rsidRDefault="00167B75" w:rsidP="00167B75">
      <w:pPr>
        <w:suppressAutoHyphens w:val="0"/>
        <w:autoSpaceDE w:val="0"/>
        <w:spacing w:before="120" w:after="120"/>
        <w:ind w:firstLine="708"/>
        <w:jc w:val="both"/>
        <w:rPr>
          <w:rFonts w:ascii="Cambria" w:eastAsia="Calibri" w:hAnsi="Cambria" w:cstheme="minorHAnsi"/>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rsidR="00167B75" w:rsidRPr="007B5A7D" w:rsidRDefault="00167B75" w:rsidP="00167B75">
      <w:pPr>
        <w:suppressAutoHyphens w:val="0"/>
        <w:spacing w:before="120" w:after="120"/>
        <w:rPr>
          <w:rFonts w:ascii="Cambria" w:hAnsi="Cambria" w:cstheme="minorHAnsi"/>
          <w:b/>
          <w:sz w:val="22"/>
          <w:szCs w:val="22"/>
          <w:lang w:eastAsia="pl-PL"/>
        </w:rPr>
      </w:pPr>
    </w:p>
    <w:p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 xml:space="preserve">Wykonanie </w:t>
      </w:r>
      <w:proofErr w:type="spellStart"/>
      <w:r w:rsidRPr="007B5A7D">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95</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WYK-RAB1</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WYK-RA0B1, </w:t>
            </w:r>
            <w:r w:rsidRPr="007B5A7D">
              <w:rPr>
                <w:rFonts w:ascii="Cambria" w:eastAsia="Calibri" w:hAnsi="Cambria" w:cstheme="minorHAnsi"/>
                <w:bCs/>
                <w:iCs/>
                <w:sz w:val="22"/>
                <w:szCs w:val="22"/>
                <w:lang w:eastAsia="pl-PL"/>
              </w:rPr>
              <w:br/>
              <w:t xml:space="preserve">WYK-RA0L1, </w:t>
            </w:r>
            <w:r w:rsidRPr="007B5A7D">
              <w:rPr>
                <w:rFonts w:ascii="Cambria" w:eastAsia="Calibri" w:hAnsi="Cambria" w:cstheme="minorHAnsi"/>
                <w:bCs/>
                <w:iCs/>
                <w:sz w:val="22"/>
                <w:szCs w:val="22"/>
                <w:lang w:eastAsia="pl-PL"/>
              </w:rPr>
              <w:br/>
              <w:t xml:space="preserve">WYK-RA2B1, </w:t>
            </w:r>
            <w:r w:rsidRPr="007B5A7D">
              <w:rPr>
                <w:rFonts w:ascii="Cambria" w:eastAsia="Calibri" w:hAnsi="Cambria" w:cstheme="minorHAnsi"/>
                <w:bCs/>
                <w:iCs/>
                <w:sz w:val="22"/>
                <w:szCs w:val="22"/>
                <w:lang w:eastAsia="pl-PL"/>
              </w:rPr>
              <w:br/>
              <w:t xml:space="preserve">WYK-RA2L1, </w:t>
            </w:r>
            <w:r w:rsidRPr="007B5A7D">
              <w:rPr>
                <w:rFonts w:ascii="Cambria" w:eastAsia="Calibri" w:hAnsi="Cambria" w:cstheme="minorHAnsi"/>
                <w:bCs/>
                <w:iCs/>
                <w:sz w:val="22"/>
                <w:szCs w:val="22"/>
                <w:lang w:eastAsia="pl-PL"/>
              </w:rPr>
              <w:br/>
              <w:t xml:space="preserve">WYK-RA4B1, </w:t>
            </w:r>
            <w:r w:rsidRPr="007B5A7D">
              <w:rPr>
                <w:rFonts w:ascii="Cambria" w:eastAsia="Calibri" w:hAnsi="Cambria" w:cstheme="minorHAnsi"/>
                <w:bCs/>
                <w:iCs/>
                <w:sz w:val="22"/>
                <w:szCs w:val="22"/>
                <w:lang w:eastAsia="pl-PL"/>
              </w:rPr>
              <w:br/>
              <w:t xml:space="preserve">WYK-RA4L1, </w:t>
            </w:r>
            <w:r w:rsidRPr="007B5A7D">
              <w:rPr>
                <w:rFonts w:ascii="Cambria" w:eastAsia="Calibri" w:hAnsi="Cambria" w:cstheme="minorHAnsi"/>
                <w:bCs/>
                <w:iCs/>
                <w:sz w:val="22"/>
                <w:szCs w:val="22"/>
                <w:lang w:eastAsia="pl-PL"/>
              </w:rPr>
              <w:lastRenderedPageBreak/>
              <w:t>WYK&gt;RA4B1, WYK&gt;RA4L1</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96</w:t>
            </w:r>
          </w:p>
        </w:tc>
        <w:tc>
          <w:tcPr>
            <w:tcW w:w="959"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WYK-RAB2</w:t>
            </w:r>
          </w:p>
        </w:tc>
        <w:tc>
          <w:tcPr>
            <w:tcW w:w="91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WYK-RA0B2, </w:t>
            </w:r>
            <w:r w:rsidRPr="007B5A7D">
              <w:rPr>
                <w:rFonts w:ascii="Cambria" w:eastAsia="Calibri" w:hAnsi="Cambria" w:cstheme="minorHAnsi"/>
                <w:bCs/>
                <w:iCs/>
                <w:sz w:val="22"/>
                <w:szCs w:val="22"/>
                <w:lang w:eastAsia="pl-PL"/>
              </w:rPr>
              <w:br/>
              <w:t xml:space="preserve">WYK-RA0L2, </w:t>
            </w:r>
            <w:r w:rsidRPr="007B5A7D">
              <w:rPr>
                <w:rFonts w:ascii="Cambria" w:eastAsia="Calibri" w:hAnsi="Cambria" w:cstheme="minorHAnsi"/>
                <w:bCs/>
                <w:iCs/>
                <w:sz w:val="22"/>
                <w:szCs w:val="22"/>
                <w:lang w:eastAsia="pl-PL"/>
              </w:rPr>
              <w:br/>
              <w:t xml:space="preserve">WYK-RA2B2, </w:t>
            </w:r>
            <w:r w:rsidRPr="007B5A7D">
              <w:rPr>
                <w:rFonts w:ascii="Cambria" w:eastAsia="Calibri" w:hAnsi="Cambria" w:cstheme="minorHAnsi"/>
                <w:bCs/>
                <w:iCs/>
                <w:sz w:val="22"/>
                <w:szCs w:val="22"/>
                <w:lang w:eastAsia="pl-PL"/>
              </w:rPr>
              <w:br/>
              <w:t xml:space="preserve">WYK-RA2L2, </w:t>
            </w:r>
            <w:r w:rsidRPr="007B5A7D">
              <w:rPr>
                <w:rFonts w:ascii="Cambria" w:eastAsia="Calibri" w:hAnsi="Cambria" w:cstheme="minorHAnsi"/>
                <w:bCs/>
                <w:iCs/>
                <w:sz w:val="22"/>
                <w:szCs w:val="22"/>
                <w:lang w:eastAsia="pl-PL"/>
              </w:rPr>
              <w:br/>
              <w:t xml:space="preserve">WYK-RA4B2, </w:t>
            </w:r>
            <w:r w:rsidRPr="007B5A7D">
              <w:rPr>
                <w:rFonts w:ascii="Cambria" w:eastAsia="Calibri" w:hAnsi="Cambria" w:cstheme="minorHAnsi"/>
                <w:bCs/>
                <w:iCs/>
                <w:sz w:val="22"/>
                <w:szCs w:val="22"/>
                <w:lang w:eastAsia="pl-PL"/>
              </w:rPr>
              <w:br/>
              <w:t>WYK-RA4L2, WYK&gt;RA4B2, WYK&gt;RA4L2</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zawieszenie lub podczepienie sprzętu,</w:t>
      </w:r>
    </w:p>
    <w:p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regulację sprzętu,</w:t>
      </w:r>
    </w:p>
    <w:p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7B5A7D">
        <w:rPr>
          <w:rFonts w:ascii="Cambria" w:eastAsia="Calibri" w:hAnsi="Cambria" w:cstheme="minorHAnsi"/>
          <w:sz w:val="22"/>
          <w:szCs w:val="22"/>
          <w:lang w:eastAsia="en-US"/>
        </w:rPr>
        <w:t>naorywania</w:t>
      </w:r>
      <w:proofErr w:type="spellEnd"/>
      <w:r w:rsidRPr="007B5A7D">
        <w:rPr>
          <w:rFonts w:ascii="Cambria" w:eastAsia="Calibri" w:hAnsi="Cambria" w:cstheme="minorHAnsi"/>
          <w:sz w:val="22"/>
          <w:szCs w:val="22"/>
          <w:lang w:eastAsia="en-US"/>
        </w:rPr>
        <w:t xml:space="preserve">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poprzez wyorywanie gleby,</w:t>
      </w:r>
    </w:p>
    <w:p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i odstawienie sprzętu. </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Zamawiający przekazuje w zleceniu i w trakcie wprowadzania Wykonawcy na pozycję, na której wykonywany będzie zabieg,</w:t>
      </w:r>
    </w:p>
    <w:p w:rsidR="00167B75" w:rsidRPr="007B5A7D" w:rsidRDefault="00167B75" w:rsidP="00167B75">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bruzdy. Pomiar odległości pomiędzy bruzdami zostanie dokonany minimum w </w:t>
      </w:r>
      <w:r w:rsidR="00F85F14" w:rsidRPr="00F85F14">
        <w:rPr>
          <w:rFonts w:ascii="Cambria" w:eastAsia="Calibri" w:hAnsi="Cambria" w:cstheme="minorHAnsi"/>
          <w:b/>
          <w:color w:val="FF0000"/>
          <w:sz w:val="22"/>
          <w:szCs w:val="22"/>
          <w:lang w:eastAsia="en-US"/>
        </w:rPr>
        <w:t>3</w:t>
      </w:r>
      <w:r w:rsidR="00F85F14">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zostanie wykonane miarą prostopadle do osi bruzdy w ilości min. 5 pomiarów na każdy hektar. Dopuszcza się tolerancję +/- 10%,</w:t>
      </w:r>
    </w:p>
    <w:p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rsidTr="009F7B63">
        <w:trPr>
          <w:trHeight w:val="161"/>
          <w:jc w:val="center"/>
        </w:trPr>
        <w:tc>
          <w:tcPr>
            <w:tcW w:w="35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97</w:t>
            </w:r>
          </w:p>
        </w:tc>
        <w:tc>
          <w:tcPr>
            <w:tcW w:w="944"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WAŁ-WUP2P</w:t>
            </w:r>
          </w:p>
        </w:tc>
        <w:tc>
          <w:tcPr>
            <w:tcW w:w="897"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WAŁ-WUP2P</w:t>
            </w:r>
          </w:p>
        </w:tc>
        <w:tc>
          <w:tcPr>
            <w:tcW w:w="203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Przygotowanie  gleby  w talerze, wałem WUP zawieszonym na ciągniku </w:t>
            </w:r>
            <w:r w:rsidRPr="007B5A7D">
              <w:rPr>
                <w:rFonts w:ascii="Cambria" w:hAnsi="Cambria"/>
                <w:sz w:val="22"/>
                <w:szCs w:val="22"/>
              </w:rPr>
              <w:lastRenderedPageBreak/>
              <w:t>rolniczym, pod okapem pod  podsadzenia i podszyty</w:t>
            </w:r>
          </w:p>
        </w:tc>
        <w:tc>
          <w:tcPr>
            <w:tcW w:w="775"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lastRenderedPageBreak/>
              <w:t>TSZT</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165"/>
        </w:numPr>
        <w:ind w:left="709"/>
        <w:jc w:val="both"/>
      </w:pPr>
      <w:r w:rsidRPr="007B5A7D">
        <w:rPr>
          <w:rFonts w:ascii="Cambria" w:eastAsia="Cambria" w:hAnsi="Cambria" w:cs="Cambria"/>
          <w:sz w:val="22"/>
          <w:szCs w:val="22"/>
        </w:rPr>
        <w:t>przerywane zdzieranie pokrywy gleby (w talerze), w ilości ok</w:t>
      </w:r>
      <w:r w:rsidRPr="00F85F14">
        <w:rPr>
          <w:rFonts w:ascii="Cambria" w:eastAsia="Cambria" w:hAnsi="Cambria" w:cs="Cambria"/>
          <w:b/>
          <w:sz w:val="22"/>
          <w:szCs w:val="22"/>
        </w:rPr>
        <w:t>.</w:t>
      </w:r>
      <w:r w:rsidRPr="00F85F14">
        <w:rPr>
          <w:rFonts w:ascii="Cambria" w:eastAsia="Cambria" w:hAnsi="Cambria" w:cs="Cambria"/>
          <w:b/>
          <w:color w:val="FF0000"/>
          <w:sz w:val="22"/>
          <w:szCs w:val="22"/>
        </w:rPr>
        <w:t xml:space="preserve"> </w:t>
      </w:r>
      <w:r w:rsidR="005B58DC">
        <w:rPr>
          <w:rFonts w:ascii="Cambria" w:eastAsia="Cambria" w:hAnsi="Cambria" w:cs="Cambria"/>
          <w:b/>
          <w:color w:val="FF0000"/>
          <w:sz w:val="22"/>
          <w:szCs w:val="22"/>
        </w:rPr>
        <w:t>4</w:t>
      </w:r>
      <w:r w:rsidR="003B689B">
        <w:rPr>
          <w:rFonts w:ascii="Cambria" w:eastAsia="Cambria" w:hAnsi="Cambria" w:cs="Cambria"/>
          <w:b/>
          <w:color w:val="FF0000"/>
          <w:sz w:val="22"/>
          <w:szCs w:val="22"/>
        </w:rPr>
        <w:t xml:space="preserve"> </w:t>
      </w:r>
      <w:r w:rsidR="005B58DC">
        <w:rPr>
          <w:rFonts w:ascii="Cambria" w:eastAsia="Cambria" w:hAnsi="Cambria" w:cs="Cambria"/>
          <w:b/>
          <w:color w:val="FF0000"/>
          <w:sz w:val="22"/>
          <w:szCs w:val="22"/>
        </w:rPr>
        <w:t>-</w:t>
      </w:r>
      <w:r w:rsidR="003B689B">
        <w:rPr>
          <w:rFonts w:ascii="Cambria" w:eastAsia="Cambria" w:hAnsi="Cambria" w:cs="Cambria"/>
          <w:b/>
          <w:color w:val="FF0000"/>
          <w:sz w:val="22"/>
          <w:szCs w:val="22"/>
        </w:rPr>
        <w:t xml:space="preserve"> 5</w:t>
      </w:r>
      <w:r w:rsidR="00F85F14" w:rsidRPr="00F85F14">
        <w:rPr>
          <w:rFonts w:ascii="Cambria" w:eastAsia="Cambria" w:hAnsi="Cambria" w:cs="Cambria"/>
          <w:color w:val="FF0000"/>
          <w:sz w:val="22"/>
          <w:szCs w:val="22"/>
        </w:rPr>
        <w:t xml:space="preserve"> </w:t>
      </w:r>
      <w:r w:rsidRPr="00F85F14">
        <w:rPr>
          <w:rFonts w:ascii="Cambria" w:eastAsia="Cambria" w:hAnsi="Cambria" w:cs="Cambria"/>
          <w:color w:val="FF0000"/>
          <w:sz w:val="22"/>
          <w:szCs w:val="22"/>
        </w:rPr>
        <w:t xml:space="preserve"> </w:t>
      </w:r>
      <w:proofErr w:type="spellStart"/>
      <w:r w:rsidRPr="007B5A7D">
        <w:rPr>
          <w:rFonts w:ascii="Cambria" w:eastAsia="Cambria" w:hAnsi="Cambria" w:cs="Cambria"/>
          <w:sz w:val="22"/>
          <w:szCs w:val="22"/>
        </w:rPr>
        <w:t>tszt</w:t>
      </w:r>
      <w:proofErr w:type="spellEnd"/>
      <w:r w:rsidRPr="007B5A7D">
        <w:rPr>
          <w:rFonts w:ascii="Cambria" w:eastAsia="Cambria" w:hAnsi="Cambria" w:cs="Cambria"/>
          <w:sz w:val="22"/>
          <w:szCs w:val="22"/>
        </w:rPr>
        <w:t xml:space="preserve">/ha, podczas przejazdu pod okapem drzewostanu przy użyciu wału WUP zawieszonego na ciągniku rolniczym. </w:t>
      </w:r>
    </w:p>
    <w:p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rsidR="00167B75" w:rsidRPr="007B5A7D" w:rsidRDefault="00167B75" w:rsidP="00167B75">
      <w:pPr>
        <w:pStyle w:val="Akapitzlist"/>
        <w:numPr>
          <w:ilvl w:val="0"/>
          <w:numId w:val="167"/>
        </w:numPr>
        <w:jc w:val="both"/>
      </w:pPr>
      <w:r w:rsidRPr="007B5A7D">
        <w:rPr>
          <w:rFonts w:ascii="Cambria" w:eastAsia="Cambria" w:hAnsi="Cambria" w:cs="Cambria"/>
          <w:sz w:val="22"/>
          <w:szCs w:val="22"/>
        </w:rPr>
        <w:t xml:space="preserve">odległość między sąsiadującymi rzędami talerzy powinna wynosić </w:t>
      </w:r>
      <w:r w:rsidR="003B689B">
        <w:rPr>
          <w:rFonts w:ascii="Cambria" w:eastAsia="Cambria" w:hAnsi="Cambria" w:cs="Cambria"/>
          <w:b/>
          <w:color w:val="FF0000"/>
          <w:sz w:val="22"/>
          <w:szCs w:val="22"/>
        </w:rPr>
        <w:t xml:space="preserve"> 2,5 -2 </w:t>
      </w:r>
      <w:r w:rsidR="00F85F14">
        <w:rPr>
          <w:rFonts w:ascii="Cambria" w:eastAsia="Cambria" w:hAnsi="Cambria" w:cs="Cambria"/>
          <w:sz w:val="22"/>
          <w:szCs w:val="22"/>
        </w:rPr>
        <w:t xml:space="preserve"> </w:t>
      </w:r>
      <w:r w:rsidRPr="007B5A7D">
        <w:rPr>
          <w:rFonts w:ascii="Cambria" w:eastAsia="Cambria" w:hAnsi="Cambria" w:cs="Cambria"/>
          <w:sz w:val="22"/>
          <w:szCs w:val="22"/>
        </w:rPr>
        <w:t xml:space="preserve">  m (+/- 5%),</w:t>
      </w:r>
    </w:p>
    <w:p w:rsidR="00167B75" w:rsidRPr="007B5A7D" w:rsidRDefault="00167B75" w:rsidP="00167B75">
      <w:pPr>
        <w:pStyle w:val="Akapitzlist"/>
        <w:numPr>
          <w:ilvl w:val="0"/>
          <w:numId w:val="167"/>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w miejscach niedostępnych dla sprzętu mechanicznego, różnicę wykonanych talerzy (do wymaganych ilości) Wykonawca zobowiązany jest wykonać ręcznie.</w:t>
      </w:r>
    </w:p>
    <w:p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rsidR="00167B75" w:rsidRPr="007B5A7D" w:rsidRDefault="00167B75" w:rsidP="00167B75">
      <w:pPr>
        <w:pStyle w:val="Akapitzlist"/>
        <w:numPr>
          <w:ilvl w:val="0"/>
          <w:numId w:val="166"/>
        </w:numPr>
        <w:jc w:val="both"/>
      </w:pPr>
      <w:r w:rsidRPr="007B5A7D">
        <w:rPr>
          <w:rFonts w:ascii="Cambria" w:eastAsia="Cambria" w:hAnsi="Cambria" w:cs="Cambria"/>
          <w:sz w:val="22"/>
          <w:szCs w:val="22"/>
        </w:rPr>
        <w:t xml:space="preserve">odbiór prac nastąpi poprzez zweryfikowanie prawidłowości ich wykonania z opisem czynności i zleceniem oraz określenie ilości wykonanych talerzy, poprzez ich policzenie </w:t>
      </w:r>
      <w:r w:rsidRPr="007B5A7D">
        <w:br/>
      </w:r>
      <w:r w:rsidRPr="007B5A7D">
        <w:rPr>
          <w:rFonts w:ascii="Cambria" w:eastAsia="Cambria" w:hAnsi="Cambria" w:cs="Cambria"/>
          <w:sz w:val="22"/>
          <w:szCs w:val="22"/>
        </w:rPr>
        <w:t xml:space="preserve">na powierzchniach próbnych nie mniejszych niż 2 ary na każdy rozpoczęty HA i odniesienie </w:t>
      </w:r>
      <w:r w:rsidRPr="007B5A7D">
        <w:br/>
      </w:r>
      <w:r w:rsidRPr="007B5A7D">
        <w:rPr>
          <w:rFonts w:ascii="Cambria" w:eastAsia="Cambria" w:hAnsi="Cambria" w:cs="Cambria"/>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Pr="007B5A7D">
        <w:br/>
      </w:r>
      <w:r w:rsidRPr="007B5A7D">
        <w:rPr>
          <w:rFonts w:ascii="Cambria" w:eastAsia="Cambria" w:hAnsi="Cambria" w:cs="Cambria"/>
          <w:sz w:val="22"/>
          <w:szCs w:val="22"/>
        </w:rPr>
        <w:t xml:space="preserve">w których różnica ilości wynika z braku możliwości wykonania z przyczyn obiektywnych </w:t>
      </w:r>
      <w:r w:rsidRPr="007B5A7D">
        <w:br/>
      </w:r>
      <w:r w:rsidRPr="007B5A7D">
        <w:rPr>
          <w:rFonts w:ascii="Cambria" w:eastAsia="Cambria" w:hAnsi="Cambria" w:cs="Cambria"/>
          <w:sz w:val="22"/>
          <w:szCs w:val="22"/>
        </w:rPr>
        <w:t xml:space="preserve">np. lokalizacja pniaków, lokalne zabagnienia itp.) Na podstawie pomiaru wykonanego </w:t>
      </w:r>
      <w:r w:rsidRPr="007B5A7D">
        <w:br/>
      </w:r>
      <w:r w:rsidRPr="007B5A7D">
        <w:rPr>
          <w:rFonts w:ascii="Cambria" w:eastAsia="Cambria" w:hAnsi="Cambria" w:cs="Cambria"/>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rsidR="00167B75" w:rsidRPr="007B5A7D" w:rsidRDefault="00167B75" w:rsidP="00167B75">
      <w:pPr>
        <w:suppressAutoHyphens w:val="0"/>
        <w:spacing w:after="160" w:line="259" w:lineRule="auto"/>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rsidTr="009F7B63">
        <w:trPr>
          <w:trHeight w:val="161"/>
          <w:jc w:val="center"/>
        </w:trPr>
        <w:tc>
          <w:tcPr>
            <w:tcW w:w="35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98</w:t>
            </w:r>
          </w:p>
        </w:tc>
        <w:tc>
          <w:tcPr>
            <w:tcW w:w="944"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GLEB-WT</w:t>
            </w:r>
          </w:p>
        </w:tc>
        <w:tc>
          <w:tcPr>
            <w:tcW w:w="897"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GLEB-WT</w:t>
            </w:r>
          </w:p>
        </w:tc>
        <w:tc>
          <w:tcPr>
            <w:tcW w:w="2031" w:type="pct"/>
            <w:shd w:val="clear" w:color="auto" w:fill="auto"/>
          </w:tcPr>
          <w:p w:rsidR="00167B75" w:rsidRPr="007B5A7D" w:rsidRDefault="00167B75" w:rsidP="009F7B63">
            <w:pPr>
              <w:spacing w:line="252" w:lineRule="auto"/>
            </w:pPr>
            <w:r w:rsidRPr="007B5A7D">
              <w:rPr>
                <w:rFonts w:ascii="Cambria" w:eastAsia="Cambria" w:hAnsi="Cambria" w:cs="Cambria"/>
                <w:sz w:val="22"/>
                <w:szCs w:val="22"/>
              </w:rPr>
              <w:t>Przygotowanie gleby przy użyciu wału trójzębnego</w:t>
            </w:r>
          </w:p>
        </w:tc>
        <w:tc>
          <w:tcPr>
            <w:tcW w:w="775"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rsidR="00167B75" w:rsidRPr="00F85F14" w:rsidRDefault="00167B75" w:rsidP="00167B75">
      <w:pPr>
        <w:widowControl w:val="0"/>
        <w:suppressAutoHyphens w:val="0"/>
        <w:spacing w:before="120" w:after="120"/>
        <w:jc w:val="both"/>
        <w:rPr>
          <w:rFonts w:ascii="Cambria" w:eastAsia="Verdana" w:hAnsi="Cambria" w:cstheme="minorHAnsi"/>
          <w:b/>
          <w:color w:val="FF0000"/>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00F85F14">
        <w:rPr>
          <w:rFonts w:ascii="Cambria" w:eastAsia="Calibri" w:hAnsi="Cambria" w:cstheme="minorHAnsi"/>
          <w:b/>
          <w:bCs/>
          <w:sz w:val="22"/>
          <w:szCs w:val="22"/>
          <w:lang w:eastAsia="pl-PL"/>
        </w:rPr>
        <w:t xml:space="preserve"> </w:t>
      </w:r>
      <w:r w:rsidR="00F85F14" w:rsidRPr="00F85F14">
        <w:rPr>
          <w:rFonts w:ascii="Cambria" w:eastAsia="Calibri" w:hAnsi="Cambria" w:cstheme="minorHAnsi"/>
          <w:b/>
          <w:bCs/>
          <w:color w:val="FF0000"/>
          <w:sz w:val="22"/>
          <w:szCs w:val="22"/>
          <w:lang w:eastAsia="pl-PL"/>
        </w:rPr>
        <w:t>nie dotyczy</w:t>
      </w:r>
    </w:p>
    <w:p w:rsidR="00167B75" w:rsidRPr="007B5A7D" w:rsidRDefault="00167B75" w:rsidP="00167B75">
      <w:pPr>
        <w:pStyle w:val="Akapitzlist"/>
        <w:numPr>
          <w:ilvl w:val="0"/>
          <w:numId w:val="168"/>
        </w:numPr>
        <w:suppressAutoHyphens/>
        <w:rPr>
          <w:rFonts w:ascii="Cambria" w:eastAsia="Cambria" w:hAnsi="Cambria" w:cs="Cambria"/>
          <w:sz w:val="22"/>
          <w:szCs w:val="22"/>
        </w:rPr>
      </w:pPr>
      <w:r w:rsidRPr="007B5A7D">
        <w:rPr>
          <w:rFonts w:ascii="Cambria" w:eastAsia="Cambria" w:hAnsi="Cambria" w:cs="Cambria"/>
          <w:sz w:val="22"/>
          <w:szCs w:val="22"/>
        </w:rPr>
        <w:t>wykonanie przy użyciu wału trójzębnego, zawieszonego na ciągniku, punktowego przygotowania gleby – placówek – równomiernie rozmieszczonych na powierzchni zabiegu.</w:t>
      </w:r>
    </w:p>
    <w:p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rsidR="00167B75" w:rsidRPr="007B5A7D" w:rsidRDefault="00167B75" w:rsidP="00167B75">
      <w:pPr>
        <w:pStyle w:val="Akapitzlist"/>
        <w:numPr>
          <w:ilvl w:val="0"/>
          <w:numId w:val="169"/>
        </w:numPr>
        <w:jc w:val="both"/>
      </w:pPr>
      <w:r w:rsidRPr="007B5A7D">
        <w:rPr>
          <w:rFonts w:ascii="Cambria" w:eastAsia="Cambria" w:hAnsi="Cambria" w:cs="Cambria"/>
          <w:sz w:val="22"/>
          <w:szCs w:val="22"/>
        </w:rPr>
        <w:t>odstęp między placówkami … , rozstaw pasów placówek … ,</w:t>
      </w:r>
    </w:p>
    <w:p w:rsidR="00167B75" w:rsidRPr="007B5A7D" w:rsidRDefault="00167B75" w:rsidP="00167B75">
      <w:pPr>
        <w:pStyle w:val="Akapitzlist"/>
        <w:numPr>
          <w:ilvl w:val="0"/>
          <w:numId w:val="169"/>
        </w:numPr>
        <w:jc w:val="both"/>
      </w:pPr>
      <w:r w:rsidRPr="007B5A7D">
        <w:rPr>
          <w:rFonts w:ascii="Cambria" w:eastAsia="Cambria" w:hAnsi="Cambria" w:cs="Cambria"/>
          <w:sz w:val="22"/>
          <w:szCs w:val="22"/>
        </w:rPr>
        <w:t>szczegółowe wskazanie kierunku przebiegu pasów, lokalizację i wymiary placówek Zamawiający przekazuje w zleceniu i w trakcie wprowadzania Wykonawcy na pozycję, na której wykonywany będzie zabieg.</w:t>
      </w:r>
    </w:p>
    <w:p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rsidR="00167B75" w:rsidRPr="007B5A7D" w:rsidRDefault="00167B75" w:rsidP="00167B75">
      <w:pPr>
        <w:pStyle w:val="Akapitzlist"/>
        <w:numPr>
          <w:ilvl w:val="0"/>
          <w:numId w:val="170"/>
        </w:numPr>
        <w:jc w:val="both"/>
      </w:pPr>
      <w:r w:rsidRPr="007B5A7D">
        <w:rPr>
          <w:rFonts w:ascii="Cambria" w:eastAsia="Cambria" w:hAnsi="Cambria" w:cs="Cambria"/>
          <w:sz w:val="22"/>
          <w:szCs w:val="22"/>
        </w:rPr>
        <w:t xml:space="preserve">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odległość pomiędzy pasami wynosi ok. ... m (+/-10 %) jest  … m (metrów) pasa. Pomiar odległości pomiędzy pasami placówek zostanie dokonany minimum w … (reprezentatywnych) miejscach na każdy zlecony do przygotowania hektar, </w:t>
      </w:r>
      <w:r w:rsidRPr="007B5A7D">
        <w:rPr>
          <w:rFonts w:ascii="Cambria" w:eastAsia="Cambria" w:hAnsi="Cambria" w:cs="Cambria"/>
          <w:sz w:val="22"/>
          <w:szCs w:val="22"/>
        </w:rPr>
        <w:lastRenderedPageBreak/>
        <w:t>poprzez określenie średniej odległości pomiędzy jedenastoma (11) sąsiadującymi ze sobą pasami. Średnia odległość między pasami w danej próbie to 1/10 mierzonej prostopadle do przebiegu pasów odległości między osiami pasa 1. i 11.</w:t>
      </w:r>
    </w:p>
    <w:p w:rsidR="00167B75" w:rsidRPr="007B5A7D" w:rsidRDefault="00167B75" w:rsidP="00167B75">
      <w:pPr>
        <w:suppressAutoHyphens w:val="0"/>
        <w:spacing w:after="160" w:line="259" w:lineRule="auto"/>
        <w:ind w:firstLine="708"/>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p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Sztuczne wprowadzanie młodego pokolenia</w:t>
      </w:r>
    </w:p>
    <w:p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rsidTr="009F7B63">
        <w:trPr>
          <w:trHeight w:val="161"/>
          <w:jc w:val="center"/>
        </w:trPr>
        <w:tc>
          <w:tcPr>
            <w:tcW w:w="363"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63"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99</w:t>
            </w:r>
          </w:p>
        </w:tc>
        <w:tc>
          <w:tcPr>
            <w:tcW w:w="974"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1R</w:t>
            </w:r>
          </w:p>
        </w:tc>
        <w:tc>
          <w:tcPr>
            <w:tcW w:w="925"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SADZ-1KP </w:t>
            </w:r>
            <w:r w:rsidRPr="007B5A7D">
              <w:rPr>
                <w:rFonts w:ascii="Cambria" w:eastAsia="Calibri" w:hAnsi="Cambria" w:cstheme="minorHAnsi"/>
                <w:bCs/>
                <w:iCs/>
                <w:sz w:val="22"/>
                <w:szCs w:val="22"/>
                <w:lang w:eastAsia="pl-PL"/>
              </w:rPr>
              <w:br/>
              <w:t xml:space="preserve">SADZ-1KR </w:t>
            </w:r>
            <w:r w:rsidRPr="007B5A7D">
              <w:rPr>
                <w:rFonts w:ascii="Cambria" w:eastAsia="Calibri" w:hAnsi="Cambria" w:cstheme="minorHAnsi"/>
                <w:sz w:val="22"/>
                <w:szCs w:val="22"/>
                <w:lang w:eastAsia="pl-PL"/>
              </w:rPr>
              <w:t xml:space="preserve">SADZ-1D </w:t>
            </w:r>
            <w:r w:rsidRPr="007B5A7D">
              <w:rPr>
                <w:rFonts w:ascii="Cambria" w:eastAsia="Calibri" w:hAnsi="Cambria" w:cstheme="minorHAnsi"/>
                <w:sz w:val="22"/>
                <w:szCs w:val="22"/>
                <w:lang w:eastAsia="pl-PL"/>
              </w:rPr>
              <w:br/>
            </w:r>
            <w:r w:rsidRPr="007B5A7D">
              <w:rPr>
                <w:rFonts w:ascii="Cambria" w:eastAsia="Calibri" w:hAnsi="Cambria" w:cstheme="minorHAnsi"/>
                <w:bCs/>
                <w:iCs/>
                <w:sz w:val="22"/>
                <w:szCs w:val="22"/>
                <w:lang w:eastAsia="pl-PL"/>
              </w:rPr>
              <w:t>SADZ-1M</w:t>
            </w:r>
          </w:p>
        </w:tc>
        <w:tc>
          <w:tcPr>
            <w:tcW w:w="2095"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1-latek z odkrytym systemem korzeniowym</w:t>
            </w:r>
          </w:p>
        </w:tc>
        <w:tc>
          <w:tcPr>
            <w:tcW w:w="643"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sadzenie przy pomocy narzędzi ręcznych</w:t>
      </w:r>
      <w:r w:rsidR="00F85F14">
        <w:rPr>
          <w:rFonts w:ascii="Cambria" w:eastAsia="Calibri" w:hAnsi="Cambria" w:cstheme="minorHAnsi"/>
          <w:sz w:val="22"/>
          <w:szCs w:val="22"/>
        </w:rPr>
        <w:t xml:space="preserve">: </w:t>
      </w:r>
      <w:r w:rsidR="00F85F14" w:rsidRPr="00F85F14">
        <w:rPr>
          <w:rFonts w:ascii="Cambria" w:eastAsia="Calibri" w:hAnsi="Cambria" w:cstheme="minorHAnsi"/>
          <w:b/>
          <w:color w:val="FF0000"/>
          <w:sz w:val="22"/>
          <w:szCs w:val="22"/>
        </w:rPr>
        <w:t>kostur, szpadel siekieromotyka, motyka</w:t>
      </w:r>
      <w:r w:rsidRPr="00F85F14">
        <w:rPr>
          <w:rFonts w:ascii="Cambria" w:eastAsia="Calibri" w:hAnsi="Cambria" w:cstheme="minorHAnsi"/>
          <w:color w:val="FF0000"/>
          <w:sz w:val="22"/>
          <w:szCs w:val="22"/>
        </w:rPr>
        <w:t xml:space="preserve"> </w:t>
      </w:r>
      <w:r w:rsidR="00F85F14">
        <w:rPr>
          <w:rFonts w:ascii="Cambria" w:eastAsia="Calibri" w:hAnsi="Cambria" w:cstheme="minorHAnsi"/>
          <w:sz w:val="22"/>
          <w:szCs w:val="22"/>
        </w:rPr>
        <w:t xml:space="preserve"> </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rsidR="00167B75" w:rsidRPr="007B5A7D" w:rsidRDefault="00167B75" w:rsidP="00167B75">
      <w:pPr>
        <w:pStyle w:val="Akapitzlist"/>
        <w:numPr>
          <w:ilvl w:val="0"/>
          <w:numId w:val="172"/>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w:t>
      </w:r>
      <w:r w:rsidR="00F85F14">
        <w:rPr>
          <w:rFonts w:ascii="Cambria" w:hAnsi="Cambria" w:cstheme="minorHAnsi"/>
          <w:sz w:val="22"/>
          <w:szCs w:val="22"/>
        </w:rPr>
        <w:t xml:space="preserve"> </w:t>
      </w:r>
      <w:r w:rsidR="009D6CE2">
        <w:rPr>
          <w:rFonts w:ascii="Cambria" w:hAnsi="Cambria" w:cstheme="minorHAnsi"/>
          <w:b/>
          <w:color w:val="FF0000"/>
          <w:sz w:val="22"/>
          <w:szCs w:val="22"/>
        </w:rPr>
        <w:t>Nie dotyczy</w:t>
      </w:r>
      <w:r w:rsidRPr="007B5A7D">
        <w:rPr>
          <w:rFonts w:ascii="Cambria" w:hAnsi="Cambria" w:cstheme="minorHAnsi"/>
          <w:sz w:val="22"/>
          <w:szCs w:val="22"/>
        </w:rPr>
        <w:t xml:space="preserve"> ,</w:t>
      </w:r>
    </w:p>
    <w:p w:rsidR="00167B75" w:rsidRPr="007B5A7D" w:rsidRDefault="00167B75" w:rsidP="00167B75">
      <w:pPr>
        <w:pStyle w:val="Akapitzlist"/>
        <w:numPr>
          <w:ilvl w:val="0"/>
          <w:numId w:val="173"/>
        </w:numPr>
        <w:spacing w:before="120" w:after="120"/>
        <w:jc w:val="both"/>
        <w:rPr>
          <w:rFonts w:ascii="Cambria" w:hAnsi="Cambria" w:cstheme="minorHAnsi"/>
          <w:bCs/>
          <w:sz w:val="22"/>
          <w:szCs w:val="22"/>
        </w:rPr>
      </w:pPr>
      <w:r w:rsidRPr="007B5A7D">
        <w:rPr>
          <w:rFonts w:ascii="Cambria" w:hAnsi="Cambria" w:cstheme="minorHAnsi"/>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rsidR="00167B75" w:rsidRPr="007B5A7D" w:rsidRDefault="00167B75" w:rsidP="00167B75">
      <w:pPr>
        <w:pStyle w:val="Akapitzlist"/>
        <w:numPr>
          <w:ilvl w:val="0"/>
          <w:numId w:val="17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rsidR="00167B75" w:rsidRPr="007B5A7D" w:rsidRDefault="00167B75" w:rsidP="00167B75">
      <w:pPr>
        <w:pStyle w:val="Akapitzlist"/>
        <w:numPr>
          <w:ilvl w:val="0"/>
          <w:numId w:val="29"/>
        </w:numPr>
        <w:tabs>
          <w:tab w:val="num" w:pos="181"/>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before="120" w:after="120"/>
        <w:ind w:left="567"/>
        <w:jc w:val="both"/>
        <w:rPr>
          <w:rFonts w:ascii="Cambria" w:eastAsia="Calibri" w:hAnsi="Cambria" w:cstheme="minorHAnsi"/>
          <w:b/>
          <w:sz w:val="22"/>
          <w:szCs w:val="22"/>
          <w:lang w:eastAsia="pl-PL"/>
        </w:rPr>
      </w:pPr>
    </w:p>
    <w:p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rsidTr="009F7B63">
        <w:trPr>
          <w:trHeight w:val="161"/>
          <w:jc w:val="center"/>
        </w:trPr>
        <w:tc>
          <w:tcPr>
            <w:tcW w:w="363"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63"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100</w:t>
            </w:r>
          </w:p>
        </w:tc>
        <w:tc>
          <w:tcPr>
            <w:tcW w:w="974"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WIEL</w:t>
            </w:r>
          </w:p>
        </w:tc>
        <w:tc>
          <w:tcPr>
            <w:tcW w:w="925"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lang w:eastAsia="pl-PL"/>
              </w:rPr>
              <w:t>SADZ-WM</w:t>
            </w:r>
          </w:p>
        </w:tc>
        <w:tc>
          <w:tcPr>
            <w:tcW w:w="2095"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z odkrytym systemem korzeniowym</w:t>
            </w:r>
          </w:p>
        </w:tc>
        <w:tc>
          <w:tcPr>
            <w:tcW w:w="643"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w:t>
      </w:r>
      <w:r w:rsidR="00F85F14" w:rsidRPr="00F85F14">
        <w:rPr>
          <w:rFonts w:ascii="Cambria" w:eastAsia="Calibri" w:hAnsi="Cambria" w:cstheme="minorHAnsi"/>
          <w:b/>
          <w:color w:val="FF0000"/>
          <w:sz w:val="22"/>
          <w:szCs w:val="22"/>
        </w:rPr>
        <w:t>kostur, szpadel siekieromotyka, motyka</w:t>
      </w:r>
      <w:r w:rsidR="00F85F14" w:rsidRPr="00F85F14">
        <w:rPr>
          <w:rFonts w:ascii="Cambria" w:eastAsia="Calibri" w:hAnsi="Cambria" w:cstheme="minorHAnsi"/>
          <w:color w:val="FF0000"/>
          <w:sz w:val="22"/>
          <w:szCs w:val="22"/>
        </w:rPr>
        <w:t xml:space="preserve"> </w:t>
      </w:r>
      <w:r w:rsidR="00F85F14">
        <w:rPr>
          <w:rFonts w:ascii="Cambria" w:eastAsia="Calibri" w:hAnsi="Cambria" w:cstheme="minorHAnsi"/>
          <w:sz w:val="22"/>
          <w:szCs w:val="22"/>
        </w:rPr>
        <w:t xml:space="preserve"> </w:t>
      </w:r>
      <w:r w:rsidR="00F85F14" w:rsidRPr="007B5A7D">
        <w:rPr>
          <w:rFonts w:ascii="Cambria" w:eastAsia="Calibri" w:hAnsi="Cambria" w:cstheme="minorHAnsi"/>
          <w:sz w:val="22"/>
          <w:szCs w:val="22"/>
        </w:rPr>
        <w:t xml:space="preserve"> </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rsidR="00167B75" w:rsidRPr="007B5A7D" w:rsidRDefault="00167B75" w:rsidP="00167B75">
      <w:pPr>
        <w:pStyle w:val="Akapitzlist"/>
        <w:numPr>
          <w:ilvl w:val="0"/>
          <w:numId w:val="174"/>
        </w:numPr>
        <w:spacing w:before="120" w:after="120"/>
        <w:jc w:val="both"/>
        <w:rPr>
          <w:rFonts w:ascii="Cambria" w:hAnsi="Cambria" w:cstheme="minorHAnsi"/>
          <w:bCs/>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rsidR="00167B75" w:rsidRPr="007B5A7D" w:rsidRDefault="00167B75" w:rsidP="00167B75">
      <w:pPr>
        <w:pStyle w:val="Akapitzlist"/>
        <w:numPr>
          <w:ilvl w:val="0"/>
          <w:numId w:val="175"/>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w:t>
      </w:r>
      <w:r w:rsidR="00F85F14">
        <w:rPr>
          <w:rFonts w:ascii="Cambria" w:hAnsi="Cambria" w:cstheme="minorHAnsi"/>
          <w:sz w:val="22"/>
          <w:szCs w:val="22"/>
        </w:rPr>
        <w:t xml:space="preserve"> </w:t>
      </w:r>
      <w:r w:rsidR="00F91667">
        <w:rPr>
          <w:rFonts w:ascii="Cambria" w:hAnsi="Cambria" w:cstheme="minorHAnsi"/>
          <w:b/>
          <w:color w:val="FF0000"/>
          <w:sz w:val="22"/>
          <w:szCs w:val="22"/>
        </w:rPr>
        <w:t>Nie dotyczy</w:t>
      </w:r>
      <w:r w:rsidRPr="00F85F14">
        <w:rPr>
          <w:rFonts w:ascii="Cambria" w:hAnsi="Cambria" w:cstheme="minorHAnsi"/>
          <w:color w:val="FF0000"/>
          <w:sz w:val="22"/>
          <w:szCs w:val="22"/>
        </w:rPr>
        <w:t xml:space="preserve"> </w:t>
      </w:r>
      <w:r w:rsidRPr="007B5A7D">
        <w:rPr>
          <w:rFonts w:ascii="Cambria" w:hAnsi="Cambria" w:cstheme="minorHAnsi"/>
          <w:sz w:val="22"/>
          <w:szCs w:val="22"/>
        </w:rPr>
        <w:t>,</w:t>
      </w:r>
    </w:p>
    <w:p w:rsidR="00167B75" w:rsidRPr="007B5A7D" w:rsidRDefault="00167B75" w:rsidP="00167B75">
      <w:pPr>
        <w:pStyle w:val="Akapitzlist"/>
        <w:numPr>
          <w:ilvl w:val="0"/>
          <w:numId w:val="175"/>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rsidR="00167B75" w:rsidRPr="007B5A7D" w:rsidRDefault="00167B75" w:rsidP="00167B75">
      <w:pPr>
        <w:pStyle w:val="Akapitzlist"/>
        <w:numPr>
          <w:ilvl w:val="0"/>
          <w:numId w:val="176"/>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rsidR="00167B75" w:rsidRPr="007B5A7D" w:rsidRDefault="00167B75" w:rsidP="00167B75">
      <w:pPr>
        <w:suppressAutoHyphens w:val="0"/>
        <w:spacing w:after="200" w:line="276" w:lineRule="auto"/>
        <w:ind w:firstLine="708"/>
        <w:rPr>
          <w:rFonts w:ascii="Cambria" w:eastAsia="Calibri" w:hAnsi="Cambria" w:cstheme="minorHAnsi"/>
          <w:b/>
          <w:bCs/>
          <w:sz w:val="22"/>
          <w:szCs w:val="22"/>
          <w:lang w:eastAsia="pl-PL"/>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before="120" w:after="120"/>
        <w:rPr>
          <w:rFonts w:ascii="Cambria" w:eastAsia="Calibri" w:hAnsi="Cambria" w:cs="Arial"/>
          <w:b/>
          <w:bCs/>
          <w:sz w:val="22"/>
          <w:szCs w:val="22"/>
          <w:lang w:eastAsia="pl-PL"/>
        </w:rPr>
      </w:pPr>
    </w:p>
    <w:p w:rsidR="00167B75" w:rsidRPr="007B5A7D" w:rsidRDefault="00167B75" w:rsidP="00167B75">
      <w:pPr>
        <w:suppressAutoHyphens w:val="0"/>
        <w:spacing w:before="120" w:after="120"/>
        <w:rPr>
          <w:rFonts w:ascii="Cambria" w:eastAsia="Calibri" w:hAnsi="Cambria" w:cs="Arial"/>
          <w:b/>
          <w:bCs/>
          <w:iCs/>
          <w:sz w:val="22"/>
          <w:szCs w:val="22"/>
          <w:lang w:eastAsia="pl-PL"/>
        </w:rPr>
      </w:pPr>
      <w:r w:rsidRPr="007B5A7D">
        <w:rPr>
          <w:rFonts w:ascii="Cambria" w:eastAsia="Calibri" w:hAnsi="Cambria" w:cs="Arial"/>
          <w:b/>
          <w:bCs/>
          <w:sz w:val="22"/>
          <w:szCs w:val="22"/>
          <w:lang w:eastAsia="pl-PL"/>
        </w:rPr>
        <w:t xml:space="preserve">Sadzenie </w:t>
      </w:r>
      <w:r w:rsidRPr="007B5A7D">
        <w:rPr>
          <w:rFonts w:ascii="Cambria" w:eastAsia="Calibri" w:hAnsi="Cambria"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615"/>
        <w:gridCol w:w="1703"/>
        <w:gridCol w:w="3629"/>
        <w:gridCol w:w="1408"/>
      </w:tblGrid>
      <w:tr w:rsidR="00167B75" w:rsidRPr="007B5A7D" w:rsidTr="009F7B63">
        <w:trPr>
          <w:trHeight w:val="161"/>
          <w:jc w:val="center"/>
        </w:trPr>
        <w:tc>
          <w:tcPr>
            <w:tcW w:w="462"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877" w:type="pct"/>
            <w:shd w:val="clear" w:color="auto" w:fill="auto"/>
          </w:tcPr>
          <w:p w:rsidR="00167B75" w:rsidRPr="007B5A7D" w:rsidRDefault="00167B75" w:rsidP="009F7B63">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25" w:type="pct"/>
            <w:shd w:val="clear" w:color="auto" w:fill="auto"/>
          </w:tcPr>
          <w:p w:rsidR="00167B75" w:rsidRPr="007B5A7D" w:rsidRDefault="00167B75" w:rsidP="009F7B63">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1971"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65"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462" w:type="pct"/>
            <w:shd w:val="clear" w:color="auto" w:fill="auto"/>
            <w:vAlign w:val="center"/>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101</w:t>
            </w:r>
          </w:p>
        </w:tc>
        <w:tc>
          <w:tcPr>
            <w:tcW w:w="877" w:type="pct"/>
            <w:shd w:val="clear" w:color="auto" w:fill="auto"/>
          </w:tcPr>
          <w:p w:rsidR="00167B75" w:rsidRPr="007B5A7D" w:rsidRDefault="00167B75" w:rsidP="009F7B63">
            <w:pPr>
              <w:suppressAutoHyphens w:val="0"/>
              <w:spacing w:before="120" w:after="120"/>
              <w:jc w:val="center"/>
              <w:rPr>
                <w:rFonts w:ascii="Cambria" w:eastAsia="Calibri" w:hAnsi="Cambria" w:cs="Arial"/>
                <w:sz w:val="22"/>
                <w:szCs w:val="22"/>
                <w:lang w:eastAsia="en-US"/>
              </w:rPr>
            </w:pPr>
            <w:r w:rsidRPr="007B5A7D">
              <w:rPr>
                <w:rFonts w:ascii="Cambria" w:eastAsia="Calibri" w:hAnsi="Cambria" w:cs="Arial"/>
                <w:bCs/>
                <w:iCs/>
                <w:sz w:val="22"/>
                <w:szCs w:val="22"/>
              </w:rPr>
              <w:t xml:space="preserve">SADZ </w:t>
            </w:r>
            <w:proofErr w:type="spellStart"/>
            <w:r w:rsidRPr="007B5A7D">
              <w:rPr>
                <w:rFonts w:ascii="Cambria" w:eastAsia="Calibri" w:hAnsi="Cambria" w:cs="Arial"/>
                <w:bCs/>
                <w:iCs/>
                <w:sz w:val="22"/>
                <w:szCs w:val="22"/>
              </w:rPr>
              <w:t>SADZ</w:t>
            </w:r>
            <w:proofErr w:type="spellEnd"/>
          </w:p>
        </w:tc>
        <w:tc>
          <w:tcPr>
            <w:tcW w:w="925" w:type="pct"/>
            <w:shd w:val="clear" w:color="auto" w:fill="auto"/>
          </w:tcPr>
          <w:p w:rsidR="00167B75" w:rsidRPr="007B5A7D" w:rsidRDefault="00167B75" w:rsidP="009F7B63">
            <w:pPr>
              <w:rPr>
                <w:rFonts w:ascii="Cambria" w:eastAsia="Calibri" w:hAnsi="Cambria" w:cs="Arial"/>
                <w:sz w:val="22"/>
                <w:szCs w:val="22"/>
                <w:lang w:eastAsia="en-US"/>
              </w:rPr>
            </w:pPr>
            <w:r w:rsidRPr="007B5A7D">
              <w:rPr>
                <w:rFonts w:ascii="Cambria" w:eastAsia="Calibri" w:hAnsi="Cambria" w:cs="Arial"/>
                <w:bCs/>
                <w:iCs/>
                <w:sz w:val="22"/>
                <w:szCs w:val="22"/>
              </w:rPr>
              <w:t xml:space="preserve">SADZ-BC, </w:t>
            </w:r>
            <w:r w:rsidRPr="007B5A7D">
              <w:rPr>
                <w:rFonts w:ascii="Cambria" w:eastAsia="Calibri" w:hAnsi="Cambria" w:cs="Arial"/>
                <w:bCs/>
                <w:iCs/>
                <w:sz w:val="22"/>
                <w:szCs w:val="22"/>
              </w:rPr>
              <w:br/>
              <w:t xml:space="preserve">SADZ-OC </w:t>
            </w:r>
            <w:r w:rsidRPr="007B5A7D">
              <w:rPr>
                <w:rFonts w:ascii="Cambria" w:eastAsia="Calibri" w:hAnsi="Cambria" w:cs="Arial"/>
                <w:bCs/>
                <w:iCs/>
                <w:sz w:val="22"/>
                <w:szCs w:val="22"/>
              </w:rPr>
              <w:br/>
              <w:t>SADZ-C</w:t>
            </w:r>
            <w:r w:rsidRPr="007B5A7D">
              <w:rPr>
                <w:rFonts w:ascii="Cambria" w:eastAsia="Calibri" w:hAnsi="Cambria" w:cs="Arial"/>
                <w:bCs/>
                <w:iCs/>
                <w:sz w:val="22"/>
                <w:szCs w:val="22"/>
              </w:rPr>
              <w:br/>
              <w:t>SADZA-POM</w:t>
            </w:r>
          </w:p>
        </w:tc>
        <w:tc>
          <w:tcPr>
            <w:tcW w:w="1971" w:type="pct"/>
            <w:shd w:val="clear" w:color="auto" w:fill="auto"/>
          </w:tcPr>
          <w:p w:rsidR="00167B75" w:rsidRPr="007B5A7D" w:rsidRDefault="00167B75" w:rsidP="009F7B63">
            <w:pPr>
              <w:suppressAutoHyphens w:val="0"/>
              <w:spacing w:before="120" w:after="120"/>
              <w:rPr>
                <w:rFonts w:ascii="Cambria" w:eastAsia="Calibri" w:hAnsi="Cambria" w:cs="Arial"/>
                <w:sz w:val="22"/>
                <w:szCs w:val="22"/>
                <w:lang w:eastAsia="en-US"/>
              </w:rPr>
            </w:pPr>
            <w:r w:rsidRPr="007B5A7D">
              <w:rPr>
                <w:rFonts w:ascii="Cambria" w:eastAsia="Calibri" w:hAnsi="Cambria" w:cs="Arial"/>
                <w:bCs/>
                <w:iCs/>
                <w:sz w:val="22"/>
                <w:szCs w:val="22"/>
              </w:rPr>
              <w:t>Sadzenie jednolatek i wielolatek sadzarką</w:t>
            </w:r>
          </w:p>
        </w:tc>
        <w:tc>
          <w:tcPr>
            <w:tcW w:w="765"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rPr>
              <w:t>TSZT</w:t>
            </w:r>
          </w:p>
        </w:tc>
      </w:tr>
    </w:tbl>
    <w:p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doniesienie sadzonek do miejsca sadzenia,</w:t>
      </w:r>
    </w:p>
    <w:p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sprawdzanie na bieżąco jakości sadzenia,</w:t>
      </w:r>
    </w:p>
    <w:p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ręczne poprawianie wadliwie posadzonych sadzonek,</w:t>
      </w:r>
    </w:p>
    <w:p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ręczne sadzenie w miejscach, gdzie niemożliwe było posadzenie sadzarką.</w:t>
      </w:r>
    </w:p>
    <w:p w:rsidR="00167B75" w:rsidRPr="007B5A7D" w:rsidRDefault="00167B75" w:rsidP="00167B75">
      <w:pPr>
        <w:spacing w:before="120" w:after="120"/>
        <w:jc w:val="both"/>
        <w:rPr>
          <w:rFonts w:ascii="Cambria" w:hAnsi="Cambria" w:cs="Arial"/>
          <w:b/>
          <w:bCs/>
          <w:sz w:val="22"/>
          <w:szCs w:val="22"/>
        </w:rPr>
      </w:pPr>
      <w:r w:rsidRPr="007B5A7D">
        <w:rPr>
          <w:rFonts w:ascii="Cambria" w:eastAsia="Calibri" w:hAnsi="Cambria" w:cs="Arial"/>
          <w:b/>
          <w:sz w:val="22"/>
          <w:szCs w:val="22"/>
        </w:rPr>
        <w:t>Uwagi:</w:t>
      </w:r>
    </w:p>
    <w:p w:rsidR="00167B75" w:rsidRPr="007B5A7D" w:rsidRDefault="00167B75" w:rsidP="00167B75">
      <w:pPr>
        <w:pStyle w:val="Akapitzlist"/>
        <w:numPr>
          <w:ilvl w:val="0"/>
          <w:numId w:val="17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Zamawiający wymaga sadzenia</w:t>
      </w:r>
      <w:r w:rsidRPr="007B5A7D">
        <w:rPr>
          <w:rFonts w:ascii="Cambria" w:hAnsi="Cambria" w:cstheme="minorHAnsi"/>
          <w:sz w:val="22"/>
          <w:szCs w:val="22"/>
        </w:rPr>
        <w:t xml:space="preserve"> całych upraw lub</w:t>
      </w:r>
      <w:r w:rsidR="001236E6">
        <w:rPr>
          <w:rFonts w:ascii="Cambria" w:hAnsi="Cambria" w:cstheme="minorHAnsi"/>
          <w:sz w:val="22"/>
          <w:szCs w:val="22"/>
        </w:rPr>
        <w:t xml:space="preserve"> ich części za pomocą sadzarki</w:t>
      </w:r>
      <w:r w:rsidRPr="007B5A7D">
        <w:rPr>
          <w:rFonts w:ascii="Cambria" w:hAnsi="Cambria" w:cstheme="minorHAnsi"/>
          <w:sz w:val="22"/>
          <w:szCs w:val="22"/>
        </w:rPr>
        <w:t>,</w:t>
      </w:r>
    </w:p>
    <w:p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t xml:space="preserve">materiał sadzeniowy zapewnia Zamawiający. </w:t>
      </w:r>
    </w:p>
    <w:p w:rsidR="00167B75" w:rsidRPr="007B5A7D" w:rsidRDefault="00167B75" w:rsidP="00167B75">
      <w:pPr>
        <w:spacing w:before="120" w:after="120"/>
        <w:rPr>
          <w:rFonts w:ascii="Cambria" w:eastAsia="Calibri" w:hAnsi="Cambria" w:cs="Arial"/>
          <w:b/>
          <w:sz w:val="22"/>
          <w:szCs w:val="22"/>
        </w:rPr>
      </w:pPr>
      <w:r w:rsidRPr="007B5A7D">
        <w:rPr>
          <w:rFonts w:ascii="Cambria" w:eastAsia="Calibri" w:hAnsi="Cambria" w:cs="Arial"/>
          <w:b/>
          <w:sz w:val="22"/>
          <w:szCs w:val="22"/>
        </w:rPr>
        <w:lastRenderedPageBreak/>
        <w:t>Procedura odbioru:</w:t>
      </w:r>
    </w:p>
    <w:p w:rsidR="00167B75" w:rsidRPr="007B5A7D" w:rsidRDefault="00167B75" w:rsidP="00167B75">
      <w:pPr>
        <w:pStyle w:val="Akapitzlist"/>
        <w:numPr>
          <w:ilvl w:val="0"/>
          <w:numId w:val="179"/>
        </w:numPr>
        <w:tabs>
          <w:tab w:val="num" w:pos="181"/>
          <w:tab w:val="left" w:pos="840"/>
        </w:tabs>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Arial"/>
          <w:sz w:val="22"/>
          <w:szCs w:val="22"/>
          <w:lang w:eastAsia="en-US"/>
        </w:rPr>
        <w:t>posztucznie</w:t>
      </w:r>
      <w:proofErr w:type="spellEnd"/>
      <w:r w:rsidRPr="007B5A7D">
        <w:rPr>
          <w:rFonts w:ascii="Cambria" w:eastAsia="Calibri" w:hAnsi="Cambria" w:cs="Arial"/>
          <w:sz w:val="22"/>
          <w:szCs w:val="22"/>
          <w:lang w:eastAsia="en-US"/>
        </w:rPr>
        <w:t xml:space="preserve">. </w:t>
      </w:r>
    </w:p>
    <w:p w:rsidR="00167B75" w:rsidRPr="007B5A7D" w:rsidRDefault="00167B75" w:rsidP="00167B75">
      <w:pPr>
        <w:spacing w:after="160" w:line="259" w:lineRule="auto"/>
        <w:rPr>
          <w:rFonts w:ascii="Cambria" w:hAnsi="Cambria"/>
          <w:sz w:val="22"/>
          <w:szCs w:val="22"/>
        </w:rPr>
      </w:pPr>
      <w:r w:rsidRPr="007B5A7D">
        <w:rPr>
          <w:rFonts w:ascii="Cambria" w:eastAsia="Calibri" w:hAnsi="Cambria" w:cs="Arial"/>
          <w:i/>
          <w:iCs/>
          <w:sz w:val="22"/>
          <w:szCs w:val="22"/>
          <w:lang w:eastAsia="en-US"/>
        </w:rPr>
        <w:t>(rozliczenie z dokładnością do dwóch miejsc po przecinku)</w:t>
      </w:r>
    </w:p>
    <w:p w:rsidR="00167B75" w:rsidRPr="007B5A7D" w:rsidRDefault="00167B75" w:rsidP="00167B75">
      <w:pPr>
        <w:suppressAutoHyphens w:val="0"/>
        <w:spacing w:before="120" w:after="120"/>
        <w:rPr>
          <w:rFonts w:ascii="Cambria" w:eastAsia="Calibri" w:hAnsi="Cambria" w:cstheme="minorHAnsi"/>
          <w:b/>
          <w:bCs/>
          <w:sz w:val="22"/>
          <w:szCs w:val="22"/>
          <w:lang w:eastAsia="pl-PL"/>
        </w:rPr>
      </w:pPr>
    </w:p>
    <w:p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rsidTr="009F7B63">
        <w:trPr>
          <w:trHeight w:val="161"/>
          <w:jc w:val="center"/>
        </w:trPr>
        <w:tc>
          <w:tcPr>
            <w:tcW w:w="363"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63"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102</w:t>
            </w:r>
          </w:p>
        </w:tc>
        <w:tc>
          <w:tcPr>
            <w:tcW w:w="974"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POP</w:t>
            </w:r>
          </w:p>
        </w:tc>
        <w:tc>
          <w:tcPr>
            <w:tcW w:w="925" w:type="pct"/>
            <w:shd w:val="clear" w:color="auto" w:fill="auto"/>
          </w:tcPr>
          <w:p w:rsidR="00167B75" w:rsidRPr="007B5A7D" w:rsidRDefault="00167B75" w:rsidP="009F7B63">
            <w:pPr>
              <w:suppressAutoHyphens w:val="0"/>
              <w:spacing w:before="120" w:after="120"/>
              <w:rPr>
                <w:rFonts w:ascii="Cambria" w:eastAsia="Calibri" w:hAnsi="Cambria" w:cstheme="minorBidi"/>
                <w:sz w:val="22"/>
                <w:szCs w:val="22"/>
                <w:lang w:eastAsia="en-US"/>
              </w:rPr>
            </w:pPr>
            <w:r w:rsidRPr="22E50311">
              <w:rPr>
                <w:rFonts w:ascii="Cambria" w:eastAsia="Calibri" w:hAnsi="Cambria" w:cstheme="minorBidi"/>
                <w:sz w:val="22"/>
                <w:szCs w:val="22"/>
                <w:lang w:eastAsia="pl-PL"/>
              </w:rPr>
              <w:t xml:space="preserve">POPR-1KP POPR-WM </w:t>
            </w:r>
          </w:p>
        </w:tc>
        <w:tc>
          <w:tcPr>
            <w:tcW w:w="2095"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w:t>
      </w:r>
      <w:r w:rsidR="00F85F14" w:rsidRPr="00F85F14">
        <w:rPr>
          <w:rFonts w:ascii="Cambria" w:eastAsia="Calibri" w:hAnsi="Cambria" w:cstheme="minorHAnsi"/>
          <w:b/>
          <w:color w:val="FF0000"/>
          <w:sz w:val="22"/>
          <w:szCs w:val="22"/>
        </w:rPr>
        <w:t>kostur, szpadel siekieromotyka, motyka</w:t>
      </w:r>
      <w:r w:rsidR="00F85F14" w:rsidRPr="00F85F14">
        <w:rPr>
          <w:rFonts w:ascii="Cambria" w:eastAsia="Calibri" w:hAnsi="Cambria" w:cstheme="minorHAnsi"/>
          <w:color w:val="FF0000"/>
          <w:sz w:val="22"/>
          <w:szCs w:val="22"/>
        </w:rPr>
        <w:t xml:space="preserve"> </w:t>
      </w:r>
      <w:r w:rsidR="00F85F14">
        <w:rPr>
          <w:rFonts w:ascii="Cambria" w:eastAsia="Calibri" w:hAnsi="Cambria" w:cstheme="minorHAnsi"/>
          <w:sz w:val="22"/>
          <w:szCs w:val="22"/>
        </w:rPr>
        <w:t xml:space="preserve"> </w:t>
      </w:r>
      <w:r w:rsidR="00F85F14" w:rsidRPr="007B5A7D">
        <w:rPr>
          <w:rFonts w:ascii="Cambria" w:eastAsia="Calibri" w:hAnsi="Cambria" w:cstheme="minorHAnsi"/>
          <w:sz w:val="22"/>
          <w:szCs w:val="22"/>
        </w:rPr>
        <w:t xml:space="preserve"> </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w:t>
      </w:r>
    </w:p>
    <w:p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rsidR="00167B75" w:rsidRPr="007B5A7D" w:rsidRDefault="00167B75" w:rsidP="00167B75">
      <w:pPr>
        <w:pStyle w:val="Akapitzlist"/>
        <w:numPr>
          <w:ilvl w:val="0"/>
          <w:numId w:val="181"/>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w:t>
      </w:r>
    </w:p>
    <w:p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materiał sadzeniowy zapewnia Zamawiający.</w:t>
      </w:r>
    </w:p>
    <w:p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rsidR="00167B75" w:rsidRPr="007B5A7D" w:rsidRDefault="00167B75" w:rsidP="00167B75">
      <w:pPr>
        <w:pStyle w:val="Akapitzlist"/>
        <w:numPr>
          <w:ilvl w:val="0"/>
          <w:numId w:val="182"/>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before="120" w:after="120"/>
        <w:rPr>
          <w:rFonts w:ascii="Cambria" w:eastAsia="Calibri" w:hAnsi="Cambria" w:cstheme="minorHAnsi"/>
          <w:b/>
          <w:sz w:val="22"/>
          <w:szCs w:val="22"/>
          <w:lang w:eastAsia="en-US"/>
        </w:rPr>
      </w:pPr>
    </w:p>
    <w:p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rsidTr="009F7B63">
        <w:trPr>
          <w:trHeight w:val="161"/>
          <w:jc w:val="center"/>
        </w:trPr>
        <w:tc>
          <w:tcPr>
            <w:tcW w:w="363"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63"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103</w:t>
            </w:r>
          </w:p>
        </w:tc>
        <w:tc>
          <w:tcPr>
            <w:tcW w:w="974"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SAD-BRYŁ</w:t>
            </w:r>
          </w:p>
        </w:tc>
        <w:tc>
          <w:tcPr>
            <w:tcW w:w="925"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SAD-B&lt;150, </w:t>
            </w:r>
            <w:r w:rsidRPr="007B5A7D">
              <w:rPr>
                <w:rFonts w:ascii="Cambria" w:eastAsia="Calibri" w:hAnsi="Cambria" w:cstheme="minorHAnsi"/>
                <w:bCs/>
                <w:iCs/>
                <w:sz w:val="22"/>
                <w:szCs w:val="22"/>
                <w:lang w:eastAsia="pl-PL"/>
              </w:rPr>
              <w:br/>
              <w:t xml:space="preserve">SAD-B&lt;300, </w:t>
            </w:r>
            <w:r w:rsidRPr="007B5A7D">
              <w:rPr>
                <w:rFonts w:ascii="Cambria" w:eastAsia="Calibri" w:hAnsi="Cambria" w:cstheme="minorHAnsi"/>
                <w:bCs/>
                <w:iCs/>
                <w:sz w:val="22"/>
                <w:szCs w:val="22"/>
                <w:lang w:eastAsia="pl-PL"/>
              </w:rPr>
              <w:br/>
              <w:t xml:space="preserve">SAD-B&gt;300, SADZ-WB, </w:t>
            </w:r>
            <w:r w:rsidRPr="007B5A7D">
              <w:rPr>
                <w:rFonts w:ascii="Cambria" w:eastAsia="Calibri" w:hAnsi="Cambria" w:cstheme="minorHAnsi"/>
                <w:bCs/>
                <w:iCs/>
                <w:sz w:val="22"/>
                <w:szCs w:val="22"/>
                <w:lang w:eastAsia="pl-PL"/>
              </w:rPr>
              <w:br/>
            </w:r>
            <w:r w:rsidRPr="007B5A7D">
              <w:rPr>
                <w:rFonts w:ascii="Cambria" w:eastAsia="Calibri" w:hAnsi="Cambria" w:cstheme="minorHAnsi"/>
                <w:bCs/>
                <w:iCs/>
                <w:sz w:val="22"/>
                <w:szCs w:val="22"/>
              </w:rPr>
              <w:t xml:space="preserve">SAD-WBŚ, </w:t>
            </w:r>
            <w:r w:rsidRPr="007B5A7D">
              <w:rPr>
                <w:rFonts w:ascii="Cambria" w:eastAsia="Calibri" w:hAnsi="Cambria" w:cstheme="minorHAnsi"/>
                <w:bCs/>
                <w:iCs/>
                <w:sz w:val="22"/>
                <w:szCs w:val="22"/>
              </w:rPr>
              <w:br/>
              <w:t>SAD-1BŚ</w:t>
            </w:r>
          </w:p>
          <w:p w:rsidR="00167B75" w:rsidRPr="007B5A7D" w:rsidRDefault="00167B75" w:rsidP="009F7B63">
            <w:pPr>
              <w:suppressAutoHyphens w:val="0"/>
              <w:spacing w:before="120" w:after="120"/>
              <w:rPr>
                <w:rFonts w:ascii="Cambria" w:eastAsia="Calibri" w:hAnsi="Cambria" w:cstheme="minorHAnsi"/>
                <w:sz w:val="22"/>
                <w:szCs w:val="22"/>
                <w:lang w:eastAsia="en-US"/>
              </w:rPr>
            </w:pPr>
          </w:p>
        </w:tc>
        <w:tc>
          <w:tcPr>
            <w:tcW w:w="2095"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rsidTr="009F7B63">
        <w:trPr>
          <w:trHeight w:val="625"/>
          <w:jc w:val="center"/>
        </w:trPr>
        <w:tc>
          <w:tcPr>
            <w:tcW w:w="363"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104</w:t>
            </w:r>
          </w:p>
        </w:tc>
        <w:tc>
          <w:tcPr>
            <w:tcW w:w="974"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POP-BRYŁ</w:t>
            </w:r>
          </w:p>
        </w:tc>
        <w:tc>
          <w:tcPr>
            <w:tcW w:w="925"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POP-B&lt;150, </w:t>
            </w:r>
            <w:r w:rsidRPr="007B5A7D">
              <w:rPr>
                <w:rFonts w:ascii="Cambria" w:eastAsia="Calibri" w:hAnsi="Cambria" w:cstheme="minorHAnsi"/>
                <w:bCs/>
                <w:iCs/>
                <w:sz w:val="22"/>
                <w:szCs w:val="22"/>
                <w:lang w:eastAsia="pl-PL"/>
              </w:rPr>
              <w:br/>
              <w:t xml:space="preserve">POP-B&lt;300, </w:t>
            </w:r>
            <w:r w:rsidRPr="007B5A7D">
              <w:rPr>
                <w:rFonts w:ascii="Cambria" w:eastAsia="Calibri" w:hAnsi="Cambria" w:cstheme="minorHAnsi"/>
                <w:bCs/>
                <w:iCs/>
                <w:sz w:val="22"/>
                <w:szCs w:val="22"/>
                <w:lang w:eastAsia="pl-PL"/>
              </w:rPr>
              <w:br/>
              <w:t xml:space="preserve">POP-B&gt;300, POPR-WB, </w:t>
            </w:r>
            <w:r w:rsidRPr="007B5A7D">
              <w:rPr>
                <w:rFonts w:ascii="Cambria" w:eastAsia="Calibri" w:hAnsi="Cambria" w:cstheme="minorHAnsi"/>
                <w:bCs/>
                <w:iCs/>
                <w:sz w:val="22"/>
                <w:szCs w:val="22"/>
              </w:rPr>
              <w:t xml:space="preserve">POP-WBŚ   </w:t>
            </w:r>
          </w:p>
        </w:tc>
        <w:tc>
          <w:tcPr>
            <w:tcW w:w="2095"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dostarczenie sadzonek w kasetach lub skrzynkach na miejsce sadzenia,</w:t>
      </w:r>
    </w:p>
    <w:p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 xml:space="preserve">wykonanie w ziemi otworu przy pomocy kostura lub innego narzędzia, który wycina w glebie otwór o kształcie i wymiarach bryłki korzeniowej sadzonej sadzonki. Wymiary bryłki </w:t>
      </w:r>
      <w:r w:rsidR="00DF0B38" w:rsidRPr="00DF0B38">
        <w:rPr>
          <w:rFonts w:ascii="Cambria" w:hAnsi="Cambria" w:cstheme="minorHAnsi"/>
          <w:b/>
          <w:color w:val="FF0000"/>
          <w:sz w:val="22"/>
          <w:szCs w:val="22"/>
        </w:rPr>
        <w:t xml:space="preserve">5x4,5x15 cm (liściaste) i </w:t>
      </w:r>
      <w:r w:rsidR="005B58DC">
        <w:rPr>
          <w:rFonts w:ascii="Cambria" w:hAnsi="Cambria" w:cstheme="minorHAnsi"/>
          <w:b/>
          <w:color w:val="FF0000"/>
          <w:sz w:val="22"/>
          <w:szCs w:val="22"/>
        </w:rPr>
        <w:t>4-6</w:t>
      </w:r>
      <w:r w:rsidR="00DF0B38" w:rsidRPr="00DF0B38">
        <w:rPr>
          <w:rFonts w:ascii="Cambria" w:hAnsi="Cambria" w:cstheme="minorHAnsi"/>
          <w:b/>
          <w:color w:val="FF0000"/>
          <w:sz w:val="22"/>
          <w:szCs w:val="22"/>
        </w:rPr>
        <w:t>x4x11 cm (iglaste</w:t>
      </w:r>
      <w:r w:rsidR="00DF0B38">
        <w:rPr>
          <w:rFonts w:ascii="Cambria" w:hAnsi="Cambria" w:cstheme="minorHAnsi"/>
          <w:sz w:val="22"/>
          <w:szCs w:val="22"/>
        </w:rPr>
        <w:t>)</w:t>
      </w:r>
      <w:r w:rsidRPr="007B5A7D">
        <w:rPr>
          <w:rFonts w:ascii="Cambria" w:hAnsi="Cambria" w:cstheme="minorHAnsi"/>
          <w:sz w:val="22"/>
          <w:szCs w:val="22"/>
        </w:rPr>
        <w:t xml:space="preserve"> ,</w:t>
      </w:r>
    </w:p>
    <w:p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umieszczenie w otworze całej bryłki sadzonki, przykrycie bryłki przy szyi korzeniowej sadzonki warstwą 1 – 2 cm miejscowej gleby, </w:t>
      </w:r>
    </w:p>
    <w:p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udeptanie i wyrównanie gleby wokół sadzonki, </w:t>
      </w:r>
    </w:p>
    <w:p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sadzonki z ziemi.</w:t>
      </w:r>
    </w:p>
    <w:p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lastRenderedPageBreak/>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wyjmowanie sadzonek z kaset, nie może spowodować zniszczenia ukształtowanej bryłki,</w:t>
      </w:r>
    </w:p>
    <w:p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otwór pod sadzonkę z bryłką należy wykonać w ziemi pionowo, bryłka korzeniowa powinna być przykryta ziemią 1-2 cm,</w:t>
      </w:r>
    </w:p>
    <w:p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glebę wokół sadzonki należy lekko udeptać nie pozostawiając  zagłębień,</w:t>
      </w:r>
    </w:p>
    <w:p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rsidR="00167B75" w:rsidRPr="007B5A7D" w:rsidRDefault="00167B75" w:rsidP="00167B75">
      <w:pPr>
        <w:spacing w:before="120" w:after="120"/>
        <w:jc w:val="both"/>
        <w:rPr>
          <w:rFonts w:ascii="Cambria" w:hAnsi="Cambria" w:cstheme="minorHAnsi"/>
          <w:bCs/>
          <w:sz w:val="22"/>
          <w:szCs w:val="22"/>
        </w:rPr>
      </w:pPr>
      <w:r w:rsidRPr="007B5A7D">
        <w:rPr>
          <w:rFonts w:ascii="Cambria" w:eastAsia="Calibri" w:hAnsi="Cambria" w:cstheme="minorHAnsi"/>
          <w:b/>
          <w:sz w:val="22"/>
          <w:szCs w:val="22"/>
          <w:lang w:eastAsia="pl-PL"/>
        </w:rPr>
        <w:t>Procedura odbioru:</w:t>
      </w:r>
    </w:p>
    <w:p w:rsidR="00167B75" w:rsidRPr="007B5A7D" w:rsidRDefault="00167B75" w:rsidP="00167B75">
      <w:pPr>
        <w:pStyle w:val="Akapitzlist"/>
        <w:numPr>
          <w:ilvl w:val="0"/>
          <w:numId w:val="185"/>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p>
    <w:p w:rsidR="00167B75" w:rsidRPr="007B5A7D" w:rsidRDefault="00167B75" w:rsidP="00167B75">
      <w:pPr>
        <w:pStyle w:val="Akapitzlist"/>
        <w:spacing w:before="120" w:after="120"/>
        <w:ind w:left="0"/>
        <w:jc w:val="both"/>
        <w:rPr>
          <w:rFonts w:ascii="Cambria" w:hAnsi="Cambria" w:cstheme="minorHAnsi"/>
          <w:b/>
          <w:bCs/>
          <w:sz w:val="22"/>
          <w:szCs w:val="22"/>
        </w:rPr>
      </w:pPr>
      <w:r w:rsidRPr="007B5A7D">
        <w:rPr>
          <w:rFonts w:ascii="Cambria" w:eastAsia="Calibri" w:hAnsi="Cambria" w:cstheme="minorHAnsi"/>
          <w:b/>
          <w:bCs/>
          <w:sz w:val="22"/>
          <w:szCs w:val="22"/>
        </w:rPr>
        <w:t xml:space="preserve">Sadzenie </w:t>
      </w:r>
      <w:r w:rsidRPr="007B5A7D">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rsidTr="009F7B63">
        <w:trPr>
          <w:trHeight w:val="161"/>
          <w:jc w:val="center"/>
        </w:trPr>
        <w:tc>
          <w:tcPr>
            <w:tcW w:w="363"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63"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105</w:t>
            </w:r>
          </w:p>
        </w:tc>
        <w:tc>
          <w:tcPr>
            <w:tcW w:w="974"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925"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2095"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rsidTr="009F7B63">
        <w:trPr>
          <w:trHeight w:val="625"/>
          <w:jc w:val="center"/>
        </w:trPr>
        <w:tc>
          <w:tcPr>
            <w:tcW w:w="363"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106</w:t>
            </w:r>
          </w:p>
        </w:tc>
        <w:tc>
          <w:tcPr>
            <w:tcW w:w="974"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925"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2095"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 xml:space="preserve">załadunek sadzonek do pojemników z zabezpieczeniem korzeni przed wysychaniem, </w:t>
      </w:r>
    </w:p>
    <w:p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doniesienie sadzonek do miejsca sadzenia,</w:t>
      </w:r>
    </w:p>
    <w:p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wykonanie dołka szpadlem, motyką , </w:t>
      </w:r>
      <w:proofErr w:type="spellStart"/>
      <w:r w:rsidRPr="007B5A7D">
        <w:rPr>
          <w:rFonts w:ascii="Cambria" w:eastAsia="Calibri" w:hAnsi="Cambria" w:cstheme="minorHAnsi"/>
          <w:sz w:val="22"/>
          <w:szCs w:val="22"/>
        </w:rPr>
        <w:t>siekieromotyką</w:t>
      </w:r>
      <w:proofErr w:type="spellEnd"/>
      <w:r w:rsidRPr="007B5A7D">
        <w:rPr>
          <w:rFonts w:ascii="Cambria" w:eastAsia="Calibri" w:hAnsi="Cambria" w:cstheme="minorHAnsi"/>
          <w:sz w:val="22"/>
          <w:szCs w:val="22"/>
        </w:rPr>
        <w:t xml:space="preserve"> itp.,</w:t>
      </w:r>
    </w:p>
    <w:p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sadzenie w dołki lub w uprzednio wykonane dołki,</w:t>
      </w:r>
    </w:p>
    <w:p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ubicie gleby wokół sadzonek.</w:t>
      </w:r>
    </w:p>
    <w:p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dołek powinien mieć odpowiednią wielkość, by przy sadzeniu nie zawijał się system korzeniowy,</w:t>
      </w:r>
    </w:p>
    <w:p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korzenie umieszczone w dołku powinny być proste i swobodnie spadać do dna dołka,</w:t>
      </w:r>
    </w:p>
    <w:p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 właściwym umieszczeniu sadzonki, korzenie należy stopniowo zasypywać glebą mineralną,</w:t>
      </w:r>
    </w:p>
    <w:p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hAnsi="Cambria" w:cstheme="minorHAnsi"/>
          <w:sz w:val="22"/>
          <w:szCs w:val="22"/>
        </w:rPr>
        <w:t>glebę wokół sadzonek należy udeptać nie pozostawiając zagłębień,</w:t>
      </w:r>
    </w:p>
    <w:p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rsidR="00167B75" w:rsidRPr="007B5A7D" w:rsidRDefault="00167B75" w:rsidP="00167B75">
      <w:pPr>
        <w:pStyle w:val="Akapitzlist"/>
        <w:numPr>
          <w:ilvl w:val="0"/>
          <w:numId w:val="188"/>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rsidTr="009F7B63">
        <w:trPr>
          <w:trHeight w:val="161"/>
          <w:jc w:val="center"/>
        </w:trPr>
        <w:tc>
          <w:tcPr>
            <w:tcW w:w="35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107</w:t>
            </w:r>
          </w:p>
        </w:tc>
        <w:tc>
          <w:tcPr>
            <w:tcW w:w="944"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897"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2031"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Siew ciągły, przerywany lub kupkowy</w:t>
            </w:r>
          </w:p>
        </w:tc>
        <w:tc>
          <w:tcPr>
            <w:tcW w:w="775"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zaprawianie i doniesienie nasion,</w:t>
      </w:r>
    </w:p>
    <w:p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ręcznego pod nadzorem pracownika Zamawiającego,</w:t>
      </w:r>
    </w:p>
    <w:p w:rsidR="00167B75" w:rsidRPr="007B5A7D" w:rsidRDefault="00167B75" w:rsidP="00167B75">
      <w:pPr>
        <w:pStyle w:val="Akapitzlist"/>
        <w:numPr>
          <w:ilvl w:val="0"/>
          <w:numId w:val="1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ręcznym w zależności od potrzeb siew ciągły, przerywany lub kupkowy na pasach,</w:t>
      </w:r>
    </w:p>
    <w:p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nasiona do siewu zapewnia Zamawiający.</w:t>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rsidR="00167B75" w:rsidRPr="007B5A7D" w:rsidRDefault="00167B75" w:rsidP="00167B75">
      <w:pPr>
        <w:pStyle w:val="Akapitzlist"/>
        <w:numPr>
          <w:ilvl w:val="0"/>
          <w:numId w:val="19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w:t>
      </w:r>
      <w:r w:rsidR="00DF0B38" w:rsidRPr="00DF0B38">
        <w:rPr>
          <w:rFonts w:ascii="Cambria" w:eastAsia="Calibri" w:hAnsi="Cambria" w:cstheme="minorHAnsi"/>
          <w:b/>
          <w:color w:val="FF0000"/>
          <w:sz w:val="22"/>
          <w:szCs w:val="22"/>
          <w:lang w:eastAsia="en-US"/>
        </w:rPr>
        <w:t>1,5</w:t>
      </w:r>
      <w:r w:rsidRPr="00DF0B38">
        <w:rPr>
          <w:rFonts w:ascii="Cambria" w:eastAsia="Calibri" w:hAnsi="Cambria" w:cstheme="minorHAnsi"/>
          <w:b/>
          <w:color w:val="FF0000"/>
          <w:sz w:val="22"/>
          <w:szCs w:val="22"/>
          <w:lang w:eastAsia="en-US"/>
        </w:rPr>
        <w:t xml:space="preserve"> m</w:t>
      </w:r>
      <w:r w:rsidRPr="00DF0B38">
        <w:rPr>
          <w:rFonts w:ascii="Cambria" w:eastAsia="Calibri" w:hAnsi="Cambria" w:cstheme="minorHAnsi"/>
          <w:color w:val="FF0000"/>
          <w:sz w:val="22"/>
          <w:szCs w:val="22"/>
          <w:lang w:eastAsia="en-US"/>
        </w:rPr>
        <w:t xml:space="preserve"> </w:t>
      </w:r>
      <w:r w:rsidRPr="007B5A7D">
        <w:rPr>
          <w:rFonts w:ascii="Cambria" w:eastAsia="Calibri" w:hAnsi="Cambria" w:cstheme="minorHAnsi"/>
          <w:sz w:val="22"/>
          <w:szCs w:val="22"/>
          <w:lang w:eastAsia="en-US"/>
        </w:rPr>
        <w:t xml:space="preserve">(+/- 10%) jest  </w:t>
      </w:r>
      <w:r w:rsidR="00DF0B38" w:rsidRPr="00DF0B38">
        <w:rPr>
          <w:rFonts w:ascii="Cambria" w:eastAsia="Calibri" w:hAnsi="Cambria" w:cstheme="minorHAnsi"/>
          <w:b/>
          <w:color w:val="FF0000"/>
          <w:sz w:val="22"/>
          <w:szCs w:val="22"/>
          <w:lang w:eastAsia="en-US"/>
        </w:rPr>
        <w:t>6670</w:t>
      </w:r>
      <w:r w:rsidRPr="00DF0B38">
        <w:rPr>
          <w:rFonts w:ascii="Cambria" w:eastAsia="Calibri" w:hAnsi="Cambria" w:cstheme="minorHAnsi"/>
          <w:b/>
          <w:color w:val="FF0000"/>
          <w:sz w:val="22"/>
          <w:szCs w:val="22"/>
          <w:lang w:eastAsia="en-US"/>
        </w:rPr>
        <w:t xml:space="preserve"> </w:t>
      </w:r>
      <w:proofErr w:type="spellStart"/>
      <w:r w:rsidRPr="00DF0B38">
        <w:rPr>
          <w:rFonts w:ascii="Cambria" w:eastAsia="Calibri" w:hAnsi="Cambria" w:cstheme="minorHAnsi"/>
          <w:b/>
          <w:color w:val="FF0000"/>
          <w:sz w:val="22"/>
          <w:szCs w:val="22"/>
          <w:lang w:eastAsia="en-US"/>
        </w:rPr>
        <w:t>mb</w:t>
      </w:r>
      <w:proofErr w:type="spellEnd"/>
      <w:r w:rsidRPr="00DF0B38">
        <w:rPr>
          <w:rFonts w:ascii="Cambria" w:eastAsia="Calibri" w:hAnsi="Cambria" w:cstheme="minorHAnsi"/>
          <w:color w:val="FF0000"/>
          <w:sz w:val="22"/>
          <w:szCs w:val="22"/>
          <w:lang w:eastAsia="en-US"/>
        </w:rPr>
        <w:t xml:space="preserve"> </w:t>
      </w:r>
      <w:r w:rsidRPr="007B5A7D">
        <w:rPr>
          <w:rFonts w:ascii="Cambria" w:eastAsia="Calibri" w:hAnsi="Cambria" w:cstheme="minorHAnsi"/>
          <w:sz w:val="22"/>
          <w:szCs w:val="22"/>
          <w:lang w:eastAsia="en-US"/>
        </w:rPr>
        <w:t>(metrów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rsidR="00167B75" w:rsidRPr="007B5A7D" w:rsidRDefault="00167B75" w:rsidP="00167B75">
      <w:pPr>
        <w:suppressAutoHyphens w:val="0"/>
        <w:spacing w:before="120" w:after="120"/>
        <w:ind w:left="323"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pacing w:before="120" w:after="120"/>
        <w:rPr>
          <w:rFonts w:ascii="Cambria" w:eastAsia="Calibri" w:hAnsi="Cambria" w:cstheme="minorHAnsi"/>
          <w:b/>
          <w:sz w:val="22"/>
          <w:szCs w:val="22"/>
          <w:lang w:eastAsia="en-US"/>
        </w:rPr>
      </w:pPr>
    </w:p>
    <w:p w:rsidR="00167B75" w:rsidRPr="007B5A7D" w:rsidRDefault="00167B75" w:rsidP="00167B75">
      <w:pPr>
        <w:spacing w:before="120" w:after="120"/>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rsidTr="009F7B63">
        <w:trPr>
          <w:trHeight w:val="161"/>
          <w:jc w:val="center"/>
        </w:trPr>
        <w:tc>
          <w:tcPr>
            <w:tcW w:w="35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108</w:t>
            </w:r>
          </w:p>
        </w:tc>
        <w:tc>
          <w:tcPr>
            <w:tcW w:w="944" w:type="pct"/>
            <w:shd w:val="clear" w:color="auto" w:fill="auto"/>
          </w:tcPr>
          <w:p w:rsidR="00167B75" w:rsidRPr="007B5A7D" w:rsidRDefault="00167B75" w:rsidP="009F7B63">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SIEW-KDB</w:t>
            </w:r>
          </w:p>
        </w:tc>
        <w:tc>
          <w:tcPr>
            <w:tcW w:w="897"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SIEW-KDB</w:t>
            </w:r>
          </w:p>
        </w:tc>
        <w:tc>
          <w:tcPr>
            <w:tcW w:w="203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Siew kupkowy dębu</w:t>
            </w:r>
          </w:p>
        </w:tc>
        <w:tc>
          <w:tcPr>
            <w:tcW w:w="775"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00DF0B38">
        <w:rPr>
          <w:rFonts w:ascii="Cambria" w:eastAsia="Calibri" w:hAnsi="Cambria" w:cstheme="minorHAnsi"/>
          <w:b/>
          <w:bCs/>
          <w:sz w:val="22"/>
          <w:szCs w:val="22"/>
          <w:lang w:eastAsia="pl-PL"/>
        </w:rPr>
        <w:t xml:space="preserve"> </w:t>
      </w:r>
      <w:r w:rsidR="00DF0B38" w:rsidRPr="00DF0B38">
        <w:rPr>
          <w:rFonts w:ascii="Cambria" w:eastAsia="Calibri" w:hAnsi="Cambria" w:cstheme="minorHAnsi"/>
          <w:b/>
          <w:bCs/>
          <w:color w:val="FF0000"/>
          <w:sz w:val="22"/>
          <w:szCs w:val="22"/>
          <w:lang w:eastAsia="pl-PL"/>
        </w:rPr>
        <w:t>nie dotyczy</w:t>
      </w:r>
    </w:p>
    <w:p w:rsidR="00167B75" w:rsidRPr="007B5A7D" w:rsidRDefault="00167B75" w:rsidP="00167B75">
      <w:pPr>
        <w:pStyle w:val="Akapitzlist"/>
        <w:numPr>
          <w:ilvl w:val="0"/>
          <w:numId w:val="192"/>
        </w:numPr>
        <w:jc w:val="both"/>
      </w:pPr>
      <w:r w:rsidRPr="007B5A7D">
        <w:rPr>
          <w:rFonts w:ascii="Cambria" w:eastAsia="Cambria" w:hAnsi="Cambria" w:cs="Cambria"/>
          <w:sz w:val="22"/>
          <w:szCs w:val="22"/>
        </w:rPr>
        <w:t>zaprawianie i doniesienie nasion,</w:t>
      </w:r>
    </w:p>
    <w:p w:rsidR="00167B75" w:rsidRPr="007B5A7D" w:rsidRDefault="00167B75" w:rsidP="00167B75">
      <w:pPr>
        <w:pStyle w:val="Akapitzlist"/>
        <w:numPr>
          <w:ilvl w:val="0"/>
          <w:numId w:val="192"/>
        </w:numPr>
        <w:jc w:val="both"/>
      </w:pPr>
      <w:r w:rsidRPr="007B5A7D">
        <w:rPr>
          <w:rFonts w:ascii="Cambria" w:eastAsia="Cambria" w:hAnsi="Cambria" w:cs="Cambria"/>
          <w:sz w:val="22"/>
          <w:szCs w:val="22"/>
        </w:rPr>
        <w:t>ręczny siew pod motykę po 2 żołędzie w odległości co … cm w dnie przygotowanej bruzdy na głębokość nie większą niż 5-7 cm,</w:t>
      </w:r>
    </w:p>
    <w:p w:rsidR="00167B75" w:rsidRPr="007B5A7D" w:rsidRDefault="00167B75" w:rsidP="00167B75">
      <w:pPr>
        <w:pStyle w:val="Akapitzlist"/>
        <w:numPr>
          <w:ilvl w:val="0"/>
          <w:numId w:val="192"/>
        </w:numPr>
        <w:jc w:val="both"/>
      </w:pPr>
      <w:r w:rsidRPr="007B5A7D">
        <w:rPr>
          <w:rFonts w:ascii="Cambria" w:eastAsia="Cambria" w:hAnsi="Cambria" w:cs="Cambria"/>
          <w:sz w:val="22"/>
          <w:szCs w:val="22"/>
        </w:rPr>
        <w:t>przysypanie żołędzi ziemią z bruzdy i udeptanie ziemi nie pozostawiając zagłębienia.</w:t>
      </w:r>
    </w:p>
    <w:p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sprzęt i narzędzia niezbędne do wykonania zabiegu zapewnia Wykonawca,</w:t>
      </w:r>
    </w:p>
    <w:p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nasiona do siewu zapewnia Zamawiający.</w:t>
      </w:r>
    </w:p>
    <w:p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rsidR="00167B75" w:rsidRPr="007B5A7D" w:rsidRDefault="00167B75" w:rsidP="00167B75">
      <w:pPr>
        <w:pStyle w:val="Akapitzlist"/>
        <w:numPr>
          <w:ilvl w:val="0"/>
          <w:numId w:val="19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before="120" w:after="120"/>
        <w:rPr>
          <w:rFonts w:ascii="Cambria" w:eastAsia="Calibri" w:hAnsi="Cambria" w:cstheme="minorHAnsi"/>
          <w:b/>
          <w:sz w:val="22"/>
          <w:szCs w:val="22"/>
          <w:lang w:eastAsia="pl-PL"/>
        </w:rPr>
      </w:pPr>
    </w:p>
    <w:p w:rsidR="00167B75" w:rsidRPr="007B5A7D" w:rsidRDefault="00167B75" w:rsidP="00167B75">
      <w:pPr>
        <w:suppressAutoHyphens w:val="0"/>
        <w:spacing w:before="120" w:after="120"/>
        <w:rPr>
          <w:rFonts w:ascii="Cambria" w:eastAsia="Calibri" w:hAnsi="Cambria" w:cstheme="minorHAnsi"/>
          <w:b/>
          <w:sz w:val="22"/>
          <w:szCs w:val="22"/>
          <w:lang w:eastAsia="pl-PL"/>
        </w:rPr>
      </w:pPr>
    </w:p>
    <w:p w:rsidR="00167B75" w:rsidRPr="00DF0B38" w:rsidRDefault="00167B75" w:rsidP="00167B75">
      <w:pPr>
        <w:suppressAutoHyphens w:val="0"/>
        <w:spacing w:before="120" w:after="120"/>
        <w:rPr>
          <w:rFonts w:ascii="Cambria" w:eastAsia="Calibri" w:hAnsi="Cambria" w:cstheme="minorHAnsi"/>
          <w:b/>
          <w:color w:val="FF0000"/>
          <w:sz w:val="22"/>
          <w:szCs w:val="22"/>
          <w:lang w:eastAsia="pl-PL"/>
        </w:rPr>
      </w:pPr>
      <w:r w:rsidRPr="007B5A7D">
        <w:rPr>
          <w:rFonts w:ascii="Cambria" w:eastAsia="Calibri" w:hAnsi="Cambria" w:cstheme="minorHAnsi"/>
          <w:b/>
          <w:sz w:val="22"/>
          <w:szCs w:val="22"/>
          <w:lang w:eastAsia="pl-PL"/>
        </w:rPr>
        <w:t>Wysiew nasion siewnikiem Sobańskiego</w:t>
      </w:r>
      <w:r w:rsidR="00DF0B38">
        <w:rPr>
          <w:rFonts w:ascii="Cambria" w:eastAsia="Calibri" w:hAnsi="Cambria" w:cstheme="minorHAnsi"/>
          <w:b/>
          <w:sz w:val="22"/>
          <w:szCs w:val="22"/>
          <w:lang w:eastAsia="pl-PL"/>
        </w:rPr>
        <w:t xml:space="preserve"> </w:t>
      </w:r>
      <w:r w:rsidR="00DF0B38" w:rsidRPr="00DF0B38">
        <w:rPr>
          <w:rFonts w:ascii="Cambria" w:eastAsia="Calibri" w:hAnsi="Cambria" w:cstheme="minorHAnsi"/>
          <w:b/>
          <w:color w:val="FF0000"/>
          <w:sz w:val="22"/>
          <w:szCs w:val="22"/>
          <w:lang w:eastAsia="pl-PL"/>
        </w:rPr>
        <w:t>nie dotyczy</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109</w:t>
            </w:r>
          </w:p>
        </w:tc>
        <w:tc>
          <w:tcPr>
            <w:tcW w:w="959" w:type="pct"/>
            <w:shd w:val="clear" w:color="auto" w:fill="auto"/>
            <w:vAlign w:val="center"/>
          </w:tcPr>
          <w:p w:rsidR="00167B75" w:rsidRPr="007B5A7D" w:rsidRDefault="00167B75" w:rsidP="009F7B63">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911" w:type="pct"/>
            <w:shd w:val="clear" w:color="auto" w:fill="auto"/>
            <w:vAlign w:val="center"/>
          </w:tcPr>
          <w:p w:rsidR="00167B75" w:rsidRPr="007B5A7D" w:rsidRDefault="00167B75" w:rsidP="009F7B63">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2062" w:type="pct"/>
            <w:shd w:val="clear" w:color="auto" w:fill="auto"/>
            <w:vAlign w:val="center"/>
          </w:tcPr>
          <w:p w:rsidR="00167B75" w:rsidRPr="007B5A7D" w:rsidRDefault="00167B75" w:rsidP="009F7B63">
            <w:pPr>
              <w:suppressAutoHyphens w:val="0"/>
              <w:spacing w:before="120" w:after="120"/>
              <w:rPr>
                <w:rFonts w:ascii="Cambria" w:hAnsi="Cambria" w:cstheme="minorHAnsi"/>
                <w:sz w:val="22"/>
                <w:szCs w:val="22"/>
              </w:rPr>
            </w:pPr>
            <w:r w:rsidRPr="007B5A7D">
              <w:rPr>
                <w:rFonts w:ascii="Cambria" w:hAnsi="Cambria" w:cstheme="minorHAnsi"/>
                <w:sz w:val="22"/>
                <w:szCs w:val="22"/>
              </w:rPr>
              <w:t>Wysiew nasion siewnikiem Sobańskiego</w:t>
            </w:r>
          </w:p>
        </w:tc>
        <w:tc>
          <w:tcPr>
            <w:tcW w:w="711" w:type="pct"/>
            <w:shd w:val="clear" w:color="auto" w:fill="auto"/>
            <w:vAlign w:val="center"/>
          </w:tcPr>
          <w:p w:rsidR="00167B75" w:rsidRPr="007B5A7D" w:rsidRDefault="00167B75" w:rsidP="009F7B63">
            <w:pPr>
              <w:suppressAutoHyphens w:val="0"/>
              <w:spacing w:before="120" w:after="120"/>
              <w:jc w:val="center"/>
              <w:rPr>
                <w:rFonts w:ascii="Cambria" w:hAnsi="Cambria" w:cstheme="minorHAnsi"/>
                <w:sz w:val="22"/>
                <w:szCs w:val="22"/>
              </w:rPr>
            </w:pPr>
            <w:r w:rsidRPr="007B5A7D">
              <w:rPr>
                <w:rFonts w:ascii="Cambria" w:hAnsi="Cambria" w:cstheme="minorHAnsi"/>
                <w:sz w:val="22"/>
                <w:szCs w:val="22"/>
              </w:rPr>
              <w:t>HA</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00DF0B38">
        <w:rPr>
          <w:rFonts w:ascii="Cambria" w:eastAsia="Calibri" w:hAnsi="Cambria" w:cstheme="minorHAnsi"/>
          <w:b/>
          <w:bCs/>
          <w:sz w:val="22"/>
          <w:szCs w:val="22"/>
          <w:lang w:eastAsia="pl-PL"/>
        </w:rPr>
        <w:t xml:space="preserve"> </w:t>
      </w:r>
    </w:p>
    <w:p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Sobańskiego pod nadzorem pracownika Zamawiającego,</w:t>
      </w:r>
    </w:p>
    <w:p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Sobańskiego równocześnie z orką bruzd,</w:t>
      </w:r>
    </w:p>
    <w:p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donoszenie i uzupełnianie nasion w siewniku</w:t>
      </w:r>
      <w:r w:rsidRPr="007B5A7D">
        <w:rPr>
          <w:rFonts w:ascii="Cambria" w:eastAsia="Calibri" w:hAnsi="Cambria" w:cstheme="minorHAnsi"/>
          <w:i/>
          <w:sz w:val="22"/>
          <w:szCs w:val="22"/>
          <w:lang w:eastAsia="en-US"/>
        </w:rPr>
        <w:t>.</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nasiona do siewu zapewnia Zamawiający.</w:t>
      </w:r>
    </w:p>
    <w:p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rsidR="00167B75" w:rsidRPr="007B5A7D" w:rsidRDefault="00167B75" w:rsidP="00167B75">
      <w:pPr>
        <w:suppressAutoHyphens w:val="0"/>
        <w:spacing w:after="200" w:line="276" w:lineRule="auto"/>
        <w:ind w:left="323"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rsidTr="009F7B63">
        <w:trPr>
          <w:trHeight w:val="161"/>
          <w:jc w:val="center"/>
        </w:trPr>
        <w:tc>
          <w:tcPr>
            <w:tcW w:w="35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110</w:t>
            </w:r>
          </w:p>
        </w:tc>
        <w:tc>
          <w:tcPr>
            <w:tcW w:w="944"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SIEW-ME</w:t>
            </w:r>
          </w:p>
        </w:tc>
        <w:tc>
          <w:tcPr>
            <w:tcW w:w="897"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 SIEW-ME</w:t>
            </w:r>
          </w:p>
        </w:tc>
        <w:tc>
          <w:tcPr>
            <w:tcW w:w="2031"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Siew nasion  </w:t>
            </w:r>
            <w:proofErr w:type="spellStart"/>
            <w:r w:rsidRPr="007B5A7D">
              <w:rPr>
                <w:rFonts w:ascii="Cambria" w:hAnsi="Cambria"/>
                <w:sz w:val="22"/>
                <w:szCs w:val="22"/>
              </w:rPr>
              <w:t>So</w:t>
            </w:r>
            <w:proofErr w:type="spellEnd"/>
            <w:r w:rsidRPr="007B5A7D">
              <w:rPr>
                <w:rFonts w:ascii="Cambria" w:hAnsi="Cambria"/>
                <w:sz w:val="22"/>
                <w:szCs w:val="22"/>
              </w:rPr>
              <w:t xml:space="preserve"> w uprawach przy użyciu siewnika z pługiem LPZ</w:t>
            </w:r>
          </w:p>
        </w:tc>
        <w:tc>
          <w:tcPr>
            <w:tcW w:w="775" w:type="pct"/>
            <w:shd w:val="clear" w:color="auto" w:fill="auto"/>
            <w:vAlign w:val="center"/>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KMTR</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00DF0B38">
        <w:rPr>
          <w:rFonts w:ascii="Cambria" w:eastAsia="Calibri" w:hAnsi="Cambria" w:cstheme="minorHAnsi"/>
          <w:b/>
          <w:bCs/>
          <w:sz w:val="22"/>
          <w:szCs w:val="22"/>
          <w:lang w:eastAsia="pl-PL"/>
        </w:rPr>
        <w:t xml:space="preserve"> </w:t>
      </w:r>
      <w:r w:rsidR="00DF0B38" w:rsidRPr="00DF0B38">
        <w:rPr>
          <w:rFonts w:ascii="Cambria" w:eastAsia="Calibri" w:hAnsi="Cambria" w:cstheme="minorHAnsi"/>
          <w:b/>
          <w:bCs/>
          <w:color w:val="FF0000"/>
          <w:sz w:val="22"/>
          <w:szCs w:val="22"/>
          <w:lang w:eastAsia="pl-PL"/>
        </w:rPr>
        <w:t>nie dotyczy</w:t>
      </w:r>
    </w:p>
    <w:p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zawieszanie sprzętu i jego regulację,</w:t>
      </w:r>
    </w:p>
    <w:p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doniesienie nasion w miejsce wykonywania orki,</w:t>
      </w:r>
    </w:p>
    <w:p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załadunek nasion wraz z ich zabezpieczeniem,</w:t>
      </w:r>
    </w:p>
    <w:p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siew siewnikiem równocześnie z orką bruzd, </w:t>
      </w:r>
    </w:p>
    <w:p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obsługa siewnika podczas siewu na powierzchni odnowieniowej, </w:t>
      </w:r>
    </w:p>
    <w:p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uzupełnienie zasobnika na nasiona przed rozpoczęciem orki oraz kontrolę </w:t>
      </w:r>
      <w:r w:rsidRPr="007B5A7D">
        <w:br/>
      </w:r>
      <w:r w:rsidRPr="007B5A7D">
        <w:rPr>
          <w:rFonts w:ascii="Cambria" w:eastAsia="Calibri" w:hAnsi="Cambria" w:cs="Arial"/>
          <w:sz w:val="22"/>
          <w:szCs w:val="22"/>
          <w:lang w:eastAsia="en-US"/>
        </w:rPr>
        <w:t>i uzupełnienie zasobnika w trakcie pracy,</w:t>
      </w:r>
    </w:p>
    <w:p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oczyszczenie sprzętu oraz odstawienie go do miejsca postoju.</w:t>
      </w:r>
    </w:p>
    <w:p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rsidR="00167B75" w:rsidRPr="007B5A7D" w:rsidRDefault="00167B75" w:rsidP="00167B75">
      <w:pPr>
        <w:pStyle w:val="Akapitzlist"/>
        <w:numPr>
          <w:ilvl w:val="0"/>
          <w:numId w:val="199"/>
        </w:numPr>
        <w:autoSpaceDE w:val="0"/>
        <w:autoSpaceDN w:val="0"/>
        <w:adjustRightInd w:val="0"/>
        <w:spacing w:line="257" w:lineRule="auto"/>
        <w:jc w:val="both"/>
        <w:rPr>
          <w:rFonts w:ascii="Cambria" w:eastAsia="Calibri" w:hAnsi="Cambria" w:cs="Arial"/>
          <w:b/>
          <w:bCs/>
          <w:sz w:val="22"/>
          <w:szCs w:val="22"/>
          <w:lang w:eastAsia="en-US"/>
        </w:rPr>
      </w:pPr>
      <w:r w:rsidRPr="007B5A7D">
        <w:rPr>
          <w:rFonts w:ascii="Cambria" w:eastAsia="Calibri" w:hAnsi="Cambria"/>
          <w:bCs/>
          <w:sz w:val="22"/>
          <w:szCs w:val="22"/>
          <w:lang w:eastAsia="en-US"/>
        </w:rPr>
        <w:t>o</w:t>
      </w:r>
      <w:r w:rsidRPr="007B5A7D">
        <w:rPr>
          <w:rFonts w:ascii="Cambria" w:eastAsia="Calibri" w:hAnsi="Cambria"/>
          <w:sz w:val="22"/>
          <w:szCs w:val="22"/>
          <w:lang w:eastAsia="en-US"/>
        </w:rPr>
        <w:t>dległość pomiędzy środkami bruzd wynosi …  m (+/- 10%),</w:t>
      </w:r>
    </w:p>
    <w:p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sprzęt i narzędzia zapewnia Wykonawca,</w:t>
      </w:r>
    </w:p>
    <w:p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nasiona zapewnia Zamawiający.</w:t>
      </w:r>
    </w:p>
    <w:p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rsidR="00167B75" w:rsidRPr="007B5A7D" w:rsidRDefault="00167B75" w:rsidP="00167B75">
      <w:pPr>
        <w:pStyle w:val="Akapitzlist"/>
        <w:numPr>
          <w:ilvl w:val="0"/>
          <w:numId w:val="200"/>
        </w:numPr>
        <w:spacing w:after="200" w:line="276" w:lineRule="auto"/>
        <w:rPr>
          <w:rFonts w:ascii="Cambria" w:eastAsia="Calibri" w:hAnsi="Cambria" w:cs="Verdana"/>
          <w:sz w:val="22"/>
          <w:szCs w:val="22"/>
          <w:lang w:eastAsia="en-US"/>
        </w:rPr>
      </w:pPr>
      <w:r w:rsidRPr="007B5A7D">
        <w:rPr>
          <w:rFonts w:ascii="Cambria" w:eastAsia="Calibri" w:hAnsi="Cambria" w:cs="Arial"/>
          <w:sz w:val="22"/>
          <w:szCs w:val="22"/>
          <w:lang w:eastAsia="en-US"/>
        </w:rPr>
        <w:lastRenderedPageBreak/>
        <w:t xml:space="preserve">odbiór prac nastąpi poprzez zweryfikowanie prawidłowości wykonania orki i siewu </w:t>
      </w:r>
      <w:r w:rsidRPr="007B5A7D">
        <w:rPr>
          <w:rFonts w:ascii="Cambria" w:eastAsia="Calibri" w:hAnsi="Cambria" w:cs="Arial"/>
          <w:sz w:val="22"/>
          <w:szCs w:val="22"/>
          <w:lang w:eastAsia="en-US"/>
        </w:rPr>
        <w:br/>
        <w:t xml:space="preserve">z opisem czynności i zleceniem i określeniem długości obsianych bruzd na podstawie pomiaru powierzchni wykonanego zabiegu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Przyjmuje się, że na 1 HA, gdzie </w:t>
      </w:r>
      <w:r w:rsidRPr="007B5A7D">
        <w:rPr>
          <w:rFonts w:ascii="Cambria" w:eastAsia="Calibri" w:hAnsi="Cambria" w:cs="Verdana"/>
          <w:bCs/>
          <w:sz w:val="22"/>
          <w:szCs w:val="22"/>
          <w:lang w:eastAsia="en-US"/>
        </w:rPr>
        <w:t>o</w:t>
      </w:r>
      <w:r w:rsidRPr="007B5A7D">
        <w:rPr>
          <w:rFonts w:ascii="Cambria" w:eastAsia="Calibri" w:hAnsi="Cambria" w:cs="Verdana"/>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7234"/>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111</w:t>
            </w:r>
          </w:p>
        </w:tc>
        <w:tc>
          <w:tcPr>
            <w:tcW w:w="958"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DOW-SADZ</w:t>
            </w:r>
          </w:p>
        </w:tc>
        <w:tc>
          <w:tcPr>
            <w:tcW w:w="910" w:type="pct"/>
            <w:shd w:val="clear" w:color="auto" w:fill="auto"/>
            <w:vAlign w:val="center"/>
          </w:tcPr>
          <w:p w:rsidR="00167B75" w:rsidRPr="007B5A7D" w:rsidRDefault="00167B75" w:rsidP="009F7B63">
            <w:pPr>
              <w:suppressAutoHyphens w:val="0"/>
              <w:spacing w:before="120" w:after="120"/>
              <w:jc w:val="center"/>
              <w:rPr>
                <w:rFonts w:ascii="Cambria" w:eastAsiaTheme="majorEastAsia" w:hAnsi="Cambria" w:cstheme="minorHAnsi"/>
                <w:sz w:val="22"/>
                <w:szCs w:val="22"/>
              </w:rPr>
            </w:pPr>
            <w:r w:rsidRPr="007B5A7D">
              <w:rPr>
                <w:rFonts w:ascii="Cambria" w:hAnsi="Cambria" w:cstheme="minorHAnsi"/>
                <w:sz w:val="22"/>
                <w:szCs w:val="22"/>
              </w:rPr>
              <w:t>DOW-SADZ</w:t>
            </w:r>
            <w:r w:rsidRPr="007B5A7D">
              <w:rPr>
                <w:rFonts w:ascii="Cambria" w:hAnsi="Cambria" w:cstheme="minorHAnsi"/>
                <w:sz w:val="22"/>
                <w:szCs w:val="22"/>
              </w:rPr>
              <w:br/>
            </w:r>
            <w:r w:rsidRPr="007B5A7D">
              <w:rPr>
                <w:rFonts w:ascii="Cambria" w:eastAsiaTheme="majorEastAsia" w:hAnsi="Cambria" w:cstheme="minorHAnsi"/>
                <w:sz w:val="22"/>
                <w:szCs w:val="22"/>
              </w:rPr>
              <w:t>ZAŁ-1IL</w:t>
            </w:r>
          </w:p>
          <w:p w:rsidR="00167B75" w:rsidRPr="007B5A7D" w:rsidRDefault="00167B75" w:rsidP="009F7B63">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ZAŁ-1LL</w:t>
            </w:r>
          </w:p>
          <w:p w:rsidR="00167B75" w:rsidRPr="007B5A7D" w:rsidRDefault="00167B75" w:rsidP="009F7B63">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ZAŁ-2IL</w:t>
            </w:r>
          </w:p>
          <w:p w:rsidR="00167B75" w:rsidRPr="007B5A7D" w:rsidRDefault="00167B75" w:rsidP="009F7B63">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ZAŁ-2LL</w:t>
            </w:r>
          </w:p>
          <w:p w:rsidR="00167B75" w:rsidRPr="007B5A7D" w:rsidRDefault="00167B75" w:rsidP="009F7B63">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ZAŁ-4IL</w:t>
            </w:r>
          </w:p>
          <w:p w:rsidR="00167B75" w:rsidRPr="007B5A7D" w:rsidRDefault="00167B75" w:rsidP="009F7B63">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ZAŁ-4LL</w:t>
            </w:r>
          </w:p>
          <w:p w:rsidR="00167B75" w:rsidRPr="007B5A7D" w:rsidRDefault="00167B75" w:rsidP="009F7B63">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ZAŁ-WIEL</w:t>
            </w:r>
          </w:p>
          <w:p w:rsidR="00167B75" w:rsidRPr="007B5A7D" w:rsidRDefault="00167B75" w:rsidP="009F7B63">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ZAŁ-1IP</w:t>
            </w:r>
          </w:p>
          <w:p w:rsidR="00167B75" w:rsidRPr="007B5A7D" w:rsidRDefault="00167B75" w:rsidP="009F7B63">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ZAŁ-1LP</w:t>
            </w:r>
          </w:p>
          <w:p w:rsidR="00167B75" w:rsidRPr="007B5A7D" w:rsidRDefault="00167B75" w:rsidP="009F7B63">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ZAŁ-2IP</w:t>
            </w:r>
          </w:p>
          <w:p w:rsidR="00167B75" w:rsidRPr="007B5A7D" w:rsidRDefault="00167B75" w:rsidP="009F7B63">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ZAŁ-2LP</w:t>
            </w:r>
          </w:p>
          <w:p w:rsidR="00167B75" w:rsidRPr="007B5A7D" w:rsidRDefault="00167B75" w:rsidP="009F7B63">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DOŁ-1I</w:t>
            </w:r>
          </w:p>
          <w:p w:rsidR="00167B75" w:rsidRPr="007B5A7D" w:rsidRDefault="00167B75" w:rsidP="009F7B63">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DOŁ-1L</w:t>
            </w:r>
          </w:p>
          <w:p w:rsidR="00167B75" w:rsidRPr="007B5A7D" w:rsidRDefault="00167B75" w:rsidP="009F7B63">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DOŁ-2I</w:t>
            </w:r>
          </w:p>
          <w:p w:rsidR="00167B75" w:rsidRPr="007B5A7D" w:rsidRDefault="00167B75" w:rsidP="009F7B63">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DOŁ-2L</w:t>
            </w:r>
          </w:p>
          <w:p w:rsidR="00167B75" w:rsidRPr="007B5A7D" w:rsidRDefault="00167B75" w:rsidP="009F7B63">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DOŁ-4I</w:t>
            </w:r>
          </w:p>
          <w:p w:rsidR="00167B75" w:rsidRPr="007B5A7D" w:rsidRDefault="00167B75" w:rsidP="009F7B63">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DOŁ-4L</w:t>
            </w:r>
          </w:p>
          <w:p w:rsidR="00167B75" w:rsidRPr="007B5A7D" w:rsidRDefault="00167B75" w:rsidP="009F7B63">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DOŁ-WIEL</w:t>
            </w:r>
          </w:p>
        </w:tc>
        <w:tc>
          <w:tcPr>
            <w:tcW w:w="2062"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bCs/>
                <w:iCs/>
                <w:sz w:val="22"/>
                <w:szCs w:val="22"/>
              </w:rPr>
              <w:t>Dowóz sadzonek</w:t>
            </w:r>
          </w:p>
        </w:tc>
        <w:tc>
          <w:tcPr>
            <w:tcW w:w="712" w:type="pct"/>
            <w:shd w:val="clear" w:color="auto" w:fill="auto"/>
            <w:vAlign w:val="center"/>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rPr>
              <w:t>TSZT</w:t>
            </w:r>
          </w:p>
        </w:tc>
      </w:tr>
    </w:tbl>
    <w:p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sz w:val="22"/>
          <w:szCs w:val="22"/>
        </w:rPr>
        <w:lastRenderedPageBreak/>
        <w:t xml:space="preserve">dostarczenie sadzonek ze szkółki leśnej, dołów zbiorczych lub miejsca składowania na terenie nadleśnictwa </w:t>
      </w:r>
      <w:r w:rsidRPr="007B5A7D">
        <w:rPr>
          <w:rFonts w:ascii="Cambria" w:hAnsi="Cambria" w:cstheme="minorHAnsi"/>
          <w:bCs/>
          <w:sz w:val="22"/>
          <w:szCs w:val="22"/>
        </w:rPr>
        <w:t>do miejsca sadzenia, na odległość do</w:t>
      </w:r>
      <w:r w:rsidR="00DF1CAD">
        <w:rPr>
          <w:rFonts w:ascii="Cambria" w:hAnsi="Cambria" w:cstheme="minorHAnsi"/>
          <w:bCs/>
          <w:sz w:val="22"/>
          <w:szCs w:val="22"/>
        </w:rPr>
        <w:t xml:space="preserve"> </w:t>
      </w:r>
      <w:r w:rsidR="00DF1CAD" w:rsidRPr="00DF1CAD">
        <w:rPr>
          <w:rFonts w:ascii="Cambria" w:hAnsi="Cambria" w:cstheme="minorHAnsi"/>
          <w:b/>
          <w:bCs/>
          <w:color w:val="FF0000"/>
          <w:sz w:val="22"/>
          <w:szCs w:val="22"/>
        </w:rPr>
        <w:t>35</w:t>
      </w:r>
      <w:r w:rsidRPr="00DF0B38">
        <w:rPr>
          <w:rFonts w:ascii="Cambria" w:hAnsi="Cambria" w:cstheme="minorHAnsi"/>
          <w:b/>
          <w:bCs/>
          <w:color w:val="FF0000"/>
          <w:sz w:val="22"/>
          <w:szCs w:val="22"/>
        </w:rPr>
        <w:t xml:space="preserve"> </w:t>
      </w:r>
      <w:r w:rsidRPr="007B5A7D">
        <w:rPr>
          <w:rFonts w:ascii="Cambria" w:hAnsi="Cambria" w:cstheme="minorHAnsi"/>
          <w:bCs/>
          <w:sz w:val="22"/>
          <w:szCs w:val="22"/>
        </w:rPr>
        <w:t xml:space="preserve">km oraz zabezpieczenie ich systemów korzeniowych przed wysychaniem w czasie przemieszczania, </w:t>
      </w:r>
    </w:p>
    <w:p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rozładunek oraz w razie potrzeby dołowanie i podlewanie, </w:t>
      </w:r>
    </w:p>
    <w:p w:rsidR="00167B75" w:rsidRPr="007B5A7D" w:rsidRDefault="00167B75" w:rsidP="00167B75">
      <w:pPr>
        <w:pStyle w:val="Akapitzlist"/>
        <w:numPr>
          <w:ilvl w:val="0"/>
          <w:numId w:val="201"/>
        </w:numPr>
        <w:spacing w:before="120" w:after="120"/>
        <w:jc w:val="both"/>
        <w:rPr>
          <w:rFonts w:ascii="Cambria" w:eastAsia="Calibri" w:hAnsi="Cambria" w:cstheme="minorHAnsi"/>
          <w:sz w:val="22"/>
          <w:szCs w:val="22"/>
          <w:u w:val="single"/>
        </w:rPr>
      </w:pPr>
      <w:r w:rsidRPr="007B5A7D">
        <w:rPr>
          <w:rFonts w:ascii="Cambria" w:hAnsi="Cambria" w:cstheme="minorHAnsi"/>
          <w:sz w:val="22"/>
          <w:szCs w:val="22"/>
        </w:rPr>
        <w:t xml:space="preserve">zwrot pustych </w:t>
      </w:r>
      <w:r w:rsidRPr="007B5A7D">
        <w:rPr>
          <w:rFonts w:ascii="Cambria" w:hAnsi="Cambria" w:cstheme="minorHAnsi"/>
          <w:sz w:val="22"/>
          <w:szCs w:val="22"/>
          <w:lang w:eastAsia="ar-SA"/>
        </w:rPr>
        <w:t>kontenerów,</w:t>
      </w:r>
      <w:r w:rsidRPr="007B5A7D">
        <w:rPr>
          <w:rFonts w:ascii="Cambria" w:hAnsi="Cambria" w:cstheme="minorHAnsi"/>
          <w:sz w:val="22"/>
          <w:szCs w:val="22"/>
        </w:rPr>
        <w:t xml:space="preserve"> kaset, skrzynek, opakowań lub innych pojemników po sadzonkach do miejsca załadunku sadzonek.</w:t>
      </w:r>
    </w:p>
    <w:p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rsidR="00167B75" w:rsidRPr="007B5A7D" w:rsidRDefault="00167B75" w:rsidP="00167B75">
      <w:pPr>
        <w:pStyle w:val="Akapitzlist"/>
        <w:numPr>
          <w:ilvl w:val="0"/>
          <w:numId w:val="2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w:t>
      </w:r>
      <w:r w:rsidR="00DF0B38">
        <w:rPr>
          <w:rFonts w:ascii="Cambria" w:eastAsia="Calibri" w:hAnsi="Cambria" w:cstheme="minorHAnsi"/>
          <w:sz w:val="22"/>
          <w:szCs w:val="22"/>
        </w:rPr>
        <w:t xml:space="preserve">zczona została w załączniku </w:t>
      </w:r>
      <w:r w:rsidR="00DF0B38" w:rsidRPr="00FF56EE">
        <w:rPr>
          <w:rFonts w:ascii="Cambria" w:eastAsia="Calibri" w:hAnsi="Cambria" w:cstheme="minorHAnsi"/>
          <w:b/>
          <w:color w:val="FF0000"/>
          <w:sz w:val="22"/>
          <w:szCs w:val="22"/>
        </w:rPr>
        <w:t>nr 2.2.</w:t>
      </w:r>
      <w:r w:rsidRPr="00FF56EE">
        <w:rPr>
          <w:rFonts w:ascii="Cambria" w:eastAsia="Calibri" w:hAnsi="Cambria" w:cstheme="minorHAnsi"/>
          <w:color w:val="FF0000"/>
          <w:sz w:val="22"/>
          <w:szCs w:val="22"/>
        </w:rPr>
        <w:t xml:space="preserve"> </w:t>
      </w:r>
      <w:r w:rsidRPr="007B5A7D">
        <w:rPr>
          <w:rFonts w:ascii="Cambria" w:eastAsia="Calibri" w:hAnsi="Cambria" w:cstheme="minorHAnsi"/>
          <w:sz w:val="22"/>
          <w:szCs w:val="22"/>
        </w:rPr>
        <w:t>do SWZ.</w:t>
      </w:r>
    </w:p>
    <w:p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rsidR="00167B75" w:rsidRPr="007B5A7D" w:rsidRDefault="00167B75" w:rsidP="00167B75">
      <w:pPr>
        <w:pStyle w:val="Akapitzlist"/>
        <w:numPr>
          <w:ilvl w:val="0"/>
          <w:numId w:val="203"/>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poprzez policzenie ilości.</w:t>
      </w:r>
    </w:p>
    <w:p w:rsidR="00167B75" w:rsidRPr="007B5A7D" w:rsidRDefault="00167B75" w:rsidP="00167B75">
      <w:pPr>
        <w:tabs>
          <w:tab w:val="left" w:pos="68"/>
        </w:tabs>
        <w:suppressAutoHyphens w:val="0"/>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p>
    <w:p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Pielęgnowanie upraw</w:t>
      </w:r>
    </w:p>
    <w:p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p>
    <w:p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pielęgnacyjne wykonywane w okresie uprawy obejmują:</w:t>
      </w:r>
    </w:p>
    <w:p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spulchnianie gleby,</w:t>
      </w:r>
    </w:p>
    <w:p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ograniczenie wzrostu konkurencyjnej roślinności,</w:t>
      </w:r>
    </w:p>
    <w:p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drzewek,</w:t>
      </w:r>
    </w:p>
    <w:p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lub hamowanie wzrostu niepożądanych domieszek, które głuszą drzewka należące do gatunków głównych lub pożądanych domieszkowych,</w:t>
      </w:r>
    </w:p>
    <w:p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łagodzenie różnic wysokości drzew na granicy grup lub kęp odnowienia (zalesienia), różniących się między sobą składem gatunkowym lub wiekiem,</w:t>
      </w:r>
    </w:p>
    <w:p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wadliwych przerostów i przedrostów,</w:t>
      </w:r>
    </w:p>
    <w:p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przerzedzanie przegęszczonych partii siewów i samosiewów, </w:t>
      </w:r>
    </w:p>
    <w:p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112</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113</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114</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MOT-PLANT</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MOT-PLANT</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Zmotyczenie pokrywy wokół drzewek (plantacje)</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pacing w:before="120" w:after="120"/>
        <w:jc w:val="both"/>
        <w:rPr>
          <w:rFonts w:ascii="Cambria" w:eastAsia="Calibri" w:hAnsi="Cambria" w:cstheme="minorHAnsi"/>
          <w:b/>
          <w:bCs/>
          <w:sz w:val="22"/>
          <w:szCs w:val="22"/>
        </w:rPr>
      </w:pPr>
    </w:p>
    <w:p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Procedura odbioru:</w:t>
      </w:r>
    </w:p>
    <w:p w:rsidR="00167B75" w:rsidRPr="007B5A7D" w:rsidRDefault="00167B75" w:rsidP="00167B75">
      <w:pPr>
        <w:pStyle w:val="Akapitzlist"/>
        <w:numPr>
          <w:ilvl w:val="0"/>
          <w:numId w:val="20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w:t>
      </w:r>
      <w:r w:rsidR="00DF1CAD" w:rsidRPr="00DF1CAD">
        <w:rPr>
          <w:rFonts w:ascii="Cambria" w:eastAsia="Calibri" w:hAnsi="Cambria" w:cstheme="minorHAnsi"/>
          <w:b/>
          <w:color w:val="FF0000"/>
          <w:sz w:val="22"/>
          <w:szCs w:val="22"/>
          <w:lang w:eastAsia="en-US"/>
        </w:rPr>
        <w:t>12</w:t>
      </w:r>
      <w:r w:rsidRPr="007B5A7D">
        <w:rPr>
          <w:rFonts w:ascii="Cambria" w:eastAsia="Calibri" w:hAnsi="Cambria" w:cstheme="minorHAnsi"/>
          <w:sz w:val="22"/>
          <w:szCs w:val="22"/>
          <w:lang w:eastAsia="en-US"/>
        </w:rPr>
        <w:t xml:space="preserve"> prób wykonanych </w:t>
      </w:r>
      <w:r w:rsidRPr="00DF1CAD">
        <w:rPr>
          <w:rFonts w:ascii="Cambria" w:eastAsia="Calibri" w:hAnsi="Cambria" w:cstheme="minorHAnsi"/>
          <w:b/>
          <w:color w:val="FF0000"/>
          <w:sz w:val="22"/>
          <w:szCs w:val="22"/>
          <w:lang w:eastAsia="en-US"/>
        </w:rPr>
        <w:t xml:space="preserve">na </w:t>
      </w:r>
      <w:r w:rsidR="00DF1CAD" w:rsidRPr="00DF1CAD">
        <w:rPr>
          <w:rFonts w:ascii="Cambria" w:eastAsia="Calibri" w:hAnsi="Cambria" w:cstheme="minorHAnsi"/>
          <w:b/>
          <w:color w:val="FF0000"/>
          <w:sz w:val="22"/>
          <w:szCs w:val="22"/>
          <w:lang w:eastAsia="en-US"/>
        </w:rPr>
        <w:t>3</w:t>
      </w:r>
      <w:r w:rsidRPr="00DF1CAD">
        <w:rPr>
          <w:rFonts w:ascii="Cambria" w:eastAsia="Calibri" w:hAnsi="Cambria" w:cstheme="minorHAnsi"/>
          <w:color w:val="FF0000"/>
          <w:sz w:val="22"/>
          <w:szCs w:val="22"/>
          <w:lang w:eastAsia="en-US"/>
        </w:rPr>
        <w:t xml:space="preserve"> </w:t>
      </w:r>
      <w:r w:rsidRPr="007B5A7D">
        <w:rPr>
          <w:rFonts w:ascii="Cambria" w:eastAsia="Calibri" w:hAnsi="Cambria" w:cstheme="minorHAnsi"/>
          <w:sz w:val="22"/>
          <w:szCs w:val="22"/>
          <w:lang w:eastAsia="en-US"/>
        </w:rPr>
        <w:t>HA powierzchni),</w:t>
      </w:r>
    </w:p>
    <w:p w:rsidR="00167B75" w:rsidRPr="007B5A7D" w:rsidRDefault="00167B75" w:rsidP="00167B75">
      <w:pPr>
        <w:pStyle w:val="Akapitzlist"/>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(rozliczenie</w:t>
      </w:r>
      <w:r w:rsidRPr="007B5A7D">
        <w:rPr>
          <w:rFonts w:ascii="Cambria" w:eastAsia="Calibri" w:hAnsi="Cambria" w:cstheme="minorHAnsi"/>
          <w:i/>
          <w:sz w:val="22"/>
          <w:szCs w:val="22"/>
          <w:lang w:eastAsia="en-US"/>
        </w:rPr>
        <w:t xml:space="preserve"> 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prac, gdzie jednostką rozliczeniową jest 1000 sztuk [</w:t>
      </w:r>
      <w:r w:rsidRPr="007B5A7D">
        <w:rPr>
          <w:rFonts w:ascii="Cambria" w:eastAsia="Verdana" w:hAnsi="Cambria" w:cstheme="minorHAnsi"/>
          <w:kern w:val="1"/>
          <w:sz w:val="22"/>
          <w:szCs w:val="22"/>
          <w:lang w:eastAsia="zh-CN" w:bidi="hi-IN"/>
        </w:rPr>
        <w:t>TSZT</w:t>
      </w:r>
      <w:r w:rsidRPr="007B5A7D">
        <w:rPr>
          <w:rFonts w:ascii="Cambria" w:eastAsia="Calibri" w:hAnsi="Cambria" w:cstheme="minorHAnsi"/>
          <w:sz w:val="22"/>
          <w:szCs w:val="22"/>
          <w:lang w:eastAsia="en-US"/>
        </w:rPr>
        <w:t>] odbiór prac nastąpi poprzez zweryfikowanie prawidłowości ich wykonania z opisem czynności i zleceniem oraz:</w:t>
      </w:r>
    </w:p>
    <w:p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167B75" w:rsidRPr="007B5A7D" w:rsidTr="009F7B63">
        <w:trPr>
          <w:trHeight w:val="161"/>
          <w:jc w:val="center"/>
        </w:trPr>
        <w:tc>
          <w:tcPr>
            <w:tcW w:w="364"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bookmarkStart w:id="1" w:name="_Hlk108082511"/>
            <w:r w:rsidRPr="007B5A7D">
              <w:rPr>
                <w:rFonts w:ascii="Cambria" w:eastAsia="Calibri" w:hAnsi="Cambria" w:cstheme="minorHAnsi"/>
                <w:b/>
                <w:bCs/>
                <w:i/>
                <w:iCs/>
                <w:sz w:val="22"/>
                <w:szCs w:val="22"/>
                <w:lang w:eastAsia="pl-PL"/>
              </w:rPr>
              <w:t>Nr</w:t>
            </w:r>
          </w:p>
        </w:tc>
        <w:tc>
          <w:tcPr>
            <w:tcW w:w="974"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64"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115</w:t>
            </w:r>
          </w:p>
        </w:tc>
        <w:tc>
          <w:tcPr>
            <w:tcW w:w="974"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UA</w:t>
            </w:r>
          </w:p>
        </w:tc>
        <w:tc>
          <w:tcPr>
            <w:tcW w:w="925"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Wykaszanie chwastów w uprawach i usuwanie zbędnych nalotów  – stopień trudności I </w:t>
            </w:r>
            <w:proofErr w:type="spellStart"/>
            <w:r w:rsidRPr="007B5A7D">
              <w:rPr>
                <w:rFonts w:ascii="Cambria" w:eastAsia="Calibri" w:hAnsi="Cambria" w:cstheme="minorHAnsi"/>
                <w:sz w:val="22"/>
                <w:szCs w:val="22"/>
                <w:lang w:eastAsia="pl-PL"/>
              </w:rPr>
              <w:t>i</w:t>
            </w:r>
            <w:proofErr w:type="spellEnd"/>
            <w:r w:rsidRPr="007B5A7D">
              <w:rPr>
                <w:rFonts w:ascii="Cambria" w:eastAsia="Calibri" w:hAnsi="Cambria" w:cstheme="minorHAnsi"/>
                <w:sz w:val="22"/>
                <w:szCs w:val="22"/>
                <w:lang w:eastAsia="pl-PL"/>
              </w:rPr>
              <w:t xml:space="preserve"> II</w:t>
            </w:r>
          </w:p>
        </w:tc>
        <w:tc>
          <w:tcPr>
            <w:tcW w:w="642" w:type="pct"/>
            <w:shd w:val="clear" w:color="auto" w:fill="auto"/>
            <w:vAlign w:val="center"/>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rsidTr="009F7B63">
        <w:trPr>
          <w:trHeight w:val="625"/>
          <w:jc w:val="center"/>
        </w:trPr>
        <w:tc>
          <w:tcPr>
            <w:tcW w:w="364"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116</w:t>
            </w:r>
          </w:p>
        </w:tc>
        <w:tc>
          <w:tcPr>
            <w:tcW w:w="974"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UB</w:t>
            </w:r>
          </w:p>
        </w:tc>
        <w:tc>
          <w:tcPr>
            <w:tcW w:w="925"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rsidTr="009F7B63">
        <w:trPr>
          <w:trHeight w:val="625"/>
          <w:jc w:val="center"/>
        </w:trPr>
        <w:tc>
          <w:tcPr>
            <w:tcW w:w="364"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117</w:t>
            </w:r>
          </w:p>
        </w:tc>
        <w:tc>
          <w:tcPr>
            <w:tcW w:w="974"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UC</w:t>
            </w:r>
          </w:p>
        </w:tc>
        <w:tc>
          <w:tcPr>
            <w:tcW w:w="925"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bookmarkEnd w:id="1"/>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207"/>
        </w:numPr>
        <w:spacing w:before="120" w:after="120" w:line="276" w:lineRule="auto"/>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7B5A7D">
        <w:rPr>
          <w:rFonts w:ascii="Cambria" w:hAnsi="Cambria" w:cs="Arial"/>
          <w:sz w:val="22"/>
          <w:szCs w:val="22"/>
        </w:rPr>
        <w:t xml:space="preserve">Zabieg będzie  wykonywany poprzez wykaszanie przy użyciu narzędzi ręcznych lub z użyciem </w:t>
      </w:r>
      <w:proofErr w:type="spellStart"/>
      <w:r w:rsidRPr="007B5A7D">
        <w:rPr>
          <w:rFonts w:ascii="Cambria" w:hAnsi="Cambria" w:cs="Arial"/>
          <w:sz w:val="22"/>
          <w:szCs w:val="22"/>
        </w:rPr>
        <w:t>wykaszarki</w:t>
      </w:r>
      <w:proofErr w:type="spellEnd"/>
      <w:r w:rsidRPr="007B5A7D">
        <w:rPr>
          <w:rFonts w:ascii="Cambria" w:hAnsi="Cambria" w:cs="Arial"/>
          <w:sz w:val="22"/>
          <w:szCs w:val="22"/>
        </w:rPr>
        <w:t xml:space="preserve"> (kosy mechanicznej).</w:t>
      </w:r>
    </w:p>
    <w:p w:rsidR="00167B75" w:rsidRPr="007B5A7D" w:rsidRDefault="00167B75" w:rsidP="00167B75">
      <w:pPr>
        <w:suppressAutoHyphens w:val="0"/>
        <w:spacing w:after="160" w:line="259" w:lineRule="auto"/>
        <w:rPr>
          <w:rFonts w:ascii="Cambria" w:eastAsia="Calibri" w:hAnsi="Cambria" w:cstheme="minorHAnsi"/>
          <w:b/>
          <w:bCs/>
          <w:sz w:val="22"/>
          <w:szCs w:val="22"/>
        </w:rPr>
      </w:pPr>
    </w:p>
    <w:p w:rsidR="00167B75" w:rsidRPr="007B5A7D" w:rsidRDefault="00167B75" w:rsidP="00167B75">
      <w:pPr>
        <w:spacing w:before="120" w:after="120" w:line="276" w:lineRule="auto"/>
        <w:jc w:val="both"/>
        <w:rPr>
          <w:rFonts w:ascii="Cambria" w:hAnsi="Cambria" w:cstheme="minorHAnsi"/>
          <w:sz w:val="22"/>
          <w:szCs w:val="22"/>
        </w:rPr>
      </w:pPr>
      <w:r w:rsidRPr="007B5A7D">
        <w:rPr>
          <w:rFonts w:ascii="Cambria" w:eastAsia="Calibri" w:hAnsi="Cambria" w:cstheme="minorHAnsi"/>
          <w:b/>
          <w:bCs/>
          <w:sz w:val="22"/>
          <w:szCs w:val="22"/>
        </w:rPr>
        <w:t>Uwagi:</w:t>
      </w:r>
    </w:p>
    <w:p w:rsidR="00167B75" w:rsidRPr="007B5A7D" w:rsidRDefault="00167B75" w:rsidP="00167B75">
      <w:pPr>
        <w:pStyle w:val="Akapitzlist"/>
        <w:numPr>
          <w:ilvl w:val="0"/>
          <w:numId w:val="20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stopnie trudności zabiegu zostały wskazane w załączniku </w:t>
      </w:r>
      <w:r w:rsidRPr="0056053B">
        <w:rPr>
          <w:rFonts w:ascii="Cambria" w:hAnsi="Cambria" w:cstheme="minorHAnsi"/>
          <w:color w:val="FF0000"/>
          <w:sz w:val="22"/>
          <w:szCs w:val="22"/>
        </w:rPr>
        <w:t>nr 2.2</w:t>
      </w:r>
      <w:r w:rsidR="0056053B" w:rsidRPr="0056053B">
        <w:rPr>
          <w:rFonts w:ascii="Cambria" w:hAnsi="Cambria" w:cstheme="minorHAnsi"/>
          <w:color w:val="FF0000"/>
          <w:sz w:val="22"/>
          <w:szCs w:val="22"/>
        </w:rPr>
        <w:t xml:space="preserve"> i 2.4.1</w:t>
      </w:r>
      <w:r w:rsidRPr="0056053B">
        <w:rPr>
          <w:rFonts w:ascii="Cambria" w:hAnsi="Cambria" w:cstheme="minorHAnsi"/>
          <w:color w:val="FF0000"/>
          <w:sz w:val="22"/>
          <w:szCs w:val="22"/>
        </w:rPr>
        <w:t xml:space="preserve"> </w:t>
      </w:r>
      <w:r w:rsidRPr="007B5A7D">
        <w:rPr>
          <w:rFonts w:ascii="Cambria" w:hAnsi="Cambria" w:cstheme="minorHAnsi"/>
          <w:sz w:val="22"/>
          <w:szCs w:val="22"/>
        </w:rPr>
        <w:t>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167B75" w:rsidRPr="007B5A7D" w:rsidTr="009F7B63">
        <w:trPr>
          <w:trHeight w:val="284"/>
          <w:jc w:val="center"/>
        </w:trPr>
        <w:tc>
          <w:tcPr>
            <w:tcW w:w="562" w:type="dxa"/>
            <w:vMerge w:val="restart"/>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Lp.</w:t>
            </w:r>
          </w:p>
        </w:tc>
        <w:tc>
          <w:tcPr>
            <w:tcW w:w="2472" w:type="dxa"/>
            <w:vMerge w:val="restart"/>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Wyszczególnienie</w:t>
            </w:r>
          </w:p>
        </w:tc>
        <w:tc>
          <w:tcPr>
            <w:tcW w:w="3515" w:type="dxa"/>
            <w:vMerge w:val="restart"/>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Przykłady uciążliwych gatunków roślin</w:t>
            </w:r>
          </w:p>
        </w:tc>
        <w:tc>
          <w:tcPr>
            <w:tcW w:w="2396" w:type="dxa"/>
            <w:gridSpan w:val="2"/>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 xml:space="preserve">Stopień trudności przy pokryciu powierzchni uciążliwymi gatunkami roślin </w:t>
            </w:r>
          </w:p>
        </w:tc>
      </w:tr>
      <w:tr w:rsidR="00167B75" w:rsidRPr="007B5A7D" w:rsidTr="009F7B63">
        <w:trPr>
          <w:trHeight w:val="284"/>
          <w:jc w:val="center"/>
        </w:trPr>
        <w:tc>
          <w:tcPr>
            <w:tcW w:w="562" w:type="dxa"/>
            <w:vMerge/>
            <w:vAlign w:val="center"/>
          </w:tcPr>
          <w:p w:rsidR="00167B75" w:rsidRPr="007B5A7D" w:rsidRDefault="00167B75" w:rsidP="009F7B63">
            <w:pPr>
              <w:pStyle w:val="Bezodstpw"/>
              <w:rPr>
                <w:rFonts w:ascii="Cambria" w:hAnsi="Cambria"/>
                <w:sz w:val="22"/>
                <w:szCs w:val="22"/>
              </w:rPr>
            </w:pPr>
          </w:p>
        </w:tc>
        <w:tc>
          <w:tcPr>
            <w:tcW w:w="2472" w:type="dxa"/>
            <w:vMerge/>
            <w:vAlign w:val="center"/>
          </w:tcPr>
          <w:p w:rsidR="00167B75" w:rsidRPr="007B5A7D" w:rsidRDefault="00167B75" w:rsidP="009F7B63">
            <w:pPr>
              <w:pStyle w:val="Bezodstpw"/>
              <w:rPr>
                <w:rFonts w:ascii="Cambria" w:hAnsi="Cambria"/>
                <w:sz w:val="22"/>
                <w:szCs w:val="22"/>
              </w:rPr>
            </w:pPr>
          </w:p>
        </w:tc>
        <w:tc>
          <w:tcPr>
            <w:tcW w:w="3515" w:type="dxa"/>
            <w:vMerge/>
            <w:vAlign w:val="center"/>
          </w:tcPr>
          <w:p w:rsidR="00167B75" w:rsidRPr="007B5A7D" w:rsidRDefault="00167B75" w:rsidP="009F7B63">
            <w:pPr>
              <w:pStyle w:val="Bezodstpw"/>
              <w:rPr>
                <w:rFonts w:ascii="Cambria" w:hAnsi="Cambria"/>
                <w:strike/>
                <w:sz w:val="22"/>
                <w:szCs w:val="22"/>
              </w:rPr>
            </w:pPr>
          </w:p>
        </w:tc>
        <w:tc>
          <w:tcPr>
            <w:tcW w:w="1195" w:type="dxa"/>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 xml:space="preserve">25% </w:t>
            </w:r>
            <w:r w:rsidRPr="007B5A7D">
              <w:rPr>
                <w:rFonts w:ascii="Cambria" w:hAnsi="Cambria"/>
                <w:sz w:val="22"/>
                <w:szCs w:val="22"/>
              </w:rPr>
              <w:br/>
              <w:t>do 50%</w:t>
            </w:r>
          </w:p>
        </w:tc>
        <w:tc>
          <w:tcPr>
            <w:tcW w:w="1201" w:type="dxa"/>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powyżej 50%</w:t>
            </w:r>
          </w:p>
        </w:tc>
      </w:tr>
      <w:tr w:rsidR="00167B75" w:rsidRPr="007B5A7D" w:rsidTr="009F7B63">
        <w:trPr>
          <w:trHeight w:val="170"/>
          <w:jc w:val="center"/>
        </w:trPr>
        <w:tc>
          <w:tcPr>
            <w:tcW w:w="562" w:type="dxa"/>
            <w:vAlign w:val="center"/>
          </w:tcPr>
          <w:p w:rsidR="00167B75" w:rsidRPr="007B5A7D" w:rsidRDefault="00167B75" w:rsidP="009F7B63">
            <w:pPr>
              <w:pStyle w:val="Bezodstpw"/>
              <w:jc w:val="center"/>
              <w:rPr>
                <w:rFonts w:ascii="Cambria" w:hAnsi="Cambria"/>
                <w:sz w:val="22"/>
                <w:szCs w:val="22"/>
              </w:rPr>
            </w:pPr>
            <w:r w:rsidRPr="007B5A7D">
              <w:rPr>
                <w:rFonts w:ascii="Cambria" w:hAnsi="Cambria"/>
                <w:sz w:val="22"/>
                <w:szCs w:val="22"/>
              </w:rPr>
              <w:t>1</w:t>
            </w:r>
          </w:p>
        </w:tc>
        <w:tc>
          <w:tcPr>
            <w:tcW w:w="2472" w:type="dxa"/>
            <w:vAlign w:val="center"/>
          </w:tcPr>
          <w:p w:rsidR="00167B75" w:rsidRPr="007B5A7D" w:rsidRDefault="00167B75" w:rsidP="009F7B63">
            <w:pPr>
              <w:pStyle w:val="Bezodstpw"/>
              <w:jc w:val="center"/>
              <w:rPr>
                <w:rFonts w:ascii="Cambria" w:hAnsi="Cambria"/>
                <w:sz w:val="22"/>
                <w:szCs w:val="22"/>
              </w:rPr>
            </w:pPr>
            <w:r w:rsidRPr="007B5A7D">
              <w:rPr>
                <w:rFonts w:ascii="Cambria" w:hAnsi="Cambria"/>
                <w:sz w:val="22"/>
                <w:szCs w:val="22"/>
              </w:rPr>
              <w:t>2</w:t>
            </w:r>
          </w:p>
        </w:tc>
        <w:tc>
          <w:tcPr>
            <w:tcW w:w="3515" w:type="dxa"/>
            <w:vAlign w:val="center"/>
          </w:tcPr>
          <w:p w:rsidR="00167B75" w:rsidRPr="007B5A7D" w:rsidRDefault="00167B75" w:rsidP="009F7B63">
            <w:pPr>
              <w:pStyle w:val="Bezodstpw"/>
              <w:jc w:val="center"/>
              <w:rPr>
                <w:rFonts w:ascii="Cambria" w:hAnsi="Cambria"/>
                <w:sz w:val="22"/>
                <w:szCs w:val="22"/>
              </w:rPr>
            </w:pPr>
            <w:r w:rsidRPr="007B5A7D">
              <w:rPr>
                <w:rFonts w:ascii="Cambria" w:hAnsi="Cambria"/>
                <w:sz w:val="22"/>
                <w:szCs w:val="22"/>
              </w:rPr>
              <w:t>3</w:t>
            </w:r>
          </w:p>
        </w:tc>
        <w:tc>
          <w:tcPr>
            <w:tcW w:w="1195" w:type="dxa"/>
            <w:vAlign w:val="center"/>
          </w:tcPr>
          <w:p w:rsidR="00167B75" w:rsidRPr="007B5A7D" w:rsidRDefault="00167B75" w:rsidP="009F7B63">
            <w:pPr>
              <w:pStyle w:val="Bezodstpw"/>
              <w:jc w:val="center"/>
              <w:rPr>
                <w:rFonts w:ascii="Cambria" w:hAnsi="Cambria"/>
                <w:sz w:val="22"/>
                <w:szCs w:val="22"/>
              </w:rPr>
            </w:pPr>
            <w:r w:rsidRPr="007B5A7D">
              <w:rPr>
                <w:rFonts w:ascii="Cambria" w:hAnsi="Cambria"/>
                <w:sz w:val="22"/>
                <w:szCs w:val="22"/>
              </w:rPr>
              <w:t>4</w:t>
            </w:r>
          </w:p>
        </w:tc>
        <w:tc>
          <w:tcPr>
            <w:tcW w:w="1201" w:type="dxa"/>
            <w:vAlign w:val="center"/>
          </w:tcPr>
          <w:p w:rsidR="00167B75" w:rsidRPr="007B5A7D" w:rsidRDefault="00167B75" w:rsidP="009F7B63">
            <w:pPr>
              <w:pStyle w:val="Bezodstpw"/>
              <w:jc w:val="center"/>
              <w:rPr>
                <w:rFonts w:ascii="Cambria" w:hAnsi="Cambria"/>
                <w:sz w:val="22"/>
                <w:szCs w:val="22"/>
              </w:rPr>
            </w:pPr>
            <w:r w:rsidRPr="007B5A7D">
              <w:rPr>
                <w:rFonts w:ascii="Cambria" w:hAnsi="Cambria"/>
                <w:sz w:val="22"/>
                <w:szCs w:val="22"/>
              </w:rPr>
              <w:t>5</w:t>
            </w:r>
          </w:p>
        </w:tc>
      </w:tr>
      <w:tr w:rsidR="00167B75" w:rsidRPr="007B5A7D" w:rsidTr="009F7B63">
        <w:trPr>
          <w:trHeight w:val="284"/>
          <w:jc w:val="center"/>
        </w:trPr>
        <w:tc>
          <w:tcPr>
            <w:tcW w:w="562" w:type="dxa"/>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1</w:t>
            </w:r>
          </w:p>
        </w:tc>
        <w:tc>
          <w:tcPr>
            <w:tcW w:w="2472" w:type="dxa"/>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Uciążliwe rośliny zielne</w:t>
            </w:r>
          </w:p>
        </w:tc>
        <w:tc>
          <w:tcPr>
            <w:tcW w:w="3515" w:type="dxa"/>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 xml:space="preserve">trzcinnik leśny, pozostałe trawy, </w:t>
            </w:r>
          </w:p>
          <w:p w:rsidR="00167B75" w:rsidRPr="007B5A7D" w:rsidRDefault="00167B75" w:rsidP="009F7B63">
            <w:pPr>
              <w:pStyle w:val="Bezodstpw"/>
              <w:rPr>
                <w:rFonts w:ascii="Cambria" w:hAnsi="Cambria"/>
                <w:sz w:val="22"/>
                <w:szCs w:val="22"/>
              </w:rPr>
            </w:pPr>
            <w:r w:rsidRPr="007B5A7D">
              <w:rPr>
                <w:rFonts w:ascii="Cambria" w:hAnsi="Cambria"/>
                <w:sz w:val="22"/>
                <w:szCs w:val="22"/>
              </w:rPr>
              <w:t>pokrzywa, chmiel, nawłoć,</w:t>
            </w:r>
          </w:p>
          <w:p w:rsidR="00167B75" w:rsidRPr="007B5A7D" w:rsidRDefault="00167B75" w:rsidP="009F7B63">
            <w:pPr>
              <w:pStyle w:val="Bezodstpw"/>
              <w:rPr>
                <w:rFonts w:ascii="Cambria" w:hAnsi="Cambria"/>
                <w:sz w:val="22"/>
                <w:szCs w:val="22"/>
              </w:rPr>
            </w:pPr>
            <w:r w:rsidRPr="007B5A7D">
              <w:rPr>
                <w:rFonts w:ascii="Cambria" w:hAnsi="Cambria"/>
                <w:sz w:val="22"/>
                <w:szCs w:val="22"/>
              </w:rPr>
              <w:t>orlica i inne paprocie</w:t>
            </w:r>
          </w:p>
        </w:tc>
        <w:tc>
          <w:tcPr>
            <w:tcW w:w="1195" w:type="dxa"/>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I</w:t>
            </w:r>
          </w:p>
        </w:tc>
        <w:tc>
          <w:tcPr>
            <w:tcW w:w="1201" w:type="dxa"/>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II</w:t>
            </w:r>
          </w:p>
        </w:tc>
      </w:tr>
      <w:tr w:rsidR="00167B75" w:rsidRPr="007B5A7D" w:rsidTr="009F7B63">
        <w:trPr>
          <w:trHeight w:val="284"/>
          <w:jc w:val="center"/>
        </w:trPr>
        <w:tc>
          <w:tcPr>
            <w:tcW w:w="562" w:type="dxa"/>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2</w:t>
            </w:r>
          </w:p>
        </w:tc>
        <w:tc>
          <w:tcPr>
            <w:tcW w:w="2472" w:type="dxa"/>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 xml:space="preserve">Niepożądane naloty drzew i krzewów, </w:t>
            </w:r>
            <w:proofErr w:type="spellStart"/>
            <w:r w:rsidRPr="007B5A7D">
              <w:rPr>
                <w:rFonts w:ascii="Cambria" w:hAnsi="Cambria"/>
                <w:sz w:val="22"/>
                <w:szCs w:val="22"/>
              </w:rPr>
              <w:t>odrośla</w:t>
            </w:r>
            <w:proofErr w:type="spellEnd"/>
          </w:p>
        </w:tc>
        <w:tc>
          <w:tcPr>
            <w:tcW w:w="3515" w:type="dxa"/>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 xml:space="preserve">brzoza, osika, grab, żarnowiec, </w:t>
            </w:r>
          </w:p>
          <w:p w:rsidR="00167B75" w:rsidRPr="007B5A7D" w:rsidRDefault="00167B75" w:rsidP="009F7B63">
            <w:pPr>
              <w:pStyle w:val="Bezodstpw"/>
              <w:rPr>
                <w:rFonts w:ascii="Cambria" w:hAnsi="Cambria"/>
                <w:sz w:val="22"/>
                <w:szCs w:val="22"/>
              </w:rPr>
            </w:pPr>
            <w:r w:rsidRPr="007B5A7D">
              <w:rPr>
                <w:rFonts w:ascii="Cambria" w:hAnsi="Cambria"/>
                <w:sz w:val="22"/>
                <w:szCs w:val="22"/>
              </w:rPr>
              <w:t xml:space="preserve">czeremcha amerykańska </w:t>
            </w:r>
          </w:p>
        </w:tc>
        <w:tc>
          <w:tcPr>
            <w:tcW w:w="1195" w:type="dxa"/>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II</w:t>
            </w:r>
          </w:p>
        </w:tc>
        <w:tc>
          <w:tcPr>
            <w:tcW w:w="1201" w:type="dxa"/>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IV</w:t>
            </w:r>
          </w:p>
        </w:tc>
      </w:tr>
      <w:tr w:rsidR="00167B75" w:rsidRPr="007B5A7D" w:rsidTr="009F7B63">
        <w:trPr>
          <w:trHeight w:val="284"/>
          <w:jc w:val="center"/>
        </w:trPr>
        <w:tc>
          <w:tcPr>
            <w:tcW w:w="562" w:type="dxa"/>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3</w:t>
            </w:r>
          </w:p>
        </w:tc>
        <w:tc>
          <w:tcPr>
            <w:tcW w:w="2472" w:type="dxa"/>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Uciążliwe gatunki pokrywy gleby (kolczaste i cierniste)</w:t>
            </w:r>
          </w:p>
        </w:tc>
        <w:tc>
          <w:tcPr>
            <w:tcW w:w="3515" w:type="dxa"/>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robinia akacjowa, tarnina,</w:t>
            </w:r>
          </w:p>
          <w:p w:rsidR="00167B75" w:rsidRPr="007B5A7D" w:rsidRDefault="00167B75" w:rsidP="009F7B63">
            <w:pPr>
              <w:pStyle w:val="Bezodstpw"/>
              <w:rPr>
                <w:rFonts w:ascii="Cambria" w:hAnsi="Cambria"/>
                <w:sz w:val="22"/>
                <w:szCs w:val="22"/>
              </w:rPr>
            </w:pPr>
            <w:r w:rsidRPr="007B5A7D">
              <w:rPr>
                <w:rFonts w:ascii="Cambria" w:hAnsi="Cambria"/>
                <w:sz w:val="22"/>
                <w:szCs w:val="22"/>
              </w:rPr>
              <w:t>jeżyna, malina, róża</w:t>
            </w:r>
          </w:p>
        </w:tc>
        <w:tc>
          <w:tcPr>
            <w:tcW w:w="1195" w:type="dxa"/>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III</w:t>
            </w:r>
          </w:p>
        </w:tc>
        <w:tc>
          <w:tcPr>
            <w:tcW w:w="1201" w:type="dxa"/>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VI</w:t>
            </w:r>
          </w:p>
        </w:tc>
      </w:tr>
      <w:tr w:rsidR="00167B75" w:rsidRPr="007B5A7D" w:rsidTr="009F7B63">
        <w:trPr>
          <w:trHeight w:val="376"/>
          <w:jc w:val="center"/>
        </w:trPr>
        <w:tc>
          <w:tcPr>
            <w:tcW w:w="562" w:type="dxa"/>
            <w:vMerge w:val="restart"/>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4</w:t>
            </w:r>
          </w:p>
        </w:tc>
        <w:tc>
          <w:tcPr>
            <w:tcW w:w="2472" w:type="dxa"/>
            <w:vMerge w:val="restart"/>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 xml:space="preserve">Stopień trudności przy łącznym pokryciu uciążliwą roślinnością </w:t>
            </w:r>
          </w:p>
        </w:tc>
        <w:tc>
          <w:tcPr>
            <w:tcW w:w="3515" w:type="dxa"/>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2 </w:t>
            </w:r>
          </w:p>
        </w:tc>
        <w:tc>
          <w:tcPr>
            <w:tcW w:w="1195" w:type="dxa"/>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II</w:t>
            </w:r>
          </w:p>
        </w:tc>
        <w:tc>
          <w:tcPr>
            <w:tcW w:w="1201" w:type="dxa"/>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III</w:t>
            </w:r>
          </w:p>
        </w:tc>
      </w:tr>
      <w:tr w:rsidR="00167B75" w:rsidRPr="007B5A7D" w:rsidTr="009F7B63">
        <w:trPr>
          <w:trHeight w:val="377"/>
          <w:jc w:val="center"/>
        </w:trPr>
        <w:tc>
          <w:tcPr>
            <w:tcW w:w="562" w:type="dxa"/>
            <w:vMerge/>
            <w:vAlign w:val="center"/>
          </w:tcPr>
          <w:p w:rsidR="00167B75" w:rsidRPr="007B5A7D" w:rsidRDefault="00167B75" w:rsidP="009F7B63">
            <w:pPr>
              <w:pStyle w:val="Bezodstpw"/>
              <w:rPr>
                <w:rFonts w:ascii="Cambria" w:hAnsi="Cambria"/>
                <w:sz w:val="22"/>
                <w:szCs w:val="22"/>
              </w:rPr>
            </w:pPr>
          </w:p>
        </w:tc>
        <w:tc>
          <w:tcPr>
            <w:tcW w:w="2472" w:type="dxa"/>
            <w:vMerge/>
            <w:vAlign w:val="center"/>
          </w:tcPr>
          <w:p w:rsidR="00167B75" w:rsidRPr="007B5A7D" w:rsidRDefault="00167B75" w:rsidP="009F7B63">
            <w:pPr>
              <w:pStyle w:val="Bezodstpw"/>
              <w:rPr>
                <w:rFonts w:ascii="Cambria" w:hAnsi="Cambria"/>
                <w:sz w:val="22"/>
                <w:szCs w:val="22"/>
              </w:rPr>
            </w:pPr>
          </w:p>
        </w:tc>
        <w:tc>
          <w:tcPr>
            <w:tcW w:w="3515" w:type="dxa"/>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3 </w:t>
            </w:r>
          </w:p>
        </w:tc>
        <w:tc>
          <w:tcPr>
            <w:tcW w:w="1195" w:type="dxa"/>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III</w:t>
            </w:r>
          </w:p>
        </w:tc>
        <w:tc>
          <w:tcPr>
            <w:tcW w:w="1201" w:type="dxa"/>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IV</w:t>
            </w:r>
          </w:p>
        </w:tc>
      </w:tr>
      <w:tr w:rsidR="00167B75" w:rsidRPr="007B5A7D" w:rsidTr="009F7B63">
        <w:trPr>
          <w:trHeight w:val="377"/>
          <w:jc w:val="center"/>
        </w:trPr>
        <w:tc>
          <w:tcPr>
            <w:tcW w:w="562" w:type="dxa"/>
            <w:vMerge/>
            <w:vAlign w:val="center"/>
          </w:tcPr>
          <w:p w:rsidR="00167B75" w:rsidRPr="007B5A7D" w:rsidRDefault="00167B75" w:rsidP="009F7B63">
            <w:pPr>
              <w:pStyle w:val="Bezodstpw"/>
              <w:rPr>
                <w:rFonts w:ascii="Cambria" w:hAnsi="Cambria"/>
                <w:sz w:val="22"/>
                <w:szCs w:val="22"/>
              </w:rPr>
            </w:pPr>
          </w:p>
        </w:tc>
        <w:tc>
          <w:tcPr>
            <w:tcW w:w="2472" w:type="dxa"/>
            <w:vMerge/>
            <w:vAlign w:val="center"/>
          </w:tcPr>
          <w:p w:rsidR="00167B75" w:rsidRPr="007B5A7D" w:rsidRDefault="00167B75" w:rsidP="009F7B63">
            <w:pPr>
              <w:pStyle w:val="Bezodstpw"/>
              <w:rPr>
                <w:rFonts w:ascii="Cambria" w:hAnsi="Cambria"/>
                <w:sz w:val="22"/>
                <w:szCs w:val="22"/>
              </w:rPr>
            </w:pPr>
          </w:p>
        </w:tc>
        <w:tc>
          <w:tcPr>
            <w:tcW w:w="3515" w:type="dxa"/>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 xml:space="preserve">w przypadku wystąpienia gatunków wymienionych w wierszu Lp. 2 i Lp. 3 </w:t>
            </w:r>
          </w:p>
        </w:tc>
        <w:tc>
          <w:tcPr>
            <w:tcW w:w="1195" w:type="dxa"/>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III</w:t>
            </w:r>
          </w:p>
        </w:tc>
        <w:tc>
          <w:tcPr>
            <w:tcW w:w="1201" w:type="dxa"/>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V</w:t>
            </w:r>
          </w:p>
        </w:tc>
      </w:tr>
      <w:tr w:rsidR="00167B75" w:rsidRPr="007B5A7D" w:rsidTr="009F7B63">
        <w:trPr>
          <w:trHeight w:val="377"/>
          <w:jc w:val="center"/>
        </w:trPr>
        <w:tc>
          <w:tcPr>
            <w:tcW w:w="562" w:type="dxa"/>
            <w:vMerge/>
            <w:vAlign w:val="center"/>
          </w:tcPr>
          <w:p w:rsidR="00167B75" w:rsidRPr="007B5A7D" w:rsidRDefault="00167B75" w:rsidP="009F7B63">
            <w:pPr>
              <w:pStyle w:val="Bezodstpw"/>
              <w:rPr>
                <w:rFonts w:ascii="Cambria" w:hAnsi="Cambria"/>
                <w:sz w:val="22"/>
                <w:szCs w:val="22"/>
              </w:rPr>
            </w:pPr>
          </w:p>
        </w:tc>
        <w:tc>
          <w:tcPr>
            <w:tcW w:w="2472" w:type="dxa"/>
            <w:vMerge/>
            <w:vAlign w:val="center"/>
          </w:tcPr>
          <w:p w:rsidR="00167B75" w:rsidRPr="007B5A7D" w:rsidRDefault="00167B75" w:rsidP="009F7B63">
            <w:pPr>
              <w:pStyle w:val="Bezodstpw"/>
              <w:rPr>
                <w:rFonts w:ascii="Cambria" w:hAnsi="Cambria"/>
                <w:sz w:val="22"/>
                <w:szCs w:val="22"/>
              </w:rPr>
            </w:pPr>
          </w:p>
        </w:tc>
        <w:tc>
          <w:tcPr>
            <w:tcW w:w="3515" w:type="dxa"/>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w przypadku wystąpienia gatunków wymienionych w wierszu Lp. 1, Lp. 2 i Lp. 3</w:t>
            </w:r>
          </w:p>
        </w:tc>
        <w:tc>
          <w:tcPr>
            <w:tcW w:w="1195" w:type="dxa"/>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III</w:t>
            </w:r>
          </w:p>
        </w:tc>
        <w:tc>
          <w:tcPr>
            <w:tcW w:w="1201" w:type="dxa"/>
            <w:vAlign w:val="center"/>
          </w:tcPr>
          <w:p w:rsidR="00167B75" w:rsidRPr="007B5A7D" w:rsidRDefault="00167B75" w:rsidP="009F7B63">
            <w:pPr>
              <w:pStyle w:val="Bezodstpw"/>
              <w:rPr>
                <w:rFonts w:ascii="Cambria" w:hAnsi="Cambria"/>
                <w:sz w:val="22"/>
                <w:szCs w:val="22"/>
              </w:rPr>
            </w:pPr>
            <w:r w:rsidRPr="007B5A7D">
              <w:rPr>
                <w:rFonts w:ascii="Cambria" w:hAnsi="Cambria"/>
                <w:sz w:val="22"/>
                <w:szCs w:val="22"/>
              </w:rPr>
              <w:t>VI</w:t>
            </w:r>
          </w:p>
        </w:tc>
      </w:tr>
    </w:tbl>
    <w:p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w przypadku istotnych rozbieżności ujawnionych na etapie zlecania prac pomiędzy strefą trudności  określoną w czasie planowania zabiegu a faktyczną, do przypisania dla </w:t>
      </w:r>
      <w:r w:rsidRPr="007B5A7D">
        <w:rPr>
          <w:rFonts w:ascii="Cambria" w:hAnsi="Cambria" w:cstheme="minorHAnsi"/>
          <w:sz w:val="22"/>
          <w:szCs w:val="22"/>
        </w:rPr>
        <w:lastRenderedPageBreak/>
        <w:t>danej powierzchni właściwego kodu czynności do rozliczenia służyć będzie określenie strefy trudności -  wg. powyższych, kryteriów na dzień wystawienia zlecenia prac,</w:t>
      </w:r>
    </w:p>
    <w:p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rsidR="00167B75" w:rsidRPr="007B5A7D" w:rsidRDefault="00167B75" w:rsidP="00167B75">
      <w:pPr>
        <w:suppressAutoHyphens w:val="0"/>
        <w:spacing w:before="120" w:after="120"/>
        <w:ind w:firstLine="708"/>
        <w:rPr>
          <w:rFonts w:ascii="Cambria" w:eastAsia="Calibri" w:hAnsi="Cambria" w:cstheme="minorHAnsi"/>
          <w:i/>
          <w:kern w:val="1"/>
          <w:sz w:val="22"/>
          <w:szCs w:val="22"/>
          <w:lang w:eastAsia="hi-IN" w:bidi="hi-IN"/>
        </w:rPr>
      </w:pPr>
    </w:p>
    <w:p w:rsidR="00167B75" w:rsidRPr="007B5A7D" w:rsidRDefault="00167B75" w:rsidP="00167B75">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118</w:t>
            </w:r>
          </w:p>
        </w:tc>
        <w:tc>
          <w:tcPr>
            <w:tcW w:w="959"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p>
        </w:tc>
        <w:tc>
          <w:tcPr>
            <w:tcW w:w="911"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GODZ CHW</w:t>
            </w:r>
          </w:p>
        </w:tc>
        <w:tc>
          <w:tcPr>
            <w:tcW w:w="2062"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przygotowanie roztworu, </w:t>
      </w:r>
    </w:p>
    <w:p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przejście do miejsca wykonania zabiegu, </w:t>
      </w:r>
    </w:p>
    <w:p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wykonanie oprysku, </w:t>
      </w:r>
    </w:p>
    <w:p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powrót do miejsca napełniania roztworem.</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zabieg będzie wykonywany poprzez chemiczne niszczenie chwastów opryskiwaczem ręcznym lub mazaczem,</w:t>
      </w:r>
    </w:p>
    <w:p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drzewka będące składnikiem uprawy nie mogą zostać opryskane,</w:t>
      </w:r>
    </w:p>
    <w:p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pStyle w:val="Akapitzlist"/>
        <w:numPr>
          <w:ilvl w:val="0"/>
          <w:numId w:val="21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rsidR="00167B75" w:rsidRPr="007B5A7D" w:rsidRDefault="00167B75" w:rsidP="00167B75">
      <w:pPr>
        <w:pStyle w:val="Akapitzlist"/>
        <w:numPr>
          <w:ilvl w:val="0"/>
          <w:numId w:val="21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km </w:t>
      </w:r>
      <w:r w:rsidR="001236E6">
        <w:rPr>
          <w:rFonts w:ascii="Cambria" w:eastAsia="Calibri" w:hAnsi="Cambria" w:cstheme="minorHAnsi"/>
          <w:b/>
          <w:color w:val="FF0000"/>
          <w:sz w:val="22"/>
          <w:szCs w:val="22"/>
          <w:lang w:eastAsia="en-US"/>
        </w:rPr>
        <w:t>1-45</w:t>
      </w:r>
      <w:r w:rsidR="00DF1CAD" w:rsidRPr="00DF1CAD">
        <w:rPr>
          <w:rFonts w:ascii="Cambria" w:eastAsia="Calibri" w:hAnsi="Cambria" w:cstheme="minorHAnsi"/>
          <w:color w:val="FF0000"/>
          <w:sz w:val="22"/>
          <w:szCs w:val="22"/>
          <w:lang w:eastAsia="en-US"/>
        </w:rPr>
        <w:t xml:space="preserve"> </w:t>
      </w:r>
      <w:r w:rsidRPr="00DF1CAD">
        <w:rPr>
          <w:rFonts w:ascii="Cambria" w:eastAsia="Calibri" w:hAnsi="Cambria" w:cstheme="minorHAnsi"/>
          <w:color w:val="FF0000"/>
          <w:sz w:val="22"/>
          <w:szCs w:val="22"/>
          <w:lang w:eastAsia="en-US"/>
        </w:rPr>
        <w:t xml:space="preserve"> </w:t>
      </w:r>
      <w:r w:rsidRPr="007B5A7D">
        <w:rPr>
          <w:rFonts w:ascii="Cambria" w:eastAsia="Calibri" w:hAnsi="Cambria" w:cstheme="minorHAnsi"/>
          <w:sz w:val="22"/>
          <w:szCs w:val="22"/>
          <w:lang w:eastAsia="en-US"/>
        </w:rPr>
        <w:t xml:space="preserve">miejsce zwrotu opakowań po środku chemicznym – km </w:t>
      </w:r>
      <w:r w:rsidR="001236E6">
        <w:rPr>
          <w:rFonts w:ascii="Cambria" w:eastAsia="Calibri" w:hAnsi="Cambria" w:cstheme="minorHAnsi"/>
          <w:b/>
          <w:color w:val="FF0000"/>
          <w:sz w:val="22"/>
          <w:szCs w:val="22"/>
          <w:lang w:eastAsia="en-US"/>
        </w:rPr>
        <w:t>1-45</w:t>
      </w:r>
      <w:r w:rsidR="00DF1CAD" w:rsidRPr="00DF1CAD">
        <w:rPr>
          <w:rFonts w:ascii="Cambria" w:eastAsia="Calibri" w:hAnsi="Cambria" w:cstheme="minorHAnsi"/>
          <w:color w:val="FF0000"/>
          <w:sz w:val="22"/>
          <w:szCs w:val="22"/>
          <w:lang w:eastAsia="en-US"/>
        </w:rPr>
        <w:t xml:space="preserve"> </w:t>
      </w:r>
      <w:r w:rsidRPr="00DF1CAD">
        <w:rPr>
          <w:rFonts w:ascii="Cambria" w:eastAsia="Calibri" w:hAnsi="Cambria" w:cstheme="minorHAnsi"/>
          <w:color w:val="FF0000"/>
          <w:sz w:val="22"/>
          <w:szCs w:val="22"/>
          <w:lang w:eastAsia="en-US"/>
        </w:rPr>
        <w:t xml:space="preserve">  </w:t>
      </w:r>
      <w:r w:rsidRPr="007B5A7D">
        <w:rPr>
          <w:rFonts w:ascii="Cambria" w:eastAsia="Calibri" w:hAnsi="Cambria" w:cstheme="minorHAnsi"/>
          <w:sz w:val="22"/>
          <w:szCs w:val="22"/>
          <w:lang w:eastAsia="en-US"/>
        </w:rPr>
        <w:t xml:space="preserve">punkt poboru wody – km </w:t>
      </w:r>
      <w:r w:rsidR="001236E6">
        <w:rPr>
          <w:rFonts w:ascii="Cambria" w:eastAsia="Calibri" w:hAnsi="Cambria" w:cstheme="minorHAnsi"/>
          <w:b/>
          <w:color w:val="FF0000"/>
          <w:sz w:val="22"/>
          <w:szCs w:val="22"/>
          <w:lang w:eastAsia="en-US"/>
        </w:rPr>
        <w:t>1-5</w:t>
      </w:r>
    </w:p>
    <w:p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rsidR="00167B75" w:rsidRPr="007B5A7D" w:rsidRDefault="00167B75" w:rsidP="00167B75">
      <w:pPr>
        <w:spacing w:before="120" w:after="120"/>
        <w:ind w:firstLine="567"/>
        <w:rPr>
          <w:rFonts w:ascii="Cambria" w:hAnsi="Cambria" w:cstheme="minorHAnsi"/>
          <w:sz w:val="22"/>
          <w:szCs w:val="22"/>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119</w:t>
            </w:r>
          </w:p>
        </w:tc>
        <w:tc>
          <w:tcPr>
            <w:tcW w:w="959"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WYDEPT</w:t>
            </w:r>
          </w:p>
        </w:tc>
        <w:tc>
          <w:tcPr>
            <w:tcW w:w="911"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WYDEPT</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214"/>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odsłonięcie wprowadzonych na uprawę drzewek z roślinności zielnej, poprzez jej przygniecenie do ziemi.</w:t>
      </w:r>
    </w:p>
    <w:p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rsidR="00167B75" w:rsidRPr="007B5A7D" w:rsidRDefault="00167B75" w:rsidP="00167B75">
      <w:pPr>
        <w:suppressAutoHyphens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rsidR="00167B75" w:rsidRPr="007B5A7D" w:rsidRDefault="00167B75" w:rsidP="00167B75">
      <w:pPr>
        <w:suppressAutoHyphens w:val="0"/>
        <w:spacing w:before="120" w:after="120"/>
        <w:rPr>
          <w:rFonts w:ascii="Cambria" w:eastAsia="Calibri" w:hAnsi="Cambria" w:cstheme="minorHAnsi"/>
          <w:b/>
          <w:bCs/>
          <w:sz w:val="22"/>
          <w:szCs w:val="22"/>
          <w:lang w:eastAsia="en-US"/>
        </w:rPr>
      </w:pPr>
    </w:p>
    <w:p w:rsidR="00167B75" w:rsidRPr="007B5A7D" w:rsidRDefault="00167B75" w:rsidP="00167B75">
      <w:pPr>
        <w:suppressAutoHyphens w:val="0"/>
        <w:spacing w:before="120" w:after="120"/>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120</w:t>
            </w:r>
          </w:p>
        </w:tc>
        <w:tc>
          <w:tcPr>
            <w:tcW w:w="959" w:type="pct"/>
            <w:shd w:val="clear" w:color="auto" w:fill="auto"/>
          </w:tcPr>
          <w:p w:rsidR="00167B75" w:rsidRPr="007B5A7D" w:rsidRDefault="00167B75" w:rsidP="009F7B63">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CW-W</w:t>
            </w:r>
          </w:p>
        </w:tc>
        <w:tc>
          <w:tcPr>
            <w:tcW w:w="911" w:type="pct"/>
            <w:shd w:val="clear" w:color="auto" w:fill="auto"/>
          </w:tcPr>
          <w:p w:rsidR="00167B75" w:rsidRPr="007B5A7D" w:rsidRDefault="00167B75" w:rsidP="009F7B63">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Czyszczenia wczesne</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21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w:t>
      </w:r>
      <w:r w:rsidRPr="007B5A7D">
        <w:rPr>
          <w:rFonts w:ascii="Cambria" w:eastAsia="Calibri" w:hAnsi="Cambria" w:cstheme="minorHAnsi"/>
          <w:sz w:val="22"/>
          <w:szCs w:val="22"/>
        </w:rPr>
        <w:lastRenderedPageBreak/>
        <w:t xml:space="preserve">z pozostawieniem wyciętych drzewek w miejscu ścięcia w taki sposób, aby odsłonić drzewka pozostawione do dalszej hodowli. </w:t>
      </w:r>
    </w:p>
    <w:p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 xml:space="preserve">Uwagi: </w:t>
      </w:r>
    </w:p>
    <w:p w:rsidR="00167B75" w:rsidRPr="007B5A7D" w:rsidRDefault="00167B75" w:rsidP="00167B75">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rsidR="00167B75" w:rsidRPr="007B5A7D" w:rsidRDefault="00167B75" w:rsidP="00167B75">
      <w:pPr>
        <w:suppressAutoHyphens w:val="0"/>
        <w:spacing w:before="120" w:after="120"/>
        <w:ind w:firstLine="360"/>
        <w:rPr>
          <w:rFonts w:ascii="Cambria" w:eastAsia="Calibri" w:hAnsi="Cambria" w:cstheme="minorHAnsi"/>
          <w:i/>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121</w:t>
            </w:r>
          </w:p>
        </w:tc>
        <w:tc>
          <w:tcPr>
            <w:tcW w:w="959" w:type="pct"/>
            <w:shd w:val="clear" w:color="auto" w:fill="auto"/>
          </w:tcPr>
          <w:p w:rsidR="00167B75" w:rsidRPr="007B5A7D" w:rsidRDefault="00167B75" w:rsidP="009F7B63">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PODK-FORM</w:t>
            </w:r>
          </w:p>
        </w:tc>
        <w:tc>
          <w:tcPr>
            <w:tcW w:w="911" w:type="pct"/>
            <w:shd w:val="clear" w:color="auto" w:fill="auto"/>
          </w:tcPr>
          <w:p w:rsidR="00167B75" w:rsidRPr="007B5A7D" w:rsidRDefault="00167B75" w:rsidP="009F7B63">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PODK-FORM</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Podkrzesywanie i formowanie drzewek na uprawach</w:t>
            </w:r>
          </w:p>
        </w:tc>
        <w:tc>
          <w:tcPr>
            <w:tcW w:w="711"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122</w:t>
            </w:r>
          </w:p>
        </w:tc>
        <w:tc>
          <w:tcPr>
            <w:tcW w:w="959" w:type="pct"/>
            <w:shd w:val="clear" w:color="auto" w:fill="auto"/>
          </w:tcPr>
          <w:p w:rsidR="00167B75" w:rsidRPr="007B5A7D" w:rsidRDefault="00167B75" w:rsidP="009F7B63">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911" w:type="pct"/>
            <w:shd w:val="clear" w:color="auto" w:fill="auto"/>
          </w:tcPr>
          <w:p w:rsidR="00167B75" w:rsidRPr="007B5A7D" w:rsidRDefault="00167B75" w:rsidP="009F7B63">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Przycinanie Db na bezpieńkę</w:t>
            </w:r>
          </w:p>
        </w:tc>
        <w:tc>
          <w:tcPr>
            <w:tcW w:w="711" w:type="pct"/>
            <w:shd w:val="clear" w:color="auto" w:fill="auto"/>
          </w:tcPr>
          <w:p w:rsidR="00167B75" w:rsidRPr="007B5A7D" w:rsidRDefault="00167B75" w:rsidP="009F7B63">
            <w:pPr>
              <w:spacing w:before="120" w:after="120"/>
              <w:jc w:val="center"/>
              <w:rPr>
                <w:rFonts w:ascii="Cambria" w:hAnsi="Cambria" w:cstheme="minorHAnsi"/>
                <w:sz w:val="22"/>
                <w:szCs w:val="22"/>
              </w:rPr>
            </w:pPr>
            <w:r w:rsidRPr="007B5A7D">
              <w:rPr>
                <w:rFonts w:ascii="Cambria" w:eastAsia="Calibri" w:hAnsi="Cambria" w:cstheme="minorHAnsi"/>
                <w:bCs/>
                <w:iCs/>
                <w:sz w:val="22"/>
                <w:szCs w:val="22"/>
                <w:lang w:eastAsia="pl-PL"/>
              </w:rPr>
              <w:t>TSZT</w:t>
            </w:r>
          </w:p>
        </w:tc>
      </w:tr>
      <w:tr w:rsidR="00167B75" w:rsidRPr="007B5A7D" w:rsidTr="009F7B63">
        <w:trPr>
          <w:trHeight w:val="625"/>
          <w:jc w:val="center"/>
        </w:trPr>
        <w:tc>
          <w:tcPr>
            <w:tcW w:w="357" w:type="pct"/>
            <w:shd w:val="clear" w:color="auto" w:fill="auto"/>
          </w:tcPr>
          <w:p w:rsidR="00167B75" w:rsidRPr="007B5A7D" w:rsidRDefault="00167B75" w:rsidP="009F7B63">
            <w:pPr>
              <w:jc w:val="center"/>
              <w:rPr>
                <w:rFonts w:ascii="Cambria" w:hAnsi="Cambria" w:cstheme="minorHAnsi"/>
                <w:sz w:val="22"/>
                <w:szCs w:val="22"/>
                <w:lang w:eastAsia="pl-PL"/>
              </w:rPr>
            </w:pPr>
            <w:r w:rsidRPr="007B5A7D">
              <w:rPr>
                <w:rFonts w:ascii="Cambria" w:hAnsi="Cambria" w:cstheme="minorHAnsi"/>
                <w:sz w:val="22"/>
                <w:szCs w:val="22"/>
                <w:lang w:eastAsia="pl-PL"/>
              </w:rPr>
              <w:t>123</w:t>
            </w:r>
          </w:p>
        </w:tc>
        <w:tc>
          <w:tcPr>
            <w:tcW w:w="959" w:type="pct"/>
            <w:shd w:val="clear" w:color="auto" w:fill="auto"/>
          </w:tcPr>
          <w:p w:rsidR="00167B75" w:rsidRPr="007B5A7D" w:rsidRDefault="00167B75" w:rsidP="009F7B63">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911" w:type="pct"/>
            <w:shd w:val="clear" w:color="auto" w:fill="auto"/>
          </w:tcPr>
          <w:p w:rsidR="00167B75" w:rsidRPr="007B5A7D" w:rsidRDefault="00167B75" w:rsidP="009F7B63">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2062" w:type="pct"/>
            <w:shd w:val="clear" w:color="auto" w:fill="auto"/>
          </w:tcPr>
          <w:p w:rsidR="00167B75" w:rsidRPr="007B5A7D" w:rsidRDefault="00167B75" w:rsidP="009F7B63">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 xml:space="preserve">Pielęgnowanie drzewek w </w:t>
            </w:r>
            <w:proofErr w:type="spellStart"/>
            <w:r w:rsidRPr="007B5A7D">
              <w:rPr>
                <w:rFonts w:ascii="Cambria" w:eastAsiaTheme="majorEastAsia" w:hAnsi="Cambria" w:cstheme="minorHAnsi"/>
                <w:sz w:val="22"/>
                <w:szCs w:val="22"/>
                <w:lang w:eastAsia="en-US"/>
              </w:rPr>
              <w:t>zadrzewieniach</w:t>
            </w:r>
            <w:proofErr w:type="spellEnd"/>
          </w:p>
        </w:tc>
        <w:tc>
          <w:tcPr>
            <w:tcW w:w="711" w:type="pct"/>
            <w:shd w:val="clear" w:color="auto" w:fill="auto"/>
          </w:tcPr>
          <w:p w:rsidR="00167B75" w:rsidRPr="007B5A7D" w:rsidRDefault="00167B75" w:rsidP="009F7B63">
            <w:pPr>
              <w:jc w:val="center"/>
              <w:rPr>
                <w:rFonts w:ascii="Cambria" w:hAnsi="Cambria" w:cstheme="minorHAnsi"/>
                <w:sz w:val="22"/>
                <w:szCs w:val="22"/>
                <w:lang w:eastAsia="pl-PL"/>
              </w:rPr>
            </w:pPr>
            <w:r w:rsidRPr="007B5A7D">
              <w:rPr>
                <w:rFonts w:ascii="Cambria" w:eastAsia="Calibri" w:hAnsi="Cambria" w:cstheme="minorHAnsi"/>
                <w:bCs/>
                <w:iCs/>
                <w:sz w:val="22"/>
                <w:szCs w:val="22"/>
                <w:lang w:eastAsia="pl-PL"/>
              </w:rPr>
              <w:t>TSZT</w:t>
            </w:r>
          </w:p>
        </w:tc>
      </w:tr>
    </w:tbl>
    <w:p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likwidacja tzw. „dwójek” „trójek”- form wielopniowych powstających często na skutek gęstego siewu, </w:t>
      </w:r>
    </w:p>
    <w:p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przycięcie dębu na bezpieńkę (cięcie tuż przy szyi korzeniowej – 2-3 cm nad ziemią) przy pomocy np. sekatora lub sierpaka,</w:t>
      </w:r>
    </w:p>
    <w:p w:rsidR="00167B75" w:rsidRPr="007B5A7D" w:rsidRDefault="00167B75" w:rsidP="00167B75">
      <w:pPr>
        <w:pStyle w:val="Akapitzlist"/>
        <w:numPr>
          <w:ilvl w:val="0"/>
          <w:numId w:val="219"/>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formowanie koron, usuwanie zbędnych </w:t>
      </w:r>
      <w:proofErr w:type="spellStart"/>
      <w:r w:rsidRPr="007B5A7D">
        <w:rPr>
          <w:rFonts w:ascii="Cambria" w:eastAsia="Calibri" w:hAnsi="Cambria" w:cstheme="minorHAnsi"/>
          <w:sz w:val="22"/>
          <w:szCs w:val="22"/>
        </w:rPr>
        <w:t>odgałęzień</w:t>
      </w:r>
      <w:proofErr w:type="spellEnd"/>
      <w:r w:rsidRPr="007B5A7D">
        <w:rPr>
          <w:rFonts w:ascii="Cambria" w:eastAsia="Calibri" w:hAnsi="Cambria" w:cstheme="minorHAnsi"/>
          <w:sz w:val="22"/>
          <w:szCs w:val="22"/>
        </w:rPr>
        <w:t>, zabezpieczenie preparatami przed infekcją, zebranie i usunięcie ściętych gałęzi oraz zmotyczenie powierzchni wokół drzewek, wiązanie drzewek.</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rsidR="00167B75" w:rsidRPr="007B5A7D" w:rsidRDefault="00167B75" w:rsidP="00167B75">
      <w:pPr>
        <w:pStyle w:val="Akapitzlist"/>
        <w:numPr>
          <w:ilvl w:val="0"/>
          <w:numId w:val="221"/>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rsidR="00167B75" w:rsidRPr="007B5A7D" w:rsidRDefault="00167B75" w:rsidP="00167B75">
      <w:pPr>
        <w:suppressAutoHyphens w:val="0"/>
        <w:autoSpaceDE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after="200" w:line="276" w:lineRule="auto"/>
        <w:rPr>
          <w:rFonts w:ascii="Cambria" w:hAnsi="Cambria" w:cstheme="minorHAnsi"/>
          <w:b/>
          <w:sz w:val="22"/>
          <w:szCs w:val="22"/>
          <w:lang w:eastAsia="pl-PL"/>
        </w:rPr>
      </w:pPr>
    </w:p>
    <w:p w:rsidR="00167B75" w:rsidRPr="007B5A7D" w:rsidRDefault="00167B75" w:rsidP="00167B75">
      <w:pPr>
        <w:suppressAutoHyphens w:val="0"/>
        <w:spacing w:before="120" w:after="120"/>
        <w:jc w:val="center"/>
        <w:rPr>
          <w:rFonts w:ascii="Cambria" w:hAnsi="Cambria" w:cstheme="minorHAnsi"/>
          <w:b/>
          <w:sz w:val="22"/>
          <w:szCs w:val="22"/>
          <w:lang w:eastAsia="pl-PL"/>
        </w:rPr>
      </w:pPr>
      <w:r w:rsidRPr="007B5A7D">
        <w:rPr>
          <w:rFonts w:ascii="Cambria" w:hAnsi="Cambria" w:cstheme="minorHAnsi"/>
          <w:b/>
          <w:sz w:val="22"/>
          <w:szCs w:val="22"/>
          <w:lang w:eastAsia="pl-PL"/>
        </w:rPr>
        <w:lastRenderedPageBreak/>
        <w:t>Pielęgnowanie młodników</w:t>
      </w:r>
    </w:p>
    <w:p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Prace pielęgnacyjne wykonywane w okresie młodnika obejmują:</w:t>
      </w:r>
    </w:p>
    <w:p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hamowanie wzrostu drzew wadliwych w górnej warstwie młodnika,</w:t>
      </w:r>
    </w:p>
    <w:p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ogławianie zbędnych domieszek pozostałych z okresu uprawy,</w:t>
      </w:r>
    </w:p>
    <w:p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regulowanie dynamiki wzrostu między gatunkami i wewnątrz gatunków (usuwanie lub ogławianie przerostów i rozpieraczy w młodnikach sosnowych, dębowych i bukowych),</w:t>
      </w:r>
    </w:p>
    <w:p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przerzedzanie nadmiernie zagęszczonych partii młodnika,</w:t>
      </w:r>
    </w:p>
    <w:p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drzew chorych i opanowanych przez szkodniki,</w:t>
      </w:r>
    </w:p>
    <w:p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popieranie gatunków występujących w niedoborze.</w:t>
      </w:r>
    </w:p>
    <w:p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p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124</w:t>
            </w:r>
          </w:p>
        </w:tc>
        <w:tc>
          <w:tcPr>
            <w:tcW w:w="958" w:type="pct"/>
            <w:shd w:val="clear" w:color="auto" w:fill="auto"/>
          </w:tcPr>
          <w:p w:rsidR="00167B75" w:rsidRPr="007B5A7D" w:rsidRDefault="00167B75" w:rsidP="009F7B63">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CP-W</w:t>
            </w:r>
          </w:p>
        </w:tc>
        <w:tc>
          <w:tcPr>
            <w:tcW w:w="910" w:type="pct"/>
            <w:shd w:val="clear" w:color="auto" w:fill="auto"/>
          </w:tcPr>
          <w:p w:rsidR="00167B75" w:rsidRPr="007B5A7D" w:rsidRDefault="00167B75" w:rsidP="009F7B63">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7B5A7D">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Czyszczenia późne</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222"/>
        </w:numPr>
        <w:tabs>
          <w:tab w:val="left" w:pos="709"/>
        </w:tabs>
        <w:spacing w:before="120" w:after="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rsidR="00167B75" w:rsidRPr="007B5A7D" w:rsidRDefault="00167B75" w:rsidP="00167B75">
      <w:pPr>
        <w:tabs>
          <w:tab w:val="left" w:pos="567"/>
        </w:tabs>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drzewa, krzewy usuwane w czasie czyszczeń późnych muszą zostać odsunięte z okolic drzewek rosnących w sposób zapewniający im swobodny wzrost i wykluczający ich uszkodzenie w wyniku działania czynników pogodowych,</w:t>
      </w:r>
    </w:p>
    <w:p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 uwagi na wykonywanie zabiegu czyszczeń późnych bez wcześniejszego oznaczenia drzewek do wycięcia, zabieg obejmuje usunięcie dodatkowo wskazanych drzewek do usunięcia podczas odbioru przez przedstawiciela Zamawiającego,</w:t>
      </w:r>
    </w:p>
    <w:p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jeżeli zostanie to wskazane w zleceniu, z drzew usuniętych w czasie zabiegu należy wyrobić surowiec drzewny zgodnie z postanowieniami DZIAŁU POZYSKANIE DREWNA.</w:t>
      </w:r>
    </w:p>
    <w:p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rsidR="00167B75" w:rsidRPr="007B5A7D" w:rsidRDefault="00167B75" w:rsidP="00167B75">
      <w:pPr>
        <w:suppressAutoHyphens w:val="0"/>
        <w:spacing w:before="120"/>
        <w:ind w:firstLine="708"/>
        <w:rPr>
          <w:rFonts w:ascii="Cambria" w:eastAsia="Calibri" w:hAnsi="Cambria" w:cstheme="minorHAnsi"/>
          <w:b/>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p>
    <w:p w:rsidR="00167B75" w:rsidRPr="007B5A7D" w:rsidRDefault="00167B75" w:rsidP="00167B75">
      <w:pPr>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125</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REP</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odbiór wody i materiału (repelentu) z magazynu</w:t>
      </w:r>
      <w:r w:rsidRPr="007B5A7D">
        <w:rPr>
          <w:rFonts w:ascii="Cambria" w:hAnsi="Cambria" w:cstheme="minorHAnsi"/>
          <w:sz w:val="22"/>
          <w:szCs w:val="22"/>
          <w:lang w:eastAsia="ar-SA"/>
        </w:rPr>
        <w:t xml:space="preserve"> </w:t>
      </w:r>
      <w:r w:rsidRPr="007B5A7D">
        <w:rPr>
          <w:rFonts w:ascii="Cambria" w:eastAsia="Calibri" w:hAnsi="Cambria" w:cstheme="minorHAnsi"/>
          <w:kern w:val="1"/>
          <w:sz w:val="22"/>
          <w:szCs w:val="22"/>
          <w:lang w:bidi="hi-IN"/>
        </w:rPr>
        <w:t>lub miejsca wskazanego przez Zamawiającego i dostarczenie na pozycję roboczą,</w:t>
      </w:r>
    </w:p>
    <w:p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zabezpieczenie preparatem sadzonek na uprawie w ilości:</w:t>
      </w:r>
    </w:p>
    <w:p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lastRenderedPageBreak/>
        <w:t xml:space="preserve">gat. </w:t>
      </w:r>
      <w:proofErr w:type="spellStart"/>
      <w:r w:rsidRPr="007B5A7D">
        <w:rPr>
          <w:rFonts w:ascii="Cambria" w:eastAsia="Calibri" w:hAnsi="Cambria" w:cstheme="minorHAnsi"/>
          <w:bCs/>
          <w:iCs/>
          <w:kern w:val="1"/>
          <w:sz w:val="22"/>
          <w:szCs w:val="22"/>
          <w:lang w:eastAsia="pl-PL" w:bidi="hi-IN"/>
        </w:rPr>
        <w:t>So</w:t>
      </w:r>
      <w:proofErr w:type="spellEnd"/>
      <w:r w:rsidRPr="007B5A7D">
        <w:rPr>
          <w:rFonts w:ascii="Cambria" w:eastAsia="Calibri" w:hAnsi="Cambria" w:cstheme="minorHAnsi"/>
          <w:bCs/>
          <w:iCs/>
          <w:kern w:val="1"/>
          <w:sz w:val="22"/>
          <w:szCs w:val="22"/>
          <w:lang w:eastAsia="pl-PL" w:bidi="hi-IN"/>
        </w:rPr>
        <w:t xml:space="preserve"> należy </w:t>
      </w:r>
      <w:r w:rsidRPr="007B5A7D">
        <w:rPr>
          <w:rFonts w:ascii="Cambria" w:eastAsia="Calibri" w:hAnsi="Cambria" w:cstheme="minorHAnsi"/>
          <w:sz w:val="22"/>
          <w:szCs w:val="22"/>
        </w:rPr>
        <w:t xml:space="preserve">zabezpieczyć </w:t>
      </w:r>
      <w:r w:rsidRPr="007B5A7D">
        <w:rPr>
          <w:rFonts w:ascii="Cambria" w:eastAsia="Calibri" w:hAnsi="Cambria" w:cstheme="minorHAnsi"/>
          <w:bCs/>
          <w:iCs/>
          <w:kern w:val="1"/>
          <w:sz w:val="22"/>
          <w:szCs w:val="22"/>
          <w:lang w:eastAsia="pl-PL" w:bidi="hi-IN"/>
        </w:rPr>
        <w:t xml:space="preserve">igły otaczające pączek szczytowy na nie mniej niż </w:t>
      </w:r>
      <w:r w:rsidR="00FA65F3">
        <w:rPr>
          <w:rFonts w:ascii="Cambria" w:eastAsia="Calibri" w:hAnsi="Cambria" w:cstheme="minorHAnsi"/>
          <w:bCs/>
          <w:iCs/>
          <w:color w:val="FF0000"/>
          <w:kern w:val="1"/>
          <w:sz w:val="22"/>
          <w:szCs w:val="22"/>
          <w:lang w:eastAsia="pl-PL" w:bidi="hi-IN"/>
        </w:rPr>
        <w:t>5</w:t>
      </w:r>
      <w:r w:rsidR="00C360BB">
        <w:rPr>
          <w:rFonts w:ascii="Cambria" w:eastAsia="Calibri" w:hAnsi="Cambria" w:cstheme="minorHAnsi"/>
          <w:bCs/>
          <w:iCs/>
          <w:color w:val="FF0000"/>
          <w:kern w:val="1"/>
          <w:sz w:val="22"/>
          <w:szCs w:val="22"/>
          <w:lang w:eastAsia="pl-PL" w:bidi="hi-IN"/>
        </w:rPr>
        <w:t>0</w:t>
      </w:r>
      <w:r w:rsidRPr="007B5A7D">
        <w:rPr>
          <w:rFonts w:ascii="Cambria" w:eastAsia="Calibri" w:hAnsi="Cambria" w:cstheme="minorHAnsi"/>
          <w:bCs/>
          <w:iCs/>
          <w:kern w:val="1"/>
          <w:sz w:val="22"/>
          <w:szCs w:val="22"/>
          <w:lang w:eastAsia="pl-PL" w:bidi="hi-IN"/>
        </w:rPr>
        <w:t xml:space="preserve"> % drzewek, równomiernie rozmieszczonych na powierzchni,</w:t>
      </w:r>
    </w:p>
    <w:p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kern w:val="1"/>
          <w:sz w:val="22"/>
          <w:szCs w:val="22"/>
          <w:lang w:eastAsia="pl-PL" w:bidi="hi-IN"/>
        </w:rPr>
        <w:t xml:space="preserve">gat. liściaste w uprawie zabezpieczając ostatni przyrost, a w przypadku </w:t>
      </w:r>
      <w:proofErr w:type="spellStart"/>
      <w:r w:rsidRPr="007B5A7D">
        <w:rPr>
          <w:rFonts w:ascii="Cambria" w:eastAsia="Calibri" w:hAnsi="Cambria" w:cstheme="minorHAnsi"/>
          <w:kern w:val="1"/>
          <w:sz w:val="22"/>
          <w:szCs w:val="22"/>
          <w:lang w:eastAsia="pl-PL" w:bidi="hi-IN"/>
        </w:rPr>
        <w:t>Jd</w:t>
      </w:r>
      <w:proofErr w:type="spellEnd"/>
      <w:r w:rsidRPr="007B5A7D">
        <w:rPr>
          <w:rFonts w:ascii="Cambria" w:eastAsia="Calibri" w:hAnsi="Cambria" w:cstheme="minorHAnsi"/>
          <w:kern w:val="1"/>
          <w:sz w:val="22"/>
          <w:szCs w:val="22"/>
          <w:lang w:eastAsia="pl-PL" w:bidi="hi-IN"/>
        </w:rPr>
        <w:t xml:space="preserve"> i </w:t>
      </w:r>
      <w:proofErr w:type="spellStart"/>
      <w:r w:rsidRPr="007B5A7D">
        <w:rPr>
          <w:rFonts w:ascii="Cambria" w:eastAsia="Calibri" w:hAnsi="Cambria" w:cstheme="minorHAnsi"/>
          <w:kern w:val="1"/>
          <w:sz w:val="22"/>
          <w:szCs w:val="22"/>
          <w:lang w:eastAsia="pl-PL" w:bidi="hi-IN"/>
        </w:rPr>
        <w:t>Św</w:t>
      </w:r>
      <w:proofErr w:type="spellEnd"/>
      <w:r w:rsidRPr="007B5A7D">
        <w:rPr>
          <w:rFonts w:ascii="Cambria" w:eastAsia="Calibri" w:hAnsi="Cambria" w:cstheme="minorHAnsi"/>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rsidR="00167B75" w:rsidRPr="007B5A7D" w:rsidRDefault="00167B75" w:rsidP="00167B75">
      <w:pPr>
        <w:pStyle w:val="Akapitzlist"/>
        <w:numPr>
          <w:ilvl w:val="0"/>
          <w:numId w:val="225"/>
        </w:numPr>
        <w:spacing w:before="120" w:after="120"/>
        <w:ind w:left="709"/>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oczyszczenie sprzętu,</w:t>
      </w:r>
    </w:p>
    <w:p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 xml:space="preserve">zdanie opakowań, niewykorzystanego środka chemicznego do </w:t>
      </w:r>
      <w:r w:rsidR="00FA65F3">
        <w:rPr>
          <w:rFonts w:ascii="Cambria" w:eastAsia="Calibri" w:hAnsi="Cambria" w:cstheme="minorHAnsi"/>
          <w:color w:val="FF0000"/>
          <w:kern w:val="1"/>
          <w:sz w:val="22"/>
          <w:szCs w:val="22"/>
          <w:lang w:bidi="hi-IN"/>
        </w:rPr>
        <w:t>wskazanego miejsca</w:t>
      </w:r>
    </w:p>
    <w:p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22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pStyle w:val="Akapitzlist"/>
        <w:numPr>
          <w:ilvl w:val="0"/>
          <w:numId w:val="2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środek chemiczny i wodę zapewnia Zamawiający, </w:t>
      </w:r>
    </w:p>
    <w:p w:rsidR="00167B75" w:rsidRPr="00FF56EE" w:rsidRDefault="00167B75" w:rsidP="00167B75">
      <w:pPr>
        <w:pStyle w:val="Akapitzlist"/>
        <w:numPr>
          <w:ilvl w:val="0"/>
          <w:numId w:val="226"/>
        </w:numPr>
        <w:rPr>
          <w:rFonts w:ascii="Cambria" w:eastAsia="Calibri" w:hAnsi="Cambria" w:cstheme="minorHAnsi"/>
          <w:color w:val="000000" w:themeColor="text1"/>
          <w:sz w:val="22"/>
          <w:szCs w:val="22"/>
          <w:lang w:eastAsia="en-US"/>
        </w:rPr>
      </w:pPr>
      <w:r w:rsidRPr="007B5A7D">
        <w:rPr>
          <w:rFonts w:ascii="Cambria" w:eastAsia="Calibri" w:hAnsi="Cambria" w:cstheme="minorHAnsi"/>
          <w:sz w:val="22"/>
          <w:szCs w:val="22"/>
          <w:lang w:eastAsia="en-US"/>
        </w:rPr>
        <w:t xml:space="preserve">miejsce odbioru środka chemicznego </w:t>
      </w:r>
      <w:r w:rsidRPr="00FF56EE">
        <w:rPr>
          <w:rFonts w:ascii="Cambria" w:eastAsia="Calibri" w:hAnsi="Cambria" w:cstheme="minorHAnsi"/>
          <w:color w:val="000000" w:themeColor="text1"/>
          <w:sz w:val="22"/>
          <w:szCs w:val="22"/>
          <w:lang w:eastAsia="en-US"/>
        </w:rPr>
        <w:t xml:space="preserve">– </w:t>
      </w:r>
      <w:r w:rsidR="00FA65F3">
        <w:rPr>
          <w:rFonts w:ascii="Cambria" w:eastAsia="Calibri" w:hAnsi="Cambria" w:cstheme="minorHAnsi"/>
          <w:color w:val="FF0000"/>
          <w:sz w:val="22"/>
          <w:szCs w:val="22"/>
          <w:lang w:eastAsia="en-US"/>
        </w:rPr>
        <w:t>km 1-45</w:t>
      </w:r>
      <w:r w:rsidRPr="00FF56EE">
        <w:rPr>
          <w:rFonts w:ascii="Cambria" w:eastAsia="Calibri" w:hAnsi="Cambria" w:cstheme="minorHAnsi"/>
          <w:color w:val="000000" w:themeColor="text1"/>
          <w:sz w:val="22"/>
          <w:szCs w:val="22"/>
          <w:lang w:eastAsia="en-US"/>
        </w:rPr>
        <w:t xml:space="preserve">, miejsce zwrotu opakowań po środku chemicznym – </w:t>
      </w:r>
      <w:r w:rsidR="00FA65F3">
        <w:rPr>
          <w:rFonts w:ascii="Cambria" w:eastAsia="Calibri" w:hAnsi="Cambria" w:cstheme="minorHAnsi"/>
          <w:color w:val="000000" w:themeColor="text1"/>
          <w:sz w:val="22"/>
          <w:szCs w:val="22"/>
          <w:lang w:eastAsia="en-US"/>
        </w:rPr>
        <w:t xml:space="preserve">km </w:t>
      </w:r>
      <w:r w:rsidR="00FA65F3">
        <w:rPr>
          <w:rFonts w:ascii="Cambria" w:eastAsia="Calibri" w:hAnsi="Cambria" w:cstheme="minorHAnsi"/>
          <w:color w:val="FF0000"/>
          <w:sz w:val="22"/>
          <w:szCs w:val="22"/>
          <w:lang w:eastAsia="en-US"/>
        </w:rPr>
        <w:t>1-45</w:t>
      </w:r>
      <w:r w:rsidR="00806261" w:rsidRPr="00FF56EE">
        <w:rPr>
          <w:rFonts w:ascii="Cambria" w:eastAsia="Calibri" w:hAnsi="Cambria" w:cstheme="minorHAnsi"/>
          <w:color w:val="000000" w:themeColor="text1"/>
          <w:sz w:val="22"/>
          <w:szCs w:val="22"/>
          <w:lang w:eastAsia="en-US"/>
        </w:rPr>
        <w:t xml:space="preserve"> </w:t>
      </w:r>
      <w:r w:rsidRPr="00FF56EE">
        <w:rPr>
          <w:rFonts w:ascii="Cambria" w:eastAsia="Calibri" w:hAnsi="Cambria" w:cstheme="minorHAnsi"/>
          <w:color w:val="000000" w:themeColor="text1"/>
          <w:sz w:val="22"/>
          <w:szCs w:val="22"/>
          <w:lang w:eastAsia="en-US"/>
        </w:rPr>
        <w:t xml:space="preserve">punkt poboru wody – </w:t>
      </w:r>
      <w:r w:rsidR="00FA65F3">
        <w:rPr>
          <w:rFonts w:ascii="Cambria" w:eastAsia="Calibri" w:hAnsi="Cambria" w:cstheme="minorHAnsi"/>
          <w:color w:val="FF0000"/>
          <w:sz w:val="22"/>
          <w:szCs w:val="22"/>
          <w:lang w:eastAsia="en-US"/>
        </w:rPr>
        <w:t>km 1-5</w:t>
      </w:r>
      <w:r w:rsidRPr="00806261">
        <w:rPr>
          <w:rFonts w:ascii="Cambria" w:eastAsia="Calibri" w:hAnsi="Cambria" w:cstheme="minorHAnsi"/>
          <w:color w:val="FF0000"/>
          <w:sz w:val="22"/>
          <w:szCs w:val="22"/>
          <w:lang w:eastAsia="en-US"/>
        </w:rPr>
        <w:t xml:space="preserve"> </w:t>
      </w:r>
      <w:r w:rsidRPr="00FF56EE">
        <w:rPr>
          <w:rFonts w:ascii="Cambria" w:eastAsia="Calibri" w:hAnsi="Cambria" w:cstheme="minorHAnsi"/>
          <w:color w:val="000000" w:themeColor="text1"/>
          <w:sz w:val="22"/>
          <w:szCs w:val="22"/>
          <w:lang w:eastAsia="en-US"/>
        </w:rPr>
        <w:t>,</w:t>
      </w:r>
    </w:p>
    <w:p w:rsidR="00167B75" w:rsidRPr="007B5A7D" w:rsidRDefault="00167B75" w:rsidP="00167B75">
      <w:pPr>
        <w:pStyle w:val="Akapitzlist"/>
        <w:numPr>
          <w:ilvl w:val="0"/>
          <w:numId w:val="226"/>
        </w:numPr>
        <w:rPr>
          <w:rFonts w:ascii="Cambria" w:eastAsia="Calibri" w:hAnsi="Cambria" w:cstheme="minorHAnsi"/>
          <w:sz w:val="22"/>
          <w:szCs w:val="22"/>
        </w:rPr>
      </w:pPr>
      <w:r w:rsidRPr="00FF56EE">
        <w:rPr>
          <w:rFonts w:ascii="Cambria" w:hAnsi="Cambria" w:cstheme="minorHAnsi"/>
          <w:color w:val="000000" w:themeColor="text1"/>
          <w:sz w:val="22"/>
          <w:szCs w:val="22"/>
          <w:lang w:bidi="hi-IN"/>
        </w:rPr>
        <w:t xml:space="preserve">czynność GODZ REP przeznaczona jest w wycenie na koszty </w:t>
      </w:r>
      <w:r w:rsidRPr="007B5A7D">
        <w:rPr>
          <w:rFonts w:ascii="Cambria" w:hAnsi="Cambria" w:cstheme="minorHAnsi"/>
          <w:sz w:val="22"/>
          <w:szCs w:val="22"/>
          <w:lang w:bidi="hi-IN"/>
        </w:rPr>
        <w:t>transportowe.</w:t>
      </w:r>
    </w:p>
    <w:p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rsidR="00167B75" w:rsidRPr="007B5A7D" w:rsidRDefault="00167B75" w:rsidP="00167B75">
      <w:pPr>
        <w:widowControl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p>
    <w:p w:rsidR="00167B75" w:rsidRPr="007B5A7D" w:rsidRDefault="00167B75" w:rsidP="00167B75">
      <w:pPr>
        <w:suppressAutoHyphens w:val="0"/>
        <w:spacing w:after="200" w:line="276" w:lineRule="auto"/>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126</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OOP</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rsidR="00167B75" w:rsidRPr="007B5A7D" w:rsidRDefault="00C83C53" w:rsidP="00167B75">
      <w:pPr>
        <w:pStyle w:val="Akapitzlist"/>
        <w:numPr>
          <w:ilvl w:val="0"/>
          <w:numId w:val="228"/>
        </w:numPr>
        <w:spacing w:before="120" w:after="120"/>
        <w:jc w:val="both"/>
        <w:rPr>
          <w:rFonts w:ascii="Cambria" w:hAnsi="Cambria" w:cstheme="minorHAnsi"/>
          <w:sz w:val="22"/>
          <w:szCs w:val="22"/>
        </w:rPr>
      </w:pPr>
      <w:r>
        <w:rPr>
          <w:rFonts w:ascii="Cambria" w:hAnsi="Cambria" w:cstheme="minorHAnsi"/>
          <w:sz w:val="22"/>
          <w:szCs w:val="22"/>
        </w:rPr>
        <w:t xml:space="preserve">odbiór środka i wody ze </w:t>
      </w:r>
      <w:r>
        <w:rPr>
          <w:rFonts w:ascii="Cambria" w:hAnsi="Cambria" w:cstheme="minorHAnsi"/>
          <w:color w:val="FF0000"/>
          <w:sz w:val="22"/>
          <w:szCs w:val="22"/>
        </w:rPr>
        <w:t>wskazanego miejsca</w:t>
      </w:r>
      <w:r w:rsidR="00167B75" w:rsidRPr="00552ED5">
        <w:rPr>
          <w:rFonts w:ascii="Cambria" w:hAnsi="Cambria" w:cstheme="minorHAnsi"/>
          <w:color w:val="FF0000"/>
          <w:sz w:val="22"/>
          <w:szCs w:val="22"/>
        </w:rPr>
        <w:t xml:space="preserve"> </w:t>
      </w:r>
      <w:r w:rsidR="00167B75" w:rsidRPr="007B5A7D">
        <w:rPr>
          <w:rFonts w:ascii="Cambria" w:hAnsi="Cambria" w:cstheme="minorHAnsi"/>
          <w:sz w:val="22"/>
          <w:szCs w:val="22"/>
        </w:rPr>
        <w:t>,</w:t>
      </w:r>
    </w:p>
    <w:p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instrukcją na opakowaniu środka chemicznego,</w:t>
      </w:r>
    </w:p>
    <w:p w:rsidR="00167B75" w:rsidRPr="007B5A7D" w:rsidRDefault="00167B75" w:rsidP="00167B75">
      <w:pPr>
        <w:pStyle w:val="Akapitzlist"/>
        <w:numPr>
          <w:ilvl w:val="0"/>
          <w:numId w:val="228"/>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rsidR="00167B75" w:rsidRPr="007B5A7D" w:rsidRDefault="00167B75" w:rsidP="00167B75">
      <w:pPr>
        <w:pStyle w:val="Akapitzlist"/>
        <w:widowControl w:val="0"/>
        <w:numPr>
          <w:ilvl w:val="0"/>
          <w:numId w:val="228"/>
        </w:numPr>
        <w:spacing w:before="120" w:after="120"/>
        <w:jc w:val="both"/>
        <w:rPr>
          <w:rFonts w:ascii="Cambria" w:eastAsia="Calibri" w:hAnsi="Cambria" w:cstheme="minorHAnsi"/>
          <w:bCs/>
          <w:iCs/>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rsidR="00167B75" w:rsidRPr="007B5A7D" w:rsidRDefault="00167B75" w:rsidP="00167B75">
      <w:pPr>
        <w:pStyle w:val="Akapitzlist"/>
        <w:numPr>
          <w:ilvl w:val="0"/>
          <w:numId w:val="22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powrót do miejsca napełniania roztworem,</w:t>
      </w:r>
    </w:p>
    <w:p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oczyszczenie opryskiwacza,</w:t>
      </w:r>
    </w:p>
    <w:p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zdanie opakowań i niewykorzys</w:t>
      </w:r>
      <w:r w:rsidR="00552ED5">
        <w:rPr>
          <w:rFonts w:ascii="Cambria" w:hAnsi="Cambria" w:cstheme="minorHAnsi"/>
          <w:sz w:val="22"/>
          <w:szCs w:val="22"/>
        </w:rPr>
        <w:t xml:space="preserve">tanego środka chemicznego do </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22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w:t>
      </w:r>
      <w:r w:rsidR="00C83C53">
        <w:rPr>
          <w:rFonts w:ascii="Cambria" w:eastAsia="Calibri" w:hAnsi="Cambria" w:cstheme="minorHAnsi"/>
          <w:sz w:val="22"/>
          <w:szCs w:val="22"/>
          <w:lang w:eastAsia="en-US"/>
        </w:rPr>
        <w:t xml:space="preserve">dbioru środka chemicznego – </w:t>
      </w:r>
      <w:r w:rsidR="00C83C53">
        <w:rPr>
          <w:rFonts w:ascii="Cambria" w:eastAsia="Calibri" w:hAnsi="Cambria" w:cstheme="minorHAnsi"/>
          <w:color w:val="FF0000"/>
          <w:sz w:val="22"/>
          <w:szCs w:val="22"/>
          <w:lang w:eastAsia="en-US"/>
        </w:rPr>
        <w:t>km 1-45</w:t>
      </w:r>
      <w:r w:rsidRPr="007B5A7D">
        <w:rPr>
          <w:rFonts w:ascii="Cambria" w:eastAsia="Calibri" w:hAnsi="Cambria" w:cstheme="minorHAnsi"/>
          <w:sz w:val="22"/>
          <w:szCs w:val="22"/>
          <w:lang w:eastAsia="en-US"/>
        </w:rPr>
        <w:t>, miejsce zwrotu opak</w:t>
      </w:r>
      <w:r w:rsidR="00A46CD8">
        <w:rPr>
          <w:rFonts w:ascii="Cambria" w:eastAsia="Calibri" w:hAnsi="Cambria" w:cstheme="minorHAnsi"/>
          <w:sz w:val="22"/>
          <w:szCs w:val="22"/>
          <w:lang w:eastAsia="en-US"/>
        </w:rPr>
        <w:t xml:space="preserve">owań po środku chemicznym – </w:t>
      </w:r>
      <w:r w:rsidR="00C83C53">
        <w:rPr>
          <w:rFonts w:ascii="Cambria" w:eastAsia="Calibri" w:hAnsi="Cambria" w:cstheme="minorHAnsi"/>
          <w:color w:val="FF0000"/>
          <w:sz w:val="22"/>
          <w:szCs w:val="22"/>
          <w:lang w:eastAsia="en-US"/>
        </w:rPr>
        <w:t>km 1-45</w:t>
      </w:r>
      <w:r w:rsidR="00247582">
        <w:rPr>
          <w:rFonts w:ascii="Cambria" w:eastAsia="Calibri" w:hAnsi="Cambria" w:cstheme="minorHAnsi"/>
          <w:sz w:val="22"/>
          <w:szCs w:val="22"/>
          <w:lang w:eastAsia="en-US"/>
        </w:rPr>
        <w:t xml:space="preserve"> punkt poboru wody – </w:t>
      </w:r>
      <w:r w:rsidR="00C83C53">
        <w:rPr>
          <w:rFonts w:ascii="Cambria" w:eastAsia="Calibri" w:hAnsi="Cambria" w:cstheme="minorHAnsi"/>
          <w:color w:val="FF0000"/>
          <w:sz w:val="22"/>
          <w:szCs w:val="22"/>
          <w:lang w:eastAsia="en-US"/>
        </w:rPr>
        <w:t>km 1-5</w:t>
      </w:r>
      <w:r w:rsidRPr="007B5A7D">
        <w:rPr>
          <w:rFonts w:ascii="Cambria" w:eastAsia="Calibri" w:hAnsi="Cambria" w:cstheme="minorHAnsi"/>
          <w:sz w:val="22"/>
          <w:szCs w:val="22"/>
          <w:lang w:eastAsia="en-US"/>
        </w:rPr>
        <w:t>,</w:t>
      </w:r>
    </w:p>
    <w:p w:rsidR="00167B75" w:rsidRPr="007B5A7D" w:rsidRDefault="00167B75" w:rsidP="00167B75">
      <w:pPr>
        <w:pStyle w:val="Akapitzlist"/>
        <w:numPr>
          <w:ilvl w:val="0"/>
          <w:numId w:val="229"/>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OOP przeznaczona jest w wycenie na koszty transportowe.</w:t>
      </w:r>
    </w:p>
    <w:p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127</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upraw przed zwierzyną przez </w:t>
            </w:r>
            <w:proofErr w:type="spellStart"/>
            <w:r w:rsidRPr="007B5A7D">
              <w:rPr>
                <w:rFonts w:ascii="Cambria" w:eastAsia="Calibri" w:hAnsi="Cambria" w:cstheme="minorHAnsi"/>
                <w:kern w:val="1"/>
                <w:sz w:val="22"/>
                <w:szCs w:val="22"/>
                <w:lang w:eastAsia="zh-CN" w:bidi="hi-IN"/>
              </w:rPr>
              <w:t>pakułowanie</w:t>
            </w:r>
            <w:proofErr w:type="spellEnd"/>
            <w:r w:rsidRPr="007B5A7D">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r w:rsidR="00CC660D">
        <w:rPr>
          <w:rFonts w:ascii="Cambria" w:eastAsia="Calibri" w:hAnsi="Cambria" w:cstheme="minorHAnsi"/>
          <w:b/>
          <w:bCs/>
          <w:sz w:val="22"/>
          <w:szCs w:val="22"/>
        </w:rPr>
        <w:t xml:space="preserve"> </w:t>
      </w:r>
      <w:r w:rsidR="001F62B6" w:rsidRPr="001F62B6">
        <w:rPr>
          <w:rFonts w:ascii="Cambria" w:eastAsia="Calibri" w:hAnsi="Cambria" w:cstheme="minorHAnsi"/>
          <w:b/>
          <w:bCs/>
          <w:color w:val="FF0000"/>
          <w:sz w:val="22"/>
          <w:szCs w:val="22"/>
        </w:rPr>
        <w:t>nie dotyczy</w:t>
      </w:r>
    </w:p>
    <w:p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i dostarczenie materiału na powierzchnię, </w:t>
      </w:r>
    </w:p>
    <w:p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rsidR="00167B75" w:rsidRPr="007B5A7D" w:rsidRDefault="00167B75" w:rsidP="00167B75">
      <w:pPr>
        <w:pStyle w:val="Akapitzlist"/>
        <w:widowControl w:val="0"/>
        <w:numPr>
          <w:ilvl w:val="0"/>
          <w:numId w:val="232"/>
        </w:numPr>
        <w:tabs>
          <w:tab w:val="left" w:pos="567"/>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 Zamawiający.</w:t>
      </w:r>
    </w:p>
    <w:p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lastRenderedPageBreak/>
        <w:t>Procedura odbioru:</w:t>
      </w:r>
    </w:p>
    <w:p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pacing w:before="120" w:after="120"/>
        <w:rPr>
          <w:rFonts w:ascii="Cambria" w:eastAsia="Calibri" w:hAnsi="Cambria" w:cstheme="minorHAnsi"/>
          <w:sz w:val="22"/>
          <w:szCs w:val="22"/>
        </w:rPr>
      </w:pPr>
    </w:p>
    <w:p w:rsidR="00167B75" w:rsidRPr="007B5A7D" w:rsidRDefault="00167B75" w:rsidP="00167B75">
      <w:pPr>
        <w:widowControl w:val="0"/>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128</w:t>
            </w:r>
          </w:p>
        </w:tc>
        <w:tc>
          <w:tcPr>
            <w:tcW w:w="958"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ZAB-MCHRN</w:t>
            </w:r>
          </w:p>
        </w:tc>
        <w:tc>
          <w:tcPr>
            <w:tcW w:w="910"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ZAB-MCHRN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129</w:t>
            </w:r>
          </w:p>
        </w:tc>
        <w:tc>
          <w:tcPr>
            <w:tcW w:w="958"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p>
        </w:tc>
        <w:tc>
          <w:tcPr>
            <w:tcW w:w="910"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r w:rsidRPr="007B5A7D">
              <w:rPr>
                <w:rFonts w:ascii="Cambria" w:hAnsi="Cambria" w:cstheme="minorHAnsi"/>
                <w:sz w:val="22"/>
                <w:szCs w:val="22"/>
                <w:lang w:eastAsia="pl-PL"/>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r w:rsidRPr="007B5A7D">
              <w:rPr>
                <w:rFonts w:ascii="Cambria" w:hAnsi="Cambria" w:cstheme="minorHAnsi"/>
                <w:sz w:val="22"/>
                <w:szCs w:val="22"/>
                <w:lang w:eastAsia="pl-PL"/>
              </w:rPr>
              <w:t xml:space="preserve"> w warunkach górskich</w:t>
            </w:r>
          </w:p>
        </w:tc>
        <w:tc>
          <w:tcPr>
            <w:tcW w:w="712" w:type="pct"/>
            <w:shd w:val="clear" w:color="auto" w:fill="auto"/>
            <w:vAlign w:val="center"/>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r w:rsidR="009E182A">
        <w:rPr>
          <w:rFonts w:ascii="Cambria" w:eastAsia="Calibri" w:hAnsi="Cambria" w:cstheme="minorHAnsi"/>
          <w:b/>
          <w:bCs/>
          <w:sz w:val="22"/>
          <w:szCs w:val="22"/>
        </w:rPr>
        <w:t xml:space="preserve"> </w:t>
      </w:r>
    </w:p>
    <w:p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w</w:t>
      </w:r>
      <w:r w:rsidR="00B069D5">
        <w:rPr>
          <w:rFonts w:ascii="Cambria" w:eastAsia="Calibri" w:hAnsi="Cambria" w:cstheme="minorHAnsi"/>
          <w:sz w:val="22"/>
          <w:szCs w:val="22"/>
        </w:rPr>
        <w:t xml:space="preserve">ody i materiału (repelentu) z </w:t>
      </w:r>
      <w:r w:rsidR="00B069D5" w:rsidRPr="009E182A">
        <w:rPr>
          <w:rFonts w:ascii="Cambria" w:eastAsia="Calibri" w:hAnsi="Cambria" w:cstheme="minorHAnsi"/>
          <w:sz w:val="22"/>
          <w:szCs w:val="22"/>
        </w:rPr>
        <w:t>leśnictwa</w:t>
      </w:r>
      <w:r w:rsidRPr="007B5A7D">
        <w:rPr>
          <w:rFonts w:ascii="Cambria" w:eastAsia="Calibri" w:hAnsi="Cambria" w:cstheme="minorHAnsi"/>
          <w:sz w:val="22"/>
          <w:szCs w:val="22"/>
        </w:rPr>
        <w:t>,</w:t>
      </w:r>
    </w:p>
    <w:p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preparatu do nakładania na drzewka (według instrukcji na etykiecie) oraz przygotowanie narzędzi do smarowania,</w:t>
      </w:r>
    </w:p>
    <w:p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urządzeń,</w:t>
      </w:r>
    </w:p>
    <w:p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zdanie opakowań i niewykorzystanego środka do wskazanego miejsca.</w:t>
      </w:r>
    </w:p>
    <w:p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rsidR="00167B75" w:rsidRPr="007B5A7D" w:rsidRDefault="00167B75" w:rsidP="00167B75">
      <w:pPr>
        <w:pStyle w:val="Akapitzlist"/>
        <w:numPr>
          <w:ilvl w:val="0"/>
          <w:numId w:val="23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w:t>
      </w:r>
      <w:r w:rsidR="00CC660D">
        <w:rPr>
          <w:rFonts w:ascii="Cambria" w:eastAsia="Calibri" w:hAnsi="Cambria" w:cstheme="minorHAnsi"/>
          <w:color w:val="FF0000"/>
          <w:sz w:val="22"/>
          <w:szCs w:val="22"/>
          <w:lang w:eastAsia="en-US"/>
        </w:rPr>
        <w:t>km 1-45</w:t>
      </w:r>
      <w:r w:rsidRPr="007B5A7D">
        <w:rPr>
          <w:rFonts w:ascii="Cambria" w:eastAsia="Calibri" w:hAnsi="Cambria" w:cstheme="minorHAnsi"/>
          <w:sz w:val="22"/>
          <w:szCs w:val="22"/>
          <w:lang w:eastAsia="en-US"/>
        </w:rPr>
        <w:t xml:space="preserve"> , miejsce zwrotu opa</w:t>
      </w:r>
      <w:r w:rsidR="00CC660D">
        <w:rPr>
          <w:rFonts w:ascii="Cambria" w:eastAsia="Calibri" w:hAnsi="Cambria" w:cstheme="minorHAnsi"/>
          <w:sz w:val="22"/>
          <w:szCs w:val="22"/>
          <w:lang w:eastAsia="en-US"/>
        </w:rPr>
        <w:t xml:space="preserve">kowań po środku chemicznym – </w:t>
      </w:r>
      <w:r w:rsidR="00CC660D">
        <w:rPr>
          <w:rFonts w:ascii="Cambria" w:eastAsia="Calibri" w:hAnsi="Cambria" w:cstheme="minorHAnsi"/>
          <w:color w:val="FF0000"/>
          <w:sz w:val="22"/>
          <w:szCs w:val="22"/>
          <w:lang w:eastAsia="en-US"/>
        </w:rPr>
        <w:t>km 1-45</w:t>
      </w:r>
      <w:r w:rsidRPr="009E182A">
        <w:rPr>
          <w:rFonts w:ascii="Cambria" w:eastAsia="Calibri" w:hAnsi="Cambria" w:cstheme="minorHAnsi"/>
          <w:sz w:val="22"/>
          <w:szCs w:val="22"/>
          <w:lang w:eastAsia="en-US"/>
        </w:rPr>
        <w:t xml:space="preserve"> </w:t>
      </w:r>
      <w:r w:rsidR="00CC660D">
        <w:rPr>
          <w:rFonts w:ascii="Cambria" w:eastAsia="Calibri" w:hAnsi="Cambria" w:cstheme="minorHAnsi"/>
          <w:sz w:val="22"/>
          <w:szCs w:val="22"/>
          <w:lang w:eastAsia="en-US"/>
        </w:rPr>
        <w:t xml:space="preserve"> punkt poboru wody – </w:t>
      </w:r>
      <w:r w:rsidR="00CC660D">
        <w:rPr>
          <w:rFonts w:ascii="Cambria" w:eastAsia="Calibri" w:hAnsi="Cambria" w:cstheme="minorHAnsi"/>
          <w:color w:val="FF0000"/>
          <w:sz w:val="22"/>
          <w:szCs w:val="22"/>
          <w:lang w:eastAsia="en-US"/>
        </w:rPr>
        <w:t>km 1-5</w:t>
      </w:r>
      <w:r w:rsidRPr="007B5A7D">
        <w:rPr>
          <w:rFonts w:ascii="Cambria" w:eastAsia="Calibri" w:hAnsi="Cambria" w:cstheme="minorHAnsi"/>
          <w:sz w:val="22"/>
          <w:szCs w:val="22"/>
          <w:lang w:eastAsia="en-US"/>
        </w:rPr>
        <w:t xml:space="preserve"> ,</w:t>
      </w:r>
    </w:p>
    <w:p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hAnsi="Cambria" w:cstheme="minorHAnsi"/>
          <w:sz w:val="22"/>
          <w:szCs w:val="22"/>
          <w:lang w:bidi="hi-IN"/>
        </w:rPr>
        <w:t>czynność GODZ SPA przeznaczona jest w wycenie na koszty transportowe.</w:t>
      </w:r>
    </w:p>
    <w:p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130</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młodników przed spałowaniem przez </w:t>
            </w:r>
            <w:proofErr w:type="spellStart"/>
            <w:r w:rsidRPr="007B5A7D">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rsidR="00167B75" w:rsidRPr="009E182A" w:rsidRDefault="00167B75" w:rsidP="00167B75">
      <w:pPr>
        <w:spacing w:before="120" w:after="120"/>
        <w:rPr>
          <w:rFonts w:ascii="Cambria" w:eastAsia="Calibri" w:hAnsi="Cambria" w:cstheme="minorHAnsi"/>
          <w:b/>
          <w:bCs/>
          <w:color w:val="FF0000"/>
          <w:sz w:val="22"/>
          <w:szCs w:val="22"/>
        </w:rPr>
      </w:pPr>
      <w:r w:rsidRPr="007B5A7D">
        <w:rPr>
          <w:rFonts w:ascii="Cambria" w:eastAsia="Calibri" w:hAnsi="Cambria" w:cstheme="minorHAnsi"/>
          <w:b/>
          <w:bCs/>
          <w:sz w:val="22"/>
          <w:szCs w:val="22"/>
        </w:rPr>
        <w:t>Standard technologii prac obejmuje:</w:t>
      </w:r>
      <w:r w:rsidR="009E182A">
        <w:rPr>
          <w:rFonts w:ascii="Cambria" w:eastAsia="Calibri" w:hAnsi="Cambria" w:cstheme="minorHAnsi"/>
          <w:b/>
          <w:bCs/>
          <w:sz w:val="22"/>
          <w:szCs w:val="22"/>
        </w:rPr>
        <w:t xml:space="preserve"> </w:t>
      </w:r>
    </w:p>
    <w:p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rsidR="00167B75" w:rsidRPr="007B5A7D" w:rsidRDefault="00167B75" w:rsidP="00167B75">
      <w:pPr>
        <w:pStyle w:val="Akapitzlist"/>
        <w:widowControl w:val="0"/>
        <w:numPr>
          <w:ilvl w:val="0"/>
          <w:numId w:val="238"/>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narzędzia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Pr="007B5A7D">
        <w:rPr>
          <w:rFonts w:ascii="Cambria" w:eastAsia="Calibri" w:hAnsi="Cambria" w:cstheme="minorHAnsi"/>
          <w:bCs/>
          <w:iCs/>
          <w:kern w:val="1"/>
          <w:sz w:val="22"/>
          <w:szCs w:val="22"/>
          <w:lang w:bidi="hi-IN"/>
        </w:rPr>
        <w:t>międzyokółka</w:t>
      </w:r>
      <w:proofErr w:type="spellEnd"/>
      <w:r w:rsidRPr="007B5A7D">
        <w:rPr>
          <w:rFonts w:ascii="Cambria" w:eastAsia="Calibri" w:hAnsi="Cambria" w:cstheme="minorHAnsi"/>
          <w:bCs/>
          <w:iCs/>
          <w:kern w:val="1"/>
          <w:sz w:val="22"/>
          <w:szCs w:val="22"/>
          <w:lang w:bidi="hi-IN"/>
        </w:rPr>
        <w:t>.</w:t>
      </w:r>
    </w:p>
    <w:p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131</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OSŁON</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ZAB-OSŁON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OSŁ</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rsidR="00167B75" w:rsidRPr="007B5A7D" w:rsidRDefault="00167B75" w:rsidP="00167B75">
      <w:pPr>
        <w:widowControl w:val="0"/>
        <w:spacing w:before="120" w:after="120"/>
        <w:jc w:val="both"/>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przygotowanie osłonek i dostarczenie ich na pozycję roboczą, </w:t>
      </w:r>
    </w:p>
    <w:p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rozniesienie osłonek na pozycji roboczej,</w:t>
      </w:r>
    </w:p>
    <w:p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założenie osłonek na drzewka uwzględniając zastosowany model osłonki i zalecenia producenta,</w:t>
      </w:r>
    </w:p>
    <w:p w:rsidR="00167B75" w:rsidRPr="007B5A7D" w:rsidRDefault="00167B75" w:rsidP="00167B75">
      <w:pPr>
        <w:pStyle w:val="Akapitzlist"/>
        <w:numPr>
          <w:ilvl w:val="0"/>
          <w:numId w:val="240"/>
        </w:numPr>
        <w:spacing w:before="120" w:after="120"/>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zwrot n</w:t>
      </w:r>
      <w:r w:rsidR="00A46CD8">
        <w:rPr>
          <w:rFonts w:ascii="Cambria" w:eastAsia="Calibri" w:hAnsi="Cambria" w:cstheme="minorHAnsi"/>
          <w:sz w:val="22"/>
          <w:szCs w:val="22"/>
          <w:lang w:bidi="hi-IN"/>
        </w:rPr>
        <w:t xml:space="preserve">iewykorzystanego materiału do </w:t>
      </w:r>
      <w:r w:rsidR="00EF521B">
        <w:rPr>
          <w:rFonts w:ascii="Cambria" w:eastAsia="Calibri" w:hAnsi="Cambria" w:cstheme="minorHAnsi"/>
          <w:color w:val="FF0000"/>
          <w:sz w:val="22"/>
          <w:szCs w:val="22"/>
          <w:lang w:bidi="hi-IN"/>
        </w:rPr>
        <w:t>wskazanego miejsca</w:t>
      </w:r>
      <w:r w:rsidRPr="007B5A7D">
        <w:rPr>
          <w:rFonts w:ascii="Cambria" w:eastAsia="Calibri" w:hAnsi="Cambria" w:cstheme="minorHAnsi"/>
          <w:sz w:val="22"/>
          <w:szCs w:val="22"/>
          <w:lang w:bidi="hi-IN"/>
        </w:rPr>
        <w:t>.</w:t>
      </w:r>
    </w:p>
    <w:p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rsidR="00167B75" w:rsidRPr="007B5A7D" w:rsidRDefault="00167B75" w:rsidP="00167B75">
      <w:pPr>
        <w:pStyle w:val="Akapitzlist"/>
        <w:widowControl w:val="0"/>
        <w:numPr>
          <w:ilvl w:val="0"/>
          <w:numId w:val="24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rsidR="00167B75" w:rsidRPr="007B5A7D" w:rsidRDefault="00167B75" w:rsidP="00167B75">
      <w:pPr>
        <w:pStyle w:val="Akapitzlist"/>
        <w:numPr>
          <w:ilvl w:val="0"/>
          <w:numId w:val="241"/>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OSŁ przeznaczona jest w wycenie na koszty transportowe.</w:t>
      </w:r>
    </w:p>
    <w:p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p>
    <w:p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dokonanie weryfikacji zgodności wykonania zabezpieczenia drzewek z opisem czynności i zleceniem,</w:t>
      </w:r>
    </w:p>
    <w:p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rsidR="00167B75" w:rsidRPr="007B5A7D" w:rsidRDefault="00167B75" w:rsidP="00167B75">
      <w:pPr>
        <w:suppressAutoHyphens w:val="0"/>
        <w:autoSpaceDE w:val="0"/>
        <w:spacing w:before="120"/>
        <w:ind w:firstLine="36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132</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ZAB-OSŁZD</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ZAB-OSŁZD</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ZOSŁ</w:t>
            </w:r>
            <w:r w:rsidRPr="007B5A7D">
              <w:rPr>
                <w:rFonts w:ascii="Cambria" w:eastAsia="Calibri" w:hAnsi="Cambria" w:cstheme="minorHAnsi"/>
                <w:bCs/>
                <w:iCs/>
                <w:sz w:val="22"/>
                <w:szCs w:val="22"/>
                <w:lang w:eastAsia="pl-PL"/>
              </w:rPr>
              <w:br/>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rsidR="00167B75" w:rsidRPr="007B5A7D" w:rsidRDefault="00167B75" w:rsidP="00167B75">
      <w:pPr>
        <w:pStyle w:val="Akapitzlist"/>
        <w:widowControl w:val="0"/>
        <w:numPr>
          <w:ilvl w:val="0"/>
          <w:numId w:val="243"/>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zdejmowanie starych osłonek i pozbieranie opadłych,</w:t>
      </w:r>
    </w:p>
    <w:p w:rsidR="00167B75" w:rsidRPr="007B5A7D" w:rsidRDefault="00167B75" w:rsidP="00167B75">
      <w:pPr>
        <w:pStyle w:val="Akapitzlist"/>
        <w:widowControl w:val="0"/>
        <w:numPr>
          <w:ilvl w:val="0"/>
          <w:numId w:val="243"/>
        </w:numPr>
        <w:spacing w:before="120" w:after="120"/>
        <w:jc w:val="both"/>
        <w:rPr>
          <w:rFonts w:ascii="Cambria" w:hAnsi="Cambria" w:cstheme="minorHAnsi"/>
          <w:bCs/>
          <w:iCs/>
          <w:kern w:val="1"/>
          <w:sz w:val="22"/>
          <w:szCs w:val="22"/>
          <w:lang w:bidi="hi-IN"/>
        </w:rPr>
      </w:pPr>
      <w:r w:rsidRPr="007B5A7D">
        <w:rPr>
          <w:rFonts w:ascii="Cambria" w:hAnsi="Cambria" w:cstheme="minorHAnsi"/>
          <w:bCs/>
          <w:iCs/>
          <w:kern w:val="1"/>
          <w:sz w:val="22"/>
          <w:szCs w:val="22"/>
          <w:lang w:bidi="hi-IN"/>
        </w:rPr>
        <w:t>wyniesienie z powierzchni,</w:t>
      </w:r>
    </w:p>
    <w:p w:rsidR="00167B75" w:rsidRPr="007B5A7D" w:rsidRDefault="00167B75" w:rsidP="00167B75">
      <w:pPr>
        <w:pStyle w:val="Akapitzlist"/>
        <w:widowControl w:val="0"/>
        <w:numPr>
          <w:ilvl w:val="0"/>
          <w:numId w:val="243"/>
        </w:numPr>
        <w:spacing w:before="120" w:after="120"/>
        <w:jc w:val="both"/>
        <w:rPr>
          <w:rFonts w:ascii="Cambria" w:hAnsi="Cambria" w:cstheme="minorHAnsi"/>
          <w:kern w:val="1"/>
          <w:sz w:val="22"/>
          <w:szCs w:val="22"/>
          <w:lang w:bidi="hi-IN"/>
        </w:rPr>
      </w:pPr>
      <w:r w:rsidRPr="007B5A7D">
        <w:rPr>
          <w:rFonts w:ascii="Cambria" w:hAnsi="Cambria" w:cstheme="minorHAnsi"/>
          <w:kern w:val="1"/>
          <w:sz w:val="22"/>
          <w:szCs w:val="22"/>
          <w:lang w:bidi="hi-IN"/>
        </w:rPr>
        <w:t xml:space="preserve">dowóz do </w:t>
      </w:r>
      <w:r w:rsidR="00EF521B">
        <w:rPr>
          <w:rFonts w:ascii="Cambria" w:hAnsi="Cambria" w:cstheme="minorHAnsi"/>
          <w:color w:val="FF0000"/>
          <w:kern w:val="1"/>
          <w:sz w:val="22"/>
          <w:szCs w:val="22"/>
          <w:lang w:bidi="hi-IN"/>
        </w:rPr>
        <w:t>wskazanego miejsca</w:t>
      </w:r>
    </w:p>
    <w:p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eastAsia="Calibri" w:hAnsi="Cambria" w:cstheme="minorHAnsi"/>
          <w:sz w:val="22"/>
          <w:szCs w:val="22"/>
          <w:lang w:eastAsia="en-US"/>
        </w:rPr>
        <w:t xml:space="preserve">Zamawiający wskazuje miejsce </w:t>
      </w:r>
      <w:r w:rsidRPr="007B5A7D">
        <w:rPr>
          <w:rFonts w:ascii="Cambria" w:eastAsia="Calibri" w:hAnsi="Cambria" w:cstheme="minorHAnsi"/>
          <w:bCs/>
          <w:iCs/>
          <w:sz w:val="22"/>
          <w:szCs w:val="22"/>
        </w:rPr>
        <w:t xml:space="preserve">składowania osłonek </w:t>
      </w:r>
      <w:r w:rsidR="00806261">
        <w:rPr>
          <w:rFonts w:ascii="Cambria" w:eastAsia="Calibri" w:hAnsi="Cambria" w:cstheme="minorHAnsi"/>
          <w:bCs/>
          <w:iCs/>
          <w:color w:val="FF0000"/>
          <w:sz w:val="22"/>
          <w:szCs w:val="22"/>
        </w:rPr>
        <w:t>wskazane przez leśniczego</w:t>
      </w:r>
      <w:r w:rsidRPr="007B5A7D">
        <w:rPr>
          <w:rFonts w:ascii="Cambria" w:eastAsia="Calibri" w:hAnsi="Cambria" w:cstheme="minorHAnsi"/>
          <w:bCs/>
          <w:iCs/>
          <w:sz w:val="22"/>
          <w:szCs w:val="22"/>
        </w:rPr>
        <w:t>,</w:t>
      </w:r>
    </w:p>
    <w:p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hAnsi="Cambria" w:cstheme="minorHAnsi"/>
          <w:sz w:val="22"/>
          <w:szCs w:val="22"/>
          <w:lang w:bidi="hi-IN"/>
        </w:rPr>
        <w:t>czynność GODZ ZOSŁ przeznaczona jest w wycenie na koszty transportowe.</w:t>
      </w:r>
    </w:p>
    <w:p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osłonek z zabezpieczonych drzewek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after="200" w:line="276" w:lineRule="auto"/>
        <w:rPr>
          <w:rFonts w:ascii="Cambria" w:eastAsia="Calibri" w:hAnsi="Cambria" w:cstheme="minorHAnsi"/>
          <w:b/>
          <w:kern w:val="1"/>
          <w:sz w:val="22"/>
          <w:szCs w:val="22"/>
          <w:lang w:eastAsia="zh-CN" w:bidi="hi-IN"/>
        </w:rPr>
      </w:pPr>
    </w:p>
    <w:p w:rsidR="00167B75" w:rsidRPr="007B5A7D" w:rsidRDefault="00167B75" w:rsidP="00167B75">
      <w:pPr>
        <w:suppressAutoHyphens w:val="0"/>
        <w:spacing w:after="200" w:line="276" w:lineRule="auto"/>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br w:type="page"/>
      </w:r>
      <w:r w:rsidRPr="007B5A7D">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133</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ZAB-UPAL</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 xml:space="preserve">ZAB-UPAL3, </w:t>
            </w:r>
            <w:r w:rsidRPr="007B5A7D">
              <w:rPr>
                <w:rFonts w:ascii="Cambria" w:eastAsia="Calibri" w:hAnsi="Cambria" w:cstheme="minorHAnsi"/>
                <w:sz w:val="22"/>
                <w:szCs w:val="22"/>
              </w:rPr>
              <w:br/>
              <w:t xml:space="preserve">ZAB-UPAL2, </w:t>
            </w:r>
            <w:r w:rsidRPr="007B5A7D">
              <w:rPr>
                <w:rFonts w:ascii="Cambria" w:eastAsia="Calibri" w:hAnsi="Cambria" w:cstheme="minorHAnsi"/>
                <w:sz w:val="22"/>
                <w:szCs w:val="22"/>
              </w:rPr>
              <w:br/>
              <w:t xml:space="preserve">ZAB-UPAL1,        </w:t>
            </w:r>
            <w:r w:rsidRPr="007B5A7D">
              <w:rPr>
                <w:rFonts w:ascii="Cambria" w:eastAsia="Calibri" w:hAnsi="Cambria" w:cstheme="minorHAnsi"/>
                <w:bCs/>
                <w:iCs/>
                <w:sz w:val="22"/>
                <w:szCs w:val="22"/>
                <w:lang w:eastAsia="pl-PL"/>
              </w:rPr>
              <w:t>GODZ UPAL,</w:t>
            </w:r>
            <w:r w:rsidRPr="007B5A7D">
              <w:rPr>
                <w:rFonts w:ascii="Cambria" w:eastAsia="Calibri" w:hAnsi="Cambria" w:cstheme="minorHAnsi"/>
                <w:bCs/>
                <w:iCs/>
                <w:sz w:val="22"/>
                <w:szCs w:val="22"/>
                <w:lang w:eastAsia="pl-PL"/>
              </w:rPr>
              <w:br/>
              <w:t>WYK PALIK</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doniesienie i rozniesienie palików na pozycji roboczej,</w:t>
      </w:r>
    </w:p>
    <w:p w:rsidR="00167B75" w:rsidRPr="007B5A7D" w:rsidRDefault="00167B75" w:rsidP="00167B75">
      <w:pPr>
        <w:pStyle w:val="Akapitzlist"/>
        <w:numPr>
          <w:ilvl w:val="0"/>
          <w:numId w:val="246"/>
        </w:numPr>
        <w:spacing w:before="120" w:after="120"/>
        <w:rPr>
          <w:rFonts w:ascii="Cambria" w:eastAsia="Calibri" w:hAnsi="Cambria" w:cstheme="minorHAnsi"/>
          <w:sz w:val="22"/>
          <w:szCs w:val="22"/>
          <w:lang w:bidi="hi-IN"/>
        </w:rPr>
      </w:pPr>
      <w:r w:rsidRPr="007B5A7D">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rsidR="00167B75" w:rsidRPr="007B5A7D" w:rsidRDefault="00167B75" w:rsidP="00167B75">
      <w:pPr>
        <w:pStyle w:val="Akapitzlist"/>
        <w:numPr>
          <w:ilvl w:val="0"/>
          <w:numId w:val="247"/>
        </w:numPr>
        <w:spacing w:before="120" w:after="120"/>
        <w:rPr>
          <w:rFonts w:ascii="Cambria" w:eastAsia="Calibri" w:hAnsi="Cambria" w:cstheme="minorHAnsi"/>
          <w:sz w:val="22"/>
          <w:szCs w:val="22"/>
        </w:rPr>
      </w:pPr>
      <w:r w:rsidRPr="007B5A7D">
        <w:rPr>
          <w:rFonts w:ascii="Cambria" w:eastAsia="Calibri" w:hAnsi="Cambria" w:cstheme="minorHAnsi"/>
          <w:bCs/>
          <w:iCs/>
          <w:kern w:val="1"/>
          <w:sz w:val="22"/>
          <w:szCs w:val="22"/>
          <w:lang w:bidi="hi-IN"/>
        </w:rPr>
        <w:t>ilość sadzonek do opalikowania zostanie określona w zleceniu,</w:t>
      </w:r>
    </w:p>
    <w:p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drewno do przerobu*/gotowe paliki* zapewnia Zamawiający (*-niepotrzebne skreślić),</w:t>
      </w:r>
    </w:p>
    <w:p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hAnsi="Cambria" w:cstheme="minorHAnsi"/>
          <w:sz w:val="22"/>
          <w:szCs w:val="22"/>
          <w:lang w:bidi="hi-IN"/>
        </w:rPr>
        <w:t>czynność GODZ UPAL przeznaczona jest w wycenie na koszty transportowe.</w:t>
      </w:r>
    </w:p>
    <w:p w:rsidR="00167B75" w:rsidRPr="007B5A7D" w:rsidRDefault="00167B75" w:rsidP="00167B75">
      <w:pPr>
        <w:spacing w:before="120" w:after="120"/>
        <w:rPr>
          <w:rFonts w:ascii="Cambria" w:eastAsia="Calibri" w:hAnsi="Cambria" w:cstheme="minorHAnsi"/>
          <w:b/>
          <w:bCs/>
          <w:iCs/>
          <w:kern w:val="1"/>
          <w:sz w:val="22"/>
          <w:szCs w:val="22"/>
          <w:lang w:eastAsia="pl-PL" w:bidi="hi-IN"/>
        </w:rPr>
      </w:pPr>
      <w:r w:rsidRPr="007B5A7D">
        <w:rPr>
          <w:rFonts w:ascii="Cambria" w:eastAsia="Calibri" w:hAnsi="Cambria" w:cstheme="minorHAnsi"/>
          <w:b/>
          <w:bCs/>
          <w:iCs/>
          <w:kern w:val="1"/>
          <w:sz w:val="22"/>
          <w:szCs w:val="22"/>
          <w:lang w:eastAsia="pl-PL" w:bidi="hi-IN"/>
        </w:rPr>
        <w:t>Procedura odbioru:</w:t>
      </w:r>
    </w:p>
    <w:p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weryfikacji zgodności wykonania zabezpieczenia drzewek z opisem czynności i zleceniem, </w:t>
      </w:r>
    </w:p>
    <w:p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ilość zabezpieczonych drzewek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rsidR="00167B75" w:rsidRPr="007B5A7D" w:rsidRDefault="00167B75" w:rsidP="00167B75">
      <w:pPr>
        <w:autoSpaceDE w:val="0"/>
        <w:spacing w:before="120" w:after="120"/>
        <w:ind w:firstLine="708"/>
        <w:jc w:val="both"/>
        <w:rPr>
          <w:rFonts w:ascii="Cambria" w:eastAsia="Calibri" w:hAnsi="Cambria" w:cstheme="minorHAnsi"/>
          <w:bCs/>
          <w:i/>
          <w:sz w:val="22"/>
          <w:szCs w:val="22"/>
          <w:u w:val="single"/>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rsidR="00167B75" w:rsidRPr="007B5A7D" w:rsidRDefault="00167B75" w:rsidP="00167B75">
      <w:pPr>
        <w:suppressAutoHyphens w:val="0"/>
        <w:spacing w:after="200" w:line="276" w:lineRule="auto"/>
        <w:rPr>
          <w:rFonts w:ascii="Cambria" w:eastAsia="Bitstream Vera Sans" w:hAnsi="Cambria" w:cstheme="minorHAnsi"/>
          <w:b/>
          <w:kern w:val="1"/>
          <w:sz w:val="22"/>
          <w:szCs w:val="22"/>
          <w:lang w:eastAsia="zh-CN" w:bidi="hi-IN"/>
        </w:rPr>
      </w:pPr>
    </w:p>
    <w:p w:rsidR="00167B75" w:rsidRPr="007B5A7D" w:rsidRDefault="00167B75" w:rsidP="00167B75">
      <w:pPr>
        <w:spacing w:before="120" w:after="120"/>
        <w:jc w:val="center"/>
        <w:rPr>
          <w:rFonts w:ascii="Cambria" w:eastAsia="Bitstream Vera Sans" w:hAnsi="Cambria" w:cstheme="minorHAnsi"/>
          <w:b/>
          <w:kern w:val="1"/>
          <w:sz w:val="22"/>
          <w:szCs w:val="22"/>
          <w:lang w:eastAsia="zh-CN" w:bidi="hi-IN"/>
        </w:rPr>
      </w:pPr>
      <w:r w:rsidRPr="007B5A7D">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134</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IZS</w:t>
            </w:r>
            <w:r w:rsidRPr="007B5A7D">
              <w:rPr>
                <w:rFonts w:ascii="Cambria" w:eastAsia="Calibri" w:hAnsi="Cambria" w:cstheme="minorHAnsi"/>
                <w:bCs/>
                <w:iCs/>
                <w:sz w:val="22"/>
                <w:szCs w:val="22"/>
                <w:lang w:eastAsia="pl-PL"/>
              </w:rPr>
              <w:br/>
              <w:t>SKOBLE (materiał)</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rsidR="00167B75" w:rsidRPr="007B5A7D" w:rsidRDefault="00167B75" w:rsidP="009F7B63">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pl-PL" w:bidi="hi-IN"/>
              </w:rPr>
              <w:t>TSZT</w:t>
            </w:r>
          </w:p>
        </w:tc>
      </w:tr>
    </w:tbl>
    <w:p w:rsidR="00167B75" w:rsidRPr="009E182A" w:rsidRDefault="00167B75" w:rsidP="00167B75">
      <w:pPr>
        <w:widowControl w:val="0"/>
        <w:spacing w:before="120" w:after="120"/>
        <w:rPr>
          <w:rFonts w:ascii="Cambria" w:eastAsia="Calibri" w:hAnsi="Cambria" w:cstheme="minorHAnsi"/>
          <w:bCs/>
          <w:iCs/>
          <w:color w:val="FF0000"/>
          <w:kern w:val="1"/>
          <w:sz w:val="22"/>
          <w:szCs w:val="22"/>
          <w:lang w:eastAsia="pl-PL" w:bidi="hi-IN"/>
        </w:rPr>
      </w:pPr>
      <w:r w:rsidRPr="007B5A7D">
        <w:rPr>
          <w:rFonts w:ascii="Cambria" w:eastAsia="Calibri" w:hAnsi="Cambria" w:cstheme="minorHAnsi"/>
          <w:b/>
          <w:bCs/>
          <w:sz w:val="22"/>
          <w:szCs w:val="22"/>
        </w:rPr>
        <w:t>Standard technologii prac obejmuje:</w:t>
      </w:r>
      <w:r w:rsidR="009E182A">
        <w:rPr>
          <w:rFonts w:ascii="Cambria" w:eastAsia="Calibri" w:hAnsi="Cambria" w:cstheme="minorHAnsi"/>
          <w:b/>
          <w:bCs/>
          <w:sz w:val="22"/>
          <w:szCs w:val="22"/>
        </w:rPr>
        <w:t xml:space="preserve"> </w:t>
      </w:r>
    </w:p>
    <w:p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drewna przeznaczanego na słupki i siatki z magazynu leśnictwa,</w:t>
      </w:r>
    </w:p>
    <w:p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wykonanie słupków z twardego drewna liściastego lub iglastego o długości 150 cm wraz z zaostrzeniem ich i dostarczenie ich na pozycję roboczą,</w:t>
      </w:r>
    </w:p>
    <w:p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rozniesienie słupków i siatki na pozycji roboczej,</w:t>
      </w:r>
    </w:p>
    <w:p w:rsidR="00167B75" w:rsidRPr="007B5A7D" w:rsidRDefault="00EF521B"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Pr>
          <w:rFonts w:ascii="Cambria" w:eastAsia="Calibri" w:hAnsi="Cambria" w:cstheme="minorHAnsi"/>
          <w:sz w:val="22"/>
          <w:szCs w:val="22"/>
        </w:rPr>
        <w:lastRenderedPageBreak/>
        <w:t xml:space="preserve">wbicie </w:t>
      </w:r>
      <w:r>
        <w:rPr>
          <w:rFonts w:ascii="Cambria" w:eastAsia="Calibri" w:hAnsi="Cambria" w:cstheme="minorHAnsi"/>
          <w:color w:val="FF0000"/>
          <w:sz w:val="22"/>
          <w:szCs w:val="22"/>
        </w:rPr>
        <w:t>3</w:t>
      </w:r>
      <w:r w:rsidR="00167B75" w:rsidRPr="007B5A7D">
        <w:rPr>
          <w:rFonts w:ascii="Cambria" w:eastAsia="Calibri" w:hAnsi="Cambria" w:cstheme="minorHAnsi"/>
          <w:sz w:val="22"/>
          <w:szCs w:val="22"/>
        </w:rPr>
        <w:t xml:space="preserve"> słupków wokół sadzonek na uprawie w sposób nie powodujący uszkodzeń systemu korzeniowego sadzonki,</w:t>
      </w:r>
    </w:p>
    <w:p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zamontowanie wokół słupków siatki przy użyciu skobli.</w:t>
      </w:r>
    </w:p>
    <w:p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w:t>
      </w:r>
    </w:p>
    <w:p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Zamawiający – siatka grodzeniowa i drewno na słupki, </w:t>
      </w:r>
    </w:p>
    <w:p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Wykonawca - skoble </w:t>
      </w:r>
      <w:r w:rsidR="00EF521B">
        <w:rPr>
          <w:rFonts w:ascii="Cambria" w:eastAsia="Calibri" w:hAnsi="Cambria" w:cstheme="minorHAnsi"/>
          <w:bCs/>
          <w:iCs/>
          <w:sz w:val="22"/>
          <w:szCs w:val="22"/>
        </w:rPr>
        <w:t xml:space="preserve">ocynkowane </w:t>
      </w:r>
      <w:r w:rsidR="00EF521B">
        <w:rPr>
          <w:rFonts w:ascii="Cambria" w:eastAsia="Calibri" w:hAnsi="Cambria" w:cstheme="minorHAnsi"/>
          <w:bCs/>
          <w:iCs/>
          <w:color w:val="FF0000"/>
          <w:sz w:val="22"/>
          <w:szCs w:val="22"/>
        </w:rPr>
        <w:t>3,5x35 mm</w:t>
      </w:r>
      <w:r w:rsidR="00EF521B">
        <w:rPr>
          <w:rFonts w:ascii="Cambria" w:eastAsia="Calibri" w:hAnsi="Cambria" w:cstheme="minorHAnsi"/>
          <w:bCs/>
          <w:iCs/>
          <w:sz w:val="22"/>
          <w:szCs w:val="22"/>
        </w:rPr>
        <w:t xml:space="preserve"> i gwoździe ocynkowane </w:t>
      </w:r>
      <w:r w:rsidR="00EF521B">
        <w:rPr>
          <w:rFonts w:ascii="Cambria" w:eastAsia="Calibri" w:hAnsi="Cambria" w:cstheme="minorHAnsi"/>
          <w:bCs/>
          <w:iCs/>
          <w:color w:val="FF0000"/>
          <w:sz w:val="22"/>
          <w:szCs w:val="22"/>
        </w:rPr>
        <w:t>5-6 cali</w:t>
      </w:r>
      <w:r w:rsidRPr="007B5A7D">
        <w:rPr>
          <w:rFonts w:ascii="Cambria" w:eastAsia="Calibri" w:hAnsi="Cambria" w:cstheme="minorHAnsi"/>
          <w:bCs/>
          <w:iCs/>
          <w:sz w:val="22"/>
          <w:szCs w:val="22"/>
        </w:rPr>
        <w:t>,</w:t>
      </w:r>
    </w:p>
    <w:p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IZS przeznaczona jest w wycenie na koszty transportowe.</w:t>
      </w:r>
    </w:p>
    <w:p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p>
    <w:p w:rsidR="00167B75" w:rsidRPr="007B5A7D" w:rsidRDefault="00167B75" w:rsidP="00167B75">
      <w:pPr>
        <w:spacing w:before="120" w:after="120"/>
        <w:ind w:firstLine="360"/>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p>
    <w:p w:rsidR="00167B75" w:rsidRPr="007B5A7D" w:rsidRDefault="00167B75" w:rsidP="00167B75">
      <w:pPr>
        <w:suppressAutoHyphens w:val="0"/>
        <w:spacing w:after="200" w:line="276" w:lineRule="auto"/>
        <w:rPr>
          <w:rFonts w:ascii="Cambria" w:eastAsia="Calibri" w:hAnsi="Cambria" w:cstheme="minorHAnsi"/>
          <w:sz w:val="22"/>
          <w:szCs w:val="22"/>
        </w:rPr>
      </w:pPr>
    </w:p>
    <w:p w:rsidR="00167B75" w:rsidRPr="007B5A7D" w:rsidRDefault="00167B75" w:rsidP="00167B75">
      <w:pPr>
        <w:autoSpaceDE w:val="0"/>
        <w:autoSpaceDN w:val="0"/>
        <w:adjustRightInd w:val="0"/>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135</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pułapek na szkodniki wtórne</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r w:rsidR="001F62B6">
        <w:rPr>
          <w:rFonts w:ascii="Cambria" w:eastAsia="Calibri" w:hAnsi="Cambria" w:cstheme="minorHAnsi"/>
          <w:b/>
          <w:bCs/>
          <w:sz w:val="22"/>
          <w:szCs w:val="22"/>
        </w:rPr>
        <w:t xml:space="preserve"> </w:t>
      </w:r>
    </w:p>
    <w:p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i ułożenie na podkładce odziomka uprzednio ściętego i okrzesanego drzewa,</w:t>
      </w:r>
    </w:p>
    <w:p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przypadku świerka okrzesywanie i ułożenie na podkładce nie obowiązuje,</w:t>
      </w:r>
    </w:p>
    <w:p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opisanie pułapek na zaciosie (np. nr C-1 do C-…).</w:t>
      </w:r>
    </w:p>
    <w:p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pułapki zostaną wykonane z drzew wyznaczonych na powierzchni roboczej przez Zamawiającego,</w:t>
      </w:r>
    </w:p>
    <w:p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czynności dot. pozyskania i zrywki drewna zostaną rozliczone zgodnie z postanowieniami DZIAŁU POZYSKANIE I ZRYWKA DREWNA.</w:t>
      </w:r>
    </w:p>
    <w:p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rsidR="00167B75" w:rsidRPr="007B5A7D" w:rsidRDefault="00167B75" w:rsidP="00167B75">
      <w:pPr>
        <w:numPr>
          <w:ilvl w:val="0"/>
          <w:numId w:val="584"/>
        </w:numPr>
        <w:tabs>
          <w:tab w:val="num" w:pos="851"/>
        </w:tabs>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rsidR="00167B75" w:rsidRPr="007B5A7D" w:rsidRDefault="00167B75" w:rsidP="00167B75">
      <w:pPr>
        <w:numPr>
          <w:ilvl w:val="0"/>
          <w:numId w:val="584"/>
        </w:numPr>
        <w:tabs>
          <w:tab w:val="num" w:pos="851"/>
        </w:tabs>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rsidR="00167B75" w:rsidRPr="007B5A7D" w:rsidRDefault="00167B75" w:rsidP="00167B75">
      <w:pPr>
        <w:ind w:firstLine="426"/>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136</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pl-PL"/>
              </w:rPr>
              <w:t xml:space="preserve">KOR-PSO, </w:t>
            </w:r>
            <w:r w:rsidRPr="007B5A7D">
              <w:rPr>
                <w:rFonts w:ascii="Cambria" w:hAnsi="Cambria" w:cstheme="minorHAnsi"/>
                <w:sz w:val="22"/>
                <w:szCs w:val="22"/>
              </w:rPr>
              <w:br/>
            </w:r>
            <w:r w:rsidRPr="007B5A7D">
              <w:rPr>
                <w:rFonts w:ascii="Cambria" w:eastAsia="Calibri" w:hAnsi="Cambria" w:cstheme="minorHAnsi"/>
                <w:sz w:val="22"/>
                <w:szCs w:val="22"/>
                <w:lang w:eastAsia="pl-PL"/>
              </w:rPr>
              <w:t>KOR-PŚW</w:t>
            </w:r>
            <w:r w:rsidRPr="007B5A7D">
              <w:rPr>
                <w:rFonts w:ascii="Cambria" w:hAnsi="Cambria" w:cstheme="minorHAnsi"/>
                <w:sz w:val="22"/>
                <w:szCs w:val="22"/>
              </w:rPr>
              <w:br/>
            </w:r>
            <w:r w:rsidRPr="007B5A7D">
              <w:rPr>
                <w:rFonts w:ascii="Cambria" w:eastAsia="Calibri" w:hAnsi="Cambria" w:cstheme="minorHAnsi"/>
                <w:bCs/>
                <w:iCs/>
                <w:sz w:val="22"/>
                <w:szCs w:val="22"/>
                <w:lang w:eastAsia="pl-PL"/>
              </w:rPr>
              <w:t>GODZ KOR</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pułapek i niszczenie kory</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rsidR="00167B75" w:rsidRPr="007B5A7D" w:rsidRDefault="00167B75" w:rsidP="00167B75">
      <w:pPr>
        <w:pStyle w:val="Akapitzlist"/>
        <w:numPr>
          <w:ilvl w:val="0"/>
          <w:numId w:val="25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korowanie pułapek, </w:t>
      </w:r>
    </w:p>
    <w:p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 zakopania,</w:t>
      </w:r>
    </w:p>
    <w:p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korowanie pułapek jest wykonywane w terminie określonym przez Zamawiającego w zleceniu. Jeżeli jest możliwy terminowy wywóz pułapek poza strefę zagrożenia, można odstąpić od korowania pułapek wg wskazań Zamawiającego.</w:t>
      </w:r>
    </w:p>
    <w:p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KOR przeznaczona jest w wycenie na koszty transportowe.</w:t>
      </w:r>
    </w:p>
    <w:p w:rsidR="00167B75" w:rsidRPr="007B5A7D" w:rsidRDefault="00167B75" w:rsidP="00167B75">
      <w:pPr>
        <w:suppressAutoHyphens w:val="0"/>
        <w:spacing w:after="200" w:line="276" w:lineRule="auto"/>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rsidR="00167B75" w:rsidRPr="007B5A7D" w:rsidRDefault="00167B75" w:rsidP="00167B75">
      <w:pPr>
        <w:pStyle w:val="Akapitzlist"/>
        <w:numPr>
          <w:ilvl w:val="0"/>
          <w:numId w:val="256"/>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rsidR="00167B75" w:rsidRPr="007B5A7D" w:rsidRDefault="00167B75" w:rsidP="00167B75">
      <w:pPr>
        <w:pStyle w:val="Akapitzlist"/>
        <w:numPr>
          <w:ilvl w:val="0"/>
          <w:numId w:val="256"/>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M3 okorowanego surowca zostanie ustalona poprzez jego pomierzenie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rsidR="00167B75" w:rsidRPr="007B5A7D" w:rsidRDefault="00167B75" w:rsidP="00167B75">
      <w:pPr>
        <w:autoSpaceDE w:val="0"/>
        <w:spacing w:before="120" w:after="120"/>
        <w:ind w:firstLine="567"/>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137</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GODZ NKOR</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Niszczenie kory po korowaniu pułapek</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rsidR="00167B75" w:rsidRPr="007B5A7D" w:rsidRDefault="00167B75" w:rsidP="00167B75">
      <w:pPr>
        <w:pStyle w:val="Akapitzlist"/>
        <w:numPr>
          <w:ilvl w:val="0"/>
          <w:numId w:val="25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dojście do okorowanej pułapki,</w:t>
      </w:r>
    </w:p>
    <w:p w:rsidR="00167B75" w:rsidRPr="007B5A7D" w:rsidRDefault="00167B75" w:rsidP="00167B75">
      <w:pPr>
        <w:pStyle w:val="Akapitzlist"/>
        <w:numPr>
          <w:ilvl w:val="0"/>
          <w:numId w:val="25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spalenia/zakopania,</w:t>
      </w:r>
    </w:p>
    <w:p w:rsidR="00167B75" w:rsidRPr="007B5A7D" w:rsidRDefault="00167B75" w:rsidP="00167B75">
      <w:pPr>
        <w:pStyle w:val="Akapitzlist"/>
        <w:numPr>
          <w:ilvl w:val="0"/>
          <w:numId w:val="257"/>
        </w:numPr>
        <w:spacing w:before="120" w:after="120"/>
        <w:jc w:val="both"/>
        <w:rPr>
          <w:rFonts w:ascii="Cambria"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niszczenie kory z pułapek jest wykonywane w terminie określonym przez Zamawiającego w zleceniu,</w:t>
      </w:r>
    </w:p>
    <w:p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NKOR przeznaczona jest w wycenie na koszty transportowe.</w:t>
      </w:r>
    </w:p>
    <w:p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weryfikacji zgodności wykonania prac co do ilości, jakości i zgodności z zleceniem,</w:t>
      </w:r>
    </w:p>
    <w:p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i/>
          <w:iCs/>
          <w:sz w:val="22"/>
          <w:szCs w:val="22"/>
        </w:rPr>
      </w:pPr>
      <w:r w:rsidRPr="007B5A7D">
        <w:rPr>
          <w:rFonts w:ascii="Cambria" w:eastAsia="Calibri" w:hAnsi="Cambria" w:cstheme="minorHAnsi"/>
          <w:sz w:val="22"/>
          <w:szCs w:val="22"/>
        </w:rPr>
        <w:t>ilość M3 pułapek zostanie ustalona poprzez przelicznie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ilości zaewidencjonowanych wcześniej okorowanych pułapek.</w:t>
      </w:r>
    </w:p>
    <w:p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rsidR="00167B75" w:rsidRPr="007B5A7D" w:rsidRDefault="00167B75" w:rsidP="00167B75">
      <w:pPr>
        <w:spacing w:before="120" w:after="120"/>
        <w:rPr>
          <w:rFonts w:ascii="Cambria" w:eastAsia="Calibri" w:hAnsi="Cambria" w:cstheme="minorHAnsi"/>
          <w:bCs/>
          <w:iCs/>
          <w:sz w:val="22"/>
          <w:szCs w:val="22"/>
          <w:lang w:eastAsia="pl-PL"/>
        </w:rPr>
      </w:pPr>
    </w:p>
    <w:p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 xml:space="preserve">Wykładanie i zdejmowanie pułapek </w:t>
      </w:r>
      <w:proofErr w:type="spellStart"/>
      <w:r w:rsidRPr="007B5A7D">
        <w:rPr>
          <w:rFonts w:ascii="Cambria" w:eastAsia="Calibri" w:hAnsi="Cambria" w:cstheme="minorHAnsi"/>
          <w:b/>
          <w:bCs/>
          <w:iCs/>
          <w:sz w:val="22"/>
          <w:szCs w:val="22"/>
          <w:lang w:eastAsia="pl-PL"/>
        </w:rPr>
        <w:t>feromonowych</w:t>
      </w:r>
      <w:proofErr w:type="spellEnd"/>
      <w:r w:rsidRPr="007B5A7D">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138</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PUŁF</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 PF, </w:t>
            </w:r>
            <w:r w:rsidRPr="007B5A7D">
              <w:rPr>
                <w:rFonts w:ascii="Cambria" w:eastAsia="Calibri" w:hAnsi="Cambria" w:cstheme="minorHAnsi"/>
                <w:bCs/>
                <w:iCs/>
                <w:sz w:val="22"/>
                <w:szCs w:val="22"/>
                <w:lang w:eastAsia="pl-PL"/>
              </w:rPr>
              <w:br/>
              <w:t>ZDJ PF</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Wykładanie lub zdejmowanie pułapek </w:t>
            </w:r>
            <w:proofErr w:type="spellStart"/>
            <w:r w:rsidRPr="007B5A7D">
              <w:rPr>
                <w:rFonts w:ascii="Cambria" w:eastAsia="Calibri" w:hAnsi="Cambria" w:cstheme="minorHAnsi"/>
                <w:bCs/>
                <w:iCs/>
                <w:sz w:val="22"/>
                <w:szCs w:val="22"/>
                <w:lang w:eastAsia="pl-PL"/>
              </w:rPr>
              <w:t>feromonowych</w:t>
            </w:r>
            <w:proofErr w:type="spellEnd"/>
            <w:r w:rsidRPr="007B5A7D">
              <w:rPr>
                <w:rFonts w:ascii="Cambria" w:eastAsia="Calibri" w:hAnsi="Cambria" w:cstheme="minorHAnsi"/>
                <w:bCs/>
                <w:iCs/>
                <w:sz w:val="22"/>
                <w:szCs w:val="22"/>
                <w:lang w:eastAsia="pl-PL"/>
              </w:rPr>
              <w:t xml:space="preserve"> na szkodniki wtórne</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rsidR="00167B75" w:rsidRPr="007B5A7D" w:rsidRDefault="00167B75" w:rsidP="00167B75">
      <w:pPr>
        <w:pStyle w:val="Akapitzlist"/>
        <w:widowControl w:val="0"/>
        <w:numPr>
          <w:ilvl w:val="0"/>
          <w:numId w:val="26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odbiór materiału (palików, drutu i pułapek </w:t>
      </w:r>
      <w:proofErr w:type="spellStart"/>
      <w:r w:rsidRPr="007B5A7D">
        <w:rPr>
          <w:rFonts w:ascii="Cambria" w:eastAsia="Calibri" w:hAnsi="Cambria" w:cstheme="minorHAnsi"/>
          <w:sz w:val="22"/>
          <w:szCs w:val="22"/>
        </w:rPr>
        <w:t>feromonowych</w:t>
      </w:r>
      <w:proofErr w:type="spellEnd"/>
      <w:r w:rsidRPr="007B5A7D">
        <w:rPr>
          <w:rFonts w:ascii="Cambria" w:eastAsia="Calibri" w:hAnsi="Cambria" w:cstheme="minorHAnsi"/>
          <w:sz w:val="22"/>
          <w:szCs w:val="22"/>
        </w:rPr>
        <w:t>) z magazynu lub miejsca wskazanego przez Zamawiającego i dostarczenie na pozycję roboczą,</w:t>
      </w:r>
    </w:p>
    <w:p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zaostrzenie palików, wbicie i zamontowanie stelaży pod pułapki,</w:t>
      </w:r>
    </w:p>
    <w:p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powieszenie pułapek na stelaże w sposób umożliwiających ich obsługę,</w:t>
      </w:r>
    </w:p>
    <w:p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terminie wskazanym w zleceniu: zdemontowanie pułapek i zmagazynowanie w miejscu wskazanym przez Zamawiającego.</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rsidR="00167B75" w:rsidRPr="007B5A7D" w:rsidRDefault="00167B75" w:rsidP="00167B75">
      <w:pPr>
        <w:pStyle w:val="Akapitzlist"/>
        <w:widowControl w:val="0"/>
        <w:numPr>
          <w:ilvl w:val="0"/>
          <w:numId w:val="26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rsidR="00167B75" w:rsidRPr="007B5A7D" w:rsidRDefault="00167B75" w:rsidP="00167B75">
      <w:pPr>
        <w:suppressAutoHyphens w:val="0"/>
        <w:spacing w:after="200" w:line="276" w:lineRule="auto"/>
        <w:rPr>
          <w:rFonts w:ascii="Cambria" w:eastAsia="Calibri" w:hAnsi="Cambria" w:cstheme="minorHAnsi"/>
          <w:b/>
          <w:sz w:val="22"/>
          <w:szCs w:val="22"/>
        </w:rPr>
      </w:pPr>
    </w:p>
    <w:p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139</w:t>
            </w:r>
          </w:p>
        </w:tc>
        <w:tc>
          <w:tcPr>
            <w:tcW w:w="958"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p>
        </w:tc>
        <w:tc>
          <w:tcPr>
            <w:tcW w:w="910"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r w:rsidRPr="007B5A7D">
              <w:rPr>
                <w:rFonts w:ascii="Cambria" w:eastAsia="Calibri" w:hAnsi="Cambria" w:cstheme="minorHAnsi"/>
                <w:bCs/>
                <w:iCs/>
                <w:sz w:val="22"/>
                <w:szCs w:val="22"/>
                <w:lang w:eastAsia="pl-PL"/>
              </w:rPr>
              <w:br/>
              <w:t>GODZ RYJ</w:t>
            </w:r>
          </w:p>
        </w:tc>
        <w:tc>
          <w:tcPr>
            <w:tcW w:w="2062"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Wykładanie pułapek na ryjkowce - dołki chwytne, wałki itp.</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rsidR="00167B75" w:rsidRPr="007B5A7D" w:rsidRDefault="00167B75" w:rsidP="00167B75">
      <w:pPr>
        <w:rPr>
          <w:rFonts w:ascii="Cambria" w:hAnsi="Cambria" w:cstheme="minorHAnsi"/>
          <w:sz w:val="22"/>
          <w:szCs w:val="22"/>
        </w:rPr>
      </w:pPr>
    </w:p>
    <w:p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krążków lub gałęzi (chrustu) z drewna sosnowego lub świerkowego,</w:t>
      </w:r>
    </w:p>
    <w:p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krążków lub gałęzi na powierzchnię roboczą,</w:t>
      </w:r>
    </w:p>
    <w:p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lub:</w:t>
      </w:r>
    </w:p>
    <w:p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wałków pułapkowych o długości około 1 m i średnicy 10—15 cm, </w:t>
      </w:r>
    </w:p>
    <w:p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pułapek na powierzchnię roboczą,</w:t>
      </w:r>
    </w:p>
    <w:p w:rsidR="00167B75" w:rsidRPr="007B5A7D" w:rsidRDefault="00167B75" w:rsidP="00167B75">
      <w:pPr>
        <w:pStyle w:val="Akapitzlist"/>
        <w:numPr>
          <w:ilvl w:val="0"/>
          <w:numId w:val="26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wyłożenie pułapek wraz z ich lekkim okorowaniem od strony układania na ziemi.</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na pułapki zapewnia Zamawiający,</w:t>
      </w:r>
    </w:p>
    <w:p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RYJ przeznaczona jest w wycenie na koszty transportowe.</w:t>
      </w:r>
    </w:p>
    <w:p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rsidR="00167B75" w:rsidRPr="007B5A7D" w:rsidRDefault="00167B75" w:rsidP="00167B75">
      <w:pPr>
        <w:pStyle w:val="Akapitzlist"/>
        <w:numPr>
          <w:ilvl w:val="0"/>
          <w:numId w:val="26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rsidR="00167B75" w:rsidRPr="007B5A7D" w:rsidRDefault="00167B75" w:rsidP="00167B75">
      <w:pPr>
        <w:pStyle w:val="Akapitzlist"/>
        <w:numPr>
          <w:ilvl w:val="0"/>
          <w:numId w:val="266"/>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rsidR="00167B75" w:rsidRPr="007B5A7D" w:rsidRDefault="00167B75" w:rsidP="00167B75">
      <w:pPr>
        <w:autoSpaceDE w:val="0"/>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w:t>
            </w:r>
            <w:r w:rsidRPr="007B5A7D">
              <w:rPr>
                <w:rFonts w:ascii="Cambria" w:eastAsia="Calibri" w:hAnsi="Cambria" w:cstheme="minorHAnsi"/>
                <w:b/>
                <w:bCs/>
                <w:i/>
                <w:iCs/>
                <w:sz w:val="22"/>
                <w:szCs w:val="22"/>
                <w:lang w:eastAsia="pl-PL"/>
              </w:rPr>
              <w:br/>
              <w:t xml:space="preserve">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140</w:t>
            </w:r>
          </w:p>
        </w:tc>
        <w:tc>
          <w:tcPr>
            <w:tcW w:w="958"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p>
        </w:tc>
        <w:tc>
          <w:tcPr>
            <w:tcW w:w="910"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r w:rsidRPr="007B5A7D">
              <w:rPr>
                <w:rFonts w:ascii="Cambria" w:eastAsia="Calibri" w:hAnsi="Cambria" w:cstheme="minorHAnsi"/>
                <w:bCs/>
                <w:iCs/>
                <w:sz w:val="22"/>
                <w:szCs w:val="22"/>
                <w:lang w:eastAsia="pl-PL"/>
              </w:rPr>
              <w:br/>
              <w:t>GODZ SZEL</w:t>
            </w:r>
          </w:p>
        </w:tc>
        <w:tc>
          <w:tcPr>
            <w:tcW w:w="2062"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Ochrona upraw przed szeliniakiem, chemiczne zabezpieczanie sadzonek - moczenie</w:t>
            </w:r>
          </w:p>
        </w:tc>
        <w:tc>
          <w:tcPr>
            <w:tcW w:w="712" w:type="pct"/>
            <w:shd w:val="clear" w:color="auto" w:fill="auto"/>
            <w:vAlign w:val="center"/>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r w:rsidR="00C542D0">
        <w:rPr>
          <w:rFonts w:ascii="Cambria" w:eastAsia="Calibri" w:hAnsi="Cambria" w:cstheme="minorHAnsi"/>
          <w:b/>
          <w:bCs/>
          <w:sz w:val="22"/>
          <w:szCs w:val="22"/>
        </w:rPr>
        <w:t xml:space="preserve"> </w:t>
      </w:r>
    </w:p>
    <w:p w:rsidR="00167B75" w:rsidRPr="007B5A7D" w:rsidRDefault="00FE720B" w:rsidP="00167B75">
      <w:pPr>
        <w:pStyle w:val="Akapitzlist"/>
        <w:numPr>
          <w:ilvl w:val="0"/>
          <w:numId w:val="267"/>
        </w:numPr>
        <w:spacing w:before="120" w:after="120"/>
        <w:ind w:left="709"/>
        <w:jc w:val="both"/>
        <w:rPr>
          <w:rFonts w:ascii="Cambria" w:hAnsi="Cambria" w:cstheme="minorHAnsi"/>
          <w:sz w:val="22"/>
          <w:szCs w:val="22"/>
        </w:rPr>
      </w:pPr>
      <w:r>
        <w:rPr>
          <w:rFonts w:ascii="Cambria" w:hAnsi="Cambria" w:cstheme="minorHAnsi"/>
          <w:sz w:val="22"/>
          <w:szCs w:val="22"/>
        </w:rPr>
        <w:t xml:space="preserve">odbiór środka i wody ze </w:t>
      </w:r>
      <w:r>
        <w:rPr>
          <w:rFonts w:ascii="Cambria" w:hAnsi="Cambria" w:cstheme="minorHAnsi"/>
          <w:color w:val="FF0000"/>
          <w:sz w:val="22"/>
          <w:szCs w:val="22"/>
        </w:rPr>
        <w:t>wskazanego miejsca</w:t>
      </w:r>
      <w:r w:rsidR="00167B75" w:rsidRPr="007B5A7D">
        <w:rPr>
          <w:rFonts w:ascii="Cambria" w:hAnsi="Cambria" w:cstheme="minorHAnsi"/>
          <w:sz w:val="22"/>
          <w:szCs w:val="22"/>
        </w:rPr>
        <w:t xml:space="preserve"> ,</w:t>
      </w:r>
    </w:p>
    <w:p w:rsidR="00167B75" w:rsidRPr="007B5A7D" w:rsidRDefault="00167B75" w:rsidP="00167B75">
      <w:pPr>
        <w:pStyle w:val="Akapitzlist"/>
        <w:numPr>
          <w:ilvl w:val="0"/>
          <w:numId w:val="267"/>
        </w:numPr>
        <w:spacing w:before="120" w:after="120"/>
        <w:ind w:left="709"/>
        <w:jc w:val="both"/>
        <w:rPr>
          <w:rFonts w:ascii="Cambria" w:eastAsia="Calibri" w:hAnsi="Cambria" w:cstheme="minorHAnsi"/>
          <w:bCs/>
          <w:iCs/>
          <w:sz w:val="22"/>
          <w:szCs w:val="22"/>
        </w:rPr>
      </w:pPr>
      <w:r w:rsidRPr="007B5A7D">
        <w:rPr>
          <w:rFonts w:ascii="Cambria" w:hAnsi="Cambria" w:cstheme="minorHAnsi"/>
          <w:sz w:val="22"/>
          <w:szCs w:val="22"/>
        </w:rPr>
        <w:t>przygotowanie cieczy roboczej zgodnie z instrukcją na opakowaniu środka chemicznego,</w:t>
      </w:r>
    </w:p>
    <w:p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doniesienie sadzonek,</w:t>
      </w:r>
    </w:p>
    <w:p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zamaczanie nadziemnych części sadzonek w sporządzonej emulsji środka chemicznego, przez około 5-10 sek.</w:t>
      </w:r>
    </w:p>
    <w:p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dostarczenie opakowań</w:t>
      </w:r>
      <w:r w:rsidR="00FE720B">
        <w:rPr>
          <w:rFonts w:ascii="Cambria" w:hAnsi="Cambria" w:cstheme="minorHAnsi"/>
          <w:sz w:val="22"/>
          <w:szCs w:val="22"/>
        </w:rPr>
        <w:t xml:space="preserve"> i niewykorzystanego środka do </w:t>
      </w:r>
      <w:r w:rsidR="00FE720B" w:rsidRPr="00FE720B">
        <w:rPr>
          <w:rFonts w:ascii="Cambria" w:hAnsi="Cambria" w:cstheme="minorHAnsi"/>
          <w:color w:val="FF0000"/>
          <w:sz w:val="22"/>
          <w:szCs w:val="22"/>
        </w:rPr>
        <w:t>wskazanego miejsca</w:t>
      </w:r>
      <w:r w:rsidRPr="00FE720B">
        <w:rPr>
          <w:rFonts w:ascii="Cambria" w:hAnsi="Cambria" w:cstheme="minorHAnsi"/>
          <w:color w:val="FF0000"/>
          <w:sz w:val="22"/>
          <w:szCs w:val="22"/>
        </w:rPr>
        <w:t xml:space="preserve"> </w:t>
      </w:r>
      <w:r w:rsidRPr="007B5A7D">
        <w:rPr>
          <w:rFonts w:ascii="Cambria" w:hAnsi="Cambria" w:cstheme="minorHAnsi"/>
          <w:sz w:val="22"/>
          <w:szCs w:val="22"/>
        </w:rPr>
        <w:t>.</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zanieczyścić emulsji glebą gdyż obniża to skuteczność preparatu,</w:t>
      </w:r>
    </w:p>
    <w:p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dopuścić do przesuszenia korzeni sadzonek,</w:t>
      </w:r>
    </w:p>
    <w:p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czynność należy wykonywać bezpośrednio przed sadzeniem sadzonek na uprawie,</w:t>
      </w:r>
    </w:p>
    <w:p w:rsidR="00167B75" w:rsidRPr="007B5A7D" w:rsidRDefault="00167B75" w:rsidP="00167B75">
      <w:pPr>
        <w:pStyle w:val="Akapitzlist"/>
        <w:numPr>
          <w:ilvl w:val="0"/>
          <w:numId w:val="2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w:t>
      </w:r>
      <w:r w:rsidR="00DD7715">
        <w:rPr>
          <w:rFonts w:ascii="Cambria" w:eastAsia="Calibri" w:hAnsi="Cambria" w:cstheme="minorHAnsi"/>
          <w:sz w:val="22"/>
          <w:szCs w:val="22"/>
          <w:lang w:eastAsia="en-US"/>
        </w:rPr>
        <w:t xml:space="preserve">oru środka chemicznego – </w:t>
      </w:r>
      <w:r w:rsidR="00DD7715">
        <w:rPr>
          <w:rFonts w:ascii="Cambria" w:eastAsia="Calibri" w:hAnsi="Cambria" w:cstheme="minorHAnsi"/>
          <w:color w:val="FF0000"/>
          <w:sz w:val="22"/>
          <w:szCs w:val="22"/>
          <w:lang w:eastAsia="en-US"/>
        </w:rPr>
        <w:t>km 1-45</w:t>
      </w:r>
      <w:r w:rsidRPr="007B5A7D">
        <w:rPr>
          <w:rFonts w:ascii="Cambria" w:eastAsia="Calibri" w:hAnsi="Cambria" w:cstheme="minorHAnsi"/>
          <w:sz w:val="22"/>
          <w:szCs w:val="22"/>
          <w:lang w:eastAsia="en-US"/>
        </w:rPr>
        <w:t>, miejsce zwrotu opakow</w:t>
      </w:r>
      <w:r w:rsidR="00DD7715">
        <w:rPr>
          <w:rFonts w:ascii="Cambria" w:eastAsia="Calibri" w:hAnsi="Cambria" w:cstheme="minorHAnsi"/>
          <w:sz w:val="22"/>
          <w:szCs w:val="22"/>
          <w:lang w:eastAsia="en-US"/>
        </w:rPr>
        <w:t xml:space="preserve">ań po środku chemicznym – </w:t>
      </w:r>
      <w:r w:rsidR="00DD7715">
        <w:rPr>
          <w:rFonts w:ascii="Cambria" w:eastAsia="Calibri" w:hAnsi="Cambria" w:cstheme="minorHAnsi"/>
          <w:color w:val="FF0000"/>
          <w:sz w:val="22"/>
          <w:szCs w:val="22"/>
          <w:lang w:eastAsia="en-US"/>
        </w:rPr>
        <w:t>km 1-45</w:t>
      </w:r>
      <w:r w:rsidR="00DD7715">
        <w:rPr>
          <w:rFonts w:ascii="Cambria" w:eastAsia="Calibri" w:hAnsi="Cambria" w:cstheme="minorHAnsi"/>
          <w:sz w:val="22"/>
          <w:szCs w:val="22"/>
          <w:lang w:eastAsia="en-US"/>
        </w:rPr>
        <w:t xml:space="preserve">  punkt poboru wody – </w:t>
      </w:r>
      <w:r w:rsidR="00DD7715">
        <w:rPr>
          <w:rFonts w:ascii="Cambria" w:eastAsia="Calibri" w:hAnsi="Cambria" w:cstheme="minorHAnsi"/>
          <w:color w:val="FF0000"/>
          <w:sz w:val="22"/>
          <w:szCs w:val="22"/>
          <w:lang w:eastAsia="en-US"/>
        </w:rPr>
        <w:t>km 1-5</w:t>
      </w:r>
      <w:r w:rsidRPr="007B5A7D">
        <w:rPr>
          <w:rFonts w:ascii="Cambria" w:eastAsia="Calibri" w:hAnsi="Cambria" w:cstheme="minorHAnsi"/>
          <w:sz w:val="22"/>
          <w:szCs w:val="22"/>
          <w:lang w:eastAsia="en-US"/>
        </w:rPr>
        <w:t>,</w:t>
      </w:r>
    </w:p>
    <w:p w:rsidR="00167B75" w:rsidRPr="007B5A7D" w:rsidRDefault="00167B75" w:rsidP="00167B75">
      <w:pPr>
        <w:pStyle w:val="Akapitzlist"/>
        <w:numPr>
          <w:ilvl w:val="0"/>
          <w:numId w:val="268"/>
        </w:numPr>
        <w:rPr>
          <w:rFonts w:ascii="Cambria" w:eastAsia="Calibri" w:hAnsi="Cambria" w:cstheme="minorHAnsi"/>
          <w:sz w:val="22"/>
          <w:szCs w:val="22"/>
        </w:rPr>
      </w:pPr>
      <w:r w:rsidRPr="007B5A7D">
        <w:rPr>
          <w:rFonts w:ascii="Cambria" w:hAnsi="Cambria" w:cstheme="minorHAnsi"/>
          <w:sz w:val="22"/>
          <w:szCs w:val="22"/>
          <w:lang w:bidi="hi-IN"/>
        </w:rPr>
        <w:t>czynność GODZ SZEL przeznaczona jest w wycenie na koszty transportowe.</w:t>
      </w:r>
    </w:p>
    <w:p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zabezpieczenia co do ilości, jakości i zgodności ze zleceniem,</w:t>
      </w:r>
    </w:p>
    <w:p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ilość zabezpieczonych drzewek zostanie ustalona poprzez ich policzenie i przekazanie Wykonawcy z miejsca odbioru sadzonek. </w:t>
      </w:r>
    </w:p>
    <w:p w:rsidR="00167B75" w:rsidRPr="007B5A7D" w:rsidRDefault="00167B75" w:rsidP="00167B75">
      <w:pPr>
        <w:pStyle w:val="Akapitzlist"/>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p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Badanie zapędraczenia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141</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2062"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Badanie zapędraczenia gleby - dół o objętości 0,5 m</w:t>
            </w:r>
            <w:r w:rsidRPr="007B5A7D">
              <w:rPr>
                <w:rFonts w:ascii="Cambria" w:hAnsi="Cambria" w:cstheme="minorHAnsi"/>
                <w:sz w:val="22"/>
                <w:szCs w:val="22"/>
                <w:vertAlign w:val="superscript"/>
              </w:rPr>
              <w:t>3</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rsidR="00167B75" w:rsidRPr="007B5A7D" w:rsidRDefault="00167B75" w:rsidP="00167B75">
      <w:pPr>
        <w:pStyle w:val="Akapitzlist"/>
        <w:numPr>
          <w:ilvl w:val="0"/>
          <w:numId w:val="269"/>
        </w:numPr>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zakopanie dołu.</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dołów musi być zgodne z lokalizacją wskazaną przez Zamawiającego,</w:t>
      </w:r>
    </w:p>
    <w:p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pojemniki i roztwór soli kuchennej zapewnia Zamawiający.</w:t>
      </w:r>
    </w:p>
    <w:p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 zleceniem,</w:t>
      </w:r>
    </w:p>
    <w:p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ilość dołów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rsidR="00167B75" w:rsidRPr="007B5A7D" w:rsidRDefault="00167B75" w:rsidP="00167B75">
      <w:pPr>
        <w:spacing w:before="120" w:after="120"/>
        <w:jc w:val="center"/>
        <w:rPr>
          <w:rFonts w:ascii="Cambria" w:eastAsia="Calibri" w:hAnsi="Cambria" w:cstheme="minorHAnsi"/>
          <w:bCs/>
          <w:iCs/>
          <w:sz w:val="22"/>
          <w:szCs w:val="22"/>
          <w:lang w:eastAsia="pl-PL"/>
        </w:rPr>
      </w:pPr>
    </w:p>
    <w:p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142</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poszukiwania owadów w ściółce</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SZT</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272"/>
        </w:numPr>
        <w:autoSpaceDE w:val="0"/>
        <w:autoSpaceDN w:val="0"/>
        <w:adjustRightInd w:val="0"/>
        <w:rPr>
          <w:rFonts w:ascii="Cambria" w:eastAsiaTheme="minorHAnsi" w:hAnsi="Cambria" w:cstheme="minorHAnsi"/>
          <w:sz w:val="22"/>
          <w:szCs w:val="22"/>
          <w:lang w:eastAsia="en-US"/>
        </w:rPr>
      </w:pPr>
      <w:r w:rsidRPr="007B5A7D">
        <w:rPr>
          <w:rFonts w:ascii="Cambria" w:eastAsia="Calibri" w:hAnsi="Cambria" w:cstheme="minorHAnsi"/>
          <w:bCs/>
          <w:iCs/>
          <w:sz w:val="22"/>
          <w:szCs w:val="22"/>
        </w:rPr>
        <w:t xml:space="preserve">przeszukanie ściółki i gleby mineralnej na głębokość 15 cm </w:t>
      </w:r>
      <w:r w:rsidRPr="007B5A7D">
        <w:rPr>
          <w:rFonts w:ascii="Cambria" w:eastAsiaTheme="minorHAnsi" w:hAnsi="Cambria" w:cstheme="minorHAnsi"/>
          <w:sz w:val="22"/>
          <w:szCs w:val="22"/>
          <w:lang w:eastAsia="en-US"/>
        </w:rPr>
        <w:t>na powierzchni leżącej w obrysie rzutu korony wyznaczonego drzewa,</w:t>
      </w:r>
    </w:p>
    <w:p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w:t>
      </w:r>
    </w:p>
    <w:p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 danej partii kontrolnej, umieszczenie ich w opisanych pudełkach oraz przekazanie ich Zamawiającemu.</w:t>
      </w:r>
    </w:p>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prace należy wykonać wg aktualnego wykazu partii kontrolnych do jesiennych poszukiwań, szkodników pierwotnych sosny pod nadzorem Zamawiającego,</w:t>
      </w:r>
    </w:p>
    <w:p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zapewnia Zamawiający,</w:t>
      </w:r>
    </w:p>
    <w:p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rsidR="00167B75" w:rsidRPr="007B5A7D" w:rsidRDefault="00167B75" w:rsidP="00167B75">
      <w:pPr>
        <w:pStyle w:val="Akapitzlist"/>
        <w:numPr>
          <w:ilvl w:val="0"/>
          <w:numId w:val="274"/>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rsidR="00167B75" w:rsidRPr="007B5A7D" w:rsidRDefault="00167B75" w:rsidP="00167B75">
      <w:pPr>
        <w:pStyle w:val="Akapitzlist"/>
        <w:numPr>
          <w:ilvl w:val="0"/>
          <w:numId w:val="274"/>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rsidR="00167B75" w:rsidRPr="007B5A7D" w:rsidRDefault="00167B75" w:rsidP="00167B75">
      <w:pPr>
        <w:ind w:firstLine="708"/>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143</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Próbne poszukiwanie owadów w </w:t>
            </w:r>
            <w:proofErr w:type="spellStart"/>
            <w:r w:rsidRPr="007B5A7D">
              <w:rPr>
                <w:rFonts w:ascii="Cambria" w:eastAsia="Calibri" w:hAnsi="Cambria" w:cstheme="minorHAnsi"/>
                <w:bCs/>
                <w:iCs/>
                <w:sz w:val="22"/>
                <w:szCs w:val="22"/>
                <w:lang w:eastAsia="pl-PL"/>
              </w:rPr>
              <w:t>ściole</w:t>
            </w:r>
            <w:proofErr w:type="spellEnd"/>
            <w:r w:rsidRPr="007B5A7D">
              <w:rPr>
                <w:rFonts w:ascii="Cambria" w:eastAsia="Calibri" w:hAnsi="Cambria" w:cstheme="minorHAnsi"/>
                <w:bCs/>
                <w:iCs/>
                <w:sz w:val="22"/>
                <w:szCs w:val="22"/>
                <w:lang w:eastAsia="pl-PL"/>
              </w:rPr>
              <w:t xml:space="preserve"> metodą 10 powierzchni</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00C542D0">
        <w:rPr>
          <w:rFonts w:ascii="Cambria" w:eastAsia="Calibri" w:hAnsi="Cambria" w:cstheme="minorHAnsi"/>
          <w:b/>
          <w:bCs/>
          <w:sz w:val="22"/>
          <w:szCs w:val="22"/>
          <w:lang w:eastAsia="pl-PL"/>
        </w:rPr>
        <w:t xml:space="preserve"> </w:t>
      </w:r>
    </w:p>
    <w:p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ściółki i gleby mineralnej na głębokość 15 cm wewnątrz ramki o wymiarach 0,5 x 1,0 m na wszystkich powierzchniach próbnych (1 próba dotyczy 10 powierzchni),</w:t>
      </w:r>
    </w:p>
    <w:p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 na powierzchniach o numerach nieparzystych,</w:t>
      </w:r>
    </w:p>
    <w:p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ze wszystkich powierzchni na danej partii kontrolnej, umieszczenie ich w jednym opisanym pudełku oraz przekazanie ich Zamawiającemu (1 próba dotyczy 10 badań).</w:t>
      </w:r>
    </w:p>
    <w:p w:rsidR="00167B75" w:rsidRPr="007B5A7D" w:rsidRDefault="00167B75" w:rsidP="00167B75">
      <w:pPr>
        <w:widowControl w:val="0"/>
        <w:suppressAutoHyphens w:val="0"/>
        <w:spacing w:before="120" w:after="120"/>
        <w:jc w:val="both"/>
        <w:rPr>
          <w:rFonts w:ascii="Cambria" w:eastAsia="Calibri" w:hAnsi="Cambria" w:cstheme="minorHAnsi"/>
          <w:b/>
          <w:sz w:val="22"/>
          <w:szCs w:val="22"/>
          <w:lang w:eastAsia="pl-PL"/>
        </w:rPr>
      </w:pPr>
    </w:p>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rsidR="00167B75" w:rsidRPr="007B5A7D" w:rsidRDefault="00167B75" w:rsidP="00167B75">
      <w:pPr>
        <w:pStyle w:val="Akapitzlist"/>
        <w:numPr>
          <w:ilvl w:val="0"/>
          <w:numId w:val="277"/>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rsidR="00167B75" w:rsidRPr="007B5A7D" w:rsidRDefault="00167B75" w:rsidP="00167B75">
      <w:pPr>
        <w:pStyle w:val="Akapitzlist"/>
        <w:numPr>
          <w:ilvl w:val="0"/>
          <w:numId w:val="277"/>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144</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2062" w:type="pct"/>
            <w:shd w:val="clear" w:color="auto" w:fill="auto"/>
          </w:tcPr>
          <w:p w:rsidR="00167B75" w:rsidRPr="007B5A7D" w:rsidRDefault="00167B75" w:rsidP="009F7B63">
            <w:pPr>
              <w:suppressAutoHyphens w:val="0"/>
              <w:autoSpaceDE w:val="0"/>
              <w:autoSpaceDN w:val="0"/>
              <w:adjustRightInd w:val="0"/>
              <w:rPr>
                <w:rFonts w:ascii="Cambria" w:eastAsia="Calibri" w:hAnsi="Cambria" w:cstheme="minorHAnsi"/>
                <w:bCs/>
                <w:iCs/>
                <w:sz w:val="22"/>
                <w:szCs w:val="22"/>
                <w:lang w:eastAsia="pl-PL"/>
              </w:rPr>
            </w:pPr>
            <w:r w:rsidRPr="007B5A7D">
              <w:rPr>
                <w:rFonts w:ascii="Cambria" w:eastAsiaTheme="minorHAnsi" w:hAnsi="Cambria" w:cstheme="minorHAnsi"/>
                <w:sz w:val="22"/>
                <w:szCs w:val="22"/>
                <w:lang w:eastAsia="en-US"/>
              </w:rPr>
              <w:t xml:space="preserve">Próbne poszukiwania owadów w </w:t>
            </w:r>
            <w:proofErr w:type="spellStart"/>
            <w:r w:rsidRPr="007B5A7D">
              <w:rPr>
                <w:rFonts w:ascii="Cambria" w:eastAsiaTheme="minorHAnsi" w:hAnsi="Cambria" w:cstheme="minorHAnsi"/>
                <w:sz w:val="22"/>
                <w:szCs w:val="22"/>
                <w:lang w:eastAsia="en-US"/>
              </w:rPr>
              <w:t>ściole</w:t>
            </w:r>
            <w:proofErr w:type="spellEnd"/>
            <w:r w:rsidRPr="007B5A7D">
              <w:rPr>
                <w:rFonts w:ascii="Cambria" w:eastAsiaTheme="minorHAnsi" w:hAnsi="Cambria" w:cstheme="minorHAnsi"/>
                <w:sz w:val="22"/>
                <w:szCs w:val="22"/>
                <w:lang w:eastAsia="en-US"/>
              </w:rPr>
              <w:t xml:space="preserve"> metodą dwóch drzew próbnych</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00C542D0">
        <w:rPr>
          <w:rFonts w:ascii="Cambria" w:eastAsia="Calibri" w:hAnsi="Cambria" w:cstheme="minorHAnsi"/>
          <w:b/>
          <w:bCs/>
          <w:sz w:val="22"/>
          <w:szCs w:val="22"/>
          <w:lang w:eastAsia="pl-PL"/>
        </w:rPr>
        <w:t xml:space="preserve"> </w:t>
      </w:r>
    </w:p>
    <w:p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ściółki i gleby mineralnej </w:t>
      </w:r>
      <w:r>
        <w:rPr>
          <w:rFonts w:ascii="Cambria" w:eastAsia="Calibri" w:hAnsi="Cambria" w:cstheme="minorHAnsi"/>
          <w:bCs/>
          <w:iCs/>
          <w:sz w:val="22"/>
          <w:szCs w:val="22"/>
        </w:rPr>
        <w:t>do</w:t>
      </w:r>
      <w:r w:rsidRPr="007B5A7D">
        <w:rPr>
          <w:rFonts w:ascii="Cambria" w:eastAsia="Calibri" w:hAnsi="Cambria" w:cstheme="minorHAnsi"/>
          <w:bCs/>
          <w:iCs/>
          <w:sz w:val="22"/>
          <w:szCs w:val="22"/>
        </w:rPr>
        <w:t xml:space="preserve"> głębokoś</w:t>
      </w:r>
      <w:r>
        <w:rPr>
          <w:rFonts w:ascii="Cambria" w:eastAsia="Calibri" w:hAnsi="Cambria" w:cstheme="minorHAnsi"/>
          <w:bCs/>
          <w:iCs/>
          <w:sz w:val="22"/>
          <w:szCs w:val="22"/>
        </w:rPr>
        <w:t>ci</w:t>
      </w:r>
      <w:r w:rsidRPr="007B5A7D">
        <w:rPr>
          <w:rFonts w:ascii="Cambria" w:eastAsia="Calibri" w:hAnsi="Cambria" w:cstheme="minorHAnsi"/>
          <w:bCs/>
          <w:iCs/>
          <w:sz w:val="22"/>
          <w:szCs w:val="22"/>
        </w:rPr>
        <w:t xml:space="preserve"> </w:t>
      </w:r>
      <w:r>
        <w:rPr>
          <w:rFonts w:ascii="Cambria" w:eastAsia="Calibri" w:hAnsi="Cambria" w:cstheme="minorHAnsi"/>
          <w:bCs/>
          <w:iCs/>
          <w:sz w:val="22"/>
          <w:szCs w:val="22"/>
        </w:rPr>
        <w:t>15</w:t>
      </w:r>
      <w:r w:rsidRPr="007B5A7D">
        <w:rPr>
          <w:rFonts w:ascii="Cambria" w:eastAsia="Calibri" w:hAnsi="Cambria" w:cstheme="minorHAnsi"/>
          <w:bCs/>
          <w:iCs/>
          <w:sz w:val="22"/>
          <w:szCs w:val="22"/>
        </w:rPr>
        <w:t xml:space="preserve"> cm wewnątrz ramki o wymiarach 2,6 x 1,0 m na wyznaczonych powierzchniach pod każdym z dwóch drzew,</w:t>
      </w:r>
    </w:p>
    <w:p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 xml:space="preserve">przeszukanie całej powierzchni odziomka </w:t>
      </w:r>
      <w:r>
        <w:rPr>
          <w:rFonts w:ascii="Cambria" w:eastAsia="Calibri" w:hAnsi="Cambria" w:cstheme="minorHAnsi"/>
          <w:bCs/>
          <w:iCs/>
          <w:sz w:val="22"/>
          <w:szCs w:val="22"/>
        </w:rPr>
        <w:t>w szyi korzeniowej od poziomu ściółki w dół</w:t>
      </w:r>
      <w:r w:rsidRPr="007B5A7D">
        <w:rPr>
          <w:rFonts w:ascii="Cambria" w:eastAsia="Calibri" w:hAnsi="Cambria" w:cstheme="minorHAnsi"/>
          <w:bCs/>
          <w:iCs/>
          <w:sz w:val="22"/>
          <w:szCs w:val="22"/>
        </w:rPr>
        <w:t>,</w:t>
      </w:r>
    </w:p>
    <w:p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na danej partii kontrolnej, umieszczenie ich w jednym opisanym pudełku oraz przekazanie ich Zamawiającemu.</w:t>
      </w:r>
    </w:p>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prace należy wykonać wg aktualnego wykazu partii kontrolnych do jesiennych poszukiwań szkodników pierwotnych sosny pod nadzorem Zamawiającego. </w:t>
      </w:r>
      <w:r w:rsidRPr="007B5A7D">
        <w:rPr>
          <w:rFonts w:ascii="Cambria" w:eastAsiaTheme="minorHAnsi" w:hAnsi="Cambria" w:cstheme="minorHAnsi"/>
          <w:sz w:val="22"/>
          <w:szCs w:val="22"/>
          <w:lang w:eastAsia="en-US"/>
        </w:rPr>
        <w:t>Wyboru drzew oraz kierunku poszukiwań dokonuje Zamawiający,</w:t>
      </w:r>
    </w:p>
    <w:p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rsidR="00167B75" w:rsidRPr="007B5A7D" w:rsidRDefault="00167B75" w:rsidP="00167B75">
      <w:pPr>
        <w:pStyle w:val="Akapitzlist"/>
        <w:numPr>
          <w:ilvl w:val="0"/>
          <w:numId w:val="280"/>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rsidR="00167B75" w:rsidRPr="007B5A7D" w:rsidRDefault="00167B75" w:rsidP="00167B75">
      <w:pPr>
        <w:pStyle w:val="Akapitzlist"/>
        <w:numPr>
          <w:ilvl w:val="0"/>
          <w:numId w:val="280"/>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rsidR="00167B75" w:rsidRPr="007B5A7D" w:rsidRDefault="00167B75" w:rsidP="00167B75">
      <w:pPr>
        <w:suppressAutoHyphens w:val="0"/>
        <w:spacing w:after="200" w:line="276" w:lineRule="auto"/>
        <w:rPr>
          <w:rFonts w:ascii="Cambria" w:eastAsia="Calibri" w:hAnsi="Cambria" w:cstheme="minorHAnsi"/>
          <w:b/>
          <w:sz w:val="22"/>
          <w:szCs w:val="22"/>
        </w:rPr>
      </w:pPr>
    </w:p>
    <w:p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145</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r w:rsidRPr="007B5A7D">
              <w:rPr>
                <w:rFonts w:ascii="Cambria" w:eastAsia="Calibri" w:hAnsi="Cambria" w:cstheme="minorHAnsi"/>
                <w:bCs/>
                <w:iCs/>
                <w:sz w:val="22"/>
                <w:szCs w:val="22"/>
                <w:lang w:eastAsia="pl-PL"/>
              </w:rPr>
              <w:br/>
              <w:t>GODZ PBIO</w:t>
            </w:r>
          </w:p>
        </w:tc>
        <w:tc>
          <w:tcPr>
            <w:tcW w:w="2062"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Smarowanie pni biopreparatem</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r w:rsidR="00C542D0">
        <w:rPr>
          <w:rFonts w:ascii="Cambria" w:eastAsia="Calibri" w:hAnsi="Cambria" w:cstheme="minorHAnsi"/>
          <w:b/>
          <w:bCs/>
          <w:sz w:val="22"/>
          <w:szCs w:val="22"/>
        </w:rPr>
        <w:t xml:space="preserve"> </w:t>
      </w:r>
    </w:p>
    <w:p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i preparatu na powierzchnię roboczą,</w:t>
      </w:r>
    </w:p>
    <w:p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cieczy roboczej (według instrukcji na opakowaniu) oraz przygotowanie narzędzi, </w:t>
      </w:r>
    </w:p>
    <w:p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nacięcie pnia,</w:t>
      </w:r>
    </w:p>
    <w:p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7B5A7D">
        <w:rPr>
          <w:rFonts w:ascii="Cambria" w:eastAsia="Calibri" w:hAnsi="Cambria" w:cstheme="minorHAnsi"/>
          <w:bCs/>
          <w:iCs/>
          <w:sz w:val="22"/>
          <w:szCs w:val="22"/>
        </w:rPr>
        <w:t>ściołą</w:t>
      </w:r>
      <w:proofErr w:type="spellEnd"/>
      <w:r w:rsidRPr="007B5A7D">
        <w:rPr>
          <w:rFonts w:ascii="Cambria" w:eastAsia="Calibri" w:hAnsi="Cambria" w:cstheme="minorHAnsi"/>
          <w:bCs/>
          <w:iCs/>
          <w:sz w:val="22"/>
          <w:szCs w:val="22"/>
        </w:rPr>
        <w:t xml:space="preserve"> lub mchem, a w przypadku stosowania środka ROTSTOP WP bez przykrycia,</w:t>
      </w:r>
    </w:p>
    <w:p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niewykorzystanego preparatu i opakowań do miejsca składowania,</w:t>
      </w:r>
    </w:p>
    <w:p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zabieg należy wykonywać bezpośrednio po ścince drzew.</w:t>
      </w:r>
    </w:p>
    <w:p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rPr>
        <w:t>Uwagi:</w:t>
      </w:r>
    </w:p>
    <w:p w:rsidR="00167B75" w:rsidRPr="007B5A7D" w:rsidRDefault="00167B75" w:rsidP="00167B75">
      <w:pPr>
        <w:pStyle w:val="Akapitzlist"/>
        <w:numPr>
          <w:ilvl w:val="0"/>
          <w:numId w:val="2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w:t>
      </w:r>
      <w:r w:rsidR="0076115C">
        <w:rPr>
          <w:rFonts w:ascii="Cambria" w:eastAsia="Calibri" w:hAnsi="Cambria" w:cstheme="minorHAnsi"/>
          <w:sz w:val="22"/>
          <w:szCs w:val="22"/>
          <w:lang w:eastAsia="en-US"/>
        </w:rPr>
        <w:t xml:space="preserve">dbioru środka chemicznego – </w:t>
      </w:r>
      <w:r w:rsidR="0076115C">
        <w:rPr>
          <w:rFonts w:ascii="Cambria" w:eastAsia="Calibri" w:hAnsi="Cambria" w:cstheme="minorHAnsi"/>
          <w:color w:val="FF0000"/>
          <w:sz w:val="22"/>
          <w:szCs w:val="22"/>
          <w:lang w:eastAsia="en-US"/>
        </w:rPr>
        <w:t>km 1-45</w:t>
      </w:r>
      <w:r w:rsidRPr="007B5A7D">
        <w:rPr>
          <w:rFonts w:ascii="Cambria" w:eastAsia="Calibri" w:hAnsi="Cambria" w:cstheme="minorHAnsi"/>
          <w:sz w:val="22"/>
          <w:szCs w:val="22"/>
          <w:lang w:eastAsia="en-US"/>
        </w:rPr>
        <w:t xml:space="preserve"> , miejsce zwrotu opak</w:t>
      </w:r>
      <w:r w:rsidR="0076115C">
        <w:rPr>
          <w:rFonts w:ascii="Cambria" w:eastAsia="Calibri" w:hAnsi="Cambria" w:cstheme="minorHAnsi"/>
          <w:sz w:val="22"/>
          <w:szCs w:val="22"/>
          <w:lang w:eastAsia="en-US"/>
        </w:rPr>
        <w:t xml:space="preserve">owań po środku chemicznym – </w:t>
      </w:r>
      <w:r w:rsidR="0076115C">
        <w:rPr>
          <w:rFonts w:ascii="Cambria" w:eastAsia="Calibri" w:hAnsi="Cambria" w:cstheme="minorHAnsi"/>
          <w:color w:val="FF0000"/>
          <w:sz w:val="22"/>
          <w:szCs w:val="22"/>
          <w:lang w:eastAsia="en-US"/>
        </w:rPr>
        <w:t>km 1-45</w:t>
      </w:r>
      <w:r w:rsidR="0076115C">
        <w:rPr>
          <w:rFonts w:ascii="Cambria" w:eastAsia="Calibri" w:hAnsi="Cambria" w:cstheme="minorHAnsi"/>
          <w:sz w:val="22"/>
          <w:szCs w:val="22"/>
          <w:lang w:eastAsia="en-US"/>
        </w:rPr>
        <w:t xml:space="preserve"> punkt poboru wody – </w:t>
      </w:r>
      <w:r w:rsidR="0076115C">
        <w:rPr>
          <w:rFonts w:ascii="Cambria" w:eastAsia="Calibri" w:hAnsi="Cambria" w:cstheme="minorHAnsi"/>
          <w:color w:val="FF0000"/>
          <w:sz w:val="22"/>
          <w:szCs w:val="22"/>
          <w:lang w:eastAsia="en-US"/>
        </w:rPr>
        <w:t>km 1-5</w:t>
      </w:r>
      <w:r w:rsidRPr="007B5A7D">
        <w:rPr>
          <w:rFonts w:ascii="Cambria" w:eastAsia="Calibri" w:hAnsi="Cambria" w:cstheme="minorHAnsi"/>
          <w:sz w:val="22"/>
          <w:szCs w:val="22"/>
          <w:lang w:eastAsia="en-US"/>
        </w:rPr>
        <w:t xml:space="preserve"> ,</w:t>
      </w:r>
    </w:p>
    <w:p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eastAsia="Calibri" w:hAnsi="Cambria" w:cstheme="minorHAnsi"/>
          <w:sz w:val="22"/>
          <w:szCs w:val="22"/>
        </w:rPr>
        <w:t>na powierzchni roboczej muszą zostać zabezpieczone wszystkie pniaki po ściętych drzewach,</w:t>
      </w:r>
    </w:p>
    <w:p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hAnsi="Cambria" w:cstheme="minorHAnsi"/>
          <w:sz w:val="22"/>
          <w:szCs w:val="22"/>
          <w:lang w:bidi="hi-IN"/>
        </w:rPr>
        <w:t>czynność GODZ PBIO przeznaczona jest w wycenie na koszty transportowe.</w:t>
      </w:r>
      <w:r w:rsidRPr="007B5A7D" w:rsidDel="00D046C2">
        <w:rPr>
          <w:rFonts w:ascii="Cambria" w:eastAsia="Calibri" w:hAnsi="Cambria" w:cstheme="minorHAnsi"/>
          <w:sz w:val="22"/>
          <w:szCs w:val="22"/>
        </w:rPr>
        <w:t xml:space="preserve"> </w:t>
      </w:r>
    </w:p>
    <w:p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rsidR="00167B75" w:rsidRPr="007B5A7D" w:rsidRDefault="00167B75" w:rsidP="00167B75">
      <w:pPr>
        <w:pStyle w:val="Akapitzlist"/>
        <w:numPr>
          <w:ilvl w:val="0"/>
          <w:numId w:val="283"/>
        </w:numPr>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146</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r w:rsidRPr="007B5A7D">
              <w:rPr>
                <w:rFonts w:ascii="Cambria" w:eastAsia="Calibri" w:hAnsi="Cambria" w:cstheme="minorHAnsi"/>
                <w:bCs/>
                <w:iCs/>
                <w:sz w:val="22"/>
                <w:szCs w:val="22"/>
                <w:lang w:eastAsia="pl-PL"/>
              </w:rPr>
              <w:br/>
              <w:t>GODZ SMAR</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smarowanie pni biopreparatem</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r w:rsidR="00C542D0">
        <w:rPr>
          <w:rFonts w:ascii="Cambria" w:eastAsia="Calibri" w:hAnsi="Cambria" w:cstheme="minorHAnsi"/>
          <w:b/>
          <w:bCs/>
          <w:sz w:val="22"/>
          <w:szCs w:val="22"/>
        </w:rPr>
        <w:t xml:space="preserve"> </w:t>
      </w:r>
      <w:r w:rsidR="00C542D0" w:rsidRPr="00C542D0">
        <w:rPr>
          <w:rFonts w:ascii="Cambria" w:eastAsia="Calibri" w:hAnsi="Cambria" w:cstheme="minorHAnsi"/>
          <w:b/>
          <w:bCs/>
          <w:color w:val="FF0000"/>
          <w:sz w:val="22"/>
          <w:szCs w:val="22"/>
        </w:rPr>
        <w:t>nie dotyczy</w:t>
      </w:r>
    </w:p>
    <w:p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preparatu i barwnika na powierzchnię roboczą,</w:t>
      </w:r>
    </w:p>
    <w:p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cieczy roboczej (według instrukcji na opakowaniu), </w:t>
      </w:r>
    </w:p>
    <w:p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aplikowanie preparatu w trakcie pozyskiwania drzew z wykorzystaniem harwesterów, przez komputerowo sterowany system natryskujący,</w:t>
      </w:r>
    </w:p>
    <w:p w:rsidR="00167B75" w:rsidRPr="007B5A7D" w:rsidRDefault="00167B75" w:rsidP="00167B75">
      <w:pPr>
        <w:pStyle w:val="Akapitzlist"/>
        <w:numPr>
          <w:ilvl w:val="0"/>
          <w:numId w:val="28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niewykorzystanego preparatu i opakowań do miejsca składowania.</w:t>
      </w:r>
    </w:p>
    <w:p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rsidR="00167B75" w:rsidRPr="007B5A7D" w:rsidRDefault="00167B75" w:rsidP="00167B75">
      <w:pPr>
        <w:pStyle w:val="Akapitzlist"/>
        <w:numPr>
          <w:ilvl w:val="0"/>
          <w:numId w:val="2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rsidR="00167B75" w:rsidRPr="007B5A7D" w:rsidRDefault="00167B75" w:rsidP="00167B75">
      <w:pPr>
        <w:pStyle w:val="Akapitzlist"/>
        <w:numPr>
          <w:ilvl w:val="0"/>
          <w:numId w:val="285"/>
        </w:numPr>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rPr>
        <w:t>na powierzchni roboczej muszą zostać zabezpieczone wszystkie pniaki po ściętych drzewach. Szacunkową liczbę pniaków na poszczególnych pozycjach zabiegu zawiera opis przedmiotu zamówienia,</w:t>
      </w:r>
    </w:p>
    <w:p w:rsidR="00167B75" w:rsidRPr="007B5A7D" w:rsidRDefault="00167B75" w:rsidP="00167B75">
      <w:pPr>
        <w:pStyle w:val="Akapitzlist"/>
        <w:numPr>
          <w:ilvl w:val="0"/>
          <w:numId w:val="285"/>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SMAR przeznaczona jest w wycenie na koszty transportowe.</w:t>
      </w:r>
    </w:p>
    <w:p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rsidR="00167B75" w:rsidRPr="007B5A7D" w:rsidRDefault="00167B75" w:rsidP="00167B75">
      <w:pPr>
        <w:suppressAutoHyphens w:val="0"/>
        <w:spacing w:after="200" w:line="276" w:lineRule="auto"/>
        <w:rPr>
          <w:rFonts w:ascii="Cambria" w:eastAsia="Calibri" w:hAnsi="Cambria" w:cstheme="minorHAnsi"/>
          <w:b/>
          <w:sz w:val="22"/>
          <w:szCs w:val="22"/>
        </w:rPr>
      </w:pPr>
    </w:p>
    <w:p w:rsidR="00167B75" w:rsidRPr="007B5A7D" w:rsidRDefault="00167B75" w:rsidP="00167B75">
      <w:pPr>
        <w:suppressAutoHyphens w:val="0"/>
        <w:spacing w:after="200" w:line="276" w:lineRule="auto"/>
        <w:rPr>
          <w:rFonts w:ascii="Cambria" w:eastAsia="Calibri" w:hAnsi="Cambria" w:cstheme="minorHAnsi"/>
          <w:b/>
          <w:sz w:val="22"/>
          <w:szCs w:val="22"/>
        </w:rPr>
      </w:pPr>
    </w:p>
    <w:p w:rsidR="00167B75" w:rsidRPr="007B5A7D" w:rsidRDefault="00167B75" w:rsidP="00167B75">
      <w:pPr>
        <w:suppressAutoHyphens w:val="0"/>
        <w:spacing w:after="200" w:line="276" w:lineRule="auto"/>
        <w:rPr>
          <w:rFonts w:ascii="Cambria" w:eastAsia="Calibri" w:hAnsi="Cambria" w:cstheme="minorHAnsi"/>
          <w:b/>
          <w:sz w:val="22"/>
          <w:szCs w:val="22"/>
        </w:rPr>
      </w:pPr>
    </w:p>
    <w:p w:rsidR="00167B75" w:rsidRPr="007B5A7D" w:rsidRDefault="00167B75" w:rsidP="00167B75">
      <w:pPr>
        <w:suppressAutoHyphens w:val="0"/>
        <w:spacing w:after="200" w:line="276" w:lineRule="auto"/>
        <w:rPr>
          <w:rFonts w:ascii="Cambria" w:eastAsia="Calibri" w:hAnsi="Cambria" w:cstheme="minorHAnsi"/>
          <w:b/>
          <w:sz w:val="22"/>
          <w:szCs w:val="22"/>
        </w:rPr>
      </w:pPr>
    </w:p>
    <w:p w:rsidR="00167B75" w:rsidRPr="007B5A7D" w:rsidRDefault="00167B75" w:rsidP="00167B75">
      <w:pPr>
        <w:suppressAutoHyphens w:val="0"/>
        <w:spacing w:after="200" w:line="276" w:lineRule="auto"/>
        <w:rPr>
          <w:rFonts w:ascii="Cambria" w:eastAsia="Calibri" w:hAnsi="Cambria" w:cstheme="minorHAnsi"/>
          <w:b/>
          <w:sz w:val="22"/>
          <w:szCs w:val="22"/>
        </w:rPr>
      </w:pPr>
    </w:p>
    <w:p w:rsidR="00167B75" w:rsidRPr="007B5A7D" w:rsidRDefault="00167B75" w:rsidP="00167B75">
      <w:pPr>
        <w:suppressAutoHyphens w:val="0"/>
        <w:spacing w:after="200" w:line="276" w:lineRule="auto"/>
        <w:rPr>
          <w:rFonts w:ascii="Cambria" w:eastAsia="Calibri" w:hAnsi="Cambria" w:cstheme="minorHAnsi"/>
          <w:b/>
          <w:sz w:val="22"/>
          <w:szCs w:val="22"/>
        </w:rPr>
      </w:pPr>
    </w:p>
    <w:p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147</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r w:rsidRPr="007B5A7D">
              <w:rPr>
                <w:rFonts w:ascii="Cambria" w:eastAsia="Calibri" w:hAnsi="Cambria" w:cstheme="minorHAnsi"/>
                <w:bCs/>
                <w:iCs/>
                <w:sz w:val="22"/>
                <w:szCs w:val="22"/>
                <w:lang w:eastAsia="pl-PL"/>
              </w:rPr>
              <w:br/>
              <w:t>GODZ SIAT,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148</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          GODZ SIAG,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149</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          GODZ RSIA,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150</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          GODZ RSIG,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rsidR="00167B75" w:rsidRPr="007B5A7D" w:rsidRDefault="00167B75" w:rsidP="00167B75">
      <w:pPr>
        <w:pStyle w:val="Akapitzlist"/>
        <w:numPr>
          <w:ilvl w:val="0"/>
          <w:numId w:val="28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dowóz materiałów na</w:t>
      </w:r>
      <w:r w:rsidR="00EE0228">
        <w:rPr>
          <w:rFonts w:ascii="Cambria" w:eastAsia="Calibri" w:hAnsi="Cambria" w:cstheme="minorHAnsi"/>
          <w:bCs/>
          <w:iCs/>
          <w:sz w:val="22"/>
          <w:szCs w:val="22"/>
        </w:rPr>
        <w:t xml:space="preserve"> miejsce wykonania ogrodzenia ze </w:t>
      </w:r>
      <w:r w:rsidR="00EE0228">
        <w:rPr>
          <w:rFonts w:ascii="Cambria" w:eastAsia="Calibri" w:hAnsi="Cambria" w:cstheme="minorHAnsi"/>
          <w:bCs/>
          <w:iCs/>
          <w:color w:val="FF0000"/>
          <w:sz w:val="22"/>
          <w:szCs w:val="22"/>
        </w:rPr>
        <w:t>wskazanego miejsca</w:t>
      </w:r>
      <w:r w:rsidRPr="001442BD">
        <w:rPr>
          <w:rFonts w:ascii="Cambria" w:eastAsia="Calibri" w:hAnsi="Cambria" w:cstheme="minorHAnsi"/>
          <w:bCs/>
          <w:iCs/>
          <w:color w:val="FF0000"/>
          <w:sz w:val="22"/>
          <w:szCs w:val="22"/>
        </w:rPr>
        <w:t>,</w:t>
      </w:r>
    </w:p>
    <w:p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zabezpieczenie części s</w:t>
      </w:r>
      <w:r w:rsidR="001442BD">
        <w:rPr>
          <w:rFonts w:ascii="Cambria" w:eastAsia="Calibri" w:hAnsi="Cambria" w:cstheme="minorHAnsi"/>
          <w:sz w:val="22"/>
          <w:szCs w:val="22"/>
        </w:rPr>
        <w:t xml:space="preserve">łupka przed zgnilizną poprzez </w:t>
      </w:r>
      <w:r w:rsidR="00EE0228">
        <w:rPr>
          <w:rFonts w:ascii="Cambria" w:eastAsia="Calibri" w:hAnsi="Cambria" w:cstheme="minorHAnsi"/>
          <w:color w:val="FF0000"/>
          <w:sz w:val="22"/>
          <w:szCs w:val="22"/>
        </w:rPr>
        <w:t>opalanie</w:t>
      </w:r>
      <w:r w:rsidRPr="007B5A7D">
        <w:rPr>
          <w:rFonts w:ascii="Cambria" w:eastAsia="Calibri" w:hAnsi="Cambria" w:cstheme="minorHAnsi"/>
          <w:sz w:val="22"/>
          <w:szCs w:val="22"/>
        </w:rPr>
        <w:t>,</w:t>
      </w:r>
    </w:p>
    <w:p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rozniesienie i wkopanie lub wbijanie słupków stroną zabezpieczoną na głębokość 0,6 m (z dokładnością do +/- 5 cm),</w:t>
      </w:r>
    </w:p>
    <w:p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rozwinięcie, zawieszenie, napięcie i przymocowanie siatki do słupków i gruntu,</w:t>
      </w:r>
    </w:p>
    <w:p w:rsidR="00167B75" w:rsidRPr="007B5A7D" w:rsidRDefault="00167B75" w:rsidP="00167B75">
      <w:pPr>
        <w:pStyle w:val="Akapitzlist"/>
        <w:numPr>
          <w:ilvl w:val="0"/>
          <w:numId w:val="287"/>
        </w:numPr>
        <w:spacing w:before="120" w:after="120"/>
        <w:jc w:val="both"/>
        <w:rPr>
          <w:rFonts w:ascii="Cambria" w:eastAsia="Calibri" w:hAnsi="Cambria" w:cstheme="minorHAnsi"/>
          <w:bCs/>
          <w:iCs/>
          <w:strike/>
          <w:sz w:val="22"/>
          <w:szCs w:val="22"/>
        </w:rPr>
      </w:pPr>
      <w:r w:rsidRPr="007B5A7D">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stosowania siatki rozbiórkowej do wykonania grodzenia należy wykonać jej drobne naprawy,</w:t>
      </w:r>
    </w:p>
    <w:p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zwiezienie ni</w:t>
      </w:r>
      <w:r w:rsidR="001442BD">
        <w:rPr>
          <w:rFonts w:ascii="Cambria" w:eastAsia="Calibri" w:hAnsi="Cambria" w:cstheme="minorHAnsi"/>
          <w:sz w:val="22"/>
          <w:szCs w:val="22"/>
        </w:rPr>
        <w:t xml:space="preserve">ewykorzystanych materiałów do </w:t>
      </w:r>
      <w:r w:rsidR="00EE0228">
        <w:rPr>
          <w:rFonts w:ascii="Cambria" w:eastAsia="Calibri" w:hAnsi="Cambria" w:cstheme="minorHAnsi"/>
          <w:color w:val="FF0000"/>
          <w:sz w:val="22"/>
          <w:szCs w:val="22"/>
        </w:rPr>
        <w:t>wskazanego miejsca.</w:t>
      </w:r>
    </w:p>
    <w:p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narożne należy zabezpieczyć w minimum dwóch kierunkach,</w:t>
      </w:r>
    </w:p>
    <w:p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odległość między słupkami wynosi</w:t>
      </w:r>
      <w:r w:rsidRPr="000B763C">
        <w:rPr>
          <w:rFonts w:ascii="Cambria" w:eastAsia="Calibri" w:hAnsi="Cambria" w:cstheme="minorHAnsi"/>
          <w:bCs/>
          <w:iCs/>
          <w:color w:val="FF0000"/>
          <w:sz w:val="22"/>
          <w:szCs w:val="22"/>
        </w:rPr>
        <w:t xml:space="preserve">: </w:t>
      </w:r>
      <w:r w:rsidR="00EE0228">
        <w:rPr>
          <w:rFonts w:ascii="Cambria" w:eastAsia="Calibri" w:hAnsi="Cambria" w:cstheme="minorHAnsi"/>
          <w:color w:val="FF0000"/>
          <w:sz w:val="22"/>
          <w:szCs w:val="22"/>
        </w:rPr>
        <w:t>4</w:t>
      </w:r>
      <w:r w:rsidRPr="000B763C">
        <w:rPr>
          <w:rFonts w:ascii="Cambria" w:eastAsia="Calibri" w:hAnsi="Cambria" w:cstheme="minorHAnsi"/>
          <w:color w:val="FF0000"/>
          <w:sz w:val="22"/>
          <w:szCs w:val="22"/>
        </w:rPr>
        <w:t xml:space="preserve"> m </w:t>
      </w:r>
      <w:r w:rsidRPr="007B5A7D">
        <w:rPr>
          <w:rFonts w:ascii="Cambria" w:eastAsia="Calibri" w:hAnsi="Cambria" w:cstheme="minorHAnsi"/>
          <w:sz w:val="22"/>
          <w:szCs w:val="22"/>
        </w:rPr>
        <w:t>w (do +/- 0,5 m),</w:t>
      </w:r>
    </w:p>
    <w:p w:rsidR="00EE0228" w:rsidRPr="00EE0228" w:rsidRDefault="00167B75" w:rsidP="00663FC6">
      <w:pPr>
        <w:pStyle w:val="Akapitzlist"/>
        <w:numPr>
          <w:ilvl w:val="0"/>
          <w:numId w:val="288"/>
        </w:numPr>
        <w:spacing w:before="120" w:after="120"/>
        <w:jc w:val="both"/>
        <w:rPr>
          <w:rFonts w:ascii="Cambria" w:eastAsia="Calibri" w:hAnsi="Cambria" w:cstheme="minorHAnsi"/>
          <w:bCs/>
          <w:iCs/>
          <w:color w:val="FF0000"/>
          <w:sz w:val="22"/>
          <w:szCs w:val="22"/>
        </w:rPr>
      </w:pPr>
      <w:r w:rsidRPr="00EE0228">
        <w:rPr>
          <w:rFonts w:ascii="Cambria" w:eastAsia="Calibri" w:hAnsi="Cambria" w:cstheme="minorHAnsi"/>
          <w:color w:val="FF0000"/>
          <w:sz w:val="22"/>
          <w:szCs w:val="22"/>
        </w:rPr>
        <w:t xml:space="preserve">rozwijanie siatki należy rozpoczynać od umocowania jej do słupa naciągowego lub narożnego poprzez </w:t>
      </w:r>
      <w:r w:rsidR="000B763C" w:rsidRPr="00EE0228">
        <w:rPr>
          <w:rFonts w:ascii="Cambria" w:eastAsia="Calibri" w:hAnsi="Cambria" w:cstheme="minorHAnsi"/>
          <w:color w:val="FF0000"/>
          <w:sz w:val="22"/>
          <w:szCs w:val="22"/>
        </w:rPr>
        <w:t>owinięcie słupka siatką na całym obwodzie. K</w:t>
      </w:r>
      <w:r w:rsidRPr="00EE0228">
        <w:rPr>
          <w:rFonts w:ascii="Cambria" w:eastAsia="Calibri" w:hAnsi="Cambria" w:cstheme="minorHAnsi"/>
          <w:color w:val="FF0000"/>
          <w:sz w:val="22"/>
          <w:szCs w:val="22"/>
        </w:rPr>
        <w:t xml:space="preserve">ońce drutów poziomych </w:t>
      </w:r>
      <w:r w:rsidRPr="00EE0228">
        <w:rPr>
          <w:rFonts w:ascii="Cambria" w:eastAsia="Calibri" w:hAnsi="Cambria" w:cstheme="minorHAnsi"/>
          <w:color w:val="FF0000"/>
          <w:sz w:val="22"/>
          <w:szCs w:val="22"/>
        </w:rPr>
        <w:lastRenderedPageBreak/>
        <w:t xml:space="preserve">mocujemy do słupa za pomocą skobli. Siatkę na słupach pośrednich mocujemy przybijając druty poziome skoblami (min. </w:t>
      </w:r>
      <w:r w:rsidR="00EE0228" w:rsidRPr="00EE0228">
        <w:rPr>
          <w:rFonts w:ascii="Cambria" w:eastAsia="Calibri" w:hAnsi="Cambria" w:cstheme="minorHAnsi"/>
          <w:color w:val="FF0000"/>
          <w:sz w:val="22"/>
          <w:szCs w:val="22"/>
        </w:rPr>
        <w:t>4</w:t>
      </w:r>
      <w:r w:rsidRPr="00EE0228">
        <w:rPr>
          <w:rFonts w:ascii="Cambria" w:eastAsia="Calibri" w:hAnsi="Cambria" w:cstheme="minorHAnsi"/>
          <w:color w:val="FF0000"/>
          <w:sz w:val="22"/>
          <w:szCs w:val="22"/>
        </w:rPr>
        <w:t xml:space="preserve"> szt.)  – skobli nie dobijamy, druty muszą mieć możliwość przesuwania się w poziomie. W przypadku grubej kory miejsce przybicia skobla należy okorować. Rolki siatki łączymy poprzez zaplecenie drutów poziomych. Umocowanie siatki </w:t>
      </w:r>
      <w:r w:rsidR="00EE0228" w:rsidRPr="00EE0228">
        <w:rPr>
          <w:rFonts w:ascii="Cambria" w:eastAsia="Calibri" w:hAnsi="Cambria" w:cstheme="minorHAnsi"/>
          <w:color w:val="FF0000"/>
          <w:sz w:val="22"/>
          <w:szCs w:val="22"/>
        </w:rPr>
        <w:t xml:space="preserve"> polega na przysypaniu ziemią. </w:t>
      </w:r>
    </w:p>
    <w:p w:rsidR="00167B75" w:rsidRPr="00EE0228" w:rsidRDefault="00167B75" w:rsidP="00663FC6">
      <w:pPr>
        <w:pStyle w:val="Akapitzlist"/>
        <w:numPr>
          <w:ilvl w:val="0"/>
          <w:numId w:val="288"/>
        </w:numPr>
        <w:spacing w:before="120" w:after="120"/>
        <w:jc w:val="both"/>
        <w:rPr>
          <w:rFonts w:ascii="Cambria" w:eastAsia="Calibri" w:hAnsi="Cambria" w:cstheme="minorHAnsi"/>
          <w:bCs/>
          <w:iCs/>
          <w:color w:val="FF0000"/>
          <w:sz w:val="22"/>
          <w:szCs w:val="22"/>
        </w:rPr>
      </w:pPr>
      <w:r w:rsidRPr="00EE0228">
        <w:rPr>
          <w:rFonts w:ascii="Cambria" w:eastAsia="Calibri" w:hAnsi="Cambria" w:cstheme="minorHAnsi"/>
          <w:bCs/>
          <w:iCs/>
          <w:color w:val="FF0000"/>
          <w:sz w:val="22"/>
          <w:szCs w:val="22"/>
        </w:rPr>
        <w:t>zabezpieczone przed wychylaniem muszą być:</w:t>
      </w:r>
    </w:p>
    <w:p w:rsidR="00167B75" w:rsidRPr="000B763C"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color w:val="FF0000"/>
          <w:sz w:val="22"/>
          <w:szCs w:val="22"/>
        </w:rPr>
      </w:pPr>
      <w:r w:rsidRPr="000B763C">
        <w:rPr>
          <w:rFonts w:ascii="Cambria" w:eastAsia="Calibri" w:hAnsi="Cambria" w:cstheme="minorHAnsi"/>
          <w:bCs/>
          <w:iCs/>
          <w:color w:val="FF0000"/>
          <w:sz w:val="22"/>
          <w:szCs w:val="22"/>
        </w:rPr>
        <w:t xml:space="preserve">słupki naciągowe (co ok. 50 m linii ogrodzenia), </w:t>
      </w:r>
    </w:p>
    <w:p w:rsidR="00167B75" w:rsidRPr="000B763C"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color w:val="FF0000"/>
          <w:sz w:val="22"/>
          <w:szCs w:val="22"/>
        </w:rPr>
      </w:pPr>
      <w:r w:rsidRPr="000B763C">
        <w:rPr>
          <w:rFonts w:ascii="Cambria" w:eastAsia="Calibri" w:hAnsi="Cambria" w:cstheme="minorHAnsi"/>
          <w:bCs/>
          <w:iCs/>
          <w:color w:val="FF0000"/>
          <w:sz w:val="22"/>
          <w:szCs w:val="22"/>
        </w:rPr>
        <w:t>słupki na załamaniach przebiegu ogrodzenia,</w:t>
      </w:r>
    </w:p>
    <w:p w:rsidR="00167B75" w:rsidRPr="000B763C" w:rsidRDefault="00167B75" w:rsidP="00167B75">
      <w:pPr>
        <w:pStyle w:val="Akapitzlist"/>
        <w:numPr>
          <w:ilvl w:val="0"/>
          <w:numId w:val="288"/>
        </w:numPr>
        <w:spacing w:before="120" w:after="120"/>
        <w:jc w:val="both"/>
        <w:rPr>
          <w:rFonts w:ascii="Cambria" w:eastAsia="Calibri" w:hAnsi="Cambria" w:cstheme="minorHAnsi"/>
          <w:bCs/>
          <w:iCs/>
          <w:color w:val="FF0000"/>
          <w:sz w:val="22"/>
          <w:szCs w:val="22"/>
        </w:rPr>
      </w:pPr>
      <w:r w:rsidRPr="000B763C">
        <w:rPr>
          <w:rFonts w:ascii="Cambria" w:eastAsia="Calibri" w:hAnsi="Cambria" w:cstheme="minorHAnsi"/>
          <w:bCs/>
          <w:iCs/>
          <w:color w:val="FF0000"/>
          <w:sz w:val="22"/>
          <w:szCs w:val="22"/>
        </w:rPr>
        <w:t>materiały zapewnia:</w:t>
      </w:r>
    </w:p>
    <w:p w:rsidR="00167B75" w:rsidRPr="000B763C"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color w:val="FF0000"/>
          <w:sz w:val="22"/>
          <w:szCs w:val="22"/>
        </w:rPr>
      </w:pPr>
      <w:r w:rsidRPr="000B763C">
        <w:rPr>
          <w:rFonts w:ascii="Cambria" w:eastAsia="Calibri" w:hAnsi="Cambria" w:cstheme="minorHAnsi"/>
          <w:bCs/>
          <w:iCs/>
          <w:color w:val="FF0000"/>
          <w:sz w:val="22"/>
          <w:szCs w:val="22"/>
        </w:rPr>
        <w:t xml:space="preserve">Zamawiający – </w:t>
      </w:r>
      <w:r w:rsidR="00EE0228">
        <w:rPr>
          <w:rFonts w:ascii="Cambria" w:eastAsia="Calibri" w:hAnsi="Cambria" w:cstheme="minorHAnsi"/>
          <w:bCs/>
          <w:iCs/>
          <w:color w:val="FF0000"/>
          <w:sz w:val="22"/>
          <w:szCs w:val="22"/>
        </w:rPr>
        <w:t>siatka grodzeniowa, drut nośny</w:t>
      </w:r>
      <w:r w:rsidR="0038203C">
        <w:rPr>
          <w:rFonts w:ascii="Cambria" w:eastAsia="Calibri" w:hAnsi="Cambria" w:cstheme="minorHAnsi"/>
          <w:bCs/>
          <w:iCs/>
          <w:color w:val="FF0000"/>
          <w:sz w:val="22"/>
          <w:szCs w:val="22"/>
        </w:rPr>
        <w:t xml:space="preserve">, </w:t>
      </w:r>
      <w:r w:rsidRPr="000B763C">
        <w:rPr>
          <w:rFonts w:ascii="Cambria" w:eastAsia="Calibri" w:hAnsi="Cambria" w:cstheme="minorHAnsi"/>
          <w:bCs/>
          <w:iCs/>
          <w:color w:val="FF0000"/>
          <w:sz w:val="22"/>
          <w:szCs w:val="22"/>
        </w:rPr>
        <w:t xml:space="preserve">słupki i żerdzie, </w:t>
      </w:r>
    </w:p>
    <w:p w:rsidR="00167B75" w:rsidRDefault="000B763C" w:rsidP="00167B75">
      <w:pPr>
        <w:pStyle w:val="Akapitzlist"/>
        <w:numPr>
          <w:ilvl w:val="0"/>
          <w:numId w:val="288"/>
        </w:numPr>
        <w:tabs>
          <w:tab w:val="clear" w:pos="720"/>
        </w:tabs>
        <w:spacing w:before="120" w:after="120"/>
        <w:ind w:left="1134"/>
        <w:rPr>
          <w:rFonts w:ascii="Cambria" w:eastAsia="Calibri" w:hAnsi="Cambria" w:cstheme="minorHAnsi"/>
          <w:bCs/>
          <w:iCs/>
          <w:color w:val="FF0000"/>
          <w:sz w:val="22"/>
          <w:szCs w:val="22"/>
        </w:rPr>
      </w:pPr>
      <w:r w:rsidRPr="000B763C">
        <w:rPr>
          <w:rFonts w:ascii="Cambria" w:eastAsia="Calibri" w:hAnsi="Cambria" w:cstheme="minorHAnsi"/>
          <w:bCs/>
          <w:iCs/>
          <w:color w:val="FF0000"/>
          <w:sz w:val="22"/>
          <w:szCs w:val="22"/>
        </w:rPr>
        <w:t xml:space="preserve">Wykonawca - </w:t>
      </w:r>
      <w:r w:rsidR="00EE0228">
        <w:rPr>
          <w:rFonts w:ascii="Cambria" w:eastAsia="Calibri" w:hAnsi="Cambria" w:cstheme="minorHAnsi"/>
          <w:bCs/>
          <w:iCs/>
          <w:color w:val="FF0000"/>
          <w:sz w:val="22"/>
          <w:szCs w:val="22"/>
        </w:rPr>
        <w:t>skoble ocynkowane 3,5x35 mm i</w:t>
      </w:r>
      <w:r w:rsidRPr="000B763C">
        <w:rPr>
          <w:rFonts w:ascii="Cambria" w:eastAsia="Calibri" w:hAnsi="Cambria" w:cstheme="minorHAnsi"/>
          <w:bCs/>
          <w:iCs/>
          <w:color w:val="FF0000"/>
          <w:sz w:val="22"/>
          <w:szCs w:val="22"/>
        </w:rPr>
        <w:t xml:space="preserve"> grodzenia </w:t>
      </w:r>
      <w:r w:rsidR="00167B75" w:rsidRPr="000B763C">
        <w:rPr>
          <w:rFonts w:ascii="Cambria" w:eastAsia="Calibri" w:hAnsi="Cambria" w:cstheme="minorHAnsi"/>
          <w:bCs/>
          <w:iCs/>
          <w:color w:val="FF0000"/>
          <w:sz w:val="22"/>
          <w:szCs w:val="22"/>
        </w:rPr>
        <w:t xml:space="preserve"> </w:t>
      </w:r>
      <w:r w:rsidR="00EE0228">
        <w:rPr>
          <w:rFonts w:ascii="Cambria" w:eastAsia="Calibri" w:hAnsi="Cambria" w:cstheme="minorHAnsi"/>
          <w:bCs/>
          <w:iCs/>
          <w:color w:val="FF0000"/>
          <w:sz w:val="22"/>
          <w:szCs w:val="22"/>
        </w:rPr>
        <w:t xml:space="preserve">5 i 6 cali </w:t>
      </w:r>
      <w:r w:rsidR="00167B75" w:rsidRPr="000B763C">
        <w:rPr>
          <w:rFonts w:ascii="Cambria" w:eastAsia="Calibri" w:hAnsi="Cambria" w:cstheme="minorHAnsi"/>
          <w:bCs/>
          <w:iCs/>
          <w:color w:val="FF0000"/>
          <w:sz w:val="22"/>
          <w:szCs w:val="22"/>
        </w:rPr>
        <w:t>i gwoździe oc</w:t>
      </w:r>
      <w:r w:rsidRPr="000B763C">
        <w:rPr>
          <w:rFonts w:ascii="Cambria" w:eastAsia="Calibri" w:hAnsi="Cambria" w:cstheme="minorHAnsi"/>
          <w:bCs/>
          <w:iCs/>
          <w:color w:val="FF0000"/>
          <w:sz w:val="22"/>
          <w:szCs w:val="22"/>
        </w:rPr>
        <w:t>ynkowane</w:t>
      </w:r>
    </w:p>
    <w:p w:rsidR="00D461B4" w:rsidRDefault="00D461B4" w:rsidP="00167B75">
      <w:pPr>
        <w:pStyle w:val="Akapitzlist"/>
        <w:numPr>
          <w:ilvl w:val="0"/>
          <w:numId w:val="288"/>
        </w:numPr>
        <w:tabs>
          <w:tab w:val="clear" w:pos="720"/>
        </w:tabs>
        <w:spacing w:before="120" w:after="120"/>
        <w:ind w:left="1134"/>
        <w:rPr>
          <w:rFonts w:ascii="Cambria" w:eastAsia="Calibri" w:hAnsi="Cambria" w:cstheme="minorHAnsi"/>
          <w:bCs/>
          <w:iCs/>
          <w:color w:val="FF0000"/>
          <w:sz w:val="22"/>
          <w:szCs w:val="22"/>
        </w:rPr>
      </w:pPr>
      <w:r>
        <w:rPr>
          <w:rFonts w:ascii="Cambria" w:eastAsia="Calibri" w:hAnsi="Cambria" w:cstheme="minorHAnsi"/>
          <w:bCs/>
          <w:iCs/>
          <w:color w:val="FF0000"/>
          <w:sz w:val="22"/>
          <w:szCs w:val="22"/>
        </w:rPr>
        <w:t xml:space="preserve">Czynności </w:t>
      </w:r>
      <w:r w:rsidR="009505E9">
        <w:rPr>
          <w:rFonts w:ascii="Cambria" w:eastAsia="Calibri" w:hAnsi="Cambria" w:cstheme="minorHAnsi"/>
          <w:bCs/>
          <w:iCs/>
          <w:color w:val="FF0000"/>
          <w:sz w:val="22"/>
          <w:szCs w:val="22"/>
        </w:rPr>
        <w:t>GODZ SIAT, GODZ SIAG I GODZ RSIA przeznaczone są w wycenie na koszty transportowe.</w:t>
      </w:r>
    </w:p>
    <w:p w:rsidR="003D1593" w:rsidRPr="000B763C" w:rsidRDefault="003D1593" w:rsidP="00167B75">
      <w:pPr>
        <w:pStyle w:val="Akapitzlist"/>
        <w:numPr>
          <w:ilvl w:val="0"/>
          <w:numId w:val="288"/>
        </w:numPr>
        <w:tabs>
          <w:tab w:val="clear" w:pos="720"/>
        </w:tabs>
        <w:spacing w:before="120" w:after="120"/>
        <w:ind w:left="1134"/>
        <w:rPr>
          <w:rFonts w:ascii="Cambria" w:eastAsia="Calibri" w:hAnsi="Cambria" w:cstheme="minorHAnsi"/>
          <w:bCs/>
          <w:iCs/>
          <w:color w:val="FF0000"/>
          <w:sz w:val="22"/>
          <w:szCs w:val="22"/>
        </w:rPr>
      </w:pPr>
      <w:r>
        <w:rPr>
          <w:rFonts w:ascii="Cambria" w:eastAsia="Calibri" w:hAnsi="Cambria" w:cstheme="minorHAnsi"/>
          <w:bCs/>
          <w:iCs/>
          <w:color w:val="FF0000"/>
          <w:sz w:val="22"/>
          <w:szCs w:val="22"/>
        </w:rPr>
        <w:t xml:space="preserve">Liczba przełazów 1. Przełazy należy wykonać wg </w:t>
      </w:r>
      <w:proofErr w:type="spellStart"/>
      <w:r>
        <w:rPr>
          <w:rFonts w:ascii="Cambria" w:eastAsia="Calibri" w:hAnsi="Cambria" w:cstheme="minorHAnsi"/>
          <w:bCs/>
          <w:iCs/>
          <w:color w:val="FF0000"/>
          <w:sz w:val="22"/>
          <w:szCs w:val="22"/>
        </w:rPr>
        <w:t>zaączonego</w:t>
      </w:r>
      <w:proofErr w:type="spellEnd"/>
      <w:r>
        <w:rPr>
          <w:rFonts w:ascii="Cambria" w:eastAsia="Calibri" w:hAnsi="Cambria" w:cstheme="minorHAnsi"/>
          <w:bCs/>
          <w:iCs/>
          <w:color w:val="FF0000"/>
          <w:sz w:val="22"/>
          <w:szCs w:val="22"/>
        </w:rPr>
        <w:t xml:space="preserve"> schematu.</w:t>
      </w:r>
    </w:p>
    <w:p w:rsidR="00167B75" w:rsidRPr="007B5A7D" w:rsidRDefault="00167B75" w:rsidP="00167B75">
      <w:pPr>
        <w:spacing w:before="120" w:after="120"/>
        <w:rPr>
          <w:rFonts w:ascii="Cambria" w:hAnsi="Cambria" w:cstheme="minorHAnsi"/>
          <w:sz w:val="22"/>
          <w:szCs w:val="22"/>
        </w:rPr>
      </w:pPr>
      <w:r w:rsidRPr="007B5A7D">
        <w:rPr>
          <w:rFonts w:ascii="Cambria" w:eastAsia="Calibri" w:hAnsi="Cambria" w:cstheme="minorHAnsi"/>
          <w:noProof/>
          <w:sz w:val="22"/>
          <w:szCs w:val="22"/>
          <w:lang w:eastAsia="pl-PL"/>
        </w:rPr>
        <w:drawing>
          <wp:inline distT="0" distB="0" distL="0" distR="0" wp14:anchorId="7E9DA969" wp14:editId="017922D9">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rsidR="00167B75" w:rsidRPr="007B5A7D" w:rsidRDefault="00167B75" w:rsidP="00167B75">
      <w:pPr>
        <w:spacing w:before="120" w:after="120"/>
        <w:rPr>
          <w:rFonts w:ascii="Cambria" w:hAnsi="Cambria" w:cstheme="minorHAnsi"/>
          <w:sz w:val="22"/>
          <w:szCs w:val="22"/>
        </w:rPr>
      </w:pPr>
      <w:r w:rsidRPr="007B5A7D">
        <w:rPr>
          <w:rFonts w:ascii="Cambria" w:hAnsi="Cambria" w:cstheme="minorHAnsi"/>
          <w:sz w:val="22"/>
          <w:szCs w:val="22"/>
        </w:rPr>
        <w:t xml:space="preserve">Wymiary na ww. schemacie są przykładowe. </w:t>
      </w:r>
      <w:r w:rsidR="00EA288F">
        <w:rPr>
          <w:rFonts w:ascii="Cambria" w:hAnsi="Cambria" w:cstheme="minorHAnsi"/>
          <w:sz w:val="22"/>
          <w:szCs w:val="22"/>
        </w:rPr>
        <w:t xml:space="preserve"> </w:t>
      </w:r>
    </w:p>
    <w:p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sprawdzeniu podlegać będzie w szczególności: ilość i rozmieszczenie słupków, naciąg i mocowanie siatki oraz jakość wykonania przełazów zgodnie z przyjętą technologią wykonania grodzenia,</w:t>
      </w:r>
    </w:p>
    <w:p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długości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rsidR="00167B75" w:rsidRPr="007B5A7D" w:rsidRDefault="00167B75" w:rsidP="00167B75">
      <w:pPr>
        <w:autoSpaceDE w:val="0"/>
        <w:spacing w:before="120" w:after="120"/>
        <w:jc w:val="both"/>
        <w:rPr>
          <w:rFonts w:ascii="Cambria" w:eastAsia="Calibri" w:hAnsi="Cambria" w:cstheme="minorHAnsi"/>
          <w:bCs/>
          <w:i/>
          <w:sz w:val="22"/>
          <w:szCs w:val="22"/>
        </w:rPr>
      </w:pPr>
    </w:p>
    <w:p w:rsidR="00167B75" w:rsidRPr="007B5A7D" w:rsidRDefault="00167B75" w:rsidP="00167B75">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151</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liściastych</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152</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iglastych</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rsidR="00EA288F" w:rsidRPr="0049682C" w:rsidRDefault="00167B75" w:rsidP="00D94782">
      <w:pPr>
        <w:pStyle w:val="Akapitzlist"/>
        <w:numPr>
          <w:ilvl w:val="0"/>
          <w:numId w:val="290"/>
        </w:numPr>
        <w:tabs>
          <w:tab w:val="left" w:pos="709"/>
        </w:tabs>
        <w:spacing w:before="120" w:after="120"/>
        <w:jc w:val="both"/>
        <w:rPr>
          <w:rFonts w:ascii="Cambria" w:eastAsia="Calibri" w:hAnsi="Cambria" w:cstheme="minorBidi"/>
          <w:color w:val="FF0000"/>
          <w:sz w:val="22"/>
          <w:szCs w:val="22"/>
        </w:rPr>
      </w:pPr>
      <w:r w:rsidRPr="0049682C">
        <w:rPr>
          <w:rFonts w:ascii="Cambria" w:eastAsia="Calibri" w:hAnsi="Cambria" w:cstheme="minorBidi"/>
          <w:color w:val="FF0000"/>
          <w:sz w:val="22"/>
          <w:szCs w:val="22"/>
        </w:rPr>
        <w:t xml:space="preserve">w wypadku słupków z drewna iglastego okorowanie całych słupków na czerwono, w wypadku słupków z drewna liściastego twardego (Db, </w:t>
      </w:r>
      <w:proofErr w:type="spellStart"/>
      <w:r w:rsidRPr="0049682C">
        <w:rPr>
          <w:rFonts w:ascii="Cambria" w:eastAsia="Calibri" w:hAnsi="Cambria" w:cstheme="minorBidi"/>
          <w:color w:val="FF0000"/>
          <w:sz w:val="22"/>
          <w:szCs w:val="22"/>
        </w:rPr>
        <w:t>Ak</w:t>
      </w:r>
      <w:proofErr w:type="spellEnd"/>
      <w:r w:rsidRPr="0049682C">
        <w:rPr>
          <w:rFonts w:ascii="Cambria" w:eastAsia="Calibri" w:hAnsi="Cambria" w:cstheme="minorBidi"/>
          <w:color w:val="FF0000"/>
          <w:sz w:val="22"/>
          <w:szCs w:val="22"/>
        </w:rPr>
        <w:t xml:space="preserve">) korowanie </w:t>
      </w:r>
      <w:r w:rsidR="0049682C" w:rsidRPr="0049682C">
        <w:rPr>
          <w:rFonts w:ascii="Cambria" w:eastAsia="Calibri" w:hAnsi="Cambria" w:cstheme="minorBidi"/>
          <w:color w:val="FF0000"/>
          <w:sz w:val="22"/>
          <w:szCs w:val="22"/>
        </w:rPr>
        <w:t>nie jest wymagane</w:t>
      </w:r>
      <w:r w:rsidR="00EA288F" w:rsidRPr="0049682C">
        <w:rPr>
          <w:rFonts w:ascii="Cambria" w:eastAsia="Calibri" w:hAnsi="Cambria" w:cstheme="minorBidi"/>
          <w:color w:val="FF0000"/>
          <w:sz w:val="22"/>
          <w:szCs w:val="22"/>
        </w:rPr>
        <w:t xml:space="preserve">. </w:t>
      </w:r>
    </w:p>
    <w:p w:rsidR="00167B75" w:rsidRPr="00EA288F" w:rsidRDefault="00167B75" w:rsidP="00167B75">
      <w:pPr>
        <w:pStyle w:val="Akapitzlist"/>
        <w:numPr>
          <w:ilvl w:val="0"/>
          <w:numId w:val="290"/>
        </w:numPr>
        <w:spacing w:before="120" w:after="120"/>
        <w:jc w:val="both"/>
        <w:rPr>
          <w:rFonts w:ascii="Cambria" w:eastAsia="Calibri" w:hAnsi="Cambria" w:cstheme="minorBidi"/>
          <w:color w:val="FF0000"/>
          <w:sz w:val="22"/>
          <w:szCs w:val="22"/>
        </w:rPr>
      </w:pPr>
      <w:r w:rsidRPr="00EA288F">
        <w:rPr>
          <w:rFonts w:ascii="Cambria" w:eastAsia="Calibri" w:hAnsi="Cambria" w:cstheme="minorBidi"/>
          <w:color w:val="FF0000"/>
          <w:sz w:val="22"/>
          <w:szCs w:val="22"/>
        </w:rPr>
        <w:t>rozłupanie lub rozcięcie</w:t>
      </w:r>
      <w:r w:rsidR="00EA288F" w:rsidRPr="00EA288F">
        <w:rPr>
          <w:rFonts w:ascii="Cambria" w:eastAsia="Calibri" w:hAnsi="Cambria" w:cstheme="minorBidi"/>
          <w:color w:val="FF0000"/>
          <w:sz w:val="22"/>
          <w:szCs w:val="22"/>
        </w:rPr>
        <w:t xml:space="preserve"> wzdłużne zbyt grubych słupków</w:t>
      </w:r>
    </w:p>
    <w:p w:rsidR="00EA288F" w:rsidRPr="00EA288F" w:rsidRDefault="00EA288F" w:rsidP="00167B75">
      <w:pPr>
        <w:pStyle w:val="Akapitzlist"/>
        <w:numPr>
          <w:ilvl w:val="0"/>
          <w:numId w:val="290"/>
        </w:numPr>
        <w:spacing w:before="120" w:after="120"/>
        <w:jc w:val="both"/>
        <w:rPr>
          <w:rFonts w:ascii="Cambria" w:eastAsia="Calibri" w:hAnsi="Cambria" w:cstheme="minorBidi"/>
          <w:color w:val="FF0000"/>
          <w:sz w:val="22"/>
          <w:szCs w:val="22"/>
        </w:rPr>
      </w:pPr>
      <w:r w:rsidRPr="00EA288F">
        <w:rPr>
          <w:rFonts w:ascii="Cambria" w:eastAsia="Calibri" w:hAnsi="Cambria" w:cstheme="minorBidi"/>
          <w:color w:val="FF0000"/>
          <w:sz w:val="22"/>
          <w:szCs w:val="22"/>
        </w:rPr>
        <w:t xml:space="preserve">załadunek, dostarczenie słupków do miejsca wskazanego </w:t>
      </w:r>
      <w:r w:rsidR="00B251AF">
        <w:rPr>
          <w:rFonts w:ascii="Cambria" w:eastAsia="Calibri" w:hAnsi="Cambria" w:cstheme="minorBidi"/>
          <w:color w:val="FF0000"/>
          <w:sz w:val="22"/>
          <w:szCs w:val="22"/>
        </w:rPr>
        <w:t xml:space="preserve">przez leśniczego </w:t>
      </w:r>
      <w:r w:rsidRPr="00EA288F">
        <w:rPr>
          <w:rFonts w:ascii="Cambria" w:eastAsia="Calibri" w:hAnsi="Cambria" w:cstheme="minorBidi"/>
          <w:color w:val="FF0000"/>
          <w:sz w:val="22"/>
          <w:szCs w:val="22"/>
        </w:rPr>
        <w:t>na terenie leśn</w:t>
      </w:r>
      <w:r w:rsidR="00B251AF">
        <w:rPr>
          <w:rFonts w:ascii="Cambria" w:eastAsia="Calibri" w:hAnsi="Cambria" w:cstheme="minorBidi"/>
          <w:color w:val="FF0000"/>
          <w:sz w:val="22"/>
          <w:szCs w:val="22"/>
        </w:rPr>
        <w:t>ictwa</w:t>
      </w:r>
      <w:r w:rsidRPr="00EA288F">
        <w:rPr>
          <w:rFonts w:ascii="Cambria" w:eastAsia="Calibri" w:hAnsi="Cambria" w:cstheme="minorBidi"/>
          <w:color w:val="FF0000"/>
          <w:sz w:val="22"/>
          <w:szCs w:val="22"/>
        </w:rPr>
        <w:t xml:space="preserve"> , rozładunek i ułożenie</w:t>
      </w:r>
    </w:p>
    <w:p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minimalna średnica słupka w cieńszym końcu – </w:t>
      </w:r>
      <w:r w:rsidR="00EA288F" w:rsidRPr="00EA288F">
        <w:rPr>
          <w:rFonts w:ascii="Cambria" w:eastAsia="Calibri" w:hAnsi="Cambria" w:cstheme="minorHAnsi"/>
          <w:bCs/>
          <w:iCs/>
          <w:color w:val="FF0000"/>
          <w:sz w:val="22"/>
          <w:szCs w:val="22"/>
        </w:rPr>
        <w:t xml:space="preserve">12 </w:t>
      </w:r>
      <w:r w:rsidRPr="007B5A7D">
        <w:rPr>
          <w:rFonts w:ascii="Cambria" w:eastAsia="Calibri" w:hAnsi="Cambria" w:cstheme="minorHAnsi"/>
          <w:bCs/>
          <w:iCs/>
          <w:sz w:val="22"/>
          <w:szCs w:val="22"/>
        </w:rPr>
        <w:t>cm,</w:t>
      </w:r>
    </w:p>
    <w:p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maksymalna średnica słupka w cieńszym końcu – </w:t>
      </w:r>
      <w:r w:rsidR="00EA288F" w:rsidRPr="00EA288F">
        <w:rPr>
          <w:rFonts w:ascii="Cambria" w:eastAsia="Calibri" w:hAnsi="Cambria" w:cstheme="minorHAnsi"/>
          <w:bCs/>
          <w:iCs/>
          <w:color w:val="FF0000"/>
          <w:sz w:val="22"/>
          <w:szCs w:val="22"/>
        </w:rPr>
        <w:t>25</w:t>
      </w:r>
      <w:r w:rsidR="00EA288F">
        <w:rPr>
          <w:rFonts w:ascii="Cambria" w:eastAsia="Calibri" w:hAnsi="Cambria" w:cstheme="minorHAnsi"/>
          <w:bCs/>
          <w:iCs/>
          <w:sz w:val="22"/>
          <w:szCs w:val="22"/>
        </w:rPr>
        <w:t xml:space="preserve"> </w:t>
      </w:r>
      <w:r w:rsidRPr="007B5A7D">
        <w:rPr>
          <w:rFonts w:ascii="Cambria" w:eastAsia="Calibri" w:hAnsi="Cambria" w:cstheme="minorHAnsi"/>
          <w:bCs/>
          <w:iCs/>
          <w:sz w:val="22"/>
          <w:szCs w:val="22"/>
        </w:rPr>
        <w:t>cm.</w:t>
      </w:r>
    </w:p>
    <w:p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rsidR="00167B75" w:rsidRPr="007B5A7D" w:rsidRDefault="00167B75" w:rsidP="00167B75">
      <w:pPr>
        <w:pStyle w:val="Akapitzlist"/>
        <w:numPr>
          <w:ilvl w:val="0"/>
          <w:numId w:val="292"/>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rsidR="00167B75"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rsidR="00167B75" w:rsidRPr="007B5A7D" w:rsidRDefault="00167B75" w:rsidP="00167B75">
      <w:pPr>
        <w:spacing w:before="120" w:after="120"/>
        <w:rPr>
          <w:rFonts w:ascii="Cambria" w:eastAsia="Calibri" w:hAnsi="Cambria" w:cstheme="minorHAnsi"/>
          <w:sz w:val="22"/>
          <w:szCs w:val="22"/>
        </w:rPr>
      </w:pPr>
    </w:p>
    <w:p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153</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r w:rsidRPr="007B5A7D">
              <w:rPr>
                <w:rFonts w:ascii="Cambria" w:eastAsia="Calibri" w:hAnsi="Cambria" w:cstheme="minorHAnsi"/>
                <w:bCs/>
                <w:iCs/>
                <w:sz w:val="22"/>
                <w:szCs w:val="22"/>
                <w:lang w:eastAsia="pl-PL"/>
              </w:rPr>
              <w:br/>
              <w:t>GODZ DSIA</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Demontaż (likwidacja) ogrodzeń</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oczyszczenie siatki z pozostałości roślinnych i wydobycie części zawiniętej, </w:t>
      </w:r>
    </w:p>
    <w:p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demontaż żerdzi,</w:t>
      </w:r>
    </w:p>
    <w:p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zdjęcie i zrolowanie siatki,</w:t>
      </w:r>
    </w:p>
    <w:p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rozbiórkę przełazów/bram, </w:t>
      </w:r>
    </w:p>
    <w:p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wykopanie lub ścięcie równo z ziemią słupków, </w:t>
      </w:r>
    </w:p>
    <w:p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wyrównanie powierzchni gleby, </w:t>
      </w:r>
    </w:p>
    <w:p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załadunek, przewiezienie odzyskanych materiałów do </w:t>
      </w:r>
      <w:r w:rsidR="00D44AA5">
        <w:rPr>
          <w:rFonts w:ascii="Cambria" w:eastAsia="Calibri" w:hAnsi="Cambria" w:cstheme="minorHAnsi"/>
          <w:color w:val="FF0000"/>
          <w:sz w:val="22"/>
          <w:szCs w:val="22"/>
        </w:rPr>
        <w:t>wskazanego miejsca</w:t>
      </w:r>
    </w:p>
    <w:p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rozładunek i ułożenie odzyskanych materiałów we wskazanym miejscu.</w:t>
      </w:r>
    </w:p>
    <w:p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rsidR="00167B75" w:rsidRDefault="00167B75" w:rsidP="00167B75">
      <w:pPr>
        <w:pStyle w:val="Akapitzlist"/>
        <w:numPr>
          <w:ilvl w:val="0"/>
          <w:numId w:val="29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zużyte słupki mogą pozostać na powierzchni wg wskazań Zamawiającego,</w:t>
      </w:r>
    </w:p>
    <w:p w:rsidR="00D77294" w:rsidRPr="00D77294" w:rsidRDefault="00D77294" w:rsidP="00167B75">
      <w:pPr>
        <w:pStyle w:val="Akapitzlist"/>
        <w:numPr>
          <w:ilvl w:val="0"/>
          <w:numId w:val="294"/>
        </w:numPr>
        <w:spacing w:before="120" w:after="120"/>
        <w:jc w:val="both"/>
        <w:rPr>
          <w:rFonts w:ascii="Cambria" w:hAnsi="Cambria" w:cstheme="minorHAnsi"/>
          <w:color w:val="FF0000"/>
          <w:sz w:val="22"/>
          <w:szCs w:val="22"/>
          <w:lang w:bidi="hi-IN"/>
        </w:rPr>
      </w:pPr>
      <w:r w:rsidRPr="00D77294">
        <w:rPr>
          <w:rFonts w:ascii="Cambria" w:eastAsia="Calibri" w:hAnsi="Cambria" w:cstheme="minorHAnsi"/>
          <w:bCs/>
          <w:color w:val="FF0000"/>
          <w:sz w:val="22"/>
          <w:szCs w:val="22"/>
        </w:rPr>
        <w:t>Zużytą siatkę, nie nadającą się do dalszego użytkowania należy zgodnie ze zleceniem zawieźć do miejsca wskazanego przez Zamawiającego</w:t>
      </w:r>
      <w:r w:rsidRPr="00D77294">
        <w:rPr>
          <w:rFonts w:ascii="Cambria" w:hAnsi="Cambria" w:cstheme="minorHAnsi"/>
          <w:color w:val="FF0000"/>
          <w:sz w:val="22"/>
          <w:szCs w:val="22"/>
          <w:lang w:bidi="hi-IN"/>
        </w:rPr>
        <w:t xml:space="preserve"> </w:t>
      </w:r>
    </w:p>
    <w:p w:rsidR="00167B75" w:rsidRPr="007B5A7D" w:rsidRDefault="00167B75" w:rsidP="00167B75">
      <w:pPr>
        <w:pStyle w:val="Akapitzlist"/>
        <w:numPr>
          <w:ilvl w:val="0"/>
          <w:numId w:val="294"/>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DSIA przeznaczona jest w wycenie na koszty transportowe.</w:t>
      </w:r>
    </w:p>
    <w:p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lastRenderedPageBreak/>
        <w:t>Procedura odbioru:</w:t>
      </w:r>
    </w:p>
    <w:p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długości zdemontowanego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rsidR="00167B75" w:rsidRPr="007B5A7D" w:rsidRDefault="00167B75" w:rsidP="00167B75">
      <w:pPr>
        <w:pStyle w:val="Akapitzlist"/>
        <w:autoSpaceDE w:val="0"/>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rsidR="00167B75" w:rsidRPr="007B5A7D" w:rsidRDefault="00167B75" w:rsidP="00167B75">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154</w:t>
            </w:r>
          </w:p>
        </w:tc>
        <w:tc>
          <w:tcPr>
            <w:tcW w:w="958"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p>
        </w:tc>
        <w:tc>
          <w:tcPr>
            <w:tcW w:w="910"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KGR</w:t>
            </w:r>
            <w:r w:rsidRPr="007B5A7D">
              <w:rPr>
                <w:rFonts w:ascii="Cambria" w:eastAsia="Calibri" w:hAnsi="Cambria" w:cstheme="minorHAnsi"/>
                <w:bCs/>
                <w:iCs/>
                <w:sz w:val="22"/>
                <w:szCs w:val="22"/>
                <w:lang w:eastAsia="pl-PL"/>
              </w:rPr>
              <w:br/>
              <w:t>GWOŻDZIE (mat)</w:t>
            </w:r>
            <w:r w:rsidRPr="007B5A7D">
              <w:rPr>
                <w:rFonts w:ascii="Cambria" w:eastAsia="Calibri" w:hAnsi="Cambria" w:cstheme="minorHAnsi"/>
                <w:bCs/>
                <w:iCs/>
                <w:sz w:val="22"/>
                <w:szCs w:val="22"/>
                <w:lang w:eastAsia="pl-PL"/>
              </w:rPr>
              <w:br/>
              <w:t>SKOBLE (mat)</w:t>
            </w:r>
            <w:r w:rsidRPr="007B5A7D">
              <w:rPr>
                <w:rFonts w:ascii="Cambria" w:eastAsia="Calibri" w:hAnsi="Cambria" w:cstheme="minorHAnsi"/>
                <w:bCs/>
                <w:iCs/>
                <w:sz w:val="22"/>
                <w:szCs w:val="22"/>
                <w:lang w:eastAsia="pl-PL"/>
              </w:rPr>
              <w:br/>
              <w:t>DRUT (mat)</w:t>
            </w:r>
          </w:p>
        </w:tc>
        <w:tc>
          <w:tcPr>
            <w:tcW w:w="2062"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Naprawa (konserwacja) ogrodzeń upraw leśnych</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dostarczenie materiałów na powierzch</w:t>
      </w:r>
      <w:r w:rsidR="00692C37">
        <w:rPr>
          <w:rFonts w:ascii="Cambria" w:eastAsia="Calibri" w:hAnsi="Cambria" w:cstheme="minorHAnsi"/>
          <w:bCs/>
          <w:sz w:val="22"/>
          <w:szCs w:val="22"/>
        </w:rPr>
        <w:t xml:space="preserve">nię na odległość maksymalną do </w:t>
      </w:r>
      <w:r w:rsidR="00E55F5C">
        <w:rPr>
          <w:rFonts w:ascii="Cambria" w:eastAsia="Calibri" w:hAnsi="Cambria" w:cstheme="minorHAnsi"/>
          <w:bCs/>
          <w:color w:val="FF0000"/>
          <w:sz w:val="22"/>
          <w:szCs w:val="22"/>
        </w:rPr>
        <w:t>1-45</w:t>
      </w:r>
      <w:r w:rsidR="00692C37" w:rsidRPr="00692C37">
        <w:rPr>
          <w:rFonts w:ascii="Cambria" w:eastAsia="Calibri" w:hAnsi="Cambria" w:cstheme="minorHAnsi"/>
          <w:bCs/>
          <w:color w:val="FF0000"/>
          <w:sz w:val="22"/>
          <w:szCs w:val="22"/>
        </w:rPr>
        <w:t xml:space="preserve"> k</w:t>
      </w:r>
      <w:r w:rsidRPr="00692C37">
        <w:rPr>
          <w:rFonts w:ascii="Cambria" w:eastAsia="Calibri" w:hAnsi="Cambria" w:cstheme="minorHAnsi"/>
          <w:bCs/>
          <w:color w:val="FF0000"/>
          <w:sz w:val="22"/>
          <w:szCs w:val="22"/>
        </w:rPr>
        <w:t>m</w:t>
      </w:r>
      <w:r w:rsidRPr="007B5A7D">
        <w:rPr>
          <w:rFonts w:ascii="Cambria" w:eastAsia="Calibri" w:hAnsi="Cambria" w:cstheme="minorHAnsi"/>
          <w:bCs/>
          <w:sz w:val="22"/>
          <w:szCs w:val="22"/>
        </w:rPr>
        <w:t>,</w:t>
      </w:r>
    </w:p>
    <w:p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wymianę słupów na nowe wykonane wg technologii opisanej w pkt </w:t>
      </w:r>
      <w:r w:rsidR="00692C37">
        <w:rPr>
          <w:rFonts w:ascii="Cambria" w:eastAsia="Calibri" w:hAnsi="Cambria" w:cstheme="minorHAnsi"/>
          <w:bCs/>
          <w:sz w:val="22"/>
          <w:szCs w:val="22"/>
        </w:rPr>
        <w:t xml:space="preserve"> </w:t>
      </w:r>
      <w:r w:rsidR="00692C37" w:rsidRPr="00692C37">
        <w:rPr>
          <w:rFonts w:ascii="Cambria" w:eastAsia="Calibri" w:hAnsi="Cambria" w:cstheme="minorHAnsi"/>
          <w:bCs/>
          <w:color w:val="FF0000"/>
          <w:sz w:val="22"/>
          <w:szCs w:val="22"/>
        </w:rPr>
        <w:t>1</w:t>
      </w:r>
      <w:r w:rsidR="00692C37">
        <w:rPr>
          <w:rFonts w:ascii="Cambria" w:eastAsia="Calibri" w:hAnsi="Cambria" w:cstheme="minorHAnsi"/>
          <w:bCs/>
          <w:color w:val="FF0000"/>
          <w:sz w:val="22"/>
          <w:szCs w:val="22"/>
        </w:rPr>
        <w:t>51</w:t>
      </w:r>
      <w:r w:rsidR="00692C37" w:rsidRPr="00692C37">
        <w:rPr>
          <w:rFonts w:ascii="Cambria" w:eastAsia="Calibri" w:hAnsi="Cambria" w:cstheme="minorHAnsi"/>
          <w:bCs/>
          <w:color w:val="FF0000"/>
          <w:sz w:val="22"/>
          <w:szCs w:val="22"/>
        </w:rPr>
        <w:t xml:space="preserve"> lub 1</w:t>
      </w:r>
      <w:r w:rsidR="00692C37">
        <w:rPr>
          <w:rFonts w:ascii="Cambria" w:eastAsia="Calibri" w:hAnsi="Cambria" w:cstheme="minorHAnsi"/>
          <w:bCs/>
          <w:color w:val="FF0000"/>
          <w:sz w:val="22"/>
          <w:szCs w:val="22"/>
        </w:rPr>
        <w:t>52</w:t>
      </w:r>
      <w:r w:rsidRPr="00692C37">
        <w:rPr>
          <w:rFonts w:ascii="Cambria" w:eastAsia="Calibri" w:hAnsi="Cambria" w:cstheme="minorHAnsi"/>
          <w:bCs/>
          <w:color w:val="FF0000"/>
          <w:sz w:val="22"/>
          <w:szCs w:val="22"/>
        </w:rPr>
        <w:t xml:space="preserve"> </w:t>
      </w:r>
      <w:r w:rsidR="00692C37">
        <w:rPr>
          <w:rFonts w:ascii="Cambria" w:eastAsia="Calibri" w:hAnsi="Cambria" w:cstheme="minorHAnsi"/>
          <w:bCs/>
          <w:color w:val="FF0000"/>
          <w:sz w:val="22"/>
          <w:szCs w:val="22"/>
        </w:rPr>
        <w:t>( WYK-SLUPL lub WYK-SLUPI )</w:t>
      </w:r>
    </w:p>
    <w:p w:rsidR="00167B75" w:rsidRPr="007B5908" w:rsidRDefault="00167B75" w:rsidP="00167B75">
      <w:pPr>
        <w:pStyle w:val="Akapitzlist"/>
        <w:numPr>
          <w:ilvl w:val="0"/>
          <w:numId w:val="296"/>
        </w:numPr>
        <w:spacing w:before="120" w:after="120"/>
        <w:jc w:val="both"/>
        <w:rPr>
          <w:rFonts w:ascii="Cambria" w:eastAsia="Calibri" w:hAnsi="Cambria" w:cstheme="minorHAnsi"/>
          <w:color w:val="FF0000"/>
          <w:sz w:val="22"/>
          <w:szCs w:val="22"/>
        </w:rPr>
      </w:pPr>
      <w:r w:rsidRPr="007B5A7D">
        <w:rPr>
          <w:rFonts w:ascii="Cambria" w:eastAsia="Calibri" w:hAnsi="Cambria" w:cstheme="minorHAnsi"/>
          <w:bCs/>
          <w:sz w:val="22"/>
          <w:szCs w:val="22"/>
        </w:rPr>
        <w:t>na</w:t>
      </w:r>
      <w:r w:rsidR="007B5908">
        <w:rPr>
          <w:rFonts w:ascii="Cambria" w:eastAsia="Calibri" w:hAnsi="Cambria" w:cstheme="minorHAnsi"/>
          <w:bCs/>
          <w:sz w:val="22"/>
          <w:szCs w:val="22"/>
        </w:rPr>
        <w:t xml:space="preserve">ciągnięcie lub wymianę siatki, </w:t>
      </w:r>
      <w:r w:rsidRPr="007B5A7D">
        <w:rPr>
          <w:rFonts w:ascii="Cambria" w:eastAsia="Calibri" w:hAnsi="Cambria" w:cstheme="minorHAnsi"/>
          <w:bCs/>
          <w:sz w:val="22"/>
          <w:szCs w:val="22"/>
        </w:rPr>
        <w:t>siatkę do wymian</w:t>
      </w:r>
      <w:r w:rsidR="00692C37">
        <w:rPr>
          <w:rFonts w:ascii="Cambria" w:eastAsia="Calibri" w:hAnsi="Cambria" w:cstheme="minorHAnsi"/>
          <w:bCs/>
          <w:sz w:val="22"/>
          <w:szCs w:val="22"/>
        </w:rPr>
        <w:t xml:space="preserve">y należy pobrać z magazynu </w:t>
      </w:r>
      <w:r w:rsidR="00692C37" w:rsidRPr="00692C37">
        <w:rPr>
          <w:rFonts w:ascii="Cambria" w:eastAsia="Calibri" w:hAnsi="Cambria" w:cstheme="minorHAnsi"/>
          <w:bCs/>
          <w:color w:val="FF0000"/>
          <w:sz w:val="22"/>
          <w:szCs w:val="22"/>
        </w:rPr>
        <w:t>leśnictwa</w:t>
      </w:r>
      <w:r w:rsidR="00692C37">
        <w:rPr>
          <w:rFonts w:ascii="Cambria" w:eastAsia="Calibri" w:hAnsi="Cambria" w:cstheme="minorHAnsi"/>
          <w:bCs/>
          <w:sz w:val="22"/>
          <w:szCs w:val="22"/>
        </w:rPr>
        <w:t xml:space="preserve"> </w:t>
      </w:r>
      <w:r w:rsidRPr="007B5908">
        <w:rPr>
          <w:rFonts w:ascii="Cambria" w:eastAsia="Calibri" w:hAnsi="Cambria" w:cstheme="minorHAnsi"/>
          <w:bCs/>
          <w:color w:val="FF0000"/>
          <w:sz w:val="22"/>
          <w:szCs w:val="22"/>
        </w:rPr>
        <w:t>Zużytą siatkę, nie nadającą się do dalszego użytkowania należy zgodnie ze zleceniem zawieźć do miejsca ws</w:t>
      </w:r>
      <w:r w:rsidR="00692C37" w:rsidRPr="007B5908">
        <w:rPr>
          <w:rFonts w:ascii="Cambria" w:eastAsia="Calibri" w:hAnsi="Cambria" w:cstheme="minorHAnsi"/>
          <w:bCs/>
          <w:color w:val="FF0000"/>
          <w:sz w:val="22"/>
          <w:szCs w:val="22"/>
        </w:rPr>
        <w:t>kazanego przez Zamawiającego</w:t>
      </w:r>
    </w:p>
    <w:p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naprawę lub wymianę bram i przejść, drabinek,</w:t>
      </w:r>
    </w:p>
    <w:p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usunięcie z ogrodzeń roślinności w zakresie wymaganym do konserwacji,</w:t>
      </w:r>
    </w:p>
    <w:p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fakultatywnie: przymocowanie siatki opisane w pozycji nr </w:t>
      </w:r>
      <w:r w:rsidR="007D337D">
        <w:rPr>
          <w:rFonts w:ascii="Cambria" w:eastAsia="Calibri" w:hAnsi="Cambria" w:cstheme="minorHAnsi"/>
          <w:color w:val="FF0000"/>
          <w:sz w:val="22"/>
          <w:szCs w:val="22"/>
        </w:rPr>
        <w:t>147 w standardzie technologii</w:t>
      </w:r>
    </w:p>
    <w:p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rsidR="00167B75" w:rsidRPr="007B5A7D" w:rsidRDefault="00167B75" w:rsidP="00167B75">
      <w:pPr>
        <w:pStyle w:val="Akapitzlist"/>
        <w:numPr>
          <w:ilvl w:val="0"/>
          <w:numId w:val="29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rsidR="00167B75" w:rsidRPr="007B5A7D" w:rsidRDefault="00692C37"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Pr>
          <w:rFonts w:ascii="Cambria" w:eastAsia="Calibri" w:hAnsi="Cambria" w:cstheme="minorHAnsi"/>
          <w:bCs/>
          <w:iCs/>
          <w:sz w:val="22"/>
          <w:szCs w:val="22"/>
        </w:rPr>
        <w:t xml:space="preserve">Wykonawca - skoble ocynkowane i gwoździe ocynkowane </w:t>
      </w:r>
    </w:p>
    <w:p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przygotowanie słupków do naprawy ogrodzeń jest rozliczane odrębnie </w:t>
      </w:r>
      <w:r w:rsidR="00FF1D6A">
        <w:rPr>
          <w:rFonts w:ascii="Cambria" w:eastAsia="Calibri" w:hAnsi="Cambria" w:cstheme="minorHAnsi"/>
          <w:bCs/>
          <w:sz w:val="22"/>
          <w:szCs w:val="22"/>
        </w:rPr>
        <w:t xml:space="preserve"> </w:t>
      </w:r>
      <w:r w:rsidRPr="00692C37">
        <w:rPr>
          <w:rFonts w:ascii="Cambria" w:eastAsia="Calibri" w:hAnsi="Cambria" w:cstheme="minorHAnsi"/>
          <w:bCs/>
          <w:color w:val="FF0000"/>
          <w:sz w:val="22"/>
          <w:szCs w:val="22"/>
        </w:rPr>
        <w:t xml:space="preserve">  </w:t>
      </w:r>
    </w:p>
    <w:p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siatkę należy przybijać wyłącznie skoblami,</w:t>
      </w:r>
    </w:p>
    <w:p w:rsidR="00167B75" w:rsidRPr="007B5A7D" w:rsidRDefault="00167B75" w:rsidP="00167B75">
      <w:pPr>
        <w:pStyle w:val="Akapitzlist"/>
        <w:numPr>
          <w:ilvl w:val="0"/>
          <w:numId w:val="297"/>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KGR przeznaczona jest w wycenie na koszty transportowe.</w:t>
      </w:r>
    </w:p>
    <w:p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rsidR="00167B75" w:rsidRPr="007B5A7D" w:rsidRDefault="00167B75" w:rsidP="00167B75">
      <w:pPr>
        <w:pStyle w:val="Akapitzlist"/>
        <w:numPr>
          <w:ilvl w:val="0"/>
          <w:numId w:val="298"/>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ze zleceniem oraz poprzez odnotowywanie rzeczywistej liczby godzin wykonywania danej pracy.</w:t>
      </w:r>
    </w:p>
    <w:p w:rsidR="00167B75" w:rsidRPr="007B5A7D" w:rsidRDefault="00167B75" w:rsidP="00167B75">
      <w:pPr>
        <w:suppressAutoHyphens w:val="0"/>
        <w:spacing w:before="120" w:after="120"/>
        <w:ind w:firstLine="708"/>
        <w:rPr>
          <w:rFonts w:ascii="Cambria" w:eastAsia="Verdana" w:hAnsi="Cambria" w:cstheme="minorHAnsi"/>
          <w:b/>
          <w:kern w:val="1"/>
          <w:sz w:val="22"/>
          <w:szCs w:val="22"/>
          <w:lang w:eastAsia="zh-CN" w:bidi="hi-IN"/>
        </w:rPr>
      </w:pPr>
      <w:r w:rsidRPr="007B5A7D">
        <w:rPr>
          <w:rFonts w:ascii="Cambria" w:eastAsia="Calibri" w:hAnsi="Cambria" w:cstheme="minorHAnsi"/>
          <w:bCs/>
          <w:i/>
          <w:sz w:val="22"/>
          <w:szCs w:val="22"/>
          <w:lang w:eastAsia="en-US"/>
        </w:rPr>
        <w:t xml:space="preserve">(rozliczenie z dokładnością do 1 godziny) </w:t>
      </w:r>
    </w:p>
    <w:p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155</w:t>
            </w:r>
          </w:p>
        </w:tc>
        <w:tc>
          <w:tcPr>
            <w:tcW w:w="958"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PRZYB-1ŻU</w:t>
            </w:r>
          </w:p>
        </w:tc>
        <w:tc>
          <w:tcPr>
            <w:tcW w:w="910"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bCs/>
                <w:sz w:val="22"/>
                <w:szCs w:val="22"/>
              </w:rPr>
            </w:pPr>
            <w:r w:rsidRPr="007B5A7D">
              <w:rPr>
                <w:rFonts w:ascii="Cambria" w:eastAsia="Calibri" w:hAnsi="Cambria" w:cstheme="minorHAnsi"/>
                <w:bCs/>
                <w:sz w:val="22"/>
                <w:szCs w:val="22"/>
              </w:rPr>
              <w:t>PRZYB-1ŻU</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ZER</w:t>
            </w:r>
          </w:p>
        </w:tc>
        <w:tc>
          <w:tcPr>
            <w:tcW w:w="2062"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Przybicie okorowanych żerdzi w jednym rzędzie</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lastRenderedPageBreak/>
        <w:t>Standard technologii prac obejmuje:</w:t>
      </w:r>
      <w:r w:rsidR="00692C37">
        <w:rPr>
          <w:rFonts w:ascii="Cambria" w:eastAsia="Calibri" w:hAnsi="Cambria" w:cstheme="minorHAnsi"/>
          <w:b/>
          <w:bCs/>
          <w:sz w:val="22"/>
          <w:szCs w:val="22"/>
        </w:rPr>
        <w:t xml:space="preserve"> </w:t>
      </w:r>
    </w:p>
    <w:p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dostarczenie materiałów na powierzchnię na odległość </w:t>
      </w:r>
      <w:r w:rsidR="00E55F5C">
        <w:rPr>
          <w:rFonts w:ascii="Cambria" w:eastAsia="Calibri" w:hAnsi="Cambria" w:cstheme="minorHAnsi"/>
          <w:sz w:val="22"/>
          <w:szCs w:val="22"/>
        </w:rPr>
        <w:t xml:space="preserve">maksymalną </w:t>
      </w:r>
      <w:r w:rsidR="00E55F5C">
        <w:rPr>
          <w:rFonts w:ascii="Cambria" w:eastAsia="Calibri" w:hAnsi="Cambria" w:cstheme="minorHAnsi"/>
          <w:color w:val="FF0000"/>
          <w:sz w:val="22"/>
          <w:szCs w:val="22"/>
        </w:rPr>
        <w:t>1-10</w:t>
      </w:r>
      <w:r w:rsidRPr="007B5A7D">
        <w:rPr>
          <w:rFonts w:ascii="Cambria" w:eastAsia="Calibri" w:hAnsi="Cambria" w:cstheme="minorHAnsi"/>
          <w:sz w:val="22"/>
          <w:szCs w:val="22"/>
        </w:rPr>
        <w:t xml:space="preserve"> km,</w:t>
      </w:r>
    </w:p>
    <w:p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rozniesienie przygotowanych żerdzi, </w:t>
      </w:r>
    </w:p>
    <w:p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przybicie żerdzi do słupków grodzeniowych.</w:t>
      </w:r>
    </w:p>
    <w:p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Zamawiający zapewnia okorowane żerdzie bez dowozu, a Wykonawca gwoździe,</w:t>
      </w:r>
    </w:p>
    <w:p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przygotowanie okorowanych żerdzi jest rozliczane odrębnie,</w:t>
      </w:r>
    </w:p>
    <w:p w:rsidR="00167B75" w:rsidRPr="007B5A7D" w:rsidRDefault="00167B75" w:rsidP="00167B75">
      <w:pPr>
        <w:pStyle w:val="Akapitzlist"/>
        <w:numPr>
          <w:ilvl w:val="0"/>
          <w:numId w:val="300"/>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ZER przeznaczona jest w wycenie na koszty transportowe.</w:t>
      </w:r>
    </w:p>
    <w:p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pomiaru długości wykonanej konserwacji,</w:t>
      </w:r>
    </w:p>
    <w:p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sprawdzenie ilości odzyskanych materiałów.</w:t>
      </w:r>
    </w:p>
    <w:p w:rsidR="00167B75" w:rsidRPr="007B5A7D" w:rsidRDefault="00167B75" w:rsidP="00167B75">
      <w:p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ab/>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rsidR="00167B75" w:rsidRPr="007B5A7D" w:rsidRDefault="00167B75" w:rsidP="00167B75">
      <w:pPr>
        <w:suppressAutoHyphens w:val="0"/>
        <w:spacing w:after="200" w:line="276" w:lineRule="auto"/>
        <w:jc w:val="center"/>
        <w:rPr>
          <w:rFonts w:ascii="Cambria" w:eastAsia="Calibri" w:hAnsi="Cambria" w:cstheme="minorHAnsi"/>
          <w:b/>
          <w:sz w:val="22"/>
          <w:szCs w:val="22"/>
        </w:rPr>
      </w:pPr>
    </w:p>
    <w:p w:rsidR="00167B75" w:rsidRPr="007B5A7D" w:rsidRDefault="00167B75" w:rsidP="00167B75">
      <w:pPr>
        <w:suppressAutoHyphens w:val="0"/>
        <w:spacing w:after="200" w:line="276" w:lineRule="auto"/>
        <w:jc w:val="center"/>
        <w:rPr>
          <w:rFonts w:ascii="Cambria" w:eastAsia="Calibri" w:hAnsi="Cambria" w:cstheme="minorHAnsi"/>
          <w:b/>
          <w:sz w:val="22"/>
          <w:szCs w:val="22"/>
        </w:rPr>
      </w:pPr>
      <w:r w:rsidRPr="007B5A7D">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156</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Spalanie gałęzi ułożonych w stosy</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157</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00AC4365">
        <w:rPr>
          <w:rFonts w:ascii="Cambria" w:eastAsia="Calibri" w:hAnsi="Cambria" w:cstheme="minorHAnsi"/>
          <w:b/>
          <w:bCs/>
          <w:sz w:val="22"/>
          <w:szCs w:val="22"/>
          <w:lang w:eastAsia="pl-PL"/>
        </w:rPr>
        <w:t xml:space="preserve"> </w:t>
      </w:r>
    </w:p>
    <w:p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SimSun" w:hAnsi="Cambria" w:cstheme="minorHAnsi"/>
          <w:kern w:val="1"/>
          <w:sz w:val="22"/>
          <w:szCs w:val="22"/>
          <w:lang w:eastAsia="en-US"/>
        </w:rPr>
        <w:t>wynoszenie i układanie pozostałości drzewnych w stosy niewymiarowe,</w:t>
      </w:r>
    </w:p>
    <w:p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3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w:t>
      </w:r>
      <w:r w:rsidR="003730DA">
        <w:rPr>
          <w:rFonts w:ascii="Cambria" w:eastAsia="Calibri" w:hAnsi="Cambria" w:cstheme="minorHAnsi"/>
          <w:sz w:val="22"/>
          <w:szCs w:val="22"/>
          <w:lang w:eastAsia="en-US"/>
        </w:rPr>
        <w:t xml:space="preserve">ymiarowego (W+S), ustala się na </w:t>
      </w:r>
      <w:r w:rsidR="003730DA" w:rsidRPr="003730DA">
        <w:rPr>
          <w:rFonts w:ascii="Cambria" w:eastAsia="Calibri" w:hAnsi="Cambria" w:cstheme="minorHAnsi"/>
          <w:color w:val="FF0000"/>
          <w:sz w:val="22"/>
          <w:szCs w:val="22"/>
          <w:lang w:eastAsia="en-US"/>
        </w:rPr>
        <w:t>10</w:t>
      </w:r>
      <w:r w:rsidRPr="00AC4365">
        <w:rPr>
          <w:rFonts w:ascii="Cambria" w:eastAsia="Calibri" w:hAnsi="Cambria" w:cstheme="minorHAnsi"/>
          <w:color w:val="FF0000"/>
          <w:sz w:val="22"/>
          <w:szCs w:val="22"/>
          <w:lang w:eastAsia="en-US"/>
        </w:rPr>
        <w:t>%,</w:t>
      </w:r>
      <w:r w:rsidR="00AC4365">
        <w:rPr>
          <w:rFonts w:ascii="Cambria" w:eastAsia="Calibri" w:hAnsi="Cambria" w:cstheme="minorHAnsi"/>
          <w:color w:val="FF0000"/>
          <w:sz w:val="22"/>
          <w:szCs w:val="22"/>
          <w:lang w:eastAsia="en-US"/>
        </w:rPr>
        <w:t xml:space="preserve"> </w:t>
      </w:r>
      <w:r w:rsidR="003730DA">
        <w:rPr>
          <w:rFonts w:ascii="Cambria" w:eastAsia="Calibri" w:hAnsi="Cambria" w:cstheme="minorHAnsi"/>
          <w:color w:val="FF0000"/>
          <w:sz w:val="22"/>
          <w:szCs w:val="22"/>
          <w:lang w:eastAsia="en-US"/>
        </w:rPr>
        <w:t xml:space="preserve"> </w:t>
      </w:r>
    </w:p>
    <w:p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dla celów określenia M3P na podstawie M3 stosuje się przelicznik zamienny M3 bez kory na M3P w korze równy 4,</w:t>
      </w:r>
    </w:p>
    <w:p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autoSpaceDE w:val="0"/>
        <w:autoSpaceDN w:val="0"/>
        <w:adjustRightInd w:val="0"/>
        <w:spacing w:before="120" w:after="120"/>
        <w:rPr>
          <w:rFonts w:ascii="Cambria" w:eastAsia="Calibri" w:hAnsi="Cambria" w:cstheme="minorHAnsi"/>
          <w:b/>
          <w:sz w:val="22"/>
          <w:szCs w:val="22"/>
        </w:rPr>
      </w:pPr>
    </w:p>
    <w:p w:rsidR="00167B75" w:rsidRPr="007B5A7D" w:rsidRDefault="00167B75" w:rsidP="00167B75">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167B75" w:rsidRPr="007B5A7D" w:rsidTr="009F7B63">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rsidR="00167B75" w:rsidRPr="007B5A7D" w:rsidRDefault="00167B75" w:rsidP="009F7B63">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rsidR="00167B75" w:rsidRPr="007B5A7D" w:rsidRDefault="00167B75" w:rsidP="009F7B63">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rsidR="00167B75" w:rsidRPr="007B5A7D" w:rsidRDefault="00167B75" w:rsidP="009F7B63">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 xml:space="preserve">Kod </w:t>
            </w:r>
            <w:proofErr w:type="spellStart"/>
            <w:r w:rsidRPr="007B5A7D">
              <w:rPr>
                <w:rFonts w:ascii="Cambria" w:eastAsia="Calibri" w:hAnsi="Cambria"/>
                <w:b/>
                <w:bCs/>
                <w:i/>
                <w:iCs/>
                <w:sz w:val="22"/>
                <w:szCs w:val="22"/>
                <w:lang w:eastAsia="pl-PL"/>
              </w:rPr>
              <w:t>czynn</w:t>
            </w:r>
            <w:proofErr w:type="spellEnd"/>
            <w:r w:rsidRPr="007B5A7D">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rsidR="00167B75" w:rsidRPr="007B5A7D" w:rsidRDefault="00167B75" w:rsidP="009F7B63">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rsidR="00167B75" w:rsidRPr="007B5A7D" w:rsidRDefault="00167B75" w:rsidP="009F7B63">
            <w:pPr>
              <w:tabs>
                <w:tab w:val="left" w:pos="1026"/>
              </w:tabs>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Jednostka miary</w:t>
            </w:r>
          </w:p>
        </w:tc>
      </w:tr>
      <w:tr w:rsidR="00167B75" w:rsidRPr="007B5A7D" w:rsidTr="009F7B63">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rsidR="00167B75" w:rsidRPr="007B5A7D" w:rsidRDefault="00167B75" w:rsidP="009F7B63">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158</w:t>
            </w:r>
          </w:p>
        </w:tc>
        <w:tc>
          <w:tcPr>
            <w:tcW w:w="802" w:type="pct"/>
            <w:tcBorders>
              <w:top w:val="single" w:sz="4" w:space="0" w:color="auto"/>
              <w:left w:val="single" w:sz="4" w:space="0" w:color="auto"/>
              <w:bottom w:val="single" w:sz="4" w:space="0" w:color="auto"/>
              <w:right w:val="single" w:sz="4" w:space="0" w:color="auto"/>
            </w:tcBorders>
            <w:hideMark/>
          </w:tcPr>
          <w:p w:rsidR="00167B75" w:rsidRPr="007B5A7D" w:rsidRDefault="00167B75" w:rsidP="009F7B63">
            <w:pPr>
              <w:spacing w:before="120" w:line="256" w:lineRule="auto"/>
              <w:rPr>
                <w:rFonts w:ascii="Cambria" w:eastAsia="Calibri" w:hAnsi="Cambria"/>
                <w:bCs/>
                <w:iCs/>
                <w:sz w:val="22"/>
                <w:szCs w:val="22"/>
                <w:lang w:eastAsia="pl-PL"/>
              </w:rPr>
            </w:pPr>
            <w:r w:rsidRPr="007B5A7D">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rsidR="00167B75" w:rsidRPr="007B5A7D" w:rsidRDefault="00167B75" w:rsidP="009F7B63">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rsidR="00167B75" w:rsidRPr="007B5A7D" w:rsidRDefault="00167B75" w:rsidP="009F7B63">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rsidR="00167B75" w:rsidRPr="007B5A7D" w:rsidRDefault="00167B75" w:rsidP="009F7B63">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HA</w:t>
            </w:r>
          </w:p>
        </w:tc>
      </w:tr>
      <w:tr w:rsidR="00167B75" w:rsidRPr="007B5A7D" w:rsidTr="009F7B63">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rsidR="00167B75" w:rsidRPr="007B5A7D" w:rsidRDefault="00167B75" w:rsidP="009F7B63">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159</w:t>
            </w:r>
          </w:p>
        </w:tc>
        <w:tc>
          <w:tcPr>
            <w:tcW w:w="802" w:type="pct"/>
            <w:tcBorders>
              <w:top w:val="single" w:sz="4" w:space="0" w:color="auto"/>
              <w:left w:val="single" w:sz="4" w:space="0" w:color="auto"/>
              <w:bottom w:val="single" w:sz="4" w:space="0" w:color="auto"/>
              <w:right w:val="single" w:sz="4" w:space="0" w:color="auto"/>
            </w:tcBorders>
            <w:hideMark/>
          </w:tcPr>
          <w:p w:rsidR="00167B75" w:rsidRPr="007B5A7D" w:rsidRDefault="00167B75" w:rsidP="009F7B63">
            <w:pPr>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rsidR="00167B75" w:rsidRPr="007B5A7D" w:rsidRDefault="00167B75" w:rsidP="009F7B63">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p w:rsidR="00167B75" w:rsidRPr="007B5A7D" w:rsidRDefault="00167B75" w:rsidP="009F7B63">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rsidR="00167B75" w:rsidRPr="007B5A7D" w:rsidRDefault="00167B75" w:rsidP="009F7B63">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Zwalczanie mechaniczne szkodników wtórnych poprzez </w:t>
            </w:r>
            <w:proofErr w:type="spellStart"/>
            <w:r w:rsidRPr="007B5A7D">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rsidR="00167B75" w:rsidRPr="007B5A7D" w:rsidRDefault="00167B75" w:rsidP="009F7B63">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M</w:t>
            </w:r>
            <w:r w:rsidRPr="007B5A7D">
              <w:rPr>
                <w:rFonts w:ascii="Cambria" w:eastAsia="Calibri" w:hAnsi="Cambria"/>
                <w:bCs/>
                <w:iCs/>
                <w:sz w:val="22"/>
                <w:szCs w:val="22"/>
                <w:vertAlign w:val="superscript"/>
                <w:lang w:eastAsia="pl-PL"/>
              </w:rPr>
              <w:t>3</w:t>
            </w:r>
          </w:p>
        </w:tc>
      </w:tr>
    </w:tbl>
    <w:p w:rsidR="00167B75" w:rsidRPr="007B5A7D" w:rsidRDefault="00167B75" w:rsidP="00167B75">
      <w:pPr>
        <w:widowControl w:val="0"/>
        <w:suppressAutoHyphens w:val="0"/>
        <w:spacing w:before="120"/>
        <w:rPr>
          <w:rFonts w:ascii="Cambria" w:eastAsia="Calibri" w:hAnsi="Cambria"/>
          <w:bCs/>
          <w:iCs/>
          <w:kern w:val="2"/>
          <w:sz w:val="22"/>
          <w:szCs w:val="22"/>
          <w:lang w:eastAsia="pl-PL" w:bidi="hi-IN"/>
        </w:rPr>
      </w:pPr>
      <w:r w:rsidRPr="007B5A7D">
        <w:rPr>
          <w:rFonts w:ascii="Cambria" w:hAnsi="Cambria" w:cs="Arial"/>
          <w:b/>
          <w:bCs/>
          <w:iCs/>
          <w:kern w:val="1"/>
          <w:sz w:val="22"/>
          <w:szCs w:val="22"/>
          <w:lang w:eastAsia="pl-PL" w:bidi="hi-IN"/>
        </w:rPr>
        <w:t>Standard technologii prac obejmuje:</w:t>
      </w:r>
      <w:r w:rsidR="007B5908">
        <w:rPr>
          <w:rFonts w:ascii="Cambria" w:hAnsi="Cambria" w:cs="Arial"/>
          <w:b/>
          <w:bCs/>
          <w:iCs/>
          <w:kern w:val="1"/>
          <w:sz w:val="22"/>
          <w:szCs w:val="22"/>
          <w:lang w:eastAsia="pl-PL" w:bidi="hi-IN"/>
        </w:rPr>
        <w:t xml:space="preserve"> </w:t>
      </w:r>
    </w:p>
    <w:p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użycia maszyny do </w:t>
      </w:r>
      <w:proofErr w:type="spellStart"/>
      <w:r w:rsidRPr="007B5A7D">
        <w:rPr>
          <w:rFonts w:ascii="Cambria" w:eastAsia="Calibri" w:hAnsi="Cambria"/>
          <w:bCs/>
          <w:iCs/>
          <w:kern w:val="2"/>
          <w:sz w:val="22"/>
          <w:szCs w:val="22"/>
          <w:lang w:eastAsia="pl-PL" w:bidi="hi-IN"/>
        </w:rPr>
        <w:t>zrębkowania</w:t>
      </w:r>
      <w:proofErr w:type="spellEnd"/>
      <w:r w:rsidRPr="007B5A7D">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2" w:name="_Hlk69982983"/>
      <w:r w:rsidRPr="007B5A7D">
        <w:rPr>
          <w:rFonts w:ascii="Cambria" w:eastAsia="Calibri" w:hAnsi="Cambria"/>
          <w:bCs/>
          <w:iCs/>
          <w:kern w:val="2"/>
          <w:sz w:val="22"/>
          <w:szCs w:val="22"/>
          <w:lang w:eastAsia="pl-PL" w:bidi="hi-IN"/>
        </w:rPr>
        <w:t>oraz zdjęcie folii</w:t>
      </w:r>
      <w:bookmarkEnd w:id="2"/>
      <w:r w:rsidRPr="007B5A7D">
        <w:rPr>
          <w:rFonts w:ascii="Cambria" w:eastAsia="Calibri" w:hAnsi="Cambria"/>
          <w:bCs/>
          <w:iCs/>
          <w:kern w:val="2"/>
          <w:sz w:val="22"/>
          <w:szCs w:val="22"/>
          <w:lang w:eastAsia="pl-PL" w:bidi="hi-IN"/>
        </w:rPr>
        <w:t>.</w:t>
      </w:r>
    </w:p>
    <w:p w:rsidR="00167B75" w:rsidRPr="007B5A7D" w:rsidRDefault="00167B75" w:rsidP="00167B75">
      <w:pPr>
        <w:widowControl w:val="0"/>
        <w:spacing w:before="120"/>
        <w:rPr>
          <w:rFonts w:ascii="Cambria" w:eastAsia="Calibri" w:hAnsi="Cambria"/>
          <w:b/>
          <w:iCs/>
          <w:kern w:val="2"/>
          <w:sz w:val="22"/>
          <w:szCs w:val="22"/>
          <w:lang w:eastAsia="pl-PL" w:bidi="hi-IN"/>
        </w:rPr>
      </w:pPr>
      <w:r w:rsidRPr="007B5A7D">
        <w:rPr>
          <w:rFonts w:ascii="Cambria" w:eastAsia="Calibri" w:hAnsi="Cambria"/>
          <w:b/>
          <w:iCs/>
          <w:kern w:val="2"/>
          <w:sz w:val="22"/>
          <w:szCs w:val="22"/>
          <w:lang w:eastAsia="pl-PL" w:bidi="hi-IN"/>
        </w:rPr>
        <w:t>Uwagi:</w:t>
      </w:r>
    </w:p>
    <w:p w:rsidR="00167B75" w:rsidRPr="007B5A7D" w:rsidRDefault="00167B75" w:rsidP="00167B75">
      <w:pPr>
        <w:pStyle w:val="Akapitzlist"/>
        <w:numPr>
          <w:ilvl w:val="0"/>
          <w:numId w:val="306"/>
        </w:numPr>
        <w:rPr>
          <w:rFonts w:ascii="Cambria" w:hAnsi="Cambria"/>
          <w:sz w:val="22"/>
          <w:szCs w:val="22"/>
        </w:rPr>
      </w:pPr>
      <w:r w:rsidRPr="007B5A7D">
        <w:rPr>
          <w:rFonts w:ascii="Cambria" w:eastAsia="Calibri" w:hAnsi="Cambria"/>
          <w:bCs/>
          <w:iCs/>
          <w:kern w:val="2"/>
          <w:sz w:val="22"/>
          <w:szCs w:val="22"/>
          <w:lang w:bidi="hi-IN"/>
        </w:rPr>
        <w:t>materiały i narzędzia (np. folię,) zapewnia:</w:t>
      </w:r>
      <w:r w:rsidRPr="007B5A7D">
        <w:rPr>
          <w:rFonts w:ascii="Cambria" w:hAnsi="Cambria"/>
          <w:sz w:val="22"/>
          <w:szCs w:val="22"/>
        </w:rPr>
        <w:t xml:space="preserve"> </w:t>
      </w:r>
    </w:p>
    <w:p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Wykonawca:  …</w:t>
      </w:r>
    </w:p>
    <w:p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Zamawiający: …</w:t>
      </w:r>
    </w:p>
    <w:p w:rsidR="00167B75" w:rsidRPr="007B5A7D" w:rsidRDefault="00167B75" w:rsidP="00167B75">
      <w:pPr>
        <w:spacing w:before="120" w:after="120"/>
        <w:rPr>
          <w:rFonts w:ascii="Cambria" w:eastAsia="Calibri" w:hAnsi="Cambria"/>
          <w:b/>
          <w:bCs/>
          <w:sz w:val="22"/>
          <w:szCs w:val="22"/>
          <w:lang w:eastAsia="pl-PL"/>
        </w:rPr>
      </w:pPr>
      <w:r w:rsidRPr="007B5A7D">
        <w:rPr>
          <w:rFonts w:ascii="Cambria" w:eastAsia="Calibri" w:hAnsi="Cambria"/>
          <w:b/>
          <w:bCs/>
          <w:sz w:val="22"/>
          <w:szCs w:val="22"/>
          <w:lang w:eastAsia="pl-PL"/>
        </w:rPr>
        <w:t>Procedura odbioru:</w:t>
      </w:r>
    </w:p>
    <w:p w:rsidR="00167B75" w:rsidRPr="007B5A7D" w:rsidRDefault="00167B75" w:rsidP="00167B75">
      <w:pPr>
        <w:spacing w:before="120" w:after="120"/>
        <w:rPr>
          <w:rFonts w:ascii="Cambria" w:eastAsia="Calibri" w:hAnsi="Cambria"/>
          <w:sz w:val="22"/>
          <w:szCs w:val="22"/>
          <w:u w:val="single"/>
        </w:rPr>
      </w:pPr>
      <w:r w:rsidRPr="007B5A7D">
        <w:rPr>
          <w:rFonts w:ascii="Cambria" w:eastAsia="Calibri" w:hAnsi="Cambria"/>
          <w:sz w:val="22"/>
          <w:szCs w:val="22"/>
          <w:u w:val="single"/>
          <w:lang w:eastAsia="pl-PL"/>
        </w:rPr>
        <w:t>W przypadku prac, których jednostką jest M</w:t>
      </w:r>
      <w:r w:rsidRPr="007B5A7D">
        <w:rPr>
          <w:rFonts w:ascii="Cambria" w:eastAsia="Calibri" w:hAnsi="Cambria"/>
          <w:sz w:val="22"/>
          <w:szCs w:val="22"/>
          <w:u w:val="single"/>
          <w:vertAlign w:val="superscript"/>
          <w:lang w:eastAsia="pl-PL"/>
        </w:rPr>
        <w:t>3</w:t>
      </w:r>
    </w:p>
    <w:p w:rsidR="00167B75" w:rsidRPr="007B5A7D" w:rsidRDefault="00167B75" w:rsidP="00167B75">
      <w:pPr>
        <w:autoSpaceDE w:val="0"/>
        <w:spacing w:before="120" w:after="120"/>
        <w:jc w:val="both"/>
        <w:rPr>
          <w:rFonts w:ascii="Cambria" w:eastAsia="Calibri" w:hAnsi="Cambria"/>
          <w:sz w:val="22"/>
          <w:szCs w:val="22"/>
        </w:rPr>
      </w:pPr>
      <w:r w:rsidRPr="007B5A7D">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w:t>
      </w:r>
      <w:r w:rsidRPr="007B5A7D">
        <w:rPr>
          <w:rFonts w:ascii="Cambria" w:eastAsia="Calibri" w:hAnsi="Cambria"/>
          <w:sz w:val="22"/>
          <w:szCs w:val="22"/>
          <w:vertAlign w:val="superscript"/>
        </w:rPr>
        <w:t>3</w:t>
      </w:r>
      <w:r w:rsidRPr="007B5A7D">
        <w:rPr>
          <w:rFonts w:ascii="Cambria" w:eastAsia="Calibri" w:hAnsi="Cambria"/>
          <w:sz w:val="22"/>
          <w:szCs w:val="22"/>
        </w:rPr>
        <w:t xml:space="preserve"> zostanie określona pośrednio, tj. będzie wynikała z następujących założeń:</w:t>
      </w:r>
    </w:p>
    <w:p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ilość pozostałości drzewnych jest ściśle skorelowana z pozyskaną grubizną na danej powierzchni zrębowej,</w:t>
      </w:r>
    </w:p>
    <w:p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pozostałości drzewne to przede wszystkim drewno małowymiarowe oraz chrust,</w:t>
      </w:r>
    </w:p>
    <w:p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rsidR="00167B75" w:rsidRPr="007B5A7D" w:rsidRDefault="00167B75" w:rsidP="00167B75">
      <w:pPr>
        <w:pStyle w:val="Akapitzlist"/>
        <w:numPr>
          <w:ilvl w:val="0"/>
          <w:numId w:val="307"/>
        </w:numPr>
        <w:autoSpaceDE w:val="0"/>
        <w:spacing w:before="120" w:after="120"/>
        <w:jc w:val="both"/>
        <w:rPr>
          <w:rFonts w:ascii="Cambria" w:eastAsia="Calibri" w:hAnsi="Cambria"/>
          <w:bCs/>
          <w:i/>
          <w:sz w:val="22"/>
          <w:szCs w:val="22"/>
        </w:rPr>
      </w:pPr>
      <w:r w:rsidRPr="007B5A7D">
        <w:rPr>
          <w:rFonts w:ascii="Cambria" w:eastAsia="Calibri" w:hAnsi="Cambria"/>
          <w:sz w:val="22"/>
          <w:szCs w:val="22"/>
        </w:rPr>
        <w:lastRenderedPageBreak/>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rsidR="00167B75" w:rsidRPr="007B5A7D" w:rsidRDefault="00167B75" w:rsidP="00167B75">
      <w:pPr>
        <w:autoSpaceDE w:val="0"/>
        <w:spacing w:before="120"/>
        <w:jc w:val="both"/>
        <w:rPr>
          <w:rFonts w:ascii="Cambria" w:eastAsia="Calibri" w:hAnsi="Cambria"/>
          <w:bCs/>
          <w:sz w:val="22"/>
          <w:szCs w:val="22"/>
          <w:u w:val="single"/>
          <w:lang w:eastAsia="pl-PL"/>
        </w:rPr>
      </w:pPr>
      <w:r w:rsidRPr="007B5A7D">
        <w:rPr>
          <w:rFonts w:ascii="Cambria" w:eastAsia="Calibri" w:hAnsi="Cambria"/>
          <w:bCs/>
          <w:sz w:val="22"/>
          <w:szCs w:val="22"/>
          <w:u w:val="single"/>
          <w:lang w:eastAsia="pl-PL"/>
        </w:rPr>
        <w:t>W przypadku prac, których jednostką są HA</w:t>
      </w:r>
    </w:p>
    <w:p w:rsidR="00167B75" w:rsidRPr="007B5A7D" w:rsidRDefault="00167B75" w:rsidP="00167B75">
      <w:pPr>
        <w:tabs>
          <w:tab w:val="left" w:pos="34"/>
        </w:tabs>
        <w:spacing w:before="120" w:after="120"/>
        <w:jc w:val="both"/>
        <w:rPr>
          <w:rFonts w:ascii="Cambria" w:eastAsia="Calibri" w:hAnsi="Cambria"/>
          <w:sz w:val="22"/>
          <w:szCs w:val="22"/>
          <w:lang w:eastAsia="pl-PL"/>
        </w:rPr>
      </w:pPr>
      <w:r w:rsidRPr="007B5A7D">
        <w:rPr>
          <w:rFonts w:ascii="Cambria" w:eastAsia="Calibri" w:hAnsi="Cambria"/>
          <w:sz w:val="22"/>
          <w:szCs w:val="22"/>
          <w:lang w:eastAsia="pl-PL"/>
        </w:rPr>
        <w:t>Odbiór prac nastąpi poprzez:</w:t>
      </w:r>
    </w:p>
    <w:p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zweryfikowanie prawidłowości ich wykonania z opisem czynności i zleceniem,</w:t>
      </w:r>
    </w:p>
    <w:p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kern w:val="2"/>
          <w:sz w:val="22"/>
          <w:szCs w:val="22"/>
          <w:lang w:eastAsia="hi-IN" w:bidi="hi-IN"/>
        </w:rPr>
        <w:t>itp</w:t>
      </w:r>
      <w:proofErr w:type="spellEnd"/>
      <w:r w:rsidRPr="007B5A7D">
        <w:rPr>
          <w:rFonts w:ascii="Cambria" w:eastAsia="Calibri" w:hAnsi="Cambria"/>
          <w:kern w:val="2"/>
          <w:sz w:val="22"/>
          <w:szCs w:val="22"/>
          <w:lang w:eastAsia="hi-IN" w:bidi="hi-IN"/>
        </w:rPr>
        <w:t xml:space="preserve">). </w:t>
      </w:r>
      <w:r w:rsidRPr="007B5A7D">
        <w:rPr>
          <w:rFonts w:ascii="Cambria" w:eastAsia="Calibri" w:hAnsi="Cambria"/>
          <w:sz w:val="22"/>
          <w:szCs w:val="22"/>
        </w:rPr>
        <w:t>Zlecona powierzchnia powinna być pomniejszona o istniejące w wydzieleniu takie elementy jak: drogi, kępy drzewostanu nie objęte zabiegiem, bagna itp</w:t>
      </w:r>
      <w:r w:rsidRPr="007B5A7D">
        <w:rPr>
          <w:rFonts w:ascii="Cambria" w:eastAsia="Calibri" w:hAnsi="Cambria"/>
          <w:kern w:val="2"/>
          <w:sz w:val="22"/>
          <w:szCs w:val="22"/>
          <w:lang w:eastAsia="hi-IN" w:bidi="hi-IN"/>
        </w:rPr>
        <w:t>.</w:t>
      </w:r>
    </w:p>
    <w:p w:rsidR="00167B75" w:rsidRPr="007B5A7D" w:rsidRDefault="00167B75" w:rsidP="00167B75">
      <w:pPr>
        <w:widowControl w:val="0"/>
        <w:spacing w:before="120" w:after="120"/>
        <w:ind w:firstLine="708"/>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w:t>
      </w:r>
      <w:r w:rsidRPr="007B5A7D">
        <w:rPr>
          <w:rFonts w:ascii="Cambria" w:eastAsia="Calibri" w:hAnsi="Cambria"/>
          <w:bCs/>
          <w:i/>
          <w:sz w:val="22"/>
          <w:szCs w:val="22"/>
          <w:lang w:eastAsia="pl-PL"/>
        </w:rPr>
        <w:t>rozliczenie</w:t>
      </w:r>
      <w:r w:rsidRPr="007B5A7D">
        <w:rPr>
          <w:rFonts w:ascii="Cambria" w:eastAsia="Calibri" w:hAnsi="Cambria"/>
          <w:kern w:val="2"/>
          <w:sz w:val="22"/>
          <w:szCs w:val="22"/>
          <w:lang w:eastAsia="hi-IN" w:bidi="hi-IN"/>
        </w:rPr>
        <w:t xml:space="preserve"> z dokładnością do dwóch miejsc po przecinku)</w:t>
      </w:r>
    </w:p>
    <w:p w:rsidR="00167B75" w:rsidRPr="007B5A7D" w:rsidRDefault="00167B75" w:rsidP="00167B75">
      <w:pPr>
        <w:autoSpaceDE w:val="0"/>
        <w:spacing w:before="120"/>
        <w:jc w:val="both"/>
        <w:rPr>
          <w:rFonts w:ascii="Cambria" w:eastAsia="Calibri" w:hAnsi="Cambria"/>
          <w:bCs/>
          <w:sz w:val="22"/>
          <w:szCs w:val="22"/>
          <w:u w:val="single"/>
        </w:rPr>
      </w:pPr>
      <w:r w:rsidRPr="007B5A7D">
        <w:rPr>
          <w:rFonts w:ascii="Cambria" w:eastAsia="Calibri" w:hAnsi="Cambria"/>
          <w:bCs/>
          <w:sz w:val="22"/>
          <w:szCs w:val="22"/>
          <w:u w:val="single"/>
          <w:lang w:eastAsia="pl-PL"/>
        </w:rPr>
        <w:t>W przypadku prac, których jednostką są godziny</w:t>
      </w:r>
    </w:p>
    <w:p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sprawdzenie prawidłowości wykonania prac z opisem czynności i zleceniem,</w:t>
      </w:r>
    </w:p>
    <w:p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potwierdzenie faktycznej pracochłonności.</w:t>
      </w:r>
    </w:p>
    <w:p w:rsidR="00167B75" w:rsidRPr="007B5A7D" w:rsidRDefault="00167B75" w:rsidP="00167B75">
      <w:pPr>
        <w:autoSpaceDE w:val="0"/>
        <w:autoSpaceDN w:val="0"/>
        <w:adjustRightInd w:val="0"/>
        <w:spacing w:before="120" w:after="120"/>
        <w:ind w:firstLine="708"/>
        <w:rPr>
          <w:rFonts w:ascii="Cambria" w:eastAsia="Calibri" w:hAnsi="Cambria"/>
          <w:bCs/>
          <w:i/>
          <w:sz w:val="22"/>
          <w:szCs w:val="22"/>
          <w:lang w:eastAsia="pl-PL"/>
        </w:rPr>
      </w:pPr>
      <w:r w:rsidRPr="007B5A7D">
        <w:rPr>
          <w:rFonts w:ascii="Cambria" w:eastAsia="Calibri" w:hAnsi="Cambria"/>
          <w:bCs/>
          <w:i/>
          <w:sz w:val="22"/>
          <w:szCs w:val="22"/>
          <w:lang w:eastAsia="pl-PL"/>
        </w:rPr>
        <w:t xml:space="preserve">(rozliczenie </w:t>
      </w:r>
      <w:r w:rsidRPr="007B5A7D">
        <w:rPr>
          <w:rFonts w:ascii="Cambria" w:eastAsia="Calibri" w:hAnsi="Cambria"/>
          <w:i/>
          <w:sz w:val="22"/>
          <w:szCs w:val="22"/>
          <w:lang w:eastAsia="pl-PL"/>
        </w:rPr>
        <w:t>z dokładnością do 1 godziny</w:t>
      </w:r>
      <w:r w:rsidRPr="007B5A7D">
        <w:rPr>
          <w:rFonts w:ascii="Cambria" w:eastAsia="Calibri" w:hAnsi="Cambria"/>
          <w:bCs/>
          <w:i/>
          <w:sz w:val="22"/>
          <w:szCs w:val="22"/>
          <w:lang w:eastAsia="pl-PL"/>
        </w:rPr>
        <w:t>)</w:t>
      </w:r>
    </w:p>
    <w:p w:rsidR="00167B75" w:rsidRPr="007B5A7D" w:rsidRDefault="00167B75" w:rsidP="00167B75">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167B75" w:rsidRPr="007B5A7D" w:rsidTr="009F7B63">
        <w:trPr>
          <w:trHeight w:val="1002"/>
          <w:jc w:val="center"/>
        </w:trPr>
        <w:tc>
          <w:tcPr>
            <w:tcW w:w="846" w:type="dxa"/>
            <w:tcBorders>
              <w:top w:val="single" w:sz="4" w:space="0" w:color="000001"/>
              <w:left w:val="single" w:sz="4" w:space="0" w:color="000001"/>
              <w:bottom w:val="single" w:sz="4" w:space="0" w:color="000001"/>
            </w:tcBorders>
            <w:vAlign w:val="center"/>
          </w:tcPr>
          <w:p w:rsidR="00167B75" w:rsidRPr="007B5A7D" w:rsidRDefault="00167B75" w:rsidP="009F7B63">
            <w:pPr>
              <w:widowControl w:val="0"/>
              <w:spacing w:line="276" w:lineRule="auto"/>
              <w:jc w:val="center"/>
              <w:rPr>
                <w:rFonts w:ascii="Cambria" w:eastAsia="Verdana" w:hAnsi="Cambria" w:cs="Arial"/>
                <w:b/>
                <w:bCs/>
                <w:kern w:val="1"/>
                <w:sz w:val="22"/>
                <w:szCs w:val="22"/>
                <w:lang w:eastAsia="zh-CN" w:bidi="hi-IN"/>
              </w:rPr>
            </w:pPr>
            <w:r w:rsidRPr="007B5A7D">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rsidR="00167B75" w:rsidRPr="007B5A7D" w:rsidRDefault="00167B75" w:rsidP="009F7B63">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rsidR="00167B75" w:rsidRPr="007B5A7D" w:rsidRDefault="00167B75" w:rsidP="009F7B63">
            <w:pPr>
              <w:autoSpaceDE w:val="0"/>
              <w:autoSpaceDN w:val="0"/>
              <w:adjustRightInd w:val="0"/>
              <w:spacing w:line="276" w:lineRule="auto"/>
              <w:jc w:val="center"/>
              <w:rPr>
                <w:rFonts w:ascii="Cambria" w:eastAsia="Calibri" w:hAnsi="Cambria" w:cs="Arial"/>
                <w:b/>
                <w:bCs/>
                <w:sz w:val="22"/>
                <w:szCs w:val="22"/>
              </w:rPr>
            </w:pPr>
            <w:r w:rsidRPr="007B5A7D">
              <w:rPr>
                <w:rFonts w:ascii="Cambria" w:eastAsia="Calibri" w:hAnsi="Cambria" w:cs="Arial"/>
                <w:b/>
                <w:bCs/>
                <w:i/>
                <w:iCs/>
                <w:sz w:val="22"/>
                <w:szCs w:val="22"/>
              </w:rPr>
              <w:t xml:space="preserve">Kod </w:t>
            </w:r>
            <w:proofErr w:type="spellStart"/>
            <w:r w:rsidRPr="007B5A7D">
              <w:rPr>
                <w:rFonts w:ascii="Cambria" w:eastAsia="Calibri" w:hAnsi="Cambria" w:cs="Arial"/>
                <w:b/>
                <w:bCs/>
                <w:i/>
                <w:iCs/>
                <w:sz w:val="22"/>
                <w:szCs w:val="22"/>
              </w:rPr>
              <w:t>czynn</w:t>
            </w:r>
            <w:proofErr w:type="spellEnd"/>
            <w:r w:rsidRPr="007B5A7D">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rsidR="00167B75" w:rsidRPr="007B5A7D" w:rsidRDefault="00167B75" w:rsidP="009F7B63">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rsidR="00167B75" w:rsidRPr="007B5A7D" w:rsidRDefault="00167B75" w:rsidP="009F7B63">
            <w:pPr>
              <w:widowControl w:val="0"/>
              <w:spacing w:line="276" w:lineRule="auto"/>
              <w:ind w:hanging="8"/>
              <w:jc w:val="center"/>
              <w:rPr>
                <w:rFonts w:ascii="Cambria" w:eastAsia="Verdana" w:hAnsi="Cambria" w:cs="Arial"/>
                <w:b/>
                <w:bCs/>
                <w:i/>
                <w:kern w:val="1"/>
                <w:sz w:val="22"/>
                <w:szCs w:val="22"/>
                <w:lang w:eastAsia="zh-CN" w:bidi="hi-IN"/>
              </w:rPr>
            </w:pPr>
            <w:r w:rsidRPr="007B5A7D">
              <w:rPr>
                <w:rFonts w:ascii="Cambria" w:eastAsia="Verdana" w:hAnsi="Cambria" w:cs="Arial"/>
                <w:b/>
                <w:bCs/>
                <w:i/>
                <w:kern w:val="1"/>
                <w:sz w:val="22"/>
                <w:szCs w:val="22"/>
                <w:lang w:eastAsia="zh-CN" w:bidi="hi-IN"/>
              </w:rPr>
              <w:t>Jedn.</w:t>
            </w:r>
          </w:p>
          <w:p w:rsidR="00167B75" w:rsidRPr="007B5A7D" w:rsidRDefault="00167B75" w:rsidP="009F7B63">
            <w:pPr>
              <w:widowControl w:val="0"/>
              <w:spacing w:line="276" w:lineRule="auto"/>
              <w:ind w:hanging="8"/>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 xml:space="preserve"> miary</w:t>
            </w:r>
          </w:p>
        </w:tc>
      </w:tr>
      <w:tr w:rsidR="00167B75" w:rsidRPr="007B5A7D" w:rsidTr="009F7B63">
        <w:trPr>
          <w:trHeight w:val="623"/>
          <w:jc w:val="center"/>
        </w:trPr>
        <w:tc>
          <w:tcPr>
            <w:tcW w:w="846" w:type="dxa"/>
            <w:tcBorders>
              <w:top w:val="single" w:sz="4" w:space="0" w:color="000001"/>
              <w:left w:val="single" w:sz="4" w:space="0" w:color="000001"/>
              <w:bottom w:val="single" w:sz="4" w:space="0" w:color="000001"/>
            </w:tcBorders>
          </w:tcPr>
          <w:p w:rsidR="00167B75" w:rsidRPr="007B5A7D" w:rsidRDefault="00167B75" w:rsidP="009F7B63">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160</w:t>
            </w:r>
          </w:p>
        </w:tc>
        <w:tc>
          <w:tcPr>
            <w:tcW w:w="1843" w:type="dxa"/>
            <w:tcBorders>
              <w:top w:val="single" w:sz="4" w:space="0" w:color="000001"/>
              <w:left w:val="single" w:sz="4" w:space="0" w:color="000001"/>
              <w:bottom w:val="single" w:sz="4" w:space="0" w:color="000001"/>
            </w:tcBorders>
            <w:shd w:val="clear" w:color="auto" w:fill="auto"/>
          </w:tcPr>
          <w:p w:rsidR="00167B75" w:rsidRPr="007B5A7D" w:rsidRDefault="00167B75" w:rsidP="009F7B63">
            <w:pPr>
              <w:widowControl w:val="0"/>
              <w:spacing w:before="120" w:line="276" w:lineRule="auto"/>
              <w:rPr>
                <w:rFonts w:ascii="Cambria" w:eastAsia="Verdana" w:hAnsi="Cambria" w:cs="Arial"/>
                <w:kern w:val="1"/>
                <w:sz w:val="22"/>
                <w:szCs w:val="22"/>
                <w:lang w:eastAsia="zh-CN" w:bidi="hi-IN"/>
              </w:rPr>
            </w:pPr>
            <w:r w:rsidRPr="007B5A7D">
              <w:rPr>
                <w:rFonts w:ascii="Cambria" w:eastAsia="Calibri" w:hAnsi="Cambria" w:cs="Arial"/>
                <w:bCs/>
                <w:iCs/>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rsidR="00167B75" w:rsidRPr="007B5A7D" w:rsidRDefault="00167B75" w:rsidP="009F7B63">
            <w:pPr>
              <w:widowControl w:val="0"/>
              <w:spacing w:before="120" w:line="276" w:lineRule="auto"/>
              <w:rPr>
                <w:rFonts w:ascii="Cambria" w:hAnsi="Cambria" w:cs="Arial"/>
                <w:bCs/>
                <w:iCs/>
                <w:kern w:val="1"/>
                <w:sz w:val="22"/>
                <w:szCs w:val="22"/>
                <w:lang w:eastAsia="pl-PL" w:bidi="hi-IN"/>
              </w:rPr>
            </w:pPr>
            <w:r w:rsidRPr="007B5A7D">
              <w:rPr>
                <w:rFonts w:ascii="Cambria" w:eastAsia="Calibri" w:hAnsi="Cambria" w:cs="Arial"/>
                <w:bCs/>
                <w:iCs/>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rsidR="00167B75" w:rsidRPr="007B5A7D" w:rsidRDefault="00167B75" w:rsidP="009F7B63">
            <w:pPr>
              <w:spacing w:before="120" w:line="276" w:lineRule="auto"/>
              <w:rPr>
                <w:rFonts w:ascii="Cambria" w:eastAsia="Calibri" w:hAnsi="Cambria" w:cs="Arial"/>
                <w:bCs/>
                <w:iCs/>
                <w:sz w:val="22"/>
                <w:szCs w:val="22"/>
              </w:rPr>
            </w:pPr>
            <w:r w:rsidRPr="007B5A7D">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rsidR="00167B75" w:rsidRPr="007B5A7D" w:rsidRDefault="00167B75" w:rsidP="009F7B63">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M</w:t>
            </w:r>
            <w:r w:rsidRPr="007B5A7D">
              <w:rPr>
                <w:rFonts w:ascii="Cambria" w:hAnsi="Cambria" w:cs="Arial"/>
                <w:bCs/>
                <w:iCs/>
                <w:kern w:val="1"/>
                <w:sz w:val="22"/>
                <w:szCs w:val="22"/>
                <w:vertAlign w:val="superscript"/>
                <w:lang w:eastAsia="pl-PL" w:bidi="hi-IN"/>
              </w:rPr>
              <w:t>3</w:t>
            </w:r>
          </w:p>
        </w:tc>
      </w:tr>
    </w:tbl>
    <w:p w:rsidR="00167B75" w:rsidRPr="007B5A7D" w:rsidRDefault="00167B75" w:rsidP="00167B75">
      <w:pPr>
        <w:widowControl w:val="0"/>
        <w:spacing w:before="120" w:after="120" w:line="276" w:lineRule="auto"/>
        <w:rPr>
          <w:rFonts w:ascii="Cambria" w:hAnsi="Cambria" w:cs="Arial"/>
          <w:bCs/>
          <w:iCs/>
          <w:kern w:val="1"/>
          <w:sz w:val="22"/>
          <w:szCs w:val="22"/>
          <w:lang w:eastAsia="pl-PL" w:bidi="hi-IN"/>
        </w:rPr>
      </w:pPr>
      <w:r w:rsidRPr="007B5A7D">
        <w:rPr>
          <w:rFonts w:ascii="Cambria" w:hAnsi="Cambria" w:cs="Arial"/>
          <w:b/>
          <w:bCs/>
          <w:iCs/>
          <w:kern w:val="1"/>
          <w:sz w:val="22"/>
          <w:szCs w:val="22"/>
          <w:lang w:eastAsia="pl-PL" w:bidi="hi-IN"/>
        </w:rPr>
        <w:t>Standard technologii prac obejmuje</w:t>
      </w:r>
      <w:r w:rsidRPr="00D84438">
        <w:rPr>
          <w:rFonts w:ascii="Cambria" w:hAnsi="Cambria" w:cs="Arial"/>
          <w:b/>
          <w:bCs/>
          <w:iCs/>
          <w:color w:val="FF0000"/>
          <w:kern w:val="1"/>
          <w:sz w:val="22"/>
          <w:szCs w:val="22"/>
          <w:lang w:eastAsia="pl-PL" w:bidi="hi-IN"/>
        </w:rPr>
        <w:t>:</w:t>
      </w:r>
      <w:r w:rsidR="00E55F5C">
        <w:rPr>
          <w:rFonts w:ascii="Cambria" w:hAnsi="Cambria" w:cs="Arial"/>
          <w:b/>
          <w:bCs/>
          <w:iCs/>
          <w:color w:val="FF0000"/>
          <w:kern w:val="1"/>
          <w:sz w:val="22"/>
          <w:szCs w:val="22"/>
          <w:lang w:eastAsia="pl-PL" w:bidi="hi-IN"/>
        </w:rPr>
        <w:t xml:space="preserve"> </w:t>
      </w:r>
    </w:p>
    <w:p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korowanie zasiedlonego surowca,</w:t>
      </w:r>
    </w:p>
    <w:p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dostarczenie kory do miejsca spalenia lub zakopania,</w:t>
      </w:r>
    </w:p>
    <w:p w:rsidR="00167B75" w:rsidRPr="007B5A7D" w:rsidRDefault="00167B75" w:rsidP="00167B75">
      <w:pPr>
        <w:pStyle w:val="Akapitzlist"/>
        <w:widowControl w:val="0"/>
        <w:numPr>
          <w:ilvl w:val="0"/>
          <w:numId w:val="310"/>
        </w:numPr>
        <w:ind w:left="714" w:hanging="357"/>
        <w:jc w:val="both"/>
        <w:rPr>
          <w:rFonts w:ascii="Cambria" w:eastAsia="Calibri" w:hAnsi="Cambria" w:cs="Arial"/>
          <w:sz w:val="22"/>
          <w:szCs w:val="22"/>
        </w:rPr>
      </w:pPr>
      <w:r w:rsidRPr="007B5A7D">
        <w:rPr>
          <w:rFonts w:ascii="Cambria" w:hAnsi="Cambria" w:cs="Arial"/>
          <w:bCs/>
          <w:iCs/>
          <w:kern w:val="1"/>
          <w:sz w:val="22"/>
          <w:szCs w:val="22"/>
          <w:lang w:bidi="hi-IN"/>
        </w:rPr>
        <w:t>spalenie lub zakopanie (przykrycie warstwą min. 20 cm gleby oraz udeptanie gleby) kory w miejscu wskazanym przez Zamawiającego</w:t>
      </w:r>
      <w:r w:rsidRPr="007B5A7D">
        <w:rPr>
          <w:rFonts w:ascii="Cambria" w:eastAsia="Calibri" w:hAnsi="Cambria" w:cs="Arial"/>
          <w:sz w:val="22"/>
          <w:szCs w:val="22"/>
        </w:rPr>
        <w:t>.</w:t>
      </w:r>
    </w:p>
    <w:p w:rsidR="00167B75" w:rsidRPr="007B5A7D" w:rsidRDefault="00167B75" w:rsidP="00167B75">
      <w:pPr>
        <w:spacing w:line="360" w:lineRule="auto"/>
        <w:jc w:val="both"/>
        <w:rPr>
          <w:rFonts w:ascii="Cambria" w:eastAsia="Calibri" w:hAnsi="Cambria" w:cs="Arial"/>
          <w:b/>
          <w:sz w:val="22"/>
          <w:szCs w:val="22"/>
        </w:rPr>
      </w:pPr>
      <w:r w:rsidRPr="007B5A7D">
        <w:rPr>
          <w:rFonts w:ascii="Cambria" w:eastAsia="Calibri" w:hAnsi="Cambria" w:cs="Arial"/>
          <w:b/>
          <w:sz w:val="22"/>
          <w:szCs w:val="22"/>
        </w:rPr>
        <w:t xml:space="preserve">Uwagi: </w:t>
      </w:r>
    </w:p>
    <w:p w:rsidR="00167B75" w:rsidRPr="007B5A7D" w:rsidRDefault="00167B75" w:rsidP="00167B75">
      <w:pPr>
        <w:pStyle w:val="Akapitzlist"/>
        <w:widowControl w:val="0"/>
        <w:numPr>
          <w:ilvl w:val="0"/>
          <w:numId w:val="311"/>
        </w:numPr>
        <w:jc w:val="both"/>
        <w:rPr>
          <w:rFonts w:ascii="Cambria" w:eastAsia="Calibri" w:hAnsi="Cambria" w:cs="Arial"/>
          <w:sz w:val="22"/>
          <w:szCs w:val="22"/>
        </w:rPr>
      </w:pPr>
      <w:r w:rsidRPr="007B5A7D">
        <w:rPr>
          <w:rFonts w:ascii="Cambria" w:eastAsia="Calibri" w:hAnsi="Cambria" w:cs="Arial"/>
          <w:sz w:val="22"/>
          <w:szCs w:val="22"/>
        </w:rPr>
        <w:t xml:space="preserve">jeżeli korowanie zasiedlonego drewna poprzedzone jest </w:t>
      </w:r>
      <w:proofErr w:type="spellStart"/>
      <w:r w:rsidRPr="007B5A7D">
        <w:rPr>
          <w:rFonts w:ascii="Cambria" w:eastAsia="Calibri" w:hAnsi="Cambria" w:cs="Arial"/>
          <w:sz w:val="22"/>
          <w:szCs w:val="22"/>
        </w:rPr>
        <w:t>rozmygłowaniem</w:t>
      </w:r>
      <w:proofErr w:type="spellEnd"/>
      <w:r w:rsidRPr="007B5A7D">
        <w:rPr>
          <w:rFonts w:ascii="Cambria" w:eastAsia="Calibri" w:hAnsi="Cambria" w:cs="Arial"/>
          <w:sz w:val="22"/>
          <w:szCs w:val="22"/>
        </w:rPr>
        <w:t xml:space="preserve">, to po jego okorowaniu należy ponownie go </w:t>
      </w:r>
      <w:proofErr w:type="spellStart"/>
      <w:r w:rsidRPr="007B5A7D">
        <w:rPr>
          <w:rFonts w:ascii="Cambria" w:eastAsia="Calibri" w:hAnsi="Cambria" w:cs="Arial"/>
          <w:sz w:val="22"/>
          <w:szCs w:val="22"/>
        </w:rPr>
        <w:t>zmygłować</w:t>
      </w:r>
      <w:proofErr w:type="spellEnd"/>
      <w:r w:rsidRPr="007B5A7D">
        <w:rPr>
          <w:rFonts w:ascii="Cambria" w:eastAsia="Calibri" w:hAnsi="Cambria" w:cs="Arial"/>
          <w:sz w:val="22"/>
          <w:szCs w:val="22"/>
        </w:rPr>
        <w:t>.</w:t>
      </w:r>
    </w:p>
    <w:p w:rsidR="00167B75" w:rsidRPr="007B5A7D" w:rsidRDefault="00167B75" w:rsidP="00167B75">
      <w:pPr>
        <w:pStyle w:val="Akapitzlist"/>
        <w:widowControl w:val="0"/>
        <w:numPr>
          <w:ilvl w:val="0"/>
          <w:numId w:val="311"/>
        </w:numPr>
        <w:rPr>
          <w:rFonts w:ascii="Cambria" w:eastAsia="Calibri" w:hAnsi="Cambria" w:cs="Arial"/>
          <w:sz w:val="22"/>
          <w:szCs w:val="22"/>
        </w:rPr>
      </w:pPr>
      <w:r w:rsidRPr="007B5A7D">
        <w:rPr>
          <w:rFonts w:ascii="Cambria" w:eastAsia="Calibri" w:hAnsi="Cambria" w:cs="Arial"/>
          <w:sz w:val="22"/>
          <w:szCs w:val="22"/>
        </w:rPr>
        <w:t>niezbędne narzędzia zapewnia Wykonawca.</w:t>
      </w:r>
    </w:p>
    <w:p w:rsidR="00167B75" w:rsidRPr="007B5A7D" w:rsidRDefault="00167B75" w:rsidP="00167B75">
      <w:pPr>
        <w:widowControl w:val="0"/>
        <w:spacing w:before="120" w:after="120" w:line="276" w:lineRule="auto"/>
        <w:rPr>
          <w:rFonts w:ascii="Cambria" w:hAnsi="Cambria" w:cs="Arial"/>
          <w:b/>
          <w:bCs/>
          <w:iCs/>
          <w:kern w:val="1"/>
          <w:sz w:val="22"/>
          <w:szCs w:val="22"/>
          <w:lang w:eastAsia="pl-PL" w:bidi="hi-IN"/>
        </w:rPr>
      </w:pPr>
      <w:r w:rsidRPr="007B5A7D">
        <w:rPr>
          <w:rFonts w:ascii="Cambria" w:hAnsi="Cambria" w:cs="Arial"/>
          <w:b/>
          <w:bCs/>
          <w:iCs/>
          <w:kern w:val="1"/>
          <w:sz w:val="22"/>
          <w:szCs w:val="22"/>
          <w:lang w:eastAsia="pl-PL" w:bidi="hi-IN"/>
        </w:rPr>
        <w:t>Procedura odbioru:</w:t>
      </w:r>
    </w:p>
    <w:p w:rsidR="00167B75" w:rsidRPr="007B5A7D" w:rsidRDefault="00167B75" w:rsidP="00167B75">
      <w:pPr>
        <w:pStyle w:val="Akapitzlist"/>
        <w:widowControl w:val="0"/>
        <w:numPr>
          <w:ilvl w:val="0"/>
          <w:numId w:val="312"/>
        </w:numPr>
        <w:jc w:val="both"/>
        <w:rPr>
          <w:rFonts w:ascii="Cambria" w:hAnsi="Cambria" w:cs="Arial"/>
          <w:bCs/>
          <w:iCs/>
          <w:kern w:val="1"/>
          <w:sz w:val="22"/>
          <w:szCs w:val="22"/>
          <w:lang w:bidi="hi-IN"/>
        </w:rPr>
      </w:pPr>
      <w:r w:rsidRPr="007B5A7D">
        <w:rPr>
          <w:rFonts w:ascii="Cambria" w:hAnsi="Cambria" w:cs="Arial"/>
          <w:bCs/>
          <w:iCs/>
          <w:kern w:val="1"/>
          <w:sz w:val="22"/>
          <w:szCs w:val="22"/>
          <w:lang w:bidi="hi-IN"/>
        </w:rPr>
        <w:t xml:space="preserve">odbiór prac nastąpi poprzez </w:t>
      </w:r>
      <w:r w:rsidRPr="007B5A7D">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rsidR="00167B75" w:rsidRPr="007B5A7D" w:rsidRDefault="00167B75" w:rsidP="00167B75">
      <w:pPr>
        <w:autoSpaceDE w:val="0"/>
        <w:autoSpaceDN w:val="0"/>
        <w:adjustRightInd w:val="0"/>
        <w:spacing w:before="120" w:after="120"/>
        <w:ind w:firstLine="708"/>
        <w:rPr>
          <w:rFonts w:ascii="Cambria" w:eastAsia="Calibri" w:hAnsi="Cambria" w:cs="Arial"/>
          <w:i/>
          <w:iCs/>
          <w:sz w:val="22"/>
          <w:szCs w:val="22"/>
        </w:rPr>
      </w:pPr>
      <w:r w:rsidRPr="007B5A7D">
        <w:rPr>
          <w:rFonts w:ascii="Cambria" w:eastAsia="Calibri" w:hAnsi="Cambria" w:cs="Arial"/>
          <w:i/>
          <w:iCs/>
          <w:sz w:val="22"/>
          <w:szCs w:val="22"/>
        </w:rPr>
        <w:t>(rozliczenie z dokładnością do dwóch miejsc po przecinku)</w:t>
      </w:r>
    </w:p>
    <w:p w:rsidR="00167B75" w:rsidRPr="007B5A7D" w:rsidRDefault="00167B75" w:rsidP="00167B75">
      <w:pPr>
        <w:suppressAutoHyphens w:val="0"/>
        <w:spacing w:after="160" w:line="259" w:lineRule="auto"/>
        <w:rPr>
          <w:rFonts w:ascii="Cambria" w:eastAsia="Calibri" w:hAnsi="Cambria" w:cstheme="minorHAnsi"/>
          <w:sz w:val="22"/>
          <w:szCs w:val="22"/>
        </w:rPr>
      </w:pPr>
      <w:r w:rsidRPr="007B5A7D">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161</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pniaków w drzewostanach</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HA</w:t>
            </w:r>
          </w:p>
        </w:tc>
      </w:tr>
    </w:tbl>
    <w:p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r w:rsidR="00E11F14">
        <w:rPr>
          <w:rFonts w:ascii="Cambria" w:eastAsia="Calibri" w:hAnsi="Cambria" w:cstheme="minorHAnsi"/>
          <w:b/>
          <w:bCs/>
          <w:sz w:val="22"/>
          <w:szCs w:val="22"/>
        </w:rPr>
        <w:t xml:space="preserve"> </w:t>
      </w:r>
    </w:p>
    <w:p w:rsidR="00167B75" w:rsidRPr="007B5A7D" w:rsidRDefault="00167B75" w:rsidP="00167B75">
      <w:pPr>
        <w:pStyle w:val="Akapitzlist"/>
        <w:numPr>
          <w:ilvl w:val="0"/>
          <w:numId w:val="31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dojście do pniaka, </w:t>
      </w:r>
    </w:p>
    <w:p w:rsidR="00167B75" w:rsidRPr="007B5A7D" w:rsidRDefault="00167B75" w:rsidP="00167B75">
      <w:pPr>
        <w:pStyle w:val="Akapitzlist"/>
        <w:numPr>
          <w:ilvl w:val="0"/>
          <w:numId w:val="31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okorowanie pniaka.</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rsidR="00167B75" w:rsidRPr="007B5A7D" w:rsidRDefault="00167B75" w:rsidP="00167B75">
      <w:pPr>
        <w:pStyle w:val="Akapitzlist"/>
        <w:numPr>
          <w:ilvl w:val="0"/>
          <w:numId w:val="31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korowanie pniaków jest wykonywane w terminie określonym przez Zamawiającego w zleceniu. </w:t>
      </w:r>
    </w:p>
    <w:p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rsidR="00167B75" w:rsidRPr="007B5A7D" w:rsidRDefault="00167B75" w:rsidP="00167B75">
      <w:pPr>
        <w:suppressAutoHyphens w:val="0"/>
        <w:spacing w:after="200" w:line="276" w:lineRule="auto"/>
        <w:rPr>
          <w:rFonts w:ascii="Cambria" w:eastAsia="Calibri" w:hAnsi="Cambria" w:cstheme="minorHAnsi"/>
          <w:sz w:val="22"/>
          <w:szCs w:val="22"/>
        </w:rPr>
      </w:pPr>
    </w:p>
    <w:p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Chemiczne zwalczanie szkodników wtórnych oraz</w:t>
      </w:r>
      <w:r w:rsidRPr="007B5A7D">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162</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HLTR</w:t>
            </w:r>
          </w:p>
        </w:tc>
      </w:tr>
    </w:tbl>
    <w:p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r w:rsidR="00E11F14">
        <w:rPr>
          <w:rFonts w:ascii="Cambria" w:eastAsia="Calibri" w:hAnsi="Cambria" w:cstheme="minorHAnsi"/>
          <w:b/>
          <w:bCs/>
          <w:sz w:val="22"/>
          <w:szCs w:val="22"/>
        </w:rPr>
        <w:t xml:space="preserve"> </w:t>
      </w:r>
    </w:p>
    <w:p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ustawienie tablic ostrzegawczych,</w:t>
      </w:r>
    </w:p>
    <w:p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podczepienie i regulacja sprzętu,</w:t>
      </w:r>
    </w:p>
    <w:p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etykietą na opakowaniu środka chemicznego,</w:t>
      </w:r>
    </w:p>
    <w:p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napełnienie opryskiwacza,</w:t>
      </w:r>
    </w:p>
    <w:p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dojazd do powierzchni (miejsca wykonania zabiegu),</w:t>
      </w:r>
    </w:p>
    <w:p w:rsidR="00167B75" w:rsidRPr="007B5A7D" w:rsidRDefault="00167B75" w:rsidP="00167B75">
      <w:pPr>
        <w:pStyle w:val="Akapitzlist"/>
        <w:widowControl w:val="0"/>
        <w:numPr>
          <w:ilvl w:val="0"/>
          <w:numId w:val="316"/>
        </w:numPr>
        <w:spacing w:before="120" w:after="120"/>
        <w:jc w:val="both"/>
        <w:rPr>
          <w:rFonts w:ascii="Cambria" w:eastAsia="Calibri" w:hAnsi="Cambria" w:cstheme="minorHAnsi"/>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kern w:val="1"/>
          <w:sz w:val="22"/>
          <w:szCs w:val="22"/>
          <w:lang w:bidi="hi-IN"/>
        </w:rPr>
        <w:t xml:space="preserve"> - zabezpieczenie środkiem chemicznym drewna w dawce zgodnej z instrukcją na opakowaniu środka,</w:t>
      </w:r>
    </w:p>
    <w:p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powrót do miejsca napełniania roztworem.</w:t>
      </w:r>
    </w:p>
    <w:p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rsidR="00167B75" w:rsidRPr="007B5A7D" w:rsidRDefault="00167B75" w:rsidP="00167B75">
      <w:pPr>
        <w:pStyle w:val="Akapitzlist"/>
        <w:numPr>
          <w:ilvl w:val="0"/>
          <w:numId w:val="3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rsidR="00167B75" w:rsidRPr="007B5A7D" w:rsidRDefault="00167B75" w:rsidP="00167B75">
      <w:pPr>
        <w:pStyle w:val="Akapitzlist"/>
        <w:numPr>
          <w:ilvl w:val="0"/>
          <w:numId w:val="31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rsidR="00167B75" w:rsidRPr="007B5A7D" w:rsidRDefault="00167B75" w:rsidP="00167B75">
      <w:pPr>
        <w:pStyle w:val="Akapitzlist"/>
        <w:numPr>
          <w:ilvl w:val="0"/>
          <w:numId w:val="317"/>
        </w:numPr>
        <w:rPr>
          <w:rFonts w:ascii="Cambria" w:eastAsia="Calibri" w:hAnsi="Cambria" w:cstheme="minorHAnsi"/>
          <w:sz w:val="22"/>
          <w:szCs w:val="22"/>
        </w:rPr>
      </w:pPr>
      <w:r w:rsidRPr="007B5A7D">
        <w:rPr>
          <w:rFonts w:ascii="Cambria" w:eastAsia="Calibri" w:hAnsi="Cambria" w:cstheme="minorHAnsi"/>
          <w:sz w:val="22"/>
          <w:szCs w:val="22"/>
          <w:lang w:eastAsia="en-US"/>
        </w:rPr>
        <w:t>Zamawiający wskazuje miejsce odbioru środka chemicznego … km, zwrotu opakowań po środku chemicznym … km oraz punkt poboru wody …  km.</w:t>
      </w:r>
    </w:p>
    <w:p w:rsidR="00167B75" w:rsidRPr="007B5A7D" w:rsidRDefault="00167B75" w:rsidP="00167B75">
      <w:pPr>
        <w:suppressAutoHyphens w:val="0"/>
        <w:spacing w:before="120" w:after="120"/>
        <w:jc w:val="both"/>
        <w:rPr>
          <w:rFonts w:ascii="Cambria" w:hAnsi="Cambria" w:cstheme="minorHAnsi"/>
          <w:sz w:val="22"/>
          <w:szCs w:val="22"/>
          <w:lang w:eastAsia="pl-PL"/>
        </w:rPr>
      </w:pPr>
    </w:p>
    <w:p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Procedura odbioru:</w:t>
      </w:r>
    </w:p>
    <w:p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jednego litra).</w:t>
      </w:r>
    </w:p>
    <w:p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p>
    <w:p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163</w:t>
            </w:r>
          </w:p>
        </w:tc>
        <w:tc>
          <w:tcPr>
            <w:tcW w:w="958"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w:t>
            </w:r>
          </w:p>
        </w:tc>
        <w:tc>
          <w:tcPr>
            <w:tcW w:w="910"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                     … (materiał)</w:t>
            </w:r>
          </w:p>
        </w:tc>
        <w:tc>
          <w:tcPr>
            <w:tcW w:w="2062"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budek lęgowych/schronów dla nietoperzy z magazynu leśnictwa,</w:t>
      </w:r>
    </w:p>
    <w:p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rozwiezienie budek lęgowych/schronów dla nietoperzy po terenie leśnictwa,</w:t>
      </w:r>
    </w:p>
    <w:p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przymocowaniu budki </w:t>
      </w:r>
      <w:r w:rsidR="00E11F14">
        <w:rPr>
          <w:rFonts w:ascii="Cambria" w:eastAsia="Calibri" w:hAnsi="Cambria" w:cstheme="minorHAnsi"/>
          <w:sz w:val="22"/>
          <w:szCs w:val="22"/>
        </w:rPr>
        <w:t xml:space="preserve">lęgowej do drzewa na wysokości </w:t>
      </w:r>
      <w:r w:rsidR="00E55F5C">
        <w:rPr>
          <w:rFonts w:ascii="Cambria" w:eastAsia="Calibri" w:hAnsi="Cambria" w:cstheme="minorHAnsi"/>
          <w:color w:val="FF0000"/>
          <w:sz w:val="22"/>
          <w:szCs w:val="22"/>
        </w:rPr>
        <w:t>2,5</w:t>
      </w:r>
      <w:r w:rsidRPr="007B5A7D">
        <w:rPr>
          <w:rFonts w:ascii="Cambria" w:eastAsia="Calibri" w:hAnsi="Cambria" w:cstheme="minorHAnsi"/>
          <w:sz w:val="22"/>
          <w:szCs w:val="22"/>
        </w:rPr>
        <w:t xml:space="preserve"> m otworem wylotowym skierowanym na wschód lub południowy wschód za pomocą </w:t>
      </w:r>
      <w:r w:rsidR="00E55F5C">
        <w:rPr>
          <w:rFonts w:ascii="Cambria" w:eastAsia="Calibri" w:hAnsi="Cambria" w:cstheme="minorHAnsi"/>
          <w:color w:val="FF0000"/>
          <w:sz w:val="22"/>
          <w:szCs w:val="22"/>
        </w:rPr>
        <w:t>drutu</w:t>
      </w:r>
      <w:r w:rsidRPr="00E11F14">
        <w:rPr>
          <w:rFonts w:ascii="Cambria" w:eastAsia="Calibri" w:hAnsi="Cambria" w:cstheme="minorHAnsi"/>
          <w:color w:val="FF0000"/>
          <w:sz w:val="22"/>
          <w:szCs w:val="22"/>
        </w:rPr>
        <w:t>,</w:t>
      </w:r>
    </w:p>
    <w:p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przymocowaniu schronu dla nietoperzy do drzewa na wysokości co najmniej 3-5 m za pomocą </w:t>
      </w:r>
      <w:r w:rsidR="00E11F14" w:rsidRPr="00E11F14">
        <w:rPr>
          <w:rFonts w:ascii="Cambria" w:eastAsia="Calibri" w:hAnsi="Cambria" w:cstheme="minorHAnsi"/>
          <w:color w:val="FF0000"/>
          <w:sz w:val="22"/>
          <w:szCs w:val="22"/>
        </w:rPr>
        <w:t>gwoździ</w:t>
      </w:r>
      <w:r w:rsidRPr="00E11F14">
        <w:rPr>
          <w:rFonts w:ascii="Cambria" w:eastAsia="Calibri" w:hAnsi="Cambria" w:cstheme="minorHAnsi"/>
          <w:color w:val="FF0000"/>
          <w:sz w:val="22"/>
          <w:szCs w:val="22"/>
        </w:rPr>
        <w:t>.</w:t>
      </w:r>
    </w:p>
    <w:p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 xml:space="preserve">materiały do przymocowania budek </w:t>
      </w:r>
      <w:r w:rsidR="00E11F14">
        <w:rPr>
          <w:rFonts w:ascii="Cambria" w:eastAsia="Calibri" w:hAnsi="Cambria" w:cstheme="minorHAnsi"/>
          <w:bCs/>
          <w:iCs/>
          <w:sz w:val="22"/>
          <w:szCs w:val="22"/>
        </w:rPr>
        <w:t xml:space="preserve">- </w:t>
      </w:r>
      <w:r w:rsidR="00E55F5C">
        <w:rPr>
          <w:rFonts w:ascii="Cambria" w:eastAsia="Calibri" w:hAnsi="Cambria" w:cstheme="minorHAnsi"/>
          <w:bCs/>
          <w:iCs/>
          <w:color w:val="FF0000"/>
          <w:sz w:val="22"/>
          <w:szCs w:val="22"/>
        </w:rPr>
        <w:t>drut</w:t>
      </w:r>
      <w:r w:rsidRPr="007B5A7D">
        <w:rPr>
          <w:rFonts w:ascii="Cambria" w:eastAsia="Calibri" w:hAnsi="Cambria" w:cstheme="minorHAnsi"/>
          <w:bCs/>
          <w:iCs/>
          <w:sz w:val="22"/>
          <w:szCs w:val="22"/>
        </w:rPr>
        <w:t xml:space="preserve"> zapewnia Wykonawca,</w:t>
      </w:r>
    </w:p>
    <w:p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budki lęgowe</w:t>
      </w:r>
      <w:r w:rsidRPr="007B5A7D">
        <w:rPr>
          <w:rFonts w:ascii="Cambria" w:eastAsia="Calibri" w:hAnsi="Cambria" w:cstheme="minorHAnsi"/>
          <w:sz w:val="22"/>
          <w:szCs w:val="22"/>
        </w:rPr>
        <w:t>/schrony dla nietoperzy</w:t>
      </w:r>
      <w:r w:rsidRPr="007B5A7D">
        <w:rPr>
          <w:rFonts w:ascii="Cambria" w:eastAsia="Calibri" w:hAnsi="Cambria" w:cstheme="minorHAnsi"/>
          <w:bCs/>
          <w:iCs/>
          <w:sz w:val="22"/>
          <w:szCs w:val="22"/>
        </w:rPr>
        <w:t xml:space="preserve"> zapewnia Zamawiający.</w:t>
      </w:r>
    </w:p>
    <w:p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rsidR="00167B75" w:rsidRPr="007B5A7D" w:rsidRDefault="00167B75" w:rsidP="00167B75">
      <w:pPr>
        <w:pStyle w:val="Akapitzlist"/>
        <w:numPr>
          <w:ilvl w:val="0"/>
          <w:numId w:val="321"/>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164</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r w:rsidRPr="007B5A7D">
              <w:rPr>
                <w:rFonts w:ascii="Cambria" w:eastAsia="Calibri" w:hAnsi="Cambria" w:cstheme="minorHAnsi"/>
                <w:bCs/>
                <w:iCs/>
                <w:sz w:val="22"/>
                <w:szCs w:val="22"/>
                <w:lang w:eastAsia="pl-PL"/>
              </w:rPr>
              <w:br/>
              <w:t>GWOŹDZIE (mat)</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wykonania drobnych napraw (np. przybicie daszka, boku, poprawienie mocowania, itp.),</w:t>
      </w:r>
    </w:p>
    <w:p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zabranie zniszczonych elementów pochodzących z budek lęgowych/schronów dla nietoperzy.</w:t>
      </w:r>
    </w:p>
    <w:p w:rsidR="00167B75" w:rsidRPr="007B5A7D" w:rsidRDefault="00167B75" w:rsidP="00167B75">
      <w:pPr>
        <w:suppressAutoHyphens w:val="0"/>
        <w:spacing w:after="160" w:line="259" w:lineRule="auto"/>
        <w:rPr>
          <w:rFonts w:ascii="Cambria" w:eastAsia="Calibri" w:hAnsi="Cambria" w:cstheme="minorHAnsi"/>
          <w:b/>
          <w:bCs/>
          <w:iCs/>
          <w:sz w:val="22"/>
          <w:szCs w:val="22"/>
        </w:rPr>
      </w:pPr>
      <w:r w:rsidRPr="007B5A7D">
        <w:rPr>
          <w:rFonts w:ascii="Cambria" w:eastAsia="Calibri" w:hAnsi="Cambria" w:cstheme="minorHAnsi"/>
          <w:b/>
          <w:bCs/>
          <w:iCs/>
          <w:sz w:val="22"/>
          <w:szCs w:val="22"/>
        </w:rPr>
        <w:br w:type="page"/>
      </w:r>
    </w:p>
    <w:p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rsidR="00167B75" w:rsidRPr="007B5A7D" w:rsidRDefault="00E11F14" w:rsidP="00167B75">
      <w:pPr>
        <w:pStyle w:val="Akapitzlist"/>
        <w:numPr>
          <w:ilvl w:val="0"/>
          <w:numId w:val="323"/>
        </w:numPr>
        <w:autoSpaceDE w:val="0"/>
        <w:autoSpaceDN w:val="0"/>
        <w:adjustRightInd w:val="0"/>
        <w:spacing w:before="120" w:after="120"/>
        <w:jc w:val="both"/>
        <w:rPr>
          <w:rFonts w:ascii="Cambria" w:eastAsia="Calibri" w:hAnsi="Cambria" w:cstheme="minorHAnsi"/>
          <w:sz w:val="22"/>
          <w:szCs w:val="22"/>
        </w:rPr>
      </w:pPr>
      <w:r>
        <w:rPr>
          <w:rFonts w:ascii="Cambria" w:eastAsia="Calibri" w:hAnsi="Cambria" w:cstheme="minorHAnsi"/>
          <w:sz w:val="22"/>
          <w:szCs w:val="22"/>
        </w:rPr>
        <w:t xml:space="preserve">gwoździe ocynkowane </w:t>
      </w:r>
      <w:r w:rsidR="00167B75" w:rsidRPr="007B5A7D">
        <w:rPr>
          <w:rFonts w:ascii="Cambria" w:eastAsia="Calibri" w:hAnsi="Cambria" w:cstheme="minorHAnsi"/>
          <w:sz w:val="22"/>
          <w:szCs w:val="22"/>
        </w:rPr>
        <w:t xml:space="preserve"> zapewnia Wykonawca.</w:t>
      </w:r>
    </w:p>
    <w:p w:rsidR="00167B75" w:rsidRPr="007B5A7D" w:rsidRDefault="00167B75" w:rsidP="00167B75">
      <w:pPr>
        <w:spacing w:before="120" w:after="120"/>
        <w:rPr>
          <w:rFonts w:ascii="Cambria" w:eastAsia="Calibri" w:hAnsi="Cambria" w:cstheme="minorHAnsi"/>
          <w:b/>
          <w:sz w:val="22"/>
          <w:szCs w:val="22"/>
        </w:rPr>
      </w:pPr>
    </w:p>
    <w:p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rsidR="00167B75" w:rsidRPr="007B5A7D" w:rsidRDefault="00167B75" w:rsidP="00167B75">
      <w:pPr>
        <w:pStyle w:val="Akapitzlist"/>
        <w:numPr>
          <w:ilvl w:val="0"/>
          <w:numId w:val="324"/>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165</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CZYSZ-BUD</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CZYSZ-BUD</w:t>
            </w:r>
            <w:r w:rsidRPr="007B5A7D">
              <w:rPr>
                <w:rFonts w:ascii="Cambria" w:eastAsia="Calibri" w:hAnsi="Cambria" w:cstheme="minorHAnsi"/>
                <w:sz w:val="22"/>
                <w:szCs w:val="22"/>
              </w:rPr>
              <w:br/>
              <w:t>TROCINY (mat)</w:t>
            </w:r>
            <w:r w:rsidRPr="007B5A7D">
              <w:rPr>
                <w:rFonts w:ascii="Cambria" w:eastAsia="Calibri" w:hAnsi="Cambria" w:cstheme="minorHAnsi"/>
                <w:sz w:val="22"/>
                <w:szCs w:val="22"/>
              </w:rPr>
              <w:br/>
              <w:t>TORF (mat)</w:t>
            </w:r>
            <w:r w:rsidRPr="007B5A7D">
              <w:rPr>
                <w:rFonts w:ascii="Cambria" w:eastAsia="Calibri" w:hAnsi="Cambria" w:cstheme="minorHAnsi"/>
                <w:sz w:val="22"/>
                <w:szCs w:val="22"/>
              </w:rPr>
              <w:br/>
              <w:t>GWOŹDZIE (mat)</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Czyszczenie budek lęgowych i schronów dla nietoperzy</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dojazd do  budek lęgowych, schronów,</w:t>
      </w:r>
    </w:p>
    <w:p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 xml:space="preserve">otwarcie, dokładne oczyszczenie budek lęgowych (schronów) z pozostałości po lęgach, </w:t>
      </w:r>
      <w:proofErr w:type="spellStart"/>
      <w:r w:rsidRPr="007B5A7D">
        <w:rPr>
          <w:rFonts w:ascii="Cambria" w:hAnsi="Cambria" w:cstheme="minorHAnsi"/>
          <w:sz w:val="22"/>
          <w:szCs w:val="22"/>
        </w:rPr>
        <w:t>itp</w:t>
      </w:r>
      <w:proofErr w:type="spellEnd"/>
      <w:r w:rsidRPr="007B5A7D">
        <w:rPr>
          <w:rFonts w:ascii="Cambria" w:hAnsi="Cambria" w:cstheme="minorHAnsi"/>
          <w:sz w:val="22"/>
          <w:szCs w:val="22"/>
        </w:rPr>
        <w:t>;</w:t>
      </w:r>
    </w:p>
    <w:p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wykonanie drobnych napraw (np. przybicie daszka, boku, poprawienie mocowania budek, itp.),</w:t>
      </w:r>
    </w:p>
    <w:p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przygotowanie ich do kolejnego sezonu poprzez wsypanie do budki lęgowej garści trocin lub torfu,</w:t>
      </w:r>
    </w:p>
    <w:p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zebranie elementów pochodzących ze zniszczonych budek (schronów) i przekazanie ich Zamawiającemu.</w:t>
      </w:r>
    </w:p>
    <w:p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rsidR="00167B75" w:rsidRPr="007B5A7D" w:rsidRDefault="00167B75" w:rsidP="00167B75">
      <w:pPr>
        <w:pStyle w:val="Akapitzlist"/>
        <w:numPr>
          <w:ilvl w:val="0"/>
          <w:numId w:val="326"/>
        </w:numPr>
        <w:spacing w:before="120" w:after="120"/>
        <w:rPr>
          <w:rFonts w:ascii="Cambria" w:eastAsia="Calibri" w:hAnsi="Cambria" w:cstheme="minorHAnsi"/>
          <w:sz w:val="22"/>
          <w:szCs w:val="22"/>
        </w:rPr>
      </w:pPr>
      <w:r w:rsidRPr="007B5A7D">
        <w:rPr>
          <w:rFonts w:ascii="Cambria" w:eastAsia="Calibri" w:hAnsi="Cambria" w:cstheme="minorHAnsi"/>
          <w:sz w:val="22"/>
          <w:szCs w:val="22"/>
        </w:rPr>
        <w:t>materiały: trociny (torf), gwoździe - zapewnia Wykonawca.</w:t>
      </w:r>
    </w:p>
    <w:p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rsidR="00167B75" w:rsidRPr="007B5A7D" w:rsidRDefault="00167B75" w:rsidP="00167B75">
      <w:pPr>
        <w:pStyle w:val="Akapitzlist"/>
        <w:numPr>
          <w:ilvl w:val="0"/>
          <w:numId w:val="327"/>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rsidR="00167B75" w:rsidRPr="007B5A7D" w:rsidRDefault="00167B75" w:rsidP="00167B75">
      <w:pPr>
        <w:pStyle w:val="Akapitzlist"/>
        <w:numPr>
          <w:ilvl w:val="0"/>
          <w:numId w:val="327"/>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wyczyszczonych budek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166</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 xml:space="preserve">Wykładanie drzew zgryzowych  </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rsidR="00167B75" w:rsidRPr="007B5A7D" w:rsidRDefault="00167B75" w:rsidP="00167B75">
      <w:pPr>
        <w:rPr>
          <w:rFonts w:ascii="Cambria" w:hAnsi="Cambria" w:cstheme="minorHAnsi"/>
          <w:sz w:val="22"/>
          <w:szCs w:val="22"/>
        </w:rPr>
      </w:pPr>
    </w:p>
    <w:p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r w:rsidR="00E11F14">
        <w:rPr>
          <w:rFonts w:ascii="Cambria" w:eastAsia="Calibri" w:hAnsi="Cambria" w:cstheme="minorHAnsi"/>
          <w:b/>
          <w:bCs/>
          <w:sz w:val="22"/>
          <w:szCs w:val="22"/>
        </w:rPr>
        <w:t xml:space="preserve"> </w:t>
      </w:r>
    </w:p>
    <w:p w:rsidR="00167B75" w:rsidRPr="007B5A7D" w:rsidRDefault="00167B75" w:rsidP="00167B75">
      <w:pPr>
        <w:numPr>
          <w:ilvl w:val="0"/>
          <w:numId w:val="328"/>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wykładanie drzew zgryzowych przez ich ścięcie na pozycjach wskazanych przez Zamawiającego.</w:t>
      </w:r>
    </w:p>
    <w:p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rsidR="00167B75" w:rsidRPr="007B5A7D" w:rsidRDefault="00167B75" w:rsidP="00167B75">
      <w:pPr>
        <w:pStyle w:val="Akapitzlist"/>
        <w:numPr>
          <w:ilvl w:val="0"/>
          <w:numId w:val="329"/>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drzewa zostaną wyznaczone na powierzchni roboczej przez Zamawiającego.</w:t>
      </w:r>
    </w:p>
    <w:p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zabiegu co do ilości drzew, jakości i zgodności z zleceniem,</w:t>
      </w:r>
    </w:p>
    <w:p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wyłożonych drzew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rsidR="00167B75" w:rsidRPr="007B5A7D" w:rsidRDefault="00167B75" w:rsidP="00167B75">
      <w:pPr>
        <w:spacing w:before="120" w:after="120"/>
        <w:ind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167</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wymiana, poprawienie ścian dołków oraz wybieranie i niszczenie ryjkowców,  itp.,</w:t>
      </w:r>
    </w:p>
    <w:p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lub:</w:t>
      </w:r>
    </w:p>
    <w:p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korowanie, wymiana oraz zbieranie i niszczenie ryjkowców, itp.,</w:t>
      </w:r>
    </w:p>
    <w:p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zużyte wałki należy pozostawić w miejscu wskazanym przez Zamawiającego (w sąsiedztwie uprawy) do ich naturalnego rozkładu.</w:t>
      </w:r>
    </w:p>
    <w:p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zapewnia Zamawiający.</w:t>
      </w:r>
    </w:p>
    <w:p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rsidR="00167B75" w:rsidRPr="007B5A7D" w:rsidRDefault="00167B75" w:rsidP="00167B75">
      <w:pPr>
        <w:spacing w:before="120" w:after="120"/>
        <w:jc w:val="both"/>
        <w:rPr>
          <w:rFonts w:ascii="Cambria" w:eastAsia="Calibri" w:hAnsi="Cambria" w:cstheme="minorHAnsi"/>
          <w:bCs/>
          <w:iCs/>
          <w:sz w:val="22"/>
          <w:szCs w:val="22"/>
          <w:lang w:eastAsia="pl-PL"/>
        </w:rPr>
      </w:pPr>
    </w:p>
    <w:p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rsidR="00167B75" w:rsidRPr="007B5A7D" w:rsidRDefault="00167B75" w:rsidP="00167B75">
      <w:pPr>
        <w:spacing w:before="120" w:after="120"/>
        <w:ind w:left="78"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rsidR="00167B75" w:rsidRPr="007B5A7D" w:rsidRDefault="00167B75" w:rsidP="00167B75">
      <w:pPr>
        <w:spacing w:before="120" w:after="120"/>
        <w:rPr>
          <w:rFonts w:ascii="Cambria" w:eastAsia="Calibri" w:hAnsi="Cambria" w:cstheme="minorHAnsi"/>
          <w:bCs/>
          <w:iCs/>
          <w:sz w:val="22"/>
          <w:szCs w:val="22"/>
          <w:lang w:eastAsia="pl-PL"/>
        </w:rPr>
      </w:pPr>
    </w:p>
    <w:p w:rsidR="00167B75" w:rsidRPr="007B5A7D" w:rsidRDefault="00167B75" w:rsidP="00167B75">
      <w:pPr>
        <w:suppressAutoHyphens w:val="0"/>
        <w:spacing w:after="160" w:line="259" w:lineRule="auto"/>
        <w:rPr>
          <w:rFonts w:ascii="Cambria" w:eastAsia="Calibri" w:hAnsi="Cambria" w:cstheme="minorHAnsi"/>
          <w:b/>
          <w:sz w:val="22"/>
          <w:szCs w:val="22"/>
        </w:rPr>
      </w:pPr>
      <w:r w:rsidRPr="007B5A7D">
        <w:rPr>
          <w:rFonts w:ascii="Cambria" w:eastAsia="Calibri" w:hAnsi="Cambria" w:cstheme="minorHAnsi"/>
          <w:b/>
          <w:sz w:val="22"/>
          <w:szCs w:val="22"/>
        </w:rPr>
        <w:br w:type="page"/>
      </w:r>
    </w:p>
    <w:p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168</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Usuwanie na uprawach drzewek porażonych</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rsidR="00167B75" w:rsidRPr="007B5A7D" w:rsidRDefault="00167B75" w:rsidP="00167B75">
      <w:pPr>
        <w:pStyle w:val="Akapitzlist"/>
        <w:numPr>
          <w:ilvl w:val="0"/>
          <w:numId w:val="33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z powierzchni drzewek porażonych przez grzyby lub owady. </w:t>
      </w:r>
    </w:p>
    <w:p w:rsidR="00167B75" w:rsidRPr="007B5A7D" w:rsidRDefault="00167B75" w:rsidP="00167B75">
      <w:pPr>
        <w:spacing w:before="120" w:after="120"/>
        <w:rPr>
          <w:rFonts w:ascii="Cambria" w:eastAsia="Calibri" w:hAnsi="Cambria" w:cstheme="minorHAnsi"/>
          <w:sz w:val="22"/>
          <w:szCs w:val="22"/>
        </w:rPr>
      </w:pPr>
      <w:r w:rsidRPr="007B5A7D">
        <w:rPr>
          <w:rFonts w:ascii="Cambria" w:eastAsia="Calibri" w:hAnsi="Cambria" w:cstheme="minorHAnsi"/>
          <w:b/>
          <w:sz w:val="22"/>
          <w:szCs w:val="22"/>
        </w:rPr>
        <w:t>Uwagi:</w:t>
      </w:r>
    </w:p>
    <w:p w:rsidR="00167B75" w:rsidRPr="007B5A7D" w:rsidRDefault="00167B75" w:rsidP="00167B75">
      <w:pPr>
        <w:pStyle w:val="Akapitzlist"/>
        <w:numPr>
          <w:ilvl w:val="0"/>
          <w:numId w:val="336"/>
        </w:numPr>
        <w:spacing w:before="120" w:after="120"/>
        <w:rPr>
          <w:rFonts w:ascii="Cambria" w:eastAsia="Calibri" w:hAnsi="Cambria" w:cstheme="minorHAnsi"/>
          <w:sz w:val="22"/>
          <w:szCs w:val="22"/>
        </w:rPr>
      </w:pPr>
      <w:r w:rsidRPr="007B5A7D">
        <w:rPr>
          <w:rFonts w:ascii="Cambria" w:eastAsia="Calibri" w:hAnsi="Cambria" w:cstheme="minorHAnsi"/>
          <w:sz w:val="22"/>
          <w:szCs w:val="22"/>
        </w:rPr>
        <w:t>prace objęte VAT 8 %.</w:t>
      </w:r>
    </w:p>
    <w:p w:rsidR="00167B75" w:rsidRPr="007B5A7D" w:rsidRDefault="00167B75" w:rsidP="00167B75">
      <w:pPr>
        <w:spacing w:before="120" w:after="120"/>
        <w:rPr>
          <w:rFonts w:ascii="Cambria" w:eastAsia="Calibri" w:hAnsi="Cambria" w:cstheme="minorHAnsi"/>
          <w:b/>
          <w:bCs/>
          <w:iCs/>
          <w:sz w:val="22"/>
          <w:szCs w:val="22"/>
        </w:rPr>
      </w:pPr>
      <w:r w:rsidRPr="007B5A7D">
        <w:rPr>
          <w:rFonts w:ascii="Cambria" w:eastAsia="Calibri" w:hAnsi="Cambria" w:cstheme="minorHAnsi"/>
          <w:b/>
          <w:bCs/>
          <w:iCs/>
          <w:sz w:val="22"/>
          <w:szCs w:val="22"/>
        </w:rPr>
        <w:t>Procedura odbioru:</w:t>
      </w:r>
    </w:p>
    <w:p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Dla prac, gdzie jednostką rozliczeniową jest hektar [HA] odbiór prac nastąpi poprzez:</w:t>
      </w:r>
    </w:p>
    <w:p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rsidR="00167B75" w:rsidRPr="007B5A7D" w:rsidRDefault="00167B75" w:rsidP="00167B75">
      <w:pPr>
        <w:pStyle w:val="Akapitzlist"/>
        <w:numPr>
          <w:ilvl w:val="0"/>
          <w:numId w:val="33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rsidR="00167B75" w:rsidRPr="007B5A7D" w:rsidRDefault="00167B75" w:rsidP="00167B75">
      <w:pPr>
        <w:autoSpaceDE w:val="0"/>
        <w:spacing w:before="120" w:after="120"/>
        <w:ind w:firstLine="708"/>
        <w:jc w:val="both"/>
        <w:rPr>
          <w:rFonts w:ascii="Cambria" w:eastAsia="Calibri" w:hAnsi="Cambria" w:cstheme="minorHAnsi"/>
          <w: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169</w:t>
            </w:r>
          </w:p>
        </w:tc>
        <w:tc>
          <w:tcPr>
            <w:tcW w:w="958" w:type="pct"/>
            <w:shd w:val="clear" w:color="auto" w:fill="auto"/>
          </w:tcPr>
          <w:p w:rsidR="00167B75" w:rsidRPr="007B5A7D" w:rsidRDefault="00167B75" w:rsidP="009F7B6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910" w:type="pct"/>
            <w:shd w:val="clear" w:color="auto" w:fill="auto"/>
          </w:tcPr>
          <w:p w:rsidR="00167B75" w:rsidRPr="007B5A7D" w:rsidRDefault="00167B75" w:rsidP="009F7B6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Wykonywanie bruzd na pasach przeciwpożarowych</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170</w:t>
            </w:r>
          </w:p>
        </w:tc>
        <w:tc>
          <w:tcPr>
            <w:tcW w:w="958" w:type="pct"/>
            <w:shd w:val="clear" w:color="auto" w:fill="auto"/>
          </w:tcPr>
          <w:p w:rsidR="00167B75" w:rsidRPr="007B5A7D" w:rsidRDefault="00167B75" w:rsidP="009F7B6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910" w:type="pct"/>
            <w:shd w:val="clear" w:color="auto" w:fill="auto"/>
          </w:tcPr>
          <w:p w:rsidR="00167B75" w:rsidRPr="007B5A7D" w:rsidRDefault="00167B75" w:rsidP="009F7B6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Odnowienie bruzdy na pasach przeciwpożarowych</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7B5A7D">
        <w:rPr>
          <w:rFonts w:ascii="Cambria" w:eastAsia="Calibri" w:hAnsi="Cambria" w:cstheme="minorHAnsi"/>
          <w:sz w:val="22"/>
          <w:szCs w:val="22"/>
          <w:lang w:eastAsia="en-US"/>
        </w:rPr>
        <w:t>siekieromotyki</w:t>
      </w:r>
      <w:proofErr w:type="spellEnd"/>
      <w:r w:rsidRPr="007B5A7D">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rsidR="00167B75" w:rsidRPr="007B5A7D" w:rsidRDefault="00167B75" w:rsidP="00167B75">
      <w:pPr>
        <w:pStyle w:val="Akapitzlist"/>
        <w:numPr>
          <w:ilvl w:val="0"/>
          <w:numId w:val="33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minimalna szerokość wykonywanej bruzdy wynosi 2 metry.</w:t>
      </w:r>
    </w:p>
    <w:p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rsidR="00167B75" w:rsidRPr="007B5A7D" w:rsidRDefault="00167B75" w:rsidP="00167B75">
      <w:pPr>
        <w:pStyle w:val="Akapitzlist"/>
        <w:numPr>
          <w:ilvl w:val="0"/>
          <w:numId w:val="340"/>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Pomiar długości bruzdy zostanie wykonany wzdłuż jej osi (np. przy </w:t>
      </w:r>
      <w:r w:rsidRPr="007B5A7D">
        <w:rPr>
          <w:rFonts w:ascii="Cambria" w:eastAsia="Calibri" w:hAnsi="Cambria" w:cstheme="minorHAnsi"/>
          <w:sz w:val="22"/>
          <w:szCs w:val="22"/>
          <w:lang w:eastAsia="en-US"/>
        </w:rPr>
        <w:lastRenderedPageBreak/>
        <w:t>pomocy: dalmierza, taśmy mierniczej, GPS, itp.). Sprawdzenie szerokości bruzdy zostanie przeprowadzone, za pomocą urządzeń wymienionych powyżej, prostopadle do jej osi w ilości min. 5 pomiarów na każdy kilometr.</w:t>
      </w:r>
    </w:p>
    <w:p w:rsidR="00167B75" w:rsidRPr="007B5A7D" w:rsidRDefault="00167B75" w:rsidP="00167B75">
      <w:pPr>
        <w:suppressAutoHyphens w:val="0"/>
        <w:autoSpaceDE w:val="0"/>
        <w:spacing w:before="120" w:after="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171</w:t>
            </w:r>
          </w:p>
        </w:tc>
        <w:tc>
          <w:tcPr>
            <w:tcW w:w="958" w:type="pct"/>
            <w:shd w:val="clear" w:color="auto" w:fill="auto"/>
          </w:tcPr>
          <w:p w:rsidR="00167B75" w:rsidRPr="007B5A7D" w:rsidRDefault="00167B75" w:rsidP="009F7B6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PPOŻ-PORZ</w:t>
            </w:r>
          </w:p>
        </w:tc>
        <w:tc>
          <w:tcPr>
            <w:tcW w:w="910" w:type="pct"/>
            <w:shd w:val="clear" w:color="auto" w:fill="auto"/>
          </w:tcPr>
          <w:p w:rsidR="00167B75" w:rsidRPr="007B5A7D" w:rsidRDefault="00167B75" w:rsidP="009F7B63">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PPOŻ-PORZ</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341"/>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rsidR="00167B75" w:rsidRPr="007B5A7D" w:rsidRDefault="00167B75" w:rsidP="00167B75">
      <w:pPr>
        <w:pStyle w:val="Akapitzlist"/>
        <w:numPr>
          <w:ilvl w:val="0"/>
          <w:numId w:val="34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materiał musi być wyniesiony i rozrzucony na odległość co najmniej 30 m od granicy pasa drogowego, parkingu lub miejsc postoju pojazdów.</w:t>
      </w:r>
    </w:p>
    <w:p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rsidR="00167B75" w:rsidRPr="007B5A7D" w:rsidRDefault="00167B75" w:rsidP="00167B75">
      <w:pPr>
        <w:pStyle w:val="Akapitzlist"/>
        <w:numPr>
          <w:ilvl w:val="0"/>
          <w:numId w:val="343"/>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rsidR="00167B75" w:rsidRPr="007B5A7D" w:rsidRDefault="00167B75" w:rsidP="00167B75">
      <w:pPr>
        <w:suppressAutoHyphens w:val="0"/>
        <w:autoSpaceDE w:val="0"/>
        <w:spacing w:before="120" w:after="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after="200" w:line="276" w:lineRule="auto"/>
        <w:rPr>
          <w:rFonts w:ascii="Cambria" w:eastAsia="Calibri" w:hAnsi="Cambria" w:cstheme="minorHAnsi"/>
          <w:sz w:val="22"/>
          <w:szCs w:val="22"/>
          <w:lang w:eastAsia="en-US"/>
        </w:rPr>
      </w:pPr>
    </w:p>
    <w:p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172</w:t>
            </w:r>
          </w:p>
        </w:tc>
        <w:tc>
          <w:tcPr>
            <w:tcW w:w="958" w:type="pct"/>
            <w:shd w:val="clear" w:color="auto" w:fill="auto"/>
          </w:tcPr>
          <w:p w:rsidR="00167B75" w:rsidRPr="007B5A7D" w:rsidRDefault="00167B75" w:rsidP="009F7B63">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sz w:val="22"/>
                <w:szCs w:val="22"/>
                <w:lang w:eastAsia="pl-PL"/>
              </w:rPr>
              <w:t>PASY-MIN</w:t>
            </w:r>
          </w:p>
        </w:tc>
        <w:tc>
          <w:tcPr>
            <w:tcW w:w="910" w:type="pct"/>
            <w:shd w:val="clear" w:color="auto" w:fill="auto"/>
          </w:tcPr>
          <w:p w:rsidR="00167B75" w:rsidRPr="007B5A7D" w:rsidRDefault="00167B75" w:rsidP="009F7B63">
            <w:pPr>
              <w:widowControl w:val="0"/>
              <w:suppressAutoHyphens w:val="0"/>
              <w:spacing w:before="120" w:line="257" w:lineRule="auto"/>
              <w:jc w:val="both"/>
              <w:rPr>
                <w:rFonts w:ascii="Cambria" w:eastAsia="Calibri" w:hAnsi="Cambria"/>
                <w:bCs/>
                <w:iCs/>
                <w:kern w:val="1"/>
                <w:sz w:val="22"/>
                <w:szCs w:val="22"/>
                <w:lang w:eastAsia="pl-PL" w:bidi="hi-IN"/>
              </w:rPr>
            </w:pPr>
            <w:r w:rsidRPr="007B5A7D">
              <w:rPr>
                <w:rFonts w:ascii="Cambria" w:eastAsia="Calibri" w:hAnsi="Cambria"/>
                <w:bCs/>
                <w:iCs/>
                <w:kern w:val="1"/>
                <w:sz w:val="22"/>
                <w:szCs w:val="22"/>
                <w:lang w:eastAsia="pl-PL" w:bidi="hi-IN"/>
              </w:rPr>
              <w:t>ZAK-PASC</w:t>
            </w:r>
          </w:p>
          <w:p w:rsidR="00167B75" w:rsidRPr="007B5A7D" w:rsidRDefault="00167B75" w:rsidP="009F7B63">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GODZ-MIN1</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Arial"/>
                <w:bCs/>
                <w:iCs/>
                <w:sz w:val="22"/>
                <w:szCs w:val="22"/>
                <w:lang w:eastAsia="pl-PL"/>
              </w:rPr>
              <w:t>Wykonywanie nowych pasów ppoż.</w:t>
            </w:r>
            <w:r w:rsidRPr="007B5A7D">
              <w:rPr>
                <w:rFonts w:ascii="Cambria" w:eastAsia="Calibri" w:hAnsi="Cambria" w:cstheme="minorHAnsi"/>
                <w:bCs/>
                <w:iCs/>
                <w:sz w:val="22"/>
                <w:szCs w:val="22"/>
                <w:lang w:eastAsia="pl-PL"/>
              </w:rPr>
              <w:tab/>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173</w:t>
            </w:r>
          </w:p>
        </w:tc>
        <w:tc>
          <w:tcPr>
            <w:tcW w:w="958" w:type="pct"/>
            <w:shd w:val="clear" w:color="auto" w:fill="auto"/>
          </w:tcPr>
          <w:p w:rsidR="00167B75" w:rsidRPr="007B5A7D" w:rsidRDefault="00167B75" w:rsidP="009F7B63">
            <w:pPr>
              <w:suppressAutoHyphens w:val="0"/>
              <w:spacing w:before="120"/>
              <w:rPr>
                <w:rFonts w:ascii="Cambria" w:eastAsia="Calibri" w:hAnsi="Cambria" w:cstheme="minorBidi"/>
                <w:sz w:val="22"/>
                <w:szCs w:val="22"/>
                <w:lang w:eastAsia="en-US"/>
              </w:rPr>
            </w:pPr>
            <w:r w:rsidRPr="007B5A7D">
              <w:rPr>
                <w:rFonts w:ascii="Cambria" w:eastAsia="Calibri" w:hAnsi="Cambria" w:cstheme="minorBidi"/>
                <w:sz w:val="22"/>
                <w:szCs w:val="22"/>
                <w:lang w:eastAsia="en-US"/>
              </w:rPr>
              <w:t>ODN-PASP</w:t>
            </w:r>
          </w:p>
        </w:tc>
        <w:tc>
          <w:tcPr>
            <w:tcW w:w="910" w:type="pct"/>
            <w:shd w:val="clear" w:color="auto" w:fill="auto"/>
          </w:tcPr>
          <w:p w:rsidR="00167B75" w:rsidRPr="007B5A7D" w:rsidRDefault="00167B75" w:rsidP="009F7B6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ODN-PASC</w:t>
            </w:r>
          </w:p>
          <w:p w:rsidR="00167B75" w:rsidRPr="007B5A7D" w:rsidRDefault="00167B75" w:rsidP="009F7B63">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GODZ-MIN2</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Odchwaszczanie, odnawianie pasów przeciwpożarowych</w:t>
            </w:r>
            <w:r w:rsidRPr="007B5A7D">
              <w:rPr>
                <w:rFonts w:ascii="Cambria" w:eastAsia="Calibri" w:hAnsi="Cambria" w:cstheme="minorHAnsi"/>
                <w:bCs/>
                <w:iCs/>
                <w:sz w:val="22"/>
                <w:szCs w:val="22"/>
                <w:lang w:eastAsia="pl-PL"/>
              </w:rPr>
              <w:tab/>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zagregowanie z ciągnikiem sprzętu do mineralizacji bruzd (np. brony talerzowej), </w:t>
      </w:r>
    </w:p>
    <w:p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sz w:val="22"/>
          <w:szCs w:val="22"/>
          <w:lang w:eastAsia="en-US"/>
        </w:rPr>
        <w:lastRenderedPageBreak/>
        <w:t>przejazd pomiędzy powierzchniami roboczymi</w:t>
      </w:r>
      <w:r w:rsidRPr="007B5A7D">
        <w:rPr>
          <w:rFonts w:ascii="Cambria" w:eastAsia="Calibri" w:hAnsi="Cambria" w:cstheme="minorHAnsi"/>
          <w:sz w:val="22"/>
          <w:szCs w:val="22"/>
          <w:lang w:eastAsia="en-US"/>
        </w:rPr>
        <w:t xml:space="preserve">, </w:t>
      </w:r>
    </w:p>
    <w:p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przemieszanie wierzchniej warstwy w celu odkrycia gleby mineralnej, wyrównanie powierzchni zmineralizowanej bruzdy o minimalnej szerokości pasa 2 m lub </w:t>
      </w:r>
      <w:r w:rsidRPr="007B5A7D">
        <w:rPr>
          <w:rFonts w:ascii="Cambria" w:eastAsia="Calibri" w:hAnsi="Cambria"/>
          <w:sz w:val="22"/>
          <w:szCs w:val="22"/>
          <w:lang w:eastAsia="en-US"/>
        </w:rPr>
        <w:t>wykonanie bruzdy o minimalnej szerokości 2 m na nowo zakładanym pasie przeciwpożarowym wraz z przemieszaniem wierzchniej warstwy w celu odkrycia gleby mineralnej w bruździe.</w:t>
      </w:r>
    </w:p>
    <w:p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rsidR="00167B75" w:rsidRPr="007B5A7D" w:rsidRDefault="00167B75" w:rsidP="00167B75">
      <w:pPr>
        <w:pStyle w:val="Akapitzlist"/>
        <w:numPr>
          <w:ilvl w:val="0"/>
          <w:numId w:val="345"/>
        </w:numPr>
        <w:spacing w:before="120" w:after="120"/>
        <w:rPr>
          <w:rFonts w:ascii="Cambria" w:eastAsia="Calibri" w:hAnsi="Cambria" w:cstheme="minorHAnsi"/>
          <w:sz w:val="22"/>
          <w:szCs w:val="22"/>
          <w:lang w:eastAsia="en-US"/>
        </w:rPr>
      </w:pPr>
      <w:r w:rsidRPr="007B5A7D">
        <w:rPr>
          <w:rFonts w:ascii="Cambria" w:hAnsi="Cambria" w:cstheme="minorHAnsi"/>
          <w:sz w:val="22"/>
          <w:szCs w:val="22"/>
          <w:lang w:bidi="hi-IN"/>
        </w:rPr>
        <w:t>czynność GODZ-MIN1 i GODZ-MIN</w:t>
      </w:r>
      <w:r>
        <w:rPr>
          <w:rFonts w:ascii="Cambria" w:hAnsi="Cambria" w:cstheme="minorHAnsi"/>
          <w:sz w:val="22"/>
          <w:szCs w:val="22"/>
          <w:lang w:bidi="hi-IN"/>
        </w:rPr>
        <w:t>2</w:t>
      </w:r>
      <w:r w:rsidRPr="007B5A7D">
        <w:rPr>
          <w:rFonts w:ascii="Cambria" w:hAnsi="Cambria" w:cstheme="minorHAnsi"/>
          <w:sz w:val="22"/>
          <w:szCs w:val="22"/>
          <w:lang w:bidi="hi-IN"/>
        </w:rPr>
        <w:t xml:space="preserve"> przeznaczona jest w wycenie na koszty transportowe (przejazd pomiędzy powierzchniami roboczymi).</w:t>
      </w:r>
    </w:p>
    <w:p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rsidR="00167B75" w:rsidRPr="007B5A7D" w:rsidRDefault="00167B75" w:rsidP="00167B75">
      <w:pPr>
        <w:pStyle w:val="Akapitzlist"/>
        <w:numPr>
          <w:ilvl w:val="0"/>
          <w:numId w:val="346"/>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174</w:t>
            </w:r>
          </w:p>
        </w:tc>
        <w:tc>
          <w:tcPr>
            <w:tcW w:w="958" w:type="pct"/>
            <w:shd w:val="clear" w:color="auto" w:fill="auto"/>
          </w:tcPr>
          <w:p w:rsidR="00167B75" w:rsidRPr="007B5A7D" w:rsidRDefault="00167B75" w:rsidP="009F7B6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910" w:type="pct"/>
            <w:shd w:val="clear" w:color="auto" w:fill="auto"/>
          </w:tcPr>
          <w:p w:rsidR="00167B75" w:rsidRPr="007B5A7D" w:rsidRDefault="00167B75" w:rsidP="009F7B6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dogaszanie pożarzyska sprzętem ręcznym (tłumice, łopata, hydronetka), </w:t>
      </w:r>
    </w:p>
    <w:p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obkopywanie, zasypywanie i zalewanie wodą zarzewi ognia, </w:t>
      </w:r>
    </w:p>
    <w:p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dozorowanie (kontrolowanie stanu pożarzyska).</w:t>
      </w:r>
    </w:p>
    <w:p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rsidR="00167B75" w:rsidRPr="007B5A7D" w:rsidRDefault="00167B75" w:rsidP="00167B75">
      <w:pPr>
        <w:pStyle w:val="Akapitzlist"/>
        <w:numPr>
          <w:ilvl w:val="0"/>
          <w:numId w:val="348"/>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godziny</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after="160" w:line="259" w:lineRule="auto"/>
        <w:rPr>
          <w:rFonts w:ascii="Cambria" w:eastAsia="Calibri" w:hAnsi="Cambria" w:cs="Arial"/>
          <w:b/>
          <w:bCs/>
          <w:sz w:val="22"/>
          <w:szCs w:val="22"/>
          <w:lang w:eastAsia="pl-PL"/>
        </w:rPr>
      </w:pPr>
      <w:r w:rsidRPr="007B5A7D">
        <w:rPr>
          <w:rFonts w:ascii="Cambria" w:eastAsia="Calibri" w:hAnsi="Cambria" w:cs="Arial"/>
          <w:b/>
          <w:bCs/>
          <w:sz w:val="22"/>
          <w:szCs w:val="22"/>
          <w:lang w:eastAsia="pl-PL"/>
        </w:rPr>
        <w:br w:type="page"/>
      </w:r>
    </w:p>
    <w:p w:rsidR="00167B75" w:rsidRPr="007B5A7D" w:rsidRDefault="00167B75" w:rsidP="00167B75">
      <w:pPr>
        <w:suppressAutoHyphens w:val="0"/>
        <w:spacing w:before="120" w:after="120"/>
        <w:jc w:val="center"/>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GOSPODARKA ŁĄKOWO-ROLNA</w:t>
      </w:r>
    </w:p>
    <w:p w:rsidR="00167B75" w:rsidRPr="007B5A7D" w:rsidRDefault="00167B75" w:rsidP="00167B75">
      <w:pPr>
        <w:suppressAutoHyphens w:val="0"/>
        <w:spacing w:before="120" w:after="120"/>
        <w:jc w:val="center"/>
        <w:rPr>
          <w:rFonts w:ascii="Cambria" w:eastAsia="Calibri" w:hAnsi="Cambria" w:cs="Arial"/>
          <w:b/>
          <w:sz w:val="22"/>
          <w:szCs w:val="22"/>
          <w:lang w:eastAsia="pl-PL"/>
        </w:rPr>
      </w:pPr>
      <w:r w:rsidRPr="007B5A7D">
        <w:rPr>
          <w:rFonts w:ascii="Cambria" w:eastAsia="Calibri" w:hAnsi="Cambria" w:cs="Arial"/>
          <w:b/>
          <w:sz w:val="22"/>
          <w:szCs w:val="22"/>
          <w:lang w:eastAsia="pl-PL"/>
        </w:rPr>
        <w:t>Uprawa roli, łąk i pastwisk oraz gruntów uprawianych rolniczo</w:t>
      </w:r>
    </w:p>
    <w:p w:rsidR="00167B75" w:rsidRPr="007B5A7D" w:rsidRDefault="00167B75" w:rsidP="00167B75">
      <w:pPr>
        <w:suppressAutoHyphens w:val="0"/>
        <w:spacing w:before="120" w:after="120"/>
        <w:jc w:val="center"/>
        <w:rPr>
          <w:rFonts w:ascii="Cambria" w:eastAsia="Calibri" w:hAnsi="Cambria"/>
          <w:sz w:val="22"/>
          <w:szCs w:val="22"/>
          <w:lang w:eastAsia="en-US"/>
        </w:rPr>
      </w:pPr>
    </w:p>
    <w:p w:rsidR="00167B75" w:rsidRPr="007B5A7D" w:rsidRDefault="00167B75" w:rsidP="00167B75">
      <w:pPr>
        <w:suppressAutoHyphens w:val="0"/>
        <w:spacing w:before="120" w:after="120"/>
        <w:jc w:val="both"/>
        <w:rPr>
          <w:rFonts w:ascii="Cambria" w:eastAsia="Calibri" w:hAnsi="Cambria" w:cs="Helvetica"/>
          <w:sz w:val="22"/>
          <w:szCs w:val="22"/>
          <w:lang w:eastAsia="en-US"/>
        </w:rPr>
      </w:pPr>
      <w:r w:rsidRPr="007B5A7D">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7B5A7D">
        <w:rPr>
          <w:rFonts w:ascii="Cambria" w:eastAsia="Calibri" w:hAnsi="Cambria" w:cs="Helvetica"/>
          <w:sz w:val="22"/>
          <w:szCs w:val="22"/>
          <w:lang w:eastAsia="en-US"/>
        </w:rPr>
        <w:t>nasadzeń</w:t>
      </w:r>
      <w:proofErr w:type="spellEnd"/>
      <w:r w:rsidRPr="007B5A7D">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rsidR="00167B75" w:rsidRPr="007B5A7D" w:rsidRDefault="00167B75" w:rsidP="00167B75">
      <w:pPr>
        <w:suppressAutoHyphens w:val="0"/>
        <w:spacing w:before="120" w:after="120"/>
        <w:jc w:val="both"/>
        <w:rPr>
          <w:rFonts w:ascii="Cambria" w:eastAsia="Calibri" w:hAnsi="Cambria" w:cs="Helvetica"/>
          <w:sz w:val="22"/>
          <w:szCs w:val="22"/>
          <w:lang w:eastAsia="en-US"/>
        </w:rPr>
      </w:pPr>
    </w:p>
    <w:p w:rsidR="00167B75" w:rsidRPr="007B5A7D" w:rsidRDefault="00167B75" w:rsidP="00167B75">
      <w:pPr>
        <w:suppressAutoHyphens w:val="0"/>
        <w:spacing w:before="120" w:after="120"/>
        <w:jc w:val="both"/>
        <w:rPr>
          <w:rFonts w:ascii="Cambria" w:eastAsia="Calibri" w:hAnsi="Cambria" w:cs="Helvetica"/>
          <w:b/>
          <w:sz w:val="22"/>
          <w:szCs w:val="22"/>
          <w:lang w:eastAsia="en-US"/>
        </w:rPr>
      </w:pPr>
      <w:r w:rsidRPr="007B5A7D">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175</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Głęboka orka</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176</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Podorywka</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177</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Agregatowanie</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178</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Kultywatorowanie</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179</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Bronowanie</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180</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Talerzowanie</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181</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Redlenie</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182</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183</w:t>
            </w:r>
          </w:p>
        </w:tc>
        <w:tc>
          <w:tcPr>
            <w:tcW w:w="958"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Wałowanie</w:t>
            </w:r>
          </w:p>
        </w:tc>
        <w:tc>
          <w:tcPr>
            <w:tcW w:w="712"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184</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185</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Karczowanie pniaków na gruntach przeznaczonych pod uprawę</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rsidR="00167B75" w:rsidRPr="007B5A7D" w:rsidRDefault="00167B75" w:rsidP="00167B75">
      <w:pPr>
        <w:rPr>
          <w:rFonts w:ascii="Cambria" w:hAnsi="Cambria"/>
          <w:sz w:val="22"/>
          <w:szCs w:val="22"/>
        </w:rPr>
      </w:pPr>
    </w:p>
    <w:p w:rsidR="00167B75" w:rsidRPr="007B5A7D" w:rsidRDefault="00167B75" w:rsidP="00167B75">
      <w:pPr>
        <w:widowControl w:val="0"/>
        <w:spacing w:before="120" w:after="120"/>
        <w:jc w:val="both"/>
        <w:rPr>
          <w:rFonts w:ascii="Cambria" w:eastAsia="Calibri" w:hAnsi="Cambria" w:cs="Arial"/>
          <w:b/>
          <w:bCs/>
          <w:sz w:val="22"/>
          <w:szCs w:val="22"/>
        </w:rPr>
      </w:pPr>
    </w:p>
    <w:p w:rsidR="00167B75" w:rsidRPr="007B5A7D" w:rsidRDefault="00167B75" w:rsidP="00167B75">
      <w:pPr>
        <w:suppressAutoHyphens w:val="0"/>
        <w:spacing w:after="120" w:line="276" w:lineRule="auto"/>
        <w:rPr>
          <w:rFonts w:ascii="Cambria" w:eastAsia="Verdana" w:hAnsi="Cambria" w:cs="Verdana"/>
          <w:kern w:val="1"/>
          <w:sz w:val="22"/>
          <w:szCs w:val="22"/>
          <w:lang w:eastAsia="zh-CN" w:bidi="hi-IN"/>
        </w:rPr>
      </w:pPr>
      <w:r w:rsidRPr="007B5A7D">
        <w:rPr>
          <w:rFonts w:ascii="Cambria" w:eastAsia="Calibri" w:hAnsi="Cambria" w:cs="Arial"/>
          <w:b/>
          <w:bCs/>
          <w:sz w:val="22"/>
          <w:szCs w:val="22"/>
        </w:rPr>
        <w:br w:type="page"/>
      </w:r>
      <w:r w:rsidRPr="007B5A7D">
        <w:rPr>
          <w:rFonts w:ascii="Cambria" w:eastAsia="Calibri" w:hAnsi="Cambria" w:cs="Arial"/>
          <w:b/>
          <w:bCs/>
          <w:sz w:val="22"/>
          <w:szCs w:val="22"/>
        </w:rPr>
        <w:lastRenderedPageBreak/>
        <w:t>Standard technologii prac obejmuje:</w:t>
      </w:r>
    </w:p>
    <w:p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głęboką orkę należy wykonać przy użyciu pługa rolniczego na głębokość 20 – 35 cm,</w:t>
      </w:r>
    </w:p>
    <w:p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podorywkę należy wykonać przy użyciu pługa rolniczego na głębokość 5-10 cm,</w:t>
      </w:r>
    </w:p>
    <w:p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agregatowanie należy wykonać przy użyciu agregatu uprawowego gwarantującego spulchnienie na głębokość 7 – 12 cm i wyrównanie wierzchniej warstwy gleby z wałem doprawiającym,</w:t>
      </w:r>
    </w:p>
    <w:p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kultywatorowanie należy wykonać przy użyciu kultywatora rolniczego poprzez spulchnienie gleby na głębokość 7 – 12 cm,</w:t>
      </w:r>
    </w:p>
    <w:p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bronowanie należy wykonać z użyciem brony zębatej w celu rozbicia grud ziemi, wyrównania powierzchni, spulchnienia gleby na głębokość 2 – 7 cm,</w:t>
      </w:r>
    </w:p>
    <w:p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talerzowanie należy przeprowadzić z zastosowaniem brony talerzowej w sposób polegający na przecięciu i odwróceniu wierzchniej warstwy gleby na głębokość 7 – 12 cm,</w:t>
      </w:r>
    </w:p>
    <w:p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radlenie należy wykonać z użyciem radła ciągnikowego o odpowiednim rozstawie,</w:t>
      </w:r>
    </w:p>
    <w:p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wałowanie należy wykonać z użyciem wału, w celu dociśnięcia darni do podłoża oraz zwiększania podsiąku wody,</w:t>
      </w:r>
    </w:p>
    <w:p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rozdrabnianie pozostałości po uprawie rolnej należy wykonywać przy użyciu rozdrabniarki typu „</w:t>
      </w:r>
      <w:proofErr w:type="spellStart"/>
      <w:r w:rsidRPr="007B5A7D">
        <w:rPr>
          <w:rFonts w:ascii="Cambria" w:eastAsia="Calibri" w:hAnsi="Cambria" w:cs="Arial"/>
          <w:bCs/>
          <w:sz w:val="22"/>
          <w:szCs w:val="22"/>
        </w:rPr>
        <w:t>seppi</w:t>
      </w:r>
      <w:proofErr w:type="spellEnd"/>
      <w:r w:rsidRPr="007B5A7D">
        <w:rPr>
          <w:rFonts w:ascii="Cambria" w:eastAsia="Calibri" w:hAnsi="Cambria" w:cs="Arial"/>
          <w:bCs/>
          <w:sz w:val="22"/>
          <w:szCs w:val="22"/>
        </w:rPr>
        <w:t>”, w przypadkach gdy nie ma możliwości innego przygotowania gleby do uprawy (np. po zasiewach kukurydzy przeznaczonych na żer bez zbioru),</w:t>
      </w:r>
    </w:p>
    <w:p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karczowanie pni polega na mechanicznym usunięciu pni z pól uprawnych w celu umożliwienia prowadzenia prac związanych z uprawą roli.</w:t>
      </w:r>
    </w:p>
    <w:p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rsidR="00167B75" w:rsidRPr="007B5A7D" w:rsidRDefault="00167B75" w:rsidP="00167B75">
      <w:pPr>
        <w:pStyle w:val="Akapitzlist"/>
        <w:numPr>
          <w:ilvl w:val="0"/>
          <w:numId w:val="351"/>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p>
    <w:p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186</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Wysiew nawozów sztucznych </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187</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Wapnowanie</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188</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Nawożenie organiczne</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lub rozrzucenie nawozu, </w:t>
      </w:r>
    </w:p>
    <w:p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po nawozach – całość przy użyciu środków i sił będących w dyspozycji Wykonawcy.</w:t>
      </w:r>
    </w:p>
    <w:p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nawozów mineralnych należy wykonać przy użyciu rolniczego rozsiewacza gwarantującego równomierne rozłożenie  nawozu w dawce maks. do 500 kg/ha,</w:t>
      </w:r>
    </w:p>
    <w:p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wapnowanie należy wykonać z użyciem rozsiewacza gwarantującego równomierne rozłożenie wapna w dawce 3-4 ton/ha; maksymalny dojazd rozsiewacza z miejsca składowania wapna do wapnowanego pola nie przekroczy 5 km,</w:t>
      </w:r>
    </w:p>
    <w:p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zapewni Zamawiający/Wykonawca.</w:t>
      </w:r>
    </w:p>
    <w:p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rsidR="00167B75" w:rsidRPr="007B5A7D" w:rsidRDefault="00167B75" w:rsidP="00167B75">
      <w:pPr>
        <w:pStyle w:val="Akapitzlist"/>
        <w:numPr>
          <w:ilvl w:val="0"/>
          <w:numId w:val="354"/>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r w:rsidRPr="007B5A7D">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189</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rzutowym</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190</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zbożowym</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191</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punktowym</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192</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bulw topinamburu lub ziemniaków</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193</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sadzonek wieloletnich w jamkę</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194</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Wyoranie pasów pod sadzenie drzewek lub krzewów pługiem</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KTMR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195</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Wykonanie talerzy pod sadzenie drzewek o wymiarach 60x60 cm</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materiałów lub ich rozsadzenie w określonej dawce lub więźbie, </w:t>
      </w:r>
    </w:p>
    <w:p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rzutowym należy wykonać w sposób gwarantujący  równomierne rozłożenie  nasion z jednoczesnym, jednokrotnym bronowaniem w celu ich przykrycia,</w:t>
      </w:r>
    </w:p>
    <w:p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zbożowym (np. typu „poznaniak”) wykonać w określonym  przez Zamawiającego rozstawie rzędów i głębokości podania nasion z jednoczesnym przykryciem glebą i dociśnięciem,</w:t>
      </w:r>
    </w:p>
    <w:p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bulw topinamburu lub ziemniaków wykonać należy sadzarką lub ręcznie w ustalonej przez Zamawiającego więźbie z jednoczesnym obredleniem,</w:t>
      </w:r>
    </w:p>
    <w:p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drzew i krzewów należy wykonać w jamkę w więźbie określonej przez Zamawiającego,</w:t>
      </w:r>
    </w:p>
    <w:p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wyoranie pasów pod sadzenie drzew i krzewów należy wykonać pługiem z pogłębiaczem,</w:t>
      </w:r>
    </w:p>
    <w:p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wykonanie talerzy należy wykonać poprzez zdjęcie wierzchniej warstwy gleby do warstwy mineralnej; talerze powinny być o  wymiarach 60x60 cm,</w:t>
      </w:r>
    </w:p>
    <w:p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prace godzinowe ręczne i ciągnikowe są związane z pielęgnowaniem drzew i krzewów,</w:t>
      </w:r>
    </w:p>
    <w:p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w postaci … zapewnia Zamawiający.</w:t>
      </w:r>
    </w:p>
    <w:p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rsidR="00167B75" w:rsidRPr="007B5A7D" w:rsidRDefault="00167B75" w:rsidP="00167B75">
      <w:pPr>
        <w:tabs>
          <w:tab w:val="left" w:pos="284"/>
        </w:tabs>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rozliczeniową jest hektar [HA],</w:t>
      </w:r>
    </w:p>
    <w:p w:rsidR="00167B75" w:rsidRPr="007B5A7D" w:rsidRDefault="00167B75" w:rsidP="00167B75">
      <w:pPr>
        <w:pStyle w:val="Akapitzlist"/>
        <w:numPr>
          <w:ilvl w:val="0"/>
          <w:numId w:val="357"/>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rsidR="00167B75" w:rsidRPr="007B5A7D" w:rsidRDefault="00167B75" w:rsidP="00167B75">
      <w:pPr>
        <w:autoSpaceDE w:val="0"/>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rsidR="00167B75" w:rsidRPr="007B5A7D" w:rsidRDefault="00167B75" w:rsidP="00167B75">
      <w:pPr>
        <w:autoSpaceDE w:val="0"/>
        <w:spacing w:before="120" w:after="120"/>
        <w:jc w:val="both"/>
        <w:rPr>
          <w:rFonts w:ascii="Cambria" w:eastAsia="Calibri" w:hAnsi="Cambria" w:cs="Arial"/>
          <w:sz w:val="22"/>
          <w:szCs w:val="22"/>
          <w:lang w:eastAsia="en-US"/>
        </w:rPr>
      </w:pPr>
      <w:r w:rsidRPr="007B5A7D">
        <w:rPr>
          <w:rFonts w:ascii="Cambria" w:eastAsia="Calibri" w:hAnsi="Cambria" w:cs="Arial"/>
          <w:bCs/>
          <w:sz w:val="22"/>
          <w:szCs w:val="22"/>
          <w:lang w:eastAsia="en-US"/>
        </w:rPr>
        <w:t>dla prac, gdzie jednostką rozliczeniową jest tysiąc sztuk [TSZT]</w:t>
      </w:r>
    </w:p>
    <w:p w:rsidR="00167B75" w:rsidRPr="007B5A7D" w:rsidRDefault="00167B75" w:rsidP="00167B75">
      <w:pPr>
        <w:pStyle w:val="Akapitzlist"/>
        <w:numPr>
          <w:ilvl w:val="0"/>
          <w:numId w:val="358"/>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sprawdzenie prawidłowości wykonania prac z opisem czynności i zleceniem oraz poprzez określenie ilości wykonanych jednostek poprzez ich policzenie na powierzchniach próbnych.</w:t>
      </w:r>
    </w:p>
    <w:p w:rsidR="00167B75" w:rsidRPr="007B5A7D" w:rsidRDefault="00167B75" w:rsidP="00167B75">
      <w:pPr>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1000 m [KMTR]</w:t>
      </w:r>
    </w:p>
    <w:p w:rsidR="00167B75" w:rsidRPr="007B5A7D" w:rsidRDefault="00167B75" w:rsidP="00167B75">
      <w:pPr>
        <w:pStyle w:val="Akapitzlist"/>
        <w:numPr>
          <w:ilvl w:val="0"/>
          <w:numId w:val="359"/>
        </w:numPr>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z opisem czynności i zleceniem </w:t>
      </w:r>
      <w:r w:rsidRPr="007B5A7D">
        <w:rPr>
          <w:rFonts w:ascii="Cambria" w:eastAsia="Calibri" w:hAnsi="Cambria" w:cs="Arial"/>
          <w:sz w:val="22"/>
          <w:szCs w:val="22"/>
          <w:lang w:eastAsia="en-US"/>
        </w:rPr>
        <w:t xml:space="preserve">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rsidR="00167B75" w:rsidRPr="007B5A7D" w:rsidRDefault="00167B75" w:rsidP="00167B75">
      <w:pPr>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 z dokładnością do dwóch miejsc po przecinku)</w:t>
      </w:r>
    </w:p>
    <w:p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godzina [H]</w:t>
      </w:r>
    </w:p>
    <w:p w:rsidR="00167B75" w:rsidRPr="007B5A7D" w:rsidRDefault="00167B75" w:rsidP="00167B75">
      <w:pPr>
        <w:pStyle w:val="Akapitzlist"/>
        <w:numPr>
          <w:ilvl w:val="0"/>
          <w:numId w:val="360"/>
        </w:num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rsidR="00167B75" w:rsidRPr="007B5A7D" w:rsidRDefault="00167B75" w:rsidP="00167B75">
      <w:pPr>
        <w:suppressAutoHyphens w:val="0"/>
        <w:autoSpaceDE w:val="0"/>
        <w:spacing w:before="120" w:after="120"/>
        <w:ind w:left="372"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godziny</w:t>
      </w:r>
      <w:r w:rsidRPr="007B5A7D">
        <w:rPr>
          <w:rFonts w:ascii="Cambria" w:eastAsia="Calibri" w:hAnsi="Cambria" w:cs="Arial"/>
          <w:bCs/>
          <w:i/>
          <w:sz w:val="22"/>
          <w:szCs w:val="22"/>
          <w:lang w:eastAsia="en-US"/>
        </w:rPr>
        <w:t>)</w:t>
      </w:r>
    </w:p>
    <w:p w:rsidR="00167B75" w:rsidRPr="007B5A7D" w:rsidRDefault="00167B75" w:rsidP="00167B75">
      <w:pPr>
        <w:suppressAutoHyphens w:val="0"/>
        <w:spacing w:before="120" w:after="120"/>
        <w:jc w:val="both"/>
        <w:rPr>
          <w:rFonts w:ascii="Cambria" w:eastAsia="Calibri" w:hAnsi="Cambria" w:cs="Arial"/>
          <w:b/>
          <w:bCs/>
          <w:sz w:val="22"/>
          <w:szCs w:val="22"/>
          <w:lang w:eastAsia="pl-PL"/>
        </w:rPr>
      </w:pPr>
    </w:p>
    <w:p w:rsidR="00167B75" w:rsidRPr="007B5A7D" w:rsidRDefault="00167B75" w:rsidP="00167B75">
      <w:pPr>
        <w:suppressAutoHyphens w:val="0"/>
        <w:spacing w:after="200" w:line="276" w:lineRule="auto"/>
        <w:rPr>
          <w:rFonts w:ascii="Cambria" w:eastAsia="Calibri" w:hAnsi="Cambria" w:cs="Arial"/>
          <w:b/>
          <w:sz w:val="22"/>
          <w:szCs w:val="22"/>
          <w:lang w:eastAsia="pl-PL"/>
        </w:rPr>
      </w:pPr>
      <w:r w:rsidRPr="007B5A7D">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196</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Mechaniczny oprysk chemiczny</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odbiór środków chemicznych z magazynu,</w:t>
      </w:r>
    </w:p>
    <w:p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dowóz wody, </w:t>
      </w:r>
    </w:p>
    <w:p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cieczy roboczej o określonym stężeniu, </w:t>
      </w:r>
    </w:p>
    <w:p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w:t>
      </w:r>
    </w:p>
    <w:p w:rsidR="00167B75" w:rsidRPr="007B5A7D" w:rsidRDefault="00167B75" w:rsidP="00167B75">
      <w:pPr>
        <w:pStyle w:val="Akapitzlist"/>
        <w:numPr>
          <w:ilvl w:val="0"/>
          <w:numId w:val="362"/>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środek chemiczny i wodę zapewnia Zamawiający,</w:t>
      </w:r>
    </w:p>
    <w:p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miejsce odbioru środka chemicznego – km … , miejsce zwrotu opakowań po środku chemicznym – km …  punkt poboru wody – km … .</w:t>
      </w:r>
    </w:p>
    <w:p w:rsidR="00167B75" w:rsidRPr="007B5A7D" w:rsidRDefault="00167B75" w:rsidP="00167B75">
      <w:pPr>
        <w:autoSpaceDE w:val="0"/>
        <w:autoSpaceDN w:val="0"/>
        <w:adjustRightInd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rsidR="00167B75" w:rsidRPr="007B5A7D" w:rsidRDefault="00167B75" w:rsidP="00167B75">
      <w:pPr>
        <w:pStyle w:val="Akapitzlist"/>
        <w:numPr>
          <w:ilvl w:val="0"/>
          <w:numId w:val="363"/>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p>
    <w:p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197</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198</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 z wywozem z łąki</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199</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proofErr w:type="spellStart"/>
            <w:r w:rsidRPr="007B5A7D">
              <w:rPr>
                <w:rFonts w:ascii="Cambria" w:eastAsia="Calibri" w:hAnsi="Cambria" w:cs="Arial"/>
                <w:bCs/>
                <w:iCs/>
                <w:sz w:val="22"/>
                <w:szCs w:val="22"/>
                <w:lang w:eastAsia="pl-PL"/>
              </w:rPr>
              <w:t>Przegrabianie</w:t>
            </w:r>
            <w:proofErr w:type="spellEnd"/>
            <w:r w:rsidRPr="007B5A7D">
              <w:rPr>
                <w:rFonts w:ascii="Cambria" w:eastAsia="Calibri" w:hAnsi="Cambria" w:cs="Arial"/>
                <w:bCs/>
                <w:iCs/>
                <w:sz w:val="22"/>
                <w:szCs w:val="22"/>
                <w:lang w:eastAsia="pl-PL"/>
              </w:rPr>
              <w:t xml:space="preserve"> (suszenie siana)</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200</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Zgrabianie siana</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201</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Prasowanie siana</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202</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Balotowanie siana lub masy zielonej </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203</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Zbiór bulw topinamburu lub ziemniaków </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proofErr w:type="spellStart"/>
      <w:r w:rsidRPr="007B5A7D">
        <w:rPr>
          <w:rFonts w:ascii="Cambria" w:eastAsia="Calibri" w:hAnsi="Cambria" w:cs="Arial"/>
          <w:bCs/>
          <w:sz w:val="22"/>
          <w:szCs w:val="22"/>
        </w:rPr>
        <w:t>przegrabianie</w:t>
      </w:r>
      <w:proofErr w:type="spellEnd"/>
      <w:r w:rsidRPr="007B5A7D">
        <w:rPr>
          <w:rFonts w:ascii="Cambria" w:eastAsia="Calibri" w:hAnsi="Cambria" w:cs="Arial"/>
          <w:bCs/>
          <w:sz w:val="22"/>
          <w:szCs w:val="22"/>
        </w:rPr>
        <w:t xml:space="preserve"> (suszenie siana) należy wykonać przy użyciu </w:t>
      </w:r>
      <w:proofErr w:type="spellStart"/>
      <w:r w:rsidRPr="007B5A7D">
        <w:rPr>
          <w:rFonts w:ascii="Cambria" w:eastAsia="Calibri" w:hAnsi="Cambria" w:cs="Arial"/>
          <w:bCs/>
          <w:sz w:val="22"/>
          <w:szCs w:val="22"/>
        </w:rPr>
        <w:t>przetrząsaczo</w:t>
      </w:r>
      <w:proofErr w:type="spellEnd"/>
      <w:r w:rsidRPr="007B5A7D">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zgrabianie siana wykonywane przy użyciu zgrabiarki ciągnikowej polega na zgrabieniu siana lub zielonej masy w rzędy, w sposób umożliwiający użycie prasy wysokiego zgniotu,</w:t>
      </w:r>
    </w:p>
    <w:p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prasowanie siana wykonać należy przy użyciu prasy kostkującej wysokiego zgniotu na kostki siana o wadze jednostkowej 10-20 kg,</w:t>
      </w:r>
    </w:p>
    <w:p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balotowanie siana lub zielonej masy na kiszonkę obejmuje prasowanie siana w baloty o średnicy 0,8 - 1,2 m za pomocą prasy wysokiego zgniotu. W przypadku kiszonki należy wykonać foliowanie balotów,</w:t>
      </w:r>
    </w:p>
    <w:p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rsidR="00167B75" w:rsidRPr="007B5A7D" w:rsidRDefault="00167B75" w:rsidP="00167B75">
      <w:pPr>
        <w:pStyle w:val="Akapitzlist"/>
        <w:numPr>
          <w:ilvl w:val="0"/>
          <w:numId w:val="366"/>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rsidR="00167B75" w:rsidRPr="007B5A7D" w:rsidRDefault="00167B75" w:rsidP="00167B75">
      <w:pPr>
        <w:suppressAutoHyphens w:val="0"/>
        <w:spacing w:before="120" w:after="120"/>
        <w:rPr>
          <w:rFonts w:ascii="Cambria" w:eastAsia="Calibri" w:hAnsi="Cambria"/>
          <w:sz w:val="22"/>
          <w:szCs w:val="22"/>
          <w:lang w:eastAsia="en-US"/>
        </w:rPr>
      </w:pPr>
    </w:p>
    <w:p w:rsidR="00167B75" w:rsidRPr="007B5A7D" w:rsidRDefault="00167B75" w:rsidP="00167B75">
      <w:pPr>
        <w:spacing w:before="120" w:after="120"/>
        <w:jc w:val="center"/>
        <w:rPr>
          <w:rFonts w:ascii="Cambria" w:eastAsia="Calibri" w:hAnsi="Cambria"/>
          <w:b/>
          <w:sz w:val="22"/>
          <w:szCs w:val="22"/>
          <w:lang w:eastAsia="pl-PL"/>
        </w:rPr>
      </w:pPr>
      <w:r w:rsidRPr="007B5A7D">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204</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Grodzenie pól siatką</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dostarczenie materiałów na miejsce wykonania ogrodzenia, </w:t>
      </w:r>
    </w:p>
    <w:p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rozniesienie i wkopanie słupków (stroną opaloną lub zaimpregnowaną),</w:t>
      </w:r>
    </w:p>
    <w:p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rozwinięcie, zawieszenie, napięcie i przymocowanie siatki do słupków i gruntu, </w:t>
      </w:r>
    </w:p>
    <w:p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rozniesienie i przybicie żerdzi,  </w:t>
      </w:r>
    </w:p>
    <w:p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wykonanie przełazów i bram wjazdowych  w wyznaczonych miejscach w liczbie …  sztuk na każdą ogrodzoną powierzchnię o ciągłej granicy. </w:t>
      </w:r>
    </w:p>
    <w:p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odległość dowozu materiałów na miejsce wykonania ogrodzenia – nie więcej niż … km,</w:t>
      </w:r>
    </w:p>
    <w:p w:rsidR="00167B75" w:rsidRPr="007B5A7D" w:rsidRDefault="00167B75" w:rsidP="00167B75">
      <w:pPr>
        <w:pStyle w:val="Akapitzlist"/>
        <w:numPr>
          <w:ilvl w:val="0"/>
          <w:numId w:val="368"/>
        </w:numPr>
        <w:spacing w:before="120" w:after="120"/>
        <w:jc w:val="both"/>
        <w:rPr>
          <w:rFonts w:ascii="Cambria" w:eastAsia="Calibri" w:hAnsi="Cambria" w:cs="Arial"/>
          <w:bCs/>
          <w:iCs/>
          <w:sz w:val="22"/>
          <w:szCs w:val="22"/>
          <w:vertAlign w:val="superscript"/>
        </w:rPr>
      </w:pPr>
      <w:r w:rsidRPr="007B5A7D">
        <w:rPr>
          <w:rFonts w:ascii="Cambria" w:eastAsia="Calibri" w:hAnsi="Cambria" w:cs="Arial"/>
          <w:bCs/>
          <w:iCs/>
          <w:sz w:val="22"/>
          <w:szCs w:val="22"/>
        </w:rPr>
        <w:t xml:space="preserve">w przypadku słupków z drewna liściastego twardego (Db, </w:t>
      </w:r>
      <w:proofErr w:type="spellStart"/>
      <w:r w:rsidRPr="007B5A7D">
        <w:rPr>
          <w:rFonts w:ascii="Cambria" w:eastAsia="Calibri" w:hAnsi="Cambria" w:cs="Arial"/>
          <w:bCs/>
          <w:iCs/>
          <w:sz w:val="22"/>
          <w:szCs w:val="22"/>
        </w:rPr>
        <w:t>Ak</w:t>
      </w:r>
      <w:proofErr w:type="spellEnd"/>
      <w:r w:rsidRPr="007B5A7D">
        <w:rPr>
          <w:rFonts w:ascii="Cambria" w:eastAsia="Calibri" w:hAnsi="Cambria" w:cs="Arial"/>
          <w:bCs/>
          <w:iCs/>
          <w:sz w:val="22"/>
          <w:szCs w:val="22"/>
        </w:rPr>
        <w:t>) korowanie nie jest wymagane,</w:t>
      </w:r>
      <w:r w:rsidRPr="007B5A7D">
        <w:rPr>
          <w:rFonts w:ascii="Cambria" w:eastAsia="Calibri" w:hAnsi="Cambria" w:cs="Arial"/>
          <w:sz w:val="22"/>
          <w:szCs w:val="22"/>
        </w:rPr>
        <w:t xml:space="preserve"> </w:t>
      </w:r>
      <w:r w:rsidRPr="007B5A7D">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opalenie,</w:t>
      </w:r>
    </w:p>
    <w:p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 xml:space="preserve">posmarowanie preparatem </w:t>
      </w:r>
      <w:proofErr w:type="spellStart"/>
      <w:r w:rsidRPr="007B5A7D">
        <w:rPr>
          <w:rFonts w:ascii="Cambria" w:eastAsia="Calibri" w:hAnsi="Cambria" w:cs="Arial"/>
          <w:bCs/>
          <w:iCs/>
          <w:sz w:val="22"/>
          <w:szCs w:val="22"/>
        </w:rPr>
        <w:t>drewnochronnym</w:t>
      </w:r>
      <w:proofErr w:type="spellEnd"/>
      <w:r w:rsidRPr="007B5A7D">
        <w:rPr>
          <w:rFonts w:ascii="Cambria" w:eastAsia="Calibri" w:hAnsi="Cambria" w:cs="Arial"/>
          <w:bCs/>
          <w:iCs/>
          <w:sz w:val="22"/>
          <w:szCs w:val="22"/>
        </w:rPr>
        <w:t xml:space="preserve">, </w:t>
      </w:r>
    </w:p>
    <w:p w:rsidR="00167B75" w:rsidRPr="007B5A7D" w:rsidRDefault="00167B75" w:rsidP="00167B75">
      <w:pPr>
        <w:pStyle w:val="Akapitzlist"/>
        <w:numPr>
          <w:ilvl w:val="0"/>
          <w:numId w:val="368"/>
        </w:numPr>
        <w:spacing w:before="120" w:after="120"/>
        <w:ind w:left="1134"/>
        <w:jc w:val="both"/>
        <w:rPr>
          <w:rFonts w:ascii="Cambria" w:eastAsia="Calibri" w:hAnsi="Cambria" w:cs="Arial"/>
          <w:sz w:val="22"/>
          <w:szCs w:val="22"/>
        </w:rPr>
      </w:pPr>
      <w:r w:rsidRPr="007B5A7D">
        <w:rPr>
          <w:rFonts w:ascii="Cambria" w:eastAsia="Calibri" w:hAnsi="Cambria" w:cs="Arial"/>
          <w:bCs/>
          <w:iCs/>
          <w:sz w:val="22"/>
          <w:szCs w:val="22"/>
        </w:rPr>
        <w:t>na długości 0,7 m</w:t>
      </w:r>
      <w:r w:rsidRPr="007B5A7D">
        <w:rPr>
          <w:rFonts w:ascii="Cambria" w:eastAsia="Calibri" w:hAnsi="Cambria" w:cs="Arial"/>
          <w:sz w:val="22"/>
          <w:szCs w:val="22"/>
        </w:rPr>
        <w:t>,</w:t>
      </w:r>
    </w:p>
    <w:p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należy wkopać na głębokość 0,6 m (z dokładnością +/- 5cm),</w:t>
      </w:r>
    </w:p>
    <w:p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odległość między wkopanymi słupkami nie może przekroczyć 5 m (+/- 10cm),</w:t>
      </w:r>
    </w:p>
    <w:p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naciągowe ustawia się nie rzadziej jak 50 m linii ogrodzenia,</w:t>
      </w:r>
    </w:p>
    <w:p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siatka pod przełazami powinna być zamontowana do wysokości 0,90 m; maksymalna wysokość szczytu przełazu do 1,00 m,</w:t>
      </w:r>
    </w:p>
    <w:p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bCs/>
          <w:iCs/>
          <w:sz w:val="22"/>
          <w:szCs w:val="22"/>
        </w:rPr>
        <w:t>preparat zapewnia Zamawiający/Wykonawca,</w:t>
      </w:r>
    </w:p>
    <w:p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drewno na słupki oraz siatkę zapewnia Zamawiający.</w:t>
      </w:r>
    </w:p>
    <w:p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rsidR="00167B75" w:rsidRPr="007B5A7D" w:rsidRDefault="00167B75" w:rsidP="00167B75">
      <w:pPr>
        <w:pStyle w:val="Akapitzlist"/>
        <w:numPr>
          <w:ilvl w:val="0"/>
          <w:numId w:val="369"/>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rsidR="00167B75" w:rsidRPr="007B5A7D" w:rsidRDefault="00167B75" w:rsidP="00167B75">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205</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Rozgrodzenie pól</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oczyszczenie siatki z pozostałości roślinnych, </w:t>
      </w:r>
    </w:p>
    <w:p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wydobycie części zawiniętej, </w:t>
      </w:r>
    </w:p>
    <w:p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demontaż żerdzi, </w:t>
      </w:r>
    </w:p>
    <w:p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zdjęcie siatki, dokonanie pomiaru oraz opisanie ilości </w:t>
      </w:r>
      <w:proofErr w:type="spellStart"/>
      <w:r w:rsidRPr="007B5A7D">
        <w:rPr>
          <w:rFonts w:ascii="Cambria" w:eastAsia="Calibri" w:hAnsi="Cambria" w:cs="Arial"/>
          <w:sz w:val="22"/>
          <w:szCs w:val="22"/>
        </w:rPr>
        <w:t>mb</w:t>
      </w:r>
      <w:proofErr w:type="spellEnd"/>
      <w:r w:rsidRPr="007B5A7D">
        <w:rPr>
          <w:rFonts w:ascii="Cambria" w:eastAsia="Calibri" w:hAnsi="Cambria" w:cs="Arial"/>
          <w:sz w:val="22"/>
          <w:szCs w:val="22"/>
        </w:rPr>
        <w:t xml:space="preserve"> na zwiniętych rolkach, </w:t>
      </w:r>
    </w:p>
    <w:p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rozbiórkę przełazów, </w:t>
      </w:r>
    </w:p>
    <w:p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wykopanie lub ścięcie równo z ziemią słupków, </w:t>
      </w:r>
    </w:p>
    <w:p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wyrównanie powierzchni gleby, </w:t>
      </w:r>
    </w:p>
    <w:p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załadunek i przewiezienie odzyskanych materiałów do miejsca składowania na odległość nie większą niż … km, </w:t>
      </w:r>
    </w:p>
    <w:p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rozładunek i ułożenie odzyskanych materiałów we wskazanym miejscu,</w:t>
      </w:r>
    </w:p>
    <w:p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rsidR="00167B75" w:rsidRPr="007B5A7D" w:rsidRDefault="00167B75" w:rsidP="00167B75">
      <w:pPr>
        <w:pStyle w:val="Akapitzlist"/>
        <w:numPr>
          <w:ilvl w:val="0"/>
          <w:numId w:val="371"/>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w:t>
      </w:r>
    </w:p>
    <w:p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rsidR="00167B75" w:rsidRPr="007B5A7D" w:rsidRDefault="00167B75" w:rsidP="00167B75">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206</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Indywidualne zabezpieczenie drzewek siatką</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dowóz materiałów, </w:t>
      </w:r>
    </w:p>
    <w:p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słupków oraz ich wbicie lub wkopanie (4 słupki na każde drzewo), </w:t>
      </w:r>
    </w:p>
    <w:p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zamocowaniu do słupków siatki przy pomocy skobli.</w:t>
      </w:r>
    </w:p>
    <w:p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rsidR="00167B75" w:rsidRPr="007B5A7D" w:rsidRDefault="00167B75" w:rsidP="00167B75">
      <w:pPr>
        <w:pStyle w:val="Akapitzlist"/>
        <w:numPr>
          <w:ilvl w:val="0"/>
          <w:numId w:val="373"/>
        </w:numPr>
        <w:spacing w:before="120" w:after="120"/>
        <w:rPr>
          <w:rFonts w:ascii="Cambria" w:eastAsia="Calibri" w:hAnsi="Cambria"/>
          <w:sz w:val="22"/>
          <w:szCs w:val="22"/>
        </w:rPr>
      </w:pPr>
      <w:r w:rsidRPr="007B5A7D">
        <w:rPr>
          <w:rFonts w:ascii="Cambria" w:eastAsia="Calibri" w:hAnsi="Cambria"/>
          <w:bCs/>
          <w:iCs/>
          <w:sz w:val="22"/>
          <w:szCs w:val="22"/>
        </w:rPr>
        <w:t>drewno na słupki i siatkę zapewnia Zamawiający.</w:t>
      </w:r>
    </w:p>
    <w:p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rsidR="00167B75" w:rsidRPr="007B5A7D" w:rsidRDefault="00167B75" w:rsidP="00167B75">
      <w:pPr>
        <w:pStyle w:val="Akapitzlist"/>
        <w:numPr>
          <w:ilvl w:val="0"/>
          <w:numId w:val="374"/>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rsidR="00167B75" w:rsidRPr="007B5A7D" w:rsidRDefault="00167B75" w:rsidP="00167B75">
      <w:pPr>
        <w:suppressAutoHyphens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rsidR="00167B75" w:rsidRPr="007B5A7D" w:rsidRDefault="00167B75" w:rsidP="00167B75">
      <w:pPr>
        <w:spacing w:before="120" w:after="120"/>
        <w:rPr>
          <w:rFonts w:ascii="Cambria" w:eastAsia="Calibri" w:hAnsi="Cambria"/>
          <w:b/>
          <w:sz w:val="22"/>
          <w:szCs w:val="22"/>
          <w:lang w:eastAsia="en-US"/>
        </w:rPr>
      </w:pPr>
    </w:p>
    <w:p w:rsidR="00167B75" w:rsidRPr="007B5A7D" w:rsidRDefault="00167B75" w:rsidP="00167B75">
      <w:pPr>
        <w:suppressAutoHyphens w:val="0"/>
        <w:spacing w:before="120" w:after="120"/>
        <w:jc w:val="center"/>
        <w:rPr>
          <w:rFonts w:ascii="Cambria" w:eastAsia="Calibri" w:hAnsi="Cambria" w:cs="Arial"/>
          <w:b/>
          <w:sz w:val="22"/>
          <w:szCs w:val="22"/>
          <w:lang w:eastAsia="en-US"/>
        </w:rPr>
      </w:pPr>
    </w:p>
    <w:p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rsidR="00167B75" w:rsidRPr="007B5A7D" w:rsidRDefault="00167B75" w:rsidP="00167B75">
      <w:pPr>
        <w:pStyle w:val="Nagwek2"/>
        <w:jc w:val="center"/>
        <w:rPr>
          <w:rFonts w:ascii="Cambria" w:hAnsi="Cambria"/>
          <w:color w:val="auto"/>
          <w:sz w:val="22"/>
          <w:szCs w:val="22"/>
          <w:lang w:bidi="hi-IN"/>
        </w:rPr>
      </w:pPr>
      <w:r w:rsidRPr="007B5A7D">
        <w:rPr>
          <w:rFonts w:ascii="Cambria" w:hAnsi="Cambria"/>
          <w:color w:val="auto"/>
          <w:sz w:val="22"/>
          <w:szCs w:val="22"/>
          <w:lang w:bidi="hi-IN"/>
        </w:rPr>
        <w:lastRenderedPageBreak/>
        <w:t>GOSPODARKA SZKÓŁKARSKA</w:t>
      </w:r>
    </w:p>
    <w:p w:rsidR="00167B75" w:rsidRPr="007B5A7D" w:rsidRDefault="00167B75" w:rsidP="00167B75">
      <w:pPr>
        <w:widowControl w:val="0"/>
        <w:suppressAutoHyphens w:val="0"/>
        <w:spacing w:before="120" w:after="120"/>
        <w:jc w:val="both"/>
        <w:rPr>
          <w:rFonts w:ascii="Cambria" w:eastAsia="Verdana" w:hAnsi="Cambria" w:cs="Verdana"/>
          <w:b/>
          <w:bCs/>
          <w:sz w:val="22"/>
          <w:szCs w:val="22"/>
          <w:lang w:eastAsia="zh-CN" w:bidi="hi-IN"/>
        </w:rPr>
      </w:pPr>
    </w:p>
    <w:p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rsidR="00167B75" w:rsidRPr="007B5A7D" w:rsidRDefault="00167B75" w:rsidP="00167B75">
      <w:pPr>
        <w:widowControl w:val="0"/>
        <w:suppressAutoHyphens w:val="0"/>
        <w:spacing w:before="120" w:after="120"/>
        <w:jc w:val="both"/>
        <w:rPr>
          <w:rFonts w:ascii="Cambria" w:eastAsia="Verdana" w:hAnsi="Cambria" w:cs="Verdana"/>
          <w:b/>
          <w:bCs/>
          <w:kern w:val="1"/>
          <w:sz w:val="22"/>
          <w:szCs w:val="22"/>
          <w:lang w:eastAsia="zh-CN" w:bidi="hi-IN"/>
        </w:rPr>
      </w:pPr>
    </w:p>
    <w:p w:rsidR="00167B75" w:rsidRPr="007B5A7D" w:rsidRDefault="00167B75" w:rsidP="00167B75">
      <w:pPr>
        <w:widowControl w:val="0"/>
        <w:suppressAutoHyphens w:val="0"/>
        <w:spacing w:before="120" w:after="120"/>
        <w:jc w:val="center"/>
        <w:rPr>
          <w:rFonts w:ascii="Cambria" w:eastAsia="Verdana" w:hAnsi="Cambria" w:cs="Verdana"/>
          <w:b/>
          <w:bCs/>
          <w:kern w:val="1"/>
          <w:sz w:val="22"/>
          <w:szCs w:val="22"/>
          <w:lang w:eastAsia="zh-CN" w:bidi="hi-IN"/>
        </w:rPr>
      </w:pPr>
      <w:r w:rsidRPr="007B5A7D">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207</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r w:rsidRPr="007B5A7D">
              <w:rPr>
                <w:rFonts w:ascii="Cambria" w:eastAsia="Verdana" w:hAnsi="Cambria" w:cs="Verdana"/>
                <w:kern w:val="1"/>
                <w:sz w:val="22"/>
                <w:szCs w:val="22"/>
                <w:lang w:eastAsia="zh-CN" w:bidi="hi-IN"/>
              </w:rPr>
              <w:br/>
            </w:r>
            <w:r w:rsidRPr="007B5A7D">
              <w:rPr>
                <w:rFonts w:ascii="Cambria" w:eastAsia="Calibri" w:hAnsi="Cambria" w:cs="Arial"/>
                <w:bCs/>
                <w:iCs/>
                <w:sz w:val="22"/>
                <w:szCs w:val="22"/>
                <w:lang w:eastAsia="pl-PL"/>
              </w:rPr>
              <w:t>SPUL POM</w:t>
            </w:r>
          </w:p>
        </w:tc>
        <w:tc>
          <w:tcPr>
            <w:tcW w:w="2062" w:type="pct"/>
            <w:shd w:val="clear" w:color="auto" w:fill="auto"/>
            <w:vAlign w:val="bottom"/>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Spulchnianie gleby na międzyrzędach opielaczem wielorzędowym</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208</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209</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Bronowanie</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210</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211</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 wraz ze spulchnieniem gleby</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212</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i podcinanie sadzonek ciągnikowym wyorywaczem klamrowych</w:t>
            </w:r>
            <w:r w:rsidRPr="007B5A7D">
              <w:rPr>
                <w:rFonts w:ascii="Cambria" w:eastAsia="Bitstream Vera Sans" w:hAnsi="Cambria" w:cs="FreeSans"/>
                <w:kern w:val="1"/>
                <w:sz w:val="22"/>
                <w:szCs w:val="22"/>
                <w:lang w:eastAsia="zh-CN" w:bidi="hi-IN"/>
              </w:rPr>
              <w:t xml:space="preserve"> </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213</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WYOR-CS</w:t>
            </w:r>
          </w:p>
        </w:tc>
        <w:tc>
          <w:tcPr>
            <w:tcW w:w="910" w:type="pct"/>
            <w:shd w:val="clear" w:color="auto" w:fill="auto"/>
          </w:tcPr>
          <w:p w:rsidR="00167B75" w:rsidRPr="007B5A7D" w:rsidRDefault="00167B75" w:rsidP="009F7B63">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WYOR-CS</w:t>
            </w:r>
            <w:r w:rsidRPr="007B5A7D">
              <w:rPr>
                <w:rFonts w:ascii="Cambria" w:eastAsia="Verdana" w:hAnsi="Cambria" w:cs="Verdana"/>
                <w:kern w:val="1"/>
                <w:sz w:val="22"/>
                <w:szCs w:val="22"/>
                <w:lang w:eastAsia="zh-CN" w:bidi="hi-IN"/>
              </w:rPr>
              <w:br/>
              <w:t>WYORSPOM</w:t>
            </w:r>
          </w:p>
        </w:tc>
        <w:tc>
          <w:tcPr>
            <w:tcW w:w="2062" w:type="pct"/>
            <w:shd w:val="clear" w:color="auto" w:fill="auto"/>
            <w:vAlign w:val="bottom"/>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lub podcinanie sadzonek ciągnikowym podcinaczem sekcyjnym</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214</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łopatą mechaniczną</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215</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2062" w:type="pct"/>
            <w:shd w:val="clear" w:color="auto" w:fill="auto"/>
            <w:vAlign w:val="bottom"/>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Wyrównywanie powierzchni włóką</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216</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2062" w:type="pct"/>
            <w:shd w:val="clear" w:color="auto" w:fill="auto"/>
            <w:vAlign w:val="bottom"/>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Wałowanie pełnej orki - jednokrotne</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217</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2062" w:type="pct"/>
            <w:shd w:val="clear" w:color="auto" w:fill="auto"/>
            <w:vAlign w:val="bottom"/>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Wyciskanie rządków siewnych lub wyciskanie szpar</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uprawę gleby, wykonanie zabiegu,</w:t>
      </w:r>
    </w:p>
    <w:p w:rsidR="00167B75" w:rsidRPr="007B5A7D" w:rsidRDefault="00167B75" w:rsidP="00167B75">
      <w:pPr>
        <w:pStyle w:val="Akapitzlist"/>
        <w:widowControl w:val="0"/>
        <w:numPr>
          <w:ilvl w:val="0"/>
          <w:numId w:val="375"/>
        </w:numPr>
        <w:spacing w:before="120" w:after="120"/>
        <w:ind w:left="709" w:hanging="284"/>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lastRenderedPageBreak/>
        <w:t xml:space="preserve">oczyszczenie sprzętu oraz odstawienie go do miejsca postoju. </w:t>
      </w:r>
    </w:p>
    <w:p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rsidR="00167B75" w:rsidRPr="007B5A7D" w:rsidRDefault="00167B75" w:rsidP="00167B75">
      <w:pPr>
        <w:pStyle w:val="Akapitzlist"/>
        <w:widowControl w:val="0"/>
        <w:numPr>
          <w:ilvl w:val="0"/>
          <w:numId w:val="376"/>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dla czynności SPUL-C zabieg obejmuje także udział pracownika pomocniczego. </w:t>
      </w:r>
      <w:r w:rsidRPr="007B5A7D">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rsidR="00167B75" w:rsidRPr="007B5A7D" w:rsidRDefault="00167B75" w:rsidP="00167B75">
      <w:pPr>
        <w:widowControl w:val="0"/>
        <w:suppressAutoHyphens w:val="0"/>
        <w:spacing w:before="120" w:after="120"/>
        <w:jc w:val="both"/>
        <w:rPr>
          <w:rFonts w:ascii="Cambria" w:eastAsia="Verdana" w:hAnsi="Cambria" w:cs="Verdana"/>
          <w:bCs/>
          <w:iCs/>
          <w:kern w:val="1"/>
          <w:sz w:val="22"/>
          <w:szCs w:val="22"/>
          <w:lang w:eastAsia="zh-CN" w:bidi="hi-IN"/>
        </w:rPr>
      </w:pPr>
    </w:p>
    <w:p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rsidR="00167B75" w:rsidRPr="007B5A7D" w:rsidRDefault="00167B75" w:rsidP="00167B75">
      <w:pPr>
        <w:pStyle w:val="Akapitzlist"/>
        <w:numPr>
          <w:ilvl w:val="0"/>
          <w:numId w:val="37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218</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2062" w:type="pct"/>
            <w:shd w:val="clear" w:color="auto" w:fill="auto"/>
            <w:vAlign w:val="bottom"/>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Wzruszanie gleby na międzyrzędach opielaczem ręcznym</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219</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220</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wzruszenie gleby narzędziami ręcznymi (motyka, opielacz, </w:t>
      </w:r>
      <w:proofErr w:type="spellStart"/>
      <w:r w:rsidRPr="007B5A7D">
        <w:rPr>
          <w:rFonts w:ascii="Cambria" w:eastAsia="Verdana" w:hAnsi="Cambria" w:cs="Verdana"/>
          <w:kern w:val="1"/>
          <w:sz w:val="22"/>
          <w:szCs w:val="22"/>
          <w:lang w:eastAsia="zh-CN" w:bidi="hi-IN"/>
        </w:rPr>
        <w:t>haczki</w:t>
      </w:r>
      <w:proofErr w:type="spellEnd"/>
      <w:r w:rsidRPr="007B5A7D">
        <w:rPr>
          <w:rFonts w:ascii="Cambria" w:eastAsia="Verdana" w:hAnsi="Cambria" w:cs="Verdana"/>
          <w:kern w:val="1"/>
          <w:sz w:val="22"/>
          <w:szCs w:val="22"/>
          <w:lang w:eastAsia="zh-CN" w:bidi="hi-IN"/>
        </w:rPr>
        <w:t xml:space="preserve">, pazurki) między rzędami lub taśmami siewnymi w okresie wschodów, </w:t>
      </w:r>
    </w:p>
    <w:p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usunięcie chwastów z miejsca wzruszenia, </w:t>
      </w:r>
    </w:p>
    <w:p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wyniesienie usuniętych roślin z powierzchni spulchnianej, załadunek na przyczepę i wywiezienie na odległość </w:t>
      </w:r>
      <w:r w:rsidR="000E55B2">
        <w:rPr>
          <w:rFonts w:ascii="Cambria" w:eastAsia="Verdana" w:hAnsi="Cambria" w:cs="Verdana"/>
          <w:b/>
          <w:color w:val="FF0000"/>
          <w:kern w:val="1"/>
          <w:sz w:val="22"/>
          <w:szCs w:val="22"/>
          <w:lang w:eastAsia="zh-CN" w:bidi="hi-IN"/>
        </w:rPr>
        <w:t>0,2-1,0</w:t>
      </w:r>
      <w:r w:rsidRPr="005B58DC">
        <w:rPr>
          <w:rFonts w:ascii="Cambria" w:eastAsia="Verdana" w:hAnsi="Cambria" w:cs="Verdana"/>
          <w:b/>
          <w:color w:val="FF0000"/>
          <w:kern w:val="1"/>
          <w:sz w:val="22"/>
          <w:szCs w:val="22"/>
          <w:lang w:eastAsia="zh-CN" w:bidi="hi-IN"/>
        </w:rPr>
        <w:t xml:space="preserve"> km</w:t>
      </w:r>
      <w:r w:rsidRPr="005B58DC">
        <w:rPr>
          <w:rFonts w:ascii="Cambria" w:eastAsia="Verdana" w:hAnsi="Cambria" w:cs="Verdana"/>
          <w:color w:val="FF0000"/>
          <w:kern w:val="1"/>
          <w:sz w:val="22"/>
          <w:szCs w:val="22"/>
          <w:lang w:eastAsia="zh-CN" w:bidi="hi-IN"/>
        </w:rPr>
        <w:t xml:space="preserve"> </w:t>
      </w:r>
      <w:r w:rsidRPr="007B5A7D">
        <w:rPr>
          <w:rFonts w:ascii="Cambria" w:eastAsia="Verdana" w:hAnsi="Cambria" w:cs="Verdana"/>
          <w:kern w:val="1"/>
          <w:sz w:val="22"/>
          <w:szCs w:val="22"/>
          <w:lang w:eastAsia="zh-CN" w:bidi="hi-IN"/>
        </w:rPr>
        <w:t>od szkółki.</w:t>
      </w:r>
    </w:p>
    <w:p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rsidR="00167B75" w:rsidRPr="007B5A7D" w:rsidRDefault="00167B75" w:rsidP="00167B75">
      <w:pPr>
        <w:pStyle w:val="Akapitzlist"/>
        <w:numPr>
          <w:ilvl w:val="0"/>
          <w:numId w:val="37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rsidR="00167B75" w:rsidRPr="007B5A7D" w:rsidRDefault="00167B75" w:rsidP="00167B75">
      <w:pPr>
        <w:suppressAutoHyphens w:val="0"/>
        <w:spacing w:before="120" w:after="120"/>
        <w:rPr>
          <w:rFonts w:ascii="Cambria" w:eastAsia="Calibri" w:hAnsi="Cambria"/>
          <w:sz w:val="22"/>
          <w:szCs w:val="22"/>
          <w:lang w:eastAsia="en-US"/>
        </w:rPr>
      </w:pPr>
    </w:p>
    <w:p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221</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i wywóz kamieni</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z powierzchni uprawy gleby, </w:t>
      </w:r>
    </w:p>
    <w:p w:rsidR="00167B75" w:rsidRPr="007B5A7D" w:rsidRDefault="00167B75" w:rsidP="00167B75">
      <w:pPr>
        <w:pStyle w:val="Akapitzlist"/>
        <w:numPr>
          <w:ilvl w:val="0"/>
          <w:numId w:val="380"/>
        </w:numPr>
        <w:spacing w:before="120" w:after="120"/>
        <w:rPr>
          <w:rFonts w:ascii="Cambria" w:eastAsia="Verdana" w:hAnsi="Cambria" w:cs="Verdana"/>
          <w:sz w:val="22"/>
          <w:szCs w:val="22"/>
          <w:lang w:eastAsia="zh-CN" w:bidi="hi-IN"/>
        </w:rPr>
      </w:pPr>
      <w:r w:rsidRPr="007B5A7D">
        <w:rPr>
          <w:rFonts w:ascii="Cambria" w:eastAsia="Verdana" w:hAnsi="Cambria" w:cs="Verdana"/>
          <w:sz w:val="22"/>
          <w:szCs w:val="22"/>
          <w:lang w:eastAsia="zh-CN" w:bidi="hi-IN"/>
        </w:rPr>
        <w:t>załadunek kamieni i pozostałości roślinnych na przyczepę lub inne pojazdy,</w:t>
      </w:r>
    </w:p>
    <w:p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wywóz i rozładunek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na wskazane miejsce w odległości </w:t>
      </w:r>
      <w:r w:rsidR="006D149F">
        <w:rPr>
          <w:rFonts w:ascii="Cambria" w:eastAsia="Verdana" w:hAnsi="Cambria" w:cs="Verdana"/>
          <w:b/>
          <w:color w:val="FF0000"/>
          <w:kern w:val="1"/>
          <w:sz w:val="22"/>
          <w:szCs w:val="22"/>
          <w:lang w:eastAsia="zh-CN" w:bidi="hi-IN"/>
        </w:rPr>
        <w:t>0,2-1,0</w:t>
      </w:r>
      <w:r w:rsidRPr="005B58DC">
        <w:rPr>
          <w:rFonts w:ascii="Cambria" w:eastAsia="Verdana" w:hAnsi="Cambria" w:cs="Verdana"/>
          <w:color w:val="FF0000"/>
          <w:kern w:val="1"/>
          <w:sz w:val="22"/>
          <w:szCs w:val="22"/>
          <w:lang w:eastAsia="zh-CN" w:bidi="hi-IN"/>
        </w:rPr>
        <w:t xml:space="preserve"> </w:t>
      </w:r>
      <w:r w:rsidRPr="007B5A7D">
        <w:rPr>
          <w:rFonts w:ascii="Cambria" w:eastAsia="Verdana" w:hAnsi="Cambria" w:cs="Verdana"/>
          <w:kern w:val="1"/>
          <w:sz w:val="22"/>
          <w:szCs w:val="22"/>
          <w:lang w:eastAsia="zh-CN" w:bidi="hi-IN"/>
        </w:rPr>
        <w:t>km od szkółki.</w:t>
      </w:r>
    </w:p>
    <w:p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rsidR="00167B75" w:rsidRPr="007B5A7D" w:rsidRDefault="00167B75" w:rsidP="00167B75">
      <w:pPr>
        <w:pStyle w:val="Akapitzlist"/>
        <w:numPr>
          <w:ilvl w:val="0"/>
          <w:numId w:val="38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222</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223</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kompostu rozrzutnikiem</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224</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2062" w:type="pct"/>
            <w:shd w:val="clear" w:color="auto" w:fill="auto"/>
            <w:vAlign w:val="bottom"/>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nawozów startowo rozrzutnikiem</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225</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2062" w:type="pct"/>
            <w:shd w:val="clear" w:color="auto" w:fill="auto"/>
            <w:vAlign w:val="bottom"/>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wapna nawozowego</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226</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Nawożenie mineralne – </w:t>
            </w:r>
            <w:proofErr w:type="spellStart"/>
            <w:r w:rsidRPr="007B5A7D">
              <w:rPr>
                <w:rFonts w:ascii="Cambria" w:eastAsia="Verdana" w:hAnsi="Cambria" w:cs="Verdana"/>
                <w:kern w:val="1"/>
                <w:sz w:val="22"/>
                <w:szCs w:val="22"/>
                <w:lang w:eastAsia="zh-CN" w:bidi="hi-IN"/>
              </w:rPr>
              <w:t>dolistne</w:t>
            </w:r>
            <w:proofErr w:type="spellEnd"/>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227</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obornika rozrzutnikiem</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TONA</w:t>
            </w:r>
          </w:p>
        </w:tc>
      </w:tr>
    </w:tbl>
    <w:p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obornika bądź kompostu z magazynu szkółki na powierzchnię (załadunek i dowóz), </w:t>
      </w:r>
    </w:p>
    <w:p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bCs/>
          <w:iCs/>
          <w:kern w:val="1"/>
          <w:sz w:val="22"/>
          <w:szCs w:val="22"/>
          <w:lang w:eastAsia="zh-CN" w:bidi="hi-IN"/>
        </w:rPr>
        <w:t xml:space="preserve">w przypadku nawożenia </w:t>
      </w:r>
      <w:proofErr w:type="spellStart"/>
      <w:r w:rsidRPr="007B5A7D">
        <w:rPr>
          <w:rFonts w:ascii="Cambria" w:eastAsia="Verdana" w:hAnsi="Cambria" w:cs="Verdana"/>
          <w:bCs/>
          <w:iCs/>
          <w:kern w:val="1"/>
          <w:sz w:val="22"/>
          <w:szCs w:val="22"/>
          <w:lang w:eastAsia="zh-CN" w:bidi="hi-IN"/>
        </w:rPr>
        <w:t>dolistnego</w:t>
      </w:r>
      <w:proofErr w:type="spellEnd"/>
      <w:r w:rsidRPr="007B5A7D">
        <w:rPr>
          <w:rFonts w:ascii="Cambria" w:eastAsia="Verdana" w:hAnsi="Cambria" w:cs="Verdana"/>
          <w:bCs/>
          <w:iCs/>
          <w:kern w:val="1"/>
          <w:sz w:val="22"/>
          <w:szCs w:val="22"/>
          <w:lang w:eastAsia="zh-CN" w:bidi="hi-IN"/>
        </w:rPr>
        <w:t>, przygotowanie cieczy roboczej i oprysk równomierny sadzonek w dawce ustalonej przez Zamawiającego.</w:t>
      </w:r>
    </w:p>
    <w:p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rsidR="00167B75" w:rsidRPr="007B5A7D" w:rsidRDefault="00167B75" w:rsidP="00167B75">
      <w:pPr>
        <w:pStyle w:val="Akapitzlist"/>
        <w:widowControl w:val="0"/>
        <w:numPr>
          <w:ilvl w:val="0"/>
          <w:numId w:val="38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p>
    <w:p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rsidR="00167B75" w:rsidRPr="007B5A7D" w:rsidRDefault="00167B75" w:rsidP="00167B75">
      <w:pPr>
        <w:pStyle w:val="Akapitzlist"/>
        <w:numPr>
          <w:ilvl w:val="0"/>
          <w:numId w:val="38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rsidR="00167B75" w:rsidRPr="007B5A7D" w:rsidRDefault="00167B75" w:rsidP="00167B75">
      <w:pPr>
        <w:pStyle w:val="Akapitzlist"/>
        <w:numPr>
          <w:ilvl w:val="0"/>
          <w:numId w:val="38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rsidR="00167B75" w:rsidRPr="007B5A7D" w:rsidRDefault="00167B75" w:rsidP="00167B75">
      <w:pPr>
        <w:pStyle w:val="Akapitzlist"/>
        <w:numPr>
          <w:ilvl w:val="0"/>
          <w:numId w:val="38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rsidR="00167B75" w:rsidRPr="007B5A7D" w:rsidRDefault="00167B75" w:rsidP="00167B75">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rsidR="00167B75" w:rsidRPr="007B5A7D" w:rsidRDefault="00167B75" w:rsidP="00167B75">
      <w:pPr>
        <w:pStyle w:val="Akapitzlist"/>
        <w:numPr>
          <w:ilvl w:val="0"/>
          <w:numId w:val="38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228</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229</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Startowy wysiew nawozów ręcznie</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z magazynu szkółki na powierzchnię (załadunek i dowóz), </w:t>
      </w:r>
    </w:p>
    <w:p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wymieszanie nawozu z glebą, </w:t>
      </w:r>
    </w:p>
    <w:p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rsidR="00167B75" w:rsidRPr="007B5A7D" w:rsidRDefault="00167B75" w:rsidP="00167B75">
      <w:pPr>
        <w:pStyle w:val="Akapitzlist"/>
        <w:widowControl w:val="0"/>
        <w:numPr>
          <w:ilvl w:val="0"/>
          <w:numId w:val="389"/>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rsidR="00167B75" w:rsidRPr="007B5A7D" w:rsidRDefault="00167B75" w:rsidP="00167B75">
      <w:pPr>
        <w:pStyle w:val="Akapitzlist"/>
        <w:numPr>
          <w:ilvl w:val="0"/>
          <w:numId w:val="39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230</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2062" w:type="pct"/>
            <w:shd w:val="clear" w:color="auto" w:fill="auto"/>
            <w:vAlign w:val="bottom"/>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Opryskiwanie szkółek opryskiwaczem ciągnikowym</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bl>
    <w:p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odbiór środków chemicznych z magazynu środków chemicznych nadleśnictwa, </w:t>
      </w:r>
    </w:p>
    <w:p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cieczy roboczej, </w:t>
      </w:r>
    </w:p>
    <w:p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opryskiwanie równomiernie sadzonek </w:t>
      </w:r>
      <w:r w:rsidRPr="007B5A7D">
        <w:rPr>
          <w:rFonts w:ascii="Cambria" w:eastAsia="Verdana" w:hAnsi="Cambria" w:cs="Verdana"/>
          <w:bCs/>
          <w:iCs/>
          <w:kern w:val="1"/>
          <w:sz w:val="22"/>
          <w:szCs w:val="22"/>
          <w:lang w:eastAsia="zh-CN" w:bidi="hi-IN"/>
        </w:rPr>
        <w:t>w dawce</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ustalonej przez Zamawiającego,</w:t>
      </w:r>
    </w:p>
    <w:p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pojemników po środkach chemicznych,  </w:t>
      </w:r>
    </w:p>
    <w:p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hAnsi="Cambria"/>
          <w:sz w:val="22"/>
          <w:szCs w:val="22"/>
          <w:lang w:eastAsia="zh-CN" w:bidi="hi-IN"/>
        </w:rPr>
        <w:t xml:space="preserve">dostarczenie opakowań po zużytych środkach chemicznych </w:t>
      </w:r>
      <w:r w:rsidRPr="005B58DC">
        <w:rPr>
          <w:rFonts w:ascii="Cambria" w:hAnsi="Cambria"/>
          <w:b/>
          <w:color w:val="FF0000"/>
          <w:sz w:val="22"/>
          <w:szCs w:val="22"/>
          <w:lang w:eastAsia="zh-CN" w:bidi="hi-IN"/>
        </w:rPr>
        <w:t xml:space="preserve">do </w:t>
      </w:r>
      <w:r w:rsidR="00FD7590">
        <w:rPr>
          <w:rFonts w:ascii="Cambria" w:hAnsi="Cambria"/>
          <w:b/>
          <w:color w:val="FF0000"/>
          <w:sz w:val="22"/>
          <w:szCs w:val="22"/>
          <w:lang w:eastAsia="zh-CN" w:bidi="hi-IN"/>
        </w:rPr>
        <w:t>wskazanego miejsca</w:t>
      </w:r>
      <w:r w:rsidRPr="005B58DC">
        <w:rPr>
          <w:rFonts w:ascii="Cambria" w:hAnsi="Cambria"/>
          <w:b/>
          <w:color w:val="FF0000"/>
          <w:sz w:val="22"/>
          <w:szCs w:val="22"/>
          <w:lang w:eastAsia="zh-CN" w:bidi="hi-IN"/>
        </w:rPr>
        <w:t>.</w:t>
      </w:r>
    </w:p>
    <w:p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rsidR="00167B75" w:rsidRPr="007B5A7D" w:rsidRDefault="00167B75" w:rsidP="00167B75">
      <w:pPr>
        <w:pStyle w:val="Akapitzlist"/>
        <w:widowControl w:val="0"/>
        <w:numPr>
          <w:ilvl w:val="0"/>
          <w:numId w:val="39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rsidR="00167B75" w:rsidRPr="007B5A7D" w:rsidRDefault="00167B75" w:rsidP="00167B75">
      <w:pPr>
        <w:pStyle w:val="Akapitzlist"/>
        <w:numPr>
          <w:ilvl w:val="0"/>
          <w:numId w:val="39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231</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r w:rsidRPr="007B5A7D">
              <w:rPr>
                <w:rFonts w:ascii="Cambria" w:eastAsia="Verdana" w:hAnsi="Cambria" w:cs="Verdana"/>
                <w:kern w:val="1"/>
                <w:sz w:val="22"/>
                <w:szCs w:val="22"/>
                <w:lang w:eastAsia="zh-CN" w:bidi="hi-IN"/>
              </w:rPr>
              <w:br/>
              <w:t>GODZ RN</w:t>
            </w:r>
          </w:p>
        </w:tc>
        <w:tc>
          <w:tcPr>
            <w:tcW w:w="2062" w:type="pct"/>
            <w:shd w:val="clear" w:color="auto" w:fill="auto"/>
            <w:vAlign w:val="bottom"/>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Pielenie w rzędach lub pasach - dla Db i Bk również w okresie wschodów</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232</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PIEL-RN1</w:t>
            </w:r>
          </w:p>
        </w:tc>
        <w:tc>
          <w:tcPr>
            <w:tcW w:w="910" w:type="pct"/>
            <w:shd w:val="clear" w:color="auto" w:fill="auto"/>
          </w:tcPr>
          <w:p w:rsidR="00167B75" w:rsidRPr="007B5A7D" w:rsidRDefault="00167B75" w:rsidP="009F7B63">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PIEL-RN1,</w:t>
            </w:r>
            <w:r w:rsidRPr="007B5A7D">
              <w:rPr>
                <w:rFonts w:ascii="Cambria" w:eastAsia="Verdana" w:hAnsi="Cambria" w:cs="Verdana"/>
                <w:kern w:val="1"/>
                <w:sz w:val="22"/>
                <w:szCs w:val="22"/>
                <w:lang w:eastAsia="zh-CN" w:bidi="hi-IN"/>
              </w:rPr>
              <w:br/>
              <w:t>GODZ RN1</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233</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r w:rsidRPr="007B5A7D">
              <w:rPr>
                <w:rFonts w:ascii="Cambria" w:eastAsia="Verdana" w:hAnsi="Cambria" w:cs="Verdana"/>
                <w:kern w:val="1"/>
                <w:sz w:val="22"/>
                <w:szCs w:val="22"/>
                <w:lang w:eastAsia="zh-CN" w:bidi="hi-IN"/>
              </w:rPr>
              <w:br/>
              <w:t>GODZ PP</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234</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PIEL-P1</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PIEL-P1, </w:t>
            </w:r>
            <w:r w:rsidRPr="007B5A7D">
              <w:rPr>
                <w:rFonts w:ascii="Cambria" w:eastAsia="Verdana" w:hAnsi="Cambria" w:cs="Verdana"/>
                <w:kern w:val="1"/>
                <w:sz w:val="22"/>
                <w:szCs w:val="22"/>
                <w:lang w:eastAsia="zh-CN" w:bidi="hi-IN"/>
              </w:rPr>
              <w:br/>
              <w:t>GODZ PP1</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 w okresie wschodów</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235</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w:t>
            </w:r>
          </w:p>
        </w:tc>
        <w:tc>
          <w:tcPr>
            <w:tcW w:w="910"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 ,</w:t>
            </w:r>
            <w:r w:rsidRPr="007B5A7D">
              <w:rPr>
                <w:rFonts w:ascii="Cambria" w:eastAsia="Verdana" w:hAnsi="Cambria" w:cs="Verdana"/>
                <w:kern w:val="1"/>
                <w:sz w:val="22"/>
                <w:szCs w:val="22"/>
                <w:lang w:eastAsia="zh-CN" w:bidi="hi-IN"/>
              </w:rPr>
              <w:br/>
              <w:t>GODZ PRZ</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Przerywanie nadmiarów siewów</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ręczne usuwanie chwastów z powierzchni z sadzonkami w międzyrzędziach, </w:t>
      </w:r>
    </w:p>
    <w:p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wybranie chwastów, </w:t>
      </w:r>
    </w:p>
    <w:p w:rsidR="00167B75" w:rsidRPr="007B5A7D" w:rsidRDefault="00167B75" w:rsidP="00167B75">
      <w:pPr>
        <w:pStyle w:val="Akapitzlist"/>
        <w:numPr>
          <w:ilvl w:val="0"/>
          <w:numId w:val="394"/>
        </w:numPr>
        <w:tabs>
          <w:tab w:val="left" w:pos="709"/>
        </w:tabs>
        <w:spacing w:before="120" w:after="120"/>
        <w:jc w:val="both"/>
        <w:rPr>
          <w:rFonts w:ascii="Cambria" w:eastAsia="Verdana" w:hAnsi="Cambria" w:cs="Verdana"/>
          <w:sz w:val="22"/>
          <w:szCs w:val="22"/>
          <w:lang w:eastAsia="zh-CN" w:bidi="hi-IN"/>
        </w:rPr>
      </w:pPr>
      <w:r w:rsidRPr="007B5A7D">
        <w:rPr>
          <w:rFonts w:ascii="Cambria" w:eastAsia="Verdana" w:hAnsi="Cambria" w:cs="Verdana"/>
          <w:kern w:val="1"/>
          <w:sz w:val="22"/>
          <w:szCs w:val="22"/>
          <w:lang w:eastAsia="zh-CN" w:bidi="hi-IN"/>
        </w:rPr>
        <w:t xml:space="preserve">przerywanie nadmiarów siewów, </w:t>
      </w:r>
    </w:p>
    <w:p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wyniesienie usuniętych roślin z powierzchni pielonej, załadunek na przyczepę i wywiezienie wraz z rozładunkiem na odległość </w:t>
      </w:r>
      <w:r w:rsidR="004F77CA">
        <w:rPr>
          <w:rFonts w:ascii="Cambria" w:eastAsia="Verdana" w:hAnsi="Cambria" w:cs="Verdana"/>
          <w:b/>
          <w:color w:val="FF0000"/>
          <w:kern w:val="1"/>
          <w:sz w:val="22"/>
          <w:szCs w:val="22"/>
          <w:lang w:eastAsia="zh-CN" w:bidi="hi-IN"/>
        </w:rPr>
        <w:t>0,2-1</w:t>
      </w:r>
      <w:r w:rsidR="005B58DC" w:rsidRPr="005B58DC">
        <w:rPr>
          <w:rFonts w:ascii="Cambria" w:eastAsia="Verdana" w:hAnsi="Cambria" w:cs="Verdana"/>
          <w:color w:val="FF0000"/>
          <w:kern w:val="1"/>
          <w:sz w:val="22"/>
          <w:szCs w:val="22"/>
          <w:lang w:eastAsia="zh-CN" w:bidi="hi-IN"/>
        </w:rPr>
        <w:t xml:space="preserve"> </w:t>
      </w:r>
      <w:r w:rsidRPr="007B5A7D">
        <w:rPr>
          <w:rFonts w:ascii="Cambria" w:eastAsia="Verdana" w:hAnsi="Cambria" w:cs="Verdana"/>
          <w:kern w:val="1"/>
          <w:sz w:val="22"/>
          <w:szCs w:val="22"/>
          <w:lang w:eastAsia="zh-CN" w:bidi="hi-IN"/>
        </w:rPr>
        <w:t>km od szkółki.</w:t>
      </w:r>
    </w:p>
    <w:p w:rsidR="00167B75" w:rsidRPr="007B5A7D" w:rsidRDefault="00167B75" w:rsidP="00167B75">
      <w:pPr>
        <w:tabs>
          <w:tab w:val="left" w:pos="567"/>
        </w:tabs>
        <w:suppressAutoHyphens w:val="0"/>
        <w:spacing w:before="120" w:after="120"/>
        <w:jc w:val="both"/>
        <w:rPr>
          <w:rFonts w:ascii="Cambria" w:eastAsia="Calibri" w:hAnsi="Cambria"/>
          <w:sz w:val="22"/>
          <w:szCs w:val="22"/>
          <w:lang w:eastAsia="en-US"/>
        </w:rPr>
      </w:pPr>
      <w:r w:rsidRPr="007B5A7D">
        <w:rPr>
          <w:rFonts w:ascii="Cambria" w:eastAsia="Calibri" w:hAnsi="Cambria" w:cs="Arial"/>
          <w:b/>
          <w:sz w:val="22"/>
          <w:szCs w:val="22"/>
          <w:lang w:eastAsia="pl-PL"/>
        </w:rPr>
        <w:lastRenderedPageBreak/>
        <w:t>Uwagi:</w:t>
      </w:r>
    </w:p>
    <w:p w:rsidR="00167B75" w:rsidRPr="007B5A7D" w:rsidRDefault="00167B75" w:rsidP="00167B75">
      <w:pPr>
        <w:pStyle w:val="Akapitzlist"/>
        <w:numPr>
          <w:ilvl w:val="0"/>
          <w:numId w:val="395"/>
        </w:numPr>
        <w:tabs>
          <w:tab w:val="left" w:pos="567"/>
        </w:tabs>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czynności pielenia obejmują również powierzchnię ścieżki</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między</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grzędami.</w:t>
      </w:r>
    </w:p>
    <w:p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rsidR="00167B75" w:rsidRPr="007B5A7D" w:rsidRDefault="00167B75" w:rsidP="00167B75">
      <w:pPr>
        <w:pStyle w:val="Akapitzlist"/>
        <w:numPr>
          <w:ilvl w:val="0"/>
          <w:numId w:val="39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236</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2062" w:type="pct"/>
            <w:shd w:val="clear" w:color="auto" w:fill="auto"/>
            <w:vAlign w:val="bottom"/>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Formowanie grzędy siewnej</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przemieszczenie części gleby ze ścieżek po których porusza się ciągnik,</w:t>
      </w:r>
    </w:p>
    <w:p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kultywatorowanie i wałowanie wywyższonej grzędy,</w:t>
      </w:r>
    </w:p>
    <w:p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oczyszczenie sprzętu oraz odstawienie go do miejsca postoju. </w:t>
      </w:r>
    </w:p>
    <w:p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rsidR="00167B75" w:rsidRPr="007B5A7D" w:rsidRDefault="00167B75" w:rsidP="00167B75">
      <w:pPr>
        <w:pStyle w:val="Akapitzlist"/>
        <w:widowControl w:val="0"/>
        <w:numPr>
          <w:ilvl w:val="0"/>
          <w:numId w:val="39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wymagane wymiary: wysokość wywyższenia </w:t>
      </w:r>
      <w:r w:rsidR="005B58DC" w:rsidRPr="005B58DC">
        <w:rPr>
          <w:rFonts w:ascii="Cambria" w:eastAsia="Verdana" w:hAnsi="Cambria" w:cs="Verdana"/>
          <w:b/>
          <w:color w:val="FF0000"/>
          <w:kern w:val="1"/>
          <w:sz w:val="22"/>
          <w:szCs w:val="22"/>
          <w:lang w:eastAsia="zh-CN" w:bidi="hi-IN"/>
        </w:rPr>
        <w:t>150</w:t>
      </w:r>
      <w:r w:rsidRPr="007B5A7D">
        <w:rPr>
          <w:rFonts w:ascii="Cambria" w:eastAsia="Verdana" w:hAnsi="Cambria" w:cs="Verdana"/>
          <w:kern w:val="1"/>
          <w:sz w:val="22"/>
          <w:szCs w:val="22"/>
          <w:lang w:eastAsia="zh-CN" w:bidi="hi-IN"/>
        </w:rPr>
        <w:t xml:space="preserve"> mm</w:t>
      </w:r>
      <w:r w:rsidRPr="007B5A7D">
        <w:rPr>
          <w:rFonts w:ascii="Cambria" w:eastAsia="Calibri" w:hAnsi="Cambria" w:cs="Arial"/>
          <w:sz w:val="22"/>
          <w:szCs w:val="22"/>
          <w:lang w:eastAsia="en-US"/>
        </w:rPr>
        <w:t xml:space="preserve"> (+/- 10%),</w:t>
      </w:r>
      <w:r w:rsidRPr="007B5A7D">
        <w:rPr>
          <w:rFonts w:ascii="Cambria" w:eastAsia="Verdana" w:hAnsi="Cambria" w:cs="Verdana"/>
          <w:kern w:val="1"/>
          <w:sz w:val="22"/>
          <w:szCs w:val="22"/>
          <w:lang w:eastAsia="zh-CN" w:bidi="hi-IN"/>
        </w:rPr>
        <w:t xml:space="preserve"> szerokość grzędy </w:t>
      </w:r>
      <w:r w:rsidR="00DC462E">
        <w:rPr>
          <w:rFonts w:ascii="Cambria" w:eastAsia="Verdana" w:hAnsi="Cambria" w:cs="Verdana"/>
          <w:color w:val="FF0000"/>
          <w:kern w:val="1"/>
          <w:sz w:val="22"/>
          <w:szCs w:val="22"/>
          <w:lang w:eastAsia="zh-CN" w:bidi="hi-IN"/>
        </w:rPr>
        <w:t>115</w:t>
      </w:r>
      <w:r w:rsidR="005B58DC" w:rsidRPr="005B58DC">
        <w:rPr>
          <w:rFonts w:ascii="Cambria" w:eastAsia="Verdana" w:hAnsi="Cambria" w:cs="Verdana"/>
          <w:color w:val="FF0000"/>
          <w:kern w:val="1"/>
          <w:sz w:val="22"/>
          <w:szCs w:val="22"/>
          <w:lang w:eastAsia="zh-CN" w:bidi="hi-IN"/>
        </w:rPr>
        <w:t>0</w:t>
      </w:r>
      <w:r w:rsidRPr="005B58DC">
        <w:rPr>
          <w:rFonts w:ascii="Cambria" w:eastAsia="Verdana" w:hAnsi="Cambria" w:cs="Verdana"/>
          <w:color w:val="FF0000"/>
          <w:kern w:val="1"/>
          <w:sz w:val="22"/>
          <w:szCs w:val="22"/>
          <w:lang w:eastAsia="zh-CN" w:bidi="hi-IN"/>
        </w:rPr>
        <w:t>mm</w:t>
      </w:r>
      <w:r w:rsidRPr="007B5A7D">
        <w:rPr>
          <w:rFonts w:ascii="Cambria" w:eastAsia="Verdana" w:hAnsi="Cambria" w:cs="Verdana"/>
          <w:kern w:val="1"/>
          <w:sz w:val="22"/>
          <w:szCs w:val="22"/>
          <w:lang w:eastAsia="zh-CN" w:bidi="hi-IN"/>
        </w:rPr>
        <w:t xml:space="preserve"> </w:t>
      </w:r>
      <w:r w:rsidRPr="007B5A7D">
        <w:rPr>
          <w:rFonts w:ascii="Cambria" w:eastAsia="Calibri" w:hAnsi="Cambria" w:cs="Arial"/>
          <w:sz w:val="22"/>
          <w:szCs w:val="22"/>
          <w:lang w:eastAsia="en-US"/>
        </w:rPr>
        <w:t>(+/- 10%).</w:t>
      </w:r>
    </w:p>
    <w:p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rsidR="00167B75" w:rsidRPr="007B5A7D" w:rsidRDefault="00167B75" w:rsidP="00167B75">
      <w:pPr>
        <w:pStyle w:val="Akapitzlist"/>
        <w:numPr>
          <w:ilvl w:val="0"/>
          <w:numId w:val="39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Sprawdzenie wysokości wywyższenia zostanie wykonane miarą prostopadle do podłoża.</w:t>
      </w:r>
    </w:p>
    <w:p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237</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2062" w:type="pct"/>
            <w:shd w:val="clear" w:color="auto" w:fill="auto"/>
            <w:vAlign w:val="bottom"/>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Osłona szkółki przed ujemnymi wpływami atmosferycznymi</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238</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Regulowanie położenia osłon</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zakładanie lub zdejmowanie osłon wraz z załadunkiem i dowozem z magazynu szkółki,</w:t>
      </w:r>
    </w:p>
    <w:p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regulacja położenia osłon,</w:t>
      </w:r>
    </w:p>
    <w:p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wyniesienie oraz oczyszczenie osłon w miejscu składowania.</w:t>
      </w:r>
    </w:p>
    <w:p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rsidR="00167B75" w:rsidRPr="007B5A7D" w:rsidRDefault="00167B75" w:rsidP="00167B75">
      <w:pPr>
        <w:pStyle w:val="Akapitzlist"/>
        <w:numPr>
          <w:ilvl w:val="0"/>
          <w:numId w:val="40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Zamawiający zapewnia następujące osłony: włóknina, siatki cieniujące, maty, słoma i inne materiały organiczne tj. </w:t>
      </w:r>
      <w:r w:rsidR="005B58DC">
        <w:rPr>
          <w:rFonts w:ascii="Cambria" w:eastAsia="Verdana" w:hAnsi="Cambria" w:cs="Verdana"/>
          <w:kern w:val="1"/>
          <w:sz w:val="22"/>
          <w:szCs w:val="22"/>
          <w:lang w:eastAsia="zh-CN" w:bidi="hi-IN"/>
        </w:rPr>
        <w:t>stroisz świerkowy</w:t>
      </w:r>
      <w:r w:rsidRPr="007B5A7D">
        <w:rPr>
          <w:rFonts w:ascii="Cambria" w:eastAsia="Verdana" w:hAnsi="Cambria" w:cs="Verdana"/>
          <w:kern w:val="1"/>
          <w:sz w:val="22"/>
          <w:szCs w:val="22"/>
          <w:lang w:eastAsia="zh-CN" w:bidi="hi-IN"/>
        </w:rPr>
        <w:t xml:space="preserve"> .</w:t>
      </w:r>
    </w:p>
    <w:p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rsidR="00167B75" w:rsidRPr="007B5A7D" w:rsidRDefault="00167B75" w:rsidP="00167B75">
      <w:pPr>
        <w:pStyle w:val="Akapitzlist"/>
        <w:numPr>
          <w:ilvl w:val="0"/>
          <w:numId w:val="40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239</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2062" w:type="pct"/>
            <w:shd w:val="clear" w:color="auto" w:fill="auto"/>
            <w:vAlign w:val="bottom"/>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Pozyskanie pędów, cięcie zrzezów, liczenie, wiązanie i dołowanie</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rsidR="00167B75" w:rsidRPr="005B58DC" w:rsidRDefault="00167B75" w:rsidP="00167B75">
      <w:pPr>
        <w:suppressAutoHyphens w:val="0"/>
        <w:spacing w:before="120" w:after="120"/>
        <w:rPr>
          <w:rFonts w:ascii="Cambria" w:eastAsia="Verdana" w:hAnsi="Cambria" w:cs="Verdana"/>
          <w:b/>
          <w:color w:val="FF0000"/>
          <w:kern w:val="1"/>
          <w:sz w:val="22"/>
          <w:szCs w:val="22"/>
          <w:lang w:eastAsia="zh-CN" w:bidi="hi-IN"/>
        </w:rPr>
      </w:pPr>
      <w:r w:rsidRPr="007B5A7D">
        <w:rPr>
          <w:rFonts w:ascii="Cambria" w:eastAsia="Calibri" w:hAnsi="Cambria" w:cs="Arial"/>
          <w:b/>
          <w:bCs/>
          <w:sz w:val="22"/>
          <w:szCs w:val="22"/>
          <w:lang w:eastAsia="pl-PL"/>
        </w:rPr>
        <w:t>Standard technologii prac obejmuje:</w:t>
      </w:r>
      <w:r w:rsidR="005B58DC">
        <w:rPr>
          <w:rFonts w:ascii="Cambria" w:eastAsia="Calibri" w:hAnsi="Cambria" w:cs="Arial"/>
          <w:b/>
          <w:bCs/>
          <w:sz w:val="22"/>
          <w:szCs w:val="22"/>
          <w:lang w:eastAsia="pl-PL"/>
        </w:rPr>
        <w:t xml:space="preserve"> </w:t>
      </w:r>
    </w:p>
    <w:p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pozyskanie pędów, </w:t>
      </w:r>
    </w:p>
    <w:p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cięcie zrzezów, </w:t>
      </w:r>
    </w:p>
    <w:p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liczenie, wiązanie w pęczki, </w:t>
      </w:r>
    </w:p>
    <w:p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dołowanie lub zabezpieczenie przed przesychaniem, </w:t>
      </w:r>
    </w:p>
    <w:p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uprzątnięcie odpadów. </w:t>
      </w:r>
    </w:p>
    <w:p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rsidR="00167B75" w:rsidRPr="007B5A7D" w:rsidRDefault="000E3E48" w:rsidP="00167B75">
      <w:pPr>
        <w:pStyle w:val="Akapitzlist"/>
        <w:numPr>
          <w:ilvl w:val="0"/>
          <w:numId w:val="404"/>
        </w:numPr>
        <w:spacing w:before="120" w:after="120"/>
        <w:rPr>
          <w:rFonts w:ascii="Cambria" w:eastAsia="Calibri" w:hAnsi="Cambria"/>
          <w:sz w:val="22"/>
          <w:szCs w:val="22"/>
          <w:lang w:eastAsia="en-US"/>
        </w:rPr>
      </w:pPr>
      <w:r>
        <w:rPr>
          <w:rFonts w:ascii="Cambria" w:eastAsia="Calibri" w:hAnsi="Cambria"/>
          <w:sz w:val="22"/>
          <w:szCs w:val="22"/>
          <w:lang w:eastAsia="en-US"/>
        </w:rPr>
        <w:t xml:space="preserve">pozyskanie pędów wierzby , w odległości </w:t>
      </w:r>
      <w:r>
        <w:rPr>
          <w:rFonts w:ascii="Cambria" w:eastAsia="Calibri" w:hAnsi="Cambria"/>
          <w:color w:val="FF0000"/>
          <w:sz w:val="22"/>
          <w:szCs w:val="22"/>
          <w:lang w:eastAsia="en-US"/>
        </w:rPr>
        <w:t>1-45</w:t>
      </w:r>
      <w:r w:rsidR="00167B75" w:rsidRPr="007B5A7D">
        <w:rPr>
          <w:rFonts w:ascii="Cambria" w:eastAsia="Calibri" w:hAnsi="Cambria"/>
          <w:sz w:val="22"/>
          <w:szCs w:val="22"/>
          <w:lang w:eastAsia="en-US"/>
        </w:rPr>
        <w:t xml:space="preserve"> km od szkółki. Pędy będą pozyskiwane z drzew ściętych i/lub krzewów stojących.</w:t>
      </w:r>
    </w:p>
    <w:p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rsidR="00167B75" w:rsidRPr="007B5A7D" w:rsidRDefault="00167B75" w:rsidP="00167B75">
      <w:pPr>
        <w:pStyle w:val="Akapitzlist"/>
        <w:numPr>
          <w:ilvl w:val="0"/>
          <w:numId w:val="40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240</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2062" w:type="pct"/>
            <w:shd w:val="clear" w:color="auto" w:fill="auto"/>
            <w:vAlign w:val="bottom"/>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Szkółkowanie zrzezów lub wycinków korzeniowych </w:t>
            </w:r>
          </w:p>
        </w:tc>
        <w:tc>
          <w:tcPr>
            <w:tcW w:w="712" w:type="pct"/>
            <w:shd w:val="clear" w:color="auto" w:fill="auto"/>
            <w:vAlign w:val="center"/>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rsidR="00167B75" w:rsidRPr="005B58DC" w:rsidRDefault="00167B75" w:rsidP="00167B75">
      <w:pPr>
        <w:suppressAutoHyphens w:val="0"/>
        <w:spacing w:before="120" w:after="120"/>
        <w:rPr>
          <w:rFonts w:ascii="Cambria" w:eastAsia="Verdana" w:hAnsi="Cambria" w:cs="Verdana"/>
          <w:b/>
          <w:color w:val="FF0000"/>
          <w:kern w:val="1"/>
          <w:sz w:val="22"/>
          <w:szCs w:val="22"/>
          <w:lang w:eastAsia="zh-CN" w:bidi="hi-IN"/>
        </w:rPr>
      </w:pPr>
      <w:r w:rsidRPr="007B5A7D">
        <w:rPr>
          <w:rFonts w:ascii="Cambria" w:eastAsia="Calibri" w:hAnsi="Cambria" w:cs="Arial"/>
          <w:b/>
          <w:bCs/>
          <w:sz w:val="22"/>
          <w:szCs w:val="22"/>
          <w:lang w:eastAsia="pl-PL"/>
        </w:rPr>
        <w:t>Standard technologii prac obejmuje:</w:t>
      </w:r>
      <w:r w:rsidR="005B58DC">
        <w:rPr>
          <w:rFonts w:ascii="Cambria" w:eastAsia="Calibri" w:hAnsi="Cambria" w:cs="Arial"/>
          <w:b/>
          <w:bCs/>
          <w:sz w:val="22"/>
          <w:szCs w:val="22"/>
          <w:lang w:eastAsia="pl-PL"/>
        </w:rPr>
        <w:t xml:space="preserve"> </w:t>
      </w:r>
    </w:p>
    <w:p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poprawienie szpar, </w:t>
      </w:r>
    </w:p>
    <w:p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materiału na powierzchnię szkółkowania, </w:t>
      </w:r>
    </w:p>
    <w:p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zabezpieczenie zrzezów przed przesychaniem, </w:t>
      </w:r>
    </w:p>
    <w:p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szkółkowanie wraz z ubiciem gleby wokół zrzezów.</w:t>
      </w:r>
    </w:p>
    <w:p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lastRenderedPageBreak/>
        <w:t>Uwagi:</w:t>
      </w:r>
    </w:p>
    <w:p w:rsidR="00167B75" w:rsidRPr="007B5A7D" w:rsidRDefault="00167B75" w:rsidP="00167B75">
      <w:pPr>
        <w:pStyle w:val="Akapitzlist"/>
        <w:widowControl w:val="0"/>
        <w:numPr>
          <w:ilvl w:val="0"/>
          <w:numId w:val="40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rsidR="00167B75" w:rsidRPr="007B5A7D" w:rsidRDefault="00167B75" w:rsidP="00167B75">
      <w:pPr>
        <w:pStyle w:val="Akapitzlist"/>
        <w:numPr>
          <w:ilvl w:val="0"/>
          <w:numId w:val="40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167B75" w:rsidRPr="007B5A7D" w:rsidRDefault="00167B75" w:rsidP="00167B75">
      <w:pPr>
        <w:suppressAutoHyphens w:val="0"/>
        <w:spacing w:before="120" w:after="120"/>
        <w:ind w:left="567"/>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241</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242</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243</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Szkółkowanie  </w:t>
            </w:r>
            <w:r w:rsidRPr="007B5A7D">
              <w:rPr>
                <w:rFonts w:ascii="Cambria" w:eastAsia="Verdana" w:hAnsi="Cambria" w:cs="Verdana"/>
                <w:bCs/>
                <w:iCs/>
                <w:kern w:val="1"/>
                <w:sz w:val="22"/>
                <w:szCs w:val="22"/>
                <w:lang w:eastAsia="zh-CN" w:bidi="hi-IN"/>
              </w:rPr>
              <w:t>sadzonek 2-3 latek</w:t>
            </w:r>
            <w:r w:rsidRPr="007B5A7D">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ułożenie uprzednio przesortowanych sadzonek w skrzynkach, </w:t>
      </w:r>
    </w:p>
    <w:p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formowanie korzeni i zabezpieczenie ich przed wysychaniem, </w:t>
      </w:r>
    </w:p>
    <w:p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doniesienie lub dowóz sadzonek na powierzchnię szkółkowania, </w:t>
      </w:r>
    </w:p>
    <w:p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poprawienie szpary, </w:t>
      </w:r>
    </w:p>
    <w:p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szkółkowanie wraz z ubiciem gleby wokół sadzonek, </w:t>
      </w:r>
    </w:p>
    <w:p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bCs/>
          <w:iCs/>
          <w:kern w:val="1"/>
          <w:sz w:val="22"/>
          <w:szCs w:val="22"/>
          <w:lang w:eastAsia="zh-CN" w:bidi="hi-IN"/>
        </w:rPr>
        <w:t>wyrównanie gleby na międzyrzędach</w:t>
      </w:r>
      <w:r w:rsidRPr="007B5A7D">
        <w:rPr>
          <w:rFonts w:ascii="Cambria" w:eastAsia="Bitstream Vera Sans" w:hAnsi="Cambria" w:cs="Verdana"/>
          <w:kern w:val="1"/>
          <w:sz w:val="22"/>
          <w:szCs w:val="22"/>
          <w:lang w:eastAsia="zh-CN" w:bidi="hi-IN"/>
        </w:rPr>
        <w:t>.</w:t>
      </w:r>
    </w:p>
    <w:p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rsidR="00167B75" w:rsidRPr="007B5A7D" w:rsidRDefault="00167B75" w:rsidP="00167B75">
      <w:pPr>
        <w:pStyle w:val="Akapitzlist"/>
        <w:widowControl w:val="0"/>
        <w:numPr>
          <w:ilvl w:val="0"/>
          <w:numId w:val="41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rsidR="00167B75" w:rsidRPr="007B5A7D" w:rsidRDefault="00167B75" w:rsidP="00167B75">
      <w:pPr>
        <w:pStyle w:val="Akapitzlist"/>
        <w:numPr>
          <w:ilvl w:val="0"/>
          <w:numId w:val="41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244</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SZK-IC1</w:t>
            </w:r>
          </w:p>
        </w:tc>
        <w:tc>
          <w:tcPr>
            <w:tcW w:w="910" w:type="pct"/>
            <w:shd w:val="clear" w:color="auto" w:fill="auto"/>
          </w:tcPr>
          <w:p w:rsidR="00167B75" w:rsidRPr="007B5A7D" w:rsidRDefault="00167B75" w:rsidP="009F7B63">
            <w:pPr>
              <w:suppressAutoHyphens w:val="0"/>
              <w:spacing w:before="120"/>
              <w:rPr>
                <w:rFonts w:ascii="Cambria" w:hAnsi="Cambria"/>
                <w:sz w:val="22"/>
                <w:szCs w:val="22"/>
              </w:rPr>
            </w:pPr>
            <w:r w:rsidRPr="007B5A7D">
              <w:rPr>
                <w:rFonts w:ascii="Cambria" w:hAnsi="Cambria"/>
                <w:sz w:val="22"/>
                <w:szCs w:val="22"/>
              </w:rPr>
              <w:t>SZK-IC1</w:t>
            </w:r>
            <w:r w:rsidRPr="007B5A7D">
              <w:rPr>
                <w:rFonts w:ascii="Cambria" w:hAnsi="Cambria"/>
                <w:sz w:val="22"/>
                <w:szCs w:val="22"/>
              </w:rPr>
              <w:br/>
              <w:t>POM-SZIC1</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jednorzędową </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245</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SZK-IC2</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SZK-IC2 </w:t>
            </w:r>
            <w:r w:rsidRPr="007B5A7D">
              <w:rPr>
                <w:rFonts w:ascii="Cambria" w:hAnsi="Cambria"/>
                <w:sz w:val="22"/>
                <w:szCs w:val="22"/>
              </w:rPr>
              <w:br/>
              <w:t>POM-SZIC2</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dwurzędową </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246</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SZK-IC3</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SZK-IC3 </w:t>
            </w:r>
            <w:r w:rsidRPr="007B5A7D">
              <w:rPr>
                <w:rFonts w:ascii="Cambria" w:hAnsi="Cambria"/>
                <w:sz w:val="22"/>
                <w:szCs w:val="22"/>
              </w:rPr>
              <w:br/>
              <w:t>POM-SZIC3</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trzyrzędową </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247</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SZK-IC5</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SZK-IC5 </w:t>
            </w:r>
            <w:r w:rsidRPr="007B5A7D">
              <w:rPr>
                <w:rFonts w:ascii="Cambria" w:hAnsi="Cambria"/>
                <w:sz w:val="22"/>
                <w:szCs w:val="22"/>
              </w:rPr>
              <w:br/>
              <w:t>POM-SZIC5</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pięciorzędową </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248</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SZK-LC1</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SZK-LC1 </w:t>
            </w:r>
            <w:r w:rsidRPr="007B5A7D">
              <w:rPr>
                <w:rFonts w:ascii="Cambria" w:hAnsi="Cambria"/>
                <w:sz w:val="22"/>
                <w:szCs w:val="22"/>
              </w:rPr>
              <w:br/>
              <w:t>POM-SZLC1</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jednorzędową </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249</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SZK-LC2</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SZK-LC2 </w:t>
            </w:r>
            <w:r w:rsidRPr="007B5A7D">
              <w:rPr>
                <w:rFonts w:ascii="Cambria" w:hAnsi="Cambria"/>
                <w:sz w:val="22"/>
                <w:szCs w:val="22"/>
              </w:rPr>
              <w:br/>
              <w:t>POM-SZLC2</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dwurzędową </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250</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SZK-LC3</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SZK-LC3 </w:t>
            </w:r>
            <w:r w:rsidRPr="007B5A7D">
              <w:rPr>
                <w:rFonts w:ascii="Cambria" w:hAnsi="Cambria"/>
                <w:sz w:val="22"/>
                <w:szCs w:val="22"/>
              </w:rPr>
              <w:br/>
              <w:t>POM-SZLC3</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trzyrzędową </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251</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SZK-LC5</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SZK-LC5 </w:t>
            </w:r>
            <w:r w:rsidRPr="007B5A7D">
              <w:rPr>
                <w:rFonts w:ascii="Cambria" w:hAnsi="Cambria"/>
                <w:sz w:val="22"/>
                <w:szCs w:val="22"/>
              </w:rPr>
              <w:br/>
              <w:t>POM-SZLC5</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pięciorzędową </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bl>
    <w:p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rsidR="00167B75" w:rsidRPr="007B5A7D" w:rsidRDefault="00167B75" w:rsidP="00167B75">
      <w:pPr>
        <w:pStyle w:val="Akapitzlist"/>
        <w:numPr>
          <w:ilvl w:val="0"/>
          <w:numId w:val="412"/>
        </w:numPr>
        <w:spacing w:before="120" w:after="120"/>
        <w:jc w:val="both"/>
        <w:rPr>
          <w:rFonts w:ascii="Cambria" w:hAnsi="Cambria" w:cs="Arial"/>
          <w:sz w:val="22"/>
          <w:szCs w:val="22"/>
        </w:rPr>
      </w:pPr>
      <w:r w:rsidRPr="007B5A7D">
        <w:rPr>
          <w:rFonts w:ascii="Cambria" w:hAnsi="Cambria" w:cs="Arial"/>
          <w:sz w:val="22"/>
          <w:szCs w:val="22"/>
        </w:rPr>
        <w:t>doniesienie sadzonek do miejsca szkółkowania,</w:t>
      </w:r>
    </w:p>
    <w:p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sprawdzanie jakości sadzenia i na bieżąco poprawianie wadliwie posadzonych sadzonek.</w:t>
      </w:r>
    </w:p>
    <w:p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rsidR="00167B75" w:rsidRPr="007B5A7D" w:rsidRDefault="00167B75" w:rsidP="00167B75">
      <w:pPr>
        <w:pStyle w:val="Akapitzlist"/>
        <w:widowControl w:val="0"/>
        <w:numPr>
          <w:ilvl w:val="0"/>
          <w:numId w:val="41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rsidR="00167B75" w:rsidRPr="007B5A7D" w:rsidRDefault="00167B75" w:rsidP="00167B75">
      <w:pPr>
        <w:pStyle w:val="Akapitzlist"/>
        <w:numPr>
          <w:ilvl w:val="0"/>
          <w:numId w:val="41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7B5A7D">
        <w:rPr>
          <w:rFonts w:ascii="Cambria" w:eastAsia="Calibri" w:hAnsi="Cambria" w:cs="Arial"/>
          <w:bCs/>
          <w:i/>
          <w:sz w:val="22"/>
          <w:szCs w:val="22"/>
          <w:lang w:eastAsia="en-US"/>
        </w:rPr>
        <w:t xml:space="preserve"> </w:t>
      </w:r>
    </w:p>
    <w:p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252</w:t>
            </w:r>
          </w:p>
        </w:tc>
        <w:tc>
          <w:tcPr>
            <w:tcW w:w="958" w:type="pct"/>
            <w:shd w:val="clear" w:color="auto" w:fill="auto"/>
          </w:tcPr>
          <w:p w:rsidR="00167B75" w:rsidRPr="007B5A7D" w:rsidRDefault="00167B75" w:rsidP="009F7B63">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1R</w:t>
            </w:r>
          </w:p>
        </w:tc>
        <w:tc>
          <w:tcPr>
            <w:tcW w:w="910" w:type="pct"/>
            <w:shd w:val="clear" w:color="auto" w:fill="auto"/>
          </w:tcPr>
          <w:p w:rsidR="00167B75" w:rsidRPr="007B5A7D" w:rsidRDefault="00167B75" w:rsidP="009F7B63">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WYJ-1IW,</w:t>
            </w:r>
          </w:p>
          <w:p w:rsidR="00167B75" w:rsidRPr="007B5A7D" w:rsidRDefault="00167B75" w:rsidP="009F7B63">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WYJ-1IR,</w:t>
            </w:r>
            <w:r w:rsidRPr="007B5A7D">
              <w:rPr>
                <w:rFonts w:ascii="Cambria" w:eastAsia="Verdana" w:hAnsi="Cambria" w:cs="Verdana"/>
                <w:kern w:val="1"/>
                <w:sz w:val="22"/>
                <w:szCs w:val="22"/>
                <w:lang w:eastAsia="zh-CN" w:bidi="hi-IN"/>
              </w:rPr>
              <w:br/>
              <w:t>SORT-1I,</w:t>
            </w:r>
            <w:r w:rsidRPr="007B5A7D">
              <w:rPr>
                <w:rFonts w:ascii="Cambria" w:eastAsia="Verdana" w:hAnsi="Cambria" w:cs="Verdana"/>
                <w:kern w:val="1"/>
                <w:sz w:val="22"/>
                <w:szCs w:val="22"/>
                <w:lang w:eastAsia="zh-CN" w:bidi="hi-IN"/>
              </w:rPr>
              <w:br/>
              <w:t>UKŁAD-1I lub DOŁ-1I),</w:t>
            </w:r>
          </w:p>
          <w:p w:rsidR="00167B75" w:rsidRPr="007B5A7D" w:rsidRDefault="00167B75" w:rsidP="009F7B63">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GODZ W1R,</w:t>
            </w:r>
          </w:p>
          <w:p w:rsidR="00167B75" w:rsidRPr="007B5A7D" w:rsidRDefault="00167B75" w:rsidP="009F7B63">
            <w:pPr>
              <w:widowControl w:val="0"/>
              <w:suppressAutoHyphens w:val="0"/>
              <w:rPr>
                <w:rFonts w:ascii="Cambria" w:eastAsia="Verdana" w:hAnsi="Cambria" w:cs="Verdana"/>
                <w:kern w:val="1"/>
                <w:sz w:val="22"/>
                <w:szCs w:val="22"/>
                <w:lang w:eastAsia="zh-CN" w:bidi="hi-IN"/>
              </w:rPr>
            </w:pPr>
          </w:p>
          <w:p w:rsidR="00167B75" w:rsidRPr="007B5A7D" w:rsidRDefault="00167B75" w:rsidP="009F7B63">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WYJ-1LW</w:t>
            </w:r>
          </w:p>
          <w:p w:rsidR="00167B75" w:rsidRPr="007B5A7D" w:rsidRDefault="00167B75" w:rsidP="009F7B63">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WYJ-1LR,</w:t>
            </w:r>
            <w:r w:rsidRPr="007B5A7D">
              <w:rPr>
                <w:rFonts w:ascii="Cambria" w:eastAsia="Verdana" w:hAnsi="Cambria" w:cs="Verdana"/>
                <w:kern w:val="1"/>
                <w:sz w:val="22"/>
                <w:szCs w:val="22"/>
                <w:lang w:eastAsia="zh-CN" w:bidi="hi-IN"/>
              </w:rPr>
              <w:br/>
              <w:t>SORT-1L,</w:t>
            </w:r>
            <w:r w:rsidRPr="007B5A7D">
              <w:rPr>
                <w:rFonts w:ascii="Cambria" w:eastAsia="Verdana" w:hAnsi="Cambria" w:cs="Verdana"/>
                <w:kern w:val="1"/>
                <w:sz w:val="22"/>
                <w:szCs w:val="22"/>
                <w:lang w:eastAsia="zh-CN" w:bidi="hi-IN"/>
              </w:rPr>
              <w:br/>
              <w:t xml:space="preserve">(UKŁAD-1L lub </w:t>
            </w:r>
            <w:r w:rsidRPr="007B5A7D">
              <w:rPr>
                <w:rFonts w:ascii="Cambria" w:eastAsia="Verdana" w:hAnsi="Cambria" w:cs="Verdana"/>
                <w:kern w:val="1"/>
                <w:sz w:val="22"/>
                <w:szCs w:val="22"/>
                <w:lang w:eastAsia="zh-CN" w:bidi="hi-IN"/>
              </w:rPr>
              <w:lastRenderedPageBreak/>
              <w:t>DOŁ-1L),</w:t>
            </w:r>
            <w:r w:rsidRPr="007B5A7D">
              <w:rPr>
                <w:rFonts w:ascii="Cambria" w:eastAsia="Verdana" w:hAnsi="Cambria" w:cs="Verdana"/>
                <w:kern w:val="1"/>
                <w:sz w:val="22"/>
                <w:szCs w:val="22"/>
                <w:lang w:eastAsia="zh-CN" w:bidi="hi-IN"/>
              </w:rPr>
              <w:br/>
              <w:t>GODZ W1R</w:t>
            </w:r>
          </w:p>
          <w:p w:rsidR="00167B75" w:rsidRPr="007B5A7D" w:rsidRDefault="00167B75" w:rsidP="009F7B63">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rsidR="00167B75" w:rsidRPr="007B5A7D" w:rsidRDefault="00167B75" w:rsidP="009F7B63">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rsidR="00167B75" w:rsidRPr="007B5A7D" w:rsidRDefault="00167B75" w:rsidP="009F7B63">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253</w:t>
            </w:r>
          </w:p>
        </w:tc>
        <w:tc>
          <w:tcPr>
            <w:tcW w:w="958" w:type="pct"/>
            <w:shd w:val="clear" w:color="auto" w:fill="auto"/>
          </w:tcPr>
          <w:p w:rsidR="00167B75" w:rsidRPr="007B5A7D" w:rsidRDefault="00167B75" w:rsidP="009F7B63">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2-3L</w:t>
            </w:r>
          </w:p>
        </w:tc>
        <w:tc>
          <w:tcPr>
            <w:tcW w:w="910" w:type="pct"/>
            <w:shd w:val="clear" w:color="auto" w:fill="auto"/>
          </w:tcPr>
          <w:p w:rsidR="00167B75" w:rsidRPr="007B5A7D" w:rsidRDefault="00167B75" w:rsidP="009F7B63">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WYJ-2IW,</w:t>
            </w:r>
            <w:r w:rsidRPr="007B5A7D">
              <w:rPr>
                <w:rFonts w:ascii="Cambria" w:eastAsia="Verdana" w:hAnsi="Cambria" w:cs="Verdana"/>
                <w:kern w:val="1"/>
                <w:sz w:val="22"/>
                <w:szCs w:val="22"/>
                <w:lang w:eastAsia="zh-CN" w:bidi="hi-IN"/>
              </w:rPr>
              <w:br/>
              <w:t>WYJ-2IR</w:t>
            </w:r>
            <w:r w:rsidRPr="007B5A7D">
              <w:rPr>
                <w:rFonts w:ascii="Cambria" w:eastAsia="Verdana" w:hAnsi="Cambria" w:cs="Verdana"/>
                <w:kern w:val="1"/>
                <w:sz w:val="22"/>
                <w:szCs w:val="22"/>
                <w:lang w:eastAsia="zh-CN" w:bidi="hi-IN"/>
              </w:rPr>
              <w:br/>
              <w:t>SORT-2I,</w:t>
            </w:r>
            <w:r w:rsidRPr="007B5A7D">
              <w:rPr>
                <w:rFonts w:ascii="Cambria" w:eastAsia="Verdana" w:hAnsi="Cambria" w:cs="Verdana"/>
                <w:kern w:val="1"/>
                <w:sz w:val="22"/>
                <w:szCs w:val="22"/>
                <w:lang w:eastAsia="zh-CN" w:bidi="hi-IN"/>
              </w:rPr>
              <w:br/>
              <w:t>(UKŁAD-2I lub DOŁ-2I),</w:t>
            </w:r>
            <w:r w:rsidRPr="007B5A7D">
              <w:rPr>
                <w:rFonts w:ascii="Cambria" w:eastAsia="Verdana" w:hAnsi="Cambria" w:cs="Verdana"/>
                <w:kern w:val="1"/>
                <w:sz w:val="22"/>
                <w:szCs w:val="22"/>
                <w:lang w:eastAsia="zh-CN" w:bidi="hi-IN"/>
              </w:rPr>
              <w:br/>
              <w:t>GODZ 23L,</w:t>
            </w:r>
          </w:p>
          <w:p w:rsidR="00167B75" w:rsidRPr="007B5A7D" w:rsidRDefault="00167B75" w:rsidP="009F7B63">
            <w:pPr>
              <w:widowControl w:val="0"/>
              <w:suppressAutoHyphens w:val="0"/>
              <w:rPr>
                <w:rFonts w:ascii="Cambria" w:eastAsia="Verdana" w:hAnsi="Cambria" w:cs="Verdana"/>
                <w:kern w:val="1"/>
                <w:sz w:val="22"/>
                <w:szCs w:val="22"/>
                <w:lang w:eastAsia="zh-CN" w:bidi="hi-IN"/>
              </w:rPr>
            </w:pPr>
          </w:p>
          <w:p w:rsidR="00167B75" w:rsidRPr="007B5A7D" w:rsidRDefault="00167B75" w:rsidP="009F7B63">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WYJ-2LW,</w:t>
            </w:r>
            <w:r w:rsidRPr="007B5A7D">
              <w:rPr>
                <w:rFonts w:ascii="Cambria" w:eastAsia="Verdana" w:hAnsi="Cambria" w:cs="Verdana"/>
                <w:kern w:val="1"/>
                <w:sz w:val="22"/>
                <w:szCs w:val="22"/>
                <w:lang w:eastAsia="zh-CN" w:bidi="hi-IN"/>
              </w:rPr>
              <w:br/>
              <w:t>WYJ-2LR</w:t>
            </w:r>
            <w:r w:rsidRPr="007B5A7D">
              <w:rPr>
                <w:rFonts w:ascii="Cambria" w:eastAsia="Verdana" w:hAnsi="Cambria" w:cs="Verdana"/>
                <w:kern w:val="1"/>
                <w:sz w:val="22"/>
                <w:szCs w:val="22"/>
                <w:lang w:eastAsia="zh-CN" w:bidi="hi-IN"/>
              </w:rPr>
              <w:br/>
              <w:t>SORT-2L,</w:t>
            </w:r>
            <w:r w:rsidRPr="007B5A7D">
              <w:rPr>
                <w:rFonts w:ascii="Cambria" w:eastAsia="Verdana" w:hAnsi="Cambria" w:cs="Verdana"/>
                <w:kern w:val="1"/>
                <w:sz w:val="22"/>
                <w:szCs w:val="22"/>
                <w:lang w:eastAsia="zh-CN" w:bidi="hi-IN"/>
              </w:rPr>
              <w:br/>
              <w:t>(UKŁAD-2L lub DOŁ-2L),</w:t>
            </w:r>
            <w:r w:rsidRPr="007B5A7D">
              <w:rPr>
                <w:rFonts w:ascii="Cambria" w:eastAsia="Verdana" w:hAnsi="Cambria" w:cs="Verdana"/>
                <w:kern w:val="1"/>
                <w:sz w:val="22"/>
                <w:szCs w:val="22"/>
                <w:lang w:eastAsia="zh-CN" w:bidi="hi-IN"/>
              </w:rPr>
              <w:br/>
              <w:t>GODZ 23L,</w:t>
            </w:r>
          </w:p>
          <w:p w:rsidR="00167B75" w:rsidRPr="007B5A7D" w:rsidRDefault="00167B75" w:rsidP="009F7B63">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rsidR="00167B75" w:rsidRPr="007B5A7D" w:rsidRDefault="00167B75" w:rsidP="009F7B63">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Wyjęcie </w:t>
            </w:r>
            <w:r w:rsidRPr="007B5A7D">
              <w:rPr>
                <w:rFonts w:ascii="Cambria" w:eastAsia="Verdana" w:hAnsi="Cambria" w:cs="Verdana"/>
                <w:bCs/>
                <w:iCs/>
                <w:kern w:val="1"/>
                <w:sz w:val="22"/>
                <w:szCs w:val="22"/>
                <w:lang w:eastAsia="zh-CN" w:bidi="hi-IN"/>
              </w:rPr>
              <w:t>2-3 latek</w:t>
            </w:r>
            <w:r w:rsidRPr="007B5A7D">
              <w:rPr>
                <w:rFonts w:ascii="Cambria" w:eastAsia="Verdana" w:hAnsi="Cambria" w:cs="Verdana"/>
                <w:b/>
                <w:bCs/>
                <w:i/>
                <w:iCs/>
                <w:kern w:val="1"/>
                <w:sz w:val="22"/>
                <w:szCs w:val="22"/>
                <w:lang w:eastAsia="zh-CN" w:bidi="hi-IN"/>
              </w:rPr>
              <w:t xml:space="preserve"> </w:t>
            </w:r>
          </w:p>
        </w:tc>
        <w:tc>
          <w:tcPr>
            <w:tcW w:w="712" w:type="pct"/>
            <w:shd w:val="clear" w:color="auto" w:fill="auto"/>
          </w:tcPr>
          <w:p w:rsidR="00167B75" w:rsidRPr="007B5A7D" w:rsidRDefault="00167B75" w:rsidP="009F7B63">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254</w:t>
            </w:r>
          </w:p>
        </w:tc>
        <w:tc>
          <w:tcPr>
            <w:tcW w:w="958" w:type="pct"/>
            <w:shd w:val="clear" w:color="auto" w:fill="auto"/>
          </w:tcPr>
          <w:p w:rsidR="00167B75" w:rsidRPr="007B5A7D" w:rsidRDefault="00167B75" w:rsidP="009F7B63">
            <w:pPr>
              <w:spacing w:before="120" w:after="120"/>
              <w:rPr>
                <w:rFonts w:ascii="Cambria" w:eastAsia="Calibri" w:hAnsi="Cambria" w:cs="Arial"/>
                <w:bCs/>
                <w:iCs/>
                <w:sz w:val="22"/>
                <w:szCs w:val="22"/>
                <w:lang w:eastAsia="pl-PL"/>
              </w:rPr>
            </w:pPr>
            <w:r w:rsidRPr="007B5A7D">
              <w:rPr>
                <w:rFonts w:ascii="Cambria" w:hAnsi="Cambria"/>
                <w:sz w:val="22"/>
                <w:szCs w:val="22"/>
              </w:rPr>
              <w:t>WYJ 4-5L</w:t>
            </w:r>
          </w:p>
        </w:tc>
        <w:tc>
          <w:tcPr>
            <w:tcW w:w="910" w:type="pct"/>
            <w:shd w:val="clear" w:color="auto" w:fill="auto"/>
          </w:tcPr>
          <w:p w:rsidR="00167B75" w:rsidRPr="007B5A7D" w:rsidRDefault="00167B75" w:rsidP="009F7B63">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WYJ-4IW,</w:t>
            </w:r>
            <w:r w:rsidRPr="007B5A7D">
              <w:rPr>
                <w:rFonts w:ascii="Cambria" w:eastAsia="Verdana" w:hAnsi="Cambria" w:cs="Verdana"/>
                <w:kern w:val="1"/>
                <w:sz w:val="22"/>
                <w:szCs w:val="22"/>
                <w:lang w:eastAsia="zh-CN" w:bidi="hi-IN"/>
              </w:rPr>
              <w:br/>
              <w:t>WYJ-4IR,</w:t>
            </w:r>
            <w:r w:rsidRPr="007B5A7D">
              <w:rPr>
                <w:rFonts w:ascii="Cambria" w:eastAsia="Verdana" w:hAnsi="Cambria" w:cs="Verdana"/>
                <w:kern w:val="1"/>
                <w:sz w:val="22"/>
                <w:szCs w:val="22"/>
                <w:lang w:eastAsia="zh-CN" w:bidi="hi-IN"/>
              </w:rPr>
              <w:br/>
              <w:t>SORT-4I,</w:t>
            </w:r>
          </w:p>
          <w:p w:rsidR="00167B75" w:rsidRPr="007B5A7D" w:rsidRDefault="00167B75" w:rsidP="009F7B63">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WYJ-4IS,</w:t>
            </w:r>
          </w:p>
          <w:p w:rsidR="00167B75" w:rsidRPr="007B5A7D" w:rsidRDefault="00167B75" w:rsidP="009F7B63">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(UKŁAD-4I lub DOŁ-4I),</w:t>
            </w:r>
            <w:r w:rsidRPr="007B5A7D">
              <w:rPr>
                <w:rFonts w:ascii="Cambria" w:eastAsia="Verdana" w:hAnsi="Cambria" w:cs="Verdana"/>
                <w:kern w:val="1"/>
                <w:sz w:val="22"/>
                <w:szCs w:val="22"/>
                <w:lang w:eastAsia="zh-CN" w:bidi="hi-IN"/>
              </w:rPr>
              <w:br/>
              <w:t>GODZ 45L,</w:t>
            </w:r>
          </w:p>
          <w:p w:rsidR="00167B75" w:rsidRPr="007B5A7D" w:rsidRDefault="00167B75" w:rsidP="009F7B63">
            <w:pPr>
              <w:widowControl w:val="0"/>
              <w:suppressAutoHyphens w:val="0"/>
              <w:rPr>
                <w:rFonts w:ascii="Cambria" w:eastAsia="Verdana" w:hAnsi="Cambria" w:cs="Verdana"/>
                <w:kern w:val="1"/>
                <w:sz w:val="22"/>
                <w:szCs w:val="22"/>
                <w:lang w:eastAsia="zh-CN" w:bidi="hi-IN"/>
              </w:rPr>
            </w:pPr>
          </w:p>
          <w:p w:rsidR="00167B75" w:rsidRPr="007B5A7D" w:rsidRDefault="00167B75" w:rsidP="009F7B63">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WYJ-4LW,</w:t>
            </w:r>
          </w:p>
          <w:p w:rsidR="00167B75" w:rsidRPr="007B5A7D" w:rsidRDefault="00167B75" w:rsidP="009F7B63">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WYJ-4LR,</w:t>
            </w:r>
          </w:p>
          <w:p w:rsidR="00167B75" w:rsidRPr="007B5A7D" w:rsidRDefault="00167B75" w:rsidP="009F7B63">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WYJ-4LS</w:t>
            </w:r>
            <w:r w:rsidRPr="007B5A7D">
              <w:rPr>
                <w:rFonts w:ascii="Cambria" w:eastAsia="Verdana" w:hAnsi="Cambria" w:cs="Verdana"/>
                <w:kern w:val="1"/>
                <w:sz w:val="22"/>
                <w:szCs w:val="22"/>
                <w:lang w:eastAsia="zh-CN" w:bidi="hi-IN"/>
              </w:rPr>
              <w:br/>
              <w:t>SORT-4L,</w:t>
            </w:r>
            <w:r w:rsidRPr="007B5A7D">
              <w:rPr>
                <w:rFonts w:ascii="Cambria" w:eastAsia="Verdana" w:hAnsi="Cambria" w:cs="Verdana"/>
                <w:kern w:val="1"/>
                <w:sz w:val="22"/>
                <w:szCs w:val="22"/>
                <w:lang w:eastAsia="zh-CN" w:bidi="hi-IN"/>
              </w:rPr>
              <w:br/>
              <w:t>(UKŁAD-4L lub DOŁ-4L),</w:t>
            </w:r>
            <w:r w:rsidRPr="007B5A7D">
              <w:rPr>
                <w:rFonts w:ascii="Cambria" w:eastAsia="Verdana" w:hAnsi="Cambria" w:cs="Verdana"/>
                <w:kern w:val="1"/>
                <w:sz w:val="22"/>
                <w:szCs w:val="22"/>
                <w:lang w:eastAsia="zh-CN" w:bidi="hi-IN"/>
              </w:rPr>
              <w:br/>
              <w:t>GODZ 45L</w:t>
            </w:r>
          </w:p>
        </w:tc>
        <w:tc>
          <w:tcPr>
            <w:tcW w:w="2062" w:type="pct"/>
            <w:shd w:val="clear" w:color="auto" w:fill="auto"/>
          </w:tcPr>
          <w:p w:rsidR="00167B75" w:rsidRPr="007B5A7D" w:rsidRDefault="00167B75" w:rsidP="009F7B63">
            <w:pPr>
              <w:pStyle w:val="Default"/>
              <w:spacing w:before="120" w:after="120"/>
              <w:rPr>
                <w:rFonts w:ascii="Cambria" w:eastAsia="Verdana" w:hAnsi="Cambria" w:cs="Verdana"/>
                <w:color w:val="auto"/>
                <w:sz w:val="22"/>
                <w:szCs w:val="22"/>
                <w:lang w:eastAsia="zh-CN" w:bidi="hi-IN"/>
              </w:rPr>
            </w:pPr>
            <w:r w:rsidRPr="007B5A7D">
              <w:rPr>
                <w:rFonts w:ascii="Cambria" w:hAnsi="Cambria"/>
                <w:color w:val="auto"/>
                <w:sz w:val="22"/>
                <w:szCs w:val="22"/>
              </w:rPr>
              <w:t xml:space="preserve">Wyjęcie materiału 4-5 letniego </w:t>
            </w:r>
          </w:p>
        </w:tc>
        <w:tc>
          <w:tcPr>
            <w:tcW w:w="712" w:type="pct"/>
            <w:shd w:val="clear" w:color="auto" w:fill="auto"/>
          </w:tcPr>
          <w:p w:rsidR="00167B75" w:rsidRPr="007B5A7D" w:rsidRDefault="00167B75" w:rsidP="009F7B63">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255</w:t>
            </w:r>
          </w:p>
        </w:tc>
        <w:tc>
          <w:tcPr>
            <w:tcW w:w="958" w:type="pct"/>
            <w:shd w:val="clear" w:color="auto" w:fill="auto"/>
          </w:tcPr>
          <w:p w:rsidR="00167B75" w:rsidRPr="007B5A7D" w:rsidRDefault="00167B75" w:rsidP="009F7B63">
            <w:pPr>
              <w:spacing w:before="120" w:after="120"/>
              <w:rPr>
                <w:rFonts w:ascii="Cambria" w:eastAsia="Calibri" w:hAnsi="Cambria" w:cs="Arial"/>
                <w:bCs/>
                <w:iCs/>
                <w:sz w:val="22"/>
                <w:szCs w:val="22"/>
                <w:lang w:eastAsia="pl-PL"/>
              </w:rPr>
            </w:pPr>
            <w:r w:rsidRPr="007B5A7D">
              <w:rPr>
                <w:rFonts w:ascii="Cambria" w:hAnsi="Cambria"/>
                <w:sz w:val="22"/>
                <w:szCs w:val="22"/>
              </w:rPr>
              <w:t>WYJ WFORM</w:t>
            </w:r>
          </w:p>
        </w:tc>
        <w:tc>
          <w:tcPr>
            <w:tcW w:w="910" w:type="pct"/>
            <w:shd w:val="clear" w:color="auto" w:fill="auto"/>
          </w:tcPr>
          <w:p w:rsidR="00167B75" w:rsidRPr="007B5A7D" w:rsidRDefault="00167B75" w:rsidP="009F7B63">
            <w:pPr>
              <w:widowControl w:val="0"/>
              <w:suppressAutoHyphens w:val="0"/>
              <w:rPr>
                <w:rFonts w:ascii="Cambria" w:hAnsi="Cambria"/>
                <w:sz w:val="22"/>
                <w:szCs w:val="22"/>
              </w:rPr>
            </w:pPr>
            <w:r w:rsidRPr="007B5A7D">
              <w:rPr>
                <w:rFonts w:ascii="Cambria" w:hAnsi="Cambria"/>
                <w:sz w:val="22"/>
                <w:szCs w:val="22"/>
              </w:rPr>
              <w:t>WYJ-FORM,</w:t>
            </w:r>
            <w:r w:rsidRPr="007B5A7D">
              <w:rPr>
                <w:rFonts w:ascii="Cambria" w:hAnsi="Cambria"/>
                <w:sz w:val="22"/>
                <w:szCs w:val="22"/>
              </w:rPr>
              <w:br/>
            </w:r>
            <w:r w:rsidRPr="007B5A7D">
              <w:rPr>
                <w:rFonts w:ascii="Cambria" w:eastAsia="Verdana" w:hAnsi="Cambria" w:cs="Verdana"/>
                <w:kern w:val="1"/>
                <w:sz w:val="22"/>
                <w:szCs w:val="22"/>
                <w:lang w:eastAsia="zh-CN" w:bidi="hi-IN"/>
              </w:rPr>
              <w:t>SORT-WIEL,</w:t>
            </w:r>
            <w:r w:rsidRPr="007B5A7D">
              <w:rPr>
                <w:rFonts w:ascii="Cambria" w:eastAsia="Verdana" w:hAnsi="Cambria" w:cs="Verdana"/>
                <w:kern w:val="1"/>
                <w:sz w:val="22"/>
                <w:szCs w:val="22"/>
                <w:lang w:eastAsia="zh-CN" w:bidi="hi-IN"/>
              </w:rPr>
              <w:br/>
              <w:t>DOŁ-WIEL,</w:t>
            </w:r>
            <w:r w:rsidRPr="007B5A7D">
              <w:rPr>
                <w:rFonts w:ascii="Cambria" w:eastAsia="Verdana" w:hAnsi="Cambria" w:cs="Verdana"/>
                <w:kern w:val="1"/>
                <w:sz w:val="22"/>
                <w:szCs w:val="22"/>
                <w:lang w:eastAsia="zh-CN" w:bidi="hi-IN"/>
              </w:rPr>
              <w:br/>
              <w:t>GODZ WF</w:t>
            </w:r>
          </w:p>
        </w:tc>
        <w:tc>
          <w:tcPr>
            <w:tcW w:w="2062" w:type="pct"/>
            <w:shd w:val="clear" w:color="auto" w:fill="auto"/>
          </w:tcPr>
          <w:p w:rsidR="00167B75" w:rsidRPr="007B5A7D" w:rsidRDefault="00167B75" w:rsidP="009F7B63">
            <w:pPr>
              <w:pStyle w:val="Default"/>
              <w:rPr>
                <w:rFonts w:ascii="Cambria" w:hAnsi="Cambria"/>
                <w:color w:val="auto"/>
                <w:sz w:val="22"/>
                <w:szCs w:val="22"/>
              </w:rPr>
            </w:pPr>
            <w:r w:rsidRPr="007B5A7D">
              <w:rPr>
                <w:rFonts w:ascii="Cambria" w:hAnsi="Cambria"/>
                <w:color w:val="auto"/>
                <w:sz w:val="22"/>
                <w:szCs w:val="22"/>
              </w:rPr>
              <w:t xml:space="preserve">Wyjęcie wielolatek drzew i krzewów do zadrzewień lub plantacji </w:t>
            </w:r>
          </w:p>
        </w:tc>
        <w:tc>
          <w:tcPr>
            <w:tcW w:w="712" w:type="pct"/>
            <w:shd w:val="clear" w:color="auto" w:fill="auto"/>
          </w:tcPr>
          <w:p w:rsidR="00167B75" w:rsidRPr="007B5A7D" w:rsidRDefault="00167B75" w:rsidP="009F7B63">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bl>
    <w:p w:rsidR="00167B75" w:rsidRPr="007B5A7D" w:rsidRDefault="00167B75" w:rsidP="00167B75">
      <w:pPr>
        <w:rPr>
          <w:rFonts w:ascii="Cambria" w:hAnsi="Cambria"/>
          <w:sz w:val="22"/>
          <w:szCs w:val="22"/>
        </w:rPr>
      </w:pPr>
    </w:p>
    <w:p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wyjęcie sadzonek z gleby po wcześniejszym wyoraniu lub bez wyorania, </w:t>
      </w:r>
    </w:p>
    <w:p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wybranie sadzonek z gleby, </w:t>
      </w:r>
    </w:p>
    <w:p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rozkruszenie bryłki ziemi, </w:t>
      </w:r>
    </w:p>
    <w:p w:rsidR="00167B75" w:rsidRPr="007B5A7D" w:rsidRDefault="00167B75" w:rsidP="00167B75">
      <w:pPr>
        <w:pStyle w:val="Akapitzlist"/>
        <w:widowControl w:val="0"/>
        <w:numPr>
          <w:ilvl w:val="0"/>
          <w:numId w:val="415"/>
        </w:numPr>
        <w:spacing w:before="120" w:after="120"/>
        <w:jc w:val="both"/>
        <w:rPr>
          <w:rFonts w:ascii="Cambria" w:eastAsiaTheme="minorEastAsia" w:hAnsi="Cambria" w:cstheme="minorBidi"/>
          <w:kern w:val="1"/>
          <w:sz w:val="22"/>
          <w:szCs w:val="22"/>
        </w:rPr>
      </w:pPr>
      <w:r w:rsidRPr="007B5A7D">
        <w:rPr>
          <w:rFonts w:ascii="Cambria" w:eastAsia="Bitstream Vera Sans" w:hAnsi="Cambria" w:cs="Verdana"/>
          <w:kern w:val="1"/>
          <w:sz w:val="22"/>
          <w:szCs w:val="22"/>
          <w:lang w:eastAsia="zh-CN" w:bidi="hi-IN"/>
        </w:rPr>
        <w:t xml:space="preserve">sortowanie, liczenie, </w:t>
      </w:r>
    </w:p>
    <w:p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wiązanie w pęczki </w:t>
      </w:r>
      <w:r w:rsidRPr="007B5A7D">
        <w:rPr>
          <w:rFonts w:ascii="Cambria" w:eastAsia="Bitstream Vera Sans" w:hAnsi="Cambria" w:cs="Verdana"/>
          <w:sz w:val="22"/>
          <w:szCs w:val="22"/>
          <w:lang w:eastAsia="zh-CN" w:bidi="hi-IN"/>
        </w:rPr>
        <w:t>z wyjątkiem sadzonek sosny jednorocznej,</w:t>
      </w:r>
    </w:p>
    <w:p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w:t>
      </w:r>
      <w:r w:rsidR="005B58DC">
        <w:rPr>
          <w:rFonts w:ascii="Cambria" w:eastAsia="Bitstream Vera Sans" w:hAnsi="Cambria" w:cs="Verdana"/>
          <w:kern w:val="1"/>
          <w:sz w:val="22"/>
          <w:szCs w:val="22"/>
          <w:lang w:eastAsia="zh-CN" w:bidi="hi-IN"/>
        </w:rPr>
        <w:t>chłodni</w:t>
      </w:r>
      <w:r w:rsidRPr="007B5A7D">
        <w:rPr>
          <w:rFonts w:ascii="Cambria" w:eastAsia="Bitstream Vera Sans" w:hAnsi="Cambria" w:cs="Verdana"/>
          <w:kern w:val="1"/>
          <w:sz w:val="22"/>
          <w:szCs w:val="22"/>
          <w:lang w:eastAsia="zh-CN" w:bidi="hi-IN"/>
        </w:rPr>
        <w:t xml:space="preserve"> , </w:t>
      </w:r>
    </w:p>
    <w:p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sz w:val="22"/>
          <w:szCs w:val="22"/>
          <w:lang w:eastAsia="zh-CN" w:bidi="hi-IN"/>
        </w:rPr>
        <w:t>z</w:t>
      </w:r>
      <w:r w:rsidRPr="007B5A7D">
        <w:rPr>
          <w:rFonts w:ascii="Cambria" w:eastAsia="Bitstream Vera Sans" w:hAnsi="Cambria" w:cs="Verdana"/>
          <w:kern w:val="1"/>
          <w:sz w:val="22"/>
          <w:szCs w:val="22"/>
          <w:lang w:eastAsia="zh-CN" w:bidi="hi-IN"/>
        </w:rPr>
        <w:t xml:space="preserve">ebranie, załadunek i wywóz na wskazane miejsce odpadów sadzonek po sortowaniu, na odległość do </w:t>
      </w:r>
      <w:r w:rsidR="007F7AB6">
        <w:rPr>
          <w:rFonts w:ascii="Cambria" w:eastAsia="Bitstream Vera Sans" w:hAnsi="Cambria" w:cs="Verdana"/>
          <w:b/>
          <w:color w:val="FF0000"/>
          <w:kern w:val="1"/>
          <w:sz w:val="22"/>
          <w:szCs w:val="22"/>
          <w:lang w:eastAsia="zh-CN" w:bidi="hi-IN"/>
        </w:rPr>
        <w:t>0,2-1</w:t>
      </w:r>
      <w:r w:rsidR="00A769D8" w:rsidRPr="00A769D8">
        <w:rPr>
          <w:rFonts w:ascii="Cambria" w:eastAsia="Bitstream Vera Sans" w:hAnsi="Cambria" w:cs="Verdana"/>
          <w:b/>
          <w:color w:val="FF0000"/>
          <w:kern w:val="1"/>
          <w:sz w:val="22"/>
          <w:szCs w:val="22"/>
          <w:lang w:eastAsia="zh-CN" w:bidi="hi-IN"/>
        </w:rPr>
        <w:t xml:space="preserve"> </w:t>
      </w:r>
      <w:r w:rsidRPr="00A769D8">
        <w:rPr>
          <w:rFonts w:ascii="Cambria" w:eastAsia="Bitstream Vera Sans" w:hAnsi="Cambria" w:cs="Verdana"/>
          <w:b/>
          <w:color w:val="FF0000"/>
          <w:kern w:val="1"/>
          <w:sz w:val="22"/>
          <w:szCs w:val="22"/>
          <w:lang w:eastAsia="zh-CN" w:bidi="hi-IN"/>
        </w:rPr>
        <w:t xml:space="preserve"> km</w:t>
      </w:r>
      <w:r w:rsidRPr="00A769D8">
        <w:rPr>
          <w:rFonts w:ascii="Cambria" w:eastAsia="Bitstream Vera Sans" w:hAnsi="Cambria" w:cs="Verdana"/>
          <w:color w:val="FF0000"/>
          <w:kern w:val="1"/>
          <w:sz w:val="22"/>
          <w:szCs w:val="22"/>
          <w:lang w:eastAsia="zh-CN" w:bidi="hi-IN"/>
        </w:rPr>
        <w:t xml:space="preserve"> </w:t>
      </w:r>
      <w:r w:rsidRPr="007B5A7D">
        <w:rPr>
          <w:rFonts w:ascii="Cambria" w:eastAsia="Bitstream Vera Sans" w:hAnsi="Cambria" w:cs="Verdana"/>
          <w:kern w:val="1"/>
          <w:sz w:val="22"/>
          <w:szCs w:val="22"/>
          <w:lang w:eastAsia="zh-CN" w:bidi="hi-IN"/>
        </w:rPr>
        <w:t>od szkółki oraz rozładunek,</w:t>
      </w:r>
    </w:p>
    <w:p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formowanie części nadziemnych sadzonek  liściastych</w:t>
      </w:r>
      <w:r w:rsidRPr="007B5A7D">
        <w:rPr>
          <w:rFonts w:ascii="Cambria" w:eastAsia="Bitstream Vera Sans" w:hAnsi="Cambria" w:cs="Verdana"/>
          <w:sz w:val="22"/>
          <w:szCs w:val="22"/>
          <w:lang w:eastAsia="zh-CN" w:bidi="hi-IN"/>
        </w:rPr>
        <w:t xml:space="preserve"> i iglastych</w:t>
      </w:r>
      <w:r w:rsidRPr="007B5A7D">
        <w:rPr>
          <w:rFonts w:ascii="Cambria" w:eastAsia="Bitstream Vera Sans" w:hAnsi="Cambria" w:cs="Verdana"/>
          <w:kern w:val="1"/>
          <w:sz w:val="22"/>
          <w:szCs w:val="22"/>
          <w:lang w:eastAsia="zh-CN" w:bidi="hi-IN"/>
        </w:rPr>
        <w:t xml:space="preserve">, </w:t>
      </w:r>
    </w:p>
    <w:p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formowanie korzeni wielolatek drzew i krzewów do zadrzewień.</w:t>
      </w:r>
    </w:p>
    <w:p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rPr>
        <w:t>Uwagi:</w:t>
      </w:r>
    </w:p>
    <w:p w:rsidR="00167B75" w:rsidRPr="007B5A7D" w:rsidRDefault="00167B75" w:rsidP="00167B75">
      <w:pPr>
        <w:pStyle w:val="Akapitzlist"/>
        <w:numPr>
          <w:ilvl w:val="0"/>
          <w:numId w:val="416"/>
        </w:numPr>
        <w:spacing w:before="120" w:after="120"/>
        <w:rPr>
          <w:rFonts w:ascii="Cambria" w:eastAsia="Calibri" w:hAnsi="Cambria" w:cs="Arial"/>
          <w:sz w:val="22"/>
          <w:szCs w:val="22"/>
        </w:rPr>
      </w:pPr>
      <w:r w:rsidRPr="007B5A7D">
        <w:rPr>
          <w:rFonts w:ascii="Cambria" w:eastAsia="Calibri" w:hAnsi="Cambria" w:cs="Arial"/>
          <w:sz w:val="22"/>
          <w:szCs w:val="22"/>
        </w:rPr>
        <w:lastRenderedPageBreak/>
        <w:t xml:space="preserve">sadzonki należy sortować zgodnie z wymaganiami jakie powinien spełniać leśny materiał </w:t>
      </w:r>
      <w:proofErr w:type="spellStart"/>
      <w:r w:rsidRPr="007B5A7D">
        <w:rPr>
          <w:rFonts w:ascii="Cambria" w:eastAsia="Calibri" w:hAnsi="Cambria" w:cs="Arial"/>
          <w:sz w:val="22"/>
          <w:szCs w:val="22"/>
        </w:rPr>
        <w:t>rozmnożeniowy</w:t>
      </w:r>
      <w:proofErr w:type="spellEnd"/>
      <w:r w:rsidRPr="007B5A7D">
        <w:rPr>
          <w:rFonts w:ascii="Cambria" w:eastAsia="Calibri" w:hAnsi="Cambria" w:cs="Arial"/>
          <w:sz w:val="22"/>
          <w:szCs w:val="22"/>
        </w:rPr>
        <w:t xml:space="preserve"> lub zgodnie z wymaganiami odbiorcy.</w:t>
      </w:r>
    </w:p>
    <w:p w:rsidR="00167B75" w:rsidRPr="007B5A7D" w:rsidRDefault="00167B75" w:rsidP="00167B75">
      <w:pPr>
        <w:spacing w:before="120" w:after="120"/>
        <w:rPr>
          <w:rFonts w:ascii="Cambria" w:eastAsia="Calibri" w:hAnsi="Cambria" w:cs="Arial"/>
          <w:b/>
          <w:sz w:val="22"/>
          <w:szCs w:val="22"/>
        </w:rPr>
      </w:pPr>
    </w:p>
    <w:p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rsidR="00167B75" w:rsidRPr="007B5A7D" w:rsidRDefault="00167B75" w:rsidP="00167B75">
      <w:pPr>
        <w:pStyle w:val="Akapitzlist"/>
        <w:numPr>
          <w:ilvl w:val="0"/>
          <w:numId w:val="41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r w:rsidRPr="007B5A7D">
        <w:rPr>
          <w:rFonts w:ascii="Cambria" w:eastAsia="Calibri" w:hAnsi="Cambria" w:cs="Arial"/>
          <w:bCs/>
          <w:i/>
          <w:sz w:val="22"/>
          <w:szCs w:val="22"/>
          <w:lang w:eastAsia="en-US"/>
        </w:rPr>
        <w:t xml:space="preserve"> </w:t>
      </w:r>
    </w:p>
    <w:p w:rsidR="00167B75" w:rsidRPr="007B5A7D" w:rsidRDefault="00167B75" w:rsidP="00167B75">
      <w:pPr>
        <w:tabs>
          <w:tab w:val="left" w:pos="68"/>
        </w:tabs>
        <w:suppressAutoHyphens w:val="0"/>
        <w:autoSpaceDE w:val="0"/>
        <w:spacing w:before="120" w:after="120"/>
        <w:jc w:val="both"/>
        <w:rPr>
          <w:rFonts w:ascii="Cambria" w:eastAsia="Calibri" w:hAnsi="Cambria"/>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256</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2062" w:type="pct"/>
            <w:shd w:val="clear" w:color="auto" w:fill="auto"/>
            <w:vAlign w:val="bottom"/>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- 1 latek iglastych</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257</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1-latek liściastych </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258</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iglastych </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259</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liściastych </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260</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iglastych </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261</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liściastych </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262</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wielolatek drzew i krzewów do zadrzewień</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doniesienie sadzonek do dołu,</w:t>
      </w:r>
    </w:p>
    <w:p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dołowanie sadzonek w dole (również oziębionym),</w:t>
      </w:r>
    </w:p>
    <w:p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przykrycie dołu uprzednio przygotowanymi gałęziami lub matami na żerdziach.</w:t>
      </w:r>
    </w:p>
    <w:p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rsidR="00167B75" w:rsidRPr="007B5A7D" w:rsidRDefault="00167B75" w:rsidP="00167B75">
      <w:pPr>
        <w:pStyle w:val="Akapitzlist"/>
        <w:numPr>
          <w:ilvl w:val="0"/>
          <w:numId w:val="41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263</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2062" w:type="pct"/>
            <w:shd w:val="clear" w:color="auto" w:fill="auto"/>
            <w:vAlign w:val="bottom"/>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Podkrzesywanie i formowanie drzewek do zadrzewień, wraz z wyniesieniem gałęzi</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obcięcie zbędnych gałęzi,</w:t>
      </w:r>
    </w:p>
    <w:p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zabezpieczenie preparatem ran po cięciu,</w:t>
      </w:r>
    </w:p>
    <w:p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wyniesienie gałęzi poza kwaterę.</w:t>
      </w:r>
    </w:p>
    <w:p w:rsidR="00167B75" w:rsidRPr="007B5A7D" w:rsidRDefault="00167B75" w:rsidP="00167B75">
      <w:pPr>
        <w:tabs>
          <w:tab w:val="left" w:pos="567"/>
        </w:tabs>
        <w:spacing w:before="120" w:after="120"/>
        <w:jc w:val="both"/>
        <w:rPr>
          <w:rFonts w:ascii="Cambria" w:hAnsi="Cambria" w:cs="Arial"/>
          <w:b/>
          <w:bCs/>
          <w:sz w:val="22"/>
          <w:szCs w:val="22"/>
        </w:rPr>
      </w:pPr>
      <w:r w:rsidRPr="007B5A7D">
        <w:rPr>
          <w:rFonts w:ascii="Cambria" w:eastAsia="Calibri" w:hAnsi="Cambria" w:cs="Arial"/>
          <w:b/>
          <w:sz w:val="22"/>
          <w:szCs w:val="22"/>
        </w:rPr>
        <w:t>Uwagi:</w:t>
      </w:r>
    </w:p>
    <w:p w:rsidR="00167B75" w:rsidRPr="007B5A7D" w:rsidRDefault="00167B75" w:rsidP="00167B75">
      <w:pPr>
        <w:pStyle w:val="Akapitzlist"/>
        <w:widowControl w:val="0"/>
        <w:numPr>
          <w:ilvl w:val="0"/>
          <w:numId w:val="42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preparat do zabezpieczenia ran zapewnia Zamawiający.</w:t>
      </w:r>
    </w:p>
    <w:p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rsidR="00167B75" w:rsidRPr="007B5A7D" w:rsidRDefault="00167B75" w:rsidP="00167B75">
      <w:pPr>
        <w:pStyle w:val="Akapitzlist"/>
        <w:numPr>
          <w:ilvl w:val="0"/>
          <w:numId w:val="42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264</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2062" w:type="pct"/>
            <w:shd w:val="clear" w:color="auto" w:fill="auto"/>
            <w:vAlign w:val="bottom"/>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1-latek </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265</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2062" w:type="pct"/>
            <w:shd w:val="clear" w:color="auto" w:fill="auto"/>
            <w:vAlign w:val="bottom"/>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2-latek </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266</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2062" w:type="pct"/>
            <w:shd w:val="clear" w:color="auto" w:fill="auto"/>
            <w:vAlign w:val="bottom"/>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Żelowanie sadzonek pozostałych</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przygotowanie zawiesiny do żelowania, </w:t>
      </w:r>
    </w:p>
    <w:p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żelowanie korzeni, </w:t>
      </w:r>
    </w:p>
    <w:p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ułożenie w pojemnikach.</w:t>
      </w:r>
    </w:p>
    <w:p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rsidR="00167B75" w:rsidRPr="007B5A7D" w:rsidRDefault="00167B75" w:rsidP="00167B75">
      <w:pPr>
        <w:pStyle w:val="Akapitzlist"/>
        <w:numPr>
          <w:ilvl w:val="0"/>
          <w:numId w:val="424"/>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rsidR="00167B75" w:rsidRPr="007B5A7D" w:rsidRDefault="00167B75" w:rsidP="00167B75">
      <w:pPr>
        <w:pStyle w:val="Akapitzlist"/>
        <w:numPr>
          <w:ilvl w:val="0"/>
          <w:numId w:val="424"/>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środek chemiczny i wodę zapewnia Zamawiający. </w:t>
      </w:r>
    </w:p>
    <w:p w:rsidR="00167B75" w:rsidRPr="007B5A7D" w:rsidRDefault="00167B75" w:rsidP="00167B75">
      <w:pPr>
        <w:pStyle w:val="Akapitzlist"/>
        <w:numPr>
          <w:ilvl w:val="0"/>
          <w:numId w:val="424"/>
        </w:numPr>
        <w:rPr>
          <w:rFonts w:ascii="Cambria" w:eastAsia="Calibri" w:hAnsi="Cambria" w:cs="Arial"/>
          <w:sz w:val="22"/>
          <w:szCs w:val="22"/>
        </w:rPr>
      </w:pPr>
      <w:r w:rsidRPr="007B5A7D">
        <w:rPr>
          <w:rFonts w:ascii="Cambria" w:eastAsia="Calibri" w:hAnsi="Cambria" w:cs="Arial"/>
          <w:sz w:val="22"/>
          <w:szCs w:val="22"/>
          <w:lang w:eastAsia="en-US"/>
        </w:rPr>
        <w:t xml:space="preserve">Zamawiający wskazuje miejsce odbioru środka chemicznego </w:t>
      </w:r>
      <w:r w:rsidR="007F7AB6">
        <w:rPr>
          <w:rFonts w:ascii="Cambria" w:eastAsia="Calibri" w:hAnsi="Cambria" w:cs="Arial"/>
          <w:b/>
          <w:color w:val="FF0000"/>
          <w:sz w:val="22"/>
          <w:szCs w:val="22"/>
          <w:lang w:eastAsia="en-US"/>
        </w:rPr>
        <w:t>0,2-1</w:t>
      </w:r>
      <w:r w:rsidR="00A769D8" w:rsidRPr="00A769D8">
        <w:rPr>
          <w:rFonts w:ascii="Cambria" w:eastAsia="Calibri" w:hAnsi="Cambria" w:cs="Arial"/>
          <w:color w:val="FF0000"/>
          <w:sz w:val="22"/>
          <w:szCs w:val="22"/>
          <w:lang w:eastAsia="en-US"/>
        </w:rPr>
        <w:t xml:space="preserve"> </w:t>
      </w:r>
      <w:r w:rsidRPr="00A769D8">
        <w:rPr>
          <w:rFonts w:ascii="Cambria" w:eastAsia="Calibri" w:hAnsi="Cambria" w:cs="Arial"/>
          <w:color w:val="FF0000"/>
          <w:sz w:val="22"/>
          <w:szCs w:val="22"/>
          <w:lang w:eastAsia="en-US"/>
        </w:rPr>
        <w:t xml:space="preserve"> </w:t>
      </w:r>
      <w:r w:rsidRPr="007B5A7D">
        <w:rPr>
          <w:rFonts w:ascii="Cambria" w:eastAsia="Calibri" w:hAnsi="Cambria" w:cs="Arial"/>
          <w:sz w:val="22"/>
          <w:szCs w:val="22"/>
          <w:lang w:eastAsia="en-US"/>
        </w:rPr>
        <w:t xml:space="preserve">km, zwrotu opakowań po środku chemicznym </w:t>
      </w:r>
      <w:r w:rsidR="007F7AB6">
        <w:rPr>
          <w:rFonts w:ascii="Cambria" w:eastAsia="Calibri" w:hAnsi="Cambria" w:cs="Arial"/>
          <w:b/>
          <w:color w:val="FF0000"/>
          <w:sz w:val="22"/>
          <w:szCs w:val="22"/>
          <w:lang w:eastAsia="en-US"/>
        </w:rPr>
        <w:t>0,2-1</w:t>
      </w:r>
      <w:r w:rsidR="00A769D8">
        <w:rPr>
          <w:rFonts w:ascii="Cambria" w:eastAsia="Calibri" w:hAnsi="Cambria" w:cs="Arial"/>
          <w:b/>
          <w:color w:val="FF0000"/>
          <w:sz w:val="22"/>
          <w:szCs w:val="22"/>
          <w:lang w:eastAsia="en-US"/>
        </w:rPr>
        <w:t xml:space="preserve"> </w:t>
      </w:r>
      <w:r w:rsidRPr="00A769D8">
        <w:rPr>
          <w:rFonts w:ascii="Cambria" w:eastAsia="Calibri" w:hAnsi="Cambria" w:cs="Arial"/>
          <w:b/>
          <w:color w:val="FF0000"/>
          <w:sz w:val="22"/>
          <w:szCs w:val="22"/>
          <w:lang w:eastAsia="en-US"/>
        </w:rPr>
        <w:t xml:space="preserve"> km</w:t>
      </w:r>
      <w:r w:rsidRPr="00A769D8">
        <w:rPr>
          <w:rFonts w:ascii="Cambria" w:eastAsia="Calibri" w:hAnsi="Cambria" w:cs="Arial"/>
          <w:color w:val="FF0000"/>
          <w:sz w:val="22"/>
          <w:szCs w:val="22"/>
          <w:lang w:eastAsia="en-US"/>
        </w:rPr>
        <w:t xml:space="preserve">  </w:t>
      </w:r>
      <w:r w:rsidRPr="007B5A7D">
        <w:rPr>
          <w:rFonts w:ascii="Cambria" w:eastAsia="Calibri" w:hAnsi="Cambria" w:cs="Arial"/>
          <w:sz w:val="22"/>
          <w:szCs w:val="22"/>
          <w:lang w:eastAsia="en-US"/>
        </w:rPr>
        <w:t xml:space="preserve">oraz punkt poboru wody </w:t>
      </w:r>
      <w:r w:rsidR="007F7AB6">
        <w:rPr>
          <w:rFonts w:ascii="Cambria" w:eastAsia="Calibri" w:hAnsi="Cambria" w:cs="Arial"/>
          <w:b/>
          <w:color w:val="FF0000"/>
          <w:sz w:val="22"/>
          <w:szCs w:val="22"/>
          <w:lang w:eastAsia="en-US"/>
        </w:rPr>
        <w:t>0,2-1</w:t>
      </w:r>
      <w:r w:rsidR="00A769D8" w:rsidRPr="00A769D8">
        <w:rPr>
          <w:rFonts w:ascii="Cambria" w:eastAsia="Calibri" w:hAnsi="Cambria" w:cs="Arial"/>
          <w:color w:val="FF0000"/>
          <w:sz w:val="22"/>
          <w:szCs w:val="22"/>
          <w:lang w:eastAsia="en-US"/>
        </w:rPr>
        <w:t xml:space="preserve"> </w:t>
      </w:r>
      <w:r w:rsidRPr="00A769D8">
        <w:rPr>
          <w:rFonts w:ascii="Cambria" w:eastAsia="Calibri" w:hAnsi="Cambria" w:cs="Arial"/>
          <w:color w:val="FF0000"/>
          <w:sz w:val="22"/>
          <w:szCs w:val="22"/>
          <w:lang w:eastAsia="en-US"/>
        </w:rPr>
        <w:t xml:space="preserve"> </w:t>
      </w:r>
      <w:r w:rsidRPr="007B5A7D">
        <w:rPr>
          <w:rFonts w:ascii="Cambria" w:eastAsia="Calibri" w:hAnsi="Cambria" w:cs="Arial"/>
          <w:sz w:val="22"/>
          <w:szCs w:val="22"/>
          <w:lang w:eastAsia="en-US"/>
        </w:rPr>
        <w:t>km.</w:t>
      </w:r>
    </w:p>
    <w:p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rsidR="00167B75" w:rsidRPr="007B5A7D" w:rsidRDefault="00167B75" w:rsidP="00167B75">
      <w:pPr>
        <w:pStyle w:val="Akapitzlist"/>
        <w:numPr>
          <w:ilvl w:val="0"/>
          <w:numId w:val="42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267</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ZAŁ-1IL,</w:t>
            </w:r>
            <w:r w:rsidRPr="007B5A7D">
              <w:rPr>
                <w:rFonts w:ascii="Cambria" w:eastAsia="Verdana" w:hAnsi="Cambria" w:cs="Verdana"/>
                <w:kern w:val="1"/>
                <w:sz w:val="22"/>
                <w:szCs w:val="22"/>
                <w:lang w:eastAsia="zh-CN" w:bidi="hi-IN"/>
              </w:rPr>
              <w:br/>
              <w:t xml:space="preserve"> ZAŁ-1LL, </w:t>
            </w:r>
            <w:r w:rsidRPr="007B5A7D">
              <w:rPr>
                <w:rFonts w:ascii="Cambria" w:eastAsia="Verdana" w:hAnsi="Cambria" w:cs="Verdana"/>
                <w:kern w:val="1"/>
                <w:sz w:val="22"/>
                <w:szCs w:val="22"/>
                <w:lang w:eastAsia="zh-CN" w:bidi="hi-IN"/>
              </w:rPr>
              <w:br/>
              <w:t xml:space="preserve">ZAŁ-1IP, </w:t>
            </w:r>
            <w:r w:rsidRPr="007B5A7D">
              <w:rPr>
                <w:rFonts w:ascii="Cambria" w:eastAsia="Verdana" w:hAnsi="Cambria" w:cs="Verdana"/>
                <w:kern w:val="1"/>
                <w:sz w:val="22"/>
                <w:szCs w:val="22"/>
                <w:lang w:eastAsia="zh-CN" w:bidi="hi-IN"/>
              </w:rPr>
              <w:br/>
              <w:t>ZAŁ-1LP</w:t>
            </w:r>
          </w:p>
        </w:tc>
        <w:tc>
          <w:tcPr>
            <w:tcW w:w="2062" w:type="pct"/>
            <w:shd w:val="clear" w:color="auto" w:fill="auto"/>
            <w:vAlign w:val="bottom"/>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- 1 latek</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268</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ZAŁ-2</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ZAŁ-2IL, </w:t>
            </w:r>
            <w:r w:rsidRPr="007B5A7D">
              <w:rPr>
                <w:rFonts w:ascii="Cambria" w:eastAsia="Verdana" w:hAnsi="Cambria" w:cs="Verdana"/>
                <w:kern w:val="1"/>
                <w:sz w:val="22"/>
                <w:szCs w:val="22"/>
                <w:lang w:eastAsia="zh-CN" w:bidi="hi-IN"/>
              </w:rPr>
              <w:br/>
              <w:t xml:space="preserve">ZAŁ-2LL, </w:t>
            </w:r>
            <w:r w:rsidRPr="007B5A7D">
              <w:rPr>
                <w:rFonts w:ascii="Cambria" w:eastAsia="Verdana" w:hAnsi="Cambria" w:cs="Verdana"/>
                <w:kern w:val="1"/>
                <w:sz w:val="22"/>
                <w:szCs w:val="22"/>
                <w:lang w:eastAsia="zh-CN" w:bidi="hi-IN"/>
              </w:rPr>
              <w:br/>
              <w:t xml:space="preserve">ZAŁ-2IP, </w:t>
            </w:r>
            <w:r w:rsidRPr="007B5A7D">
              <w:rPr>
                <w:rFonts w:ascii="Cambria" w:eastAsia="Verdana" w:hAnsi="Cambria" w:cs="Verdana"/>
                <w:kern w:val="1"/>
                <w:sz w:val="22"/>
                <w:szCs w:val="22"/>
                <w:lang w:eastAsia="zh-CN" w:bidi="hi-IN"/>
              </w:rPr>
              <w:br/>
              <w:t>ZAŁ-2LP</w:t>
            </w:r>
          </w:p>
        </w:tc>
        <w:tc>
          <w:tcPr>
            <w:tcW w:w="2062" w:type="pct"/>
            <w:shd w:val="clear" w:color="auto" w:fill="auto"/>
            <w:vAlign w:val="bottom"/>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2-3 latek</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269</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ZAŁ-4</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ZAŁ-4IL, </w:t>
            </w:r>
            <w:r w:rsidRPr="007B5A7D">
              <w:rPr>
                <w:rFonts w:ascii="Cambria" w:eastAsia="Verdana" w:hAnsi="Cambria" w:cs="Verdana"/>
                <w:kern w:val="1"/>
                <w:sz w:val="22"/>
                <w:szCs w:val="22"/>
                <w:lang w:eastAsia="zh-CN" w:bidi="hi-IN"/>
              </w:rPr>
              <w:br/>
              <w:t>ZAŁ-4LL</w:t>
            </w:r>
          </w:p>
        </w:tc>
        <w:tc>
          <w:tcPr>
            <w:tcW w:w="2062" w:type="pct"/>
            <w:shd w:val="clear" w:color="auto" w:fill="auto"/>
            <w:vAlign w:val="bottom"/>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4-5 latek</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270</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wielolatek drzew i krzewów do zadrzewień</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 xml:space="preserve">doniesienie sadzonek do środka transportowego lub miejsca tymczasowego przechowywania, </w:t>
      </w:r>
    </w:p>
    <w:p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ułożenie sadzonek na pojeździe lub w miejscu przechowywania,</w:t>
      </w:r>
    </w:p>
    <w:p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zabezpieczenie sadzonek przed przesychaniem.</w:t>
      </w:r>
    </w:p>
    <w:p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rsidR="00167B75" w:rsidRPr="007B5A7D" w:rsidRDefault="00167B75" w:rsidP="00167B75">
      <w:pPr>
        <w:pStyle w:val="Akapitzlist"/>
        <w:numPr>
          <w:ilvl w:val="0"/>
          <w:numId w:val="42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271</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drobnych</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272</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grubych</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273</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274</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lastRenderedPageBreak/>
        <w:t xml:space="preserve">siew, </w:t>
      </w:r>
    </w:p>
    <w:p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lub poprawienie przykrycia nasion,</w:t>
      </w:r>
    </w:p>
    <w:p w:rsidR="00167B75" w:rsidRPr="007B5A7D" w:rsidRDefault="00167B75" w:rsidP="00167B75">
      <w:pPr>
        <w:pStyle w:val="Akapitzlist"/>
        <w:widowControl w:val="0"/>
        <w:numPr>
          <w:ilvl w:val="0"/>
          <w:numId w:val="428"/>
        </w:numPr>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doczepianie siewnika, oczyszczenie sprzętu oraz odstawienie go do miejsca postoju.</w:t>
      </w:r>
    </w:p>
    <w:p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rsidR="00167B75" w:rsidRPr="007B5A7D" w:rsidRDefault="00167B75" w:rsidP="00167B75">
      <w:pPr>
        <w:pStyle w:val="Akapitzlist"/>
        <w:numPr>
          <w:ilvl w:val="0"/>
          <w:numId w:val="429"/>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rsidR="00167B75" w:rsidRPr="007B5A7D" w:rsidRDefault="00167B75" w:rsidP="00167B75">
      <w:pPr>
        <w:pStyle w:val="Akapitzlist"/>
        <w:numPr>
          <w:ilvl w:val="0"/>
          <w:numId w:val="43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275</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poprawienie rowków siewnych przygotowanych mechanicznie,</w:t>
      </w:r>
    </w:p>
    <w:p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rsidR="00167B75" w:rsidRPr="007B5A7D" w:rsidRDefault="00167B75" w:rsidP="00167B75">
      <w:pPr>
        <w:pStyle w:val="Akapitzlist"/>
        <w:numPr>
          <w:ilvl w:val="0"/>
          <w:numId w:val="432"/>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rsidR="00167B75" w:rsidRPr="007B5A7D" w:rsidRDefault="00167B75" w:rsidP="00167B75">
      <w:pPr>
        <w:pStyle w:val="Akapitzlist"/>
        <w:numPr>
          <w:ilvl w:val="0"/>
          <w:numId w:val="43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276</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przy pomocy ręcznych siewników</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rsidR="00167B75" w:rsidRPr="007B5A7D" w:rsidRDefault="00167B75" w:rsidP="00167B75">
      <w:pPr>
        <w:pStyle w:val="Akapitzlist"/>
        <w:numPr>
          <w:ilvl w:val="0"/>
          <w:numId w:val="435"/>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materiał zapewnia Zamawiający.</w:t>
      </w:r>
    </w:p>
    <w:p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rsidR="00167B75" w:rsidRPr="007B5A7D" w:rsidRDefault="00167B75" w:rsidP="00167B75">
      <w:pPr>
        <w:pStyle w:val="Akapitzlist"/>
        <w:numPr>
          <w:ilvl w:val="0"/>
          <w:numId w:val="43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277</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Pozyskanie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xml:space="preserve"> do transportu</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278</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i rozładunek materiału kompostowego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wraz z transportem</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odgarnięcie </w:t>
      </w:r>
      <w:proofErr w:type="spellStart"/>
      <w:r w:rsidRPr="007B5A7D">
        <w:rPr>
          <w:rFonts w:ascii="Cambria" w:hAnsi="Cambria" w:cs="ArialMT"/>
          <w:sz w:val="22"/>
          <w:szCs w:val="22"/>
        </w:rPr>
        <w:t>ścioły</w:t>
      </w:r>
      <w:proofErr w:type="spellEnd"/>
      <w:r w:rsidRPr="007B5A7D">
        <w:rPr>
          <w:rFonts w:ascii="Cambria" w:hAnsi="Cambria" w:cs="ArialMT"/>
          <w:sz w:val="22"/>
          <w:szCs w:val="22"/>
        </w:rPr>
        <w:t xml:space="preserve">, </w:t>
      </w:r>
    </w:p>
    <w:p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zdarcie humusu do gleby mineralnej i ułożenie w pryzmy nadające się do załadunku, </w:t>
      </w:r>
    </w:p>
    <w:p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przykrycie odkrytej gleby mineralnej uprzednio zdartą </w:t>
      </w:r>
      <w:proofErr w:type="spellStart"/>
      <w:r w:rsidRPr="007B5A7D">
        <w:rPr>
          <w:rFonts w:ascii="Cambria" w:hAnsi="Cambria" w:cs="ArialMT"/>
          <w:sz w:val="22"/>
          <w:szCs w:val="22"/>
        </w:rPr>
        <w:t>ściołą</w:t>
      </w:r>
      <w:proofErr w:type="spellEnd"/>
      <w:r w:rsidRPr="007B5A7D">
        <w:rPr>
          <w:rFonts w:ascii="Cambria" w:hAnsi="Cambria" w:cs="ArialMT"/>
          <w:sz w:val="22"/>
          <w:szCs w:val="22"/>
        </w:rPr>
        <w:t>,</w:t>
      </w:r>
    </w:p>
    <w:p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transport na szkółkę leśną,</w:t>
      </w:r>
    </w:p>
    <w:p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rsidR="00167B75" w:rsidRPr="007B5A7D" w:rsidRDefault="00167B75" w:rsidP="00167B75">
      <w:pPr>
        <w:pStyle w:val="Akapitzlist"/>
        <w:numPr>
          <w:ilvl w:val="0"/>
          <w:numId w:val="43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279</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280</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281</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282</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283</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kompostu na wozy lub przyczepy</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rsidR="00167B75" w:rsidRPr="00A769D8" w:rsidRDefault="00167B75" w:rsidP="00167B75">
      <w:pPr>
        <w:widowControl w:val="0"/>
        <w:suppressAutoHyphens w:val="0"/>
        <w:spacing w:before="120" w:after="120"/>
        <w:jc w:val="both"/>
        <w:rPr>
          <w:rFonts w:ascii="Cambria" w:eastAsia="Verdana" w:hAnsi="Cambria" w:cs="Verdana"/>
          <w:color w:val="FF0000"/>
          <w:kern w:val="1"/>
          <w:sz w:val="22"/>
          <w:szCs w:val="22"/>
          <w:lang w:eastAsia="zh-CN" w:bidi="hi-IN"/>
        </w:rPr>
      </w:pPr>
      <w:r w:rsidRPr="007B5A7D">
        <w:rPr>
          <w:rFonts w:ascii="Cambria" w:eastAsia="Calibri" w:hAnsi="Cambria" w:cs="Arial"/>
          <w:b/>
          <w:bCs/>
          <w:sz w:val="22"/>
          <w:szCs w:val="22"/>
          <w:lang w:eastAsia="pl-PL"/>
        </w:rPr>
        <w:t>Standard technologii prac obejmuje:</w:t>
      </w:r>
      <w:r w:rsidR="00A769D8">
        <w:rPr>
          <w:rFonts w:ascii="Cambria" w:eastAsia="Calibri" w:hAnsi="Cambria" w:cs="Arial"/>
          <w:b/>
          <w:bCs/>
          <w:sz w:val="22"/>
          <w:szCs w:val="22"/>
          <w:lang w:eastAsia="pl-PL"/>
        </w:rPr>
        <w:t xml:space="preserve"> </w:t>
      </w:r>
    </w:p>
    <w:p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dojazd Wykonawcy na powierzchnie roboczą wskazaną przez</w:t>
      </w:r>
      <w:r w:rsidR="00DD0802">
        <w:rPr>
          <w:rFonts w:ascii="Cambria" w:hAnsi="Cambria" w:cs="ArialMT"/>
          <w:sz w:val="22"/>
          <w:szCs w:val="22"/>
        </w:rPr>
        <w:t xml:space="preserve"> Zamawiającego w odległości do </w:t>
      </w:r>
      <w:r w:rsidR="00DD0802">
        <w:rPr>
          <w:rFonts w:ascii="Cambria" w:hAnsi="Cambria" w:cs="ArialMT"/>
          <w:color w:val="FF0000"/>
          <w:sz w:val="22"/>
          <w:szCs w:val="22"/>
        </w:rPr>
        <w:t>1-45</w:t>
      </w:r>
      <w:r w:rsidRPr="007B5A7D">
        <w:rPr>
          <w:rFonts w:ascii="Cambria" w:hAnsi="Cambria" w:cs="ArialMT"/>
          <w:sz w:val="22"/>
          <w:szCs w:val="22"/>
        </w:rPr>
        <w:t xml:space="preserve"> km od szkółki leśnej, </w:t>
      </w:r>
    </w:p>
    <w:p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wykopanie torfu lub pozyskanie łubinu,</w:t>
      </w:r>
    </w:p>
    <w:p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zgromadzonego materiału w pryzmy oraz przygotowanie do transportu,</w:t>
      </w:r>
    </w:p>
    <w:p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materiału kompostowego do środka transportowego lub miejsca tymczasowego przechowywania,</w:t>
      </w:r>
    </w:p>
    <w:p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i zabezpieczenie materiału kompostowego na środku transportowym lub w miejscu przechowywania,</w:t>
      </w:r>
    </w:p>
    <w:p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rsidR="00167B75" w:rsidRPr="007B5A7D" w:rsidRDefault="00167B75" w:rsidP="00167B75">
      <w:pPr>
        <w:pStyle w:val="Akapitzlist"/>
        <w:numPr>
          <w:ilvl w:val="0"/>
          <w:numId w:val="44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1"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284</w:t>
            </w:r>
          </w:p>
        </w:tc>
        <w:tc>
          <w:tcPr>
            <w:tcW w:w="959"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2061"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285</w:t>
            </w:r>
          </w:p>
        </w:tc>
        <w:tc>
          <w:tcPr>
            <w:tcW w:w="959"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2061"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pojemnika z wapnem lub nawozem mineralnym do pryzmy kompostowej lub doniesienie i ustawienie metalowego sita rafa wraz z jego przestawieniem,</w:t>
      </w:r>
    </w:p>
    <w:p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przerobienie lub przesiewanie kompostu,</w:t>
      </w:r>
    </w:p>
    <w:p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zabezpieczenie pryzmy kompostowej,</w:t>
      </w:r>
    </w:p>
    <w:p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odstawienie sita.</w:t>
      </w:r>
    </w:p>
    <w:p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rsidR="00167B75" w:rsidRPr="007B5A7D" w:rsidRDefault="00167B75" w:rsidP="00167B75">
      <w:pPr>
        <w:pStyle w:val="Akapitzlist"/>
        <w:numPr>
          <w:ilvl w:val="0"/>
          <w:numId w:val="44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r w:rsidRPr="007B5A7D">
        <w:rPr>
          <w:rFonts w:ascii="Cambria" w:eastAsia="Calibri" w:hAnsi="Cambria" w:cs="Arial"/>
          <w:bCs/>
          <w:i/>
          <w:sz w:val="22"/>
          <w:szCs w:val="22"/>
          <w:lang w:eastAsia="en-US"/>
        </w:rPr>
        <w:t xml:space="preserve"> </w:t>
      </w:r>
    </w:p>
    <w:p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rsidTr="009F7B63">
        <w:trPr>
          <w:trHeight w:val="161"/>
          <w:jc w:val="center"/>
        </w:trPr>
        <w:tc>
          <w:tcPr>
            <w:tcW w:w="35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44"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2"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286</w:t>
            </w:r>
          </w:p>
        </w:tc>
        <w:tc>
          <w:tcPr>
            <w:tcW w:w="944" w:type="pct"/>
            <w:shd w:val="clear" w:color="auto" w:fill="auto"/>
            <w:vAlign w:val="center"/>
          </w:tcPr>
          <w:p w:rsidR="00167B75" w:rsidRPr="007B5A7D" w:rsidRDefault="00167B75" w:rsidP="009F7B63">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897"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2031" w:type="pct"/>
            <w:shd w:val="clear" w:color="auto" w:fill="auto"/>
            <w:vAlign w:val="center"/>
          </w:tcPr>
          <w:p w:rsidR="00167B75" w:rsidRPr="007B5A7D" w:rsidRDefault="00167B75" w:rsidP="009F7B63">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Rozsiewacz substratu SRS</w:t>
            </w:r>
          </w:p>
        </w:tc>
        <w:tc>
          <w:tcPr>
            <w:tcW w:w="775" w:type="pct"/>
            <w:shd w:val="clear" w:color="auto" w:fill="auto"/>
            <w:vAlign w:val="center"/>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AR</w:t>
            </w:r>
          </w:p>
        </w:tc>
      </w:tr>
    </w:tbl>
    <w:p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doczepienie sprzętu do ciągnika, regulacja sprzętu,</w:t>
      </w:r>
    </w:p>
    <w:p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 xml:space="preserve">dostarczenie kompostu, torfu lub substratu kompostowo-torfowego z magazynu szkółki na powierzchnię (załadunek, dowóz), </w:t>
      </w:r>
    </w:p>
    <w:p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napełnienie pojemnika roboczego kompostem, torfem lub substratem kompostowo-torfowym,</w:t>
      </w:r>
    </w:p>
    <w:p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mechaniczne rozkładanie kompostu, torfu lub substratu kompostowo-torfowego na grzędzie siewnej wraz</w:t>
      </w:r>
      <w:r w:rsidRPr="007B5A7D">
        <w:rPr>
          <w:rFonts w:ascii="Cambria" w:eastAsia="Cambria" w:hAnsi="Cambria" w:cs="Cambria"/>
          <w:b/>
          <w:bCs/>
          <w:sz w:val="22"/>
          <w:szCs w:val="22"/>
        </w:rPr>
        <w:t xml:space="preserve"> </w:t>
      </w:r>
      <w:r w:rsidRPr="007B5A7D">
        <w:rPr>
          <w:rFonts w:ascii="Cambria" w:eastAsia="Cambria" w:hAnsi="Cambria" w:cs="Cambria"/>
          <w:sz w:val="22"/>
          <w:szCs w:val="22"/>
        </w:rPr>
        <w:t>z przemieszaniem z glebą przy użyciu rozsiewacza substratu,</w:t>
      </w:r>
    </w:p>
    <w:p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oczyszczenie sprzętu oraz odstawienie go do miejsca postoju,</w:t>
      </w:r>
    </w:p>
    <w:p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rsidR="00167B75" w:rsidRPr="007B5A7D" w:rsidRDefault="00167B75" w:rsidP="00167B75">
      <w:pPr>
        <w:pStyle w:val="Akapitzlist"/>
        <w:numPr>
          <w:ilvl w:val="0"/>
          <w:numId w:val="444"/>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materiał zapewnia Zamawiający.</w:t>
      </w:r>
    </w:p>
    <w:p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rsidR="00167B75" w:rsidRPr="007B5A7D" w:rsidRDefault="00167B75" w:rsidP="00167B75">
      <w:pPr>
        <w:pStyle w:val="Akapitzlist"/>
        <w:numPr>
          <w:ilvl w:val="0"/>
          <w:numId w:val="445"/>
        </w:numPr>
        <w:tabs>
          <w:tab w:val="left" w:pos="435"/>
        </w:tabs>
        <w:spacing w:after="160" w:line="259" w:lineRule="auto"/>
        <w:jc w:val="both"/>
      </w:pPr>
      <w:r w:rsidRPr="007B5A7D">
        <w:rPr>
          <w:rFonts w:ascii="Cambria" w:eastAsia="Cambria" w:hAnsi="Cambria" w:cs="Cambria"/>
          <w:sz w:val="22"/>
          <w:szCs w:val="22"/>
        </w:rPr>
        <w:t>odbiór prac nastąpi poprzez zweryfikowanie prawidłowości ich wykonania z opisem czynności i zleceniem oraz pomiarem powierzchni objętej zabiegiem (np. przy pomocy: dalmierza, taśmy mierniczej, GPS, itp.).</w:t>
      </w:r>
    </w:p>
    <w:p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mbria" w:hAnsi="Cambria" w:cs="Cambria"/>
          <w:i/>
          <w:iCs/>
          <w:sz w:val="22"/>
          <w:szCs w:val="22"/>
        </w:rPr>
        <w:t>(rozliczenie z dokładnością do dwóch miejsc po przecinku)</w:t>
      </w:r>
    </w:p>
    <w:p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287</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2062" w:type="pct"/>
            <w:shd w:val="clear" w:color="auto" w:fill="auto"/>
            <w:vAlign w:val="bottom"/>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Wygrabianie powierzchni z korzeni i pozostałości drzewnych</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zebranie z powierzchni kwatery (po orce i kultywacji) chwastów, korzeni kamieni itp.,</w:t>
      </w:r>
    </w:p>
    <w:p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usunięcie zebranego materiału poza powierzchnię kwatery,</w:t>
      </w:r>
    </w:p>
    <w:p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wyrównanie grabiami powierzchni przed siewem.</w:t>
      </w:r>
    </w:p>
    <w:p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rsidR="00167B75" w:rsidRPr="007B5A7D" w:rsidRDefault="00167B75" w:rsidP="00167B75">
      <w:pPr>
        <w:pStyle w:val="Akapitzlist"/>
        <w:numPr>
          <w:ilvl w:val="0"/>
          <w:numId w:val="44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288</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2062" w:type="pct"/>
            <w:shd w:val="clear" w:color="auto" w:fill="auto"/>
            <w:vAlign w:val="bottom"/>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Sadzenie wielolatek w szkółkach zadrzewieniowych wraz z ręcznym przygotowaniem dołków</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doniesienie sadzonek,</w:t>
      </w:r>
    </w:p>
    <w:p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wykopanie dołka,</w:t>
      </w:r>
    </w:p>
    <w:p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sadzenie i ubicie gleby wokół sadzonek.</w:t>
      </w:r>
    </w:p>
    <w:p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rsidR="00167B75" w:rsidRPr="007B5A7D" w:rsidRDefault="00167B75" w:rsidP="00167B75">
      <w:pPr>
        <w:pStyle w:val="Akapitzlist"/>
        <w:numPr>
          <w:ilvl w:val="0"/>
          <w:numId w:val="44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289</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2062" w:type="pct"/>
            <w:shd w:val="clear" w:color="auto" w:fill="auto"/>
            <w:vAlign w:val="bottom"/>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Wiązanie sadzonek w pęczki i etykietowanie</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liczenie sadzonek,</w:t>
      </w:r>
    </w:p>
    <w:p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wiązanie sadzonek w pęczki,</w:t>
      </w:r>
    </w:p>
    <w:p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etykietowanie oraz zabezpieczenie sadzonek (dołowanie).</w:t>
      </w:r>
    </w:p>
    <w:p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rsidR="00167B75" w:rsidRPr="007B5A7D" w:rsidRDefault="00167B75" w:rsidP="00167B75">
      <w:pPr>
        <w:pStyle w:val="Akapitzlist"/>
        <w:numPr>
          <w:ilvl w:val="0"/>
          <w:numId w:val="45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rsidR="00167B75" w:rsidRPr="007B5A7D" w:rsidRDefault="00167B75" w:rsidP="00167B75">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167B75" w:rsidRPr="007B5A7D" w:rsidTr="009F7B63">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167B75" w:rsidRPr="007B5A7D" w:rsidRDefault="00167B75" w:rsidP="009F7B63">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AR</w:t>
            </w:r>
          </w:p>
        </w:tc>
      </w:tr>
    </w:tbl>
    <w:p w:rsidR="00167B75" w:rsidRPr="007B5A7D" w:rsidRDefault="00167B75" w:rsidP="00167B75">
      <w:pPr>
        <w:widowControl w:val="0"/>
        <w:spacing w:before="120"/>
        <w:rPr>
          <w:rFonts w:ascii="Cambria" w:eastAsia="Calibri" w:hAnsi="Cambria" w:cs="Arial"/>
          <w:b/>
          <w:bCs/>
          <w:sz w:val="22"/>
          <w:szCs w:val="22"/>
        </w:rPr>
      </w:pPr>
      <w:bookmarkStart w:id="3" w:name="_Hlk79758317"/>
      <w:r w:rsidRPr="007B5A7D">
        <w:rPr>
          <w:rFonts w:ascii="Cambria" w:eastAsia="Calibri" w:hAnsi="Cambria" w:cs="Arial"/>
          <w:b/>
          <w:bCs/>
          <w:sz w:val="22"/>
          <w:szCs w:val="22"/>
        </w:rPr>
        <w:t xml:space="preserve">Standard technologii prac obejmuje: </w:t>
      </w:r>
    </w:p>
    <w:p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regulację i drobne naprawy sprzętu,  </w:t>
      </w:r>
    </w:p>
    <w:p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uprawę gleby,</w:t>
      </w:r>
    </w:p>
    <w:p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oczyszczenie sprzętu oraz odstawienie go do miejsca postoju.  </w:t>
      </w:r>
    </w:p>
    <w:p w:rsidR="00167B75" w:rsidRPr="007B5A7D" w:rsidRDefault="00167B75" w:rsidP="00167B75">
      <w:pPr>
        <w:widowControl w:val="0"/>
        <w:spacing w:before="24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rsidR="00167B75" w:rsidRPr="007B5A7D" w:rsidRDefault="00167B75" w:rsidP="00167B75">
      <w:pPr>
        <w:pStyle w:val="Akapitzlist"/>
        <w:numPr>
          <w:ilvl w:val="0"/>
          <w:numId w:val="453"/>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lastRenderedPageBreak/>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 xml:space="preserve">). </w:t>
      </w:r>
    </w:p>
    <w:p w:rsidR="00167B75" w:rsidRPr="007B5A7D" w:rsidRDefault="00167B75" w:rsidP="00167B75">
      <w:pPr>
        <w:autoSpaceDE w:val="0"/>
        <w:spacing w:before="120" w:after="120"/>
        <w:ind w:firstLine="708"/>
        <w:jc w:val="both"/>
        <w:rPr>
          <w:rFonts w:ascii="Cambria" w:eastAsia="Calibri" w:hAnsi="Cambria" w:cs="Arial"/>
          <w:bCs/>
          <w:i/>
          <w:sz w:val="22"/>
          <w:szCs w:val="22"/>
        </w:rPr>
      </w:pPr>
      <w:r w:rsidRPr="007B5A7D">
        <w:rPr>
          <w:rFonts w:ascii="Cambria" w:eastAsia="Calibri" w:hAnsi="Cambria" w:cs="Arial"/>
          <w:bCs/>
          <w:i/>
          <w:sz w:val="22"/>
          <w:szCs w:val="22"/>
        </w:rPr>
        <w:t xml:space="preserve">(rozliczenie z dokładnością do dwóch miejsc po przecinku) </w:t>
      </w:r>
    </w:p>
    <w:bookmarkEnd w:id="3"/>
    <w:p w:rsidR="00167B75" w:rsidRPr="007B5A7D" w:rsidRDefault="00167B75" w:rsidP="00167B7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167B75" w:rsidRPr="007B5A7D" w:rsidTr="009F7B63">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167B75" w:rsidRPr="007B5A7D" w:rsidRDefault="00167B75" w:rsidP="009F7B63">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291</w:t>
            </w:r>
          </w:p>
        </w:tc>
        <w:tc>
          <w:tcPr>
            <w:tcW w:w="1798" w:type="dxa"/>
            <w:tcBorders>
              <w:top w:val="single" w:sz="4" w:space="0" w:color="000000"/>
              <w:left w:val="single" w:sz="4" w:space="0" w:color="000000"/>
              <w:bottom w:val="single" w:sz="4" w:space="0" w:color="000000"/>
              <w:right w:val="single" w:sz="4" w:space="0" w:color="000000"/>
            </w:tcBorders>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AR </w:t>
            </w:r>
          </w:p>
        </w:tc>
      </w:tr>
    </w:tbl>
    <w:p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Standard technologii prac obejmuje:</w:t>
      </w:r>
    </w:p>
    <w:p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regulację i drobne naprawy sprzętu,</w:t>
      </w:r>
    </w:p>
    <w:p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ostrzenie noża wyorywacza,</w:t>
      </w:r>
    </w:p>
    <w:p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wyoranie sadzonek,</w:t>
      </w:r>
    </w:p>
    <w:p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oczyszczenie sprzętu oraz odstawienie go do miejsca postoju.</w:t>
      </w:r>
    </w:p>
    <w:p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rsidR="00167B75" w:rsidRPr="007B5A7D" w:rsidRDefault="00167B75" w:rsidP="00167B75">
      <w:pPr>
        <w:pStyle w:val="Akapitzlist"/>
        <w:numPr>
          <w:ilvl w:val="0"/>
          <w:numId w:val="455"/>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w:t>
      </w:r>
    </w:p>
    <w:p w:rsidR="00167B75" w:rsidRPr="007B5A7D" w:rsidRDefault="00167B75" w:rsidP="00167B75">
      <w:pPr>
        <w:suppressAutoHyphens w:val="0"/>
        <w:spacing w:after="200" w:line="276" w:lineRule="auto"/>
        <w:ind w:firstLine="708"/>
        <w:rPr>
          <w:rFonts w:ascii="Cambria" w:eastAsia="Calibri" w:hAnsi="Cambria" w:cs="Arial"/>
          <w:bCs/>
          <w:i/>
          <w:sz w:val="22"/>
          <w:szCs w:val="22"/>
        </w:rPr>
      </w:pPr>
      <w:r w:rsidRPr="007B5A7D">
        <w:rPr>
          <w:rFonts w:ascii="Cambria" w:eastAsia="Calibri" w:hAnsi="Cambria" w:cs="Arial"/>
          <w:bCs/>
          <w:i/>
          <w:sz w:val="22"/>
          <w:szCs w:val="22"/>
        </w:rPr>
        <w:t>(rozliczenie z dokładnością do dwóch miejsc po przecinku)</w:t>
      </w:r>
    </w:p>
    <w:p w:rsidR="00167B75" w:rsidRPr="007B5A7D" w:rsidRDefault="00167B75" w:rsidP="00167B7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292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rFonts w:cs="Arial"/>
                <w:bCs/>
                <w:iCs/>
                <w:szCs w:val="22"/>
                <w:lang w:eastAsia="pl-PL"/>
              </w:rPr>
              <w:t>AR</w:t>
            </w:r>
          </w:p>
        </w:tc>
      </w:tr>
    </w:tbl>
    <w:p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rsidR="00167B75" w:rsidRPr="007B5A7D" w:rsidRDefault="00167B75" w:rsidP="00167B75">
      <w:pPr>
        <w:pStyle w:val="Akapitzlist"/>
        <w:numPr>
          <w:ilvl w:val="0"/>
          <w:numId w:val="45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ścięcie i rozdrobnienie zielonek na ugorze orkanem lub kosiarką bijakową. </w:t>
      </w:r>
    </w:p>
    <w:p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rsidR="00167B75" w:rsidRPr="007B5A7D" w:rsidRDefault="00167B75" w:rsidP="00167B75">
      <w:pPr>
        <w:pStyle w:val="Akapitzlist"/>
        <w:numPr>
          <w:ilvl w:val="0"/>
          <w:numId w:val="45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rsidR="00167B75" w:rsidRPr="007B5A7D" w:rsidRDefault="00167B75" w:rsidP="00167B75">
      <w:pPr>
        <w:suppressAutoHyphens w:val="0"/>
        <w:spacing w:after="160" w:line="259" w:lineRule="auto"/>
        <w:rPr>
          <w:rFonts w:ascii="Cambria" w:hAnsi="Cambria"/>
          <w:b/>
          <w:bCs/>
          <w:sz w:val="22"/>
          <w:szCs w:val="22"/>
          <w:lang w:bidi="hi-IN"/>
        </w:rPr>
      </w:pPr>
      <w:bookmarkStart w:id="4" w:name="_Toc85016734"/>
      <w:r w:rsidRPr="007B5A7D">
        <w:rPr>
          <w:rFonts w:ascii="Cambria" w:hAnsi="Cambria"/>
          <w:sz w:val="22"/>
          <w:szCs w:val="22"/>
          <w:lang w:bidi="hi-IN"/>
        </w:rPr>
        <w:br w:type="page"/>
      </w:r>
    </w:p>
    <w:p w:rsidR="00167B75" w:rsidRPr="007B5A7D" w:rsidRDefault="00167B75" w:rsidP="00167B75">
      <w:pPr>
        <w:pStyle w:val="Nagwek3"/>
        <w:jc w:val="center"/>
        <w:rPr>
          <w:rFonts w:ascii="Cambria" w:hAnsi="Cambria"/>
          <w:sz w:val="22"/>
          <w:szCs w:val="22"/>
          <w:lang w:bidi="hi-IN"/>
        </w:rPr>
      </w:pPr>
      <w:r w:rsidRPr="007B5A7D">
        <w:rPr>
          <w:rFonts w:ascii="Cambria" w:hAnsi="Cambria"/>
          <w:sz w:val="22"/>
          <w:szCs w:val="22"/>
          <w:lang w:bidi="hi-IN"/>
        </w:rPr>
        <w:lastRenderedPageBreak/>
        <w:t>Gospodarka szkółkarska w warunkach kontrolowanych</w:t>
      </w:r>
      <w:bookmarkEnd w:id="4"/>
    </w:p>
    <w:p w:rsidR="00167B75" w:rsidRPr="007B5A7D" w:rsidRDefault="00167B75" w:rsidP="00167B75">
      <w:pPr>
        <w:pStyle w:val="tabelaROSTWPL"/>
        <w:jc w:val="center"/>
        <w:rPr>
          <w:color w:val="auto"/>
          <w:szCs w:val="22"/>
        </w:rPr>
      </w:pPr>
      <w:r w:rsidRPr="007B5A7D">
        <w:rPr>
          <w:color w:val="auto"/>
          <w:szCs w:val="22"/>
        </w:rPr>
        <w:t>Prowadzona w namiotach foliowych i szklarniach oraz skrzyniach, inspektach, korytach, kasetach, doniczkach itp.</w:t>
      </w:r>
    </w:p>
    <w:p w:rsidR="00167B75" w:rsidRPr="007B5A7D" w:rsidRDefault="00167B75" w:rsidP="00167B7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293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rsidTr="009F7B6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294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rsidTr="009F7B6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295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rsidTr="009F7B6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296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rsidR="00167B75" w:rsidRPr="007B5A7D" w:rsidRDefault="00167B75" w:rsidP="00167B75">
      <w:pPr>
        <w:pStyle w:val="N4ROSTWPL"/>
        <w:rPr>
          <w:color w:val="auto"/>
          <w:szCs w:val="22"/>
        </w:rPr>
      </w:pPr>
      <w:r w:rsidRPr="007B5A7D">
        <w:rPr>
          <w:color w:val="auto"/>
          <w:szCs w:val="22"/>
        </w:rPr>
        <w:t>Standard technologii prac obejmuje:</w:t>
      </w:r>
    </w:p>
    <w:p w:rsidR="00167B75" w:rsidRPr="007B5A7D" w:rsidRDefault="00167B75" w:rsidP="00167B75">
      <w:pPr>
        <w:pStyle w:val="listaopisROSTWLP"/>
        <w:numPr>
          <w:ilvl w:val="0"/>
          <w:numId w:val="458"/>
        </w:numPr>
        <w:rPr>
          <w:color w:val="auto"/>
          <w:szCs w:val="22"/>
        </w:rPr>
      </w:pPr>
      <w:r w:rsidRPr="007B5A7D">
        <w:rPr>
          <w:color w:val="auto"/>
          <w:szCs w:val="22"/>
        </w:rPr>
        <w:t>przygotowanie substratu do użycia,</w:t>
      </w:r>
    </w:p>
    <w:p w:rsidR="00167B75" w:rsidRPr="007B5A7D" w:rsidRDefault="00167B75" w:rsidP="00167B75">
      <w:pPr>
        <w:pStyle w:val="listaopisROSTWLP"/>
        <w:numPr>
          <w:ilvl w:val="0"/>
          <w:numId w:val="458"/>
        </w:numPr>
        <w:rPr>
          <w:color w:val="auto"/>
          <w:szCs w:val="22"/>
        </w:rPr>
      </w:pPr>
      <w:r w:rsidRPr="007B5A7D">
        <w:rPr>
          <w:color w:val="auto"/>
          <w:szCs w:val="22"/>
        </w:rPr>
        <w:t>dostarczenie substratu z miejsca wskazanego przez Zamawiającego,</w:t>
      </w:r>
    </w:p>
    <w:p w:rsidR="00167B75" w:rsidRPr="007B5A7D" w:rsidRDefault="00167B75" w:rsidP="00167B75">
      <w:pPr>
        <w:pStyle w:val="listaopisROSTWLP"/>
        <w:numPr>
          <w:ilvl w:val="0"/>
          <w:numId w:val="458"/>
        </w:numPr>
        <w:rPr>
          <w:color w:val="auto"/>
          <w:szCs w:val="22"/>
        </w:rPr>
      </w:pPr>
      <w:r w:rsidRPr="007B5A7D">
        <w:rPr>
          <w:color w:val="auto"/>
          <w:szCs w:val="22"/>
        </w:rPr>
        <w:t>załadunek lub rozładunek trocin lub substratu,</w:t>
      </w:r>
    </w:p>
    <w:p w:rsidR="00167B75" w:rsidRPr="007B5A7D" w:rsidRDefault="00167B75" w:rsidP="00167B75">
      <w:pPr>
        <w:pStyle w:val="listaopisROSTWLP"/>
        <w:numPr>
          <w:ilvl w:val="0"/>
          <w:numId w:val="458"/>
        </w:numPr>
        <w:rPr>
          <w:color w:val="auto"/>
          <w:szCs w:val="22"/>
        </w:rPr>
      </w:pPr>
      <w:r w:rsidRPr="007B5A7D">
        <w:rPr>
          <w:color w:val="auto"/>
          <w:szCs w:val="22"/>
        </w:rPr>
        <w:t>dowóz taczkami piasku z miejsca wskazanego przez Zamawiającego,</w:t>
      </w:r>
    </w:p>
    <w:p w:rsidR="00167B75" w:rsidRPr="007B5A7D" w:rsidRDefault="00167B75" w:rsidP="00167B75">
      <w:pPr>
        <w:pStyle w:val="listaopisROSTWLP"/>
        <w:numPr>
          <w:ilvl w:val="0"/>
          <w:numId w:val="458"/>
        </w:numPr>
        <w:rPr>
          <w:color w:val="auto"/>
          <w:szCs w:val="22"/>
        </w:rPr>
      </w:pPr>
      <w:r w:rsidRPr="007B5A7D">
        <w:rPr>
          <w:color w:val="auto"/>
          <w:szCs w:val="22"/>
        </w:rPr>
        <w:t>rozścielenie piasku jaku warstwy filtrującej,</w:t>
      </w:r>
    </w:p>
    <w:p w:rsidR="00167B75" w:rsidRPr="007B5A7D" w:rsidRDefault="00167B75" w:rsidP="00167B75">
      <w:pPr>
        <w:pStyle w:val="listaopisROSTWLP"/>
        <w:numPr>
          <w:ilvl w:val="0"/>
          <w:numId w:val="458"/>
        </w:numPr>
        <w:rPr>
          <w:color w:val="auto"/>
          <w:szCs w:val="22"/>
        </w:rPr>
      </w:pPr>
      <w:r w:rsidRPr="007B5A7D">
        <w:rPr>
          <w:color w:val="auto"/>
          <w:szCs w:val="22"/>
        </w:rPr>
        <w:t>przemieszanie składników substratu aż do momentu uzyskania jednolitego substratu.</w:t>
      </w:r>
    </w:p>
    <w:p w:rsidR="00167B75" w:rsidRPr="007B5A7D" w:rsidRDefault="00167B75" w:rsidP="00167B75">
      <w:pPr>
        <w:rPr>
          <w:rFonts w:ascii="Cambria" w:hAnsi="Cambria"/>
          <w:sz w:val="22"/>
          <w:szCs w:val="22"/>
        </w:rPr>
      </w:pPr>
    </w:p>
    <w:p w:rsidR="00167B75" w:rsidRPr="007B5A7D" w:rsidRDefault="00167B75" w:rsidP="00167B75">
      <w:pPr>
        <w:pStyle w:val="N4ROSTWPL"/>
        <w:rPr>
          <w:color w:val="auto"/>
          <w:szCs w:val="22"/>
        </w:rPr>
      </w:pPr>
      <w:r w:rsidRPr="007B5A7D">
        <w:rPr>
          <w:color w:val="auto"/>
          <w:szCs w:val="22"/>
        </w:rPr>
        <w:t>Uwagi:</w:t>
      </w:r>
    </w:p>
    <w:p w:rsidR="00167B75" w:rsidRPr="007B5A7D" w:rsidRDefault="00167B75" w:rsidP="00167B75">
      <w:pPr>
        <w:pStyle w:val="listaopisROSTWLP"/>
        <w:numPr>
          <w:ilvl w:val="0"/>
          <w:numId w:val="459"/>
        </w:numPr>
        <w:rPr>
          <w:color w:val="auto"/>
          <w:szCs w:val="22"/>
        </w:rPr>
      </w:pPr>
      <w:r w:rsidRPr="007B5A7D">
        <w:rPr>
          <w:color w:val="auto"/>
          <w:szCs w:val="22"/>
        </w:rPr>
        <w:t>materiał zapewnia Zamawiający.</w:t>
      </w:r>
    </w:p>
    <w:p w:rsidR="00167B75" w:rsidRPr="007B5A7D" w:rsidRDefault="00167B75" w:rsidP="00167B75">
      <w:pPr>
        <w:rPr>
          <w:rFonts w:ascii="Cambria" w:hAnsi="Cambria"/>
          <w:sz w:val="22"/>
          <w:szCs w:val="22"/>
        </w:rPr>
      </w:pPr>
    </w:p>
    <w:p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rsidR="00167B75" w:rsidRPr="007B5A7D" w:rsidRDefault="00167B75" w:rsidP="00167B75">
      <w:pPr>
        <w:pStyle w:val="listaopisROSTWLP"/>
        <w:numPr>
          <w:ilvl w:val="0"/>
          <w:numId w:val="460"/>
        </w:numPr>
        <w:rPr>
          <w:color w:val="auto"/>
          <w:szCs w:val="22"/>
        </w:rPr>
      </w:pPr>
      <w:r w:rsidRPr="007B5A7D">
        <w:rPr>
          <w:color w:val="auto"/>
          <w:szCs w:val="22"/>
        </w:rPr>
        <w:t>odbiór prac nastąpi poprzez zweryfikowanie prawidłowości ich wykonania z opisem czynności i zleceniem oraz poprzez zmierzenie materiału przed jego docelowym wykorzystaniem przy pomocy taśmy mierniczej.</w:t>
      </w:r>
    </w:p>
    <w:p w:rsidR="00167B75" w:rsidRPr="007B5A7D" w:rsidRDefault="00167B75" w:rsidP="00167B75">
      <w:pPr>
        <w:pStyle w:val="ROSTWPLok"/>
        <w:rPr>
          <w:bCs/>
          <w:i/>
          <w:iCs/>
          <w:color w:val="auto"/>
          <w:szCs w:val="22"/>
        </w:rPr>
      </w:pPr>
      <w:r w:rsidRPr="007B5A7D">
        <w:rPr>
          <w:bCs/>
          <w:i/>
          <w:iCs/>
          <w:color w:val="auto"/>
          <w:szCs w:val="22"/>
        </w:rPr>
        <w:t xml:space="preserve">(rozliczenie </w:t>
      </w:r>
      <w:r w:rsidRPr="007B5A7D">
        <w:rPr>
          <w:i/>
          <w:iCs/>
          <w:color w:val="auto"/>
          <w:szCs w:val="22"/>
        </w:rPr>
        <w:t>z dokładnością do dwóch miejsc po przecinku</w:t>
      </w:r>
      <w:r w:rsidRPr="007B5A7D">
        <w:rPr>
          <w:bCs/>
          <w:i/>
          <w:iCs/>
          <w:color w:val="auto"/>
          <w:szCs w:val="22"/>
        </w:rPr>
        <w:t>)</w:t>
      </w:r>
    </w:p>
    <w:p w:rsidR="00167B75" w:rsidRPr="007B5A7D" w:rsidRDefault="00167B75" w:rsidP="00167B7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rFonts w:eastAsia="Verdana"/>
                <w:b/>
                <w:i/>
                <w:color w:val="auto"/>
                <w:szCs w:val="22"/>
              </w:rPr>
            </w:pPr>
            <w:r w:rsidRPr="007B5A7D">
              <w:rPr>
                <w:b/>
                <w:i/>
                <w:color w:val="auto"/>
                <w:szCs w:val="22"/>
              </w:rPr>
              <w:t>Jednostka miary</w:t>
            </w:r>
          </w:p>
        </w:tc>
      </w:tr>
      <w:tr w:rsidR="00167B75" w:rsidRPr="007B5A7D" w:rsidTr="009F7B63">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rFonts w:eastAsia="Verdana"/>
                <w:color w:val="auto"/>
                <w:szCs w:val="22"/>
              </w:rPr>
            </w:pPr>
            <w:r w:rsidRPr="007B5A7D">
              <w:rPr>
                <w:rFonts w:eastAsia="Verdana"/>
                <w:color w:val="auto"/>
                <w:szCs w:val="22"/>
              </w:rPr>
              <w:t>AR</w:t>
            </w:r>
          </w:p>
        </w:tc>
      </w:tr>
    </w:tbl>
    <w:p w:rsidR="00167B75" w:rsidRPr="007B5A7D" w:rsidRDefault="00167B75" w:rsidP="00167B75">
      <w:pPr>
        <w:rPr>
          <w:rFonts w:ascii="Cambria" w:hAnsi="Cambria"/>
          <w:b/>
          <w:sz w:val="22"/>
          <w:szCs w:val="22"/>
        </w:rPr>
      </w:pPr>
    </w:p>
    <w:p w:rsidR="00167B75" w:rsidRPr="00A769D8" w:rsidRDefault="00167B75" w:rsidP="00167B75">
      <w:pPr>
        <w:pStyle w:val="N4ROSTWPL"/>
        <w:rPr>
          <w:color w:val="FF0000"/>
          <w:szCs w:val="22"/>
        </w:rPr>
      </w:pPr>
      <w:r w:rsidRPr="007B5A7D">
        <w:rPr>
          <w:color w:val="auto"/>
          <w:szCs w:val="22"/>
        </w:rPr>
        <w:t>Standard technologii prac obejmuje:</w:t>
      </w:r>
    </w:p>
    <w:p w:rsidR="00167B75" w:rsidRPr="007B5A7D" w:rsidRDefault="00167B75" w:rsidP="00167B75">
      <w:pPr>
        <w:pStyle w:val="listaopisROSTWLP"/>
        <w:numPr>
          <w:ilvl w:val="0"/>
          <w:numId w:val="461"/>
        </w:numPr>
        <w:rPr>
          <w:color w:val="auto"/>
          <w:szCs w:val="22"/>
        </w:rPr>
      </w:pPr>
      <w:r w:rsidRPr="007B5A7D">
        <w:rPr>
          <w:color w:val="auto"/>
          <w:szCs w:val="22"/>
        </w:rPr>
        <w:t xml:space="preserve">dostarczenie substratu z miejsca wskazanego przez Zamawiającego, </w:t>
      </w:r>
    </w:p>
    <w:p w:rsidR="00167B75" w:rsidRPr="007B5A7D" w:rsidRDefault="00167B75" w:rsidP="00167B75">
      <w:pPr>
        <w:pStyle w:val="listaopisROSTWLP"/>
        <w:numPr>
          <w:ilvl w:val="0"/>
          <w:numId w:val="461"/>
        </w:numPr>
        <w:rPr>
          <w:color w:val="auto"/>
          <w:szCs w:val="22"/>
        </w:rPr>
      </w:pPr>
      <w:r w:rsidRPr="007B5A7D">
        <w:rPr>
          <w:color w:val="auto"/>
          <w:szCs w:val="22"/>
        </w:rPr>
        <w:t>ułożenie nowej warstwy substratu o grubości ok. 15 cm w opróżnionych korytach,</w:t>
      </w:r>
    </w:p>
    <w:p w:rsidR="00167B75" w:rsidRPr="007B5A7D" w:rsidRDefault="00167B75" w:rsidP="00167B75">
      <w:pPr>
        <w:pStyle w:val="listaopisROSTWLP"/>
        <w:numPr>
          <w:ilvl w:val="0"/>
          <w:numId w:val="461"/>
        </w:numPr>
        <w:rPr>
          <w:color w:val="auto"/>
          <w:szCs w:val="22"/>
        </w:rPr>
      </w:pPr>
      <w:r w:rsidRPr="007B5A7D">
        <w:rPr>
          <w:color w:val="auto"/>
          <w:szCs w:val="22"/>
        </w:rPr>
        <w:t>wyrównanie powierzchni,</w:t>
      </w:r>
    </w:p>
    <w:p w:rsidR="00167B75" w:rsidRPr="007B5A7D" w:rsidRDefault="00167B75" w:rsidP="00167B75">
      <w:pPr>
        <w:pStyle w:val="listaopisROSTWLP"/>
        <w:numPr>
          <w:ilvl w:val="0"/>
          <w:numId w:val="461"/>
        </w:numPr>
        <w:rPr>
          <w:color w:val="auto"/>
          <w:szCs w:val="22"/>
        </w:rPr>
      </w:pPr>
      <w:r w:rsidRPr="007B5A7D">
        <w:rPr>
          <w:color w:val="auto"/>
          <w:szCs w:val="22"/>
        </w:rPr>
        <w:t>wałowanie powierzchni,</w:t>
      </w:r>
    </w:p>
    <w:p w:rsidR="00167B75" w:rsidRPr="007B5A7D" w:rsidRDefault="00167B75" w:rsidP="00167B75">
      <w:pPr>
        <w:pStyle w:val="listaopisROSTWLP"/>
        <w:numPr>
          <w:ilvl w:val="0"/>
          <w:numId w:val="461"/>
        </w:numPr>
        <w:rPr>
          <w:color w:val="auto"/>
          <w:szCs w:val="22"/>
        </w:rPr>
      </w:pPr>
      <w:r w:rsidRPr="007B5A7D">
        <w:rPr>
          <w:color w:val="auto"/>
          <w:szCs w:val="22"/>
        </w:rPr>
        <w:t>wytyczenie kwater.</w:t>
      </w:r>
    </w:p>
    <w:p w:rsidR="00167B75" w:rsidRPr="007B5A7D" w:rsidRDefault="00167B75" w:rsidP="00167B75">
      <w:pPr>
        <w:pStyle w:val="N4ROSTWPL"/>
        <w:rPr>
          <w:color w:val="auto"/>
          <w:szCs w:val="22"/>
        </w:rPr>
      </w:pPr>
    </w:p>
    <w:p w:rsidR="00167B75" w:rsidRPr="007B5A7D" w:rsidRDefault="00167B75" w:rsidP="00167B75">
      <w:pPr>
        <w:pStyle w:val="N4ROSTWPL"/>
        <w:rPr>
          <w:color w:val="auto"/>
          <w:szCs w:val="22"/>
        </w:rPr>
      </w:pPr>
      <w:r w:rsidRPr="007B5A7D">
        <w:rPr>
          <w:color w:val="auto"/>
          <w:szCs w:val="22"/>
        </w:rPr>
        <w:t>Uwagi:</w:t>
      </w:r>
    </w:p>
    <w:p w:rsidR="00167B75" w:rsidRPr="007B5A7D" w:rsidRDefault="00167B75" w:rsidP="00167B75">
      <w:pPr>
        <w:pStyle w:val="listaopisROSTWLP"/>
        <w:numPr>
          <w:ilvl w:val="0"/>
          <w:numId w:val="462"/>
        </w:numPr>
        <w:rPr>
          <w:color w:val="auto"/>
          <w:szCs w:val="22"/>
        </w:rPr>
      </w:pPr>
      <w:r w:rsidRPr="007B5A7D">
        <w:rPr>
          <w:color w:val="auto"/>
          <w:szCs w:val="22"/>
        </w:rPr>
        <w:t>materiał zapewnia Zamawiający.</w:t>
      </w:r>
    </w:p>
    <w:p w:rsidR="00167B75" w:rsidRPr="007B5A7D" w:rsidRDefault="00167B75" w:rsidP="00167B75">
      <w:pPr>
        <w:pStyle w:val="listaopisROSTWLP"/>
        <w:numPr>
          <w:ilvl w:val="0"/>
          <w:numId w:val="0"/>
        </w:numPr>
        <w:ind w:left="720"/>
        <w:rPr>
          <w:color w:val="auto"/>
          <w:szCs w:val="22"/>
        </w:rPr>
      </w:pPr>
    </w:p>
    <w:p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rsidR="00167B75" w:rsidRPr="007B5A7D" w:rsidRDefault="00167B75" w:rsidP="00167B75">
      <w:pPr>
        <w:pStyle w:val="listaopisROSTWLP"/>
        <w:numPr>
          <w:ilvl w:val="0"/>
          <w:numId w:val="463"/>
        </w:numPr>
        <w:rPr>
          <w:color w:val="auto"/>
          <w:szCs w:val="22"/>
        </w:rPr>
      </w:pPr>
      <w:r w:rsidRPr="007B5A7D">
        <w:rPr>
          <w:rStyle w:val="listaopisROSTWLPZnak"/>
          <w:color w:val="auto"/>
          <w:szCs w:val="22"/>
        </w:rPr>
        <w:t>odbiór prac nastąpi poprzez zweryfikowanie prawidłowości ich wykonania z opisem czynności</w:t>
      </w:r>
      <w:r w:rsidRPr="007B5A7D">
        <w:rPr>
          <w:color w:val="auto"/>
          <w:szCs w:val="22"/>
        </w:rPr>
        <w:t xml:space="preserve"> i zleceniem oraz pomiarem powierzchni objętej zabiegiem (np. przy pomocy: dalmierza, taśmy mierniczej GPS itp.).</w:t>
      </w:r>
    </w:p>
    <w:p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rsidR="00167B75" w:rsidRPr="007B5A7D" w:rsidRDefault="00167B75" w:rsidP="00167B7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rFonts w:eastAsia="Verdana"/>
                <w:b/>
                <w:i/>
                <w:color w:val="auto"/>
                <w:szCs w:val="22"/>
              </w:rPr>
            </w:pPr>
            <w:r w:rsidRPr="007B5A7D">
              <w:rPr>
                <w:b/>
                <w:i/>
                <w:color w:val="auto"/>
                <w:szCs w:val="22"/>
              </w:rPr>
              <w:t>Jednostka miary</w:t>
            </w:r>
          </w:p>
        </w:tc>
      </w:tr>
      <w:tr w:rsidR="00167B75" w:rsidRPr="007B5A7D" w:rsidTr="009F7B63">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rFonts w:eastAsia="Verdana"/>
                <w:color w:val="auto"/>
                <w:szCs w:val="22"/>
              </w:rPr>
            </w:pPr>
            <w:r w:rsidRPr="007B5A7D">
              <w:rPr>
                <w:rFonts w:eastAsia="Verdana"/>
                <w:color w:val="auto"/>
                <w:szCs w:val="22"/>
              </w:rPr>
              <w:t>AR</w:t>
            </w:r>
          </w:p>
        </w:tc>
      </w:tr>
    </w:tbl>
    <w:p w:rsidR="00167B75" w:rsidRPr="007B5A7D" w:rsidRDefault="00167B75" w:rsidP="00167B75">
      <w:pPr>
        <w:pStyle w:val="Standard"/>
        <w:ind w:firstLine="142"/>
        <w:rPr>
          <w:rFonts w:ascii="Cambria" w:hAnsi="Cambria" w:cs="Arial"/>
          <w:b/>
          <w:sz w:val="22"/>
          <w:szCs w:val="22"/>
        </w:rPr>
      </w:pPr>
    </w:p>
    <w:p w:rsidR="00167B75" w:rsidRPr="007B5A7D" w:rsidRDefault="00167B75" w:rsidP="00167B75">
      <w:pPr>
        <w:pStyle w:val="N4ROSTWPL"/>
        <w:rPr>
          <w:color w:val="auto"/>
          <w:szCs w:val="22"/>
        </w:rPr>
      </w:pPr>
      <w:r w:rsidRPr="007B5A7D">
        <w:rPr>
          <w:color w:val="auto"/>
          <w:szCs w:val="22"/>
        </w:rPr>
        <w:t>Standard technologii prac obejmuje:</w:t>
      </w:r>
    </w:p>
    <w:p w:rsidR="00167B75" w:rsidRPr="007B5A7D" w:rsidRDefault="00167B75" w:rsidP="00167B75">
      <w:pPr>
        <w:pStyle w:val="listaopisROSTWLP"/>
        <w:numPr>
          <w:ilvl w:val="0"/>
          <w:numId w:val="464"/>
        </w:numPr>
        <w:rPr>
          <w:color w:val="auto"/>
          <w:szCs w:val="22"/>
        </w:rPr>
      </w:pPr>
      <w:r w:rsidRPr="007B5A7D">
        <w:rPr>
          <w:color w:val="auto"/>
          <w:szCs w:val="22"/>
        </w:rPr>
        <w:t xml:space="preserve">odbiór środków chemicznych z magazynu środków chemicznych, </w:t>
      </w:r>
    </w:p>
    <w:p w:rsidR="00167B75" w:rsidRPr="007B5A7D" w:rsidRDefault="00167B75" w:rsidP="00167B75">
      <w:pPr>
        <w:pStyle w:val="listaopisROSTWLP"/>
        <w:numPr>
          <w:ilvl w:val="0"/>
          <w:numId w:val="464"/>
        </w:numPr>
        <w:rPr>
          <w:color w:val="auto"/>
          <w:szCs w:val="22"/>
        </w:rPr>
      </w:pPr>
      <w:r w:rsidRPr="007B5A7D">
        <w:rPr>
          <w:color w:val="auto"/>
          <w:szCs w:val="22"/>
        </w:rPr>
        <w:t xml:space="preserve">przygotowanie cieczy roboczej wg wskazań na etykiecie środka chemicznego oraz wskazań Zamawiającego, </w:t>
      </w:r>
    </w:p>
    <w:p w:rsidR="00167B75" w:rsidRPr="007B5A7D" w:rsidRDefault="00167B75" w:rsidP="00167B75">
      <w:pPr>
        <w:pStyle w:val="listaopisROSTWLP"/>
        <w:numPr>
          <w:ilvl w:val="0"/>
          <w:numId w:val="464"/>
        </w:numPr>
        <w:rPr>
          <w:color w:val="auto"/>
          <w:szCs w:val="22"/>
        </w:rPr>
      </w:pPr>
      <w:r w:rsidRPr="007B5A7D">
        <w:rPr>
          <w:color w:val="auto"/>
          <w:szCs w:val="22"/>
        </w:rPr>
        <w:t>regulację opryskiwacza,</w:t>
      </w:r>
    </w:p>
    <w:p w:rsidR="00167B75" w:rsidRPr="007B5A7D" w:rsidRDefault="00167B75" w:rsidP="00167B75">
      <w:pPr>
        <w:pStyle w:val="listaopisROSTWLP"/>
        <w:numPr>
          <w:ilvl w:val="0"/>
          <w:numId w:val="464"/>
        </w:numPr>
        <w:rPr>
          <w:color w:val="auto"/>
          <w:szCs w:val="22"/>
        </w:rPr>
      </w:pPr>
      <w:r w:rsidRPr="007B5A7D">
        <w:rPr>
          <w:color w:val="auto"/>
          <w:szCs w:val="22"/>
        </w:rPr>
        <w:t>bieżąca kontrola pracy opryskiwacza,</w:t>
      </w:r>
    </w:p>
    <w:p w:rsidR="00167B75" w:rsidRPr="007B5A7D" w:rsidRDefault="00167B75" w:rsidP="00167B75">
      <w:pPr>
        <w:pStyle w:val="listaopisROSTWLP"/>
        <w:numPr>
          <w:ilvl w:val="0"/>
          <w:numId w:val="464"/>
        </w:numPr>
        <w:rPr>
          <w:color w:val="auto"/>
          <w:szCs w:val="22"/>
        </w:rPr>
      </w:pPr>
      <w:r w:rsidRPr="007B5A7D">
        <w:rPr>
          <w:color w:val="auto"/>
          <w:szCs w:val="22"/>
        </w:rPr>
        <w:t>opryskiwanie równomiernie podłoża,</w:t>
      </w:r>
    </w:p>
    <w:p w:rsidR="00167B75" w:rsidRPr="007B5A7D" w:rsidRDefault="00167B75" w:rsidP="00167B75">
      <w:pPr>
        <w:pStyle w:val="listaopisROSTWLP"/>
        <w:numPr>
          <w:ilvl w:val="0"/>
          <w:numId w:val="464"/>
        </w:numPr>
        <w:rPr>
          <w:color w:val="auto"/>
          <w:szCs w:val="22"/>
        </w:rPr>
      </w:pPr>
      <w:r w:rsidRPr="007B5A7D">
        <w:rPr>
          <w:color w:val="auto"/>
          <w:szCs w:val="22"/>
        </w:rPr>
        <w:t>uprzątnięcie pojemników po środkach chemicznych,</w:t>
      </w:r>
    </w:p>
    <w:p w:rsidR="00167B75" w:rsidRPr="007B5A7D" w:rsidRDefault="00167B75" w:rsidP="00167B75">
      <w:pPr>
        <w:pStyle w:val="listaopisROSTWLP"/>
        <w:numPr>
          <w:ilvl w:val="0"/>
          <w:numId w:val="464"/>
        </w:numPr>
        <w:rPr>
          <w:color w:val="auto"/>
          <w:szCs w:val="22"/>
        </w:rPr>
      </w:pPr>
      <w:r w:rsidRPr="007B5A7D">
        <w:rPr>
          <w:color w:val="auto"/>
          <w:szCs w:val="22"/>
        </w:rPr>
        <w:t>oczyszczenie wraz z myciem na wyznaczonym stanowisku sprzętu.</w:t>
      </w:r>
    </w:p>
    <w:p w:rsidR="00167B75" w:rsidRPr="007B5A7D" w:rsidRDefault="00167B75" w:rsidP="00167B75">
      <w:pPr>
        <w:rPr>
          <w:rFonts w:ascii="Cambria" w:eastAsia="Verdana" w:hAnsi="Cambria"/>
          <w:kern w:val="1"/>
          <w:sz w:val="22"/>
          <w:szCs w:val="22"/>
          <w:lang w:eastAsia="zh-CN" w:bidi="hi-IN"/>
        </w:rPr>
      </w:pPr>
    </w:p>
    <w:p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rsidR="00167B75" w:rsidRPr="007B5A7D" w:rsidRDefault="00167B75" w:rsidP="00167B75">
      <w:pPr>
        <w:pStyle w:val="listaopisROSTWLP"/>
        <w:numPr>
          <w:ilvl w:val="0"/>
          <w:numId w:val="465"/>
        </w:numPr>
        <w:rPr>
          <w:color w:val="auto"/>
          <w:szCs w:val="22"/>
        </w:rPr>
      </w:pPr>
      <w:r w:rsidRPr="007B5A7D">
        <w:rPr>
          <w:color w:val="auto"/>
          <w:szCs w:val="22"/>
        </w:rPr>
        <w:t>materiał zapewnia Zamawiający.</w:t>
      </w:r>
    </w:p>
    <w:p w:rsidR="00167B75" w:rsidRPr="007B5A7D" w:rsidRDefault="00167B75" w:rsidP="00167B75">
      <w:pPr>
        <w:ind w:left="360"/>
        <w:rPr>
          <w:rFonts w:ascii="Cambria" w:hAnsi="Cambria"/>
          <w:bCs/>
          <w:sz w:val="22"/>
          <w:szCs w:val="22"/>
        </w:rPr>
      </w:pPr>
    </w:p>
    <w:p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rsidR="00167B75" w:rsidRPr="007B5A7D" w:rsidRDefault="00167B75" w:rsidP="00167B75">
      <w:pPr>
        <w:pStyle w:val="listaopisROSTWLP"/>
        <w:numPr>
          <w:ilvl w:val="0"/>
          <w:numId w:val="46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rFonts w:eastAsia="Verdana"/>
                <w:b/>
                <w:i/>
                <w:color w:val="auto"/>
                <w:szCs w:val="22"/>
              </w:rPr>
            </w:pPr>
            <w:r w:rsidRPr="007B5A7D">
              <w:rPr>
                <w:b/>
                <w:i/>
                <w:color w:val="auto"/>
                <w:szCs w:val="22"/>
              </w:rPr>
              <w:t>Jednostka miary</w:t>
            </w:r>
          </w:p>
        </w:tc>
      </w:tr>
      <w:tr w:rsidR="00167B75" w:rsidRPr="007B5A7D" w:rsidTr="009F7B63">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rFonts w:eastAsia="Verdana"/>
                <w:color w:val="auto"/>
                <w:szCs w:val="22"/>
              </w:rPr>
            </w:pPr>
            <w:r w:rsidRPr="007B5A7D">
              <w:rPr>
                <w:rFonts w:eastAsia="Verdana"/>
                <w:color w:val="auto"/>
                <w:szCs w:val="22"/>
              </w:rPr>
              <w:t>AR</w:t>
            </w:r>
          </w:p>
        </w:tc>
      </w:tr>
    </w:tbl>
    <w:p w:rsidR="00167B75" w:rsidRPr="007B5A7D" w:rsidRDefault="00167B75" w:rsidP="00167B75">
      <w:pPr>
        <w:pStyle w:val="Standard"/>
        <w:ind w:firstLine="142"/>
        <w:rPr>
          <w:rFonts w:ascii="Cambria" w:hAnsi="Cambria" w:cs="Arial"/>
          <w:b/>
          <w:sz w:val="22"/>
          <w:szCs w:val="22"/>
        </w:rPr>
      </w:pPr>
    </w:p>
    <w:p w:rsidR="00167B75" w:rsidRPr="007B5A7D" w:rsidRDefault="00167B75" w:rsidP="00167B75">
      <w:pPr>
        <w:pStyle w:val="N4ROSTWPL"/>
        <w:rPr>
          <w:color w:val="auto"/>
          <w:szCs w:val="22"/>
        </w:rPr>
      </w:pPr>
      <w:r w:rsidRPr="007B5A7D">
        <w:rPr>
          <w:color w:val="auto"/>
          <w:szCs w:val="22"/>
        </w:rPr>
        <w:t>Standard technologii prac obejmuje:</w:t>
      </w:r>
    </w:p>
    <w:p w:rsidR="00167B75" w:rsidRPr="007B5A7D" w:rsidRDefault="00167B75" w:rsidP="00167B75">
      <w:pPr>
        <w:pStyle w:val="listaopisROSTWLP"/>
        <w:numPr>
          <w:ilvl w:val="0"/>
          <w:numId w:val="467"/>
        </w:numPr>
        <w:rPr>
          <w:color w:val="auto"/>
          <w:szCs w:val="22"/>
        </w:rPr>
      </w:pPr>
      <w:r w:rsidRPr="007B5A7D">
        <w:rPr>
          <w:color w:val="auto"/>
          <w:szCs w:val="22"/>
        </w:rPr>
        <w:t>zebranie substratu z kwater do gleby mineralnej,</w:t>
      </w:r>
    </w:p>
    <w:p w:rsidR="00167B75" w:rsidRPr="007B5A7D" w:rsidRDefault="00167B75" w:rsidP="00167B75">
      <w:pPr>
        <w:pStyle w:val="listaopisROSTWLP"/>
        <w:numPr>
          <w:ilvl w:val="0"/>
          <w:numId w:val="467"/>
        </w:numPr>
        <w:rPr>
          <w:color w:val="auto"/>
          <w:szCs w:val="22"/>
        </w:rPr>
      </w:pPr>
      <w:r w:rsidRPr="007B5A7D">
        <w:rPr>
          <w:color w:val="auto"/>
          <w:szCs w:val="22"/>
        </w:rPr>
        <w:t>wywiezienie substratu w miejsce wskazane przez Zamawiającego.</w:t>
      </w:r>
    </w:p>
    <w:p w:rsidR="00167B75" w:rsidRPr="007B5A7D" w:rsidRDefault="00167B75" w:rsidP="00167B75">
      <w:pPr>
        <w:pStyle w:val="N4ROSTWPL"/>
        <w:rPr>
          <w:color w:val="auto"/>
          <w:szCs w:val="22"/>
        </w:rPr>
      </w:pPr>
    </w:p>
    <w:p w:rsidR="00167B75" w:rsidRPr="007B5A7D" w:rsidRDefault="00167B75" w:rsidP="00167B75">
      <w:pPr>
        <w:pStyle w:val="N4ROSTWPL"/>
        <w:rPr>
          <w:color w:val="auto"/>
          <w:szCs w:val="22"/>
        </w:rPr>
      </w:pPr>
      <w:r w:rsidRPr="007B5A7D">
        <w:rPr>
          <w:color w:val="auto"/>
          <w:szCs w:val="22"/>
        </w:rPr>
        <w:t>Uwagi:</w:t>
      </w:r>
    </w:p>
    <w:p w:rsidR="00167B75" w:rsidRPr="007B5A7D" w:rsidRDefault="00167B75" w:rsidP="00167B75">
      <w:pPr>
        <w:pStyle w:val="listaopisROSTWLP"/>
        <w:numPr>
          <w:ilvl w:val="0"/>
          <w:numId w:val="468"/>
        </w:numPr>
        <w:rPr>
          <w:color w:val="auto"/>
          <w:szCs w:val="22"/>
        </w:rPr>
      </w:pPr>
      <w:r w:rsidRPr="007B5A7D">
        <w:rPr>
          <w:color w:val="auto"/>
          <w:szCs w:val="22"/>
        </w:rPr>
        <w:t>materiał zapewnia Zamawiający.</w:t>
      </w:r>
    </w:p>
    <w:p w:rsidR="00167B75" w:rsidRPr="007B5A7D" w:rsidRDefault="00167B75" w:rsidP="00167B75">
      <w:pPr>
        <w:rPr>
          <w:rFonts w:ascii="Cambria" w:hAnsi="Cambria"/>
          <w:bCs/>
          <w:sz w:val="22"/>
          <w:szCs w:val="22"/>
        </w:rPr>
      </w:pPr>
    </w:p>
    <w:p w:rsidR="00167B75" w:rsidRPr="007B5A7D" w:rsidRDefault="00167B75" w:rsidP="00167B75">
      <w:pPr>
        <w:pStyle w:val="N4ROSTWPL"/>
        <w:rPr>
          <w:color w:val="auto"/>
          <w:szCs w:val="22"/>
        </w:rPr>
      </w:pPr>
      <w:r w:rsidRPr="007B5A7D">
        <w:rPr>
          <w:color w:val="auto"/>
          <w:szCs w:val="22"/>
        </w:rPr>
        <w:t>Procedura odbioru:</w:t>
      </w:r>
    </w:p>
    <w:p w:rsidR="00167B75" w:rsidRPr="007B5A7D" w:rsidRDefault="00167B75" w:rsidP="00167B75">
      <w:pPr>
        <w:pStyle w:val="listaopisROSTWLP"/>
        <w:numPr>
          <w:ilvl w:val="0"/>
          <w:numId w:val="469"/>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lastRenderedPageBreak/>
        <w:t>(rozliczenie z dokładnością do dwóch miejsc po przecinku)</w:t>
      </w:r>
    </w:p>
    <w:p w:rsidR="00167B75" w:rsidRPr="007B5A7D" w:rsidRDefault="00167B75" w:rsidP="00167B7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rFonts w:eastAsia="Verdana"/>
                <w:b/>
                <w:i/>
                <w:color w:val="auto"/>
                <w:szCs w:val="22"/>
              </w:rPr>
            </w:pPr>
            <w:r w:rsidRPr="007B5A7D">
              <w:rPr>
                <w:b/>
                <w:i/>
                <w:color w:val="auto"/>
                <w:szCs w:val="22"/>
              </w:rPr>
              <w:t>Jednostka miary</w:t>
            </w:r>
          </w:p>
        </w:tc>
      </w:tr>
      <w:tr w:rsidR="00167B75" w:rsidRPr="007B5A7D" w:rsidTr="009F7B6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rFonts w:eastAsia="Verdana"/>
                <w:color w:val="auto"/>
                <w:szCs w:val="22"/>
              </w:rPr>
            </w:pPr>
            <w:r w:rsidRPr="007B5A7D">
              <w:rPr>
                <w:rFonts w:eastAsia="Verdana"/>
                <w:color w:val="auto"/>
                <w:szCs w:val="22"/>
              </w:rPr>
              <w:t>AR</w:t>
            </w:r>
          </w:p>
        </w:tc>
      </w:tr>
    </w:tbl>
    <w:p w:rsidR="00167B75" w:rsidRPr="007B5A7D" w:rsidRDefault="00167B75" w:rsidP="00167B75">
      <w:pPr>
        <w:rPr>
          <w:rFonts w:ascii="Cambria" w:hAnsi="Cambria"/>
          <w:b/>
          <w:sz w:val="22"/>
          <w:szCs w:val="22"/>
        </w:rPr>
      </w:pPr>
    </w:p>
    <w:p w:rsidR="00167B75" w:rsidRPr="007B5A7D" w:rsidRDefault="00167B75" w:rsidP="00167B75">
      <w:pPr>
        <w:pStyle w:val="N4ROSTWPL"/>
        <w:rPr>
          <w:color w:val="auto"/>
          <w:szCs w:val="22"/>
        </w:rPr>
      </w:pPr>
      <w:r w:rsidRPr="007B5A7D">
        <w:rPr>
          <w:color w:val="auto"/>
          <w:szCs w:val="22"/>
        </w:rPr>
        <w:t>Standard technologii prac obejmuje:</w:t>
      </w:r>
    </w:p>
    <w:p w:rsidR="00167B75" w:rsidRPr="007B5A7D" w:rsidRDefault="00167B75" w:rsidP="00167B75">
      <w:pPr>
        <w:pStyle w:val="listaopisROSTWLP"/>
        <w:numPr>
          <w:ilvl w:val="0"/>
          <w:numId w:val="470"/>
        </w:numPr>
        <w:rPr>
          <w:color w:val="auto"/>
          <w:szCs w:val="22"/>
        </w:rPr>
      </w:pPr>
      <w:r w:rsidRPr="007B5A7D">
        <w:rPr>
          <w:color w:val="auto"/>
          <w:szCs w:val="22"/>
        </w:rPr>
        <w:t>zebranie z kwater wszelkich chwastów, korzeni, kamieni itp.,</w:t>
      </w:r>
    </w:p>
    <w:p w:rsidR="00167B75" w:rsidRPr="007B5A7D" w:rsidRDefault="00167B75" w:rsidP="00167B75">
      <w:pPr>
        <w:pStyle w:val="listaopisROSTWLP"/>
        <w:numPr>
          <w:ilvl w:val="0"/>
          <w:numId w:val="470"/>
        </w:numPr>
        <w:rPr>
          <w:color w:val="auto"/>
          <w:szCs w:val="22"/>
        </w:rPr>
      </w:pPr>
      <w:r w:rsidRPr="007B5A7D">
        <w:rPr>
          <w:color w:val="auto"/>
          <w:szCs w:val="22"/>
        </w:rPr>
        <w:t>usunięcie zebranego materiału poza powierzchnię kwatery w miejsce wskazane przez Zamawiającego,</w:t>
      </w:r>
    </w:p>
    <w:p w:rsidR="00167B75" w:rsidRPr="007B5A7D" w:rsidRDefault="00167B75" w:rsidP="00167B75">
      <w:pPr>
        <w:pStyle w:val="listaopisROSTWLP"/>
        <w:numPr>
          <w:ilvl w:val="0"/>
          <w:numId w:val="470"/>
        </w:numPr>
        <w:rPr>
          <w:color w:val="auto"/>
          <w:szCs w:val="22"/>
        </w:rPr>
      </w:pPr>
      <w:r w:rsidRPr="007B5A7D">
        <w:rPr>
          <w:color w:val="auto"/>
          <w:szCs w:val="22"/>
        </w:rPr>
        <w:t>wyrównanie grabiami powierzchni przed siewem.</w:t>
      </w:r>
    </w:p>
    <w:p w:rsidR="00167B75" w:rsidRPr="007B5A7D" w:rsidRDefault="00167B75" w:rsidP="00167B75">
      <w:pPr>
        <w:rPr>
          <w:rFonts w:ascii="Cambria" w:hAnsi="Cambria"/>
          <w:bCs/>
          <w:sz w:val="22"/>
          <w:szCs w:val="22"/>
        </w:rPr>
      </w:pPr>
    </w:p>
    <w:p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rsidR="00167B75" w:rsidRPr="007B5A7D" w:rsidRDefault="00167B75" w:rsidP="00167B75">
      <w:pPr>
        <w:pStyle w:val="listaopisROSTWLP"/>
        <w:numPr>
          <w:ilvl w:val="0"/>
          <w:numId w:val="471"/>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rsidR="00167B75" w:rsidRPr="007B5A7D" w:rsidRDefault="00167B75" w:rsidP="00167B75">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rFonts w:eastAsia="Verdana"/>
                <w:b/>
                <w:i/>
                <w:color w:val="auto"/>
                <w:szCs w:val="22"/>
              </w:rPr>
            </w:pPr>
            <w:r w:rsidRPr="007B5A7D">
              <w:rPr>
                <w:b/>
                <w:i/>
                <w:color w:val="auto"/>
                <w:szCs w:val="22"/>
              </w:rPr>
              <w:t>Jednostka miary</w:t>
            </w:r>
          </w:p>
        </w:tc>
      </w:tr>
      <w:tr w:rsidR="00167B75" w:rsidRPr="007B5A7D" w:rsidTr="009F7B6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rFonts w:eastAsia="Verdana"/>
                <w:color w:val="auto"/>
                <w:szCs w:val="22"/>
              </w:rPr>
            </w:pPr>
            <w:r w:rsidRPr="007B5A7D">
              <w:rPr>
                <w:rFonts w:eastAsia="Verdana"/>
                <w:color w:val="auto"/>
                <w:szCs w:val="22"/>
              </w:rPr>
              <w:t>AR</w:t>
            </w:r>
          </w:p>
        </w:tc>
      </w:tr>
    </w:tbl>
    <w:p w:rsidR="00167B75" w:rsidRPr="007B5A7D" w:rsidRDefault="00167B75" w:rsidP="00167B75">
      <w:pPr>
        <w:rPr>
          <w:rFonts w:ascii="Cambria" w:hAnsi="Cambria"/>
          <w:sz w:val="22"/>
          <w:szCs w:val="22"/>
        </w:rPr>
      </w:pPr>
    </w:p>
    <w:p w:rsidR="00167B75" w:rsidRPr="007B5A7D" w:rsidRDefault="00167B75" w:rsidP="00167B75">
      <w:pPr>
        <w:pStyle w:val="listaopisROSTWLP"/>
        <w:numPr>
          <w:ilvl w:val="0"/>
          <w:numId w:val="0"/>
        </w:numPr>
        <w:ind w:left="720" w:hanging="360"/>
        <w:rPr>
          <w:b/>
          <w:bCs w:val="0"/>
          <w:color w:val="auto"/>
          <w:szCs w:val="22"/>
        </w:rPr>
      </w:pPr>
      <w:r w:rsidRPr="007B5A7D">
        <w:rPr>
          <w:b/>
          <w:bCs w:val="0"/>
          <w:color w:val="auto"/>
          <w:szCs w:val="22"/>
        </w:rPr>
        <w:t>Standard technologii prac obejmuje:</w:t>
      </w:r>
    </w:p>
    <w:p w:rsidR="00167B75" w:rsidRPr="007B5A7D" w:rsidRDefault="00167B75" w:rsidP="00167B75">
      <w:pPr>
        <w:pStyle w:val="listaopisROSTWLP"/>
        <w:numPr>
          <w:ilvl w:val="0"/>
          <w:numId w:val="472"/>
        </w:numPr>
        <w:rPr>
          <w:color w:val="auto"/>
          <w:szCs w:val="22"/>
        </w:rPr>
      </w:pPr>
      <w:r w:rsidRPr="007B5A7D">
        <w:rPr>
          <w:color w:val="auto"/>
          <w:szCs w:val="22"/>
        </w:rPr>
        <w:t>dostarczenie walca z magazynu szkółki na powierzchnię wałowanej gleby,</w:t>
      </w:r>
    </w:p>
    <w:p w:rsidR="00167B75" w:rsidRPr="007B5A7D" w:rsidRDefault="00167B75" w:rsidP="00167B75">
      <w:pPr>
        <w:pStyle w:val="listaopisROSTWLP"/>
        <w:numPr>
          <w:ilvl w:val="0"/>
          <w:numId w:val="472"/>
        </w:numPr>
        <w:rPr>
          <w:color w:val="auto"/>
          <w:szCs w:val="22"/>
        </w:rPr>
      </w:pPr>
      <w:r w:rsidRPr="007B5A7D">
        <w:rPr>
          <w:color w:val="auto"/>
          <w:szCs w:val="22"/>
        </w:rPr>
        <w:t>przygotowanie walca do pracy poprzez:</w:t>
      </w:r>
    </w:p>
    <w:p w:rsidR="00167B75" w:rsidRPr="007B5A7D" w:rsidRDefault="00167B75" w:rsidP="00167B75">
      <w:pPr>
        <w:pStyle w:val="listaopisROSTWLP"/>
        <w:numPr>
          <w:ilvl w:val="0"/>
          <w:numId w:val="472"/>
        </w:numPr>
        <w:ind w:left="1134"/>
        <w:rPr>
          <w:color w:val="auto"/>
          <w:szCs w:val="22"/>
        </w:rPr>
      </w:pPr>
      <w:r w:rsidRPr="007B5A7D">
        <w:rPr>
          <w:color w:val="auto"/>
          <w:szCs w:val="22"/>
        </w:rPr>
        <w:t xml:space="preserve">regulację i drobne naprawy sprzętu, </w:t>
      </w:r>
    </w:p>
    <w:p w:rsidR="00167B75" w:rsidRPr="007B5A7D" w:rsidRDefault="00167B75" w:rsidP="00167B75">
      <w:pPr>
        <w:pStyle w:val="listaopisROSTWLP"/>
        <w:numPr>
          <w:ilvl w:val="0"/>
          <w:numId w:val="472"/>
        </w:numPr>
        <w:ind w:left="1134"/>
        <w:rPr>
          <w:color w:val="auto"/>
          <w:szCs w:val="22"/>
        </w:rPr>
      </w:pPr>
      <w:r w:rsidRPr="007B5A7D">
        <w:rPr>
          <w:color w:val="auto"/>
          <w:szCs w:val="22"/>
        </w:rPr>
        <w:t>napełnienie wodą lub piaskiem,</w:t>
      </w:r>
    </w:p>
    <w:p w:rsidR="00167B75" w:rsidRPr="007B5A7D" w:rsidRDefault="00167B75" w:rsidP="00167B75">
      <w:pPr>
        <w:pStyle w:val="listaopisROSTWLP"/>
        <w:numPr>
          <w:ilvl w:val="0"/>
          <w:numId w:val="472"/>
        </w:numPr>
        <w:rPr>
          <w:color w:val="auto"/>
          <w:szCs w:val="22"/>
        </w:rPr>
      </w:pPr>
      <w:r w:rsidRPr="007B5A7D">
        <w:rPr>
          <w:color w:val="auto"/>
          <w:szCs w:val="22"/>
        </w:rPr>
        <w:t>uwałowanie powierzchni gleby poprzez kilkukrotny przejazd wałem ręcznym, </w:t>
      </w:r>
    </w:p>
    <w:p w:rsidR="00167B75" w:rsidRPr="007B5A7D" w:rsidRDefault="00167B75" w:rsidP="00167B75">
      <w:pPr>
        <w:pStyle w:val="listaopisROSTWLP"/>
        <w:numPr>
          <w:ilvl w:val="0"/>
          <w:numId w:val="472"/>
        </w:numPr>
        <w:rPr>
          <w:color w:val="auto"/>
          <w:szCs w:val="22"/>
        </w:rPr>
      </w:pPr>
      <w:r w:rsidRPr="007B5A7D">
        <w:rPr>
          <w:color w:val="auto"/>
          <w:szCs w:val="22"/>
        </w:rPr>
        <w:t>oczyszczenie walca,</w:t>
      </w:r>
    </w:p>
    <w:p w:rsidR="00167B75" w:rsidRPr="007B5A7D" w:rsidRDefault="00167B75" w:rsidP="00167B75">
      <w:pPr>
        <w:pStyle w:val="listaopisROSTWLP"/>
        <w:numPr>
          <w:ilvl w:val="0"/>
          <w:numId w:val="472"/>
        </w:numPr>
        <w:rPr>
          <w:color w:val="auto"/>
          <w:szCs w:val="22"/>
        </w:rPr>
      </w:pPr>
      <w:r w:rsidRPr="007B5A7D">
        <w:rPr>
          <w:color w:val="auto"/>
          <w:szCs w:val="22"/>
        </w:rPr>
        <w:t>odstawienie walca do magazynu szkółki.</w:t>
      </w:r>
    </w:p>
    <w:p w:rsidR="00167B75" w:rsidRPr="007B5A7D" w:rsidRDefault="00167B75" w:rsidP="00167B75">
      <w:pPr>
        <w:rPr>
          <w:rFonts w:ascii="Cambria" w:hAnsi="Cambria"/>
          <w:bCs/>
          <w:sz w:val="22"/>
          <w:szCs w:val="22"/>
        </w:rPr>
      </w:pPr>
    </w:p>
    <w:p w:rsidR="00167B75" w:rsidRPr="007B5A7D" w:rsidRDefault="00167B75" w:rsidP="00167B75">
      <w:pPr>
        <w:pStyle w:val="N4ROSTWPL"/>
        <w:rPr>
          <w:color w:val="auto"/>
          <w:szCs w:val="22"/>
        </w:rPr>
      </w:pPr>
      <w:r w:rsidRPr="007B5A7D">
        <w:rPr>
          <w:color w:val="auto"/>
          <w:szCs w:val="22"/>
        </w:rPr>
        <w:t>Procedura odbioru:</w:t>
      </w:r>
    </w:p>
    <w:p w:rsidR="00167B75" w:rsidRPr="007B5A7D" w:rsidRDefault="00167B75" w:rsidP="00167B75">
      <w:pPr>
        <w:pStyle w:val="listaopisROSTWLP"/>
        <w:numPr>
          <w:ilvl w:val="0"/>
          <w:numId w:val="473"/>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rsidR="00167B75" w:rsidRPr="007B5A7D" w:rsidRDefault="00167B75" w:rsidP="00167B7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rFonts w:eastAsia="Verdana"/>
                <w:b/>
                <w:i/>
                <w:color w:val="auto"/>
                <w:szCs w:val="22"/>
              </w:rPr>
            </w:pPr>
            <w:r w:rsidRPr="007B5A7D">
              <w:rPr>
                <w:b/>
                <w:i/>
                <w:color w:val="auto"/>
                <w:szCs w:val="22"/>
              </w:rPr>
              <w:t>Jednostka miary</w:t>
            </w:r>
          </w:p>
        </w:tc>
      </w:tr>
      <w:tr w:rsidR="00167B75" w:rsidRPr="007B5A7D" w:rsidTr="009F7B63">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302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rFonts w:eastAsia="Verdana"/>
                <w:color w:val="auto"/>
                <w:szCs w:val="22"/>
              </w:rPr>
            </w:pPr>
            <w:r w:rsidRPr="007B5A7D">
              <w:rPr>
                <w:rFonts w:eastAsia="Verdana"/>
                <w:color w:val="auto"/>
                <w:szCs w:val="22"/>
              </w:rPr>
              <w:t>AR</w:t>
            </w:r>
          </w:p>
        </w:tc>
      </w:tr>
    </w:tbl>
    <w:p w:rsidR="00167B75" w:rsidRPr="007B5A7D" w:rsidRDefault="00167B75" w:rsidP="00167B75">
      <w:pPr>
        <w:rPr>
          <w:rFonts w:ascii="Cambria" w:hAnsi="Cambria"/>
          <w:b/>
          <w:sz w:val="22"/>
          <w:szCs w:val="22"/>
        </w:rPr>
      </w:pPr>
    </w:p>
    <w:p w:rsidR="00167B75" w:rsidRPr="007B5A7D" w:rsidRDefault="00167B75" w:rsidP="00167B75">
      <w:pPr>
        <w:pStyle w:val="N4ROSTWPL"/>
        <w:rPr>
          <w:color w:val="auto"/>
          <w:szCs w:val="22"/>
        </w:rPr>
      </w:pPr>
      <w:r w:rsidRPr="007B5A7D">
        <w:rPr>
          <w:color w:val="auto"/>
          <w:szCs w:val="22"/>
        </w:rPr>
        <w:t>Standard technologii prac obejmuje:</w:t>
      </w:r>
    </w:p>
    <w:p w:rsidR="00167B75" w:rsidRPr="007B5A7D" w:rsidRDefault="00167B75" w:rsidP="00167B75">
      <w:pPr>
        <w:pStyle w:val="listaopisROSTWLP"/>
        <w:numPr>
          <w:ilvl w:val="0"/>
          <w:numId w:val="474"/>
        </w:numPr>
        <w:rPr>
          <w:color w:val="auto"/>
          <w:szCs w:val="22"/>
        </w:rPr>
      </w:pPr>
      <w:r w:rsidRPr="007B5A7D">
        <w:rPr>
          <w:color w:val="auto"/>
          <w:szCs w:val="22"/>
        </w:rPr>
        <w:lastRenderedPageBreak/>
        <w:t>wygrabienie i wywiezienie pozostałości po wyjętych sadzonkach w miejsce wskazane przez     Zamawiającego,</w:t>
      </w:r>
    </w:p>
    <w:p w:rsidR="00167B75" w:rsidRPr="007B5A7D" w:rsidRDefault="00167B75" w:rsidP="00167B75">
      <w:pPr>
        <w:pStyle w:val="listaopisROSTWLP"/>
        <w:numPr>
          <w:ilvl w:val="0"/>
          <w:numId w:val="474"/>
        </w:numPr>
        <w:rPr>
          <w:color w:val="auto"/>
          <w:szCs w:val="22"/>
        </w:rPr>
      </w:pPr>
      <w:r w:rsidRPr="007B5A7D">
        <w:rPr>
          <w:color w:val="auto"/>
          <w:szCs w:val="22"/>
        </w:rPr>
        <w:t>odkażanie i dezynfekcja podłoża,</w:t>
      </w:r>
    </w:p>
    <w:p w:rsidR="00167B75" w:rsidRPr="007B5A7D" w:rsidRDefault="00167B75" w:rsidP="00167B75">
      <w:pPr>
        <w:pStyle w:val="listaopisROSTWLP"/>
        <w:numPr>
          <w:ilvl w:val="0"/>
          <w:numId w:val="474"/>
        </w:numPr>
        <w:rPr>
          <w:color w:val="auto"/>
          <w:szCs w:val="22"/>
        </w:rPr>
      </w:pPr>
      <w:r w:rsidRPr="007B5A7D">
        <w:rPr>
          <w:color w:val="auto"/>
          <w:szCs w:val="22"/>
        </w:rPr>
        <w:t>uzupełnienie warstwy substratu, wynikającego z ubytków po wyjęciu sadzonek ,</w:t>
      </w:r>
    </w:p>
    <w:p w:rsidR="00167B75" w:rsidRPr="007B5A7D" w:rsidRDefault="00167B75" w:rsidP="00167B75">
      <w:pPr>
        <w:pStyle w:val="listaopisROSTWLP"/>
        <w:numPr>
          <w:ilvl w:val="0"/>
          <w:numId w:val="474"/>
        </w:numPr>
        <w:rPr>
          <w:color w:val="auto"/>
          <w:szCs w:val="22"/>
        </w:rPr>
      </w:pPr>
      <w:r w:rsidRPr="007B5A7D">
        <w:rPr>
          <w:color w:val="auto"/>
          <w:szCs w:val="22"/>
        </w:rPr>
        <w:t>dostarczenie substratu do uzupełnienia z pryzmy,</w:t>
      </w:r>
    </w:p>
    <w:p w:rsidR="00167B75" w:rsidRPr="007B5A7D" w:rsidRDefault="00167B75" w:rsidP="00167B75">
      <w:pPr>
        <w:pStyle w:val="listaopisROSTWLP"/>
        <w:numPr>
          <w:ilvl w:val="0"/>
          <w:numId w:val="474"/>
        </w:numPr>
        <w:rPr>
          <w:color w:val="auto"/>
          <w:szCs w:val="22"/>
        </w:rPr>
      </w:pPr>
      <w:r w:rsidRPr="007B5A7D">
        <w:rPr>
          <w:color w:val="auto"/>
          <w:szCs w:val="22"/>
        </w:rPr>
        <w:t>przekopanie substratu,</w:t>
      </w:r>
    </w:p>
    <w:p w:rsidR="00167B75" w:rsidRPr="007B5A7D" w:rsidRDefault="00167B75" w:rsidP="00167B75">
      <w:pPr>
        <w:pStyle w:val="listaopisROSTWLP"/>
        <w:numPr>
          <w:ilvl w:val="0"/>
          <w:numId w:val="474"/>
        </w:numPr>
        <w:rPr>
          <w:color w:val="auto"/>
          <w:szCs w:val="22"/>
        </w:rPr>
      </w:pPr>
      <w:r w:rsidRPr="007B5A7D">
        <w:rPr>
          <w:color w:val="auto"/>
          <w:szCs w:val="22"/>
        </w:rPr>
        <w:t xml:space="preserve">siew ręczny nawozów mineralnych, </w:t>
      </w:r>
    </w:p>
    <w:p w:rsidR="00167B75" w:rsidRPr="007B5A7D" w:rsidRDefault="00167B75" w:rsidP="00167B75">
      <w:pPr>
        <w:pStyle w:val="listaopisROSTWLP"/>
        <w:numPr>
          <w:ilvl w:val="0"/>
          <w:numId w:val="474"/>
        </w:numPr>
        <w:rPr>
          <w:color w:val="auto"/>
          <w:szCs w:val="22"/>
        </w:rPr>
      </w:pPr>
      <w:r w:rsidRPr="007B5A7D">
        <w:rPr>
          <w:color w:val="auto"/>
          <w:szCs w:val="22"/>
        </w:rPr>
        <w:t>wyrównanie powierzchni,</w:t>
      </w:r>
    </w:p>
    <w:p w:rsidR="00167B75" w:rsidRPr="007B5A7D" w:rsidRDefault="00167B75" w:rsidP="00167B75">
      <w:pPr>
        <w:pStyle w:val="listaopisROSTWLP"/>
        <w:numPr>
          <w:ilvl w:val="0"/>
          <w:numId w:val="474"/>
        </w:numPr>
        <w:rPr>
          <w:color w:val="auto"/>
          <w:szCs w:val="22"/>
        </w:rPr>
      </w:pPr>
      <w:r w:rsidRPr="007B5A7D">
        <w:rPr>
          <w:color w:val="auto"/>
          <w:szCs w:val="22"/>
        </w:rPr>
        <w:t>wałowanie,</w:t>
      </w:r>
    </w:p>
    <w:p w:rsidR="00167B75" w:rsidRPr="007B5A7D" w:rsidRDefault="00167B75" w:rsidP="00167B75">
      <w:pPr>
        <w:pStyle w:val="listaopisROSTWLP"/>
        <w:numPr>
          <w:ilvl w:val="0"/>
          <w:numId w:val="474"/>
        </w:numPr>
        <w:rPr>
          <w:color w:val="auto"/>
          <w:szCs w:val="22"/>
        </w:rPr>
      </w:pPr>
      <w:r w:rsidRPr="007B5A7D">
        <w:rPr>
          <w:color w:val="auto"/>
          <w:szCs w:val="22"/>
        </w:rPr>
        <w:t>wytyczanie kwater.</w:t>
      </w:r>
    </w:p>
    <w:p w:rsidR="00167B75" w:rsidRPr="007B5A7D" w:rsidRDefault="00167B75" w:rsidP="00167B75">
      <w:pPr>
        <w:rPr>
          <w:rFonts w:ascii="Cambria" w:hAnsi="Cambria"/>
          <w:sz w:val="22"/>
          <w:szCs w:val="22"/>
        </w:rPr>
      </w:pPr>
    </w:p>
    <w:p w:rsidR="00167B75" w:rsidRPr="007B5A7D" w:rsidRDefault="00167B75" w:rsidP="00167B75">
      <w:pPr>
        <w:pStyle w:val="N4ROSTWPL"/>
        <w:rPr>
          <w:color w:val="auto"/>
          <w:szCs w:val="22"/>
        </w:rPr>
      </w:pPr>
      <w:r w:rsidRPr="007B5A7D">
        <w:rPr>
          <w:color w:val="auto"/>
          <w:szCs w:val="22"/>
        </w:rPr>
        <w:t>Uwagi:</w:t>
      </w:r>
    </w:p>
    <w:p w:rsidR="00167B75" w:rsidRPr="007B5A7D" w:rsidRDefault="00167B75" w:rsidP="00167B75">
      <w:pPr>
        <w:pStyle w:val="listaopisROSTWLP"/>
        <w:numPr>
          <w:ilvl w:val="0"/>
          <w:numId w:val="475"/>
        </w:numPr>
        <w:rPr>
          <w:color w:val="auto"/>
          <w:szCs w:val="22"/>
        </w:rPr>
      </w:pPr>
      <w:r w:rsidRPr="007B5A7D">
        <w:rPr>
          <w:color w:val="auto"/>
          <w:szCs w:val="22"/>
        </w:rPr>
        <w:t>materiał zapewnia Zamawiający.</w:t>
      </w:r>
    </w:p>
    <w:p w:rsidR="00167B75" w:rsidRPr="007B5A7D" w:rsidRDefault="00167B75" w:rsidP="00167B75">
      <w:pPr>
        <w:pStyle w:val="N4ROSTWPL"/>
        <w:rPr>
          <w:rFonts w:eastAsia="Verdana"/>
          <w:color w:val="auto"/>
          <w:szCs w:val="22"/>
          <w:lang w:bidi="hi-IN"/>
        </w:rPr>
      </w:pPr>
    </w:p>
    <w:p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rsidR="00167B75" w:rsidRPr="007B5A7D" w:rsidRDefault="00167B75" w:rsidP="00167B75">
      <w:pPr>
        <w:pStyle w:val="listaopisROSTWLP"/>
        <w:numPr>
          <w:ilvl w:val="0"/>
          <w:numId w:val="47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rsidR="00167B75" w:rsidRPr="007B5A7D" w:rsidRDefault="00167B75" w:rsidP="00167B7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rFonts w:eastAsia="Verdana"/>
                <w:color w:val="auto"/>
                <w:szCs w:val="22"/>
              </w:rPr>
              <w:t>AR</w:t>
            </w:r>
          </w:p>
        </w:tc>
      </w:tr>
    </w:tbl>
    <w:p w:rsidR="00167B75" w:rsidRPr="007B5A7D" w:rsidRDefault="00167B75" w:rsidP="00167B75">
      <w:pPr>
        <w:rPr>
          <w:rFonts w:ascii="Cambria" w:hAnsi="Cambria"/>
          <w:b/>
          <w:sz w:val="22"/>
          <w:szCs w:val="22"/>
        </w:rPr>
      </w:pPr>
    </w:p>
    <w:p w:rsidR="00167B75" w:rsidRPr="007B5A7D" w:rsidRDefault="00167B75" w:rsidP="00167B75">
      <w:pPr>
        <w:pStyle w:val="N4ROSTWPL"/>
        <w:rPr>
          <w:color w:val="auto"/>
          <w:szCs w:val="22"/>
        </w:rPr>
      </w:pPr>
      <w:r w:rsidRPr="007B5A7D">
        <w:rPr>
          <w:color w:val="auto"/>
          <w:szCs w:val="22"/>
        </w:rPr>
        <w:t>Standard technologii prac obejmuje:</w:t>
      </w:r>
    </w:p>
    <w:p w:rsidR="00167B75" w:rsidRPr="007B5A7D" w:rsidRDefault="00167B75" w:rsidP="00167B75">
      <w:pPr>
        <w:pStyle w:val="listaopisROSTWLP"/>
        <w:numPr>
          <w:ilvl w:val="0"/>
          <w:numId w:val="477"/>
        </w:numPr>
        <w:rPr>
          <w:color w:val="auto"/>
          <w:szCs w:val="22"/>
        </w:rPr>
      </w:pPr>
      <w:r w:rsidRPr="007B5A7D">
        <w:rPr>
          <w:color w:val="auto"/>
          <w:szCs w:val="22"/>
        </w:rPr>
        <w:t>ręczne wyciskanie rządków siewnych.</w:t>
      </w:r>
    </w:p>
    <w:p w:rsidR="00167B75" w:rsidRPr="007B5A7D" w:rsidRDefault="00167B75" w:rsidP="00167B75">
      <w:pPr>
        <w:rPr>
          <w:rFonts w:ascii="Cambria" w:hAnsi="Cambria"/>
          <w:sz w:val="22"/>
          <w:szCs w:val="22"/>
        </w:rPr>
      </w:pPr>
    </w:p>
    <w:p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rsidR="00167B75" w:rsidRPr="007B5A7D" w:rsidRDefault="00167B75" w:rsidP="00167B75">
      <w:pPr>
        <w:pStyle w:val="listaopisROSTWLP"/>
        <w:numPr>
          <w:ilvl w:val="0"/>
          <w:numId w:val="478"/>
        </w:numPr>
        <w:rPr>
          <w:color w:val="auto"/>
          <w:szCs w:val="22"/>
        </w:rPr>
      </w:pPr>
      <w:r w:rsidRPr="007B5A7D">
        <w:rPr>
          <w:color w:val="auto"/>
          <w:szCs w:val="22"/>
        </w:rPr>
        <w:t>materiał zapewnia Zamawiający.</w:t>
      </w:r>
    </w:p>
    <w:p w:rsidR="00167B75" w:rsidRPr="007B5A7D" w:rsidRDefault="00167B75" w:rsidP="00167B75">
      <w:pPr>
        <w:rPr>
          <w:rFonts w:ascii="Cambria" w:eastAsia="Verdana" w:hAnsi="Cambria"/>
          <w:kern w:val="1"/>
          <w:sz w:val="22"/>
          <w:szCs w:val="22"/>
          <w:lang w:eastAsia="zh-CN" w:bidi="hi-IN"/>
        </w:rPr>
      </w:pPr>
    </w:p>
    <w:p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rsidR="00167B75" w:rsidRPr="007B5A7D" w:rsidRDefault="00167B75" w:rsidP="00167B75">
      <w:pPr>
        <w:pStyle w:val="listaopisROSTWLP"/>
        <w:numPr>
          <w:ilvl w:val="0"/>
          <w:numId w:val="479"/>
        </w:numPr>
        <w:rPr>
          <w:color w:val="auto"/>
          <w:szCs w:val="22"/>
        </w:rPr>
      </w:pPr>
      <w:r w:rsidRPr="007B5A7D">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rsidR="00167B75" w:rsidRPr="007B5A7D" w:rsidRDefault="00167B75" w:rsidP="00167B7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rFonts w:eastAsia="Verdana"/>
                <w:color w:val="auto"/>
                <w:szCs w:val="22"/>
              </w:rPr>
              <w:t>AR</w:t>
            </w:r>
          </w:p>
        </w:tc>
      </w:tr>
      <w:tr w:rsidR="00167B75" w:rsidRPr="007B5A7D" w:rsidTr="009F7B6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rFonts w:eastAsia="Verdana"/>
                <w:color w:val="auto"/>
                <w:szCs w:val="22"/>
              </w:rPr>
              <w:t>AR</w:t>
            </w:r>
          </w:p>
        </w:tc>
      </w:tr>
    </w:tbl>
    <w:p w:rsidR="00167B75" w:rsidRPr="007B5A7D" w:rsidRDefault="00167B75" w:rsidP="00167B75">
      <w:pPr>
        <w:pStyle w:val="Standard"/>
        <w:rPr>
          <w:rFonts w:ascii="Cambria" w:hAnsi="Cambria" w:cs="Arial"/>
          <w:b/>
          <w:sz w:val="22"/>
          <w:szCs w:val="22"/>
        </w:rPr>
      </w:pPr>
    </w:p>
    <w:p w:rsidR="00167B75" w:rsidRPr="007B5A7D" w:rsidRDefault="00167B75" w:rsidP="00167B75">
      <w:pPr>
        <w:pStyle w:val="N4ROSTWPL"/>
        <w:rPr>
          <w:color w:val="auto"/>
          <w:szCs w:val="22"/>
        </w:rPr>
      </w:pPr>
      <w:r w:rsidRPr="007B5A7D">
        <w:rPr>
          <w:color w:val="auto"/>
          <w:szCs w:val="22"/>
        </w:rPr>
        <w:t>Standard technologii prac obejmuje:</w:t>
      </w:r>
    </w:p>
    <w:p w:rsidR="00167B75" w:rsidRPr="007B5A7D" w:rsidRDefault="00167B75" w:rsidP="00167B75">
      <w:pPr>
        <w:pStyle w:val="listaopisROSTWLP"/>
        <w:numPr>
          <w:ilvl w:val="0"/>
          <w:numId w:val="480"/>
        </w:numPr>
        <w:rPr>
          <w:color w:val="auto"/>
          <w:szCs w:val="22"/>
        </w:rPr>
      </w:pPr>
      <w:r w:rsidRPr="007B5A7D">
        <w:rPr>
          <w:color w:val="auto"/>
          <w:szCs w:val="22"/>
        </w:rPr>
        <w:lastRenderedPageBreak/>
        <w:t>doniesienie i zaprawianie nasion,</w:t>
      </w:r>
    </w:p>
    <w:p w:rsidR="00167B75" w:rsidRPr="007B5A7D" w:rsidRDefault="00167B75" w:rsidP="00167B75">
      <w:pPr>
        <w:pStyle w:val="listaopisROSTWLP"/>
        <w:numPr>
          <w:ilvl w:val="0"/>
          <w:numId w:val="480"/>
        </w:numPr>
        <w:rPr>
          <w:color w:val="auto"/>
          <w:szCs w:val="22"/>
        </w:rPr>
      </w:pPr>
      <w:r w:rsidRPr="007B5A7D">
        <w:rPr>
          <w:color w:val="auto"/>
          <w:szCs w:val="22"/>
        </w:rPr>
        <w:t>siew nasion,</w:t>
      </w:r>
    </w:p>
    <w:p w:rsidR="00167B75" w:rsidRPr="007B5A7D" w:rsidRDefault="00167B75" w:rsidP="00167B75">
      <w:pPr>
        <w:pStyle w:val="listaopisROSTWLP"/>
        <w:numPr>
          <w:ilvl w:val="0"/>
          <w:numId w:val="480"/>
        </w:numPr>
        <w:rPr>
          <w:color w:val="auto"/>
          <w:szCs w:val="22"/>
        </w:rPr>
      </w:pPr>
      <w:r w:rsidRPr="007B5A7D">
        <w:rPr>
          <w:color w:val="auto"/>
          <w:szCs w:val="22"/>
        </w:rPr>
        <w:t>przykrycie nasion.</w:t>
      </w:r>
    </w:p>
    <w:p w:rsidR="00167B75" w:rsidRPr="007B5A7D" w:rsidRDefault="00167B75" w:rsidP="00167B75">
      <w:pPr>
        <w:rPr>
          <w:rFonts w:ascii="Cambria" w:hAnsi="Cambria"/>
          <w:sz w:val="22"/>
          <w:szCs w:val="22"/>
        </w:rPr>
      </w:pPr>
    </w:p>
    <w:p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rsidR="00167B75" w:rsidRPr="007B5A7D" w:rsidRDefault="00167B75" w:rsidP="00167B75">
      <w:pPr>
        <w:pStyle w:val="listaopisROSTWLP"/>
        <w:numPr>
          <w:ilvl w:val="0"/>
          <w:numId w:val="481"/>
        </w:numPr>
        <w:rPr>
          <w:color w:val="auto"/>
          <w:szCs w:val="22"/>
        </w:rPr>
      </w:pPr>
      <w:r w:rsidRPr="007B5A7D">
        <w:rPr>
          <w:color w:val="auto"/>
          <w:szCs w:val="22"/>
        </w:rPr>
        <w:t>materiał zapewnia Zamawiający.</w:t>
      </w:r>
    </w:p>
    <w:p w:rsidR="00167B75" w:rsidRPr="007B5A7D" w:rsidRDefault="00167B75" w:rsidP="00167B75">
      <w:pPr>
        <w:rPr>
          <w:rFonts w:ascii="Cambria" w:hAnsi="Cambria"/>
          <w:sz w:val="22"/>
          <w:szCs w:val="22"/>
          <w:lang w:eastAsia="pl-PL"/>
        </w:rPr>
      </w:pPr>
    </w:p>
    <w:p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rsidR="00167B75" w:rsidRPr="007B5A7D" w:rsidRDefault="00167B75" w:rsidP="00167B75">
      <w:pPr>
        <w:pStyle w:val="listaopisROSTWLP"/>
        <w:numPr>
          <w:ilvl w:val="0"/>
          <w:numId w:val="482"/>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rsidR="00167B75" w:rsidRPr="007B5A7D" w:rsidRDefault="00167B75" w:rsidP="00167B7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rFonts w:eastAsia="Verdana"/>
                <w:color w:val="auto"/>
                <w:szCs w:val="22"/>
              </w:rPr>
              <w:t>AR</w:t>
            </w:r>
          </w:p>
        </w:tc>
      </w:tr>
    </w:tbl>
    <w:p w:rsidR="00167B75" w:rsidRPr="007B5A7D" w:rsidRDefault="00167B75" w:rsidP="00167B75">
      <w:pPr>
        <w:pStyle w:val="Standard"/>
        <w:ind w:firstLine="142"/>
        <w:rPr>
          <w:rFonts w:ascii="Cambria" w:hAnsi="Cambria" w:cs="Arial"/>
          <w:sz w:val="22"/>
          <w:szCs w:val="22"/>
        </w:rPr>
      </w:pPr>
    </w:p>
    <w:p w:rsidR="00167B75" w:rsidRPr="007B5A7D" w:rsidRDefault="00167B75" w:rsidP="00167B75">
      <w:pPr>
        <w:pStyle w:val="N4ROSTWPL"/>
        <w:rPr>
          <w:color w:val="auto"/>
          <w:szCs w:val="22"/>
        </w:rPr>
      </w:pPr>
      <w:r w:rsidRPr="007B5A7D">
        <w:rPr>
          <w:color w:val="auto"/>
          <w:szCs w:val="22"/>
        </w:rPr>
        <w:t>Standard technologii prac obejmuje:</w:t>
      </w:r>
    </w:p>
    <w:p w:rsidR="00167B75" w:rsidRPr="007B5A7D" w:rsidRDefault="00167B75" w:rsidP="00167B75">
      <w:pPr>
        <w:pStyle w:val="listaopisROSTWLP"/>
        <w:numPr>
          <w:ilvl w:val="0"/>
          <w:numId w:val="483"/>
        </w:numPr>
        <w:rPr>
          <w:color w:val="auto"/>
          <w:szCs w:val="22"/>
        </w:rPr>
      </w:pPr>
      <w:r w:rsidRPr="007B5A7D">
        <w:rPr>
          <w:color w:val="auto"/>
          <w:szCs w:val="22"/>
        </w:rPr>
        <w:t>wzruszenie gleby narzędziami ręcznymi,</w:t>
      </w:r>
    </w:p>
    <w:p w:rsidR="00167B75" w:rsidRPr="007B5A7D" w:rsidRDefault="00167B75" w:rsidP="00167B75">
      <w:pPr>
        <w:pStyle w:val="listaopisROSTWLP"/>
        <w:numPr>
          <w:ilvl w:val="0"/>
          <w:numId w:val="483"/>
        </w:numPr>
        <w:rPr>
          <w:color w:val="auto"/>
          <w:szCs w:val="22"/>
        </w:rPr>
      </w:pPr>
      <w:r w:rsidRPr="007B5A7D">
        <w:rPr>
          <w:color w:val="auto"/>
          <w:szCs w:val="22"/>
        </w:rPr>
        <w:t>ręczne usuwanie chwastów,</w:t>
      </w:r>
    </w:p>
    <w:p w:rsidR="00167B75" w:rsidRPr="007B5A7D" w:rsidRDefault="00167B75" w:rsidP="00167B75">
      <w:pPr>
        <w:pStyle w:val="listaopisROSTWLP"/>
        <w:numPr>
          <w:ilvl w:val="0"/>
          <w:numId w:val="483"/>
        </w:numPr>
        <w:rPr>
          <w:color w:val="auto"/>
          <w:szCs w:val="22"/>
        </w:rPr>
      </w:pPr>
      <w:r w:rsidRPr="007B5A7D">
        <w:rPr>
          <w:color w:val="auto"/>
          <w:szCs w:val="22"/>
        </w:rPr>
        <w:t>wyniesienie ich w miejsce wskazane przez Zamawiającego.</w:t>
      </w:r>
    </w:p>
    <w:p w:rsidR="00167B75" w:rsidRPr="007B5A7D" w:rsidRDefault="00167B75" w:rsidP="00167B75">
      <w:pPr>
        <w:rPr>
          <w:rFonts w:ascii="Cambria" w:hAnsi="Cambria"/>
          <w:sz w:val="22"/>
          <w:szCs w:val="22"/>
        </w:rPr>
      </w:pPr>
    </w:p>
    <w:p w:rsidR="00167B75" w:rsidRPr="007B5A7D" w:rsidRDefault="00167B75" w:rsidP="00167B75">
      <w:pPr>
        <w:pStyle w:val="N4ROSTWPL"/>
        <w:rPr>
          <w:color w:val="auto"/>
          <w:szCs w:val="22"/>
        </w:rPr>
      </w:pPr>
      <w:r w:rsidRPr="007B5A7D">
        <w:rPr>
          <w:color w:val="auto"/>
          <w:szCs w:val="22"/>
        </w:rPr>
        <w:t>Procedura odbioru:</w:t>
      </w:r>
    </w:p>
    <w:p w:rsidR="00167B75" w:rsidRPr="007B5A7D" w:rsidRDefault="00167B75" w:rsidP="00167B75">
      <w:pPr>
        <w:pStyle w:val="listaopisROSTWLP"/>
        <w:numPr>
          <w:ilvl w:val="0"/>
          <w:numId w:val="484"/>
        </w:numPr>
        <w:rPr>
          <w:color w:val="auto"/>
          <w:szCs w:val="22"/>
        </w:rPr>
      </w:pPr>
      <w:r w:rsidRPr="007B5A7D">
        <w:rPr>
          <w:color w:val="auto"/>
          <w:szCs w:val="22"/>
        </w:rPr>
        <w:t>odbiór prac nastąpi poprzez zweryfikowanie prawidłowości ich wykonania ze zleceniem oraz obliczeniem powierzchni objętej zabiegiem.</w:t>
      </w:r>
    </w:p>
    <w:p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rsidR="00167B75" w:rsidRPr="007B5A7D" w:rsidRDefault="00167B75" w:rsidP="00167B75">
      <w:pPr>
        <w:pStyle w:val="Standard"/>
        <w:spacing w:before="120" w:after="120"/>
        <w:rPr>
          <w:rFonts w:ascii="Cambria" w:hAnsi="Cambria" w:cs="Arial"/>
          <w:sz w:val="22"/>
          <w:szCs w:val="22"/>
        </w:rPr>
      </w:pPr>
    </w:p>
    <w:p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rFonts w:eastAsia="Verdana"/>
                <w:color w:val="auto"/>
                <w:szCs w:val="22"/>
              </w:rPr>
              <w:t>AR</w:t>
            </w:r>
          </w:p>
        </w:tc>
      </w:tr>
    </w:tbl>
    <w:p w:rsidR="00167B75" w:rsidRPr="007B5A7D" w:rsidRDefault="00167B75" w:rsidP="00167B75">
      <w:pPr>
        <w:ind w:left="766"/>
        <w:rPr>
          <w:rFonts w:ascii="Cambria" w:hAnsi="Cambria"/>
          <w:sz w:val="22"/>
          <w:szCs w:val="22"/>
        </w:rPr>
      </w:pPr>
    </w:p>
    <w:p w:rsidR="00167B75" w:rsidRPr="007B5A7D" w:rsidRDefault="00167B75" w:rsidP="00167B75">
      <w:pPr>
        <w:pStyle w:val="N4ROSTWPL"/>
        <w:rPr>
          <w:color w:val="auto"/>
          <w:szCs w:val="22"/>
        </w:rPr>
      </w:pPr>
      <w:r w:rsidRPr="007B5A7D">
        <w:rPr>
          <w:color w:val="auto"/>
          <w:szCs w:val="22"/>
        </w:rPr>
        <w:t>Standard technologii prac obejmuje:</w:t>
      </w:r>
    </w:p>
    <w:p w:rsidR="00167B75" w:rsidRPr="007B5A7D" w:rsidRDefault="00167B75" w:rsidP="00167B75">
      <w:pPr>
        <w:pStyle w:val="listaopisROSTWLP"/>
        <w:numPr>
          <w:ilvl w:val="0"/>
          <w:numId w:val="485"/>
        </w:numPr>
        <w:rPr>
          <w:color w:val="auto"/>
          <w:szCs w:val="22"/>
        </w:rPr>
      </w:pPr>
      <w:r w:rsidRPr="007B5A7D">
        <w:rPr>
          <w:color w:val="auto"/>
          <w:szCs w:val="22"/>
        </w:rPr>
        <w:t>wzruszenie gleby narzędziami ręcznymi,</w:t>
      </w:r>
    </w:p>
    <w:p w:rsidR="00167B75" w:rsidRPr="007B5A7D" w:rsidRDefault="00167B75" w:rsidP="00167B75">
      <w:pPr>
        <w:pStyle w:val="listaopisROSTWLP"/>
        <w:numPr>
          <w:ilvl w:val="0"/>
          <w:numId w:val="485"/>
        </w:numPr>
        <w:rPr>
          <w:color w:val="auto"/>
          <w:szCs w:val="22"/>
        </w:rPr>
      </w:pPr>
      <w:r w:rsidRPr="007B5A7D">
        <w:rPr>
          <w:color w:val="auto"/>
          <w:szCs w:val="22"/>
        </w:rPr>
        <w:t>ręczne usuwanie chwastów i przerywanie nadmiarów siewów,</w:t>
      </w:r>
    </w:p>
    <w:p w:rsidR="00167B75" w:rsidRPr="007B5A7D" w:rsidRDefault="00167B75" w:rsidP="00167B75">
      <w:pPr>
        <w:pStyle w:val="listaopisROSTWLP"/>
        <w:numPr>
          <w:ilvl w:val="0"/>
          <w:numId w:val="485"/>
        </w:numPr>
        <w:rPr>
          <w:color w:val="auto"/>
          <w:szCs w:val="22"/>
        </w:rPr>
      </w:pPr>
      <w:r w:rsidRPr="007B5A7D">
        <w:rPr>
          <w:color w:val="auto"/>
          <w:szCs w:val="22"/>
        </w:rPr>
        <w:t>wyniesienie usuniętych roślin z powierzchni pielonej w miejsce wskazane przez Zamawiającego.</w:t>
      </w:r>
    </w:p>
    <w:p w:rsidR="00167B75" w:rsidRPr="007B5A7D" w:rsidRDefault="00167B75" w:rsidP="00167B75">
      <w:pPr>
        <w:ind w:left="766"/>
        <w:rPr>
          <w:rFonts w:ascii="Cambria" w:hAnsi="Cambria"/>
          <w:sz w:val="22"/>
          <w:szCs w:val="22"/>
        </w:rPr>
      </w:pPr>
    </w:p>
    <w:p w:rsidR="00167B75" w:rsidRPr="007B5A7D" w:rsidRDefault="00167B75" w:rsidP="00167B75">
      <w:pPr>
        <w:pStyle w:val="N4ROSTWPL"/>
        <w:rPr>
          <w:color w:val="auto"/>
          <w:szCs w:val="22"/>
        </w:rPr>
      </w:pPr>
      <w:r w:rsidRPr="007B5A7D">
        <w:rPr>
          <w:color w:val="auto"/>
          <w:szCs w:val="22"/>
        </w:rPr>
        <w:t>Procedura odbioru:</w:t>
      </w:r>
    </w:p>
    <w:p w:rsidR="00167B75" w:rsidRPr="007B5A7D" w:rsidRDefault="00167B75" w:rsidP="00167B75">
      <w:pPr>
        <w:pStyle w:val="listaopisROSTWLP"/>
        <w:numPr>
          <w:ilvl w:val="0"/>
          <w:numId w:val="486"/>
        </w:numPr>
        <w:rPr>
          <w:color w:val="auto"/>
          <w:szCs w:val="22"/>
        </w:rPr>
      </w:pPr>
      <w:r w:rsidRPr="007B5A7D">
        <w:rPr>
          <w:color w:val="auto"/>
          <w:szCs w:val="22"/>
        </w:rPr>
        <w:t>odbiór prac nastąpi poprzez zweryfikowanie prawidłowości ich wykonania ze zleceniem oraz obliczeniem powierzchni objętej zabiegiem.</w:t>
      </w:r>
    </w:p>
    <w:p w:rsidR="00167B75" w:rsidRPr="007B5A7D" w:rsidRDefault="00167B75" w:rsidP="00167B75">
      <w:pPr>
        <w:pStyle w:val="ROSTWPLok"/>
        <w:rPr>
          <w:rFonts w:eastAsia="Verdana"/>
          <w:color w:val="auto"/>
          <w:szCs w:val="22"/>
        </w:rPr>
      </w:pPr>
      <w:r w:rsidRPr="007B5A7D">
        <w:rPr>
          <w:rFonts w:eastAsia="Verdana"/>
          <w:color w:val="auto"/>
          <w:szCs w:val="22"/>
        </w:rPr>
        <w:t>(</w:t>
      </w:r>
      <w:r w:rsidRPr="007B5A7D">
        <w:rPr>
          <w:rFonts w:eastAsia="Verdana"/>
          <w:i/>
          <w:iCs/>
          <w:color w:val="auto"/>
          <w:szCs w:val="22"/>
        </w:rPr>
        <w:t>rozliczenie z dokładnością do dwóch miejsc po przecinku</w:t>
      </w:r>
      <w:r w:rsidRPr="007B5A7D">
        <w:rPr>
          <w:rFonts w:eastAsia="Verdana"/>
          <w:color w:val="auto"/>
          <w:szCs w:val="22"/>
        </w:rPr>
        <w:t>)</w:t>
      </w:r>
    </w:p>
    <w:p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rFonts w:eastAsia="Verdana"/>
                <w:color w:val="auto"/>
                <w:szCs w:val="22"/>
              </w:rPr>
              <w:t>TSZT</w:t>
            </w:r>
          </w:p>
        </w:tc>
      </w:tr>
      <w:tr w:rsidR="00167B75" w:rsidRPr="007B5A7D" w:rsidTr="009F7B6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rFonts w:eastAsia="Verdana"/>
                <w:color w:val="auto"/>
                <w:szCs w:val="22"/>
              </w:rPr>
            </w:pPr>
            <w:r w:rsidRPr="007B5A7D">
              <w:rPr>
                <w:rFonts w:eastAsia="Verdana"/>
                <w:color w:val="auto"/>
                <w:szCs w:val="22"/>
              </w:rPr>
              <w:t>TSZT</w:t>
            </w:r>
          </w:p>
        </w:tc>
      </w:tr>
      <w:tr w:rsidR="00167B75" w:rsidRPr="007B5A7D" w:rsidTr="009F7B6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rFonts w:eastAsia="Verdana"/>
                <w:color w:val="auto"/>
                <w:szCs w:val="22"/>
              </w:rPr>
            </w:pPr>
            <w:r w:rsidRPr="007B5A7D">
              <w:rPr>
                <w:rFonts w:eastAsia="Verdana"/>
                <w:color w:val="auto"/>
                <w:szCs w:val="22"/>
              </w:rPr>
              <w:t>TSZT</w:t>
            </w:r>
          </w:p>
        </w:tc>
      </w:tr>
      <w:tr w:rsidR="00167B75" w:rsidRPr="007B5A7D" w:rsidTr="009F7B6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rFonts w:eastAsia="Verdana"/>
                <w:color w:val="auto"/>
                <w:szCs w:val="22"/>
              </w:rPr>
            </w:pPr>
            <w:r w:rsidRPr="007B5A7D">
              <w:rPr>
                <w:rFonts w:eastAsia="Verdana"/>
                <w:color w:val="auto"/>
                <w:szCs w:val="22"/>
              </w:rPr>
              <w:t>TSZT</w:t>
            </w:r>
          </w:p>
        </w:tc>
      </w:tr>
      <w:tr w:rsidR="00167B75" w:rsidRPr="007B5A7D" w:rsidTr="009F7B6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312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rFonts w:eastAsia="Verdana"/>
                <w:color w:val="auto"/>
                <w:szCs w:val="22"/>
              </w:rPr>
            </w:pPr>
            <w:r w:rsidRPr="007B5A7D">
              <w:rPr>
                <w:rFonts w:eastAsia="Verdana"/>
                <w:color w:val="auto"/>
                <w:szCs w:val="22"/>
              </w:rPr>
              <w:t>TSZT</w:t>
            </w:r>
          </w:p>
        </w:tc>
      </w:tr>
      <w:tr w:rsidR="00167B75" w:rsidRPr="007B5A7D" w:rsidTr="009F7B6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rFonts w:eastAsia="Verdana"/>
                <w:color w:val="auto"/>
                <w:szCs w:val="22"/>
              </w:rPr>
            </w:pPr>
            <w:r w:rsidRPr="007B5A7D">
              <w:rPr>
                <w:rFonts w:eastAsia="Verdana"/>
                <w:color w:val="auto"/>
                <w:szCs w:val="22"/>
              </w:rPr>
              <w:t>TSZT</w:t>
            </w:r>
          </w:p>
        </w:tc>
      </w:tr>
      <w:tr w:rsidR="00167B75" w:rsidRPr="007B5A7D" w:rsidTr="009F7B6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rFonts w:eastAsia="Verdana"/>
                <w:color w:val="auto"/>
                <w:szCs w:val="22"/>
              </w:rPr>
            </w:pPr>
            <w:r w:rsidRPr="007B5A7D">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rFonts w:eastAsia="Verdana"/>
                <w:color w:val="auto"/>
                <w:szCs w:val="22"/>
              </w:rPr>
            </w:pPr>
            <w:r w:rsidRPr="007B5A7D">
              <w:rPr>
                <w:rFonts w:eastAsia="Verdana"/>
                <w:color w:val="auto"/>
                <w:szCs w:val="22"/>
              </w:rPr>
              <w:t>TSZT</w:t>
            </w:r>
          </w:p>
        </w:tc>
      </w:tr>
    </w:tbl>
    <w:p w:rsidR="00167B75" w:rsidRPr="007B5A7D" w:rsidRDefault="00167B75" w:rsidP="00167B75">
      <w:pPr>
        <w:pStyle w:val="Standard"/>
        <w:ind w:firstLine="142"/>
        <w:rPr>
          <w:rFonts w:ascii="Cambria" w:hAnsi="Cambria" w:cs="Arial"/>
          <w:sz w:val="22"/>
          <w:szCs w:val="22"/>
        </w:rPr>
      </w:pPr>
    </w:p>
    <w:p w:rsidR="00167B75" w:rsidRPr="007B5A7D" w:rsidRDefault="00167B75" w:rsidP="00167B75">
      <w:pPr>
        <w:pStyle w:val="N4ROSTWPL"/>
        <w:rPr>
          <w:color w:val="auto"/>
          <w:szCs w:val="22"/>
        </w:rPr>
      </w:pPr>
      <w:r w:rsidRPr="007B5A7D">
        <w:rPr>
          <w:color w:val="auto"/>
          <w:szCs w:val="22"/>
        </w:rPr>
        <w:t>Standard technologii prac obejmuje:</w:t>
      </w:r>
    </w:p>
    <w:p w:rsidR="00167B75" w:rsidRPr="007B5A7D" w:rsidRDefault="00167B75" w:rsidP="00167B75">
      <w:pPr>
        <w:pStyle w:val="listaopisROSTWLP"/>
        <w:numPr>
          <w:ilvl w:val="0"/>
          <w:numId w:val="487"/>
        </w:numPr>
        <w:ind w:left="709"/>
        <w:rPr>
          <w:color w:val="auto"/>
          <w:szCs w:val="22"/>
        </w:rPr>
      </w:pPr>
      <w:r w:rsidRPr="007B5A7D">
        <w:rPr>
          <w:color w:val="auto"/>
          <w:szCs w:val="22"/>
        </w:rPr>
        <w:t>wykopanie sadzonek z substratu (wyjęcie po wcześniejszym wyoraniu lub bez wyorania),</w:t>
      </w:r>
    </w:p>
    <w:p w:rsidR="00167B75" w:rsidRPr="007B5A7D" w:rsidRDefault="00167B75" w:rsidP="00167B75">
      <w:pPr>
        <w:pStyle w:val="listaopisROSTWLP"/>
        <w:numPr>
          <w:ilvl w:val="0"/>
          <w:numId w:val="487"/>
        </w:numPr>
        <w:ind w:left="709"/>
        <w:rPr>
          <w:color w:val="auto"/>
          <w:szCs w:val="22"/>
        </w:rPr>
      </w:pPr>
      <w:r w:rsidRPr="007B5A7D">
        <w:rPr>
          <w:color w:val="auto"/>
          <w:szCs w:val="22"/>
        </w:rPr>
        <w:t>wybranie sadzonek z substratu,</w:t>
      </w:r>
    </w:p>
    <w:p w:rsidR="00167B75" w:rsidRPr="007B5A7D" w:rsidRDefault="00167B75" w:rsidP="00167B75">
      <w:pPr>
        <w:pStyle w:val="listaopisROSTWLP"/>
        <w:numPr>
          <w:ilvl w:val="0"/>
          <w:numId w:val="487"/>
        </w:numPr>
        <w:ind w:left="709"/>
        <w:rPr>
          <w:color w:val="auto"/>
          <w:szCs w:val="22"/>
        </w:rPr>
      </w:pPr>
      <w:r w:rsidRPr="007B5A7D">
        <w:rPr>
          <w:color w:val="auto"/>
          <w:szCs w:val="22"/>
        </w:rPr>
        <w:t>rozkruszenie bryłki ziemi,</w:t>
      </w:r>
    </w:p>
    <w:p w:rsidR="00167B75" w:rsidRPr="007B5A7D" w:rsidRDefault="00167B75" w:rsidP="00167B75">
      <w:pPr>
        <w:pStyle w:val="listaopisROSTWLP"/>
        <w:numPr>
          <w:ilvl w:val="0"/>
          <w:numId w:val="487"/>
        </w:numPr>
        <w:ind w:left="709"/>
        <w:rPr>
          <w:color w:val="auto"/>
          <w:szCs w:val="22"/>
        </w:rPr>
      </w:pPr>
      <w:r w:rsidRPr="007B5A7D">
        <w:rPr>
          <w:color w:val="auto"/>
          <w:szCs w:val="22"/>
        </w:rPr>
        <w:t>wysortowanie i liczenie sadzonek spełniających określone parametry,</w:t>
      </w:r>
    </w:p>
    <w:p w:rsidR="00167B75" w:rsidRPr="007B5A7D" w:rsidRDefault="00167B75" w:rsidP="00167B75">
      <w:pPr>
        <w:pStyle w:val="listaopisROSTWLP"/>
        <w:numPr>
          <w:ilvl w:val="0"/>
          <w:numId w:val="487"/>
        </w:numPr>
        <w:ind w:left="709"/>
        <w:rPr>
          <w:color w:val="auto"/>
          <w:szCs w:val="22"/>
        </w:rPr>
      </w:pPr>
      <w:r w:rsidRPr="007B5A7D">
        <w:rPr>
          <w:color w:val="auto"/>
          <w:szCs w:val="22"/>
        </w:rPr>
        <w:t>tymczasowe zabezpieczenie przed wysychaniem przez zadołowanie lub układanie do pojemników (skrzynek lub worków),</w:t>
      </w:r>
    </w:p>
    <w:p w:rsidR="00167B75" w:rsidRPr="007B5A7D" w:rsidRDefault="00167B75" w:rsidP="00167B75">
      <w:pPr>
        <w:pStyle w:val="listaopisROSTWLP"/>
        <w:numPr>
          <w:ilvl w:val="0"/>
          <w:numId w:val="487"/>
        </w:numPr>
        <w:ind w:left="709"/>
        <w:rPr>
          <w:color w:val="auto"/>
          <w:szCs w:val="22"/>
        </w:rPr>
      </w:pPr>
      <w:r w:rsidRPr="007B5A7D">
        <w:rPr>
          <w:color w:val="auto"/>
          <w:szCs w:val="22"/>
        </w:rPr>
        <w:t>doniesienie do miejsca tymczasowego przechowywania, wskazanego przez Zamawiającego,</w:t>
      </w:r>
    </w:p>
    <w:p w:rsidR="00167B75" w:rsidRPr="007B5A7D" w:rsidRDefault="00167B75" w:rsidP="00167B75">
      <w:pPr>
        <w:pStyle w:val="listaopisROSTWLP"/>
        <w:numPr>
          <w:ilvl w:val="0"/>
          <w:numId w:val="487"/>
        </w:numPr>
        <w:ind w:left="709"/>
        <w:rPr>
          <w:color w:val="auto"/>
          <w:szCs w:val="22"/>
        </w:rPr>
      </w:pPr>
      <w:r w:rsidRPr="007B5A7D">
        <w:rPr>
          <w:color w:val="auto"/>
          <w:szCs w:val="22"/>
        </w:rPr>
        <w:t>zebranie i wywóz na wskazane miejsce odpadów sadzonek po sortowaniu,</w:t>
      </w:r>
    </w:p>
    <w:p w:rsidR="00167B75" w:rsidRPr="007B5A7D" w:rsidRDefault="00167B75" w:rsidP="00167B75">
      <w:pPr>
        <w:pStyle w:val="listaopisROSTWLP"/>
        <w:numPr>
          <w:ilvl w:val="0"/>
          <w:numId w:val="487"/>
        </w:numPr>
        <w:ind w:left="709"/>
        <w:rPr>
          <w:color w:val="auto"/>
          <w:szCs w:val="22"/>
        </w:rPr>
      </w:pPr>
      <w:r w:rsidRPr="007B5A7D">
        <w:rPr>
          <w:color w:val="auto"/>
          <w:szCs w:val="22"/>
        </w:rPr>
        <w:t>formowanie części nadziemnych sadzonek 2-3 letnich liściastych.</w:t>
      </w:r>
    </w:p>
    <w:p w:rsidR="00167B75" w:rsidRPr="007B5A7D" w:rsidRDefault="00167B75" w:rsidP="00167B75">
      <w:pPr>
        <w:rPr>
          <w:rFonts w:ascii="Cambria" w:hAnsi="Cambria"/>
          <w:sz w:val="22"/>
          <w:szCs w:val="22"/>
        </w:rPr>
      </w:pPr>
    </w:p>
    <w:p w:rsidR="00167B75" w:rsidRPr="007B5A7D" w:rsidRDefault="00167B75" w:rsidP="00167B75">
      <w:pPr>
        <w:pStyle w:val="N4ROSTWPL"/>
        <w:rPr>
          <w:color w:val="auto"/>
          <w:szCs w:val="22"/>
        </w:rPr>
      </w:pPr>
      <w:r w:rsidRPr="007B5A7D">
        <w:rPr>
          <w:color w:val="auto"/>
          <w:szCs w:val="22"/>
        </w:rPr>
        <w:t>Uwagi:</w:t>
      </w:r>
    </w:p>
    <w:p w:rsidR="00167B75" w:rsidRPr="007B5A7D" w:rsidRDefault="00167B75" w:rsidP="00167B75">
      <w:pPr>
        <w:pStyle w:val="listaopisROSTWLP"/>
        <w:numPr>
          <w:ilvl w:val="0"/>
          <w:numId w:val="488"/>
        </w:numPr>
        <w:rPr>
          <w:color w:val="auto"/>
          <w:szCs w:val="22"/>
        </w:rPr>
      </w:pPr>
      <w:r w:rsidRPr="007B5A7D">
        <w:rPr>
          <w:color w:val="auto"/>
          <w:szCs w:val="22"/>
        </w:rPr>
        <w:t xml:space="preserve">sadzonki należy sortować zgodnie z wymaganiami jakie powinien spełniać leśny materiał </w:t>
      </w:r>
      <w:proofErr w:type="spellStart"/>
      <w:r w:rsidRPr="007B5A7D">
        <w:rPr>
          <w:color w:val="auto"/>
          <w:szCs w:val="22"/>
        </w:rPr>
        <w:t>rozmnożeniowy</w:t>
      </w:r>
      <w:proofErr w:type="spellEnd"/>
      <w:r w:rsidRPr="007B5A7D">
        <w:rPr>
          <w:color w:val="auto"/>
          <w:szCs w:val="22"/>
        </w:rPr>
        <w:t xml:space="preserve"> lub zgodnie z wymaganiami odbiorcy.</w:t>
      </w:r>
    </w:p>
    <w:p w:rsidR="00167B75" w:rsidRPr="007B5A7D" w:rsidRDefault="00167B75" w:rsidP="00167B75">
      <w:pPr>
        <w:rPr>
          <w:rFonts w:ascii="Cambria" w:hAnsi="Cambria"/>
          <w:sz w:val="22"/>
          <w:szCs w:val="22"/>
        </w:rPr>
      </w:pPr>
    </w:p>
    <w:p w:rsidR="00167B75" w:rsidRPr="007B5A7D" w:rsidRDefault="00167B75" w:rsidP="00167B75">
      <w:pPr>
        <w:pStyle w:val="N4ROSTWPL"/>
        <w:rPr>
          <w:color w:val="auto"/>
          <w:szCs w:val="22"/>
        </w:rPr>
      </w:pPr>
      <w:r w:rsidRPr="007B5A7D">
        <w:rPr>
          <w:color w:val="auto"/>
          <w:szCs w:val="22"/>
        </w:rPr>
        <w:t>Procedura odbioru:</w:t>
      </w:r>
    </w:p>
    <w:p w:rsidR="00167B75" w:rsidRPr="007B5A7D" w:rsidRDefault="00167B75" w:rsidP="00167B75">
      <w:pPr>
        <w:pStyle w:val="listaopisROSTWLP"/>
        <w:numPr>
          <w:ilvl w:val="0"/>
          <w:numId w:val="489"/>
        </w:numPr>
        <w:rPr>
          <w:color w:val="auto"/>
          <w:szCs w:val="22"/>
        </w:rPr>
      </w:pPr>
      <w:r w:rsidRPr="007B5A7D">
        <w:rPr>
          <w:color w:val="auto"/>
          <w:szCs w:val="22"/>
        </w:rPr>
        <w:t xml:space="preserve">odbiór prac nastąpi poprzez zweryfikowanie prawidłowości ich wykonania ze zleceniem oraz poprzez policzenie na reprezentatywnych próbach i odniesienie tej ilości do całości.  </w:t>
      </w:r>
    </w:p>
    <w:p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rsidR="00167B75" w:rsidRPr="007B5A7D" w:rsidRDefault="00167B75" w:rsidP="00167B75">
      <w:pPr>
        <w:ind w:left="720"/>
        <w:rPr>
          <w:rFonts w:ascii="Cambria" w:hAnsi="Cambria"/>
          <w:bCs/>
          <w:sz w:val="22"/>
          <w:szCs w:val="22"/>
        </w:rPr>
      </w:pPr>
    </w:p>
    <w:p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 xml:space="preserve">Szkółkowanie siewek do gruntu </w:t>
            </w:r>
            <w:r w:rsidRPr="007B5A7D">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rFonts w:eastAsia="Verdana"/>
                <w:color w:val="auto"/>
                <w:szCs w:val="22"/>
              </w:rPr>
              <w:t>TSZT</w:t>
            </w:r>
          </w:p>
        </w:tc>
      </w:tr>
    </w:tbl>
    <w:p w:rsidR="00167B75" w:rsidRPr="007B5A7D" w:rsidRDefault="00167B75" w:rsidP="00167B75">
      <w:pPr>
        <w:pStyle w:val="Standard"/>
        <w:ind w:firstLine="142"/>
        <w:rPr>
          <w:rFonts w:ascii="Cambria" w:hAnsi="Cambria" w:cs="Arial"/>
          <w:sz w:val="22"/>
          <w:szCs w:val="22"/>
        </w:rPr>
      </w:pPr>
    </w:p>
    <w:p w:rsidR="00167B75" w:rsidRPr="007B5A7D" w:rsidRDefault="00167B75" w:rsidP="00167B75">
      <w:pPr>
        <w:pStyle w:val="N4ROSTWPL"/>
        <w:rPr>
          <w:color w:val="auto"/>
          <w:szCs w:val="22"/>
        </w:rPr>
      </w:pPr>
      <w:r w:rsidRPr="007B5A7D">
        <w:rPr>
          <w:color w:val="auto"/>
          <w:szCs w:val="22"/>
        </w:rPr>
        <w:t>Standard technologii prac obejmuje:</w:t>
      </w:r>
    </w:p>
    <w:p w:rsidR="00167B75" w:rsidRPr="007B5A7D" w:rsidRDefault="00167B75" w:rsidP="00167B75">
      <w:pPr>
        <w:pStyle w:val="listaopisROSTWLP"/>
        <w:numPr>
          <w:ilvl w:val="0"/>
          <w:numId w:val="490"/>
        </w:numPr>
        <w:rPr>
          <w:color w:val="auto"/>
          <w:szCs w:val="22"/>
        </w:rPr>
      </w:pPr>
      <w:r w:rsidRPr="007B5A7D">
        <w:rPr>
          <w:color w:val="auto"/>
          <w:szCs w:val="22"/>
        </w:rPr>
        <w:t>doniesienie lub dowóz materiału na powierzchnię szkółkowania,</w:t>
      </w:r>
    </w:p>
    <w:p w:rsidR="00167B75" w:rsidRPr="007B5A7D" w:rsidRDefault="00167B75" w:rsidP="00167B75">
      <w:pPr>
        <w:pStyle w:val="listaopisROSTWLP"/>
        <w:numPr>
          <w:ilvl w:val="0"/>
          <w:numId w:val="490"/>
        </w:numPr>
        <w:rPr>
          <w:color w:val="auto"/>
          <w:szCs w:val="22"/>
        </w:rPr>
      </w:pPr>
      <w:r w:rsidRPr="007B5A7D">
        <w:rPr>
          <w:color w:val="auto"/>
          <w:szCs w:val="22"/>
        </w:rPr>
        <w:t>szkółkowanie siewek wraz z ubiciem gleby wokół sadzonek.</w:t>
      </w:r>
    </w:p>
    <w:p w:rsidR="00167B75" w:rsidRPr="007B5A7D" w:rsidRDefault="00167B75" w:rsidP="00167B75">
      <w:pPr>
        <w:rPr>
          <w:rFonts w:ascii="Cambria" w:eastAsia="Verdana" w:hAnsi="Cambria"/>
          <w:kern w:val="1"/>
          <w:sz w:val="22"/>
          <w:szCs w:val="22"/>
          <w:lang w:eastAsia="zh-CN" w:bidi="hi-IN"/>
        </w:rPr>
      </w:pPr>
    </w:p>
    <w:p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rsidR="00167B75" w:rsidRPr="007B5A7D" w:rsidRDefault="00167B75" w:rsidP="00167B75">
      <w:pPr>
        <w:pStyle w:val="listaopisROSTWLP"/>
        <w:numPr>
          <w:ilvl w:val="0"/>
          <w:numId w:val="491"/>
        </w:numPr>
        <w:rPr>
          <w:color w:val="auto"/>
          <w:szCs w:val="22"/>
        </w:rPr>
      </w:pPr>
      <w:r w:rsidRPr="007B5A7D">
        <w:rPr>
          <w:color w:val="auto"/>
          <w:szCs w:val="22"/>
        </w:rPr>
        <w:t>materiał zapewnia Zamawiający.</w:t>
      </w:r>
    </w:p>
    <w:p w:rsidR="00167B75" w:rsidRPr="007B5A7D" w:rsidRDefault="00167B75" w:rsidP="00167B75">
      <w:pPr>
        <w:rPr>
          <w:rFonts w:ascii="Cambria" w:eastAsia="Verdana" w:hAnsi="Cambria"/>
          <w:kern w:val="1"/>
          <w:sz w:val="22"/>
          <w:szCs w:val="22"/>
          <w:lang w:eastAsia="zh-CN" w:bidi="hi-IN"/>
        </w:rPr>
      </w:pPr>
    </w:p>
    <w:p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rsidR="00167B75" w:rsidRPr="007B5A7D" w:rsidRDefault="00167B75" w:rsidP="00167B75">
      <w:pPr>
        <w:pStyle w:val="listaopisROSTWLP"/>
        <w:numPr>
          <w:ilvl w:val="0"/>
          <w:numId w:val="492"/>
        </w:numPr>
        <w:rPr>
          <w:color w:val="auto"/>
          <w:szCs w:val="22"/>
        </w:rPr>
      </w:pPr>
      <w:r w:rsidRPr="007B5A7D">
        <w:rPr>
          <w:color w:val="auto"/>
          <w:szCs w:val="22"/>
        </w:rPr>
        <w:t>odbiór prac nastąpi poprzez zweryfikowanie prawidłowości ich wykonania z opisem czynności i zleceniem oraz poprzez policzenie na reprezentatywnych próbach i odniesienie tej ilości do całości.</w:t>
      </w:r>
    </w:p>
    <w:p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rFonts w:eastAsia="Verdana"/>
                <w:color w:val="auto"/>
                <w:szCs w:val="22"/>
              </w:rPr>
              <w:t xml:space="preserve">TSZT </w:t>
            </w:r>
          </w:p>
        </w:tc>
      </w:tr>
      <w:tr w:rsidR="00167B75" w:rsidRPr="007B5A7D" w:rsidTr="009F7B6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rFonts w:eastAsia="Verdana"/>
                <w:color w:val="auto"/>
                <w:szCs w:val="22"/>
              </w:rPr>
            </w:pPr>
            <w:r w:rsidRPr="007B5A7D">
              <w:rPr>
                <w:rFonts w:eastAsia="Verdana"/>
                <w:color w:val="auto"/>
                <w:szCs w:val="22"/>
              </w:rPr>
              <w:t>TSZT</w:t>
            </w:r>
          </w:p>
        </w:tc>
      </w:tr>
    </w:tbl>
    <w:p w:rsidR="00167B75" w:rsidRPr="007B5A7D" w:rsidRDefault="00167B75" w:rsidP="00167B75">
      <w:pPr>
        <w:pStyle w:val="Standard"/>
        <w:ind w:firstLine="142"/>
        <w:rPr>
          <w:rFonts w:ascii="Cambria" w:hAnsi="Cambria" w:cs="Arial"/>
          <w:sz w:val="22"/>
          <w:szCs w:val="22"/>
        </w:rPr>
      </w:pPr>
    </w:p>
    <w:p w:rsidR="00167B75" w:rsidRPr="007B5A7D" w:rsidRDefault="00167B75" w:rsidP="00167B75">
      <w:pPr>
        <w:pStyle w:val="N4ROSTWPL"/>
        <w:rPr>
          <w:color w:val="auto"/>
          <w:szCs w:val="22"/>
        </w:rPr>
      </w:pPr>
      <w:r w:rsidRPr="007B5A7D">
        <w:rPr>
          <w:color w:val="auto"/>
          <w:szCs w:val="22"/>
        </w:rPr>
        <w:t>Standard technologii prac obejmuje:</w:t>
      </w:r>
    </w:p>
    <w:p w:rsidR="00167B75" w:rsidRPr="007B5A7D" w:rsidRDefault="00167B75" w:rsidP="00167B75">
      <w:pPr>
        <w:pStyle w:val="listaopisROSTWLP"/>
        <w:numPr>
          <w:ilvl w:val="0"/>
          <w:numId w:val="493"/>
        </w:numPr>
        <w:rPr>
          <w:color w:val="auto"/>
          <w:szCs w:val="22"/>
        </w:rPr>
      </w:pPr>
      <w:r w:rsidRPr="007B5A7D">
        <w:rPr>
          <w:color w:val="auto"/>
          <w:szCs w:val="22"/>
        </w:rPr>
        <w:t>doniesienie lub dowóz sadzonek na powierzchnię szkółkowania,</w:t>
      </w:r>
    </w:p>
    <w:p w:rsidR="00167B75" w:rsidRPr="007B5A7D" w:rsidRDefault="00167B75" w:rsidP="00167B75">
      <w:pPr>
        <w:pStyle w:val="listaopisROSTWLP"/>
        <w:numPr>
          <w:ilvl w:val="0"/>
          <w:numId w:val="493"/>
        </w:numPr>
        <w:rPr>
          <w:color w:val="auto"/>
          <w:szCs w:val="22"/>
        </w:rPr>
      </w:pPr>
      <w:r w:rsidRPr="007B5A7D">
        <w:rPr>
          <w:color w:val="auto"/>
          <w:szCs w:val="22"/>
        </w:rPr>
        <w:t>napełnienie doniczek, kaset itp.  substratem,</w:t>
      </w:r>
    </w:p>
    <w:p w:rsidR="00167B75" w:rsidRPr="007B5A7D" w:rsidRDefault="00167B75" w:rsidP="00167B75">
      <w:pPr>
        <w:pStyle w:val="listaopisROSTWLP"/>
        <w:numPr>
          <w:ilvl w:val="0"/>
          <w:numId w:val="493"/>
        </w:numPr>
        <w:rPr>
          <w:color w:val="auto"/>
          <w:szCs w:val="22"/>
        </w:rPr>
      </w:pPr>
      <w:r w:rsidRPr="007B5A7D">
        <w:rPr>
          <w:color w:val="auto"/>
          <w:szCs w:val="22"/>
        </w:rPr>
        <w:t>przygotowanie zrzezów,</w:t>
      </w:r>
    </w:p>
    <w:p w:rsidR="00167B75" w:rsidRPr="007B5A7D" w:rsidRDefault="00167B75" w:rsidP="00167B75">
      <w:pPr>
        <w:pStyle w:val="listaopisROSTWLP"/>
        <w:numPr>
          <w:ilvl w:val="0"/>
          <w:numId w:val="493"/>
        </w:numPr>
        <w:rPr>
          <w:color w:val="auto"/>
          <w:szCs w:val="22"/>
        </w:rPr>
      </w:pPr>
      <w:r w:rsidRPr="007B5A7D">
        <w:rPr>
          <w:color w:val="auto"/>
          <w:szCs w:val="22"/>
        </w:rPr>
        <w:t>wykonanie szpary,</w:t>
      </w:r>
    </w:p>
    <w:p w:rsidR="00167B75" w:rsidRPr="007B5A7D" w:rsidRDefault="00167B75" w:rsidP="00167B75">
      <w:pPr>
        <w:pStyle w:val="listaopisROSTWLP"/>
        <w:numPr>
          <w:ilvl w:val="0"/>
          <w:numId w:val="493"/>
        </w:numPr>
        <w:rPr>
          <w:color w:val="auto"/>
          <w:szCs w:val="22"/>
        </w:rPr>
      </w:pPr>
      <w:r w:rsidRPr="007B5A7D">
        <w:rPr>
          <w:color w:val="auto"/>
          <w:szCs w:val="22"/>
        </w:rPr>
        <w:t>szkółkowanie,</w:t>
      </w:r>
    </w:p>
    <w:p w:rsidR="00167B75" w:rsidRPr="007B5A7D" w:rsidRDefault="00167B75" w:rsidP="00167B75">
      <w:pPr>
        <w:pStyle w:val="listaopisROSTWLP"/>
        <w:numPr>
          <w:ilvl w:val="0"/>
          <w:numId w:val="493"/>
        </w:numPr>
        <w:rPr>
          <w:color w:val="auto"/>
          <w:szCs w:val="22"/>
        </w:rPr>
      </w:pPr>
      <w:r w:rsidRPr="007B5A7D">
        <w:rPr>
          <w:color w:val="auto"/>
          <w:szCs w:val="22"/>
        </w:rPr>
        <w:t>ukorzenienie zrzezów,</w:t>
      </w:r>
    </w:p>
    <w:p w:rsidR="00167B75" w:rsidRPr="007B5A7D" w:rsidRDefault="00167B75" w:rsidP="00167B75">
      <w:pPr>
        <w:pStyle w:val="listaopisROSTWLP"/>
        <w:numPr>
          <w:ilvl w:val="0"/>
          <w:numId w:val="493"/>
        </w:numPr>
        <w:rPr>
          <w:color w:val="auto"/>
          <w:szCs w:val="22"/>
        </w:rPr>
      </w:pPr>
      <w:r w:rsidRPr="007B5A7D">
        <w:rPr>
          <w:color w:val="auto"/>
          <w:szCs w:val="22"/>
        </w:rPr>
        <w:t>ubicie substratu wokół sadzonek.</w:t>
      </w:r>
    </w:p>
    <w:p w:rsidR="00167B75" w:rsidRPr="007B5A7D" w:rsidRDefault="00167B75" w:rsidP="00167B75">
      <w:pPr>
        <w:pStyle w:val="N4ROSTWPL"/>
        <w:rPr>
          <w:color w:val="auto"/>
          <w:szCs w:val="22"/>
        </w:rPr>
      </w:pPr>
    </w:p>
    <w:p w:rsidR="00167B75" w:rsidRPr="007B5A7D" w:rsidRDefault="00167B75" w:rsidP="00167B75">
      <w:pPr>
        <w:pStyle w:val="N4ROSTWPL"/>
        <w:rPr>
          <w:color w:val="auto"/>
          <w:szCs w:val="22"/>
        </w:rPr>
      </w:pPr>
      <w:r w:rsidRPr="007B5A7D">
        <w:rPr>
          <w:color w:val="auto"/>
          <w:szCs w:val="22"/>
        </w:rPr>
        <w:t>Uwagi:</w:t>
      </w:r>
    </w:p>
    <w:p w:rsidR="00167B75" w:rsidRPr="007B5A7D" w:rsidRDefault="00167B75" w:rsidP="00167B75">
      <w:pPr>
        <w:pStyle w:val="listaopisROSTWLP"/>
        <w:numPr>
          <w:ilvl w:val="0"/>
          <w:numId w:val="494"/>
        </w:numPr>
        <w:rPr>
          <w:color w:val="auto"/>
          <w:szCs w:val="22"/>
        </w:rPr>
      </w:pPr>
      <w:r w:rsidRPr="007B5A7D">
        <w:rPr>
          <w:color w:val="auto"/>
          <w:szCs w:val="22"/>
        </w:rPr>
        <w:t>materiał zapewnia Zamawiający.</w:t>
      </w:r>
    </w:p>
    <w:p w:rsidR="00167B75" w:rsidRPr="007B5A7D" w:rsidRDefault="00167B75" w:rsidP="00167B75">
      <w:pPr>
        <w:pStyle w:val="listaopisROSTWLP"/>
        <w:numPr>
          <w:ilvl w:val="0"/>
          <w:numId w:val="0"/>
        </w:numPr>
        <w:ind w:left="720"/>
        <w:rPr>
          <w:color w:val="auto"/>
          <w:szCs w:val="22"/>
        </w:rPr>
      </w:pPr>
    </w:p>
    <w:p w:rsidR="00167B75" w:rsidRPr="007B5A7D" w:rsidRDefault="00167B75" w:rsidP="00167B75">
      <w:pPr>
        <w:pStyle w:val="N4ROSTWPL"/>
        <w:rPr>
          <w:color w:val="auto"/>
          <w:szCs w:val="22"/>
        </w:rPr>
      </w:pPr>
      <w:r w:rsidRPr="007B5A7D">
        <w:rPr>
          <w:color w:val="auto"/>
          <w:szCs w:val="22"/>
        </w:rPr>
        <w:t>Procedura odbioru:</w:t>
      </w:r>
    </w:p>
    <w:p w:rsidR="00167B75" w:rsidRPr="007B5A7D" w:rsidRDefault="00167B75" w:rsidP="00167B75">
      <w:pPr>
        <w:pStyle w:val="listaopisROSTWLP"/>
        <w:numPr>
          <w:ilvl w:val="0"/>
          <w:numId w:val="495"/>
        </w:numPr>
        <w:rPr>
          <w:color w:val="auto"/>
          <w:szCs w:val="22"/>
        </w:rPr>
      </w:pPr>
      <w:r w:rsidRPr="007B5A7D">
        <w:rPr>
          <w:color w:val="auto"/>
          <w:szCs w:val="22"/>
        </w:rPr>
        <w:t xml:space="preserve">odbiór prac nastąpi poprzez zweryfikowanie prawidłowości ich wykonania ze zleceniem oraz poprzez policzenie doniczek z </w:t>
      </w:r>
      <w:proofErr w:type="spellStart"/>
      <w:r w:rsidRPr="007B5A7D">
        <w:rPr>
          <w:color w:val="auto"/>
          <w:szCs w:val="22"/>
        </w:rPr>
        <w:t>zaszkółkowanymi</w:t>
      </w:r>
      <w:proofErr w:type="spellEnd"/>
      <w:r w:rsidRPr="007B5A7D">
        <w:rPr>
          <w:color w:val="auto"/>
          <w:szCs w:val="22"/>
        </w:rPr>
        <w:t xml:space="preserve"> sadzonkami.  </w:t>
      </w:r>
    </w:p>
    <w:p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w:t>
      </w:r>
    </w:p>
    <w:p w:rsidR="00167B75" w:rsidRPr="007B5A7D" w:rsidRDefault="00167B75" w:rsidP="00167B7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rFonts w:eastAsia="Verdana"/>
                <w:color w:val="auto"/>
                <w:szCs w:val="22"/>
              </w:rPr>
              <w:t>TSZT</w:t>
            </w:r>
          </w:p>
        </w:tc>
      </w:tr>
    </w:tbl>
    <w:p w:rsidR="00167B75" w:rsidRPr="007B5A7D" w:rsidRDefault="00167B75" w:rsidP="00167B75">
      <w:pPr>
        <w:pStyle w:val="Standard"/>
        <w:ind w:firstLine="142"/>
        <w:rPr>
          <w:rFonts w:ascii="Cambria" w:hAnsi="Cambria" w:cs="Arial"/>
          <w:sz w:val="22"/>
          <w:szCs w:val="22"/>
        </w:rPr>
      </w:pPr>
    </w:p>
    <w:p w:rsidR="00167B75" w:rsidRPr="007B5A7D" w:rsidRDefault="00167B75" w:rsidP="00167B75">
      <w:pPr>
        <w:pStyle w:val="N4ROSTWPL"/>
        <w:rPr>
          <w:color w:val="auto"/>
          <w:szCs w:val="22"/>
        </w:rPr>
      </w:pPr>
      <w:r w:rsidRPr="007B5A7D">
        <w:rPr>
          <w:color w:val="auto"/>
          <w:szCs w:val="22"/>
        </w:rPr>
        <w:t>Standard technologii prac obejmuje:</w:t>
      </w:r>
    </w:p>
    <w:p w:rsidR="00167B75" w:rsidRPr="007B5A7D" w:rsidRDefault="00167B75" w:rsidP="00167B75">
      <w:pPr>
        <w:pStyle w:val="listaopisROSTWLP"/>
        <w:numPr>
          <w:ilvl w:val="0"/>
          <w:numId w:val="496"/>
        </w:numPr>
        <w:rPr>
          <w:color w:val="auto"/>
          <w:szCs w:val="22"/>
        </w:rPr>
      </w:pPr>
      <w:r w:rsidRPr="007B5A7D">
        <w:rPr>
          <w:color w:val="auto"/>
          <w:szCs w:val="22"/>
        </w:rPr>
        <w:t>przygotowanie i dowiezienie substratu do miejsca napełniania wskazanego przez Zamawiającego,</w:t>
      </w:r>
    </w:p>
    <w:p w:rsidR="00167B75" w:rsidRPr="007B5A7D" w:rsidRDefault="00167B75" w:rsidP="00167B75">
      <w:pPr>
        <w:pStyle w:val="listaopisROSTWLP"/>
        <w:numPr>
          <w:ilvl w:val="0"/>
          <w:numId w:val="496"/>
        </w:numPr>
        <w:rPr>
          <w:color w:val="auto"/>
          <w:szCs w:val="22"/>
        </w:rPr>
      </w:pPr>
      <w:r w:rsidRPr="007B5A7D">
        <w:rPr>
          <w:color w:val="auto"/>
          <w:szCs w:val="22"/>
        </w:rPr>
        <w:t>napełnienie doniczek, woreczków itp.  substratem,</w:t>
      </w:r>
    </w:p>
    <w:p w:rsidR="00167B75" w:rsidRPr="007B5A7D" w:rsidRDefault="00167B75" w:rsidP="00167B75">
      <w:pPr>
        <w:pStyle w:val="listaopisROSTWLP"/>
        <w:numPr>
          <w:ilvl w:val="0"/>
          <w:numId w:val="496"/>
        </w:numPr>
        <w:rPr>
          <w:color w:val="auto"/>
          <w:szCs w:val="22"/>
        </w:rPr>
      </w:pPr>
      <w:r w:rsidRPr="007B5A7D">
        <w:rPr>
          <w:color w:val="auto"/>
          <w:szCs w:val="22"/>
        </w:rPr>
        <w:lastRenderedPageBreak/>
        <w:t>ubicie substratu,</w:t>
      </w:r>
    </w:p>
    <w:p w:rsidR="00167B75" w:rsidRPr="007B5A7D" w:rsidRDefault="00167B75" w:rsidP="00167B75">
      <w:pPr>
        <w:pStyle w:val="listaopisROSTWLP"/>
        <w:numPr>
          <w:ilvl w:val="0"/>
          <w:numId w:val="496"/>
        </w:numPr>
        <w:rPr>
          <w:color w:val="auto"/>
          <w:szCs w:val="22"/>
        </w:rPr>
      </w:pPr>
      <w:r w:rsidRPr="007B5A7D">
        <w:rPr>
          <w:color w:val="auto"/>
          <w:szCs w:val="22"/>
        </w:rPr>
        <w:t>odniesienie doniczek, woreczków itp. do miejsca składowania wskazanego przez Zamawiającego.</w:t>
      </w:r>
    </w:p>
    <w:p w:rsidR="00167B75" w:rsidRPr="007B5A7D" w:rsidRDefault="00167B75" w:rsidP="00167B75">
      <w:pPr>
        <w:rPr>
          <w:rFonts w:ascii="Cambria" w:hAnsi="Cambria"/>
          <w:sz w:val="22"/>
          <w:szCs w:val="22"/>
        </w:rPr>
      </w:pPr>
    </w:p>
    <w:p w:rsidR="00167B75" w:rsidRPr="007B5A7D" w:rsidRDefault="00167B75" w:rsidP="00167B75">
      <w:pPr>
        <w:pStyle w:val="N4ROSTWPL"/>
        <w:rPr>
          <w:color w:val="auto"/>
          <w:szCs w:val="22"/>
        </w:rPr>
      </w:pPr>
      <w:r w:rsidRPr="007B5A7D">
        <w:rPr>
          <w:color w:val="auto"/>
          <w:szCs w:val="22"/>
        </w:rPr>
        <w:t>Uwagi:</w:t>
      </w:r>
    </w:p>
    <w:p w:rsidR="00167B75" w:rsidRPr="007B5A7D" w:rsidRDefault="00167B75" w:rsidP="00167B75">
      <w:pPr>
        <w:pStyle w:val="listaopisROSTWLP"/>
        <w:numPr>
          <w:ilvl w:val="0"/>
          <w:numId w:val="497"/>
        </w:numPr>
        <w:rPr>
          <w:color w:val="auto"/>
          <w:szCs w:val="22"/>
        </w:rPr>
      </w:pPr>
      <w:r w:rsidRPr="007B5A7D">
        <w:rPr>
          <w:color w:val="auto"/>
          <w:szCs w:val="22"/>
        </w:rPr>
        <w:t>materiał zapewnia Zamawiający.</w:t>
      </w:r>
    </w:p>
    <w:p w:rsidR="00167B75" w:rsidRPr="007B5A7D" w:rsidRDefault="00167B75" w:rsidP="00167B75">
      <w:pPr>
        <w:pStyle w:val="Standard"/>
        <w:ind w:firstLine="142"/>
        <w:rPr>
          <w:rFonts w:ascii="Cambria" w:hAnsi="Cambria" w:cs="Arial"/>
          <w:sz w:val="22"/>
          <w:szCs w:val="22"/>
        </w:rPr>
      </w:pPr>
    </w:p>
    <w:p w:rsidR="00167B75" w:rsidRPr="007B5A7D" w:rsidRDefault="00167B75" w:rsidP="00167B75">
      <w:pPr>
        <w:pStyle w:val="N4ROSTWPL"/>
        <w:rPr>
          <w:color w:val="auto"/>
          <w:szCs w:val="22"/>
        </w:rPr>
      </w:pPr>
      <w:r w:rsidRPr="007B5A7D">
        <w:rPr>
          <w:color w:val="auto"/>
          <w:szCs w:val="22"/>
        </w:rPr>
        <w:t>Procedura odbioru:</w:t>
      </w:r>
    </w:p>
    <w:p w:rsidR="00167B75" w:rsidRPr="007B5A7D" w:rsidRDefault="00167B75" w:rsidP="00167B75">
      <w:pPr>
        <w:pStyle w:val="listaopisROSTWLP"/>
        <w:numPr>
          <w:ilvl w:val="0"/>
          <w:numId w:val="498"/>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rFonts w:eastAsia="Verdana"/>
                <w:color w:val="auto"/>
                <w:szCs w:val="22"/>
              </w:rPr>
              <w:t>TSZT</w:t>
            </w:r>
          </w:p>
        </w:tc>
      </w:tr>
    </w:tbl>
    <w:p w:rsidR="00167B75" w:rsidRPr="007B5A7D" w:rsidRDefault="00167B75" w:rsidP="00167B75">
      <w:pPr>
        <w:rPr>
          <w:rFonts w:ascii="Cambria" w:hAnsi="Cambria"/>
          <w:sz w:val="22"/>
          <w:szCs w:val="22"/>
        </w:rPr>
      </w:pPr>
    </w:p>
    <w:p w:rsidR="00167B75" w:rsidRPr="007B5A7D" w:rsidRDefault="00167B75" w:rsidP="00167B75">
      <w:pPr>
        <w:pStyle w:val="N4ROSTWPL"/>
        <w:rPr>
          <w:color w:val="auto"/>
          <w:szCs w:val="22"/>
        </w:rPr>
      </w:pPr>
      <w:r w:rsidRPr="007B5A7D">
        <w:rPr>
          <w:color w:val="auto"/>
          <w:szCs w:val="22"/>
        </w:rPr>
        <w:t>Standard technologii prac obejmuje:</w:t>
      </w:r>
    </w:p>
    <w:p w:rsidR="00167B75" w:rsidRPr="007B5A7D" w:rsidRDefault="00167B75" w:rsidP="00167B75">
      <w:pPr>
        <w:pStyle w:val="listaopisROSTWLP"/>
        <w:numPr>
          <w:ilvl w:val="0"/>
          <w:numId w:val="499"/>
        </w:numPr>
        <w:rPr>
          <w:color w:val="auto"/>
          <w:szCs w:val="22"/>
        </w:rPr>
      </w:pPr>
      <w:r w:rsidRPr="007B5A7D">
        <w:rPr>
          <w:color w:val="auto"/>
          <w:szCs w:val="22"/>
        </w:rPr>
        <w:t>przygotowanie i dowiezienie materiałów potrzebnych do wykonania woreczków do miejsca woreczków (cylindrów),</w:t>
      </w:r>
    </w:p>
    <w:p w:rsidR="00167B75" w:rsidRPr="007B5A7D" w:rsidRDefault="00167B75" w:rsidP="00167B75">
      <w:pPr>
        <w:pStyle w:val="listaopisROSTWLP"/>
        <w:numPr>
          <w:ilvl w:val="0"/>
          <w:numId w:val="499"/>
        </w:numPr>
        <w:rPr>
          <w:color w:val="auto"/>
          <w:szCs w:val="22"/>
        </w:rPr>
      </w:pPr>
      <w:r w:rsidRPr="007B5A7D">
        <w:rPr>
          <w:color w:val="auto"/>
          <w:szCs w:val="22"/>
        </w:rPr>
        <w:t>wykonanie woreczków (cylindrów) na sadzonki,</w:t>
      </w:r>
    </w:p>
    <w:p w:rsidR="00167B75" w:rsidRPr="007B5A7D" w:rsidRDefault="00167B75" w:rsidP="00167B75">
      <w:pPr>
        <w:pStyle w:val="listaopisROSTWLP"/>
        <w:numPr>
          <w:ilvl w:val="0"/>
          <w:numId w:val="499"/>
        </w:numPr>
        <w:rPr>
          <w:color w:val="auto"/>
          <w:szCs w:val="22"/>
        </w:rPr>
      </w:pPr>
      <w:r w:rsidRPr="007B5A7D">
        <w:rPr>
          <w:color w:val="auto"/>
          <w:szCs w:val="22"/>
        </w:rPr>
        <w:t>odniesienie wykonanych woreczków na miejsce wskazane przez Zamawiającego.</w:t>
      </w:r>
    </w:p>
    <w:p w:rsidR="00167B75" w:rsidRPr="007B5A7D" w:rsidRDefault="00167B75" w:rsidP="00167B75">
      <w:pPr>
        <w:rPr>
          <w:rFonts w:ascii="Cambria" w:eastAsia="Verdana" w:hAnsi="Cambria"/>
          <w:kern w:val="1"/>
          <w:sz w:val="22"/>
          <w:szCs w:val="22"/>
          <w:lang w:eastAsia="zh-CN" w:bidi="hi-IN"/>
        </w:rPr>
      </w:pPr>
    </w:p>
    <w:p w:rsidR="00167B75" w:rsidRPr="007B5A7D" w:rsidRDefault="00167B75" w:rsidP="00167B75">
      <w:pPr>
        <w:pStyle w:val="N4ROSTWPL"/>
        <w:rPr>
          <w:color w:val="auto"/>
          <w:szCs w:val="22"/>
        </w:rPr>
      </w:pPr>
      <w:r w:rsidRPr="007B5A7D">
        <w:rPr>
          <w:color w:val="auto"/>
          <w:szCs w:val="22"/>
        </w:rPr>
        <w:t>Uwagi:</w:t>
      </w:r>
    </w:p>
    <w:p w:rsidR="00167B75" w:rsidRPr="007B5A7D" w:rsidRDefault="00167B75" w:rsidP="00167B75">
      <w:pPr>
        <w:pStyle w:val="listaopisROSTWLP"/>
        <w:numPr>
          <w:ilvl w:val="0"/>
          <w:numId w:val="500"/>
        </w:numPr>
        <w:rPr>
          <w:color w:val="auto"/>
          <w:szCs w:val="22"/>
        </w:rPr>
      </w:pPr>
      <w:r w:rsidRPr="007B5A7D">
        <w:rPr>
          <w:color w:val="auto"/>
          <w:szCs w:val="22"/>
        </w:rPr>
        <w:t>materiał zapewnia Zamawiający.</w:t>
      </w:r>
    </w:p>
    <w:p w:rsidR="00167B75" w:rsidRPr="007B5A7D" w:rsidRDefault="00167B75" w:rsidP="00167B75">
      <w:pPr>
        <w:rPr>
          <w:rFonts w:ascii="Cambria" w:hAnsi="Cambria"/>
          <w:sz w:val="22"/>
          <w:szCs w:val="22"/>
        </w:rPr>
      </w:pPr>
    </w:p>
    <w:p w:rsidR="00167B75" w:rsidRPr="007B5A7D" w:rsidRDefault="00167B75" w:rsidP="00167B75">
      <w:pPr>
        <w:pStyle w:val="N4ROSTWPL"/>
        <w:rPr>
          <w:color w:val="auto"/>
          <w:szCs w:val="22"/>
        </w:rPr>
      </w:pPr>
      <w:r w:rsidRPr="007B5A7D">
        <w:rPr>
          <w:color w:val="auto"/>
          <w:szCs w:val="22"/>
        </w:rPr>
        <w:t>Procedura odbioru:</w:t>
      </w:r>
    </w:p>
    <w:p w:rsidR="00167B75" w:rsidRPr="007B5A7D" w:rsidRDefault="00167B75" w:rsidP="00167B75">
      <w:pPr>
        <w:pStyle w:val="listaopisROSTWLP"/>
        <w:numPr>
          <w:ilvl w:val="0"/>
          <w:numId w:val="501"/>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rsidR="00167B75" w:rsidRPr="007B5A7D" w:rsidRDefault="00167B75" w:rsidP="00167B7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rsidR="00167B75" w:rsidRPr="007B5A7D" w:rsidRDefault="00167B75" w:rsidP="00167B75">
      <w:pPr>
        <w:pStyle w:val="Standard"/>
        <w:ind w:firstLine="142"/>
        <w:rPr>
          <w:rFonts w:ascii="Cambria" w:hAnsi="Cambria" w:cs="Arial"/>
          <w:sz w:val="22"/>
          <w:szCs w:val="22"/>
        </w:rPr>
      </w:pPr>
    </w:p>
    <w:p w:rsidR="00167B75" w:rsidRPr="007B5A7D" w:rsidRDefault="00167B75" w:rsidP="00167B75">
      <w:pPr>
        <w:pStyle w:val="N4ROSTWPL"/>
        <w:rPr>
          <w:color w:val="auto"/>
          <w:szCs w:val="22"/>
        </w:rPr>
      </w:pPr>
      <w:r w:rsidRPr="007B5A7D">
        <w:rPr>
          <w:color w:val="auto"/>
          <w:szCs w:val="22"/>
        </w:rPr>
        <w:t>Standard technologii prac obejmuje:</w:t>
      </w:r>
    </w:p>
    <w:p w:rsidR="00167B75" w:rsidRPr="007B5A7D" w:rsidRDefault="00167B75" w:rsidP="00167B75">
      <w:pPr>
        <w:pStyle w:val="listaopisROSTWLP"/>
        <w:numPr>
          <w:ilvl w:val="0"/>
          <w:numId w:val="502"/>
        </w:numPr>
        <w:rPr>
          <w:color w:val="auto"/>
          <w:szCs w:val="22"/>
        </w:rPr>
      </w:pPr>
      <w:r w:rsidRPr="007B5A7D">
        <w:rPr>
          <w:color w:val="auto"/>
          <w:szCs w:val="22"/>
        </w:rPr>
        <w:t>doniesienie lub dowóz nasion na miejsce składowania doniczek,</w:t>
      </w:r>
    </w:p>
    <w:p w:rsidR="00167B75" w:rsidRPr="007B5A7D" w:rsidRDefault="00167B75" w:rsidP="00167B75">
      <w:pPr>
        <w:pStyle w:val="listaopisROSTWLP"/>
        <w:numPr>
          <w:ilvl w:val="0"/>
          <w:numId w:val="502"/>
        </w:numPr>
        <w:rPr>
          <w:color w:val="auto"/>
          <w:szCs w:val="22"/>
        </w:rPr>
      </w:pPr>
      <w:r w:rsidRPr="007B5A7D">
        <w:rPr>
          <w:color w:val="auto"/>
          <w:szCs w:val="22"/>
        </w:rPr>
        <w:t>siew nasion do doniczek,</w:t>
      </w:r>
    </w:p>
    <w:p w:rsidR="00167B75" w:rsidRPr="007B5A7D" w:rsidRDefault="00167B75" w:rsidP="00167B75">
      <w:pPr>
        <w:pStyle w:val="listaopisROSTWLP"/>
        <w:numPr>
          <w:ilvl w:val="0"/>
          <w:numId w:val="502"/>
        </w:numPr>
        <w:rPr>
          <w:color w:val="auto"/>
          <w:szCs w:val="22"/>
        </w:rPr>
      </w:pPr>
      <w:r w:rsidRPr="007B5A7D">
        <w:rPr>
          <w:color w:val="auto"/>
          <w:szCs w:val="22"/>
        </w:rPr>
        <w:t>przykrycie lub poprawienie przykrycia nasion,</w:t>
      </w:r>
    </w:p>
    <w:p w:rsidR="00167B75" w:rsidRPr="007B5A7D" w:rsidRDefault="00167B75" w:rsidP="00167B75">
      <w:pPr>
        <w:pStyle w:val="listaopisROSTWLP"/>
        <w:numPr>
          <w:ilvl w:val="0"/>
          <w:numId w:val="502"/>
        </w:numPr>
        <w:rPr>
          <w:color w:val="auto"/>
          <w:szCs w:val="22"/>
        </w:rPr>
      </w:pPr>
      <w:r w:rsidRPr="007B5A7D">
        <w:rPr>
          <w:color w:val="auto"/>
          <w:szCs w:val="22"/>
        </w:rPr>
        <w:t>odniesienie zasianych doniczek w miejsce wskazane przez Zamawiającego.</w:t>
      </w:r>
    </w:p>
    <w:p w:rsidR="00167B75" w:rsidRPr="007B5A7D" w:rsidRDefault="00167B75" w:rsidP="00167B75">
      <w:pPr>
        <w:rPr>
          <w:rFonts w:ascii="Cambria" w:hAnsi="Cambria"/>
          <w:sz w:val="22"/>
          <w:szCs w:val="22"/>
        </w:rPr>
      </w:pPr>
    </w:p>
    <w:p w:rsidR="00167B75" w:rsidRPr="007B5A7D" w:rsidRDefault="00167B75" w:rsidP="00167B75">
      <w:pPr>
        <w:pStyle w:val="N4ROSTWPL"/>
        <w:rPr>
          <w:color w:val="auto"/>
          <w:szCs w:val="22"/>
        </w:rPr>
      </w:pPr>
      <w:r w:rsidRPr="007B5A7D">
        <w:rPr>
          <w:color w:val="auto"/>
          <w:szCs w:val="22"/>
        </w:rPr>
        <w:t>Uwagi:</w:t>
      </w:r>
    </w:p>
    <w:p w:rsidR="00167B75" w:rsidRPr="007B5A7D" w:rsidRDefault="00167B75" w:rsidP="00167B75">
      <w:pPr>
        <w:pStyle w:val="listaopisROSTWLP"/>
        <w:numPr>
          <w:ilvl w:val="0"/>
          <w:numId w:val="503"/>
        </w:numPr>
        <w:rPr>
          <w:color w:val="auto"/>
          <w:szCs w:val="22"/>
        </w:rPr>
      </w:pPr>
      <w:r w:rsidRPr="007B5A7D">
        <w:rPr>
          <w:color w:val="auto"/>
          <w:szCs w:val="22"/>
        </w:rPr>
        <w:t>materiał zapewnia Zamawiający.</w:t>
      </w:r>
    </w:p>
    <w:p w:rsidR="00167B75" w:rsidRPr="007B5A7D" w:rsidRDefault="00167B75" w:rsidP="00167B75">
      <w:pPr>
        <w:pStyle w:val="listaopisROSTWLP"/>
        <w:numPr>
          <w:ilvl w:val="0"/>
          <w:numId w:val="0"/>
        </w:numPr>
        <w:ind w:left="720"/>
        <w:rPr>
          <w:color w:val="auto"/>
          <w:szCs w:val="22"/>
        </w:rPr>
      </w:pPr>
    </w:p>
    <w:p w:rsidR="00167B75" w:rsidRPr="007B5A7D" w:rsidRDefault="00167B75" w:rsidP="00167B75">
      <w:pPr>
        <w:pStyle w:val="N4ROSTWPL"/>
        <w:rPr>
          <w:color w:val="auto"/>
          <w:szCs w:val="22"/>
        </w:rPr>
      </w:pPr>
      <w:r w:rsidRPr="007B5A7D">
        <w:rPr>
          <w:color w:val="auto"/>
          <w:szCs w:val="22"/>
        </w:rPr>
        <w:t>Procedura odbioru:</w:t>
      </w:r>
    </w:p>
    <w:p w:rsidR="00167B75" w:rsidRPr="007B5A7D" w:rsidRDefault="00167B75" w:rsidP="00167B75">
      <w:pPr>
        <w:pStyle w:val="listaopisROSTWLP"/>
        <w:numPr>
          <w:ilvl w:val="0"/>
          <w:numId w:val="504"/>
        </w:numPr>
        <w:rPr>
          <w:color w:val="auto"/>
          <w:szCs w:val="22"/>
        </w:rPr>
      </w:pPr>
      <w:r w:rsidRPr="007B5A7D">
        <w:rPr>
          <w:color w:val="auto"/>
          <w:szCs w:val="22"/>
        </w:rPr>
        <w:lastRenderedPageBreak/>
        <w:t xml:space="preserve">odbiór prac nastąpi poprzez zweryfikowanie prawidłowości ich wykonania ze zleceniem oraz poprzez policzenie wysianych doniczek. </w:t>
      </w:r>
    </w:p>
    <w:p w:rsidR="00167B75" w:rsidRPr="007B5A7D" w:rsidRDefault="00167B75" w:rsidP="00167B75">
      <w:pPr>
        <w:pStyle w:val="ROSTWPLok"/>
        <w:rPr>
          <w:bCs/>
          <w:i/>
          <w:iCs/>
          <w:color w:val="auto"/>
          <w:szCs w:val="22"/>
        </w:rPr>
      </w:pPr>
      <w:r w:rsidRPr="007B5A7D">
        <w:rPr>
          <w:rFonts w:eastAsia="Verdana"/>
          <w:i/>
          <w:iCs/>
          <w:color w:val="auto"/>
          <w:szCs w:val="22"/>
          <w:lang w:eastAsia="zh-CN" w:bidi="hi-IN"/>
        </w:rPr>
        <w:t>(rozliczenie z dokładnością do 1 doniczki)</w:t>
      </w:r>
    </w:p>
    <w:p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rsidR="00167B75" w:rsidRPr="007B5A7D" w:rsidRDefault="00167B75" w:rsidP="00167B75">
      <w:pPr>
        <w:pStyle w:val="Standard"/>
        <w:ind w:firstLine="142"/>
        <w:rPr>
          <w:rFonts w:ascii="Cambria" w:hAnsi="Cambria" w:cs="Arial"/>
          <w:sz w:val="22"/>
          <w:szCs w:val="22"/>
        </w:rPr>
      </w:pPr>
    </w:p>
    <w:p w:rsidR="00167B75" w:rsidRPr="007B5A7D" w:rsidRDefault="00167B75" w:rsidP="00167B75">
      <w:pPr>
        <w:pStyle w:val="N4ROSTWPL"/>
        <w:rPr>
          <w:color w:val="auto"/>
          <w:szCs w:val="22"/>
        </w:rPr>
      </w:pPr>
      <w:r w:rsidRPr="007B5A7D">
        <w:rPr>
          <w:color w:val="auto"/>
          <w:szCs w:val="22"/>
        </w:rPr>
        <w:t>Standard technologii prac obejmuje:</w:t>
      </w:r>
    </w:p>
    <w:p w:rsidR="00167B75" w:rsidRPr="007B5A7D" w:rsidRDefault="00167B75" w:rsidP="00167B75">
      <w:pPr>
        <w:pStyle w:val="listaopisROSTWLP"/>
        <w:numPr>
          <w:ilvl w:val="0"/>
          <w:numId w:val="505"/>
        </w:numPr>
        <w:rPr>
          <w:color w:val="auto"/>
          <w:szCs w:val="22"/>
        </w:rPr>
      </w:pPr>
      <w:r w:rsidRPr="007B5A7D">
        <w:rPr>
          <w:color w:val="auto"/>
          <w:szCs w:val="22"/>
        </w:rPr>
        <w:t>ręczne przerywanie nadmiarów siewów z doniczek, kaset itp.,</w:t>
      </w:r>
    </w:p>
    <w:p w:rsidR="00167B75" w:rsidRPr="007B5A7D" w:rsidRDefault="00167B75" w:rsidP="00167B75">
      <w:pPr>
        <w:pStyle w:val="listaopisROSTWLP"/>
        <w:numPr>
          <w:ilvl w:val="0"/>
          <w:numId w:val="505"/>
        </w:numPr>
        <w:rPr>
          <w:color w:val="auto"/>
          <w:szCs w:val="22"/>
        </w:rPr>
      </w:pPr>
      <w:r w:rsidRPr="007B5A7D">
        <w:rPr>
          <w:color w:val="auto"/>
          <w:szCs w:val="22"/>
        </w:rPr>
        <w:t>ręczne usuwanie chwastów z doniczek,</w:t>
      </w:r>
    </w:p>
    <w:p w:rsidR="00167B75" w:rsidRPr="007B5A7D" w:rsidRDefault="00167B75" w:rsidP="00167B75">
      <w:pPr>
        <w:pStyle w:val="listaopisROSTWLP"/>
        <w:numPr>
          <w:ilvl w:val="0"/>
          <w:numId w:val="505"/>
        </w:numPr>
        <w:rPr>
          <w:color w:val="auto"/>
          <w:szCs w:val="22"/>
        </w:rPr>
      </w:pPr>
      <w:r w:rsidRPr="007B5A7D">
        <w:rPr>
          <w:color w:val="auto"/>
          <w:szCs w:val="22"/>
        </w:rPr>
        <w:t>wyniesienie (wywiezienie) usuniętych roślin i chwastów w miejsce wskazane przez Zamawiającego.</w:t>
      </w:r>
    </w:p>
    <w:p w:rsidR="00167B75" w:rsidRPr="007B5A7D" w:rsidRDefault="00167B75" w:rsidP="00167B75">
      <w:pPr>
        <w:rPr>
          <w:rFonts w:ascii="Cambria" w:hAnsi="Cambria"/>
          <w:sz w:val="22"/>
          <w:szCs w:val="22"/>
        </w:rPr>
      </w:pPr>
    </w:p>
    <w:p w:rsidR="00167B75" w:rsidRPr="007B5A7D" w:rsidRDefault="00167B75" w:rsidP="00167B75">
      <w:pPr>
        <w:pStyle w:val="N4ROSTWPL"/>
        <w:rPr>
          <w:color w:val="auto"/>
          <w:szCs w:val="22"/>
        </w:rPr>
      </w:pPr>
      <w:r w:rsidRPr="007B5A7D">
        <w:rPr>
          <w:color w:val="auto"/>
          <w:szCs w:val="22"/>
        </w:rPr>
        <w:t>Uwagi:</w:t>
      </w:r>
    </w:p>
    <w:p w:rsidR="00167B75" w:rsidRPr="007B5A7D" w:rsidRDefault="00167B75" w:rsidP="00167B75">
      <w:pPr>
        <w:pStyle w:val="listaopisROSTWLP"/>
        <w:numPr>
          <w:ilvl w:val="0"/>
          <w:numId w:val="506"/>
        </w:numPr>
        <w:rPr>
          <w:color w:val="auto"/>
          <w:szCs w:val="22"/>
        </w:rPr>
      </w:pPr>
      <w:r w:rsidRPr="007B5A7D">
        <w:rPr>
          <w:color w:val="auto"/>
          <w:szCs w:val="22"/>
        </w:rPr>
        <w:t>materiał zapewnia Zamawiający.</w:t>
      </w:r>
    </w:p>
    <w:p w:rsidR="00167B75" w:rsidRPr="007B5A7D" w:rsidRDefault="00167B75" w:rsidP="00167B75">
      <w:pPr>
        <w:rPr>
          <w:rFonts w:ascii="Cambria" w:hAnsi="Cambria"/>
          <w:sz w:val="22"/>
          <w:szCs w:val="22"/>
        </w:rPr>
      </w:pPr>
    </w:p>
    <w:p w:rsidR="00167B75" w:rsidRPr="007B5A7D" w:rsidRDefault="00167B75" w:rsidP="00167B75">
      <w:pPr>
        <w:pStyle w:val="N4ROSTWPL"/>
        <w:rPr>
          <w:color w:val="auto"/>
          <w:szCs w:val="22"/>
        </w:rPr>
      </w:pPr>
      <w:r w:rsidRPr="007B5A7D">
        <w:rPr>
          <w:color w:val="auto"/>
          <w:szCs w:val="22"/>
        </w:rPr>
        <w:t>Procedura odbioru:</w:t>
      </w:r>
    </w:p>
    <w:p w:rsidR="00167B75" w:rsidRPr="007B5A7D" w:rsidRDefault="00167B75" w:rsidP="00167B75">
      <w:pPr>
        <w:pStyle w:val="listaopisROSTWLP"/>
        <w:numPr>
          <w:ilvl w:val="0"/>
          <w:numId w:val="507"/>
        </w:numPr>
        <w:rPr>
          <w:color w:val="auto"/>
          <w:szCs w:val="22"/>
        </w:rPr>
      </w:pPr>
      <w:r w:rsidRPr="007B5A7D">
        <w:rPr>
          <w:color w:val="auto"/>
          <w:szCs w:val="22"/>
        </w:rPr>
        <w:t xml:space="preserve">odbiór prac nastąpi poprzez zweryfikowanie prawidłowości ich wykonania ze zleceniem oraz poprzez policzenie wysianych doniczek. </w:t>
      </w:r>
    </w:p>
    <w:p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rsidR="00167B75" w:rsidRPr="007B5A7D" w:rsidRDefault="00167B75" w:rsidP="00167B75">
      <w:pPr>
        <w:pStyle w:val="Standard"/>
        <w:ind w:firstLine="142"/>
        <w:rPr>
          <w:rFonts w:ascii="Cambria" w:hAnsi="Cambria" w:cs="Arial"/>
          <w:sz w:val="22"/>
          <w:szCs w:val="22"/>
        </w:rPr>
      </w:pPr>
    </w:p>
    <w:p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rFonts w:eastAsia="Verdana"/>
                <w:color w:val="auto"/>
                <w:szCs w:val="22"/>
              </w:rPr>
              <w:t>TSZT</w:t>
            </w:r>
          </w:p>
        </w:tc>
      </w:tr>
    </w:tbl>
    <w:p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Standard technologii prac obejmuje:</w:t>
      </w:r>
    </w:p>
    <w:p w:rsidR="00167B75" w:rsidRPr="007B5A7D" w:rsidRDefault="00167B75" w:rsidP="00167B75">
      <w:pPr>
        <w:pStyle w:val="listaopisROSTWLP"/>
        <w:numPr>
          <w:ilvl w:val="0"/>
          <w:numId w:val="508"/>
        </w:numPr>
        <w:rPr>
          <w:color w:val="auto"/>
          <w:szCs w:val="22"/>
        </w:rPr>
      </w:pPr>
      <w:r w:rsidRPr="007B5A7D">
        <w:rPr>
          <w:color w:val="auto"/>
          <w:szCs w:val="22"/>
        </w:rPr>
        <w:t>doniesienie doniczek, kaset itp. z sadzonkami do środka transportowego lub miejsca tymczasowego przechowywania,</w:t>
      </w:r>
    </w:p>
    <w:p w:rsidR="00167B75" w:rsidRPr="007B5A7D" w:rsidRDefault="00167B75" w:rsidP="00167B75">
      <w:pPr>
        <w:pStyle w:val="listaopisROSTWLP"/>
        <w:numPr>
          <w:ilvl w:val="0"/>
          <w:numId w:val="508"/>
        </w:numPr>
        <w:rPr>
          <w:color w:val="auto"/>
          <w:szCs w:val="22"/>
        </w:rPr>
      </w:pPr>
      <w:r w:rsidRPr="007B5A7D">
        <w:rPr>
          <w:color w:val="auto"/>
          <w:szCs w:val="22"/>
        </w:rPr>
        <w:t>ułożenie doniczek, kaset itp. z sadzonkami na pojeździe lub w miejscu przechowywania,</w:t>
      </w:r>
    </w:p>
    <w:p w:rsidR="00167B75" w:rsidRPr="007B5A7D" w:rsidRDefault="00167B75" w:rsidP="00167B75">
      <w:pPr>
        <w:pStyle w:val="listaopisROSTWLP"/>
        <w:numPr>
          <w:ilvl w:val="0"/>
          <w:numId w:val="508"/>
        </w:numPr>
        <w:rPr>
          <w:color w:val="auto"/>
          <w:szCs w:val="22"/>
        </w:rPr>
      </w:pPr>
      <w:r w:rsidRPr="007B5A7D">
        <w:rPr>
          <w:color w:val="auto"/>
          <w:szCs w:val="22"/>
        </w:rPr>
        <w:t>zabezpieczenie sadzonek przed przesychaniem.</w:t>
      </w:r>
    </w:p>
    <w:p w:rsidR="00167B75" w:rsidRPr="007B5A7D" w:rsidRDefault="00167B75" w:rsidP="00167B75">
      <w:pPr>
        <w:rPr>
          <w:rFonts w:ascii="Cambria" w:eastAsia="Verdana" w:hAnsi="Cambria" w:cs="Verdana"/>
          <w:sz w:val="22"/>
          <w:szCs w:val="22"/>
          <w:lang w:eastAsia="zh-CN" w:bidi="hi-IN"/>
        </w:rPr>
      </w:pPr>
    </w:p>
    <w:p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rsidR="00167B75" w:rsidRPr="007B5A7D" w:rsidRDefault="00167B75" w:rsidP="00167B75">
      <w:pPr>
        <w:pStyle w:val="listaopisROSTWLP"/>
        <w:numPr>
          <w:ilvl w:val="0"/>
          <w:numId w:val="509"/>
        </w:numPr>
        <w:rPr>
          <w:color w:val="auto"/>
          <w:szCs w:val="22"/>
        </w:rPr>
      </w:pPr>
      <w:r w:rsidRPr="007B5A7D">
        <w:rPr>
          <w:color w:val="auto"/>
          <w:szCs w:val="22"/>
        </w:rPr>
        <w:t>odbiór prac nastąpi poprzez zweryfikowanie prawidłowości ich wykonania z opisem czynności i zleceniem oraz poprzez policzenie załadowanych (lub rozładowanych i ułożonych w tunelu) doniczek.</w:t>
      </w:r>
    </w:p>
    <w:p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rsidR="00167B75" w:rsidRPr="007B5A7D" w:rsidRDefault="00167B75" w:rsidP="00167B75">
      <w:pPr>
        <w:spacing w:before="120" w:after="120"/>
        <w:rPr>
          <w:rFonts w:ascii="Cambria" w:eastAsia="Verdana" w:hAnsi="Cambria" w:cs="Verdana"/>
          <w:kern w:val="1"/>
          <w:sz w:val="22"/>
          <w:szCs w:val="22"/>
          <w:lang w:eastAsia="zh-CN" w:bidi="hi-IN"/>
        </w:rPr>
      </w:pPr>
    </w:p>
    <w:p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rsidR="00167B75" w:rsidRPr="007B5A7D" w:rsidRDefault="00167B75" w:rsidP="00167B75">
      <w:pPr>
        <w:pStyle w:val="Standard"/>
        <w:ind w:firstLine="142"/>
        <w:rPr>
          <w:rFonts w:ascii="Cambria" w:hAnsi="Cambria" w:cs="Arial"/>
          <w:sz w:val="22"/>
          <w:szCs w:val="22"/>
        </w:rPr>
      </w:pPr>
    </w:p>
    <w:p w:rsidR="00167B75" w:rsidRPr="007B5A7D" w:rsidRDefault="00167B75" w:rsidP="00167B75">
      <w:pPr>
        <w:pStyle w:val="N4ROSTWPL"/>
        <w:rPr>
          <w:color w:val="auto"/>
          <w:szCs w:val="22"/>
        </w:rPr>
      </w:pPr>
      <w:r w:rsidRPr="007B5A7D">
        <w:rPr>
          <w:color w:val="auto"/>
          <w:szCs w:val="22"/>
        </w:rPr>
        <w:t>Standard technologii prac obejmuje:</w:t>
      </w:r>
    </w:p>
    <w:p w:rsidR="00167B75" w:rsidRPr="007B5A7D" w:rsidRDefault="00167B75" w:rsidP="00167B75">
      <w:pPr>
        <w:pStyle w:val="listaopisROSTWLP"/>
        <w:numPr>
          <w:ilvl w:val="0"/>
          <w:numId w:val="510"/>
        </w:numPr>
        <w:rPr>
          <w:color w:val="auto"/>
          <w:szCs w:val="22"/>
        </w:rPr>
      </w:pPr>
      <w:r w:rsidRPr="007B5A7D">
        <w:rPr>
          <w:color w:val="auto"/>
          <w:szCs w:val="22"/>
        </w:rPr>
        <w:t xml:space="preserve">zawieszenie lub doczepienie sprzętu do ciągnika, </w:t>
      </w:r>
    </w:p>
    <w:p w:rsidR="00167B75" w:rsidRPr="007B5A7D" w:rsidRDefault="00167B75" w:rsidP="00167B75">
      <w:pPr>
        <w:pStyle w:val="listaopisROSTWLP"/>
        <w:numPr>
          <w:ilvl w:val="0"/>
          <w:numId w:val="510"/>
        </w:numPr>
        <w:rPr>
          <w:color w:val="auto"/>
          <w:szCs w:val="22"/>
        </w:rPr>
      </w:pPr>
      <w:r w:rsidRPr="007B5A7D">
        <w:rPr>
          <w:color w:val="auto"/>
          <w:szCs w:val="22"/>
        </w:rPr>
        <w:t xml:space="preserve">regulację i drobne naprawy sprzętu, </w:t>
      </w:r>
    </w:p>
    <w:p w:rsidR="00167B75" w:rsidRPr="007B5A7D" w:rsidRDefault="00167B75" w:rsidP="00167B75">
      <w:pPr>
        <w:pStyle w:val="listaopisROSTWLP"/>
        <w:numPr>
          <w:ilvl w:val="0"/>
          <w:numId w:val="510"/>
        </w:numPr>
        <w:rPr>
          <w:color w:val="auto"/>
          <w:szCs w:val="22"/>
        </w:rPr>
      </w:pPr>
      <w:r w:rsidRPr="007B5A7D">
        <w:rPr>
          <w:color w:val="auto"/>
          <w:szCs w:val="22"/>
        </w:rPr>
        <w:t>mechaniczne wymieszanie składników kompostu (np. torfu, kory),</w:t>
      </w:r>
    </w:p>
    <w:p w:rsidR="00167B75" w:rsidRPr="007B5A7D" w:rsidRDefault="00167B75" w:rsidP="00167B75">
      <w:pPr>
        <w:pStyle w:val="listaopisROSTWLP"/>
        <w:numPr>
          <w:ilvl w:val="0"/>
          <w:numId w:val="510"/>
        </w:numPr>
        <w:rPr>
          <w:color w:val="auto"/>
          <w:szCs w:val="22"/>
        </w:rPr>
      </w:pPr>
      <w:r w:rsidRPr="007B5A7D">
        <w:rPr>
          <w:color w:val="auto"/>
          <w:szCs w:val="22"/>
        </w:rPr>
        <w:t>ułożenie przerobionego kompostu w pryzmy,</w:t>
      </w:r>
    </w:p>
    <w:p w:rsidR="00167B75" w:rsidRPr="007B5A7D" w:rsidRDefault="00167B75" w:rsidP="00167B75">
      <w:pPr>
        <w:pStyle w:val="listaopisROSTWLP"/>
        <w:numPr>
          <w:ilvl w:val="0"/>
          <w:numId w:val="510"/>
        </w:numPr>
        <w:rPr>
          <w:color w:val="auto"/>
          <w:szCs w:val="22"/>
        </w:rPr>
      </w:pPr>
      <w:r w:rsidRPr="007B5A7D">
        <w:rPr>
          <w:color w:val="auto"/>
          <w:szCs w:val="22"/>
        </w:rPr>
        <w:t xml:space="preserve">oczyszczenie sprzętu oraz odstawienie go do miejsca postoju. </w:t>
      </w:r>
    </w:p>
    <w:p w:rsidR="00167B75" w:rsidRPr="007B5A7D" w:rsidRDefault="00167B75" w:rsidP="00167B75">
      <w:pPr>
        <w:rPr>
          <w:rFonts w:ascii="Cambria" w:hAnsi="Cambria"/>
          <w:sz w:val="22"/>
          <w:szCs w:val="22"/>
        </w:rPr>
      </w:pPr>
    </w:p>
    <w:p w:rsidR="00167B75" w:rsidRPr="007B5A7D" w:rsidRDefault="00167B75" w:rsidP="00167B75">
      <w:pPr>
        <w:pStyle w:val="N4ROSTWPL"/>
        <w:rPr>
          <w:color w:val="auto"/>
          <w:szCs w:val="22"/>
        </w:rPr>
      </w:pPr>
      <w:r w:rsidRPr="007B5A7D">
        <w:rPr>
          <w:color w:val="auto"/>
          <w:szCs w:val="22"/>
        </w:rPr>
        <w:t>Uwagi:</w:t>
      </w:r>
    </w:p>
    <w:p w:rsidR="00167B75" w:rsidRPr="007B5A7D" w:rsidRDefault="00167B75" w:rsidP="00167B75">
      <w:pPr>
        <w:pStyle w:val="listaopisROSTWLP"/>
        <w:numPr>
          <w:ilvl w:val="0"/>
          <w:numId w:val="511"/>
        </w:numPr>
        <w:rPr>
          <w:color w:val="auto"/>
          <w:szCs w:val="22"/>
        </w:rPr>
      </w:pPr>
      <w:r w:rsidRPr="007B5A7D">
        <w:rPr>
          <w:color w:val="auto"/>
          <w:szCs w:val="22"/>
        </w:rPr>
        <w:t>materiał zapewnia Zamawiający.</w:t>
      </w:r>
    </w:p>
    <w:p w:rsidR="00167B75" w:rsidRPr="007B5A7D" w:rsidRDefault="00167B75" w:rsidP="00167B75">
      <w:pPr>
        <w:rPr>
          <w:rFonts w:ascii="Cambria" w:hAnsi="Cambria"/>
          <w:sz w:val="22"/>
          <w:szCs w:val="22"/>
        </w:rPr>
      </w:pPr>
    </w:p>
    <w:p w:rsidR="00167B75" w:rsidRPr="007B5A7D" w:rsidRDefault="00167B75" w:rsidP="00167B75">
      <w:pPr>
        <w:pStyle w:val="N4ROSTWPL"/>
        <w:rPr>
          <w:color w:val="auto"/>
          <w:szCs w:val="22"/>
        </w:rPr>
      </w:pPr>
      <w:r w:rsidRPr="007B5A7D">
        <w:rPr>
          <w:color w:val="auto"/>
          <w:szCs w:val="22"/>
        </w:rPr>
        <w:t>Procedura odbioru:</w:t>
      </w:r>
    </w:p>
    <w:p w:rsidR="00167B75" w:rsidRPr="007B5A7D" w:rsidRDefault="00167B75" w:rsidP="00167B75">
      <w:pPr>
        <w:pStyle w:val="listaopisROSTWLP"/>
        <w:numPr>
          <w:ilvl w:val="0"/>
          <w:numId w:val="512"/>
        </w:numPr>
        <w:rPr>
          <w:color w:val="auto"/>
          <w:szCs w:val="22"/>
        </w:rPr>
      </w:pPr>
      <w:r w:rsidRPr="007B5A7D">
        <w:rPr>
          <w:color w:val="auto"/>
          <w:szCs w:val="22"/>
        </w:rPr>
        <w:t>odbiór prac nastąpi poprzez zweryfikowanie prawidłowości ich wykonania z opisem czynności i zleceniem oraz poprzez zmierzenie materiału kompostowego w pryzmach przy pomocy taśmy mierniczej.</w:t>
      </w:r>
    </w:p>
    <w:p w:rsidR="00167B75" w:rsidRPr="007B5A7D" w:rsidRDefault="00167B75" w:rsidP="00167B75">
      <w:pPr>
        <w:rPr>
          <w:rFonts w:ascii="Cambria" w:hAnsi="Cambria"/>
          <w:sz w:val="22"/>
          <w:szCs w:val="22"/>
          <w:lang w:eastAsia="en-US"/>
        </w:rPr>
      </w:pPr>
    </w:p>
    <w:p w:rsidR="00167B75" w:rsidRPr="007B5A7D" w:rsidRDefault="00167B75" w:rsidP="00167B75">
      <w:pPr>
        <w:spacing w:line="259" w:lineRule="auto"/>
        <w:rPr>
          <w:rFonts w:ascii="Cambria" w:hAnsi="Cambria"/>
          <w:sz w:val="22"/>
          <w:szCs w:val="22"/>
        </w:rPr>
      </w:pPr>
      <w:r w:rsidRPr="007B5A7D">
        <w:rPr>
          <w:rFonts w:ascii="Cambria" w:hAnsi="Cambria"/>
          <w:b/>
          <w:sz w:val="22"/>
          <w:szCs w:val="22"/>
        </w:rPr>
        <w:t xml:space="preserve">  </w:t>
      </w:r>
    </w:p>
    <w:p w:rsidR="00167B75" w:rsidRPr="007B5A7D" w:rsidRDefault="00167B75" w:rsidP="00167B75">
      <w:pPr>
        <w:pStyle w:val="Nagwek2"/>
        <w:rPr>
          <w:rFonts w:ascii="Cambria" w:hAnsi="Cambria"/>
          <w:color w:val="auto"/>
          <w:sz w:val="22"/>
          <w:szCs w:val="22"/>
        </w:rPr>
      </w:pPr>
      <w:r w:rsidRPr="007B5A7D">
        <w:rPr>
          <w:rFonts w:ascii="Cambria" w:hAnsi="Cambria"/>
          <w:color w:val="auto"/>
          <w:sz w:val="22"/>
          <w:szCs w:val="22"/>
        </w:rPr>
        <w:t xml:space="preserve"> </w:t>
      </w:r>
    </w:p>
    <w:p w:rsidR="00167B75" w:rsidRPr="007B5A7D" w:rsidRDefault="00167B75" w:rsidP="00167B75">
      <w:pPr>
        <w:suppressAutoHyphens w:val="0"/>
        <w:spacing w:after="200" w:line="276" w:lineRule="auto"/>
        <w:rPr>
          <w:rFonts w:ascii="Cambria" w:hAnsi="Cambria"/>
          <w:sz w:val="22"/>
          <w:szCs w:val="22"/>
          <w:lang w:eastAsia="en-US"/>
        </w:rPr>
      </w:pPr>
      <w:r w:rsidRPr="007B5A7D">
        <w:rPr>
          <w:rFonts w:ascii="Cambria" w:hAnsi="Cambria"/>
          <w:sz w:val="22"/>
          <w:szCs w:val="22"/>
          <w:lang w:eastAsia="en-US"/>
        </w:rPr>
        <w:br w:type="page"/>
      </w:r>
    </w:p>
    <w:p w:rsidR="00167B75" w:rsidRPr="007B5A7D" w:rsidRDefault="00167B75" w:rsidP="00167B75">
      <w:pPr>
        <w:pStyle w:val="Nagwek3"/>
        <w:jc w:val="center"/>
        <w:rPr>
          <w:rFonts w:ascii="Cambria" w:hAnsi="Cambria"/>
          <w:sz w:val="22"/>
          <w:szCs w:val="22"/>
        </w:rPr>
      </w:pPr>
      <w:bookmarkStart w:id="5" w:name="_Toc85016735"/>
      <w:r w:rsidRPr="007B5A7D">
        <w:rPr>
          <w:rFonts w:ascii="Cambria" w:hAnsi="Cambria"/>
          <w:sz w:val="22"/>
          <w:szCs w:val="22"/>
        </w:rPr>
        <w:lastRenderedPageBreak/>
        <w:t>Gospodarka szkółkarska w szkółkach kontenerowych</w:t>
      </w:r>
      <w:bookmarkEnd w:id="5"/>
    </w:p>
    <w:p w:rsidR="00167B75" w:rsidRPr="007B5A7D" w:rsidRDefault="00167B75" w:rsidP="00167B75"/>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bl>
    <w:p w:rsidR="00167B75" w:rsidRPr="007B5A7D" w:rsidRDefault="00167B75" w:rsidP="00167B75">
      <w:pPr>
        <w:pStyle w:val="N4ROSTWPL"/>
        <w:rPr>
          <w:color w:val="auto"/>
          <w:szCs w:val="22"/>
        </w:rPr>
      </w:pPr>
      <w:r w:rsidRPr="007B5A7D">
        <w:rPr>
          <w:color w:val="auto"/>
          <w:szCs w:val="22"/>
        </w:rPr>
        <w:t>Standard technologii prac obejmuje:</w:t>
      </w:r>
    </w:p>
    <w:p w:rsidR="00167B75" w:rsidRPr="007B5A7D" w:rsidRDefault="00167B75" w:rsidP="00167B75">
      <w:pPr>
        <w:pStyle w:val="listaopisROSTWLP"/>
        <w:numPr>
          <w:ilvl w:val="0"/>
          <w:numId w:val="513"/>
        </w:numPr>
        <w:rPr>
          <w:color w:val="auto"/>
          <w:szCs w:val="22"/>
        </w:rPr>
      </w:pPr>
      <w:r w:rsidRPr="007B5A7D">
        <w:rPr>
          <w:rFonts w:eastAsia="SimSun"/>
          <w:color w:val="auto"/>
          <w:szCs w:val="22"/>
          <w:lang w:eastAsia="en-US"/>
        </w:rPr>
        <w:t>wyjecie preparatu z opakowania,</w:t>
      </w:r>
    </w:p>
    <w:p w:rsidR="00167B75" w:rsidRPr="007B5A7D" w:rsidRDefault="00167B75" w:rsidP="00167B75">
      <w:pPr>
        <w:pStyle w:val="listaopisROSTWLP"/>
        <w:numPr>
          <w:ilvl w:val="0"/>
          <w:numId w:val="513"/>
        </w:numPr>
        <w:rPr>
          <w:color w:val="auto"/>
          <w:szCs w:val="22"/>
        </w:rPr>
      </w:pPr>
      <w:r w:rsidRPr="007B5A7D">
        <w:rPr>
          <w:color w:val="auto"/>
          <w:szCs w:val="22"/>
        </w:rPr>
        <w:t>rozdrobnienie preparatu,</w:t>
      </w:r>
    </w:p>
    <w:p w:rsidR="00167B75" w:rsidRPr="007B5A7D" w:rsidRDefault="00167B75" w:rsidP="00167B75">
      <w:pPr>
        <w:pStyle w:val="listaopisROSTWLP"/>
        <w:numPr>
          <w:ilvl w:val="0"/>
          <w:numId w:val="513"/>
        </w:numPr>
        <w:rPr>
          <w:color w:val="auto"/>
          <w:szCs w:val="22"/>
        </w:rPr>
      </w:pPr>
      <w:r w:rsidRPr="007B5A7D">
        <w:rPr>
          <w:color w:val="auto"/>
          <w:szCs w:val="22"/>
        </w:rPr>
        <w:t>wymieszanie z substratem.</w:t>
      </w:r>
    </w:p>
    <w:p w:rsidR="00167B75" w:rsidRPr="007B5A7D" w:rsidRDefault="00167B75" w:rsidP="00167B75">
      <w:pPr>
        <w:rPr>
          <w:rFonts w:ascii="Cambria" w:eastAsia="SimSun" w:hAnsi="Cambria"/>
          <w:sz w:val="22"/>
          <w:szCs w:val="22"/>
        </w:rPr>
      </w:pPr>
    </w:p>
    <w:p w:rsidR="00167B75" w:rsidRPr="007B5A7D" w:rsidRDefault="00167B75" w:rsidP="00167B75">
      <w:pPr>
        <w:pStyle w:val="N4ROSTWPL"/>
        <w:rPr>
          <w:color w:val="auto"/>
          <w:szCs w:val="22"/>
        </w:rPr>
      </w:pPr>
      <w:r w:rsidRPr="007B5A7D">
        <w:rPr>
          <w:color w:val="auto"/>
          <w:szCs w:val="22"/>
        </w:rPr>
        <w:t>Uwagi:</w:t>
      </w:r>
    </w:p>
    <w:p w:rsidR="00167B75" w:rsidRPr="007B5A7D" w:rsidRDefault="00167B75" w:rsidP="00167B75">
      <w:pPr>
        <w:pStyle w:val="listaopisROSTWLP"/>
        <w:numPr>
          <w:ilvl w:val="0"/>
          <w:numId w:val="514"/>
        </w:numPr>
        <w:rPr>
          <w:color w:val="auto"/>
          <w:szCs w:val="22"/>
        </w:rPr>
      </w:pPr>
      <w:r w:rsidRPr="007B5A7D">
        <w:rPr>
          <w:color w:val="auto"/>
          <w:szCs w:val="22"/>
          <w:lang w:bidi="hi-IN"/>
        </w:rPr>
        <w:t>materiał niezbędny do wykonania zabiegu zapewnia Zamawiający.</w:t>
      </w:r>
    </w:p>
    <w:p w:rsidR="00167B75" w:rsidRPr="007B5A7D" w:rsidRDefault="00167B75" w:rsidP="00167B75">
      <w:pPr>
        <w:rPr>
          <w:rFonts w:ascii="Cambria" w:eastAsia="SimSun" w:hAnsi="Cambria"/>
          <w:sz w:val="22"/>
          <w:szCs w:val="22"/>
        </w:rPr>
      </w:pPr>
    </w:p>
    <w:p w:rsidR="00167B75" w:rsidRPr="007B5A7D" w:rsidRDefault="00167B75" w:rsidP="00167B75">
      <w:pPr>
        <w:pStyle w:val="N4ROSTWPL"/>
        <w:rPr>
          <w:color w:val="auto"/>
          <w:szCs w:val="22"/>
        </w:rPr>
      </w:pPr>
      <w:r w:rsidRPr="007B5A7D">
        <w:rPr>
          <w:rFonts w:eastAsia="SimSun"/>
          <w:color w:val="auto"/>
          <w:szCs w:val="22"/>
        </w:rPr>
        <w:t>Procedura odbioru:</w:t>
      </w:r>
    </w:p>
    <w:p w:rsidR="00167B75" w:rsidRPr="007B5A7D" w:rsidRDefault="00167B75" w:rsidP="00167B75">
      <w:pPr>
        <w:pStyle w:val="listaopisROSTWLP"/>
        <w:numPr>
          <w:ilvl w:val="0"/>
          <w:numId w:val="515"/>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rsidR="00167B75" w:rsidRPr="007B5A7D" w:rsidRDefault="00167B75" w:rsidP="00167B75">
      <w:pPr>
        <w:ind w:firstLine="708"/>
        <w:rPr>
          <w:rFonts w:ascii="Cambria" w:hAnsi="Cambria"/>
          <w:i/>
          <w:iCs/>
          <w:sz w:val="22"/>
          <w:szCs w:val="22"/>
          <w:lang w:eastAsia="en-US"/>
        </w:rPr>
      </w:pPr>
      <w:r w:rsidRPr="007B5A7D">
        <w:rPr>
          <w:rFonts w:ascii="Cambria" w:eastAsia="SimSun" w:hAnsi="Cambria"/>
          <w:i/>
          <w:iCs/>
          <w:sz w:val="22"/>
          <w:szCs w:val="22"/>
        </w:rPr>
        <w:t>(rozliczenie z dokładnością do dwóch miejsc po przecinku)</w:t>
      </w:r>
    </w:p>
    <w:p w:rsidR="00167B75" w:rsidRPr="007B5A7D" w:rsidRDefault="00167B75" w:rsidP="00167B7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bl>
    <w:p w:rsidR="00167B75" w:rsidRPr="007B5A7D" w:rsidRDefault="00167B75" w:rsidP="00167B75">
      <w:pPr>
        <w:pStyle w:val="Standard"/>
        <w:rPr>
          <w:rFonts w:ascii="Cambria" w:hAnsi="Cambria" w:cs="Arial"/>
          <w:sz w:val="22"/>
          <w:szCs w:val="22"/>
        </w:rPr>
      </w:pPr>
    </w:p>
    <w:p w:rsidR="00167B75" w:rsidRPr="007B5A7D" w:rsidRDefault="00167B75" w:rsidP="00167B75">
      <w:pPr>
        <w:pStyle w:val="N4ROSTWPL"/>
        <w:rPr>
          <w:color w:val="auto"/>
          <w:szCs w:val="22"/>
        </w:rPr>
      </w:pPr>
      <w:r w:rsidRPr="007B5A7D">
        <w:rPr>
          <w:color w:val="auto"/>
          <w:szCs w:val="22"/>
        </w:rPr>
        <w:t>Standard technologii prac obejmuje:</w:t>
      </w:r>
    </w:p>
    <w:p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uruchomienie poszczególnych modułów linii technologicznej do napełniania kontenerów,</w:t>
      </w:r>
    </w:p>
    <w:p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napełnienie mieszalnika substratu,</w:t>
      </w:r>
    </w:p>
    <w:p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podawanie pustych kontenerów na taśmociąg początkowy linii technologicznej,</w:t>
      </w:r>
    </w:p>
    <w:p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ustawienie i korekta ustawień podstawowych parametrów pracy linii technologicznej,</w:t>
      </w:r>
    </w:p>
    <w:p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bieżącą kontrolę jakości napełniania kontenerów na linii technologicznej,</w:t>
      </w:r>
    </w:p>
    <w:p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rsidR="00167B75" w:rsidRPr="007B5A7D" w:rsidRDefault="00167B75" w:rsidP="00167B75">
      <w:pPr>
        <w:rPr>
          <w:rFonts w:ascii="Cambria" w:eastAsia="SimSun" w:hAnsi="Cambria"/>
          <w:sz w:val="22"/>
          <w:szCs w:val="22"/>
        </w:rPr>
      </w:pPr>
    </w:p>
    <w:p w:rsidR="00167B75" w:rsidRPr="007B5A7D" w:rsidRDefault="00167B75" w:rsidP="00167B75">
      <w:pPr>
        <w:pStyle w:val="N4ROSTWPL"/>
        <w:rPr>
          <w:color w:val="auto"/>
          <w:szCs w:val="22"/>
        </w:rPr>
      </w:pPr>
      <w:r w:rsidRPr="007B5A7D">
        <w:rPr>
          <w:color w:val="auto"/>
          <w:szCs w:val="22"/>
        </w:rPr>
        <w:t>Uwagi:</w:t>
      </w:r>
    </w:p>
    <w:p w:rsidR="00167B75" w:rsidRPr="007B5A7D" w:rsidRDefault="00167B75" w:rsidP="00167B75">
      <w:pPr>
        <w:pStyle w:val="listaopisROSTWLP"/>
        <w:numPr>
          <w:ilvl w:val="0"/>
          <w:numId w:val="517"/>
        </w:numPr>
        <w:rPr>
          <w:color w:val="auto"/>
          <w:szCs w:val="22"/>
        </w:rPr>
      </w:pPr>
      <w:r w:rsidRPr="007B5A7D">
        <w:rPr>
          <w:color w:val="auto"/>
          <w:szCs w:val="22"/>
          <w:lang w:bidi="hi-IN"/>
        </w:rPr>
        <w:t>materiały i sprzęt niezbędny do wykonania zabiegu zapewnia Zamawiający.</w:t>
      </w:r>
    </w:p>
    <w:p w:rsidR="00167B75" w:rsidRPr="007B5A7D" w:rsidRDefault="00167B75" w:rsidP="00167B75">
      <w:pPr>
        <w:pStyle w:val="listaopisROSTWLP"/>
        <w:numPr>
          <w:ilvl w:val="0"/>
          <w:numId w:val="0"/>
        </w:numPr>
        <w:ind w:left="720"/>
        <w:rPr>
          <w:color w:val="auto"/>
          <w:szCs w:val="22"/>
        </w:rPr>
      </w:pPr>
    </w:p>
    <w:p w:rsidR="00167B75" w:rsidRPr="007B5A7D" w:rsidRDefault="00167B75" w:rsidP="00167B75">
      <w:pPr>
        <w:pStyle w:val="N4ROSTWPL"/>
        <w:rPr>
          <w:color w:val="auto"/>
          <w:szCs w:val="22"/>
        </w:rPr>
      </w:pPr>
      <w:r w:rsidRPr="007B5A7D">
        <w:rPr>
          <w:rFonts w:eastAsia="SimSun"/>
          <w:color w:val="auto"/>
          <w:szCs w:val="22"/>
        </w:rPr>
        <w:t>Procedura odbioru:</w:t>
      </w:r>
    </w:p>
    <w:p w:rsidR="00167B75" w:rsidRPr="007B5A7D" w:rsidRDefault="00167B75" w:rsidP="00167B75">
      <w:pPr>
        <w:pStyle w:val="listaopisROSTWLP"/>
        <w:numPr>
          <w:ilvl w:val="0"/>
          <w:numId w:val="518"/>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rsidR="00167B75" w:rsidRPr="007B5A7D" w:rsidRDefault="00167B75" w:rsidP="00167B75">
      <w:pPr>
        <w:pStyle w:val="ROSTWPLok"/>
        <w:rPr>
          <w:rFonts w:eastAsia="SimSun"/>
          <w:i/>
          <w:iCs/>
          <w:color w:val="auto"/>
          <w:szCs w:val="22"/>
        </w:rPr>
      </w:pPr>
      <w:r w:rsidRPr="007B5A7D">
        <w:rPr>
          <w:rFonts w:eastAsia="SimSun"/>
          <w:i/>
          <w:iCs/>
          <w:color w:val="auto"/>
          <w:szCs w:val="22"/>
        </w:rPr>
        <w:t>(rozliczenie z dokładnością do dwóch miejsc po przecinku)</w:t>
      </w:r>
    </w:p>
    <w:p w:rsidR="00167B75" w:rsidRPr="007B5A7D" w:rsidRDefault="00167B75" w:rsidP="00167B75">
      <w:pPr>
        <w:pStyle w:val="Standard"/>
        <w:spacing w:before="120" w:after="120" w:line="360" w:lineRule="auto"/>
        <w:jc w:val="both"/>
        <w:rPr>
          <w:rFonts w:ascii="Cambria" w:eastAsia="SimSun" w:hAnsi="Cambria" w:cs="Arial"/>
          <w:bCs/>
          <w:i/>
          <w:sz w:val="22"/>
          <w:szCs w:val="22"/>
        </w:rPr>
      </w:pPr>
    </w:p>
    <w:p w:rsidR="00167B75" w:rsidRPr="007B5A7D" w:rsidRDefault="00167B75" w:rsidP="00167B7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SKAR-DB</w:t>
            </w:r>
          </w:p>
          <w:p w:rsidR="00167B75" w:rsidRPr="007B5A7D" w:rsidRDefault="00167B75" w:rsidP="009F7B6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w:t>
            </w:r>
          </w:p>
        </w:tc>
      </w:tr>
    </w:tbl>
    <w:p w:rsidR="00167B75" w:rsidRPr="007B5A7D" w:rsidRDefault="00167B75" w:rsidP="00167B75">
      <w:pPr>
        <w:pStyle w:val="N4ROSTWPL"/>
        <w:rPr>
          <w:color w:val="auto"/>
          <w:szCs w:val="22"/>
        </w:rPr>
      </w:pPr>
      <w:r w:rsidRPr="007B5A7D">
        <w:rPr>
          <w:color w:val="auto"/>
          <w:szCs w:val="22"/>
        </w:rPr>
        <w:t>Standard technologii prac obejmuje:</w:t>
      </w:r>
    </w:p>
    <w:p w:rsidR="00167B75" w:rsidRPr="007B5A7D" w:rsidRDefault="00167B75" w:rsidP="00167B75">
      <w:pPr>
        <w:pStyle w:val="listaopisROSTWLP"/>
        <w:numPr>
          <w:ilvl w:val="0"/>
          <w:numId w:val="519"/>
        </w:numPr>
        <w:rPr>
          <w:rFonts w:eastAsia="SimSun"/>
          <w:color w:val="auto"/>
          <w:szCs w:val="22"/>
        </w:rPr>
      </w:pPr>
      <w:r w:rsidRPr="007B5A7D">
        <w:rPr>
          <w:color w:val="auto"/>
          <w:szCs w:val="22"/>
        </w:rPr>
        <w:t xml:space="preserve">ręczne obcięcie 1/3-1/4 wysokości żołędzia </w:t>
      </w:r>
      <w:r w:rsidRPr="007B5A7D">
        <w:rPr>
          <w:rFonts w:eastAsia="SimSun"/>
          <w:color w:val="auto"/>
          <w:szCs w:val="22"/>
        </w:rPr>
        <w:t>od strony przeciwległej do zarodka,</w:t>
      </w:r>
    </w:p>
    <w:p w:rsidR="00167B75" w:rsidRPr="007B5A7D" w:rsidRDefault="00167B75" w:rsidP="00167B75">
      <w:pPr>
        <w:pStyle w:val="listaopisROSTWLP"/>
        <w:numPr>
          <w:ilvl w:val="0"/>
          <w:numId w:val="519"/>
        </w:numPr>
        <w:rPr>
          <w:color w:val="auto"/>
          <w:szCs w:val="22"/>
        </w:rPr>
      </w:pPr>
      <w:r w:rsidRPr="007B5A7D">
        <w:rPr>
          <w:rFonts w:eastAsia="SimSun"/>
          <w:color w:val="auto"/>
          <w:szCs w:val="22"/>
        </w:rPr>
        <w:t>zabezpieczenie w trakcie pracy nasion po skaryfikacji przed wysychaniem,</w:t>
      </w:r>
    </w:p>
    <w:p w:rsidR="00167B75" w:rsidRPr="007B5A7D" w:rsidRDefault="00167B75" w:rsidP="00167B75">
      <w:pPr>
        <w:pStyle w:val="listaopisROSTWLP"/>
        <w:numPr>
          <w:ilvl w:val="0"/>
          <w:numId w:val="519"/>
        </w:numPr>
        <w:rPr>
          <w:color w:val="auto"/>
          <w:szCs w:val="22"/>
        </w:rPr>
      </w:pPr>
      <w:r w:rsidRPr="007B5A7D">
        <w:rPr>
          <w:color w:val="auto"/>
          <w:szCs w:val="22"/>
        </w:rPr>
        <w:t>odrzucenie żołędzi o widocznych nekrozach,</w:t>
      </w:r>
    </w:p>
    <w:p w:rsidR="00167B75" w:rsidRPr="007B5A7D" w:rsidRDefault="00167B75" w:rsidP="00167B75">
      <w:pPr>
        <w:pStyle w:val="listaopisROSTWLP"/>
        <w:numPr>
          <w:ilvl w:val="0"/>
          <w:numId w:val="519"/>
        </w:numPr>
        <w:rPr>
          <w:color w:val="auto"/>
          <w:szCs w:val="22"/>
        </w:rPr>
      </w:pPr>
      <w:r w:rsidRPr="007B5A7D">
        <w:rPr>
          <w:color w:val="auto"/>
          <w:szCs w:val="22"/>
        </w:rPr>
        <w:t>wyniesienie pozostałości we wskazane miejsce,</w:t>
      </w:r>
    </w:p>
    <w:p w:rsidR="00167B75" w:rsidRPr="007B5A7D" w:rsidRDefault="00167B75" w:rsidP="00167B75">
      <w:pPr>
        <w:pStyle w:val="listaopisROSTWLP"/>
        <w:numPr>
          <w:ilvl w:val="0"/>
          <w:numId w:val="519"/>
        </w:numPr>
        <w:rPr>
          <w:color w:val="auto"/>
          <w:szCs w:val="22"/>
        </w:rPr>
      </w:pPr>
      <w:r w:rsidRPr="007B5A7D">
        <w:rPr>
          <w:color w:val="auto"/>
          <w:szCs w:val="22"/>
        </w:rPr>
        <w:t>uprzątnięcie stanowiska pracy na koniec dnia roboczego.</w:t>
      </w:r>
    </w:p>
    <w:p w:rsidR="00167B75" w:rsidRPr="007B5A7D" w:rsidRDefault="00167B75" w:rsidP="00167B75">
      <w:pPr>
        <w:rPr>
          <w:rFonts w:ascii="Cambria" w:eastAsia="SimSun" w:hAnsi="Cambria"/>
          <w:bCs/>
          <w:sz w:val="22"/>
          <w:szCs w:val="22"/>
        </w:rPr>
      </w:pPr>
    </w:p>
    <w:p w:rsidR="00167B75" w:rsidRPr="007B5A7D" w:rsidRDefault="00167B75" w:rsidP="00167B75">
      <w:pPr>
        <w:pStyle w:val="N4ROSTWPL"/>
        <w:rPr>
          <w:color w:val="auto"/>
          <w:szCs w:val="22"/>
        </w:rPr>
      </w:pPr>
      <w:r w:rsidRPr="007B5A7D">
        <w:rPr>
          <w:color w:val="auto"/>
          <w:szCs w:val="22"/>
        </w:rPr>
        <w:t>Uwagi:</w:t>
      </w:r>
    </w:p>
    <w:p w:rsidR="00167B75" w:rsidRPr="007B5A7D" w:rsidRDefault="00167B75" w:rsidP="00167B75">
      <w:pPr>
        <w:pStyle w:val="listaopisROSTWLP"/>
        <w:numPr>
          <w:ilvl w:val="0"/>
          <w:numId w:val="520"/>
        </w:numPr>
        <w:rPr>
          <w:color w:val="auto"/>
          <w:szCs w:val="22"/>
        </w:rPr>
      </w:pPr>
      <w:r w:rsidRPr="007B5A7D">
        <w:rPr>
          <w:color w:val="auto"/>
          <w:szCs w:val="22"/>
          <w:lang w:eastAsia="pl-PL" w:bidi="hi-IN"/>
        </w:rPr>
        <w:t>materiały niezbędne do wykonania zabiegu zapewnia Zamawiający.</w:t>
      </w:r>
    </w:p>
    <w:p w:rsidR="00167B75" w:rsidRPr="007B5A7D" w:rsidRDefault="00167B75" w:rsidP="00167B75">
      <w:pPr>
        <w:pStyle w:val="listaopisROSTWLP"/>
        <w:numPr>
          <w:ilvl w:val="0"/>
          <w:numId w:val="0"/>
        </w:numPr>
        <w:ind w:left="720"/>
        <w:rPr>
          <w:color w:val="auto"/>
          <w:szCs w:val="22"/>
        </w:rPr>
      </w:pPr>
    </w:p>
    <w:p w:rsidR="00167B75" w:rsidRPr="007B5A7D" w:rsidRDefault="00167B75" w:rsidP="00167B75">
      <w:pPr>
        <w:pStyle w:val="N4ROSTWPL"/>
        <w:rPr>
          <w:color w:val="auto"/>
          <w:szCs w:val="22"/>
        </w:rPr>
      </w:pPr>
      <w:r w:rsidRPr="007B5A7D">
        <w:rPr>
          <w:rFonts w:eastAsia="SimSun"/>
          <w:color w:val="auto"/>
          <w:szCs w:val="22"/>
        </w:rPr>
        <w:t>Procedura odbioru:</w:t>
      </w:r>
    </w:p>
    <w:p w:rsidR="00167B75" w:rsidRPr="007B5A7D" w:rsidRDefault="00167B75" w:rsidP="00167B75">
      <w:pPr>
        <w:pStyle w:val="listaopisROSTWLP"/>
        <w:numPr>
          <w:ilvl w:val="0"/>
          <w:numId w:val="521"/>
        </w:numPr>
        <w:rPr>
          <w:color w:val="auto"/>
          <w:szCs w:val="22"/>
        </w:rPr>
      </w:pPr>
      <w:r w:rsidRPr="007B5A7D">
        <w:rPr>
          <w:rFonts w:eastAsia="SimSun"/>
          <w:color w:val="auto"/>
          <w:szCs w:val="22"/>
        </w:rPr>
        <w:t>odbiór prac nastąpi poprzez sprawdzenie prawidłowości i jakości wykonania prac z opisem czynności i zleceniem oraz obliczenie masy nasion dęba przeznaczonych do skaryfikacji.</w:t>
      </w:r>
    </w:p>
    <w:p w:rsidR="00167B75" w:rsidRPr="007B5A7D" w:rsidRDefault="00167B75" w:rsidP="00167B75">
      <w:pPr>
        <w:pStyle w:val="ROSTWPLok"/>
        <w:rPr>
          <w:i/>
          <w:iCs/>
          <w:color w:val="auto"/>
          <w:szCs w:val="22"/>
        </w:rPr>
      </w:pPr>
      <w:r w:rsidRPr="007B5A7D">
        <w:rPr>
          <w:rFonts w:eastAsia="SimSun"/>
          <w:i/>
          <w:iCs/>
          <w:color w:val="auto"/>
          <w:szCs w:val="22"/>
        </w:rPr>
        <w:t>(rozliczenie z dokładnością do dwóch miejsc po przecinku)</w:t>
      </w:r>
    </w:p>
    <w:p w:rsidR="00167B75" w:rsidRPr="007B5A7D" w:rsidRDefault="00167B75" w:rsidP="00167B7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WYB-NAS</w:t>
            </w:r>
          </w:p>
          <w:p w:rsidR="00167B75" w:rsidRPr="007B5A7D" w:rsidRDefault="00167B75" w:rsidP="009F7B63">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WYB-NAS</w:t>
            </w:r>
          </w:p>
          <w:p w:rsidR="00167B75" w:rsidRPr="007B5A7D" w:rsidRDefault="00167B75" w:rsidP="009F7B6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Ręczne wybieranie podkiełkowanych nasion buka</w:t>
            </w:r>
          </w:p>
          <w:p w:rsidR="00167B75" w:rsidRPr="007B5A7D" w:rsidRDefault="00167B75" w:rsidP="009F7B63">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H</w:t>
            </w:r>
          </w:p>
        </w:tc>
      </w:tr>
    </w:tbl>
    <w:p w:rsidR="00167B75" w:rsidRPr="007B5A7D" w:rsidRDefault="00167B75" w:rsidP="00167B75">
      <w:pPr>
        <w:pStyle w:val="N4ROSTWPL"/>
        <w:rPr>
          <w:color w:val="auto"/>
          <w:szCs w:val="22"/>
        </w:rPr>
      </w:pPr>
      <w:r w:rsidRPr="007B5A7D">
        <w:rPr>
          <w:rFonts w:eastAsia="SimSun"/>
          <w:color w:val="auto"/>
          <w:szCs w:val="22"/>
        </w:rPr>
        <w:t>Standard technologii prac obejmuje:</w:t>
      </w:r>
    </w:p>
    <w:p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skrzynek z nasionami buka z chłodni i przeniesienie do pomieszczenia, w którym wykonywane jest wybieranie nasion buka z kiełkiem,</w:t>
      </w:r>
    </w:p>
    <w:p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ręczne przebieranie i sortowanie nasion buka, z oddzieleniem nasion z widocznym (jak najmniejszym) kiełkiem,</w:t>
      </w:r>
    </w:p>
    <w:p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 xml:space="preserve">zabezpieczenie w trakcie pracy wybranych nasion z kiełkiem przed przesychaniem, </w:t>
      </w:r>
    </w:p>
    <w:p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przeniesienie nasion bez widocznego kiełka do chłodni w celu dalszej stratyfikacji,</w:t>
      </w:r>
    </w:p>
    <w:p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pozostałości we wskazane przez Zamawiającego miejsce.</w:t>
      </w:r>
    </w:p>
    <w:p w:rsidR="00167B75" w:rsidRPr="007B5A7D" w:rsidRDefault="00167B75" w:rsidP="00167B75">
      <w:pPr>
        <w:rPr>
          <w:rFonts w:ascii="Cambria" w:eastAsia="SimSun" w:hAnsi="Cambria"/>
          <w:sz w:val="22"/>
          <w:szCs w:val="22"/>
        </w:rPr>
      </w:pPr>
    </w:p>
    <w:p w:rsidR="00167B75" w:rsidRPr="007B5A7D" w:rsidRDefault="00167B75" w:rsidP="00167B75">
      <w:pPr>
        <w:pStyle w:val="N4ROSTWPL"/>
        <w:rPr>
          <w:color w:val="auto"/>
          <w:szCs w:val="22"/>
        </w:rPr>
      </w:pPr>
      <w:r w:rsidRPr="007B5A7D">
        <w:rPr>
          <w:color w:val="auto"/>
          <w:szCs w:val="22"/>
        </w:rPr>
        <w:t>Uwagi:</w:t>
      </w:r>
    </w:p>
    <w:p w:rsidR="00167B75" w:rsidRPr="007B5A7D" w:rsidRDefault="00167B75" w:rsidP="00167B75">
      <w:pPr>
        <w:pStyle w:val="listaopisROSTWLP"/>
        <w:numPr>
          <w:ilvl w:val="0"/>
          <w:numId w:val="523"/>
        </w:numPr>
        <w:rPr>
          <w:color w:val="auto"/>
          <w:szCs w:val="22"/>
        </w:rPr>
      </w:pPr>
      <w:r w:rsidRPr="007B5A7D">
        <w:rPr>
          <w:color w:val="auto"/>
          <w:szCs w:val="22"/>
          <w:lang w:eastAsia="pl-PL" w:bidi="hi-IN"/>
        </w:rPr>
        <w:t>materiały niezbędne do wykonania zabiegu zapewnia Zamawiający.</w:t>
      </w:r>
    </w:p>
    <w:p w:rsidR="00167B75" w:rsidRPr="007B5A7D" w:rsidRDefault="00167B75" w:rsidP="00167B75">
      <w:pPr>
        <w:rPr>
          <w:rFonts w:ascii="Cambria" w:eastAsia="SimSun" w:hAnsi="Cambria"/>
          <w:sz w:val="22"/>
          <w:szCs w:val="22"/>
        </w:rPr>
      </w:pPr>
    </w:p>
    <w:p w:rsidR="00167B75" w:rsidRPr="007B5A7D" w:rsidRDefault="00167B75" w:rsidP="00167B75">
      <w:pPr>
        <w:pStyle w:val="N4ROSTWPL"/>
        <w:rPr>
          <w:color w:val="auto"/>
          <w:szCs w:val="22"/>
        </w:rPr>
      </w:pPr>
      <w:r w:rsidRPr="007B5A7D">
        <w:rPr>
          <w:rFonts w:eastAsia="SimSun"/>
          <w:color w:val="auto"/>
          <w:szCs w:val="22"/>
        </w:rPr>
        <w:t>Procedura odbioru:</w:t>
      </w:r>
    </w:p>
    <w:p w:rsidR="00167B75" w:rsidRPr="007B5A7D" w:rsidRDefault="00167B75" w:rsidP="00167B75">
      <w:pPr>
        <w:pStyle w:val="listaopisROSTWLP"/>
        <w:numPr>
          <w:ilvl w:val="0"/>
          <w:numId w:val="524"/>
        </w:numPr>
        <w:rPr>
          <w:color w:val="auto"/>
          <w:szCs w:val="22"/>
        </w:rPr>
      </w:pPr>
      <w:r w:rsidRPr="007B5A7D">
        <w:rPr>
          <w:rFonts w:eastAsia="SimSun"/>
          <w:color w:val="auto"/>
          <w:szCs w:val="22"/>
        </w:rPr>
        <w:t xml:space="preserve">odbiór prac nastąpi poprzez sprawdzenie prawidłowości i jakości wykonania prac z opisem czynności i zleceniem oraz odnotowanie rzeczywistej liczby godzin wykonania danej pracy. </w:t>
      </w:r>
    </w:p>
    <w:p w:rsidR="00167B75" w:rsidRPr="007B5A7D" w:rsidRDefault="00167B75" w:rsidP="00167B75">
      <w:pPr>
        <w:pStyle w:val="ROSTWPLok"/>
        <w:rPr>
          <w:i/>
          <w:iCs/>
          <w:color w:val="auto"/>
          <w:szCs w:val="22"/>
        </w:rPr>
      </w:pPr>
      <w:r w:rsidRPr="007B5A7D">
        <w:rPr>
          <w:rFonts w:eastAsia="SimSun"/>
          <w:i/>
          <w:iCs/>
          <w:color w:val="auto"/>
          <w:szCs w:val="22"/>
        </w:rPr>
        <w:t>(rozliczenie z dokładnością do 1 godziny)</w:t>
      </w:r>
    </w:p>
    <w:p w:rsidR="00167B75" w:rsidRPr="007B5A7D" w:rsidRDefault="00167B75" w:rsidP="00167B7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r w:rsidR="00167B75" w:rsidRPr="007B5A7D" w:rsidTr="009F7B6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bl>
    <w:p w:rsidR="00167B75" w:rsidRPr="007B5A7D" w:rsidRDefault="00167B75" w:rsidP="00167B75">
      <w:pPr>
        <w:pStyle w:val="N4ROSTWPL"/>
        <w:rPr>
          <w:color w:val="auto"/>
          <w:szCs w:val="22"/>
        </w:rPr>
      </w:pPr>
      <w:r w:rsidRPr="007B5A7D">
        <w:rPr>
          <w:color w:val="auto"/>
          <w:szCs w:val="22"/>
        </w:rPr>
        <w:t>Standard technologii prac obejmuje:</w:t>
      </w:r>
    </w:p>
    <w:p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doniesienie nasion do miejsca siewu,</w:t>
      </w:r>
    </w:p>
    <w:p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wyciśnięcie dołka siewnego,</w:t>
      </w:r>
    </w:p>
    <w:p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kontrolę stanu zdrowotnego kiełka,</w:t>
      </w:r>
    </w:p>
    <w:p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ręczny wysiew nasion do napełnionych cel w kontenerze,</w:t>
      </w:r>
    </w:p>
    <w:p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przykrycie wysianych nasion,</w:t>
      </w:r>
    </w:p>
    <w:p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uprzątnięcie stanowiska pracy.</w:t>
      </w:r>
    </w:p>
    <w:p w:rsidR="00167B75" w:rsidRPr="007B5A7D" w:rsidRDefault="00167B75" w:rsidP="00167B75">
      <w:pPr>
        <w:pStyle w:val="N4ROSTWPL"/>
        <w:rPr>
          <w:color w:val="auto"/>
          <w:szCs w:val="22"/>
        </w:rPr>
      </w:pPr>
      <w:r w:rsidRPr="007B5A7D">
        <w:rPr>
          <w:rFonts w:eastAsia="SimSun"/>
          <w:color w:val="auto"/>
          <w:szCs w:val="22"/>
        </w:rPr>
        <w:t>Uwagi:</w:t>
      </w:r>
    </w:p>
    <w:p w:rsidR="00167B75" w:rsidRPr="007B5A7D" w:rsidRDefault="00167B75" w:rsidP="00167B75">
      <w:pPr>
        <w:pStyle w:val="listaopisROSTWLP"/>
        <w:numPr>
          <w:ilvl w:val="0"/>
          <w:numId w:val="526"/>
        </w:numPr>
        <w:rPr>
          <w:color w:val="auto"/>
          <w:szCs w:val="22"/>
        </w:rPr>
      </w:pPr>
      <w:r w:rsidRPr="007B5A7D">
        <w:rPr>
          <w:rFonts w:eastAsia="SimSun"/>
          <w:color w:val="auto"/>
          <w:szCs w:val="22"/>
        </w:rPr>
        <w:t>materiał zapewnia Zamawiający.</w:t>
      </w:r>
    </w:p>
    <w:p w:rsidR="00167B75" w:rsidRPr="007B5A7D" w:rsidRDefault="00167B75" w:rsidP="00167B75">
      <w:pPr>
        <w:rPr>
          <w:rFonts w:ascii="Cambria" w:eastAsia="SimSun" w:hAnsi="Cambria"/>
          <w:sz w:val="22"/>
          <w:szCs w:val="22"/>
        </w:rPr>
      </w:pPr>
    </w:p>
    <w:p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rsidR="00167B75" w:rsidRPr="007B5A7D" w:rsidRDefault="00167B75" w:rsidP="00167B75">
      <w:pPr>
        <w:pStyle w:val="listaopisROSTWLP"/>
        <w:numPr>
          <w:ilvl w:val="0"/>
          <w:numId w:val="527"/>
        </w:numPr>
        <w:rPr>
          <w:color w:val="auto"/>
          <w:szCs w:val="22"/>
        </w:rPr>
      </w:pPr>
      <w:r w:rsidRPr="007B5A7D">
        <w:rPr>
          <w:color w:val="auto"/>
          <w:szCs w:val="22"/>
        </w:rPr>
        <w:t>odbiór prac</w:t>
      </w:r>
      <w:r w:rsidRPr="007B5A7D">
        <w:rPr>
          <w:rFonts w:eastAsia="SimSun"/>
          <w:color w:val="auto"/>
          <w:szCs w:val="22"/>
        </w:rPr>
        <w:t xml:space="preserve"> nastąpi poprzez sprawdzenie prawidłowości i jakości wykonania prac z opisem czynności i zleceniem oraz poprzez przeliczenie ilości napełnionych cel w kontenerach.</w:t>
      </w:r>
    </w:p>
    <w:p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rsidR="00167B75" w:rsidRPr="007B5A7D" w:rsidRDefault="00167B75" w:rsidP="00167B7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r w:rsidR="00167B75" w:rsidRPr="007B5A7D" w:rsidTr="009F7B6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331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bl>
    <w:p w:rsidR="00167B75" w:rsidRPr="007B5A7D" w:rsidRDefault="00167B75" w:rsidP="00167B75">
      <w:pPr>
        <w:pStyle w:val="N4ROSTWPL"/>
        <w:rPr>
          <w:color w:val="auto"/>
          <w:szCs w:val="22"/>
        </w:rPr>
      </w:pPr>
      <w:r w:rsidRPr="007B5A7D">
        <w:rPr>
          <w:color w:val="auto"/>
          <w:szCs w:val="22"/>
        </w:rPr>
        <w:t>Standard technologii prac obejmuje:</w:t>
      </w:r>
    </w:p>
    <w:p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doniesienie nasion do miejsca siewu,</w:t>
      </w:r>
    </w:p>
    <w:p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obcięcie bezpośrednio przed siewem ¼ - 1/3 żołędzia od strony przeciwległej do zarodka,</w:t>
      </w:r>
    </w:p>
    <w:p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kontrolę stanu zdrowotnego żołędzia w miejscu cięcia i segregacja pod względem zdrowotności,</w:t>
      </w:r>
    </w:p>
    <w:p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odrzucenie żołędzi o widocznych nekrozach, zepsutych, spleśniałych itp.,</w:t>
      </w:r>
    </w:p>
    <w:p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wyciśnięcie dołka siewnego,</w:t>
      </w:r>
    </w:p>
    <w:p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ręczny wysiew nasion do napełnionych cel w kontenerze,</w:t>
      </w:r>
    </w:p>
    <w:p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przykrycie wysianych nasion,</w:t>
      </w:r>
    </w:p>
    <w:p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lastRenderedPageBreak/>
        <w:t>wykonanie etykiety imiennej i oznakowanie nią obsianych kontenerów, w sposób określony przez Zamawiającego,</w:t>
      </w:r>
    </w:p>
    <w:p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wyniesienie odpadów po cięciu żołędzi w wyznaczone przez Zamawiającego miejsce,</w:t>
      </w:r>
    </w:p>
    <w:p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uprzątnięcie stanowiska pracy.</w:t>
      </w:r>
    </w:p>
    <w:p w:rsidR="00167B75" w:rsidRPr="007B5A7D" w:rsidRDefault="00167B75" w:rsidP="00167B75">
      <w:pPr>
        <w:rPr>
          <w:rFonts w:ascii="Cambria" w:eastAsia="SimSun" w:hAnsi="Cambria"/>
          <w:sz w:val="22"/>
          <w:szCs w:val="22"/>
        </w:rPr>
      </w:pPr>
    </w:p>
    <w:p w:rsidR="00167B75" w:rsidRPr="007B5A7D" w:rsidRDefault="00167B75" w:rsidP="00167B75">
      <w:pPr>
        <w:pStyle w:val="N4ROSTWPL"/>
        <w:rPr>
          <w:color w:val="auto"/>
          <w:szCs w:val="22"/>
        </w:rPr>
      </w:pPr>
      <w:r w:rsidRPr="007B5A7D">
        <w:rPr>
          <w:rFonts w:eastAsia="SimSun"/>
          <w:color w:val="auto"/>
          <w:szCs w:val="22"/>
        </w:rPr>
        <w:t>Uwagi:</w:t>
      </w:r>
    </w:p>
    <w:p w:rsidR="00167B75" w:rsidRPr="007B5A7D" w:rsidRDefault="00167B75" w:rsidP="00167B75">
      <w:pPr>
        <w:pStyle w:val="listaopisROSTWLP"/>
        <w:numPr>
          <w:ilvl w:val="0"/>
          <w:numId w:val="529"/>
        </w:numPr>
        <w:rPr>
          <w:color w:val="auto"/>
          <w:szCs w:val="22"/>
        </w:rPr>
      </w:pPr>
      <w:r w:rsidRPr="007B5A7D">
        <w:rPr>
          <w:rFonts w:eastAsia="SimSun"/>
          <w:color w:val="auto"/>
          <w:szCs w:val="22"/>
        </w:rPr>
        <w:t>materiał i niezbędne urządzenia zapewnia Zamawiający.</w:t>
      </w:r>
    </w:p>
    <w:p w:rsidR="00167B75" w:rsidRPr="007B5A7D" w:rsidRDefault="00167B75" w:rsidP="00167B75">
      <w:pPr>
        <w:pStyle w:val="N4ROSTWPL"/>
        <w:rPr>
          <w:rFonts w:eastAsia="SimSun"/>
          <w:color w:val="auto"/>
          <w:szCs w:val="22"/>
        </w:rPr>
      </w:pPr>
    </w:p>
    <w:p w:rsidR="00167B75" w:rsidRPr="007B5A7D" w:rsidRDefault="00167B75" w:rsidP="00167B75">
      <w:pPr>
        <w:pStyle w:val="N4ROSTWPL"/>
        <w:rPr>
          <w:color w:val="auto"/>
          <w:szCs w:val="22"/>
        </w:rPr>
      </w:pPr>
      <w:r w:rsidRPr="007B5A7D">
        <w:rPr>
          <w:rFonts w:eastAsia="SimSun"/>
          <w:color w:val="auto"/>
          <w:szCs w:val="22"/>
        </w:rPr>
        <w:t>Procedura odbioru:</w:t>
      </w:r>
    </w:p>
    <w:p w:rsidR="00167B75" w:rsidRPr="007B5A7D" w:rsidRDefault="00167B75" w:rsidP="00167B75">
      <w:pPr>
        <w:pStyle w:val="listaopisROSTWLP"/>
        <w:numPr>
          <w:ilvl w:val="0"/>
          <w:numId w:val="530"/>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332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r w:rsidR="00167B75" w:rsidRPr="007B5A7D" w:rsidTr="009F7B6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r w:rsidR="00167B75" w:rsidRPr="007B5A7D" w:rsidTr="009F7B6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334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r w:rsidR="00167B75" w:rsidRPr="007B5A7D" w:rsidTr="009F7B6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335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r w:rsidR="00167B75" w:rsidRPr="007B5A7D" w:rsidTr="009F7B6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336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r w:rsidR="00167B75" w:rsidRPr="007B5A7D" w:rsidTr="009F7B6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r w:rsidR="00167B75" w:rsidRPr="007B5A7D" w:rsidTr="009F7B6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r w:rsidR="00167B75" w:rsidRPr="007B5A7D" w:rsidTr="009F7B6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r w:rsidR="00167B75" w:rsidRPr="007B5A7D" w:rsidTr="009F7B6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bl>
    <w:p w:rsidR="00167B75" w:rsidRPr="007B5A7D" w:rsidRDefault="00167B75" w:rsidP="00167B75">
      <w:pPr>
        <w:pStyle w:val="N4ROSTWPL"/>
        <w:rPr>
          <w:color w:val="auto"/>
          <w:szCs w:val="22"/>
        </w:rPr>
      </w:pPr>
      <w:r w:rsidRPr="007B5A7D">
        <w:rPr>
          <w:color w:val="auto"/>
          <w:szCs w:val="22"/>
        </w:rPr>
        <w:t>Standard technologii prac obejmuje:</w:t>
      </w:r>
    </w:p>
    <w:p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doniesienie nasion do miejsca siewu,</w:t>
      </w:r>
    </w:p>
    <w:p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wyciśnięcie dołka siewnego,</w:t>
      </w:r>
    </w:p>
    <w:p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lastRenderedPageBreak/>
        <w:t>ręczny wysiew nasion do napełnionych cel w kontenerze,</w:t>
      </w:r>
    </w:p>
    <w:p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przykrycie wysianych nasion,</w:t>
      </w:r>
    </w:p>
    <w:p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ułożenie obsianych kontenerów na paletach lub podporach,</w:t>
      </w:r>
    </w:p>
    <w:p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uprzątnięcie stanowiska pracy.</w:t>
      </w:r>
    </w:p>
    <w:p w:rsidR="00167B75" w:rsidRPr="007B5A7D" w:rsidRDefault="00167B75" w:rsidP="00167B75">
      <w:pPr>
        <w:rPr>
          <w:rFonts w:ascii="Cambria" w:eastAsia="SimSun" w:hAnsi="Cambria"/>
          <w:sz w:val="22"/>
          <w:szCs w:val="22"/>
        </w:rPr>
      </w:pPr>
    </w:p>
    <w:p w:rsidR="00167B75" w:rsidRPr="007B5A7D" w:rsidRDefault="00167B75" w:rsidP="00167B75">
      <w:pPr>
        <w:pStyle w:val="N4ROSTWPL"/>
        <w:rPr>
          <w:color w:val="auto"/>
          <w:szCs w:val="22"/>
        </w:rPr>
      </w:pPr>
      <w:r w:rsidRPr="007B5A7D">
        <w:rPr>
          <w:rFonts w:eastAsia="SimSun"/>
          <w:color w:val="auto"/>
          <w:szCs w:val="22"/>
        </w:rPr>
        <w:t>Uwagi:</w:t>
      </w:r>
    </w:p>
    <w:p w:rsidR="00167B75" w:rsidRPr="007B5A7D" w:rsidRDefault="00167B75" w:rsidP="00167B75">
      <w:pPr>
        <w:pStyle w:val="listaopisROSTWLP"/>
        <w:numPr>
          <w:ilvl w:val="0"/>
          <w:numId w:val="532"/>
        </w:numPr>
        <w:rPr>
          <w:color w:val="auto"/>
          <w:szCs w:val="22"/>
        </w:rPr>
      </w:pPr>
      <w:r w:rsidRPr="007B5A7D">
        <w:rPr>
          <w:rFonts w:eastAsia="SimSun"/>
          <w:color w:val="auto"/>
          <w:szCs w:val="22"/>
        </w:rPr>
        <w:t>materiał i niezbędne urządzenia zapewnia Zamawiający.</w:t>
      </w:r>
    </w:p>
    <w:p w:rsidR="00167B75" w:rsidRPr="007B5A7D" w:rsidRDefault="00167B75" w:rsidP="00167B75">
      <w:pPr>
        <w:pStyle w:val="N4ROSTWPL"/>
        <w:rPr>
          <w:rFonts w:eastAsia="SimSun"/>
          <w:color w:val="auto"/>
          <w:szCs w:val="22"/>
        </w:rPr>
      </w:pPr>
    </w:p>
    <w:p w:rsidR="00167B75" w:rsidRPr="007B5A7D" w:rsidRDefault="00167B75" w:rsidP="00167B75">
      <w:pPr>
        <w:pStyle w:val="N4ROSTWPL"/>
        <w:rPr>
          <w:color w:val="auto"/>
          <w:szCs w:val="22"/>
        </w:rPr>
      </w:pPr>
      <w:r w:rsidRPr="007B5A7D">
        <w:rPr>
          <w:rFonts w:eastAsia="SimSun"/>
          <w:color w:val="auto"/>
          <w:szCs w:val="22"/>
        </w:rPr>
        <w:t>Procedura odbioru:</w:t>
      </w:r>
    </w:p>
    <w:p w:rsidR="00167B75" w:rsidRPr="007B5A7D" w:rsidRDefault="00167B75" w:rsidP="00167B75">
      <w:pPr>
        <w:pStyle w:val="listaopisROSTWLP"/>
        <w:numPr>
          <w:ilvl w:val="0"/>
          <w:numId w:val="533"/>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rsidR="00167B75" w:rsidRPr="007B5A7D" w:rsidRDefault="00167B75" w:rsidP="00167B7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341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r w:rsidR="00167B75" w:rsidRPr="007B5A7D" w:rsidTr="009F7B6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342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r w:rsidR="00167B75" w:rsidRPr="007B5A7D" w:rsidTr="009F7B63">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343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p>
          <w:p w:rsidR="00167B75" w:rsidRPr="007B5A7D" w:rsidRDefault="00167B75" w:rsidP="009F7B63">
            <w:pPr>
              <w:pStyle w:val="tabelaROSTWPL"/>
              <w:jc w:val="left"/>
              <w:rPr>
                <w:color w:val="auto"/>
                <w:szCs w:val="22"/>
              </w:rPr>
            </w:pPr>
            <w:r w:rsidRPr="007B5A7D">
              <w:rPr>
                <w:color w:val="auto"/>
                <w:szCs w:val="22"/>
              </w:rPr>
              <w:t>SM-DB&lt;400</w:t>
            </w:r>
          </w:p>
          <w:p w:rsidR="00167B75" w:rsidRPr="007B5A7D" w:rsidRDefault="00167B75" w:rsidP="009F7B63">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p>
          <w:p w:rsidR="00167B75" w:rsidRPr="007B5A7D" w:rsidRDefault="00167B75" w:rsidP="009F7B63">
            <w:pPr>
              <w:pStyle w:val="tabelaROSTWPL"/>
              <w:jc w:val="left"/>
              <w:rPr>
                <w:color w:val="auto"/>
                <w:szCs w:val="22"/>
              </w:rPr>
            </w:pPr>
            <w:r w:rsidRPr="007B5A7D">
              <w:rPr>
                <w:color w:val="auto"/>
                <w:szCs w:val="22"/>
              </w:rPr>
              <w:t>SM-DB&lt;400</w:t>
            </w:r>
          </w:p>
          <w:p w:rsidR="00167B75" w:rsidRPr="007B5A7D" w:rsidRDefault="00167B75" w:rsidP="009F7B6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r w:rsidR="00167B75" w:rsidRPr="007B5A7D" w:rsidTr="009F7B6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344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SM-BK&lt;400</w:t>
            </w:r>
          </w:p>
          <w:p w:rsidR="00167B75" w:rsidRPr="007B5A7D" w:rsidRDefault="00167B75" w:rsidP="009F7B63">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SM-BK&lt;400</w:t>
            </w:r>
          </w:p>
          <w:p w:rsidR="00167B75" w:rsidRPr="007B5A7D" w:rsidRDefault="00167B75" w:rsidP="009F7B6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r w:rsidR="00167B75" w:rsidRPr="007B5A7D" w:rsidTr="009F7B63">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345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SM-IN&lt;400</w:t>
            </w:r>
          </w:p>
          <w:p w:rsidR="00167B75" w:rsidRPr="007B5A7D" w:rsidRDefault="00167B75" w:rsidP="009F7B63">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SM-IN&lt;400</w:t>
            </w:r>
          </w:p>
          <w:p w:rsidR="00167B75" w:rsidRPr="007B5A7D" w:rsidRDefault="00167B75" w:rsidP="009F7B6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bl>
    <w:p w:rsidR="00167B75" w:rsidRPr="007B5A7D" w:rsidRDefault="00167B75" w:rsidP="00167B75">
      <w:pPr>
        <w:pStyle w:val="N4ROSTWPL"/>
        <w:rPr>
          <w:color w:val="auto"/>
          <w:szCs w:val="22"/>
        </w:rPr>
      </w:pPr>
      <w:r w:rsidRPr="007B5A7D">
        <w:rPr>
          <w:color w:val="auto"/>
          <w:szCs w:val="22"/>
        </w:rPr>
        <w:t>Standard technologii prac obejmuje:</w:t>
      </w:r>
    </w:p>
    <w:p w:rsidR="00167B75" w:rsidRPr="007B5A7D" w:rsidRDefault="00167B75" w:rsidP="00167B75">
      <w:pPr>
        <w:pStyle w:val="listaopisROSTWLP"/>
        <w:numPr>
          <w:ilvl w:val="0"/>
          <w:numId w:val="534"/>
        </w:numPr>
        <w:rPr>
          <w:color w:val="auto"/>
          <w:szCs w:val="22"/>
        </w:rPr>
      </w:pPr>
      <w:r w:rsidRPr="007B5A7D">
        <w:rPr>
          <w:rFonts w:eastAsia="SimSun"/>
          <w:color w:val="auto"/>
          <w:szCs w:val="22"/>
        </w:rPr>
        <w:t>uruchomienie poszczególnych modułów linii technologicznej do napełniania kontenerów,</w:t>
      </w:r>
    </w:p>
    <w:p w:rsidR="00167B75" w:rsidRPr="007B5A7D" w:rsidRDefault="00167B75" w:rsidP="00167B75">
      <w:pPr>
        <w:pStyle w:val="listaopisROSTWLP"/>
        <w:numPr>
          <w:ilvl w:val="0"/>
          <w:numId w:val="534"/>
        </w:numPr>
        <w:rPr>
          <w:rFonts w:eastAsia="SimSun"/>
          <w:color w:val="auto"/>
          <w:szCs w:val="22"/>
        </w:rPr>
      </w:pPr>
      <w:r w:rsidRPr="007B5A7D">
        <w:rPr>
          <w:rFonts w:eastAsia="SimSun"/>
          <w:color w:val="auto"/>
          <w:szCs w:val="22"/>
        </w:rPr>
        <w:t>napełnienie mieszalnika substratu oraz siewnika,</w:t>
      </w:r>
    </w:p>
    <w:p w:rsidR="00167B75" w:rsidRPr="007B5A7D" w:rsidRDefault="00167B75" w:rsidP="00167B75">
      <w:pPr>
        <w:pStyle w:val="listaopisROSTWLP"/>
        <w:numPr>
          <w:ilvl w:val="0"/>
          <w:numId w:val="534"/>
        </w:numPr>
        <w:rPr>
          <w:color w:val="auto"/>
          <w:szCs w:val="22"/>
        </w:rPr>
      </w:pPr>
      <w:r w:rsidRPr="007B5A7D">
        <w:rPr>
          <w:rFonts w:eastAsia="SimSun"/>
          <w:color w:val="auto"/>
          <w:szCs w:val="22"/>
        </w:rPr>
        <w:t>podawanie pustych kontenerów na taśmociąg początkowy linii technologicznej,</w:t>
      </w:r>
    </w:p>
    <w:p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ustawienie i korekta ustawień podstawowych parametrów pracy linii technologicznej i siewnika,</w:t>
      </w:r>
    </w:p>
    <w:p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jakości napełniania kontenerów na linii technologicznej,</w:t>
      </w:r>
    </w:p>
    <w:p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pracy siewnika i prawidłowości siewu oraz bieżące uzupełnianie zasobnika siewnika w nasiona,</w:t>
      </w:r>
    </w:p>
    <w:p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ewentualne uzupełnienie cel nasionami,</w:t>
      </w:r>
    </w:p>
    <w:p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opróżnienie zasobnika nasion i siewnika po zakończeniu partii siewu,</w:t>
      </w:r>
    </w:p>
    <w:p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zdejmowanie obsianych kontenerów z podajnika taśmowego i układanie na paletach w stelażu lub na wózki transportowe do dalszego transportu do namiotów i pola hodowlane,</w:t>
      </w:r>
    </w:p>
    <w:p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rsidR="00167B75" w:rsidRPr="007B5A7D" w:rsidRDefault="00167B75" w:rsidP="00167B75">
      <w:pPr>
        <w:rPr>
          <w:rFonts w:ascii="Cambria" w:eastAsia="SimSun" w:hAnsi="Cambria"/>
          <w:sz w:val="22"/>
          <w:szCs w:val="22"/>
        </w:rPr>
      </w:pPr>
    </w:p>
    <w:p w:rsidR="00167B75" w:rsidRPr="007B5A7D" w:rsidRDefault="00167B75" w:rsidP="00167B75">
      <w:pPr>
        <w:pStyle w:val="N4ROSTWPL"/>
        <w:rPr>
          <w:color w:val="auto"/>
          <w:szCs w:val="22"/>
        </w:rPr>
      </w:pPr>
      <w:r w:rsidRPr="007B5A7D">
        <w:rPr>
          <w:rFonts w:eastAsia="SimSun"/>
          <w:color w:val="auto"/>
          <w:szCs w:val="22"/>
        </w:rPr>
        <w:t>Uwagi:</w:t>
      </w:r>
    </w:p>
    <w:p w:rsidR="00167B75" w:rsidRPr="007B5A7D" w:rsidRDefault="00167B75" w:rsidP="00167B75">
      <w:pPr>
        <w:pStyle w:val="listaopisROSTWLP"/>
        <w:numPr>
          <w:ilvl w:val="0"/>
          <w:numId w:val="535"/>
        </w:numPr>
        <w:rPr>
          <w:color w:val="auto"/>
          <w:szCs w:val="22"/>
        </w:rPr>
      </w:pPr>
      <w:r w:rsidRPr="007B5A7D">
        <w:rPr>
          <w:rFonts w:eastAsia="SimSun"/>
          <w:color w:val="auto"/>
          <w:szCs w:val="22"/>
        </w:rPr>
        <w:lastRenderedPageBreak/>
        <w:t>materiał i niezbędne urządzenia zapewnia Zamawiający.</w:t>
      </w:r>
    </w:p>
    <w:p w:rsidR="00167B75" w:rsidRPr="007B5A7D" w:rsidRDefault="00167B75" w:rsidP="00167B75">
      <w:pPr>
        <w:rPr>
          <w:rFonts w:ascii="Cambria" w:eastAsia="SimSun" w:hAnsi="Cambria"/>
          <w:sz w:val="22"/>
          <w:szCs w:val="22"/>
        </w:rPr>
      </w:pPr>
    </w:p>
    <w:p w:rsidR="00167B75" w:rsidRPr="007B5A7D" w:rsidRDefault="00167B75" w:rsidP="00167B75">
      <w:pPr>
        <w:pStyle w:val="N4ROSTWPL"/>
        <w:rPr>
          <w:color w:val="auto"/>
          <w:szCs w:val="22"/>
        </w:rPr>
      </w:pPr>
      <w:r w:rsidRPr="007B5A7D">
        <w:rPr>
          <w:rFonts w:eastAsia="SimSun"/>
          <w:color w:val="auto"/>
          <w:szCs w:val="22"/>
        </w:rPr>
        <w:t>Procedura odbioru:</w:t>
      </w:r>
    </w:p>
    <w:p w:rsidR="00167B75" w:rsidRPr="007B5A7D" w:rsidRDefault="00167B75" w:rsidP="00167B75">
      <w:pPr>
        <w:pStyle w:val="listaopisROSTWLP"/>
        <w:numPr>
          <w:ilvl w:val="0"/>
          <w:numId w:val="536"/>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rsidR="00167B75" w:rsidRPr="007B5A7D" w:rsidRDefault="00167B75" w:rsidP="00167B7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346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So,Św</w:t>
            </w:r>
            <w:proofErr w:type="spellEnd"/>
            <w:r w:rsidRPr="007B5A7D">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r w:rsidR="00167B75" w:rsidRPr="007B5A7D" w:rsidTr="009F7B6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 xml:space="preserve">TSZT </w:t>
            </w:r>
          </w:p>
        </w:tc>
      </w:tr>
    </w:tbl>
    <w:p w:rsidR="00167B75" w:rsidRPr="007B5A7D" w:rsidRDefault="00167B75" w:rsidP="00167B75">
      <w:pPr>
        <w:rPr>
          <w:rFonts w:ascii="Cambria" w:eastAsia="SimSun" w:hAnsi="Cambria"/>
          <w:sz w:val="22"/>
          <w:szCs w:val="22"/>
        </w:rPr>
      </w:pPr>
    </w:p>
    <w:p w:rsidR="00167B75" w:rsidRPr="007B5A7D" w:rsidRDefault="00167B75" w:rsidP="00167B75">
      <w:pPr>
        <w:pStyle w:val="N4ROSTWPL"/>
        <w:rPr>
          <w:color w:val="auto"/>
          <w:szCs w:val="22"/>
        </w:rPr>
      </w:pPr>
      <w:r w:rsidRPr="007B5A7D">
        <w:rPr>
          <w:color w:val="auto"/>
          <w:szCs w:val="22"/>
        </w:rPr>
        <w:t>Standard technologii prac obejmuje:</w:t>
      </w:r>
    </w:p>
    <w:p w:rsidR="00167B75" w:rsidRPr="007B5A7D" w:rsidRDefault="00167B75" w:rsidP="00167B75">
      <w:pPr>
        <w:pStyle w:val="listaopisROSTWLP"/>
        <w:numPr>
          <w:ilvl w:val="0"/>
          <w:numId w:val="537"/>
        </w:numPr>
        <w:rPr>
          <w:color w:val="auto"/>
          <w:szCs w:val="22"/>
        </w:rPr>
      </w:pPr>
      <w:r w:rsidRPr="007B5A7D">
        <w:rPr>
          <w:color w:val="auto"/>
          <w:szCs w:val="22"/>
          <w:lang w:eastAsia="en-US"/>
        </w:rPr>
        <w:t>uruchomienie i regulacja ustawień pracy siewnika,</w:t>
      </w:r>
    </w:p>
    <w:p w:rsidR="00167B75" w:rsidRPr="007B5A7D" w:rsidRDefault="00167B75" w:rsidP="00167B75">
      <w:pPr>
        <w:pStyle w:val="listaopisROSTWLP"/>
        <w:numPr>
          <w:ilvl w:val="0"/>
          <w:numId w:val="537"/>
        </w:numPr>
        <w:rPr>
          <w:color w:val="auto"/>
          <w:szCs w:val="22"/>
        </w:rPr>
      </w:pPr>
      <w:r w:rsidRPr="007B5A7D">
        <w:rPr>
          <w:color w:val="auto"/>
          <w:szCs w:val="22"/>
          <w:lang w:eastAsia="en-US"/>
        </w:rPr>
        <w:t>podawanie napełnionych kontenerów na taśmociąg podajnika siewnika,</w:t>
      </w:r>
    </w:p>
    <w:p w:rsidR="00167B75" w:rsidRPr="007B5A7D" w:rsidRDefault="00167B75" w:rsidP="00167B75">
      <w:pPr>
        <w:pStyle w:val="listaopisROSTWLP"/>
        <w:numPr>
          <w:ilvl w:val="0"/>
          <w:numId w:val="537"/>
        </w:numPr>
        <w:rPr>
          <w:color w:val="auto"/>
          <w:szCs w:val="22"/>
        </w:rPr>
      </w:pPr>
      <w:r w:rsidRPr="007B5A7D">
        <w:rPr>
          <w:color w:val="auto"/>
          <w:szCs w:val="22"/>
        </w:rPr>
        <w:t>siew nasion do napełnionych kontenerów przy pomocy siewnika bębnowego o napędzie ręcznym lub elektrycznym,</w:t>
      </w:r>
    </w:p>
    <w:p w:rsidR="00167B75" w:rsidRPr="007B5A7D" w:rsidRDefault="00167B75" w:rsidP="00167B75">
      <w:pPr>
        <w:pStyle w:val="listaopisROSTWLP"/>
        <w:numPr>
          <w:ilvl w:val="0"/>
          <w:numId w:val="537"/>
        </w:numPr>
        <w:rPr>
          <w:color w:val="auto"/>
          <w:szCs w:val="22"/>
        </w:rPr>
      </w:pPr>
      <w:r w:rsidRPr="007B5A7D">
        <w:rPr>
          <w:color w:val="auto"/>
          <w:szCs w:val="22"/>
          <w:lang w:eastAsia="en-US"/>
        </w:rPr>
        <w:t>bieżącą kontrolę pracy siewnika i prawidłowości siewu,</w:t>
      </w:r>
    </w:p>
    <w:p w:rsidR="00167B75" w:rsidRPr="007B5A7D" w:rsidRDefault="00167B75" w:rsidP="00167B75">
      <w:pPr>
        <w:pStyle w:val="listaopisROSTWLP"/>
        <w:numPr>
          <w:ilvl w:val="0"/>
          <w:numId w:val="537"/>
        </w:numPr>
        <w:rPr>
          <w:color w:val="auto"/>
          <w:szCs w:val="22"/>
        </w:rPr>
      </w:pPr>
      <w:r w:rsidRPr="007B5A7D">
        <w:rPr>
          <w:color w:val="auto"/>
          <w:szCs w:val="22"/>
          <w:lang w:eastAsia="en-US"/>
        </w:rPr>
        <w:t>uzupełnianie nasion w zasobniku siewnika,</w:t>
      </w:r>
    </w:p>
    <w:p w:rsidR="00167B75" w:rsidRPr="007B5A7D" w:rsidRDefault="00167B75" w:rsidP="00167B75">
      <w:pPr>
        <w:pStyle w:val="listaopisROSTWLP"/>
        <w:numPr>
          <w:ilvl w:val="0"/>
          <w:numId w:val="537"/>
        </w:numPr>
        <w:rPr>
          <w:color w:val="auto"/>
          <w:szCs w:val="22"/>
        </w:rPr>
      </w:pPr>
      <w:r w:rsidRPr="007B5A7D">
        <w:rPr>
          <w:color w:val="auto"/>
          <w:szCs w:val="22"/>
          <w:lang w:eastAsia="en-US"/>
        </w:rPr>
        <w:t>opróżnienie zasobnika nasion i siewnika po zakończeniu siewu partii nasion,</w:t>
      </w:r>
    </w:p>
    <w:p w:rsidR="00167B75" w:rsidRPr="007B5A7D" w:rsidRDefault="00167B75" w:rsidP="00167B75">
      <w:pPr>
        <w:pStyle w:val="listaopisROSTWLP"/>
        <w:numPr>
          <w:ilvl w:val="0"/>
          <w:numId w:val="537"/>
        </w:numPr>
        <w:rPr>
          <w:color w:val="auto"/>
          <w:szCs w:val="22"/>
        </w:rPr>
      </w:pPr>
      <w:r w:rsidRPr="007B5A7D">
        <w:rPr>
          <w:color w:val="auto"/>
          <w:szCs w:val="22"/>
          <w:lang w:eastAsia="en-US"/>
        </w:rPr>
        <w:t>ręczne lub mechaniczne przykrycie siewów perlitem,</w:t>
      </w:r>
    </w:p>
    <w:p w:rsidR="00167B75" w:rsidRPr="007B5A7D" w:rsidRDefault="00167B75" w:rsidP="00167B75">
      <w:pPr>
        <w:pStyle w:val="listaopisROSTWLP"/>
        <w:numPr>
          <w:ilvl w:val="0"/>
          <w:numId w:val="537"/>
        </w:numPr>
        <w:rPr>
          <w:color w:val="auto"/>
          <w:szCs w:val="22"/>
        </w:rPr>
      </w:pPr>
      <w:r w:rsidRPr="007B5A7D">
        <w:rPr>
          <w:color w:val="auto"/>
          <w:szCs w:val="22"/>
        </w:rPr>
        <w:t xml:space="preserve">odstawienie obsianych kontenerów na stelaże, </w:t>
      </w:r>
      <w:r w:rsidRPr="007B5A7D">
        <w:rPr>
          <w:rFonts w:eastAsia="SimSun"/>
          <w:color w:val="auto"/>
          <w:szCs w:val="22"/>
          <w:lang w:eastAsia="en-US"/>
        </w:rPr>
        <w:t>na wózki transportowe do dalszego transportu do namiotów i pola hodowlane,</w:t>
      </w:r>
    </w:p>
    <w:p w:rsidR="00167B75" w:rsidRPr="007B5A7D" w:rsidRDefault="00167B75" w:rsidP="00167B75">
      <w:pPr>
        <w:pStyle w:val="listaopisROSTWLP"/>
        <w:numPr>
          <w:ilvl w:val="0"/>
          <w:numId w:val="537"/>
        </w:numPr>
        <w:rPr>
          <w:color w:val="auto"/>
          <w:szCs w:val="22"/>
        </w:rPr>
      </w:pPr>
      <w:r w:rsidRPr="007B5A7D">
        <w:rPr>
          <w:color w:val="auto"/>
          <w:szCs w:val="22"/>
          <w:lang w:eastAsia="en-US"/>
        </w:rPr>
        <w:t>bieżące i końcowe (na zakończenie zmiany roboczej) porządkowanie stanowiska pracy.</w:t>
      </w:r>
    </w:p>
    <w:p w:rsidR="00167B75" w:rsidRPr="007B5A7D" w:rsidRDefault="00167B75" w:rsidP="00167B75">
      <w:pPr>
        <w:rPr>
          <w:rFonts w:ascii="Cambria" w:eastAsia="SimSun" w:hAnsi="Cambria"/>
          <w:sz w:val="22"/>
          <w:szCs w:val="22"/>
        </w:rPr>
      </w:pPr>
    </w:p>
    <w:p w:rsidR="00167B75" w:rsidRPr="007B5A7D" w:rsidRDefault="00167B75" w:rsidP="00167B75">
      <w:pPr>
        <w:pStyle w:val="N4ROSTWPL"/>
        <w:rPr>
          <w:color w:val="auto"/>
          <w:szCs w:val="22"/>
        </w:rPr>
      </w:pPr>
      <w:r w:rsidRPr="007B5A7D">
        <w:rPr>
          <w:rFonts w:eastAsia="SimSun"/>
          <w:color w:val="auto"/>
          <w:szCs w:val="22"/>
        </w:rPr>
        <w:t>Uwagi:</w:t>
      </w:r>
    </w:p>
    <w:p w:rsidR="00167B75" w:rsidRPr="007B5A7D" w:rsidRDefault="00167B75" w:rsidP="00167B75">
      <w:pPr>
        <w:pStyle w:val="listaopisROSTWLP"/>
        <w:numPr>
          <w:ilvl w:val="0"/>
          <w:numId w:val="538"/>
        </w:numPr>
        <w:rPr>
          <w:color w:val="auto"/>
          <w:szCs w:val="22"/>
        </w:rPr>
      </w:pPr>
      <w:r w:rsidRPr="007B5A7D">
        <w:rPr>
          <w:rFonts w:eastAsia="SimSun"/>
          <w:color w:val="auto"/>
          <w:szCs w:val="22"/>
        </w:rPr>
        <w:t>materiał i niezbędne urządzenia zapewnia Zamawiający.</w:t>
      </w:r>
    </w:p>
    <w:p w:rsidR="00167B75" w:rsidRPr="007B5A7D" w:rsidRDefault="00167B75" w:rsidP="00167B75">
      <w:pPr>
        <w:rPr>
          <w:rFonts w:ascii="Cambria" w:eastAsia="SimSun" w:hAnsi="Cambria"/>
          <w:sz w:val="22"/>
          <w:szCs w:val="22"/>
        </w:rPr>
      </w:pPr>
    </w:p>
    <w:p w:rsidR="00167B75" w:rsidRPr="007B5A7D" w:rsidRDefault="00167B75" w:rsidP="00167B75">
      <w:pPr>
        <w:pStyle w:val="N4ROSTWPL"/>
        <w:rPr>
          <w:color w:val="auto"/>
          <w:szCs w:val="22"/>
        </w:rPr>
      </w:pPr>
      <w:r w:rsidRPr="007B5A7D">
        <w:rPr>
          <w:rFonts w:eastAsia="SimSun"/>
          <w:color w:val="auto"/>
          <w:szCs w:val="22"/>
        </w:rPr>
        <w:t>Procedura odbioru:</w:t>
      </w:r>
    </w:p>
    <w:p w:rsidR="00167B75" w:rsidRPr="007B5A7D" w:rsidRDefault="00167B75" w:rsidP="00167B75">
      <w:pPr>
        <w:pStyle w:val="listaopisROSTWLP"/>
        <w:numPr>
          <w:ilvl w:val="0"/>
          <w:numId w:val="539"/>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PIEL-KON1</w:t>
            </w:r>
          </w:p>
          <w:p w:rsidR="00167B75" w:rsidRPr="007B5A7D" w:rsidRDefault="00167B75" w:rsidP="009F7B63">
            <w:pPr>
              <w:pStyle w:val="tabelaROSTWPL"/>
              <w:jc w:val="left"/>
              <w:rPr>
                <w:color w:val="auto"/>
                <w:szCs w:val="22"/>
              </w:rPr>
            </w:pPr>
            <w:r w:rsidRPr="007B5A7D">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M</w:t>
            </w:r>
            <w:r w:rsidRPr="007B5A7D">
              <w:rPr>
                <w:color w:val="auto"/>
                <w:szCs w:val="22"/>
                <w:vertAlign w:val="superscript"/>
              </w:rPr>
              <w:t>2</w:t>
            </w:r>
          </w:p>
        </w:tc>
      </w:tr>
      <w:tr w:rsidR="00167B75" w:rsidRPr="007B5A7D" w:rsidTr="009F7B6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PIEL-KON2</w:t>
            </w:r>
          </w:p>
          <w:p w:rsidR="00167B75" w:rsidRPr="007B5A7D" w:rsidRDefault="00167B75" w:rsidP="009F7B63">
            <w:pPr>
              <w:pStyle w:val="tabelaROSTWPL"/>
              <w:jc w:val="left"/>
              <w:rPr>
                <w:color w:val="auto"/>
                <w:szCs w:val="22"/>
              </w:rPr>
            </w:pPr>
            <w:r w:rsidRPr="007B5A7D">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M</w:t>
            </w:r>
            <w:r w:rsidRPr="007B5A7D">
              <w:rPr>
                <w:color w:val="auto"/>
                <w:szCs w:val="22"/>
                <w:vertAlign w:val="superscript"/>
              </w:rPr>
              <w:t>2</w:t>
            </w:r>
          </w:p>
        </w:tc>
      </w:tr>
    </w:tbl>
    <w:p w:rsidR="00167B75" w:rsidRPr="007B5A7D" w:rsidRDefault="00167B75" w:rsidP="00167B75">
      <w:pPr>
        <w:pStyle w:val="N4ROSTWPL"/>
        <w:rPr>
          <w:color w:val="auto"/>
          <w:szCs w:val="22"/>
        </w:rPr>
      </w:pPr>
      <w:r w:rsidRPr="007B5A7D">
        <w:rPr>
          <w:rFonts w:eastAsia="SimSun"/>
          <w:color w:val="auto"/>
          <w:szCs w:val="22"/>
        </w:rPr>
        <w:lastRenderedPageBreak/>
        <w:t>Standard technologii prac obejmuje:</w:t>
      </w:r>
    </w:p>
    <w:p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wyrwanie chwastów  i ich wyniesienie w wyznaczone przez Zamawiającego miejsce,</w:t>
      </w:r>
    </w:p>
    <w:p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przenoszenie/przesuwanie kontenerów w celu dotarcia do wszystkich kontenerów,</w:t>
      </w:r>
    </w:p>
    <w:p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ułożenie wypielonych kontenerów na paletach,</w:t>
      </w:r>
    </w:p>
    <w:p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uprzątnięcie stanowiska pracy.</w:t>
      </w:r>
    </w:p>
    <w:p w:rsidR="00167B75" w:rsidRPr="007B5A7D" w:rsidRDefault="00167B75" w:rsidP="00167B75">
      <w:pPr>
        <w:pStyle w:val="listaopisROSTWLP"/>
        <w:numPr>
          <w:ilvl w:val="0"/>
          <w:numId w:val="0"/>
        </w:numPr>
        <w:ind w:left="720"/>
        <w:rPr>
          <w:color w:val="auto"/>
          <w:szCs w:val="22"/>
        </w:rPr>
      </w:pPr>
    </w:p>
    <w:p w:rsidR="00167B75" w:rsidRPr="007B5A7D" w:rsidRDefault="00167B75" w:rsidP="00167B75">
      <w:pPr>
        <w:pStyle w:val="N4ROSTWPL"/>
        <w:rPr>
          <w:color w:val="auto"/>
          <w:szCs w:val="22"/>
        </w:rPr>
      </w:pPr>
      <w:r w:rsidRPr="007B5A7D">
        <w:rPr>
          <w:rFonts w:eastAsia="SimSun"/>
          <w:color w:val="auto"/>
          <w:szCs w:val="22"/>
        </w:rPr>
        <w:t>Procedura odbioru:</w:t>
      </w:r>
    </w:p>
    <w:p w:rsidR="00167B75" w:rsidRPr="007B5A7D" w:rsidRDefault="00167B75" w:rsidP="00167B75">
      <w:pPr>
        <w:pStyle w:val="listaopisROSTWLP"/>
        <w:numPr>
          <w:ilvl w:val="0"/>
          <w:numId w:val="541"/>
        </w:numPr>
        <w:rPr>
          <w:color w:val="auto"/>
          <w:szCs w:val="22"/>
        </w:rPr>
      </w:pPr>
      <w:r w:rsidRPr="007B5A7D">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p>
    <w:p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PRZ-R&lt;400</w:t>
            </w:r>
          </w:p>
          <w:p w:rsidR="00167B75" w:rsidRPr="007B5A7D" w:rsidRDefault="00167B75" w:rsidP="009F7B63">
            <w:pPr>
              <w:pStyle w:val="tabelaROSTWPL"/>
              <w:jc w:val="left"/>
              <w:rPr>
                <w:color w:val="auto"/>
                <w:szCs w:val="22"/>
              </w:rPr>
            </w:pPr>
            <w:r w:rsidRPr="007B5A7D">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r w:rsidR="00167B75" w:rsidRPr="007B5A7D" w:rsidTr="009F7B6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PRZ-R&gt;400</w:t>
            </w:r>
          </w:p>
          <w:p w:rsidR="00167B75" w:rsidRPr="007B5A7D" w:rsidRDefault="00167B75" w:rsidP="009F7B63">
            <w:pPr>
              <w:pStyle w:val="tabelaROSTWPL"/>
              <w:jc w:val="left"/>
              <w:rPr>
                <w:color w:val="auto"/>
                <w:szCs w:val="22"/>
              </w:rPr>
            </w:pPr>
            <w:r w:rsidRPr="007B5A7D">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r w:rsidR="00167B75" w:rsidRPr="007B5A7D" w:rsidTr="009F7B6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PRZ-OL-1</w:t>
            </w:r>
          </w:p>
          <w:p w:rsidR="00167B75" w:rsidRPr="007B5A7D" w:rsidRDefault="00167B75" w:rsidP="009F7B6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r w:rsidR="00167B75" w:rsidRPr="007B5A7D" w:rsidTr="009F7B6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PRZ-OL-2</w:t>
            </w:r>
          </w:p>
          <w:p w:rsidR="00167B75" w:rsidRPr="007B5A7D" w:rsidRDefault="00167B75" w:rsidP="009F7B63">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PRZ-OL-2</w:t>
            </w:r>
          </w:p>
          <w:p w:rsidR="00167B75" w:rsidRPr="007B5A7D" w:rsidRDefault="00167B75" w:rsidP="009F7B6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shd w:val="clear" w:color="auto" w:fill="00FF00"/>
              </w:rPr>
            </w:pPr>
            <w:r w:rsidRPr="007B5A7D">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r w:rsidR="00167B75" w:rsidRPr="007B5A7D" w:rsidTr="009F7B6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PRZ-BRZ-1</w:t>
            </w:r>
          </w:p>
          <w:p w:rsidR="00167B75" w:rsidRPr="007B5A7D" w:rsidRDefault="00167B75" w:rsidP="009F7B6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r w:rsidR="00167B75" w:rsidRPr="007B5A7D" w:rsidTr="009F7B6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PRZ-BRZ-2</w:t>
            </w:r>
          </w:p>
          <w:p w:rsidR="00167B75" w:rsidRPr="007B5A7D" w:rsidRDefault="00167B75" w:rsidP="009F7B6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r w:rsidR="00167B75" w:rsidRPr="007B5A7D" w:rsidTr="009F7B6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PRZ-IN-1</w:t>
            </w:r>
          </w:p>
          <w:p w:rsidR="00167B75" w:rsidRPr="007B5A7D" w:rsidRDefault="00167B75" w:rsidP="009F7B6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r w:rsidR="00167B75" w:rsidRPr="007B5A7D" w:rsidTr="009F7B6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PRZ-IN-2</w:t>
            </w:r>
          </w:p>
          <w:p w:rsidR="00167B75" w:rsidRPr="007B5A7D" w:rsidRDefault="00167B75" w:rsidP="009F7B6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bl>
    <w:p w:rsidR="00167B75" w:rsidRPr="007B5A7D" w:rsidRDefault="00167B75" w:rsidP="00167B75">
      <w:pPr>
        <w:pStyle w:val="Standard"/>
        <w:rPr>
          <w:rFonts w:ascii="Cambria" w:hAnsi="Cambria" w:cs="Arial"/>
          <w:sz w:val="22"/>
          <w:szCs w:val="22"/>
        </w:rPr>
      </w:pPr>
    </w:p>
    <w:p w:rsidR="00167B75" w:rsidRPr="007B5A7D" w:rsidRDefault="00167B75" w:rsidP="00167B75">
      <w:pPr>
        <w:pStyle w:val="N4ROSTWPL"/>
        <w:rPr>
          <w:color w:val="auto"/>
          <w:szCs w:val="22"/>
        </w:rPr>
      </w:pPr>
      <w:r w:rsidRPr="007B5A7D">
        <w:rPr>
          <w:rFonts w:eastAsia="SimSun"/>
          <w:color w:val="auto"/>
          <w:szCs w:val="22"/>
        </w:rPr>
        <w:t>Standard technologii prac obejmuje:</w:t>
      </w:r>
    </w:p>
    <w:p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wyjęcie, wyrwanie lub wycięcie nadmiarowych siewek w każdej pojedynczej celi,</w:t>
      </w:r>
    </w:p>
    <w:p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 razie potrzeby uzupełnienie/przepikowanie siewek do pustych cel,</w:t>
      </w:r>
    </w:p>
    <w:p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przenoszenie/przesuwanie kontenerów w celu dotarcia do wszystkich kontenerów,</w:t>
      </w:r>
    </w:p>
    <w:p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lastRenderedPageBreak/>
        <w:t>wyniesienie wyrwanych siewek w wyznaczone miejsce,</w:t>
      </w:r>
    </w:p>
    <w:p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uprzątnięcie stanowiska pracy.</w:t>
      </w:r>
    </w:p>
    <w:p w:rsidR="00167B75" w:rsidRPr="007B5A7D" w:rsidRDefault="00167B75" w:rsidP="00167B75">
      <w:pPr>
        <w:suppressAutoHyphens w:val="0"/>
        <w:spacing w:after="160" w:line="259" w:lineRule="auto"/>
        <w:rPr>
          <w:rFonts w:ascii="Cambria" w:eastAsia="SimSun" w:hAnsi="Cambria"/>
          <w:b/>
          <w:sz w:val="22"/>
          <w:szCs w:val="22"/>
          <w:lang w:eastAsia="pl-PL"/>
        </w:rPr>
      </w:pPr>
    </w:p>
    <w:p w:rsidR="00167B75" w:rsidRPr="007B5A7D" w:rsidRDefault="00167B75" w:rsidP="00167B75">
      <w:pPr>
        <w:pStyle w:val="N4ROSTWPL"/>
        <w:rPr>
          <w:color w:val="auto"/>
          <w:szCs w:val="22"/>
        </w:rPr>
      </w:pPr>
      <w:r w:rsidRPr="007B5A7D">
        <w:rPr>
          <w:rFonts w:eastAsia="SimSun"/>
          <w:color w:val="auto"/>
          <w:szCs w:val="22"/>
        </w:rPr>
        <w:t>Procedura odbioru:</w:t>
      </w:r>
    </w:p>
    <w:p w:rsidR="00167B75" w:rsidRPr="007B5A7D" w:rsidRDefault="00167B75" w:rsidP="00167B75">
      <w:pPr>
        <w:pStyle w:val="listaopisROSTWLP"/>
        <w:numPr>
          <w:ilvl w:val="0"/>
          <w:numId w:val="543"/>
        </w:numPr>
        <w:rPr>
          <w:color w:val="auto"/>
          <w:szCs w:val="22"/>
        </w:rPr>
      </w:pPr>
      <w:r w:rsidRPr="007B5A7D">
        <w:rPr>
          <w:rFonts w:eastAsia="SimSun"/>
          <w:color w:val="auto"/>
          <w:szCs w:val="22"/>
        </w:rPr>
        <w:t>odbiór prac nastąpi poprzez zweryfikowanie prawidłowości i jakości wykonania prac z opisem czynności i zleceniem oraz policzenie cel w których pozostała jedna siewka.</w:t>
      </w:r>
    </w:p>
    <w:p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rsidR="00167B75" w:rsidRPr="007B5A7D" w:rsidRDefault="00167B75" w:rsidP="00167B75">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hRule="exact" w:val="960"/>
          <w:tblHeader/>
          <w:jc w:val="center"/>
        </w:trPr>
        <w:tc>
          <w:tcPr>
            <w:tcW w:w="640" w:type="dxa"/>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hRule="exact" w:val="1187"/>
          <w:jc w:val="center"/>
        </w:trPr>
        <w:tc>
          <w:tcPr>
            <w:tcW w:w="640" w:type="dxa"/>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358</w:t>
            </w:r>
          </w:p>
        </w:tc>
        <w:tc>
          <w:tcPr>
            <w:tcW w:w="1700" w:type="dxa"/>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SZK-KONTM</w:t>
            </w:r>
          </w:p>
          <w:p w:rsidR="00167B75" w:rsidRPr="007B5A7D" w:rsidRDefault="00167B75" w:rsidP="009F7B63">
            <w:pPr>
              <w:pStyle w:val="tabelaROSTWPL"/>
              <w:jc w:val="left"/>
              <w:rPr>
                <w:color w:val="auto"/>
                <w:szCs w:val="22"/>
              </w:rPr>
            </w:pPr>
          </w:p>
        </w:tc>
        <w:tc>
          <w:tcPr>
            <w:tcW w:w="1700" w:type="dxa"/>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SZK-KONTM</w:t>
            </w:r>
          </w:p>
          <w:p w:rsidR="00167B75" w:rsidRPr="007B5A7D" w:rsidRDefault="00167B75" w:rsidP="009F7B63">
            <w:pPr>
              <w:pStyle w:val="tabelaROSTWPL"/>
              <w:jc w:val="left"/>
              <w:rPr>
                <w:color w:val="auto"/>
                <w:szCs w:val="22"/>
              </w:rPr>
            </w:pPr>
          </w:p>
        </w:tc>
        <w:tc>
          <w:tcPr>
            <w:tcW w:w="3760" w:type="dxa"/>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bl>
    <w:p w:rsidR="00167B75" w:rsidRPr="007B5A7D" w:rsidRDefault="00167B75" w:rsidP="00167B75">
      <w:pPr>
        <w:pStyle w:val="N4ROSTWPL"/>
        <w:rPr>
          <w:color w:val="auto"/>
          <w:szCs w:val="22"/>
        </w:rPr>
      </w:pPr>
      <w:r w:rsidRPr="007B5A7D">
        <w:rPr>
          <w:rFonts w:eastAsia="SimSun"/>
          <w:color w:val="auto"/>
          <w:szCs w:val="22"/>
        </w:rPr>
        <w:t>Standard technologii prac obejmuje:</w:t>
      </w:r>
    </w:p>
    <w:p w:rsidR="00167B75" w:rsidRPr="007B5A7D" w:rsidRDefault="00167B75" w:rsidP="00167B75">
      <w:pPr>
        <w:pStyle w:val="listaopisROSTWLP"/>
        <w:numPr>
          <w:ilvl w:val="0"/>
          <w:numId w:val="544"/>
        </w:numPr>
        <w:rPr>
          <w:color w:val="auto"/>
          <w:szCs w:val="22"/>
        </w:rPr>
      </w:pPr>
      <w:r w:rsidRPr="007B5A7D">
        <w:rPr>
          <w:color w:val="auto"/>
          <w:szCs w:val="22"/>
        </w:rPr>
        <w:t>doniesienie sadzonek na halę produkcyjną,</w:t>
      </w:r>
    </w:p>
    <w:p w:rsidR="00167B75" w:rsidRPr="007B5A7D" w:rsidRDefault="00167B75" w:rsidP="00167B75">
      <w:pPr>
        <w:pStyle w:val="listaopisROSTWLP"/>
        <w:numPr>
          <w:ilvl w:val="0"/>
          <w:numId w:val="544"/>
        </w:numPr>
        <w:rPr>
          <w:color w:val="auto"/>
          <w:szCs w:val="22"/>
        </w:rPr>
      </w:pPr>
      <w:r w:rsidRPr="007B5A7D">
        <w:rPr>
          <w:color w:val="auto"/>
          <w:szCs w:val="22"/>
        </w:rPr>
        <w:t>formowanie systemu korzeniowego sekatorem i umieszczenie sadzonek w nakładkach do szkółkowania,</w:t>
      </w:r>
    </w:p>
    <w:p w:rsidR="00167B75" w:rsidRPr="007B5A7D" w:rsidRDefault="00167B75" w:rsidP="00167B75">
      <w:pPr>
        <w:pStyle w:val="listaopisROSTWLP"/>
        <w:numPr>
          <w:ilvl w:val="0"/>
          <w:numId w:val="544"/>
        </w:numPr>
        <w:rPr>
          <w:color w:val="auto"/>
          <w:szCs w:val="22"/>
        </w:rPr>
      </w:pPr>
      <w:r w:rsidRPr="007B5A7D">
        <w:rPr>
          <w:color w:val="auto"/>
          <w:szCs w:val="22"/>
        </w:rPr>
        <w:t>napełnienie substratem kaset z umieszczonymi w nich sadzonkami z wykorzystaniem linii do szkółkowania,</w:t>
      </w:r>
    </w:p>
    <w:p w:rsidR="00167B75" w:rsidRPr="007B5A7D" w:rsidRDefault="00167B75" w:rsidP="00167B75">
      <w:pPr>
        <w:pStyle w:val="listaopisROSTWLP"/>
        <w:numPr>
          <w:ilvl w:val="0"/>
          <w:numId w:val="544"/>
        </w:numPr>
        <w:rPr>
          <w:color w:val="auto"/>
          <w:szCs w:val="22"/>
        </w:rPr>
      </w:pPr>
      <w:r w:rsidRPr="007B5A7D">
        <w:rPr>
          <w:color w:val="auto"/>
          <w:szCs w:val="22"/>
        </w:rPr>
        <w:t>uzupełnienie ewentualnych braków sadzonek,</w:t>
      </w:r>
    </w:p>
    <w:p w:rsidR="00167B75" w:rsidRPr="007B5A7D" w:rsidRDefault="00167B75" w:rsidP="00167B75">
      <w:pPr>
        <w:pStyle w:val="listaopisROSTWLP"/>
        <w:numPr>
          <w:ilvl w:val="0"/>
          <w:numId w:val="544"/>
        </w:numPr>
        <w:rPr>
          <w:color w:val="auto"/>
          <w:szCs w:val="22"/>
        </w:rPr>
      </w:pPr>
      <w:r w:rsidRPr="007B5A7D">
        <w:rPr>
          <w:color w:val="auto"/>
          <w:szCs w:val="22"/>
        </w:rPr>
        <w:t>ułożenie kaset na wózku transportowym.</w:t>
      </w:r>
    </w:p>
    <w:p w:rsidR="00167B75" w:rsidRPr="007B5A7D" w:rsidRDefault="00167B75" w:rsidP="00167B75">
      <w:pPr>
        <w:pStyle w:val="N4ROSTWPL"/>
        <w:rPr>
          <w:color w:val="auto"/>
          <w:szCs w:val="22"/>
        </w:rPr>
      </w:pPr>
      <w:r w:rsidRPr="007B5A7D">
        <w:rPr>
          <w:rFonts w:eastAsia="SimSun"/>
          <w:color w:val="auto"/>
          <w:szCs w:val="22"/>
        </w:rPr>
        <w:t>Uwagi:</w:t>
      </w:r>
    </w:p>
    <w:p w:rsidR="00167B75" w:rsidRPr="007B5A7D" w:rsidRDefault="00167B75" w:rsidP="00167B75">
      <w:pPr>
        <w:pStyle w:val="listaopisROSTWLP"/>
        <w:numPr>
          <w:ilvl w:val="0"/>
          <w:numId w:val="545"/>
        </w:numPr>
        <w:rPr>
          <w:color w:val="auto"/>
          <w:szCs w:val="22"/>
        </w:rPr>
      </w:pPr>
      <w:r w:rsidRPr="007B5A7D">
        <w:rPr>
          <w:rFonts w:eastAsia="SimSun"/>
          <w:color w:val="auto"/>
          <w:szCs w:val="22"/>
        </w:rPr>
        <w:t>materiał i niezbędne urządzenia zapewnia Zamawiający.</w:t>
      </w:r>
    </w:p>
    <w:p w:rsidR="00167B75" w:rsidRPr="007B5A7D" w:rsidRDefault="00167B75" w:rsidP="00167B75">
      <w:pPr>
        <w:pStyle w:val="N4ROSTWPL"/>
        <w:rPr>
          <w:color w:val="auto"/>
          <w:szCs w:val="22"/>
        </w:rPr>
      </w:pPr>
      <w:r w:rsidRPr="007B5A7D">
        <w:rPr>
          <w:color w:val="auto"/>
          <w:szCs w:val="22"/>
        </w:rPr>
        <w:t>Procedura odbioru:</w:t>
      </w:r>
    </w:p>
    <w:p w:rsidR="00167B75" w:rsidRPr="007B5A7D" w:rsidRDefault="00167B75" w:rsidP="00167B75">
      <w:pPr>
        <w:pStyle w:val="listaopisROSTWLP"/>
        <w:numPr>
          <w:ilvl w:val="0"/>
          <w:numId w:val="546"/>
        </w:numPr>
        <w:rPr>
          <w:color w:val="auto"/>
          <w:szCs w:val="22"/>
        </w:rPr>
      </w:pPr>
      <w:r w:rsidRPr="007B5A7D">
        <w:rPr>
          <w:color w:val="auto"/>
          <w:szCs w:val="22"/>
        </w:rPr>
        <w:t xml:space="preserve">odbiór prac nastąpi poprzez doraźną kontrolę jakości prac oraz obliczenie ilości </w:t>
      </w:r>
      <w:proofErr w:type="spellStart"/>
      <w:r w:rsidRPr="007B5A7D">
        <w:rPr>
          <w:color w:val="auto"/>
          <w:szCs w:val="22"/>
        </w:rPr>
        <w:t>zaszkółkowanych</w:t>
      </w:r>
      <w:proofErr w:type="spellEnd"/>
      <w:r w:rsidRPr="007B5A7D">
        <w:rPr>
          <w:color w:val="auto"/>
          <w:szCs w:val="22"/>
        </w:rPr>
        <w:t xml:space="preserve"> sadzonek.</w:t>
      </w:r>
    </w:p>
    <w:p w:rsidR="00167B75" w:rsidRPr="007B5A7D" w:rsidRDefault="00167B75" w:rsidP="00167B75">
      <w:pPr>
        <w:pStyle w:val="Standard"/>
        <w:rPr>
          <w:rFonts w:ascii="Cambria" w:hAnsi="Cambria" w:cs="Arial"/>
          <w:sz w:val="22"/>
          <w:szCs w:val="22"/>
        </w:rPr>
      </w:pPr>
    </w:p>
    <w:p w:rsidR="00167B75" w:rsidRPr="007B5A7D" w:rsidRDefault="00167B75" w:rsidP="00167B7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SZK-KONTR</w:t>
            </w:r>
          </w:p>
          <w:p w:rsidR="00167B75" w:rsidRPr="007B5A7D" w:rsidRDefault="00167B75" w:rsidP="009F7B63">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SZK-KONTR</w:t>
            </w:r>
          </w:p>
          <w:p w:rsidR="00167B75" w:rsidRPr="007B5A7D" w:rsidRDefault="00167B75" w:rsidP="009F7B6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p>
          <w:p w:rsidR="00167B75" w:rsidRPr="007B5A7D" w:rsidRDefault="00167B75" w:rsidP="009F7B63">
            <w:pPr>
              <w:pStyle w:val="tabelaROSTWPL"/>
              <w:jc w:val="left"/>
              <w:rPr>
                <w:color w:val="auto"/>
                <w:szCs w:val="22"/>
              </w:rPr>
            </w:pPr>
            <w:r w:rsidRPr="007B5A7D">
              <w:rPr>
                <w:color w:val="auto"/>
                <w:szCs w:val="22"/>
              </w:rPr>
              <w:t>Ręczne szkółkowanie sadzonek  do kontenerów o zagęszczeniu cel do 400 szt./m2</w:t>
            </w:r>
          </w:p>
          <w:p w:rsidR="00167B75" w:rsidRPr="007B5A7D" w:rsidRDefault="00167B75" w:rsidP="009F7B63">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bl>
    <w:p w:rsidR="00167B75" w:rsidRPr="007B5A7D" w:rsidRDefault="00167B75" w:rsidP="00167B75">
      <w:pPr>
        <w:pStyle w:val="N4ROSTWPL"/>
        <w:rPr>
          <w:color w:val="auto"/>
          <w:szCs w:val="22"/>
        </w:rPr>
      </w:pPr>
      <w:r w:rsidRPr="007B5A7D">
        <w:rPr>
          <w:rFonts w:eastAsia="SimSun"/>
          <w:color w:val="auto"/>
          <w:szCs w:val="22"/>
        </w:rPr>
        <w:t>Standard technologii prac obejmuje:</w:t>
      </w:r>
    </w:p>
    <w:p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uruchomienie poszczególnych modułów linii technologicznej do napełniania kontenerów i szkółkowania,</w:t>
      </w:r>
    </w:p>
    <w:p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podawanie pustych kontenerów na taśmociąg początkowy linii technologicznej,</w:t>
      </w:r>
    </w:p>
    <w:p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ustawienie i korekta ustawień podstawowych parametrów pracy linii technologicznej,</w:t>
      </w:r>
    </w:p>
    <w:p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kontrolę jakości napełniania kontenerów,</w:t>
      </w:r>
    </w:p>
    <w:p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doniesienie kontenerów z sadzonkami przeznaczonymi do szkółkowania do stanowiska roboczego na linii technologicznej,</w:t>
      </w:r>
    </w:p>
    <w:p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zdjęcie z podajnika rolkowego napełnionych substratem kontenerów z wyciśniętymi otworami na sadzonki,</w:t>
      </w:r>
    </w:p>
    <w:p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lastRenderedPageBreak/>
        <w:t>wyjęcie sadzonek spełniających określone parametry z pierwotnego kontenera i szkółkowanie do kontenera docelowego,</w:t>
      </w:r>
    </w:p>
    <w:p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ręczne zagęszczenie substratu wokół </w:t>
      </w:r>
      <w:proofErr w:type="spellStart"/>
      <w:r w:rsidRPr="007B5A7D">
        <w:rPr>
          <w:rFonts w:eastAsia="SimSun"/>
          <w:color w:val="auto"/>
          <w:szCs w:val="22"/>
          <w:lang w:eastAsia="en-US"/>
        </w:rPr>
        <w:t>zaszkółkowanych</w:t>
      </w:r>
      <w:proofErr w:type="spellEnd"/>
      <w:r w:rsidRPr="007B5A7D">
        <w:rPr>
          <w:rFonts w:eastAsia="SimSun"/>
          <w:color w:val="auto"/>
          <w:szCs w:val="22"/>
          <w:lang w:eastAsia="en-US"/>
        </w:rPr>
        <w:t xml:space="preserve"> sadzonek,</w:t>
      </w:r>
    </w:p>
    <w:p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odłożenie kontenera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na taśmociąg,</w:t>
      </w:r>
    </w:p>
    <w:p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zdejmowanie kontenerów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z podajnika rolkowego i układanie na paletach w stelażu na wózki transportowe do dalszego transportu do namiotów i pola hodowlane,</w:t>
      </w:r>
    </w:p>
    <w:p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opróżnienie pierwotnie obsianych kontenerów z pozostałości sadzonek i substratu,</w:t>
      </w:r>
    </w:p>
    <w:p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ułożenie pustych kontenerów po sadzonkach na palecie,</w:t>
      </w:r>
    </w:p>
    <w:p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rsidR="00167B75" w:rsidRPr="007B5A7D" w:rsidRDefault="00167B75" w:rsidP="00167B75">
      <w:pPr>
        <w:pStyle w:val="N4ROSTWPL"/>
        <w:rPr>
          <w:rFonts w:eastAsia="SimSun"/>
          <w:color w:val="auto"/>
          <w:szCs w:val="22"/>
        </w:rPr>
      </w:pPr>
    </w:p>
    <w:p w:rsidR="00167B75" w:rsidRPr="007B5A7D" w:rsidRDefault="00167B75" w:rsidP="00167B75">
      <w:pPr>
        <w:pStyle w:val="N4ROSTWPL"/>
        <w:rPr>
          <w:color w:val="auto"/>
          <w:szCs w:val="22"/>
        </w:rPr>
      </w:pPr>
      <w:r w:rsidRPr="007B5A7D">
        <w:rPr>
          <w:rFonts w:eastAsia="SimSun"/>
          <w:color w:val="auto"/>
          <w:szCs w:val="22"/>
        </w:rPr>
        <w:t>Uwagi:</w:t>
      </w:r>
    </w:p>
    <w:p w:rsidR="00167B75" w:rsidRPr="007B5A7D" w:rsidRDefault="00167B75" w:rsidP="00167B75">
      <w:pPr>
        <w:pStyle w:val="listaopisROSTWLP"/>
        <w:numPr>
          <w:ilvl w:val="0"/>
          <w:numId w:val="548"/>
        </w:numPr>
        <w:rPr>
          <w:color w:val="auto"/>
          <w:szCs w:val="22"/>
        </w:rPr>
      </w:pPr>
      <w:r w:rsidRPr="007B5A7D">
        <w:rPr>
          <w:rFonts w:eastAsia="SimSun"/>
          <w:color w:val="auto"/>
          <w:szCs w:val="22"/>
        </w:rPr>
        <w:t>materiał i niezbędne urządzenia zapewnia Zamawiający.</w:t>
      </w:r>
    </w:p>
    <w:p w:rsidR="00167B75" w:rsidRPr="007B5A7D" w:rsidRDefault="00167B75" w:rsidP="00167B75">
      <w:pPr>
        <w:pStyle w:val="listaopisROSTWLP"/>
        <w:numPr>
          <w:ilvl w:val="0"/>
          <w:numId w:val="0"/>
        </w:numPr>
        <w:rPr>
          <w:rFonts w:eastAsia="SimSun"/>
          <w:b/>
          <w:color w:val="auto"/>
          <w:szCs w:val="22"/>
        </w:rPr>
      </w:pPr>
    </w:p>
    <w:p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rsidR="00167B75" w:rsidRPr="007B5A7D" w:rsidRDefault="00167B75" w:rsidP="00167B75">
      <w:pPr>
        <w:pStyle w:val="listaopisROSTWLP"/>
        <w:numPr>
          <w:ilvl w:val="0"/>
          <w:numId w:val="549"/>
        </w:numPr>
        <w:rPr>
          <w:color w:val="auto"/>
          <w:szCs w:val="22"/>
        </w:rPr>
      </w:pPr>
      <w:r w:rsidRPr="007B5A7D">
        <w:rPr>
          <w:rFonts w:eastAsia="SimSun"/>
          <w:color w:val="auto"/>
          <w:szCs w:val="22"/>
        </w:rPr>
        <w:t xml:space="preserve">odbiór prac nastąpi poprzez zweryfikowanie prawidłowości i jakości wykonania prac z opisem czynności i zleceniem oraz policzenie </w:t>
      </w:r>
      <w:proofErr w:type="spellStart"/>
      <w:r w:rsidRPr="007B5A7D">
        <w:rPr>
          <w:rFonts w:eastAsia="SimSun"/>
          <w:color w:val="auto"/>
          <w:szCs w:val="22"/>
        </w:rPr>
        <w:t>zaszkółkowanych</w:t>
      </w:r>
      <w:proofErr w:type="spellEnd"/>
      <w:r w:rsidRPr="007B5A7D">
        <w:rPr>
          <w:rFonts w:eastAsia="SimSun"/>
          <w:color w:val="auto"/>
          <w:szCs w:val="22"/>
        </w:rPr>
        <w:t xml:space="preserve"> sadzonek.</w:t>
      </w:r>
    </w:p>
    <w:p w:rsidR="00167B75" w:rsidRPr="007B5A7D" w:rsidRDefault="00167B75" w:rsidP="00167B75">
      <w:pPr>
        <w:rPr>
          <w:rFonts w:ascii="Cambria" w:hAnsi="Cambria"/>
          <w:sz w:val="22"/>
          <w:szCs w:val="22"/>
        </w:rPr>
      </w:pPr>
    </w:p>
    <w:p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SORT-KON1</w:t>
            </w:r>
          </w:p>
          <w:p w:rsidR="00167B75" w:rsidRPr="007B5A7D" w:rsidRDefault="00167B75" w:rsidP="009F7B63">
            <w:pPr>
              <w:pStyle w:val="tabelaROSTWPL"/>
              <w:jc w:val="left"/>
              <w:rPr>
                <w:color w:val="auto"/>
                <w:szCs w:val="22"/>
              </w:rPr>
            </w:pPr>
            <w:r w:rsidRPr="007B5A7D">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Sortowanie sadzonek wszystkich gatunków w kontenerach o zagęszczeniu cel do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r w:rsidR="00167B75" w:rsidRPr="007B5A7D" w:rsidTr="009F7B63">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SORT-KON2</w:t>
            </w:r>
          </w:p>
          <w:p w:rsidR="00167B75" w:rsidRPr="007B5A7D" w:rsidRDefault="00167B75" w:rsidP="009F7B63">
            <w:pPr>
              <w:pStyle w:val="tabelaROSTWPL"/>
              <w:jc w:val="left"/>
              <w:rPr>
                <w:color w:val="auto"/>
                <w:szCs w:val="22"/>
              </w:rPr>
            </w:pPr>
            <w:r w:rsidRPr="007B5A7D">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Sortowanie sadzonek wszystkich gatunków w kontenerach o zagęszczeniu cel powyżej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bl>
    <w:p w:rsidR="00167B75" w:rsidRPr="007B5A7D" w:rsidRDefault="00167B75" w:rsidP="00167B75">
      <w:pPr>
        <w:pStyle w:val="N4ROSTWPL"/>
        <w:rPr>
          <w:color w:val="auto"/>
          <w:szCs w:val="22"/>
        </w:rPr>
      </w:pPr>
      <w:r w:rsidRPr="007B5A7D">
        <w:rPr>
          <w:rFonts w:eastAsia="SimSun"/>
          <w:color w:val="auto"/>
          <w:szCs w:val="22"/>
        </w:rPr>
        <w:t>Standard technologii prac obejmuje:</w:t>
      </w:r>
    </w:p>
    <w:p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wysortowanie sadzonek spełniających określone parametry,</w:t>
      </w:r>
    </w:p>
    <w:p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przełożenie wysortowanych sadzonek do kontenerów lub innych pojemników,</w:t>
      </w:r>
    </w:p>
    <w:p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ułożenie kontenerów lub innych pojemników z wysortowanymi sadzonkami na paletach lub podłożu,</w:t>
      </w:r>
    </w:p>
    <w:p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wyrzucenie pozostałych sadzonek pozaklasowych do pojemnika wraz z opróżnieniem kontenerów hodowlanych z resztek substratu i ułożenie ich na paletach,</w:t>
      </w:r>
    </w:p>
    <w:p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uporządkowanie miejsca sortowania.</w:t>
      </w:r>
    </w:p>
    <w:p w:rsidR="00167B75" w:rsidRPr="007B5A7D" w:rsidRDefault="00167B75" w:rsidP="00167B75">
      <w:pPr>
        <w:pStyle w:val="listaopisROSTWLP"/>
        <w:numPr>
          <w:ilvl w:val="0"/>
          <w:numId w:val="0"/>
        </w:numPr>
        <w:ind w:left="720"/>
        <w:rPr>
          <w:color w:val="auto"/>
          <w:szCs w:val="22"/>
        </w:rPr>
      </w:pPr>
    </w:p>
    <w:p w:rsidR="00167B75" w:rsidRPr="007B5A7D" w:rsidRDefault="00167B75" w:rsidP="00167B75">
      <w:pPr>
        <w:pStyle w:val="N4ROSTWPL"/>
        <w:rPr>
          <w:color w:val="auto"/>
          <w:szCs w:val="22"/>
        </w:rPr>
      </w:pPr>
      <w:r w:rsidRPr="007B5A7D">
        <w:rPr>
          <w:rFonts w:eastAsia="SimSun"/>
          <w:color w:val="auto"/>
          <w:szCs w:val="22"/>
        </w:rPr>
        <w:t>Procedura odbioru:</w:t>
      </w:r>
    </w:p>
    <w:p w:rsidR="00167B75" w:rsidRPr="007B5A7D" w:rsidRDefault="00167B75" w:rsidP="00167B75">
      <w:pPr>
        <w:pStyle w:val="listaopisROSTWLP"/>
        <w:numPr>
          <w:ilvl w:val="0"/>
          <w:numId w:val="551"/>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wysortowanych sadzonek.</w:t>
      </w:r>
    </w:p>
    <w:p w:rsidR="00167B75" w:rsidRPr="007B5A7D" w:rsidRDefault="00167B75" w:rsidP="00167B75">
      <w:pPr>
        <w:rPr>
          <w:rFonts w:ascii="Cambria" w:hAnsi="Cambria"/>
          <w:sz w:val="22"/>
          <w:szCs w:val="22"/>
        </w:rPr>
      </w:pPr>
    </w:p>
    <w:p w:rsidR="00167B75" w:rsidRPr="007B5A7D" w:rsidRDefault="00167B75" w:rsidP="00167B7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362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ZES-KON&lt;8</w:t>
            </w:r>
          </w:p>
          <w:p w:rsidR="00167B75" w:rsidRPr="007B5A7D" w:rsidRDefault="00167B75" w:rsidP="009F7B63">
            <w:pPr>
              <w:pStyle w:val="tabelaROSTWPL"/>
              <w:jc w:val="left"/>
              <w:rPr>
                <w:color w:val="auto"/>
                <w:szCs w:val="22"/>
              </w:rPr>
            </w:pPr>
            <w:r w:rsidRPr="007B5A7D">
              <w:rPr>
                <w:color w:val="auto"/>
                <w:szCs w:val="22"/>
              </w:rPr>
              <w:t>ZES-KON&gt;9</w:t>
            </w:r>
          </w:p>
          <w:p w:rsidR="00167B75" w:rsidRPr="007B5A7D" w:rsidRDefault="00167B75" w:rsidP="009F7B63">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bl>
    <w:p w:rsidR="00167B75" w:rsidRPr="007B5A7D" w:rsidRDefault="00167B75" w:rsidP="00167B75">
      <w:pPr>
        <w:pStyle w:val="N4ROSTWPL"/>
        <w:rPr>
          <w:color w:val="auto"/>
          <w:szCs w:val="22"/>
        </w:rPr>
      </w:pPr>
      <w:r w:rsidRPr="007B5A7D">
        <w:rPr>
          <w:rFonts w:eastAsia="SimSun"/>
          <w:color w:val="auto"/>
          <w:szCs w:val="22"/>
        </w:rPr>
        <w:t>Standard technologii prac obejmuje:</w:t>
      </w:r>
    </w:p>
    <w:p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lastRenderedPageBreak/>
        <w:t>zdjęcie kontenerów z sadzonkami z palet,</w:t>
      </w:r>
    </w:p>
    <w:p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ścisłe ułożenie kontenerów na podłożu,</w:t>
      </w:r>
    </w:p>
    <w:p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osłonięcie skrajnych kontenerów materiałem izolacyjnym,</w:t>
      </w:r>
    </w:p>
    <w:p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wyniesienie i ułożenie pustych palet (podpór),</w:t>
      </w:r>
    </w:p>
    <w:p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oznaczenie partii sadzonek tabliczkami szkółkarskimi,</w:t>
      </w:r>
    </w:p>
    <w:p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uporządkowanie powierzchni.</w:t>
      </w:r>
    </w:p>
    <w:p w:rsidR="00167B75" w:rsidRPr="007B5A7D" w:rsidRDefault="00167B75" w:rsidP="00167B75">
      <w:pPr>
        <w:rPr>
          <w:rFonts w:ascii="Cambria" w:eastAsia="SimSun" w:hAnsi="Cambria"/>
          <w:sz w:val="22"/>
          <w:szCs w:val="22"/>
        </w:rPr>
      </w:pPr>
    </w:p>
    <w:p w:rsidR="00167B75" w:rsidRPr="007B5A7D" w:rsidRDefault="00167B75" w:rsidP="00167B75">
      <w:pPr>
        <w:pStyle w:val="N4ROSTWPL"/>
        <w:rPr>
          <w:color w:val="auto"/>
          <w:szCs w:val="22"/>
        </w:rPr>
      </w:pPr>
      <w:r w:rsidRPr="007B5A7D">
        <w:rPr>
          <w:rFonts w:eastAsia="SimSun"/>
          <w:color w:val="auto"/>
          <w:szCs w:val="22"/>
        </w:rPr>
        <w:t>Uwagi:</w:t>
      </w:r>
    </w:p>
    <w:p w:rsidR="00167B75" w:rsidRPr="007B5A7D" w:rsidRDefault="00167B75" w:rsidP="00167B75">
      <w:pPr>
        <w:pStyle w:val="listaopisROSTWLP"/>
        <w:numPr>
          <w:ilvl w:val="0"/>
          <w:numId w:val="553"/>
        </w:numPr>
        <w:rPr>
          <w:color w:val="auto"/>
          <w:szCs w:val="22"/>
        </w:rPr>
      </w:pPr>
      <w:r w:rsidRPr="007B5A7D">
        <w:rPr>
          <w:rFonts w:eastAsia="SimSun"/>
          <w:color w:val="auto"/>
          <w:szCs w:val="22"/>
        </w:rPr>
        <w:t>materiał i niezbędne urządzenia zapewnia Zamawiający.</w:t>
      </w:r>
    </w:p>
    <w:p w:rsidR="00167B75" w:rsidRPr="007B5A7D" w:rsidRDefault="00167B75" w:rsidP="00167B75">
      <w:pPr>
        <w:pStyle w:val="N4ROSTWPL"/>
        <w:rPr>
          <w:rFonts w:eastAsia="SimSun"/>
          <w:color w:val="auto"/>
          <w:szCs w:val="22"/>
        </w:rPr>
      </w:pPr>
    </w:p>
    <w:p w:rsidR="00167B75" w:rsidRPr="007B5A7D" w:rsidRDefault="00167B75" w:rsidP="00167B75">
      <w:pPr>
        <w:pStyle w:val="N4ROSTWPL"/>
        <w:rPr>
          <w:color w:val="auto"/>
          <w:szCs w:val="22"/>
        </w:rPr>
      </w:pPr>
      <w:r w:rsidRPr="007B5A7D">
        <w:rPr>
          <w:rFonts w:eastAsia="SimSun"/>
          <w:color w:val="auto"/>
          <w:szCs w:val="22"/>
        </w:rPr>
        <w:t>Procedura odbioru:</w:t>
      </w:r>
    </w:p>
    <w:p w:rsidR="00167B75" w:rsidRPr="007B5A7D" w:rsidRDefault="00167B75" w:rsidP="00167B75">
      <w:pPr>
        <w:pStyle w:val="listaopisROSTWLP"/>
        <w:numPr>
          <w:ilvl w:val="0"/>
          <w:numId w:val="554"/>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 xml:space="preserve"> (rozliczenie z dokładnością do dwóch miejsc po przecinku)</w:t>
      </w:r>
    </w:p>
    <w:p w:rsidR="00167B75" w:rsidRPr="007B5A7D" w:rsidRDefault="00167B75" w:rsidP="00167B75">
      <w:pPr>
        <w:rPr>
          <w:rFonts w:ascii="Cambria" w:eastAsia="Verdana" w:hAnsi="Cambria" w:cs="Verdana"/>
          <w:i/>
          <w:kern w:val="3"/>
          <w:sz w:val="22"/>
          <w:szCs w:val="22"/>
          <w:lang w:eastAsia="zh-CN" w:bidi="hi-IN"/>
        </w:rPr>
      </w:pPr>
    </w:p>
    <w:p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363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bl>
    <w:p w:rsidR="00167B75" w:rsidRPr="007B5A7D" w:rsidRDefault="00167B75" w:rsidP="00167B75">
      <w:pPr>
        <w:pStyle w:val="N4ROSTWPL"/>
        <w:rPr>
          <w:color w:val="auto"/>
          <w:szCs w:val="22"/>
        </w:rPr>
      </w:pPr>
      <w:r w:rsidRPr="007B5A7D">
        <w:rPr>
          <w:rFonts w:eastAsia="SimSun"/>
          <w:color w:val="auto"/>
          <w:szCs w:val="22"/>
        </w:rPr>
        <w:t>Standard technologii prac obejmuje:</w:t>
      </w:r>
    </w:p>
    <w:p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zdjęcie i ułożenie osłony skrajnych kontenerów,</w:t>
      </w:r>
    </w:p>
    <w:p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doniesienie pustych palet (podpór) ,</w:t>
      </w:r>
    </w:p>
    <w:p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ułożenie kontenerów z sadzonkami na paletach (podporach),</w:t>
      </w:r>
    </w:p>
    <w:p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uporządkowanie powierzchni.</w:t>
      </w:r>
    </w:p>
    <w:p w:rsidR="00167B75" w:rsidRPr="007B5A7D" w:rsidRDefault="00167B75" w:rsidP="00167B75">
      <w:pPr>
        <w:pStyle w:val="N4ROSTWPL"/>
        <w:rPr>
          <w:rFonts w:eastAsia="SimSun"/>
          <w:color w:val="auto"/>
          <w:szCs w:val="22"/>
        </w:rPr>
      </w:pPr>
    </w:p>
    <w:p w:rsidR="00167B75" w:rsidRPr="007B5A7D" w:rsidRDefault="00167B75" w:rsidP="00167B75">
      <w:pPr>
        <w:pStyle w:val="N4ROSTWPL"/>
        <w:rPr>
          <w:color w:val="auto"/>
          <w:szCs w:val="22"/>
        </w:rPr>
      </w:pPr>
      <w:r w:rsidRPr="007B5A7D">
        <w:rPr>
          <w:rFonts w:eastAsia="SimSun"/>
          <w:color w:val="auto"/>
          <w:szCs w:val="22"/>
        </w:rPr>
        <w:t>Uwagi:</w:t>
      </w:r>
    </w:p>
    <w:p w:rsidR="00167B75" w:rsidRPr="007B5A7D" w:rsidRDefault="00167B75" w:rsidP="00167B75">
      <w:pPr>
        <w:pStyle w:val="listaopisROSTWLP"/>
        <w:numPr>
          <w:ilvl w:val="0"/>
          <w:numId w:val="556"/>
        </w:numPr>
        <w:rPr>
          <w:color w:val="auto"/>
          <w:szCs w:val="22"/>
        </w:rPr>
      </w:pPr>
      <w:r w:rsidRPr="007B5A7D">
        <w:rPr>
          <w:rFonts w:eastAsia="SimSun"/>
          <w:color w:val="auto"/>
          <w:szCs w:val="22"/>
        </w:rPr>
        <w:t>materiał i niezbędne urządzenia zapewnia Zamawiający.</w:t>
      </w:r>
    </w:p>
    <w:p w:rsidR="00167B75" w:rsidRPr="007B5A7D" w:rsidRDefault="00167B75" w:rsidP="00167B75">
      <w:pPr>
        <w:pStyle w:val="listaopisROSTWLP"/>
        <w:numPr>
          <w:ilvl w:val="0"/>
          <w:numId w:val="0"/>
        </w:numPr>
        <w:rPr>
          <w:rFonts w:eastAsia="SimSun"/>
          <w:b/>
          <w:color w:val="auto"/>
          <w:szCs w:val="22"/>
        </w:rPr>
      </w:pPr>
    </w:p>
    <w:p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rsidR="00167B75" w:rsidRPr="007B5A7D" w:rsidRDefault="00167B75" w:rsidP="00167B75">
      <w:pPr>
        <w:pStyle w:val="listaopisROSTWLP"/>
        <w:numPr>
          <w:ilvl w:val="0"/>
          <w:numId w:val="557"/>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rsidR="00167B75" w:rsidRPr="007B5A7D" w:rsidRDefault="00167B75" w:rsidP="00167B75">
      <w:pPr>
        <w:rPr>
          <w:rFonts w:ascii="Cambria" w:eastAsia="SimSun" w:hAnsi="Cambria"/>
          <w:sz w:val="22"/>
          <w:szCs w:val="22"/>
        </w:rPr>
      </w:pPr>
    </w:p>
    <w:p w:rsidR="00167B75" w:rsidRPr="007B5A7D" w:rsidRDefault="00167B75" w:rsidP="00167B7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364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lang w:eastAsia="pl-PL"/>
              </w:rPr>
            </w:pPr>
            <w:r w:rsidRPr="007B5A7D">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lang w:eastAsia="pl-PL"/>
              </w:rPr>
            </w:pPr>
            <w:r w:rsidRPr="007B5A7D">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lang w:eastAsia="pl-PL"/>
              </w:rPr>
            </w:pPr>
            <w:r w:rsidRPr="007B5A7D">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lang w:eastAsia="pl-PL"/>
              </w:rPr>
            </w:pPr>
            <w:r w:rsidRPr="007B5A7D">
              <w:rPr>
                <w:color w:val="auto"/>
                <w:szCs w:val="22"/>
                <w:lang w:eastAsia="pl-PL"/>
              </w:rPr>
              <w:t>TSZT</w:t>
            </w:r>
          </w:p>
        </w:tc>
      </w:tr>
    </w:tbl>
    <w:p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rozmieszanie repelentu oraz doniesienie do miejsca stosowania,</w:t>
      </w:r>
    </w:p>
    <w:p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doniesienie szczotek do rozprowadzania repelentu po sadzonkach,</w:t>
      </w:r>
    </w:p>
    <w:p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lastRenderedPageBreak/>
        <w:t>ręczne smarowanie wyznaczonej partii sadzonek repelentem,</w:t>
      </w:r>
    </w:p>
    <w:p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przenoszenie/przesuwanie kontenerów w celu dotarcia do wszystkich kontenerów</w:t>
      </w:r>
    </w:p>
    <w:p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prawidłowe ułożenie kontenerów z zabezpieczonymi repelentem sadzonkami na paletach,</w:t>
      </w:r>
    </w:p>
    <w:p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doniesienie pustych opakowań po repelentach w wyznaczone miejsce,</w:t>
      </w:r>
    </w:p>
    <w:p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uporządkowanie miejsca pracy i zabezpieczenie szczotek przed zaschnięciem.</w:t>
      </w:r>
    </w:p>
    <w:p w:rsidR="00167B75" w:rsidRPr="007B5A7D" w:rsidRDefault="00167B75" w:rsidP="00167B75">
      <w:pPr>
        <w:pStyle w:val="N4ROSTWPL"/>
        <w:rPr>
          <w:rFonts w:eastAsia="SimSun"/>
          <w:color w:val="auto"/>
          <w:szCs w:val="22"/>
        </w:rPr>
      </w:pPr>
    </w:p>
    <w:p w:rsidR="00167B75" w:rsidRPr="007B5A7D" w:rsidRDefault="00167B75" w:rsidP="00167B75">
      <w:pPr>
        <w:pStyle w:val="N4ROSTWPL"/>
        <w:rPr>
          <w:color w:val="auto"/>
          <w:szCs w:val="22"/>
        </w:rPr>
      </w:pPr>
      <w:r w:rsidRPr="007B5A7D">
        <w:rPr>
          <w:rFonts w:eastAsia="SimSun"/>
          <w:color w:val="auto"/>
          <w:szCs w:val="22"/>
        </w:rPr>
        <w:t>Uwagi:</w:t>
      </w:r>
    </w:p>
    <w:p w:rsidR="00167B75" w:rsidRPr="007B5A7D" w:rsidRDefault="00167B75" w:rsidP="00167B75">
      <w:pPr>
        <w:pStyle w:val="listaopisROSTWLP"/>
        <w:numPr>
          <w:ilvl w:val="0"/>
          <w:numId w:val="559"/>
        </w:numPr>
        <w:rPr>
          <w:color w:val="auto"/>
          <w:szCs w:val="22"/>
        </w:rPr>
      </w:pPr>
      <w:r w:rsidRPr="007B5A7D">
        <w:rPr>
          <w:rFonts w:eastAsia="SimSun"/>
          <w:color w:val="auto"/>
          <w:szCs w:val="22"/>
        </w:rPr>
        <w:t>materiał i niezbędne urządzenia zapewnia Zamawiający.</w:t>
      </w:r>
    </w:p>
    <w:p w:rsidR="00167B75" w:rsidRPr="007B5A7D" w:rsidRDefault="00167B75" w:rsidP="00167B75">
      <w:pPr>
        <w:pStyle w:val="N4ROSTWPL"/>
        <w:rPr>
          <w:rFonts w:eastAsia="SimSun"/>
          <w:color w:val="auto"/>
          <w:szCs w:val="22"/>
        </w:rPr>
      </w:pPr>
    </w:p>
    <w:p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rsidR="00167B75" w:rsidRPr="007B5A7D" w:rsidRDefault="00167B75" w:rsidP="00167B75">
      <w:pPr>
        <w:pStyle w:val="listaopisROSTWLP"/>
        <w:numPr>
          <w:ilvl w:val="0"/>
          <w:numId w:val="560"/>
        </w:numPr>
        <w:rPr>
          <w:rFonts w:eastAsia="SimSun"/>
          <w:color w:val="auto"/>
          <w:szCs w:val="22"/>
        </w:rPr>
      </w:pPr>
      <w:r w:rsidRPr="007B5A7D">
        <w:rPr>
          <w:rFonts w:eastAsia="SimSun"/>
          <w:color w:val="auto"/>
          <w:szCs w:val="22"/>
        </w:rPr>
        <w:t>odbiór prac nastąpi poprzez zweryfikowanie prawidłowości i jakości wykonania prac z opisem czynności i zleceniem oraz policzenie kontenerów z zabezpieczonymi repelentem sadzonkami.</w:t>
      </w:r>
    </w:p>
    <w:p w:rsidR="00167B75" w:rsidRPr="007B5A7D" w:rsidRDefault="00167B75" w:rsidP="00167B75">
      <w:pPr>
        <w:rPr>
          <w:rFonts w:ascii="Cambria" w:hAnsi="Cambria"/>
          <w:sz w:val="22"/>
          <w:szCs w:val="22"/>
        </w:rPr>
      </w:pPr>
    </w:p>
    <w:p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rsidTr="009F7B6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left"/>
              <w:rPr>
                <w:color w:val="auto"/>
                <w:szCs w:val="22"/>
              </w:rPr>
            </w:pPr>
            <w:r w:rsidRPr="007B5A7D">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67B75" w:rsidRPr="007B5A7D" w:rsidRDefault="00167B75" w:rsidP="009F7B63">
            <w:pPr>
              <w:pStyle w:val="tabelaROSTWPL"/>
              <w:jc w:val="center"/>
              <w:rPr>
                <w:color w:val="auto"/>
                <w:szCs w:val="22"/>
              </w:rPr>
            </w:pPr>
            <w:r w:rsidRPr="007B5A7D">
              <w:rPr>
                <w:color w:val="auto"/>
                <w:szCs w:val="22"/>
              </w:rPr>
              <w:t>TSZT</w:t>
            </w:r>
          </w:p>
        </w:tc>
      </w:tr>
    </w:tbl>
    <w:p w:rsidR="00167B75" w:rsidRPr="007B5A7D" w:rsidRDefault="00167B75" w:rsidP="00167B75">
      <w:pPr>
        <w:pStyle w:val="N4ROSTWPL"/>
        <w:rPr>
          <w:color w:val="auto"/>
          <w:szCs w:val="22"/>
        </w:rPr>
      </w:pPr>
      <w:r w:rsidRPr="007B5A7D">
        <w:rPr>
          <w:rFonts w:eastAsia="SimSun"/>
          <w:color w:val="auto"/>
          <w:szCs w:val="22"/>
        </w:rPr>
        <w:t>Standard technologii prac obejmuje:</w:t>
      </w:r>
    </w:p>
    <w:p w:rsidR="00167B75" w:rsidRPr="007B5A7D" w:rsidRDefault="00167B75" w:rsidP="00167B75">
      <w:pPr>
        <w:pStyle w:val="listaopisROSTWLP"/>
        <w:numPr>
          <w:ilvl w:val="0"/>
          <w:numId w:val="561"/>
        </w:numPr>
        <w:rPr>
          <w:color w:val="auto"/>
          <w:szCs w:val="22"/>
        </w:rPr>
      </w:pPr>
      <w:r w:rsidRPr="007B5A7D">
        <w:rPr>
          <w:rFonts w:eastAsia="SimSun"/>
          <w:color w:val="auto"/>
          <w:szCs w:val="22"/>
        </w:rPr>
        <w:t>uruchomienie modułów linii technologicznej do mycia i dezynfekcji kontenerów,</w:t>
      </w:r>
    </w:p>
    <w:p w:rsidR="00167B75" w:rsidRPr="007B5A7D" w:rsidRDefault="00167B75" w:rsidP="00167B75">
      <w:pPr>
        <w:pStyle w:val="listaopisROSTWLP"/>
        <w:numPr>
          <w:ilvl w:val="0"/>
          <w:numId w:val="561"/>
        </w:numPr>
        <w:rPr>
          <w:color w:val="auto"/>
          <w:szCs w:val="22"/>
        </w:rPr>
      </w:pPr>
      <w:r w:rsidRPr="007B5A7D">
        <w:rPr>
          <w:rFonts w:eastAsia="SimSun"/>
          <w:color w:val="auto"/>
          <w:szCs w:val="22"/>
        </w:rPr>
        <w:t>dowiezienie kontenerów,</w:t>
      </w:r>
    </w:p>
    <w:p w:rsidR="00167B75" w:rsidRPr="007B5A7D" w:rsidRDefault="00167B75" w:rsidP="00167B75">
      <w:pPr>
        <w:pStyle w:val="listaopisROSTWLP"/>
        <w:numPr>
          <w:ilvl w:val="0"/>
          <w:numId w:val="561"/>
        </w:numPr>
        <w:rPr>
          <w:color w:val="auto"/>
          <w:szCs w:val="22"/>
        </w:rPr>
      </w:pPr>
      <w:r w:rsidRPr="007B5A7D">
        <w:rPr>
          <w:rFonts w:eastAsia="SimSun"/>
          <w:color w:val="auto"/>
          <w:szCs w:val="22"/>
        </w:rPr>
        <w:t>segregacja kontenerów, odkładanie w miejsce wyznaczone przez Zamawiającego kontenerów nie nadających się do dalszego użytkowania,</w:t>
      </w:r>
    </w:p>
    <w:p w:rsidR="00167B75" w:rsidRPr="007B5A7D" w:rsidRDefault="00167B75" w:rsidP="00167B75">
      <w:pPr>
        <w:pStyle w:val="listaopisROSTWLP"/>
        <w:numPr>
          <w:ilvl w:val="0"/>
          <w:numId w:val="561"/>
        </w:numPr>
        <w:rPr>
          <w:color w:val="auto"/>
          <w:szCs w:val="22"/>
        </w:rPr>
      </w:pPr>
      <w:r w:rsidRPr="007B5A7D">
        <w:rPr>
          <w:rFonts w:eastAsia="SimSun"/>
          <w:color w:val="auto"/>
          <w:szCs w:val="22"/>
        </w:rPr>
        <w:t>bieżąca kontrola nad przebiegiem pracy,</w:t>
      </w:r>
    </w:p>
    <w:p w:rsidR="00167B75" w:rsidRPr="007B5A7D" w:rsidRDefault="00167B75" w:rsidP="00167B75">
      <w:pPr>
        <w:pStyle w:val="listaopisROSTWLP"/>
        <w:numPr>
          <w:ilvl w:val="0"/>
          <w:numId w:val="561"/>
        </w:numPr>
        <w:rPr>
          <w:color w:val="auto"/>
          <w:szCs w:val="22"/>
        </w:rPr>
      </w:pPr>
      <w:r w:rsidRPr="007B5A7D">
        <w:rPr>
          <w:rFonts w:eastAsia="SimSun"/>
          <w:color w:val="auto"/>
          <w:szCs w:val="22"/>
        </w:rPr>
        <w:t xml:space="preserve">odbieranie umytych kontenerów i </w:t>
      </w:r>
      <w:r w:rsidRPr="007B5A7D">
        <w:rPr>
          <w:rFonts w:eastAsia="SimSun"/>
          <w:color w:val="auto"/>
          <w:szCs w:val="22"/>
          <w:lang w:eastAsia="en-US"/>
        </w:rPr>
        <w:t>układanie na paletach w stelażu lub na wózki transportowe,</w:t>
      </w:r>
    </w:p>
    <w:p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przeniesienie/ przewóz uszkodzonych kontenerów w wyznaczone przez Zamawiającego miejsce,</w:t>
      </w:r>
    </w:p>
    <w:p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bieżące i końcowe porządkowanie stanowisk pracy i otoczenia linii technologicznej.</w:t>
      </w:r>
    </w:p>
    <w:p w:rsidR="00167B75" w:rsidRPr="007B5A7D" w:rsidRDefault="00167B75" w:rsidP="00167B75">
      <w:pPr>
        <w:pStyle w:val="N4ROSTWPL"/>
        <w:rPr>
          <w:rFonts w:eastAsia="SimSun"/>
          <w:color w:val="auto"/>
          <w:szCs w:val="22"/>
        </w:rPr>
      </w:pPr>
    </w:p>
    <w:p w:rsidR="00167B75" w:rsidRPr="007B5A7D" w:rsidRDefault="00167B75" w:rsidP="00167B75">
      <w:pPr>
        <w:pStyle w:val="N4ROSTWPL"/>
        <w:rPr>
          <w:color w:val="auto"/>
          <w:szCs w:val="22"/>
        </w:rPr>
      </w:pPr>
      <w:r w:rsidRPr="007B5A7D">
        <w:rPr>
          <w:rFonts w:eastAsia="SimSun"/>
          <w:color w:val="auto"/>
          <w:szCs w:val="22"/>
        </w:rPr>
        <w:t>Uwagi:</w:t>
      </w:r>
    </w:p>
    <w:p w:rsidR="00167B75" w:rsidRPr="007B5A7D" w:rsidRDefault="00167B75" w:rsidP="00167B75">
      <w:pPr>
        <w:pStyle w:val="listaopisROSTWLP"/>
        <w:numPr>
          <w:ilvl w:val="0"/>
          <w:numId w:val="562"/>
        </w:numPr>
        <w:rPr>
          <w:color w:val="auto"/>
          <w:szCs w:val="22"/>
        </w:rPr>
      </w:pPr>
      <w:r w:rsidRPr="007B5A7D">
        <w:rPr>
          <w:rFonts w:eastAsia="SimSun"/>
          <w:color w:val="auto"/>
          <w:szCs w:val="22"/>
        </w:rPr>
        <w:t>materiał i niezbędne urządzenia zapewnia Zamawiający.</w:t>
      </w:r>
    </w:p>
    <w:p w:rsidR="00167B75" w:rsidRPr="007B5A7D" w:rsidRDefault="00167B75" w:rsidP="00167B75">
      <w:pPr>
        <w:pStyle w:val="N4ROSTWPL"/>
        <w:rPr>
          <w:rFonts w:eastAsia="SimSun"/>
          <w:color w:val="auto"/>
          <w:szCs w:val="22"/>
        </w:rPr>
      </w:pPr>
    </w:p>
    <w:p w:rsidR="00167B75" w:rsidRPr="007B5A7D" w:rsidRDefault="00167B75" w:rsidP="00167B75">
      <w:pPr>
        <w:pStyle w:val="N4ROSTWPL"/>
        <w:rPr>
          <w:color w:val="auto"/>
          <w:szCs w:val="22"/>
        </w:rPr>
      </w:pPr>
      <w:r w:rsidRPr="007B5A7D">
        <w:rPr>
          <w:rFonts w:eastAsia="SimSun"/>
          <w:color w:val="auto"/>
          <w:szCs w:val="22"/>
        </w:rPr>
        <w:t>Procedura odbioru:</w:t>
      </w:r>
    </w:p>
    <w:p w:rsidR="00167B75" w:rsidRPr="007B5A7D" w:rsidRDefault="00167B75" w:rsidP="00167B75">
      <w:pPr>
        <w:pStyle w:val="listaopisROSTWLP"/>
        <w:numPr>
          <w:ilvl w:val="0"/>
          <w:numId w:val="563"/>
        </w:numPr>
        <w:rPr>
          <w:rFonts w:eastAsia="SimSun"/>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kontenerów dostarczonych do mycia.</w:t>
      </w:r>
    </w:p>
    <w:p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rsidR="00167B75" w:rsidRPr="007B5A7D" w:rsidRDefault="00167B75" w:rsidP="00167B75">
      <w:pPr>
        <w:pStyle w:val="Standard"/>
        <w:spacing w:line="360" w:lineRule="auto"/>
        <w:ind w:firstLine="142"/>
        <w:rPr>
          <w:rFonts w:ascii="Cambria" w:eastAsia="SimSun" w:hAnsi="Cambria" w:cs="Arial"/>
          <w:b/>
          <w:bCs/>
          <w:sz w:val="22"/>
          <w:szCs w:val="22"/>
        </w:rPr>
      </w:pPr>
    </w:p>
    <w:p w:rsidR="00167B75" w:rsidRPr="007B5A7D" w:rsidRDefault="00167B75" w:rsidP="00167B7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167B75" w:rsidRPr="007B5A7D" w:rsidTr="009F7B63">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rsidR="00167B75" w:rsidRPr="007B5A7D" w:rsidRDefault="00167B75" w:rsidP="009F7B63">
            <w:pPr>
              <w:pStyle w:val="tabelaROSTWPL"/>
              <w:jc w:val="center"/>
              <w:rPr>
                <w:b/>
                <w:i/>
                <w:color w:val="auto"/>
                <w:szCs w:val="22"/>
              </w:rPr>
            </w:pPr>
            <w:r w:rsidRPr="007B5A7D">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67B75" w:rsidRPr="007B5A7D" w:rsidRDefault="00167B75" w:rsidP="009F7B63">
            <w:pPr>
              <w:pStyle w:val="tabelaROSTWPL"/>
              <w:jc w:val="center"/>
              <w:rPr>
                <w:b/>
                <w:i/>
                <w:color w:val="auto"/>
                <w:szCs w:val="22"/>
              </w:rPr>
            </w:pPr>
            <w:r w:rsidRPr="007B5A7D">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rsidR="00167B75" w:rsidRPr="007B5A7D" w:rsidRDefault="00167B75" w:rsidP="009F7B6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67B75" w:rsidRPr="007B5A7D" w:rsidRDefault="00167B75" w:rsidP="009F7B63">
            <w:pPr>
              <w:pStyle w:val="tabelaROSTWPL"/>
              <w:jc w:val="center"/>
              <w:rPr>
                <w:b/>
                <w:i/>
                <w:color w:val="auto"/>
                <w:szCs w:val="22"/>
              </w:rPr>
            </w:pPr>
            <w:r w:rsidRPr="007B5A7D">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rsidR="00167B75" w:rsidRPr="007B5A7D" w:rsidRDefault="00167B75" w:rsidP="009F7B63">
            <w:pPr>
              <w:pStyle w:val="tabelaROSTWPL"/>
              <w:jc w:val="center"/>
              <w:rPr>
                <w:b/>
                <w:i/>
                <w:color w:val="auto"/>
                <w:szCs w:val="22"/>
              </w:rPr>
            </w:pPr>
            <w:r w:rsidRPr="007B5A7D">
              <w:rPr>
                <w:b/>
                <w:i/>
                <w:color w:val="auto"/>
                <w:szCs w:val="22"/>
              </w:rPr>
              <w:t>Jednostka miary</w:t>
            </w:r>
          </w:p>
        </w:tc>
      </w:tr>
      <w:tr w:rsidR="00167B75" w:rsidRPr="007B5A7D" w:rsidTr="009F7B63">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rsidR="00167B75" w:rsidRPr="007B5A7D" w:rsidRDefault="00167B75" w:rsidP="009F7B63">
            <w:pPr>
              <w:pStyle w:val="tabelaROSTWPL"/>
              <w:jc w:val="center"/>
              <w:rPr>
                <w:color w:val="auto"/>
                <w:szCs w:val="22"/>
              </w:rPr>
            </w:pPr>
            <w:r w:rsidRPr="007B5A7D">
              <w:rPr>
                <w:color w:val="auto"/>
                <w:szCs w:val="22"/>
              </w:rPr>
              <w:t>366</w:t>
            </w:r>
          </w:p>
        </w:tc>
        <w:tc>
          <w:tcPr>
            <w:tcW w:w="924" w:type="pct"/>
            <w:tcBorders>
              <w:top w:val="single" w:sz="4" w:space="0" w:color="auto"/>
              <w:left w:val="single" w:sz="4" w:space="0" w:color="auto"/>
              <w:bottom w:val="single" w:sz="4" w:space="0" w:color="auto"/>
              <w:right w:val="single" w:sz="4" w:space="0" w:color="auto"/>
            </w:tcBorders>
            <w:shd w:val="clear" w:color="auto" w:fill="auto"/>
          </w:tcPr>
          <w:p w:rsidR="00167B75" w:rsidRPr="007B5A7D" w:rsidRDefault="00167B75" w:rsidP="009F7B63">
            <w:pPr>
              <w:pStyle w:val="tabelaROSTWPL"/>
              <w:jc w:val="left"/>
              <w:rPr>
                <w:color w:val="auto"/>
                <w:szCs w:val="22"/>
              </w:rPr>
            </w:pPr>
            <w:r w:rsidRPr="007B5A7D">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rsidR="00167B75" w:rsidRPr="007B5A7D" w:rsidRDefault="00167B75" w:rsidP="009F7B63">
            <w:pPr>
              <w:pStyle w:val="tabelaROSTWPL"/>
              <w:jc w:val="left"/>
              <w:rPr>
                <w:color w:val="auto"/>
                <w:szCs w:val="22"/>
              </w:rPr>
            </w:pPr>
            <w:r w:rsidRPr="007B5A7D">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rsidR="00167B75" w:rsidRPr="007B5A7D" w:rsidRDefault="00167B75" w:rsidP="009F7B63">
            <w:pPr>
              <w:pStyle w:val="tabelaROSTWPL"/>
              <w:jc w:val="left"/>
              <w:rPr>
                <w:color w:val="auto"/>
                <w:szCs w:val="22"/>
              </w:rPr>
            </w:pPr>
            <w:r w:rsidRPr="007B5A7D">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rsidR="00167B75" w:rsidRPr="007B5A7D" w:rsidRDefault="00167B75" w:rsidP="009F7B63">
            <w:pPr>
              <w:pStyle w:val="tabelaROSTWPL"/>
              <w:jc w:val="center"/>
              <w:rPr>
                <w:color w:val="auto"/>
                <w:szCs w:val="22"/>
              </w:rPr>
            </w:pPr>
            <w:r w:rsidRPr="007B5A7D">
              <w:rPr>
                <w:color w:val="auto"/>
                <w:szCs w:val="22"/>
              </w:rPr>
              <w:t>M</w:t>
            </w:r>
            <w:r w:rsidRPr="007B5A7D">
              <w:rPr>
                <w:color w:val="auto"/>
                <w:szCs w:val="22"/>
                <w:vertAlign w:val="superscript"/>
              </w:rPr>
              <w:t>3</w:t>
            </w:r>
          </w:p>
        </w:tc>
      </w:tr>
    </w:tbl>
    <w:p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lastRenderedPageBreak/>
        <w:t xml:space="preserve">rozpakowanie big bali z torfem, </w:t>
      </w:r>
    </w:p>
    <w:p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złożenie folii opakowaniowej, palet drewnianych i innych odpadów we wskazanym miejscu,</w:t>
      </w:r>
    </w:p>
    <w:p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obsługę urządzeń linii produkcyjnej,</w:t>
      </w:r>
    </w:p>
    <w:p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obsługę pakowarki (pakowanie substratu do worków PE), nakładanie worków na gardziel zasypową i zaszywanie napełnionych substratem worków,</w:t>
      </w:r>
    </w:p>
    <w:p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układanie napełnionych substratem worków na paletach drewnianych,</w:t>
      </w:r>
    </w:p>
    <w:p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obsługa owijarki podczas owijania palet z substratem,</w:t>
      </w:r>
    </w:p>
    <w:p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spinanie worków na paletach taśmą ściągającą,</w:t>
      </w:r>
    </w:p>
    <w:p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komponentów substratu w zasobnikach linii technologicznej (perlit, wermikulit, nawozy),</w:t>
      </w:r>
    </w:p>
    <w:p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pustych worków do pakowarki,</w:t>
      </w:r>
    </w:p>
    <w:p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i uzupełnianie dolomitu mielonego w urządzeniu </w:t>
      </w:r>
      <w:proofErr w:type="spellStart"/>
      <w:r w:rsidRPr="007B5A7D">
        <w:rPr>
          <w:rFonts w:eastAsia="SimSun"/>
          <w:color w:val="auto"/>
          <w:szCs w:val="22"/>
          <w:lang w:eastAsia="en-US"/>
        </w:rPr>
        <w:t>susząco</w:t>
      </w:r>
      <w:proofErr w:type="spellEnd"/>
      <w:r w:rsidRPr="007B5A7D">
        <w:rPr>
          <w:rFonts w:eastAsia="SimSun"/>
          <w:color w:val="auto"/>
          <w:szCs w:val="22"/>
          <w:lang w:eastAsia="en-US"/>
        </w:rPr>
        <w:t>-dozującym,</w:t>
      </w:r>
    </w:p>
    <w:p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folii </w:t>
      </w:r>
      <w:proofErr w:type="spellStart"/>
      <w:r w:rsidRPr="007B5A7D">
        <w:rPr>
          <w:rFonts w:eastAsia="SimSun"/>
          <w:color w:val="auto"/>
          <w:szCs w:val="22"/>
          <w:lang w:eastAsia="en-US"/>
        </w:rPr>
        <w:t>stretch</w:t>
      </w:r>
      <w:proofErr w:type="spellEnd"/>
      <w:r w:rsidRPr="007B5A7D">
        <w:rPr>
          <w:rFonts w:eastAsia="SimSun"/>
          <w:color w:val="auto"/>
          <w:szCs w:val="22"/>
          <w:lang w:eastAsia="en-US"/>
        </w:rPr>
        <w:t>, taśmy spinającej, zszywek do worków,</w:t>
      </w:r>
    </w:p>
    <w:p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pomiary kontrolne dozowania komponentów substratu i ilości substratu w workach,</w:t>
      </w:r>
    </w:p>
    <w:p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ważenie i etykietowanie wyprodukowanych palet z substratem,</w:t>
      </w:r>
    </w:p>
    <w:p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bieżące i końcowe (na zakończenie zmiany roboczej) porządkowanie stanowisk pracy i otoczenia linii technologicznej.</w:t>
      </w:r>
    </w:p>
    <w:p w:rsidR="00167B75" w:rsidRPr="007B5A7D" w:rsidRDefault="00167B75" w:rsidP="00167B75">
      <w:pPr>
        <w:pStyle w:val="N4ROSTWPL"/>
        <w:rPr>
          <w:rFonts w:eastAsia="SimSun"/>
          <w:color w:val="auto"/>
          <w:szCs w:val="22"/>
        </w:rPr>
      </w:pPr>
    </w:p>
    <w:p w:rsidR="00167B75" w:rsidRPr="007B5A7D" w:rsidRDefault="00167B75" w:rsidP="00167B75">
      <w:pPr>
        <w:pStyle w:val="N4ROSTWPL"/>
        <w:rPr>
          <w:color w:val="auto"/>
          <w:szCs w:val="22"/>
        </w:rPr>
      </w:pPr>
      <w:r w:rsidRPr="007B5A7D">
        <w:rPr>
          <w:rFonts w:eastAsia="SimSun"/>
          <w:color w:val="auto"/>
          <w:szCs w:val="22"/>
        </w:rPr>
        <w:t>Uwagi:</w:t>
      </w:r>
    </w:p>
    <w:p w:rsidR="00167B75" w:rsidRPr="007B5A7D" w:rsidRDefault="00167B75" w:rsidP="00167B75">
      <w:pPr>
        <w:pStyle w:val="listaopisROSTWLP"/>
        <w:numPr>
          <w:ilvl w:val="0"/>
          <w:numId w:val="565"/>
        </w:numPr>
        <w:rPr>
          <w:rFonts w:eastAsia="SimSun"/>
          <w:color w:val="auto"/>
          <w:szCs w:val="22"/>
          <w:lang w:eastAsia="en-US"/>
        </w:rPr>
      </w:pPr>
      <w:r w:rsidRPr="007B5A7D">
        <w:rPr>
          <w:rFonts w:eastAsia="SimSun"/>
          <w:color w:val="auto"/>
          <w:szCs w:val="22"/>
          <w:lang w:eastAsia="en-US"/>
        </w:rPr>
        <w:t>materiał i niezbędne urządzenia zapewnia Zamawiający.</w:t>
      </w:r>
    </w:p>
    <w:p w:rsidR="00167B75" w:rsidRPr="007B5A7D" w:rsidRDefault="00167B75" w:rsidP="00167B75">
      <w:pPr>
        <w:pStyle w:val="N4ROSTWPL"/>
        <w:rPr>
          <w:rFonts w:eastAsia="SimSun"/>
          <w:color w:val="auto"/>
          <w:szCs w:val="22"/>
        </w:rPr>
      </w:pPr>
    </w:p>
    <w:p w:rsidR="00167B75" w:rsidRPr="007B5A7D" w:rsidRDefault="00167B75" w:rsidP="00167B75">
      <w:pPr>
        <w:pStyle w:val="N4ROSTWPL"/>
        <w:rPr>
          <w:color w:val="auto"/>
          <w:szCs w:val="22"/>
        </w:rPr>
      </w:pPr>
      <w:r w:rsidRPr="007B5A7D">
        <w:rPr>
          <w:rFonts w:eastAsia="SimSun"/>
          <w:color w:val="auto"/>
          <w:szCs w:val="22"/>
        </w:rPr>
        <w:t>Procedura odbioru:</w:t>
      </w:r>
    </w:p>
    <w:p w:rsidR="00167B75" w:rsidRPr="007B5A7D" w:rsidRDefault="00167B75" w:rsidP="00167B75">
      <w:pPr>
        <w:pStyle w:val="listaopisROSTWLP"/>
        <w:numPr>
          <w:ilvl w:val="0"/>
          <w:numId w:val="566"/>
        </w:numPr>
        <w:rPr>
          <w:rFonts w:eastAsia="SimSun"/>
          <w:color w:val="auto"/>
          <w:szCs w:val="22"/>
          <w:lang w:eastAsia="en-US"/>
        </w:rPr>
      </w:pPr>
      <w:r w:rsidRPr="007B5A7D">
        <w:rPr>
          <w:rFonts w:eastAsia="SimSun"/>
          <w:color w:val="auto"/>
          <w:szCs w:val="22"/>
          <w:lang w:eastAsia="en-US"/>
        </w:rPr>
        <w:t>odbiór prac nastąpi poprzez zweryfikowanie prawidłowości i jakości wykonania prac z opisem czynności i zleceniem oraz policzenie ilości wyprodukowanego substratu.</w:t>
      </w:r>
    </w:p>
    <w:p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jednego miejsca po przecinku)</w:t>
      </w:r>
    </w:p>
    <w:p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rsidR="00167B75" w:rsidRPr="007B5A7D" w:rsidRDefault="00167B75" w:rsidP="00167B75">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b/>
          <w:kern w:val="1"/>
          <w:sz w:val="22"/>
          <w:szCs w:val="22"/>
          <w:lang w:eastAsia="zh-CN" w:bidi="hi-IN"/>
        </w:rPr>
        <w:lastRenderedPageBreak/>
        <w:t>Nasiennictwo i selekcja</w:t>
      </w:r>
    </w:p>
    <w:p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rsidR="00167B75" w:rsidRPr="007B5A7D" w:rsidRDefault="00167B75" w:rsidP="00167B75">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367</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368</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rsidR="00167B75" w:rsidRPr="007B5A7D" w:rsidRDefault="00167B75" w:rsidP="009F7B63">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369</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drzewostanów nasiennych modrzewiowych </w:t>
            </w:r>
          </w:p>
        </w:tc>
        <w:tc>
          <w:tcPr>
            <w:tcW w:w="712" w:type="pct"/>
            <w:shd w:val="clear" w:color="auto" w:fill="auto"/>
            <w:vAlign w:val="center"/>
          </w:tcPr>
          <w:p w:rsidR="00167B75" w:rsidRPr="007B5A7D" w:rsidRDefault="00167B75" w:rsidP="009F7B63">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370</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pozostałych drzewostanów nasiennych </w:t>
            </w:r>
          </w:p>
        </w:tc>
        <w:tc>
          <w:tcPr>
            <w:tcW w:w="712" w:type="pct"/>
            <w:shd w:val="clear" w:color="auto" w:fill="auto"/>
            <w:vAlign w:val="center"/>
          </w:tcPr>
          <w:p w:rsidR="00167B75" w:rsidRPr="007B5A7D" w:rsidRDefault="00167B75" w:rsidP="009F7B63">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szyszek pod nadzorem Zamawiającego z drzew ściętych na zrębach w drzewostanach nasiennych,</w:t>
      </w:r>
    </w:p>
    <w:p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szyszki należy zbierać do worków i dostarczyć do </w:t>
      </w:r>
      <w:r w:rsidR="007952CC">
        <w:rPr>
          <w:rFonts w:ascii="Cambria" w:eastAsia="Verdana" w:hAnsi="Cambria" w:cs="Verdana"/>
          <w:b/>
          <w:color w:val="FF0000"/>
          <w:kern w:val="1"/>
          <w:sz w:val="22"/>
          <w:szCs w:val="22"/>
          <w:lang w:eastAsia="zh-CN" w:bidi="hi-IN"/>
        </w:rPr>
        <w:t>wskazanego miejsca</w:t>
      </w:r>
      <w:r w:rsidRPr="007B5A7D">
        <w:rPr>
          <w:rFonts w:ascii="Cambria" w:eastAsia="Verdana" w:hAnsi="Cambria" w:cs="Verdana"/>
          <w:kern w:val="1"/>
          <w:sz w:val="22"/>
          <w:szCs w:val="22"/>
          <w:lang w:eastAsia="zh-CN" w:bidi="hi-IN"/>
        </w:rPr>
        <w:t>; zbierany materiał musi być czysty, bez gałązek i igieł.</w:t>
      </w:r>
    </w:p>
    <w:p w:rsidR="00167B75" w:rsidRPr="007B5A7D" w:rsidRDefault="00167B75" w:rsidP="00167B75">
      <w:pPr>
        <w:widowControl w:val="0"/>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sz w:val="22"/>
          <w:szCs w:val="22"/>
          <w:lang w:eastAsia="pl-PL"/>
        </w:rPr>
        <w:t>Uwagi:</w:t>
      </w:r>
    </w:p>
    <w:p w:rsidR="00167B75" w:rsidRPr="007B5A7D" w:rsidRDefault="00167B75" w:rsidP="00167B75">
      <w:pPr>
        <w:pStyle w:val="Akapitzlist"/>
        <w:widowControl w:val="0"/>
        <w:numPr>
          <w:ilvl w:val="0"/>
          <w:numId w:val="56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przewidywane ilości szyszek i miejsce zbioru zawiera załącznik nr </w:t>
      </w:r>
      <w:r w:rsidR="00A769D8">
        <w:rPr>
          <w:rFonts w:ascii="Cambria" w:eastAsia="Verdana" w:hAnsi="Cambria" w:cs="Verdana"/>
          <w:kern w:val="1"/>
          <w:sz w:val="22"/>
          <w:szCs w:val="22"/>
          <w:lang w:eastAsia="zh-CN" w:bidi="hi-IN"/>
        </w:rPr>
        <w:t>2.2.</w:t>
      </w:r>
      <w:r w:rsidRPr="007B5A7D">
        <w:rPr>
          <w:rFonts w:ascii="Cambria" w:eastAsia="Verdana" w:hAnsi="Cambria" w:cs="Verdana"/>
          <w:kern w:val="1"/>
          <w:sz w:val="22"/>
          <w:szCs w:val="22"/>
          <w:lang w:eastAsia="zh-CN" w:bidi="hi-IN"/>
        </w:rPr>
        <w:t xml:space="preserve"> do SWZ,</w:t>
      </w:r>
    </w:p>
    <w:p w:rsidR="00167B75" w:rsidRPr="007B5A7D" w:rsidRDefault="00167B75" w:rsidP="00167B75">
      <w:pPr>
        <w:pStyle w:val="Akapitzlist"/>
        <w:widowControl w:val="0"/>
        <w:numPr>
          <w:ilvl w:val="0"/>
          <w:numId w:val="56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worki zapewnia Zamawiający.</w:t>
      </w:r>
    </w:p>
    <w:p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rsidR="00167B75" w:rsidRPr="007B5A7D" w:rsidRDefault="00167B75" w:rsidP="00167B75">
      <w:pPr>
        <w:pStyle w:val="Akapitzlist"/>
        <w:numPr>
          <w:ilvl w:val="0"/>
          <w:numId w:val="56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rsidR="00167B75" w:rsidRPr="007B5A7D" w:rsidRDefault="00167B75" w:rsidP="00167B75">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371</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372</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373</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374</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375</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sosnowych</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376</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świerkowych</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377</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378</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379</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sosnowych</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380</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381</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382</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383</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384</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385</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386</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387</w:t>
            </w:r>
          </w:p>
        </w:tc>
        <w:tc>
          <w:tcPr>
            <w:tcW w:w="958"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910"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Prognostyczny zbiór szyszek z drzew stojących</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SZT</w:t>
            </w:r>
          </w:p>
        </w:tc>
      </w:tr>
    </w:tbl>
    <w:p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rsidR="00167B75" w:rsidRPr="007B5A7D" w:rsidRDefault="00167B75" w:rsidP="00167B75">
      <w:pPr>
        <w:pStyle w:val="Akapitzlist"/>
        <w:widowControl w:val="0"/>
        <w:numPr>
          <w:ilvl w:val="0"/>
          <w:numId w:val="57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szyszek ze wskazanych drzew stojących przy użyciu wysięgnika, drabinek, ciągnika z platformą lub innych urządzeń specjalistycznych. </w:t>
      </w:r>
    </w:p>
    <w:p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rsidR="00167B75" w:rsidRPr="007B5A7D" w:rsidRDefault="00167B75" w:rsidP="00167B75">
      <w:pPr>
        <w:pStyle w:val="Akapitzlist"/>
        <w:widowControl w:val="0"/>
        <w:numPr>
          <w:ilvl w:val="0"/>
          <w:numId w:val="57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osoby wykonujące zbiór muszą posiadać odpowiednie badania lekarskie oraz stosowne uprawnienia. Szyszki należy zbierać do worków i dostarczyć do </w:t>
      </w:r>
      <w:r w:rsidR="001C3CE3">
        <w:rPr>
          <w:rFonts w:ascii="Cambria" w:eastAsia="Verdana" w:hAnsi="Cambria" w:cs="Verdana"/>
          <w:b/>
          <w:color w:val="FF0000"/>
          <w:kern w:val="1"/>
          <w:sz w:val="22"/>
          <w:szCs w:val="22"/>
          <w:lang w:eastAsia="zh-CN" w:bidi="hi-IN"/>
        </w:rPr>
        <w:t>wskazanego miejsca</w:t>
      </w:r>
      <w:bookmarkStart w:id="6" w:name="_GoBack"/>
      <w:bookmarkEnd w:id="6"/>
      <w:r w:rsidRPr="00A769D8">
        <w:rPr>
          <w:rFonts w:ascii="Cambria" w:eastAsia="Verdana" w:hAnsi="Cambria" w:cs="Verdana"/>
          <w:color w:val="FF0000"/>
          <w:kern w:val="1"/>
          <w:sz w:val="22"/>
          <w:szCs w:val="22"/>
          <w:lang w:eastAsia="zh-CN" w:bidi="hi-IN"/>
        </w:rPr>
        <w:t xml:space="preserve"> </w:t>
      </w:r>
      <w:r w:rsidRPr="007B5A7D">
        <w:rPr>
          <w:rFonts w:ascii="Cambria" w:eastAsia="Verdana" w:hAnsi="Cambria" w:cs="Verdana"/>
          <w:kern w:val="1"/>
          <w:sz w:val="22"/>
          <w:szCs w:val="22"/>
          <w:lang w:eastAsia="zh-CN" w:bidi="hi-IN"/>
        </w:rPr>
        <w:t>,</w:t>
      </w:r>
    </w:p>
    <w:p w:rsidR="00167B75" w:rsidRPr="007B5A7D" w:rsidRDefault="00167B75" w:rsidP="00167B75">
      <w:pPr>
        <w:pStyle w:val="Akapitzlist"/>
        <w:widowControl w:val="0"/>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przewidywane ilości szyszek i miejsce zbioru zawiera załącznik </w:t>
      </w:r>
      <w:r w:rsidRPr="00A769D8">
        <w:rPr>
          <w:rFonts w:ascii="Cambria" w:eastAsia="Verdana" w:hAnsi="Cambria" w:cs="Verdana"/>
          <w:b/>
          <w:color w:val="FF0000"/>
          <w:kern w:val="1"/>
          <w:sz w:val="22"/>
          <w:szCs w:val="22"/>
          <w:lang w:eastAsia="zh-CN" w:bidi="hi-IN"/>
        </w:rPr>
        <w:t xml:space="preserve">nr </w:t>
      </w:r>
      <w:r w:rsidR="00A769D8" w:rsidRPr="00A769D8">
        <w:rPr>
          <w:rFonts w:ascii="Cambria" w:eastAsia="Verdana" w:hAnsi="Cambria" w:cs="Verdana"/>
          <w:b/>
          <w:color w:val="FF0000"/>
          <w:kern w:val="1"/>
          <w:sz w:val="22"/>
          <w:szCs w:val="22"/>
          <w:lang w:eastAsia="zh-CN" w:bidi="hi-IN"/>
        </w:rPr>
        <w:t>2.2.</w:t>
      </w:r>
      <w:r w:rsidRPr="00A769D8">
        <w:rPr>
          <w:rFonts w:ascii="Cambria" w:eastAsia="Verdana" w:hAnsi="Cambria" w:cs="Verdana"/>
          <w:color w:val="FF0000"/>
          <w:kern w:val="1"/>
          <w:sz w:val="22"/>
          <w:szCs w:val="22"/>
          <w:lang w:eastAsia="zh-CN" w:bidi="hi-IN"/>
        </w:rPr>
        <w:t xml:space="preserve"> </w:t>
      </w:r>
      <w:r w:rsidRPr="007B5A7D">
        <w:rPr>
          <w:rFonts w:ascii="Cambria" w:eastAsia="Verdana" w:hAnsi="Cambria" w:cs="Verdana"/>
          <w:kern w:val="1"/>
          <w:sz w:val="22"/>
          <w:szCs w:val="22"/>
          <w:lang w:eastAsia="zh-CN" w:bidi="hi-IN"/>
        </w:rPr>
        <w:t>do SWZ,</w:t>
      </w:r>
    </w:p>
    <w:p w:rsidR="00167B75" w:rsidRPr="007B5A7D" w:rsidRDefault="00167B75" w:rsidP="00167B75">
      <w:pPr>
        <w:pStyle w:val="Akapitzlist"/>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worki zapewnia Zamawiający.</w:t>
      </w:r>
    </w:p>
    <w:p w:rsidR="00167B75" w:rsidRPr="007B5A7D" w:rsidRDefault="00167B75" w:rsidP="00167B75">
      <w:pPr>
        <w:pStyle w:val="Akapitzlist"/>
        <w:spacing w:before="120" w:after="120"/>
        <w:rPr>
          <w:rFonts w:ascii="Cambria" w:eastAsia="Verdana" w:hAnsi="Cambria" w:cs="Verdana"/>
          <w:kern w:val="1"/>
          <w:sz w:val="22"/>
          <w:szCs w:val="22"/>
          <w:lang w:eastAsia="zh-CN" w:bidi="hi-IN"/>
        </w:rPr>
      </w:pPr>
    </w:p>
    <w:p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rsidR="00167B75" w:rsidRPr="007B5A7D" w:rsidRDefault="00167B75" w:rsidP="00167B75">
      <w:pPr>
        <w:pStyle w:val="Akapitzlist"/>
        <w:numPr>
          <w:ilvl w:val="0"/>
          <w:numId w:val="572"/>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rsidR="00167B75" w:rsidRPr="007B5A7D" w:rsidRDefault="00167B75" w:rsidP="00167B75">
      <w:p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rsidR="00167B75" w:rsidRPr="007B5A7D" w:rsidRDefault="00167B75" w:rsidP="00167B75">
      <w:pPr>
        <w:pStyle w:val="Akapitzlist"/>
        <w:numPr>
          <w:ilvl w:val="0"/>
          <w:numId w:val="573"/>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7B5A7D">
        <w:rPr>
          <w:rFonts w:ascii="Cambria" w:eastAsia="Calibri" w:hAnsi="Cambria" w:cs="Arial"/>
          <w:sz w:val="22"/>
          <w:szCs w:val="22"/>
          <w:lang w:eastAsia="en-US"/>
        </w:rPr>
        <w:t>posztucznie</w:t>
      </w:r>
      <w:proofErr w:type="spellEnd"/>
      <w:r w:rsidRPr="007B5A7D">
        <w:rPr>
          <w:rFonts w:ascii="Cambria" w:eastAsia="Calibri" w:hAnsi="Cambria" w:cs="Arial"/>
          <w:sz w:val="22"/>
          <w:szCs w:val="22"/>
          <w:lang w:eastAsia="en-US"/>
        </w:rPr>
        <w:t>.</w:t>
      </w:r>
    </w:p>
    <w:p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sztuki</w:t>
      </w:r>
      <w:r w:rsidRPr="007B5A7D">
        <w:rPr>
          <w:rFonts w:ascii="Cambria" w:eastAsia="Calibri" w:hAnsi="Cambria" w:cs="Arial"/>
          <w:bCs/>
          <w:i/>
          <w:sz w:val="22"/>
          <w:szCs w:val="22"/>
          <w:lang w:eastAsia="en-US"/>
        </w:rPr>
        <w:t>)</w:t>
      </w:r>
    </w:p>
    <w:p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rsidTr="009F7B63">
        <w:trPr>
          <w:trHeight w:val="161"/>
          <w:jc w:val="center"/>
        </w:trPr>
        <w:tc>
          <w:tcPr>
            <w:tcW w:w="352"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44"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897"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31"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75"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2"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388</w:t>
            </w:r>
          </w:p>
        </w:tc>
        <w:tc>
          <w:tcPr>
            <w:tcW w:w="944"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897"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2031"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dęba</w:t>
            </w:r>
          </w:p>
        </w:tc>
        <w:tc>
          <w:tcPr>
            <w:tcW w:w="775"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rsidTr="009F7B63">
        <w:trPr>
          <w:trHeight w:val="625"/>
          <w:jc w:val="center"/>
        </w:trPr>
        <w:tc>
          <w:tcPr>
            <w:tcW w:w="352"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389</w:t>
            </w:r>
          </w:p>
        </w:tc>
        <w:tc>
          <w:tcPr>
            <w:tcW w:w="944"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897"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2031"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buka</w:t>
            </w:r>
          </w:p>
        </w:tc>
        <w:tc>
          <w:tcPr>
            <w:tcW w:w="775"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rsidTr="009F7B63">
        <w:trPr>
          <w:trHeight w:val="625"/>
          <w:jc w:val="center"/>
        </w:trPr>
        <w:tc>
          <w:tcPr>
            <w:tcW w:w="352"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390</w:t>
            </w:r>
          </w:p>
        </w:tc>
        <w:tc>
          <w:tcPr>
            <w:tcW w:w="944"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897"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2031"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brzozy</w:t>
            </w:r>
          </w:p>
        </w:tc>
        <w:tc>
          <w:tcPr>
            <w:tcW w:w="775"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rsidTr="009F7B63">
        <w:trPr>
          <w:trHeight w:val="625"/>
          <w:jc w:val="center"/>
        </w:trPr>
        <w:tc>
          <w:tcPr>
            <w:tcW w:w="352"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391</w:t>
            </w:r>
          </w:p>
        </w:tc>
        <w:tc>
          <w:tcPr>
            <w:tcW w:w="944"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897"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2031"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lipy</w:t>
            </w:r>
          </w:p>
        </w:tc>
        <w:tc>
          <w:tcPr>
            <w:tcW w:w="775"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rsidTr="009F7B63">
        <w:trPr>
          <w:trHeight w:val="625"/>
          <w:jc w:val="center"/>
        </w:trPr>
        <w:tc>
          <w:tcPr>
            <w:tcW w:w="352"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392</w:t>
            </w:r>
          </w:p>
        </w:tc>
        <w:tc>
          <w:tcPr>
            <w:tcW w:w="944"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897"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2031"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graba</w:t>
            </w:r>
          </w:p>
        </w:tc>
        <w:tc>
          <w:tcPr>
            <w:tcW w:w="775"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rsidTr="009F7B63">
        <w:trPr>
          <w:trHeight w:val="625"/>
          <w:jc w:val="center"/>
        </w:trPr>
        <w:tc>
          <w:tcPr>
            <w:tcW w:w="352"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393</w:t>
            </w:r>
          </w:p>
        </w:tc>
        <w:tc>
          <w:tcPr>
            <w:tcW w:w="944"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897"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2031"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wiązu</w:t>
            </w:r>
          </w:p>
        </w:tc>
        <w:tc>
          <w:tcPr>
            <w:tcW w:w="775"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rsidTr="009F7B63">
        <w:trPr>
          <w:trHeight w:val="625"/>
          <w:jc w:val="center"/>
        </w:trPr>
        <w:tc>
          <w:tcPr>
            <w:tcW w:w="352" w:type="pct"/>
            <w:shd w:val="clear" w:color="auto" w:fill="auto"/>
          </w:tcPr>
          <w:p w:rsidR="00167B75" w:rsidRPr="007B5A7D" w:rsidRDefault="00167B75" w:rsidP="009F7B6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394</w:t>
            </w:r>
          </w:p>
        </w:tc>
        <w:tc>
          <w:tcPr>
            <w:tcW w:w="944"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897"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2031"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pozostałych gatunków</w:t>
            </w:r>
          </w:p>
        </w:tc>
        <w:tc>
          <w:tcPr>
            <w:tcW w:w="775" w:type="pct"/>
            <w:shd w:val="clear" w:color="auto" w:fill="auto"/>
          </w:tcPr>
          <w:p w:rsidR="00167B75" w:rsidRPr="007B5A7D" w:rsidRDefault="00167B75" w:rsidP="009F7B6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bl>
    <w:p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dojazd na powierzchnię, </w:t>
      </w:r>
    </w:p>
    <w:p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powierzchni w wyznaczonych drzewostanach, miejscach zbioru nasion, </w:t>
      </w:r>
    </w:p>
    <w:p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dostarczenie nasion z oznaczeniem drzewostanu, z którego pochodzą, do miejsca odbioru wskazanego przez Zamawiającego.</w:t>
      </w:r>
    </w:p>
    <w:p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rsidR="00167B75" w:rsidRPr="007B5A7D" w:rsidRDefault="00167B75" w:rsidP="00167B75">
      <w:pPr>
        <w:pStyle w:val="Akapitzlist"/>
        <w:widowControl w:val="0"/>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przewidywane ilości nasion i miejsce zbioru zawiera załącznik nr </w:t>
      </w:r>
      <w:r w:rsidR="00A769D8">
        <w:rPr>
          <w:rFonts w:ascii="Cambria" w:eastAsia="Verdana" w:hAnsi="Cambria" w:cs="Verdana"/>
          <w:kern w:val="1"/>
          <w:sz w:val="22"/>
          <w:szCs w:val="22"/>
          <w:lang w:eastAsia="zh-CN" w:bidi="hi-IN"/>
        </w:rPr>
        <w:t>2.2.</w:t>
      </w:r>
      <w:r w:rsidRPr="007B5A7D">
        <w:rPr>
          <w:rFonts w:ascii="Cambria" w:eastAsia="Verdana" w:hAnsi="Cambria" w:cs="Verdana"/>
          <w:kern w:val="1"/>
          <w:sz w:val="22"/>
          <w:szCs w:val="22"/>
          <w:lang w:eastAsia="zh-CN" w:bidi="hi-IN"/>
        </w:rPr>
        <w:t xml:space="preserve"> do SWZ,</w:t>
      </w:r>
    </w:p>
    <w:p w:rsidR="00167B75" w:rsidRPr="007B5A7D" w:rsidRDefault="00167B75" w:rsidP="00167B75">
      <w:pPr>
        <w:pStyle w:val="Akapitzlist"/>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płachty i worki na nasiona zapewnia Zamawiający.</w:t>
      </w:r>
    </w:p>
    <w:p w:rsidR="00167B75" w:rsidRPr="007B5A7D" w:rsidRDefault="00167B75" w:rsidP="00167B75">
      <w:pPr>
        <w:suppressAutoHyphens w:val="0"/>
        <w:spacing w:before="120" w:after="120"/>
        <w:rPr>
          <w:rFonts w:ascii="Cambria" w:eastAsia="Calibri" w:hAnsi="Cambria" w:cs="Arial"/>
          <w:b/>
          <w:sz w:val="22"/>
          <w:szCs w:val="22"/>
          <w:lang w:eastAsia="pl-PL"/>
        </w:rPr>
      </w:pPr>
    </w:p>
    <w:p w:rsidR="00167B75" w:rsidRPr="007B5A7D" w:rsidRDefault="00167B75" w:rsidP="00167B75">
      <w:pPr>
        <w:suppressAutoHyphens w:val="0"/>
        <w:spacing w:before="120" w:after="120"/>
        <w:rPr>
          <w:rFonts w:ascii="Cambria" w:eastAsia="Calibri" w:hAnsi="Cambria" w:cs="Arial"/>
          <w:b/>
          <w:sz w:val="22"/>
          <w:szCs w:val="22"/>
          <w:lang w:eastAsia="pl-PL"/>
        </w:rPr>
      </w:pPr>
    </w:p>
    <w:p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lastRenderedPageBreak/>
        <w:t>Procedura odbioru:</w:t>
      </w:r>
    </w:p>
    <w:p w:rsidR="00167B75" w:rsidRPr="007B5A7D" w:rsidRDefault="00167B75" w:rsidP="00167B75">
      <w:pPr>
        <w:pStyle w:val="Akapitzlist"/>
        <w:numPr>
          <w:ilvl w:val="0"/>
          <w:numId w:val="57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rsidTr="009F7B63">
        <w:trPr>
          <w:trHeight w:val="161"/>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rsidR="00167B75" w:rsidRPr="007B5A7D" w:rsidRDefault="00167B75" w:rsidP="009F7B6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1" w:type="pct"/>
            <w:shd w:val="clear" w:color="auto" w:fill="auto"/>
          </w:tcPr>
          <w:p w:rsidR="00167B75" w:rsidRPr="007B5A7D" w:rsidRDefault="00167B75" w:rsidP="009F7B6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1" w:type="pct"/>
            <w:shd w:val="clear" w:color="auto" w:fill="auto"/>
          </w:tcPr>
          <w:p w:rsidR="00167B75" w:rsidRPr="007B5A7D" w:rsidRDefault="00167B75" w:rsidP="009F7B6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rsidTr="009F7B63">
        <w:trPr>
          <w:trHeight w:val="625"/>
          <w:jc w:val="center"/>
        </w:trPr>
        <w:tc>
          <w:tcPr>
            <w:tcW w:w="357" w:type="pct"/>
            <w:shd w:val="clear" w:color="auto" w:fill="auto"/>
          </w:tcPr>
          <w:p w:rsidR="00167B75" w:rsidRPr="007B5A7D" w:rsidRDefault="00167B75" w:rsidP="009F7B63">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395</w:t>
            </w:r>
          </w:p>
        </w:tc>
        <w:tc>
          <w:tcPr>
            <w:tcW w:w="959"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911" w:type="pct"/>
            <w:shd w:val="clear" w:color="auto" w:fill="auto"/>
          </w:tcPr>
          <w:p w:rsidR="00167B75" w:rsidRPr="007B5A7D" w:rsidRDefault="00167B75" w:rsidP="009F7B63">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Wykonanie termoterapii żołędzi</w:t>
            </w:r>
          </w:p>
        </w:tc>
        <w:tc>
          <w:tcPr>
            <w:tcW w:w="711" w:type="pct"/>
            <w:shd w:val="clear" w:color="auto" w:fill="auto"/>
          </w:tcPr>
          <w:p w:rsidR="00167B75" w:rsidRPr="007B5A7D" w:rsidRDefault="00167B75" w:rsidP="009F7B63">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rsidR="00167B75" w:rsidRPr="007B5A7D" w:rsidRDefault="00167B75" w:rsidP="00167B75">
      <w:pPr>
        <w:pStyle w:val="Akapitzlist"/>
        <w:numPr>
          <w:ilvl w:val="0"/>
          <w:numId w:val="577"/>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żołędzi z miejsca przechowywania, </w:t>
      </w:r>
    </w:p>
    <w:p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Calibri" w:hAnsi="Cambria"/>
          <w:sz w:val="22"/>
          <w:szCs w:val="22"/>
          <w:lang w:eastAsia="en-US"/>
        </w:rPr>
        <w:t>przygotowanie żołędzi (spławianie w wodzie),</w:t>
      </w:r>
    </w:p>
    <w:p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wykonanie termoterapii żołędzi zgodnie z obowiązującą technologią,</w:t>
      </w:r>
    </w:p>
    <w:p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zaprawianie żołędzi zaprawą nasienną,</w:t>
      </w:r>
    </w:p>
    <w:p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napełnienie pojemników i doniesienie lub dowóz  do miejsca przechowywania.</w:t>
      </w:r>
    </w:p>
    <w:p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Uwaga:</w:t>
      </w:r>
    </w:p>
    <w:p w:rsidR="00167B75" w:rsidRPr="007B5A7D" w:rsidRDefault="00167B75" w:rsidP="00167B75">
      <w:pPr>
        <w:pStyle w:val="Akapitzlist"/>
        <w:numPr>
          <w:ilvl w:val="0"/>
          <w:numId w:val="57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i sprzęt do termoterapii zapewnia Zamawiający.</w:t>
      </w:r>
    </w:p>
    <w:p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rsidR="00167B75" w:rsidRPr="007B5A7D" w:rsidRDefault="00167B75" w:rsidP="00167B75">
      <w:pPr>
        <w:pStyle w:val="Akapitzlist"/>
        <w:numPr>
          <w:ilvl w:val="0"/>
          <w:numId w:val="57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żołędzi przed zabiegiem.</w:t>
      </w:r>
    </w:p>
    <w:p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jednego miejsca po przecinku</w:t>
      </w:r>
      <w:r w:rsidRPr="007B5A7D">
        <w:rPr>
          <w:rFonts w:ascii="Cambria" w:eastAsia="Calibri" w:hAnsi="Cambria" w:cs="Arial"/>
          <w:bCs/>
          <w:i/>
          <w:sz w:val="22"/>
          <w:szCs w:val="22"/>
          <w:lang w:eastAsia="en-US"/>
        </w:rPr>
        <w:t>)</w:t>
      </w:r>
    </w:p>
    <w:p w:rsidR="00167B75" w:rsidRPr="007B5A7D" w:rsidRDefault="00167B75" w:rsidP="00167B75">
      <w:pPr>
        <w:suppressAutoHyphens w:val="0"/>
        <w:spacing w:after="200" w:line="276" w:lineRule="auto"/>
        <w:rPr>
          <w:rFonts w:ascii="Cambria" w:eastAsia="Bitstream Vera Sans" w:hAnsi="Cambria" w:cs="FreeSans"/>
          <w:b/>
          <w:kern w:val="1"/>
          <w:sz w:val="22"/>
          <w:szCs w:val="22"/>
          <w:lang w:eastAsia="zh-CN" w:bidi="hi-IN"/>
        </w:rPr>
      </w:pPr>
    </w:p>
    <w:p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br w:type="page"/>
      </w:r>
    </w:p>
    <w:p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III - POZOSTAŁE PRACE GODZINOWE</w:t>
      </w:r>
    </w:p>
    <w:p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396</w:t>
            </w:r>
          </w:p>
        </w:tc>
        <w:tc>
          <w:tcPr>
            <w:tcW w:w="958" w:type="pct"/>
            <w:shd w:val="clear" w:color="auto" w:fill="auto"/>
          </w:tcPr>
          <w:p w:rsidR="00167B75" w:rsidRPr="007B5A7D" w:rsidRDefault="00167B75" w:rsidP="009F7B6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910" w:type="pct"/>
            <w:shd w:val="clear" w:color="auto" w:fill="auto"/>
          </w:tcPr>
          <w:p w:rsidR="00167B75" w:rsidRPr="007B5A7D" w:rsidRDefault="00167B75" w:rsidP="009F7B6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2062" w:type="pct"/>
            <w:shd w:val="clear" w:color="auto" w:fill="auto"/>
          </w:tcPr>
          <w:p w:rsidR="00167B75" w:rsidRPr="007B5A7D" w:rsidRDefault="00167B75" w:rsidP="009F7B6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397</w:t>
            </w:r>
          </w:p>
        </w:tc>
        <w:tc>
          <w:tcPr>
            <w:tcW w:w="958" w:type="pct"/>
            <w:shd w:val="clear" w:color="auto" w:fill="auto"/>
          </w:tcPr>
          <w:p w:rsidR="00167B75" w:rsidRPr="007B5A7D" w:rsidRDefault="00167B75" w:rsidP="009F7B6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910" w:type="pct"/>
            <w:shd w:val="clear" w:color="auto" w:fill="auto"/>
          </w:tcPr>
          <w:p w:rsidR="00167B75" w:rsidRPr="007B5A7D" w:rsidRDefault="00167B75" w:rsidP="009F7B6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2062" w:type="pct"/>
            <w:shd w:val="clear" w:color="auto" w:fill="auto"/>
          </w:tcPr>
          <w:p w:rsidR="00167B75" w:rsidRPr="007B5A7D" w:rsidRDefault="00167B75" w:rsidP="009F7B6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z użyciem pilarki</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398</w:t>
            </w:r>
          </w:p>
        </w:tc>
        <w:tc>
          <w:tcPr>
            <w:tcW w:w="958" w:type="pct"/>
            <w:shd w:val="clear" w:color="auto" w:fill="auto"/>
          </w:tcPr>
          <w:p w:rsidR="00167B75" w:rsidRPr="007B5A7D" w:rsidRDefault="00167B75" w:rsidP="009F7B6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910" w:type="pct"/>
            <w:shd w:val="clear" w:color="auto" w:fill="auto"/>
          </w:tcPr>
          <w:p w:rsidR="00167B75" w:rsidRPr="007B5A7D" w:rsidRDefault="00167B75" w:rsidP="009F7B6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2062" w:type="pct"/>
            <w:shd w:val="clear" w:color="auto" w:fill="auto"/>
          </w:tcPr>
          <w:p w:rsidR="00167B75" w:rsidRPr="007B5A7D" w:rsidRDefault="00167B75" w:rsidP="009F7B6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ręczne z urządzeniem</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399</w:t>
            </w:r>
          </w:p>
        </w:tc>
        <w:tc>
          <w:tcPr>
            <w:tcW w:w="958" w:type="pct"/>
            <w:shd w:val="clear" w:color="auto" w:fill="auto"/>
          </w:tcPr>
          <w:p w:rsidR="00167B75" w:rsidRPr="007B5A7D" w:rsidRDefault="00167B75" w:rsidP="009F7B63">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910" w:type="pct"/>
            <w:shd w:val="clear" w:color="auto" w:fill="auto"/>
          </w:tcPr>
          <w:p w:rsidR="00167B75" w:rsidRPr="007B5A7D" w:rsidRDefault="00167B75" w:rsidP="009F7B63">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2062" w:type="pct"/>
            <w:shd w:val="clear" w:color="auto" w:fill="auto"/>
          </w:tcPr>
          <w:p w:rsidR="00167B75" w:rsidRPr="007B5A7D" w:rsidRDefault="00167B75" w:rsidP="009F7B63">
            <w:pPr>
              <w:suppressAutoHyphens w:val="0"/>
              <w:spacing w:before="120"/>
              <w:rPr>
                <w:rFonts w:ascii="Cambria" w:eastAsia="Calibri" w:hAnsi="Cambria" w:cstheme="minorHAnsi"/>
                <w:bCs/>
                <w:iCs/>
                <w:sz w:val="22"/>
                <w:szCs w:val="22"/>
                <w:lang w:eastAsia="pl-PL"/>
              </w:rPr>
            </w:pPr>
            <w:r w:rsidRPr="007B5A7D">
              <w:rPr>
                <w:rFonts w:ascii="Cambria" w:hAnsi="Cambria"/>
                <w:sz w:val="22"/>
                <w:szCs w:val="22"/>
              </w:rPr>
              <w:t>Prace godzinowe w porze nocnej</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400</w:t>
            </w:r>
          </w:p>
        </w:tc>
        <w:tc>
          <w:tcPr>
            <w:tcW w:w="958" w:type="pct"/>
            <w:shd w:val="clear" w:color="auto" w:fill="auto"/>
          </w:tcPr>
          <w:p w:rsidR="00167B75" w:rsidRPr="007B5A7D" w:rsidRDefault="00167B75" w:rsidP="009F7B6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910" w:type="pct"/>
            <w:shd w:val="clear" w:color="auto" w:fill="auto"/>
          </w:tcPr>
          <w:p w:rsidR="00167B75" w:rsidRPr="007B5A7D" w:rsidRDefault="00167B75" w:rsidP="009F7B6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2062" w:type="pct"/>
            <w:shd w:val="clear" w:color="auto" w:fill="auto"/>
          </w:tcPr>
          <w:p w:rsidR="00167B75" w:rsidRPr="007B5A7D" w:rsidRDefault="00167B75" w:rsidP="009F7B6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wykonane ręcznie</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pochylonych nad drogami publicznymi, liniami energetycznymi, urządzeniami melioracyjnymi, młodnikami i uprawami),</w:t>
      </w:r>
    </w:p>
    <w:p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 xml:space="preserve">prace przy powtórnej </w:t>
      </w:r>
      <w:proofErr w:type="spellStart"/>
      <w:r w:rsidRPr="007B5A7D">
        <w:rPr>
          <w:rFonts w:ascii="Cambria" w:hAnsi="Cambria" w:cstheme="minorHAnsi"/>
          <w:sz w:val="22"/>
          <w:szCs w:val="22"/>
          <w:lang w:eastAsia="pl-PL"/>
        </w:rPr>
        <w:t>sortymentacji</w:t>
      </w:r>
      <w:proofErr w:type="spellEnd"/>
      <w:r w:rsidRPr="007B5A7D">
        <w:rPr>
          <w:rFonts w:ascii="Cambria" w:hAnsi="Cambria" w:cstheme="minorHAnsi"/>
          <w:sz w:val="22"/>
          <w:szCs w:val="22"/>
          <w:lang w:eastAsia="pl-PL"/>
        </w:rPr>
        <w:t xml:space="preserve"> drewna wynikającej np. ze specyfikacji manipulacyjnej,</w:t>
      </w:r>
    </w:p>
    <w:p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Bidi"/>
          <w:sz w:val="22"/>
          <w:szCs w:val="22"/>
          <w:lang w:eastAsia="pl-PL"/>
        </w:rPr>
      </w:pPr>
      <w:r w:rsidRPr="2FEFD05F">
        <w:rPr>
          <w:rFonts w:ascii="Cambria" w:hAnsi="Cambria" w:cs="Arial"/>
          <w:sz w:val="22"/>
          <w:szCs w:val="22"/>
        </w:rPr>
        <w:t>wycięcie drzew nieprzewidzianych do pozyskania surowca drzewnego (cienkich, wadliwych, przygłuszonych, zamierających, itp.) przy pomocy narzędzi ręcznych lub mechanicznych, ułożenie ich po ścięciu na ziemi,</w:t>
      </w:r>
    </w:p>
    <w:p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dodatkowe prace przy poszerzaniu dróg, odtwarzaniu linii oddziałowych,</w:t>
      </w:r>
    </w:p>
    <w:p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sz w:val="22"/>
          <w:szCs w:val="22"/>
        </w:rPr>
        <w:t>poprawianie wyoranych bruzd i pasów,</w:t>
      </w:r>
    </w:p>
    <w:p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prowadzące do ograniczania szkód wyrządzanych przez bobry, </w:t>
      </w:r>
    </w:p>
    <w:p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i utylizacja </w:t>
      </w:r>
      <w:r w:rsidRPr="007B5A7D">
        <w:rPr>
          <w:rFonts w:ascii="Cambria" w:eastAsia="Calibri" w:hAnsi="Cambria" w:cstheme="minorHAnsi"/>
          <w:bCs/>
          <w:iCs/>
          <w:sz w:val="22"/>
          <w:szCs w:val="22"/>
        </w:rPr>
        <w:t xml:space="preserve">usuniętych na uprawach porażonych drzewek, </w:t>
      </w:r>
    </w:p>
    <w:p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wyznaczaniu i oznakowaniu powierzchni kontrolnych i drzew próbnych,</w:t>
      </w:r>
    </w:p>
    <w:p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hAnsi="Cambria" w:cstheme="minorHAnsi"/>
          <w:sz w:val="22"/>
          <w:szCs w:val="22"/>
        </w:rPr>
        <w:t>prace przy odsłonięciu z gałęzi pozostałych po manipulacji sortymentów odnowień naturalnych lub sztucznych w sposób umożliwiający wzrost młodego pokolenia,</w:t>
      </w:r>
    </w:p>
    <w:p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zakładaniu opasek lepowych w celach prognostycznych (wygładzanie kory ośnikiem, nakładanie lepu),</w:t>
      </w:r>
    </w:p>
    <w:p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hAnsi="Cambria"/>
          <w:sz w:val="22"/>
          <w:szCs w:val="22"/>
        </w:rPr>
        <w:t xml:space="preserve">wykładanie i zdejmowanie pułapek </w:t>
      </w:r>
      <w:proofErr w:type="spellStart"/>
      <w:r w:rsidRPr="3C74AD14">
        <w:rPr>
          <w:rFonts w:ascii="Cambria" w:hAnsi="Cambria"/>
          <w:sz w:val="22"/>
          <w:szCs w:val="22"/>
        </w:rPr>
        <w:t>feromonowych</w:t>
      </w:r>
      <w:proofErr w:type="spellEnd"/>
      <w:r w:rsidRPr="3C74AD14">
        <w:rPr>
          <w:rFonts w:ascii="Cambria" w:hAnsi="Cambria"/>
          <w:sz w:val="22"/>
          <w:szCs w:val="22"/>
        </w:rPr>
        <w:t xml:space="preserve"> na ryjkowce,</w:t>
      </w:r>
    </w:p>
    <w:p w:rsidR="00167B75" w:rsidRPr="00540E6D" w:rsidRDefault="00167B75" w:rsidP="00167B75">
      <w:pPr>
        <w:pStyle w:val="Akapitzlist"/>
        <w:numPr>
          <w:ilvl w:val="0"/>
          <w:numId w:val="580"/>
        </w:numPr>
        <w:spacing w:line="276" w:lineRule="auto"/>
        <w:jc w:val="both"/>
        <w:rPr>
          <w:rFonts w:ascii="Cambria" w:eastAsia="Cambria" w:hAnsi="Cambria" w:cs="Cambria"/>
          <w:sz w:val="22"/>
          <w:szCs w:val="22"/>
        </w:rPr>
      </w:pPr>
      <w:r w:rsidRPr="00540E6D">
        <w:rPr>
          <w:rFonts w:ascii="Cambria" w:eastAsia="Cambria" w:hAnsi="Cambria" w:cs="Cambria"/>
          <w:sz w:val="22"/>
          <w:szCs w:val="22"/>
        </w:rPr>
        <w:t xml:space="preserve">wykonanie kontrolnego zbioru owadów z pułapek </w:t>
      </w:r>
      <w:proofErr w:type="spellStart"/>
      <w:r w:rsidRPr="00540E6D">
        <w:rPr>
          <w:rFonts w:ascii="Cambria" w:eastAsia="Cambria" w:hAnsi="Cambria" w:cs="Cambria"/>
          <w:sz w:val="22"/>
          <w:szCs w:val="22"/>
        </w:rPr>
        <w:t>feromonowych</w:t>
      </w:r>
      <w:proofErr w:type="spellEnd"/>
      <w:r w:rsidRPr="00540E6D">
        <w:rPr>
          <w:rFonts w:ascii="Cambria" w:eastAsia="Cambria" w:hAnsi="Cambria" w:cs="Cambria"/>
          <w:sz w:val="22"/>
          <w:szCs w:val="22"/>
        </w:rPr>
        <w:t>,</w:t>
      </w:r>
    </w:p>
    <w:p w:rsidR="00167B75" w:rsidRDefault="00167B75" w:rsidP="00167B75">
      <w:pPr>
        <w:pStyle w:val="Akapitzlist"/>
        <w:numPr>
          <w:ilvl w:val="0"/>
          <w:numId w:val="580"/>
        </w:numPr>
        <w:spacing w:line="276" w:lineRule="auto"/>
        <w:jc w:val="both"/>
      </w:pPr>
      <w:r w:rsidRPr="00540E6D">
        <w:rPr>
          <w:rFonts w:ascii="Cambria" w:eastAsia="Cambria" w:hAnsi="Cambria" w:cs="Cambria"/>
          <w:sz w:val="22"/>
          <w:szCs w:val="22"/>
        </w:rPr>
        <w:t>zabezpieczenie repelentem sadzonek w kasetac</w:t>
      </w:r>
      <w:r w:rsidRPr="00540E6D">
        <w:rPr>
          <w:sz w:val="22"/>
          <w:szCs w:val="22"/>
        </w:rPr>
        <w:t>h</w:t>
      </w:r>
      <w:r w:rsidRPr="627E94B3">
        <w:t>,</w:t>
      </w:r>
    </w:p>
    <w:p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mbria" w:hAnsi="Cambria" w:cs="Cambria"/>
          <w:sz w:val="22"/>
          <w:szCs w:val="22"/>
        </w:rPr>
        <w:t xml:space="preserve">próbne poszukiwania </w:t>
      </w:r>
      <w:proofErr w:type="spellStart"/>
      <w:r w:rsidRPr="627E94B3">
        <w:rPr>
          <w:rFonts w:ascii="Cambria" w:eastAsia="Cambria" w:hAnsi="Cambria" w:cs="Cambria"/>
          <w:sz w:val="22"/>
          <w:szCs w:val="22"/>
        </w:rPr>
        <w:t>zasnui</w:t>
      </w:r>
      <w:proofErr w:type="spellEnd"/>
      <w:r w:rsidRPr="627E94B3">
        <w:rPr>
          <w:rFonts w:ascii="Cambria" w:eastAsia="Cambria" w:hAnsi="Cambria" w:cs="Cambria"/>
          <w:sz w:val="22"/>
          <w:szCs w:val="22"/>
        </w:rPr>
        <w:t xml:space="preserve"> świerkowej,</w:t>
      </w:r>
    </w:p>
    <w:p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prace polegające na realizacji zadań związanych z ochroną obiektów przyrodniczych,</w:t>
      </w:r>
    </w:p>
    <w:p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 xml:space="preserve">prace polegające na porządkowaniu bezpośredniego sąsiedztwa pomników przyrody, obalaniu posuszu jałowego w miejscach uczęszczanych przez ludzi, </w:t>
      </w:r>
    </w:p>
    <w:p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eastAsia="Calibri" w:hAnsi="Cambria" w:cstheme="minorBidi"/>
          <w:sz w:val="22"/>
          <w:szCs w:val="22"/>
        </w:rPr>
        <w:t xml:space="preserve">lokalizowanie (odnajdywanie) nielegalnych wysypisk lub terenów zaśmieconych na terenie leśnictwa, również poza drogami leśnymi, </w:t>
      </w:r>
    </w:p>
    <w:p w:rsidR="00167B75" w:rsidRDefault="00167B75" w:rsidP="00167B75">
      <w:pPr>
        <w:pStyle w:val="Akapitzlist"/>
        <w:numPr>
          <w:ilvl w:val="0"/>
          <w:numId w:val="580"/>
        </w:numPr>
        <w:spacing w:line="276" w:lineRule="auto"/>
        <w:jc w:val="both"/>
        <w:rPr>
          <w:rFonts w:ascii="Cambria" w:eastAsia="Cambria" w:hAnsi="Cambria" w:cs="Cambria"/>
          <w:sz w:val="22"/>
          <w:szCs w:val="22"/>
        </w:rPr>
      </w:pPr>
      <w:r w:rsidRPr="3C74AD14">
        <w:rPr>
          <w:rFonts w:ascii="Cambria" w:eastAsia="Cambria" w:hAnsi="Cambria" w:cs="Cambria"/>
          <w:sz w:val="22"/>
          <w:szCs w:val="22"/>
        </w:rPr>
        <w:lastRenderedPageBreak/>
        <w:t xml:space="preserve">wyznaczanie drzew </w:t>
      </w:r>
      <w:proofErr w:type="spellStart"/>
      <w:r w:rsidRPr="3C74AD14">
        <w:rPr>
          <w:rFonts w:ascii="Cambria" w:eastAsia="Cambria" w:hAnsi="Cambria" w:cs="Cambria"/>
          <w:sz w:val="22"/>
          <w:szCs w:val="22"/>
        </w:rPr>
        <w:t>trocinkowych</w:t>
      </w:r>
      <w:proofErr w:type="spellEnd"/>
      <w:r w:rsidRPr="3C74AD14">
        <w:rPr>
          <w:rFonts w:ascii="Cambria" w:eastAsia="Cambria" w:hAnsi="Cambria" w:cs="Cambria"/>
          <w:sz w:val="22"/>
          <w:szCs w:val="22"/>
        </w:rPr>
        <w:t xml:space="preserve"> (w tym wyznaczenie, oznakowanie i ewidencjonowanie),</w:t>
      </w:r>
    </w:p>
    <w:p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wycince krzewów z poboczy dróg leśnych i innych obiektów,</w:t>
      </w:r>
    </w:p>
    <w:p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 xml:space="preserve">prace w gospodarce łąkowo-rolnej </w:t>
      </w:r>
      <w:proofErr w:type="spellStart"/>
      <w:r w:rsidRPr="3C74AD14">
        <w:rPr>
          <w:rFonts w:ascii="Cambria" w:eastAsia="Cambria" w:hAnsi="Cambria" w:cs="Cambria"/>
          <w:sz w:val="22"/>
          <w:szCs w:val="22"/>
        </w:rPr>
        <w:t>n</w:t>
      </w:r>
      <w:r>
        <w:rPr>
          <w:rFonts w:ascii="Cambria" w:eastAsia="Cambria" w:hAnsi="Cambria" w:cs="Cambria"/>
          <w:sz w:val="22"/>
          <w:szCs w:val="22"/>
        </w:rPr>
        <w:t>p</w:t>
      </w:r>
      <w:proofErr w:type="spellEnd"/>
      <w:r w:rsidRPr="3C74AD14">
        <w:rPr>
          <w:rFonts w:ascii="Cambria" w:eastAsia="Cambria" w:hAnsi="Cambria" w:cs="Cambria"/>
          <w:sz w:val="22"/>
          <w:szCs w:val="22"/>
        </w:rPr>
        <w:t>: zbiór kamieni i gałęzi, wyrównywanie</w:t>
      </w:r>
      <w:r>
        <w:rPr>
          <w:rFonts w:ascii="Cambria" w:eastAsia="Cambria" w:hAnsi="Cambria" w:cs="Cambria"/>
          <w:sz w:val="22"/>
          <w:szCs w:val="22"/>
        </w:rPr>
        <w:t xml:space="preserve"> </w:t>
      </w:r>
      <w:r w:rsidRPr="00962DB4">
        <w:rPr>
          <w:rFonts w:ascii="Cambria" w:eastAsia="Cambria" w:hAnsi="Cambria" w:cs="Cambria"/>
          <w:sz w:val="22"/>
          <w:szCs w:val="22"/>
        </w:rPr>
        <w:t>kretowisk, usunięcie przeszkadzającej roślinności (w tym sukcesji naturalnej),</w:t>
      </w:r>
    </w:p>
    <w:p w:rsidR="00167B75" w:rsidRDefault="00167B75" w:rsidP="00167B75">
      <w:pPr>
        <w:pStyle w:val="Akapitzlist"/>
        <w:numPr>
          <w:ilvl w:val="0"/>
          <w:numId w:val="580"/>
        </w:numPr>
        <w:spacing w:line="276" w:lineRule="auto"/>
      </w:pPr>
      <w:proofErr w:type="spellStart"/>
      <w:r w:rsidRPr="3C74AD14">
        <w:rPr>
          <w:rFonts w:ascii="Cambria" w:eastAsia="Cambria" w:hAnsi="Cambria" w:cs="Cambria"/>
          <w:sz w:val="22"/>
          <w:szCs w:val="22"/>
        </w:rPr>
        <w:t>dokaszanie</w:t>
      </w:r>
      <w:proofErr w:type="spellEnd"/>
      <w:r w:rsidRPr="3C74AD14">
        <w:rPr>
          <w:rFonts w:ascii="Cambria" w:eastAsia="Cambria" w:hAnsi="Cambria" w:cs="Cambria"/>
          <w:sz w:val="22"/>
          <w:szCs w:val="22"/>
        </w:rPr>
        <w:t xml:space="preserve"> powierzchni w miejscach niemożliwych do wykoszenia maszynowo</w:t>
      </w:r>
      <w:r>
        <w:rPr>
          <w:rFonts w:ascii="Cambria" w:eastAsia="Cambria" w:hAnsi="Cambria" w:cs="Cambria"/>
          <w:sz w:val="22"/>
          <w:szCs w:val="22"/>
        </w:rPr>
        <w:t>,</w:t>
      </w:r>
    </w:p>
    <w:p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z zakresu utrzymania, konserwacji i montażu obiektów turystycznych</w:t>
      </w:r>
      <w:r>
        <w:rPr>
          <w:rFonts w:ascii="Cambria" w:eastAsia="Cambria" w:hAnsi="Cambria" w:cs="Cambria"/>
          <w:sz w:val="22"/>
          <w:szCs w:val="22"/>
        </w:rPr>
        <w:t xml:space="preserve"> </w:t>
      </w:r>
      <w:r w:rsidRPr="00B95E2F">
        <w:rPr>
          <w:rFonts w:ascii="Cambria" w:eastAsia="Cambria" w:hAnsi="Cambria" w:cs="Cambria"/>
          <w:sz w:val="22"/>
          <w:szCs w:val="22"/>
        </w:rPr>
        <w:t>i edukacyjnych np.: tablic, ławo-stołów, poręczy, barier, wiat i innych obiektów,</w:t>
      </w:r>
    </w:p>
    <w:p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konserwacji znaków granicznych, słupów oddziałowych i linii podziału</w:t>
      </w:r>
    </w:p>
    <w:p w:rsidR="00167B75" w:rsidRDefault="00167B75" w:rsidP="00167B75">
      <w:pPr>
        <w:pStyle w:val="Akapitzlist"/>
        <w:spacing w:line="276" w:lineRule="auto"/>
      </w:pPr>
      <w:r w:rsidRPr="627E94B3">
        <w:rPr>
          <w:rFonts w:ascii="Cambria" w:eastAsia="Cambria" w:hAnsi="Cambria" w:cs="Cambria"/>
          <w:sz w:val="22"/>
          <w:szCs w:val="22"/>
        </w:rPr>
        <w:t>powierzchniowego</w:t>
      </w:r>
    </w:p>
    <w:p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libri" w:hAnsi="Cambria" w:cstheme="minorBidi"/>
          <w:sz w:val="22"/>
          <w:szCs w:val="22"/>
        </w:rPr>
        <w:t xml:space="preserve">zbieranie śmieci do worków i ich załadunek na przyczepę, </w:t>
      </w:r>
    </w:p>
    <w:p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w otoczeniu szkółki nie objęte czynnościami akordowymi w tym: ręczne zwalczanie pędraków poprzez wybieranie po orce i niszczenie, przykrycie dodatkowe siewów jesiennych oraz kompostowanie, </w:t>
      </w:r>
    </w:p>
    <w:p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opryski chemiczne wykonywane przy pomocy ramp deszczujących, </w:t>
      </w:r>
    </w:p>
    <w:p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deszczowanie sadzonek w namiotach i na polach zraszania przy użyciu ramp deszczujących, </w:t>
      </w:r>
    </w:p>
    <w:p w:rsidR="00167B75" w:rsidRPr="007B5A7D" w:rsidRDefault="00167B75" w:rsidP="00167B75">
      <w:pPr>
        <w:pStyle w:val="listaopisROSTWLP"/>
        <w:numPr>
          <w:ilvl w:val="0"/>
          <w:numId w:val="580"/>
        </w:numPr>
        <w:spacing w:line="276" w:lineRule="auto"/>
        <w:rPr>
          <w:color w:val="auto"/>
          <w:szCs w:val="22"/>
        </w:rPr>
      </w:pPr>
      <w:r w:rsidRPr="627E94B3">
        <w:rPr>
          <w:color w:val="auto"/>
        </w:rPr>
        <w:t>nawożenie sadzonek przy użyciu ramp deszczujących,</w:t>
      </w:r>
    </w:p>
    <w:p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utrzymanie i pielęgnacja zieleni, koszenie trawników, zbieranie śmieci, usuwanie liści, opróżnianie koszów ze śmieciami, odśnieżanie,</w:t>
      </w:r>
    </w:p>
    <w:p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sprzątanie pomieszczeń budynku głównego szkółki oraz pozostałych przynależnych do szkółki budynków i pomieszczeń (wiaty, chłodnia, hale magazynowe),</w:t>
      </w:r>
    </w:p>
    <w:p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porządkowe w namiotach oraz na polach hodowlanych po wywiezieniu kontenerów z sadzonkami,</w:t>
      </w:r>
    </w:p>
    <w:p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związane z obsługą armatki śnieżnej, zamgławiacza i ramp deszczujących, związane z ochroną sadzonek przed przymrozkami i szkodami od mrozu,</w:t>
      </w:r>
    </w:p>
    <w:p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liczenie szyszek i zawiązek, </w:t>
      </w:r>
    </w:p>
    <w:p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 xml:space="preserve">rozłożenie i zebranie siatek/płacht w przypadku braku zbioru nasion przy braku urodzaju, </w:t>
      </w:r>
    </w:p>
    <w:p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dowóz (w granicach obszaru nadleśnictwa) siatek/płacht w przypadku braku zbioru nasion przy braku urodzaju,</w:t>
      </w:r>
    </w:p>
    <w:p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rsidR="00167B75" w:rsidRPr="007B5A7D" w:rsidRDefault="00167B75" w:rsidP="00167B75">
      <w:pPr>
        <w:pStyle w:val="Akapitzlist"/>
        <w:widowControl w:val="0"/>
        <w:numPr>
          <w:ilvl w:val="0"/>
          <w:numId w:val="580"/>
        </w:numPr>
        <w:autoSpaceDE w:val="0"/>
        <w:autoSpaceDN w:val="0"/>
        <w:adjustRightInd w:val="0"/>
        <w:spacing w:line="276" w:lineRule="auto"/>
        <w:jc w:val="both"/>
        <w:rPr>
          <w:rFonts w:ascii="Cambria" w:eastAsia="Bitstream Vera Sans" w:hAnsi="Cambria" w:cs="FreeSans"/>
          <w:kern w:val="1"/>
          <w:sz w:val="22"/>
          <w:szCs w:val="22"/>
          <w:lang w:bidi="hi-IN"/>
        </w:rPr>
      </w:pPr>
      <w:r w:rsidRPr="007B5A7D">
        <w:rPr>
          <w:rFonts w:ascii="Cambria" w:eastAsia="Bitstream Vera Sans" w:hAnsi="Cambria" w:cs="FreeSans"/>
          <w:kern w:val="1"/>
          <w:sz w:val="22"/>
          <w:szCs w:val="22"/>
          <w:lang w:bidi="hi-IN"/>
        </w:rPr>
        <w:t>pielęgnację zadrzewień przez wykaszanie trawy, usuwanie chwastów, spulchnianie gleby wokół sadzonek, przycinanie i formowanie krzewów lub drzew itp.,</w:t>
      </w:r>
    </w:p>
    <w:p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eastAsia="Calibri" w:hAnsi="Cambria"/>
          <w:sz w:val="22"/>
          <w:szCs w:val="22"/>
        </w:rPr>
        <w:t>pozyskanie choinek i stroiszu, przenoszenie, załadunek i rozładunek wraz z  układaniem,</w:t>
      </w:r>
    </w:p>
    <w:p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hAnsi="Cambria" w:cstheme="minorBidi"/>
          <w:sz w:val="22"/>
          <w:szCs w:val="22"/>
        </w:rPr>
        <w:t xml:space="preserve">pozostałe prace w gospodarce łąkowo-rolnej m.in. przy konserwacji ogrodzeń </w:t>
      </w:r>
      <w:r w:rsidRPr="627E94B3">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rsidR="00167B75" w:rsidRPr="007B5A7D" w:rsidRDefault="00167B75" w:rsidP="00167B75">
      <w:pPr>
        <w:pStyle w:val="Akapitzlist"/>
        <w:numPr>
          <w:ilvl w:val="0"/>
          <w:numId w:val="580"/>
        </w:numPr>
        <w:spacing w:line="276" w:lineRule="auto"/>
        <w:rPr>
          <w:rFonts w:ascii="Cambria" w:eastAsia="Verdana" w:hAnsi="Cambria"/>
          <w:kern w:val="3"/>
          <w:sz w:val="22"/>
          <w:szCs w:val="22"/>
          <w:lang w:eastAsia="zh-CN" w:bidi="hi-IN"/>
        </w:rPr>
      </w:pPr>
      <w:r w:rsidRPr="007B5A7D">
        <w:rPr>
          <w:rFonts w:ascii="Cambria" w:eastAsia="Verdana" w:hAnsi="Cambria"/>
          <w:kern w:val="3"/>
          <w:sz w:val="22"/>
          <w:szCs w:val="22"/>
          <w:lang w:eastAsia="zh-CN" w:bidi="hi-IN"/>
        </w:rPr>
        <w:lastRenderedPageBreak/>
        <w:t>inne prace rozliczane w systemie godzinowym których nie zawiera Standard lub czynności których opis nie odzwierciedla specyfiki wykonywanej pracy jako uzupełnienie czynności przyjętej Standardem.</w:t>
      </w:r>
    </w:p>
    <w:p w:rsidR="00167B75" w:rsidRPr="007B5A7D" w:rsidRDefault="00167B75" w:rsidP="00167B75">
      <w:pPr>
        <w:spacing w:line="276" w:lineRule="auto"/>
        <w:ind w:left="34"/>
        <w:rPr>
          <w:rFonts w:ascii="Cambria" w:eastAsia="Calibri" w:hAnsi="Cambria" w:cstheme="minorHAnsi"/>
          <w:b/>
          <w:bCs/>
          <w:sz w:val="22"/>
          <w:szCs w:val="22"/>
          <w:lang w:eastAsia="en-US"/>
        </w:rPr>
      </w:pPr>
    </w:p>
    <w:p w:rsidR="00167B75" w:rsidRPr="007B5A7D" w:rsidRDefault="00167B75" w:rsidP="00167B75">
      <w:pPr>
        <w:suppressAutoHyphens w:val="0"/>
        <w:spacing w:before="120"/>
        <w:jc w:val="both"/>
        <w:rPr>
          <w:rFonts w:ascii="Cambria" w:eastAsia="Calibri" w:hAnsi="Cambria" w:cstheme="minorBidi"/>
          <w:b/>
          <w:bCs/>
          <w:sz w:val="22"/>
          <w:szCs w:val="22"/>
          <w:lang w:eastAsia="en-US"/>
        </w:rPr>
      </w:pPr>
    </w:p>
    <w:p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rsidR="00167B75" w:rsidRPr="007B5A7D" w:rsidRDefault="00167B75" w:rsidP="00167B75">
      <w:pPr>
        <w:pStyle w:val="Akapitzlist"/>
        <w:numPr>
          <w:ilvl w:val="0"/>
          <w:numId w:val="582"/>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rsidR="00167B75" w:rsidRPr="007B5A7D" w:rsidRDefault="00167B75" w:rsidP="00167B75">
      <w:pPr>
        <w:suppressAutoHyphens w:val="0"/>
        <w:spacing w:before="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rsidR="00167B75" w:rsidRPr="007B5A7D" w:rsidRDefault="00167B75" w:rsidP="00167B75">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rsidTr="009F7B63">
        <w:trPr>
          <w:trHeight w:val="161"/>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rsidR="00167B75" w:rsidRPr="007B5A7D" w:rsidRDefault="00167B75" w:rsidP="009F7B6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rsidR="00167B75" w:rsidRPr="007B5A7D" w:rsidRDefault="00167B75" w:rsidP="009F7B6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rsidR="00167B75" w:rsidRPr="007B5A7D" w:rsidRDefault="00167B75" w:rsidP="009F7B6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401</w:t>
            </w:r>
          </w:p>
        </w:tc>
        <w:tc>
          <w:tcPr>
            <w:tcW w:w="958" w:type="pct"/>
            <w:shd w:val="clear" w:color="auto" w:fill="auto"/>
          </w:tcPr>
          <w:p w:rsidR="00167B75" w:rsidRPr="007B5A7D" w:rsidRDefault="00167B75" w:rsidP="009F7B6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910" w:type="pct"/>
            <w:shd w:val="clear" w:color="auto" w:fill="auto"/>
          </w:tcPr>
          <w:p w:rsidR="00167B75" w:rsidRPr="007B5A7D" w:rsidRDefault="00167B75" w:rsidP="009F7B6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2062" w:type="pct"/>
            <w:shd w:val="clear" w:color="auto" w:fill="auto"/>
          </w:tcPr>
          <w:p w:rsidR="00167B75" w:rsidRPr="007B5A7D" w:rsidRDefault="00167B75" w:rsidP="009F7B6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402</w:t>
            </w:r>
          </w:p>
        </w:tc>
        <w:tc>
          <w:tcPr>
            <w:tcW w:w="958" w:type="pct"/>
            <w:shd w:val="clear" w:color="auto" w:fill="auto"/>
          </w:tcPr>
          <w:p w:rsidR="00167B75" w:rsidRPr="007B5A7D" w:rsidRDefault="00167B75" w:rsidP="009F7B6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910" w:type="pct"/>
            <w:shd w:val="clear" w:color="auto" w:fill="auto"/>
          </w:tcPr>
          <w:p w:rsidR="00167B75" w:rsidRPr="007B5A7D" w:rsidRDefault="00167B75" w:rsidP="009F7B6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2062" w:type="pct"/>
            <w:shd w:val="clear" w:color="auto" w:fill="auto"/>
          </w:tcPr>
          <w:p w:rsidR="00167B75" w:rsidRPr="007B5A7D" w:rsidRDefault="00167B75" w:rsidP="009F7B6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403</w:t>
            </w:r>
          </w:p>
        </w:tc>
        <w:tc>
          <w:tcPr>
            <w:tcW w:w="958" w:type="pct"/>
            <w:shd w:val="clear" w:color="auto" w:fill="auto"/>
          </w:tcPr>
          <w:p w:rsidR="00167B75" w:rsidRPr="007B5A7D" w:rsidRDefault="00167B75" w:rsidP="009F7B6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910" w:type="pct"/>
            <w:shd w:val="clear" w:color="auto" w:fill="auto"/>
          </w:tcPr>
          <w:p w:rsidR="00167B75" w:rsidRPr="007B5A7D" w:rsidRDefault="00167B75" w:rsidP="009F7B6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2062" w:type="pct"/>
            <w:shd w:val="clear" w:color="auto" w:fill="auto"/>
          </w:tcPr>
          <w:p w:rsidR="00167B75" w:rsidRPr="007B5A7D" w:rsidRDefault="00167B75" w:rsidP="009F7B6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rsidTr="009F7B63">
        <w:trPr>
          <w:trHeight w:val="625"/>
          <w:jc w:val="center"/>
        </w:trPr>
        <w:tc>
          <w:tcPr>
            <w:tcW w:w="358" w:type="pct"/>
            <w:shd w:val="clear" w:color="auto" w:fill="auto"/>
          </w:tcPr>
          <w:p w:rsidR="00167B75" w:rsidRPr="007B5A7D" w:rsidRDefault="00167B75" w:rsidP="009F7B6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404</w:t>
            </w:r>
          </w:p>
        </w:tc>
        <w:tc>
          <w:tcPr>
            <w:tcW w:w="958" w:type="pct"/>
            <w:shd w:val="clear" w:color="auto" w:fill="auto"/>
          </w:tcPr>
          <w:p w:rsidR="00167B75" w:rsidRPr="007B5A7D" w:rsidRDefault="00167B75" w:rsidP="009F7B6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910" w:type="pct"/>
            <w:shd w:val="clear" w:color="auto" w:fill="auto"/>
          </w:tcPr>
          <w:p w:rsidR="00167B75" w:rsidRPr="007B5A7D" w:rsidRDefault="00167B75" w:rsidP="009F7B6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2062" w:type="pct"/>
            <w:shd w:val="clear" w:color="auto" w:fill="auto"/>
          </w:tcPr>
          <w:p w:rsidR="00167B75" w:rsidRPr="007B5A7D" w:rsidRDefault="00167B75" w:rsidP="009F7B6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rsidR="00167B75" w:rsidRPr="007B5A7D" w:rsidRDefault="00167B75" w:rsidP="009F7B63">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 xml:space="preserve">pochylonych nad drogami publicznymi, liniami energetycznymi, urządzeniami melioracyjnymi, młodnikami i uprawami). </w:t>
      </w:r>
    </w:p>
    <w:p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udrożnieniu ciągów komunikacyjnych udostępniających obszar dotknięty szkodami.</w:t>
      </w:r>
    </w:p>
    <w:p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prace przy </w:t>
      </w:r>
      <w:proofErr w:type="spellStart"/>
      <w:r w:rsidRPr="007B5A7D">
        <w:rPr>
          <w:rFonts w:ascii="Cambria" w:eastAsia="Calibri" w:hAnsi="Cambria" w:cstheme="minorHAnsi"/>
          <w:sz w:val="22"/>
          <w:szCs w:val="22"/>
          <w:lang w:eastAsia="pl-PL"/>
        </w:rPr>
        <w:t>rozmygłowywaniu</w:t>
      </w:r>
      <w:proofErr w:type="spellEnd"/>
      <w:r w:rsidRPr="007B5A7D">
        <w:rPr>
          <w:rFonts w:ascii="Cambria" w:eastAsia="Calibri" w:hAnsi="Cambria" w:cstheme="minorHAnsi"/>
          <w:sz w:val="22"/>
          <w:szCs w:val="22"/>
          <w:lang w:eastAsia="pl-PL"/>
        </w:rPr>
        <w:t xml:space="preserve"> wynikające np. ze specyfikacji manipulacyjnej,</w:t>
      </w:r>
    </w:p>
    <w:p w:rsidR="00167B75" w:rsidRPr="007B5A7D" w:rsidRDefault="00167B75" w:rsidP="00167B75">
      <w:pPr>
        <w:pStyle w:val="Akapitzlist"/>
        <w:numPr>
          <w:ilvl w:val="0"/>
          <w:numId w:val="6"/>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prace przy wydłużeniu odległości zrywki w stosunku do planu bez załadunku i rozładunku surowca drzewnego.</w:t>
      </w:r>
    </w:p>
    <w:p w:rsidR="00167B75" w:rsidRPr="007B5A7D" w:rsidRDefault="00167B75" w:rsidP="00167B75">
      <w:pPr>
        <w:numPr>
          <w:ilvl w:val="0"/>
          <w:numId w:val="6"/>
        </w:numPr>
        <w:suppressAutoHyphens w:val="0"/>
        <w:spacing w:before="120"/>
        <w:jc w:val="both"/>
        <w:rPr>
          <w:rFonts w:ascii="Cambria" w:eastAsia="Calibri" w:hAnsi="Cambria" w:cstheme="minorHAnsi"/>
          <w:sz w:val="22"/>
          <w:szCs w:val="22"/>
          <w:lang w:eastAsia="en-US"/>
        </w:rPr>
      </w:pPr>
      <w:r w:rsidRPr="627E94B3">
        <w:rPr>
          <w:rFonts w:ascii="Cambria" w:eastAsia="Calibri" w:hAnsi="Cambria" w:cstheme="minorBidi"/>
          <w:sz w:val="22"/>
          <w:szCs w:val="22"/>
          <w:lang w:eastAsia="pl-PL"/>
        </w:rPr>
        <w:t>prace przy przemieszczeniu odebranego drewna po wykonanej zrywce (z załadunkiem i rozładunkiem oraz u</w:t>
      </w:r>
      <w:r w:rsidRPr="627E94B3">
        <w:rPr>
          <w:rFonts w:ascii="Cambria" w:hAnsi="Cambria" w:cstheme="minorBidi"/>
          <w:sz w:val="22"/>
          <w:szCs w:val="22"/>
        </w:rPr>
        <w:t>łożeniem drewna w mygły lub stosy zgodnie z Warunkami Technicznymi</w:t>
      </w:r>
      <w:r w:rsidRPr="627E94B3">
        <w:rPr>
          <w:rFonts w:ascii="Cambria" w:eastAsia="Calibri" w:hAnsi="Cambria" w:cstheme="minorBidi"/>
          <w:sz w:val="22"/>
          <w:szCs w:val="22"/>
          <w:lang w:eastAsia="pl-PL"/>
        </w:rPr>
        <w:t>) na inne miejsce składowania,</w:t>
      </w:r>
    </w:p>
    <w:p w:rsidR="00167B75" w:rsidRDefault="00167B75" w:rsidP="00167B75">
      <w:pPr>
        <w:numPr>
          <w:ilvl w:val="0"/>
          <w:numId w:val="6"/>
        </w:numPr>
        <w:spacing w:line="276" w:lineRule="auto"/>
        <w:ind w:left="924" w:hanging="357"/>
        <w:jc w:val="both"/>
        <w:rPr>
          <w:rFonts w:ascii="Cambria" w:eastAsia="Cambria" w:hAnsi="Cambria" w:cs="Cambria"/>
          <w:sz w:val="22"/>
          <w:szCs w:val="22"/>
        </w:rPr>
      </w:pPr>
      <w:r w:rsidRPr="627E94B3">
        <w:rPr>
          <w:rFonts w:ascii="Cambria" w:eastAsia="Cambria" w:hAnsi="Cambria" w:cs="Cambria"/>
          <w:sz w:val="22"/>
          <w:szCs w:val="22"/>
        </w:rPr>
        <w:t>załadunek, dostarczenie słupków liściastych i iglastych do miejsca magazynowania, rozładunek i ułożenie (prace nie obejmują</w:t>
      </w:r>
      <w:r w:rsidRPr="627E94B3">
        <w:rPr>
          <w:rFonts w:ascii="Cambria" w:eastAsia="Calibri" w:hAnsi="Cambria" w:cstheme="minorBidi"/>
          <w:sz w:val="22"/>
          <w:szCs w:val="22"/>
        </w:rPr>
        <w:t xml:space="preserve"> dowozu materiałów </w:t>
      </w:r>
      <w:r w:rsidRPr="627E94B3">
        <w:rPr>
          <w:rFonts w:ascii="Cambria" w:eastAsia="Cambria" w:hAnsi="Cambria" w:cs="Cambria"/>
          <w:sz w:val="22"/>
          <w:szCs w:val="22"/>
        </w:rPr>
        <w:t xml:space="preserve"> w ramach  grodzenia upraw),</w:t>
      </w:r>
    </w:p>
    <w:p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prowadzące do ograniczania szkód wyrządzanych przez bobry wykonywane według wskazań Zamawiającego,</w:t>
      </w:r>
    </w:p>
    <w:p w:rsidR="00167B75" w:rsidRPr="007B5A7D" w:rsidRDefault="00167B75" w:rsidP="00167B75">
      <w:pPr>
        <w:pStyle w:val="Akapitzlist"/>
        <w:numPr>
          <w:ilvl w:val="0"/>
          <w:numId w:val="6"/>
        </w:numPr>
        <w:autoSpaceDE w:val="0"/>
        <w:autoSpaceDN w:val="0"/>
        <w:adjustRightInd w:val="0"/>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wywiezienie </w:t>
      </w:r>
      <w:r w:rsidRPr="007B5A7D">
        <w:rPr>
          <w:rFonts w:ascii="Cambria" w:eastAsia="Calibri" w:hAnsi="Cambria" w:cstheme="minorHAnsi"/>
          <w:bCs/>
          <w:iCs/>
          <w:sz w:val="22"/>
          <w:szCs w:val="22"/>
        </w:rPr>
        <w:t xml:space="preserve">usuniętych na uprawach porażonych drzewek, </w:t>
      </w:r>
    </w:p>
    <w:p w:rsidR="00167B75" w:rsidRPr="007B5A7D" w:rsidRDefault="00167B75" w:rsidP="00167B75">
      <w:pPr>
        <w:pStyle w:val="listaopisROSTWLP"/>
        <w:numPr>
          <w:ilvl w:val="0"/>
          <w:numId w:val="6"/>
        </w:numPr>
        <w:spacing w:line="276" w:lineRule="auto"/>
        <w:ind w:left="924" w:hanging="357"/>
        <w:rPr>
          <w:color w:val="auto"/>
        </w:rPr>
      </w:pPr>
      <w:r w:rsidRPr="627E94B3">
        <w:rPr>
          <w:color w:val="auto"/>
        </w:rPr>
        <w:t>prace transportowe na szkółce i w nasiennictwie,</w:t>
      </w:r>
    </w:p>
    <w:p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polegające na realizacji zadań związanych z ochroną obiektów przyrodniczych </w:t>
      </w:r>
    </w:p>
    <w:p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porządkowaniu bezpośredniego sąsiedztwa pomników przyrody, obalaniu posuszu jałowego w miejscach uczęszczanych przez ludzi,</w:t>
      </w:r>
    </w:p>
    <w:p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lastRenderedPageBreak/>
        <w:t>dostarczenie śmieci do wskazanego przez Zamawiającego miejsca,</w:t>
      </w:r>
    </w:p>
    <w:p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bCs/>
          <w:iCs/>
          <w:sz w:val="22"/>
          <w:szCs w:val="22"/>
        </w:rPr>
      </w:pPr>
      <w:r w:rsidRPr="007B5A7D">
        <w:rPr>
          <w:rFonts w:ascii="Cambria" w:eastAsia="Bitstream Vera Sans" w:hAnsi="Cambria" w:cs="FreeSans"/>
          <w:kern w:val="1"/>
          <w:sz w:val="22"/>
          <w:szCs w:val="22"/>
          <w:lang w:bidi="hi-IN"/>
        </w:rPr>
        <w:t>prace mechaniczne związane z zakładaniem i pielęgnacją zadrzewień, a nieobjęte rozliczeniem w jednostkach naturalnych, np. przewozy,</w:t>
      </w:r>
    </w:p>
    <w:p w:rsidR="00167B75" w:rsidRPr="007B5A7D" w:rsidRDefault="00167B75" w:rsidP="00167B75">
      <w:pPr>
        <w:pStyle w:val="Akapitzlist"/>
        <w:numPr>
          <w:ilvl w:val="0"/>
          <w:numId w:val="6"/>
        </w:numPr>
        <w:spacing w:line="276" w:lineRule="auto"/>
        <w:ind w:left="924" w:hanging="357"/>
        <w:rPr>
          <w:rFonts w:ascii="Cambria" w:eastAsia="Calibri" w:hAnsi="Cambria" w:cstheme="minorHAnsi"/>
          <w:sz w:val="22"/>
          <w:szCs w:val="22"/>
        </w:rPr>
      </w:pPr>
      <w:r w:rsidRPr="007B5A7D">
        <w:rPr>
          <w:rFonts w:ascii="Cambria" w:eastAsia="Calibri" w:hAnsi="Cambria" w:cstheme="minorHAnsi"/>
          <w:sz w:val="22"/>
          <w:szCs w:val="22"/>
        </w:rPr>
        <w:t xml:space="preserve">transport choinek i stroiszu, </w:t>
      </w:r>
    </w:p>
    <w:p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utrzymanie dróg – </w:t>
      </w:r>
      <w:r w:rsidRPr="007B5A7D">
        <w:rPr>
          <w:rFonts w:ascii="Cambria" w:eastAsia="Calibri" w:hAnsi="Cambria" w:cstheme="minorHAnsi"/>
          <w:iCs/>
          <w:sz w:val="22"/>
          <w:szCs w:val="22"/>
        </w:rPr>
        <w:t xml:space="preserve">wykonywanie prac zmierzających do zwiększenia bezpieczeństwa </w:t>
      </w:r>
      <w:r w:rsidRPr="007B5A7D">
        <w:rPr>
          <w:rFonts w:ascii="Cambria" w:eastAsia="Calibri" w:hAnsi="Cambria" w:cstheme="minorHAnsi"/>
          <w:iCs/>
          <w:sz w:val="22"/>
          <w:szCs w:val="22"/>
        </w:rPr>
        <w:br/>
        <w:t>i wygody ruchu, tj. odśnieżanie i zwalczanie śliskości zimowej,</w:t>
      </w:r>
    </w:p>
    <w:p w:rsidR="00167B75" w:rsidRPr="007B5A7D" w:rsidRDefault="00167B75" w:rsidP="00167B75">
      <w:pPr>
        <w:pStyle w:val="Akapitzlist"/>
        <w:numPr>
          <w:ilvl w:val="0"/>
          <w:numId w:val="6"/>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lang w:eastAsia="en-US"/>
        </w:rPr>
      </w:pPr>
      <w:r w:rsidRPr="007B5A7D">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rsidR="00167B75" w:rsidRPr="007B5A7D" w:rsidRDefault="00167B75" w:rsidP="00167B75">
      <w:pPr>
        <w:pStyle w:val="Akapitzlist"/>
        <w:numPr>
          <w:ilvl w:val="0"/>
          <w:numId w:val="26"/>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rsidR="00167B75" w:rsidRPr="00EC237B"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rsidR="00167B75" w:rsidRPr="00EC237B" w:rsidRDefault="00167B75" w:rsidP="00167B75">
      <w:pPr>
        <w:rPr>
          <w:rFonts w:ascii="Cambria" w:hAnsi="Cambria" w:cstheme="minorHAnsi"/>
          <w:sz w:val="22"/>
          <w:szCs w:val="22"/>
        </w:rPr>
      </w:pPr>
    </w:p>
    <w:p w:rsidR="0020660F" w:rsidRPr="00167B75" w:rsidRDefault="0020660F" w:rsidP="00167B75"/>
    <w:sectPr w:rsidR="0020660F" w:rsidRPr="00167B75" w:rsidSect="009D22C6">
      <w:headerReference w:type="default" r:id="rId13"/>
      <w:footerReference w:type="default" r:id="rId1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53F" w:rsidRDefault="00B2653F">
      <w:r>
        <w:separator/>
      </w:r>
    </w:p>
  </w:endnote>
  <w:endnote w:type="continuationSeparator" w:id="0">
    <w:p w:rsidR="00B2653F" w:rsidRDefault="00B2653F">
      <w:r>
        <w:continuationSeparator/>
      </w:r>
    </w:p>
  </w:endnote>
  <w:endnote w:type="continuationNotice" w:id="1">
    <w:p w:rsidR="00B2653F" w:rsidRDefault="00B265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altName w:val="Arial Unicode M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MS Gothic"/>
    <w:charset w:val="80"/>
    <w:family w:val="auto"/>
    <w:pitch w:val="variable"/>
  </w:font>
  <w:font w:name="Helvetica">
    <w:panose1 w:val="020B0604020202020204"/>
    <w:charset w:val="EE"/>
    <w:family w:val="swiss"/>
    <w:pitch w:val="variable"/>
    <w:sig w:usb0="E0002EFF" w:usb1="C000785B" w:usb2="00000009" w:usb3="00000000" w:csb0="000001FF" w:csb1="00000000"/>
  </w:font>
  <w:font w:name="FreeSans">
    <w:altName w:val="Times New Roman"/>
    <w:charset w:val="80"/>
    <w:family w:val="auto"/>
    <w:pitch w:val="variable"/>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7169012"/>
      <w:docPartObj>
        <w:docPartGallery w:val="Page Numbers (Bottom of Page)"/>
        <w:docPartUnique/>
      </w:docPartObj>
    </w:sdtPr>
    <w:sdtEndPr/>
    <w:sdtContent>
      <w:p w:rsidR="00247582" w:rsidRDefault="00247582">
        <w:pPr>
          <w:pStyle w:val="Stopka"/>
          <w:jc w:val="center"/>
        </w:pPr>
        <w:r>
          <w:fldChar w:fldCharType="begin"/>
        </w:r>
        <w:r>
          <w:instrText>PAGE   \* MERGEFORMAT</w:instrText>
        </w:r>
        <w:r>
          <w:fldChar w:fldCharType="separate"/>
        </w:r>
        <w:r w:rsidR="001C3CE3">
          <w:rPr>
            <w:noProof/>
          </w:rPr>
          <w:t>145</w:t>
        </w:r>
        <w:r>
          <w:fldChar w:fldCharType="end"/>
        </w:r>
      </w:p>
    </w:sdtContent>
  </w:sdt>
  <w:p w:rsidR="00247582" w:rsidRDefault="00247582" w:rsidP="00540E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53F" w:rsidRDefault="00B2653F">
      <w:r>
        <w:separator/>
      </w:r>
    </w:p>
  </w:footnote>
  <w:footnote w:type="continuationSeparator" w:id="0">
    <w:p w:rsidR="00B2653F" w:rsidRDefault="00B2653F">
      <w:r>
        <w:continuationSeparator/>
      </w:r>
    </w:p>
  </w:footnote>
  <w:footnote w:type="continuationNotice" w:id="1">
    <w:p w:rsidR="00B2653F" w:rsidRDefault="00B2653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70"/>
      <w:gridCol w:w="3070"/>
      <w:gridCol w:w="3070"/>
    </w:tblGrid>
    <w:tr w:rsidR="00247582" w:rsidTr="00540E6D">
      <w:trPr>
        <w:trHeight w:val="300"/>
      </w:trPr>
      <w:tc>
        <w:tcPr>
          <w:tcW w:w="3070" w:type="dxa"/>
        </w:tcPr>
        <w:p w:rsidR="00247582" w:rsidRDefault="00247582" w:rsidP="00540E6D">
          <w:pPr>
            <w:pStyle w:val="Nagwek"/>
            <w:ind w:left="-115"/>
          </w:pPr>
        </w:p>
      </w:tc>
      <w:tc>
        <w:tcPr>
          <w:tcW w:w="3070" w:type="dxa"/>
        </w:tcPr>
        <w:p w:rsidR="00247582" w:rsidRDefault="00247582" w:rsidP="00540E6D">
          <w:pPr>
            <w:pStyle w:val="Nagwek"/>
            <w:jc w:val="center"/>
          </w:pPr>
        </w:p>
      </w:tc>
      <w:tc>
        <w:tcPr>
          <w:tcW w:w="3070" w:type="dxa"/>
        </w:tcPr>
        <w:p w:rsidR="00247582" w:rsidRDefault="00247582" w:rsidP="00540E6D">
          <w:pPr>
            <w:pStyle w:val="Nagwek"/>
            <w:ind w:right="-115"/>
            <w:jc w:val="right"/>
          </w:pPr>
        </w:p>
      </w:tc>
    </w:tr>
  </w:tbl>
  <w:p w:rsidR="00247582" w:rsidRDefault="00247582" w:rsidP="00540E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1"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4"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7"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0"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2"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2"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8"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12975076"/>
    <w:multiLevelType w:val="hybridMultilevel"/>
    <w:tmpl w:val="8A30FE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4"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5"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6"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7"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0"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1"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8"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5"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1"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6"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7"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9"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0"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1"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3"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4"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4"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5"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0"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2"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4"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5"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6"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8"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0"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1"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4"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76"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8"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7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0"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1"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2"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4"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5"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4"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5"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7"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8"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9"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2"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4"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7"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8"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2"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4"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5"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6"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7"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8"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9"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0"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1"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2"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3"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4"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8"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9"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0"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1"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2"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3"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6"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9"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0"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1"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2"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3"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6"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8"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0"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1"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2"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3"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6"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8"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9"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1"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2"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3"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4"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6"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67"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8"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69"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0"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1"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2"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5"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6"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7"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8"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2"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3"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5"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7"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8"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9"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2"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3"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4"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5"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7"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8"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0"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1"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4"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6"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8"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9"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0"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2"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3"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5"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6"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7"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8"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9"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0"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1"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3"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4"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5"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6"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7"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8"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9"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0"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1"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2"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3"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35"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6"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7"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9"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0"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2"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3"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4"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5"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6"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7"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8"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9"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0"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2"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3"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4"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5"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7"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8"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59"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0"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1"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2"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3"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4"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5"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6"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7"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8"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9"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0"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1"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3"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4"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5"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6"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378"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9"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0"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2"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3"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4"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5"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7"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8"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9"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0"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1"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2"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3"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4"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7"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9"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0"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1"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2"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3"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4"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6"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7"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8"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9"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0"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1"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2"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3"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5"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6"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7"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8"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9"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0"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1"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4"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5"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6"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7"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8"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9"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0"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1"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2"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3"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4"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6"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7"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8"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9"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0"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1"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2"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3"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4"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5"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6"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7"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8"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9"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0"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1"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2"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3"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4"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5"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6"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7"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8"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9"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0"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1"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2"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4"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5"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6"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7"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8"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9"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0"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1"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5"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6"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7"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8"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9"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80"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1"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2"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3"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4"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5"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6"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7"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8"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9"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0"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1"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2"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3"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4"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5"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6"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7"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8"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9"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0"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1"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2"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3"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4"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5"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6"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7"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8"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9"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0"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2"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3"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4"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5"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6"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7"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8"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9"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1"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2"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524"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5"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6"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7"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8"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9"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0"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1"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2"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3"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4"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5"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6"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7"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8"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9"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0"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1"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2"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3"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4"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5"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6"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7"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8"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49"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1"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2"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3"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4"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5"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6"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7"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8"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9"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0"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1"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2"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4"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5"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6"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7"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8"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9"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1"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2"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3"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5"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6"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7"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8"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9"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0"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1"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2"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3"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4"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5"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6"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8"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9"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0"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1"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2"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3"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4"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5"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6"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7"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8"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99"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0"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1"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2"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3"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4"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5"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6"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7"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8"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9"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1"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3"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4"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5"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6"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37"/>
  </w:num>
  <w:num w:numId="4">
    <w:abstractNumId w:val="264"/>
  </w:num>
  <w:num w:numId="5">
    <w:abstractNumId w:val="380"/>
  </w:num>
  <w:num w:numId="6">
    <w:abstractNumId w:val="17"/>
  </w:num>
  <w:num w:numId="7">
    <w:abstractNumId w:val="20"/>
  </w:num>
  <w:num w:numId="8">
    <w:abstractNumId w:val="385"/>
  </w:num>
  <w:num w:numId="9">
    <w:abstractNumId w:val="549"/>
  </w:num>
  <w:num w:numId="10">
    <w:abstractNumId w:val="478"/>
  </w:num>
  <w:num w:numId="11">
    <w:abstractNumId w:val="200"/>
  </w:num>
  <w:num w:numId="12">
    <w:abstractNumId w:val="321"/>
  </w:num>
  <w:num w:numId="13">
    <w:abstractNumId w:val="308"/>
  </w:num>
  <w:num w:numId="14">
    <w:abstractNumId w:val="612"/>
  </w:num>
  <w:num w:numId="15">
    <w:abstractNumId w:val="10"/>
  </w:num>
  <w:num w:numId="16">
    <w:abstractNumId w:val="275"/>
  </w:num>
  <w:num w:numId="17">
    <w:abstractNumId w:val="599"/>
  </w:num>
  <w:num w:numId="18">
    <w:abstractNumId w:val="268"/>
  </w:num>
  <w:num w:numId="19">
    <w:abstractNumId w:val="184"/>
  </w:num>
  <w:num w:numId="20">
    <w:abstractNumId w:val="377"/>
  </w:num>
  <w:num w:numId="21">
    <w:abstractNumId w:val="325"/>
  </w:num>
  <w:num w:numId="22">
    <w:abstractNumId w:val="414"/>
  </w:num>
  <w:num w:numId="23">
    <w:abstractNumId w:val="161"/>
  </w:num>
  <w:num w:numId="24">
    <w:abstractNumId w:val="165"/>
  </w:num>
  <w:num w:numId="25">
    <w:abstractNumId w:val="0"/>
  </w:num>
  <w:num w:numId="26">
    <w:abstractNumId w:val="536"/>
  </w:num>
  <w:num w:numId="27">
    <w:abstractNumId w:val="182"/>
  </w:num>
  <w:num w:numId="28">
    <w:abstractNumId w:val="37"/>
  </w:num>
  <w:num w:numId="29">
    <w:abstractNumId w:val="363"/>
  </w:num>
  <w:num w:numId="30">
    <w:abstractNumId w:val="341"/>
  </w:num>
  <w:num w:numId="31">
    <w:abstractNumId w:val="287"/>
  </w:num>
  <w:num w:numId="32">
    <w:abstractNumId w:val="196"/>
  </w:num>
  <w:num w:numId="33">
    <w:abstractNumId w:val="311"/>
  </w:num>
  <w:num w:numId="34">
    <w:abstractNumId w:val="406"/>
  </w:num>
  <w:num w:numId="35">
    <w:abstractNumId w:val="506"/>
  </w:num>
  <w:num w:numId="36">
    <w:abstractNumId w:val="155"/>
  </w:num>
  <w:num w:numId="37">
    <w:abstractNumId w:val="586"/>
  </w:num>
  <w:num w:numId="38">
    <w:abstractNumId w:val="358"/>
  </w:num>
  <w:num w:numId="39">
    <w:abstractNumId w:val="34"/>
  </w:num>
  <w:num w:numId="40">
    <w:abstractNumId w:val="174"/>
  </w:num>
  <w:num w:numId="41">
    <w:abstractNumId w:val="403"/>
  </w:num>
  <w:num w:numId="42">
    <w:abstractNumId w:val="460"/>
  </w:num>
  <w:num w:numId="43">
    <w:abstractNumId w:val="267"/>
  </w:num>
  <w:num w:numId="44">
    <w:abstractNumId w:val="145"/>
  </w:num>
  <w:num w:numId="45">
    <w:abstractNumId w:val="148"/>
  </w:num>
  <w:num w:numId="46">
    <w:abstractNumId w:val="493"/>
  </w:num>
  <w:num w:numId="47">
    <w:abstractNumId w:val="313"/>
  </w:num>
  <w:num w:numId="48">
    <w:abstractNumId w:val="87"/>
  </w:num>
  <w:num w:numId="49">
    <w:abstractNumId w:val="273"/>
  </w:num>
  <w:num w:numId="50">
    <w:abstractNumId w:val="534"/>
  </w:num>
  <w:num w:numId="51">
    <w:abstractNumId w:val="75"/>
  </w:num>
  <w:num w:numId="52">
    <w:abstractNumId w:val="596"/>
  </w:num>
  <w:num w:numId="53">
    <w:abstractNumId w:val="315"/>
  </w:num>
  <w:num w:numId="54">
    <w:abstractNumId w:val="362"/>
  </w:num>
  <w:num w:numId="55">
    <w:abstractNumId w:val="305"/>
  </w:num>
  <w:num w:numId="56">
    <w:abstractNumId w:val="160"/>
  </w:num>
  <w:num w:numId="57">
    <w:abstractNumId w:val="533"/>
  </w:num>
  <w:num w:numId="58">
    <w:abstractNumId w:val="462"/>
  </w:num>
  <w:num w:numId="59">
    <w:abstractNumId w:val="601"/>
  </w:num>
  <w:num w:numId="60">
    <w:abstractNumId w:val="504"/>
  </w:num>
  <w:num w:numId="61">
    <w:abstractNumId w:val="420"/>
  </w:num>
  <w:num w:numId="62">
    <w:abstractNumId w:val="559"/>
  </w:num>
  <w:num w:numId="63">
    <w:abstractNumId w:val="177"/>
  </w:num>
  <w:num w:numId="64">
    <w:abstractNumId w:val="21"/>
  </w:num>
  <w:num w:numId="65">
    <w:abstractNumId w:val="106"/>
  </w:num>
  <w:num w:numId="66">
    <w:abstractNumId w:val="423"/>
  </w:num>
  <w:num w:numId="67">
    <w:abstractNumId w:val="218"/>
  </w:num>
  <w:num w:numId="68">
    <w:abstractNumId w:val="244"/>
  </w:num>
  <w:num w:numId="69">
    <w:abstractNumId w:val="139"/>
  </w:num>
  <w:num w:numId="70">
    <w:abstractNumId w:val="68"/>
  </w:num>
  <w:num w:numId="71">
    <w:abstractNumId w:val="436"/>
  </w:num>
  <w:num w:numId="72">
    <w:abstractNumId w:val="279"/>
  </w:num>
  <w:num w:numId="73">
    <w:abstractNumId w:val="430"/>
  </w:num>
  <w:num w:numId="74">
    <w:abstractNumId w:val="407"/>
  </w:num>
  <w:num w:numId="75">
    <w:abstractNumId w:val="274"/>
  </w:num>
  <w:num w:numId="76">
    <w:abstractNumId w:val="545"/>
  </w:num>
  <w:num w:numId="77">
    <w:abstractNumId w:val="548"/>
  </w:num>
  <w:num w:numId="78">
    <w:abstractNumId w:val="485"/>
  </w:num>
  <w:num w:numId="79">
    <w:abstractNumId w:val="219"/>
  </w:num>
  <w:num w:numId="80">
    <w:abstractNumId w:val="387"/>
  </w:num>
  <w:num w:numId="81">
    <w:abstractNumId w:val="170"/>
  </w:num>
  <w:num w:numId="82">
    <w:abstractNumId w:val="316"/>
  </w:num>
  <w:num w:numId="83">
    <w:abstractNumId w:val="296"/>
  </w:num>
  <w:num w:numId="84">
    <w:abstractNumId w:val="468"/>
  </w:num>
  <w:num w:numId="85">
    <w:abstractNumId w:val="511"/>
  </w:num>
  <w:num w:numId="86">
    <w:abstractNumId w:val="354"/>
  </w:num>
  <w:num w:numId="87">
    <w:abstractNumId w:val="226"/>
  </w:num>
  <w:num w:numId="88">
    <w:abstractNumId w:val="466"/>
  </w:num>
  <w:num w:numId="89">
    <w:abstractNumId w:val="138"/>
  </w:num>
  <w:num w:numId="90">
    <w:abstractNumId w:val="390"/>
  </w:num>
  <w:num w:numId="91">
    <w:abstractNumId w:val="575"/>
  </w:num>
  <w:num w:numId="92">
    <w:abstractNumId w:val="42"/>
  </w:num>
  <w:num w:numId="93">
    <w:abstractNumId w:val="216"/>
  </w:num>
  <w:num w:numId="94">
    <w:abstractNumId w:val="62"/>
  </w:num>
  <w:num w:numId="95">
    <w:abstractNumId w:val="117"/>
  </w:num>
  <w:num w:numId="96">
    <w:abstractNumId w:val="224"/>
  </w:num>
  <w:num w:numId="97">
    <w:abstractNumId w:val="351"/>
  </w:num>
  <w:num w:numId="98">
    <w:abstractNumId w:val="46"/>
  </w:num>
  <w:num w:numId="99">
    <w:abstractNumId w:val="368"/>
  </w:num>
  <w:num w:numId="100">
    <w:abstractNumId w:val="108"/>
  </w:num>
  <w:num w:numId="101">
    <w:abstractNumId w:val="135"/>
  </w:num>
  <w:num w:numId="102">
    <w:abstractNumId w:val="350"/>
  </w:num>
  <w:num w:numId="103">
    <w:abstractNumId w:val="229"/>
  </w:num>
  <w:num w:numId="104">
    <w:abstractNumId w:val="163"/>
  </w:num>
  <w:num w:numId="105">
    <w:abstractNumId w:val="544"/>
  </w:num>
  <w:num w:numId="106">
    <w:abstractNumId w:val="483"/>
  </w:num>
  <w:num w:numId="107">
    <w:abstractNumId w:val="447"/>
  </w:num>
  <w:num w:numId="108">
    <w:abstractNumId w:val="49"/>
  </w:num>
  <w:num w:numId="109">
    <w:abstractNumId w:val="237"/>
  </w:num>
  <w:num w:numId="110">
    <w:abstractNumId w:val="359"/>
  </w:num>
  <w:num w:numId="111">
    <w:abstractNumId w:val="528"/>
  </w:num>
  <w:num w:numId="112">
    <w:abstractNumId w:val="477"/>
  </w:num>
  <w:num w:numId="113">
    <w:abstractNumId w:val="610"/>
  </w:num>
  <w:num w:numId="114">
    <w:abstractNumId w:val="507"/>
  </w:num>
  <w:num w:numId="115">
    <w:abstractNumId w:val="169"/>
  </w:num>
  <w:num w:numId="116">
    <w:abstractNumId w:val="446"/>
  </w:num>
  <w:num w:numId="117">
    <w:abstractNumId w:val="269"/>
  </w:num>
  <w:num w:numId="118">
    <w:abstractNumId w:val="215"/>
  </w:num>
  <w:num w:numId="119">
    <w:abstractNumId w:val="398"/>
  </w:num>
  <w:num w:numId="120">
    <w:abstractNumId w:val="320"/>
  </w:num>
  <w:num w:numId="121">
    <w:abstractNumId w:val="80"/>
  </w:num>
  <w:num w:numId="122">
    <w:abstractNumId w:val="30"/>
  </w:num>
  <w:num w:numId="123">
    <w:abstractNumId w:val="241"/>
  </w:num>
  <w:num w:numId="124">
    <w:abstractNumId w:val="590"/>
  </w:num>
  <w:num w:numId="125">
    <w:abstractNumId w:val="582"/>
  </w:num>
  <w:num w:numId="126">
    <w:abstractNumId w:val="345"/>
  </w:num>
  <w:num w:numId="127">
    <w:abstractNumId w:val="413"/>
  </w:num>
  <w:num w:numId="128">
    <w:abstractNumId w:val="438"/>
  </w:num>
  <w:num w:numId="129">
    <w:abstractNumId w:val="344"/>
  </w:num>
  <w:num w:numId="130">
    <w:abstractNumId w:val="180"/>
  </w:num>
  <w:num w:numId="131">
    <w:abstractNumId w:val="28"/>
  </w:num>
  <w:num w:numId="132">
    <w:abstractNumId w:val="238"/>
  </w:num>
  <w:num w:numId="133">
    <w:abstractNumId w:val="280"/>
  </w:num>
  <w:num w:numId="134">
    <w:abstractNumId w:val="151"/>
  </w:num>
  <w:num w:numId="135">
    <w:abstractNumId w:val="102"/>
  </w:num>
  <w:num w:numId="136">
    <w:abstractNumId w:val="503"/>
  </w:num>
  <w:num w:numId="137">
    <w:abstractNumId w:val="221"/>
  </w:num>
  <w:num w:numId="138">
    <w:abstractNumId w:val="56"/>
  </w:num>
  <w:num w:numId="139">
    <w:abstractNumId w:val="77"/>
  </w:num>
  <w:num w:numId="140">
    <w:abstractNumId w:val="159"/>
  </w:num>
  <w:num w:numId="141">
    <w:abstractNumId w:val="583"/>
  </w:num>
  <w:num w:numId="142">
    <w:abstractNumId w:val="142"/>
  </w:num>
  <w:num w:numId="143">
    <w:abstractNumId w:val="475"/>
  </w:num>
  <w:num w:numId="144">
    <w:abstractNumId w:val="14"/>
  </w:num>
  <w:num w:numId="145">
    <w:abstractNumId w:val="464"/>
  </w:num>
  <w:num w:numId="146">
    <w:abstractNumId w:val="392"/>
  </w:num>
  <w:num w:numId="147">
    <w:abstractNumId w:val="90"/>
  </w:num>
  <w:num w:numId="148">
    <w:abstractNumId w:val="236"/>
  </w:num>
  <w:num w:numId="149">
    <w:abstractNumId w:val="452"/>
  </w:num>
  <w:num w:numId="150">
    <w:abstractNumId w:val="103"/>
  </w:num>
  <w:num w:numId="151">
    <w:abstractNumId w:val="217"/>
  </w:num>
  <w:num w:numId="152">
    <w:abstractNumId w:val="579"/>
  </w:num>
  <w:num w:numId="153">
    <w:abstractNumId w:val="424"/>
  </w:num>
  <w:num w:numId="154">
    <w:abstractNumId w:val="411"/>
  </w:num>
  <w:num w:numId="155">
    <w:abstractNumId w:val="45"/>
  </w:num>
  <w:num w:numId="156">
    <w:abstractNumId w:val="97"/>
  </w:num>
  <w:num w:numId="157">
    <w:abstractNumId w:val="597"/>
  </w:num>
  <w:num w:numId="158">
    <w:abstractNumId w:val="418"/>
  </w:num>
  <w:num w:numId="159">
    <w:abstractNumId w:val="427"/>
  </w:num>
  <w:num w:numId="160">
    <w:abstractNumId w:val="71"/>
  </w:num>
  <w:num w:numId="161">
    <w:abstractNumId w:val="587"/>
  </w:num>
  <w:num w:numId="162">
    <w:abstractNumId w:val="521"/>
  </w:num>
  <w:num w:numId="163">
    <w:abstractNumId w:val="366"/>
  </w:num>
  <w:num w:numId="164">
    <w:abstractNumId w:val="522"/>
  </w:num>
  <w:num w:numId="165">
    <w:abstractNumId w:val="484"/>
  </w:num>
  <w:num w:numId="166">
    <w:abstractNumId w:val="384"/>
  </w:num>
  <w:num w:numId="167">
    <w:abstractNumId w:val="84"/>
  </w:num>
  <w:num w:numId="168">
    <w:abstractNumId w:val="342"/>
  </w:num>
  <w:num w:numId="169">
    <w:abstractNumId w:val="416"/>
  </w:num>
  <w:num w:numId="170">
    <w:abstractNumId w:val="27"/>
  </w:num>
  <w:num w:numId="171">
    <w:abstractNumId w:val="373"/>
  </w:num>
  <w:num w:numId="172">
    <w:abstractNumId w:val="220"/>
  </w:num>
  <w:num w:numId="173">
    <w:abstractNumId w:val="61"/>
  </w:num>
  <w:num w:numId="174">
    <w:abstractNumId w:val="431"/>
  </w:num>
  <w:num w:numId="175">
    <w:abstractNumId w:val="422"/>
  </w:num>
  <w:num w:numId="176">
    <w:abstractNumId w:val="202"/>
  </w:num>
  <w:num w:numId="177">
    <w:abstractNumId w:val="232"/>
  </w:num>
  <w:num w:numId="178">
    <w:abstractNumId w:val="295"/>
  </w:num>
  <w:num w:numId="179">
    <w:abstractNumId w:val="166"/>
  </w:num>
  <w:num w:numId="180">
    <w:abstractNumId w:val="124"/>
  </w:num>
  <w:num w:numId="181">
    <w:abstractNumId w:val="470"/>
  </w:num>
  <w:num w:numId="182">
    <w:abstractNumId w:val="137"/>
  </w:num>
  <w:num w:numId="183">
    <w:abstractNumId w:val="272"/>
  </w:num>
  <w:num w:numId="184">
    <w:abstractNumId w:val="48"/>
  </w:num>
  <w:num w:numId="185">
    <w:abstractNumId w:val="469"/>
  </w:num>
  <w:num w:numId="186">
    <w:abstractNumId w:val="400"/>
  </w:num>
  <w:num w:numId="187">
    <w:abstractNumId w:val="248"/>
  </w:num>
  <w:num w:numId="188">
    <w:abstractNumId w:val="455"/>
  </w:num>
  <w:num w:numId="189">
    <w:abstractNumId w:val="566"/>
  </w:num>
  <w:num w:numId="190">
    <w:abstractNumId w:val="252"/>
  </w:num>
  <w:num w:numId="191">
    <w:abstractNumId w:val="494"/>
  </w:num>
  <w:num w:numId="192">
    <w:abstractNumId w:val="189"/>
  </w:num>
  <w:num w:numId="193">
    <w:abstractNumId w:val="435"/>
  </w:num>
  <w:num w:numId="194">
    <w:abstractNumId w:val="558"/>
  </w:num>
  <w:num w:numId="195">
    <w:abstractNumId w:val="188"/>
  </w:num>
  <w:num w:numId="196">
    <w:abstractNumId w:val="120"/>
  </w:num>
  <w:num w:numId="197">
    <w:abstractNumId w:val="13"/>
  </w:num>
  <w:num w:numId="198">
    <w:abstractNumId w:val="12"/>
  </w:num>
  <w:num w:numId="199">
    <w:abstractNumId w:val="58"/>
  </w:num>
  <w:num w:numId="200">
    <w:abstractNumId w:val="459"/>
  </w:num>
  <w:num w:numId="201">
    <w:abstractNumId w:val="74"/>
  </w:num>
  <w:num w:numId="202">
    <w:abstractNumId w:val="152"/>
  </w:num>
  <w:num w:numId="203">
    <w:abstractNumId w:val="448"/>
  </w:num>
  <w:num w:numId="204">
    <w:abstractNumId w:val="352"/>
  </w:num>
  <w:num w:numId="205">
    <w:abstractNumId w:val="111"/>
  </w:num>
  <w:num w:numId="206">
    <w:abstractNumId w:val="319"/>
  </w:num>
  <w:num w:numId="207">
    <w:abstractNumId w:val="147"/>
  </w:num>
  <w:num w:numId="208">
    <w:abstractNumId w:val="76"/>
  </w:num>
  <w:num w:numId="209">
    <w:abstractNumId w:val="524"/>
  </w:num>
  <w:num w:numId="210">
    <w:abstractNumId w:val="472"/>
  </w:num>
  <w:num w:numId="211">
    <w:abstractNumId w:val="500"/>
  </w:num>
  <w:num w:numId="212">
    <w:abstractNumId w:val="158"/>
  </w:num>
  <w:num w:numId="213">
    <w:abstractNumId w:val="228"/>
  </w:num>
  <w:num w:numId="214">
    <w:abstractNumId w:val="309"/>
  </w:num>
  <w:num w:numId="215">
    <w:abstractNumId w:val="99"/>
  </w:num>
  <w:num w:numId="216">
    <w:abstractNumId w:val="96"/>
  </w:num>
  <w:num w:numId="217">
    <w:abstractNumId w:val="473"/>
  </w:num>
  <w:num w:numId="218">
    <w:abstractNumId w:val="212"/>
  </w:num>
  <w:num w:numId="219">
    <w:abstractNumId w:val="443"/>
  </w:num>
  <w:num w:numId="220">
    <w:abstractNumId w:val="389"/>
  </w:num>
  <w:num w:numId="221">
    <w:abstractNumId w:val="57"/>
  </w:num>
  <w:num w:numId="222">
    <w:abstractNumId w:val="53"/>
  </w:num>
  <w:num w:numId="223">
    <w:abstractNumId w:val="318"/>
  </w:num>
  <w:num w:numId="224">
    <w:abstractNumId w:val="214"/>
  </w:num>
  <w:num w:numId="225">
    <w:abstractNumId w:val="36"/>
  </w:num>
  <w:num w:numId="226">
    <w:abstractNumId w:val="64"/>
  </w:num>
  <w:num w:numId="227">
    <w:abstractNumId w:val="183"/>
  </w:num>
  <w:num w:numId="228">
    <w:abstractNumId w:val="258"/>
  </w:num>
  <w:num w:numId="229">
    <w:abstractNumId w:val="461"/>
  </w:num>
  <w:num w:numId="230">
    <w:abstractNumId w:val="283"/>
  </w:num>
  <w:num w:numId="231">
    <w:abstractNumId w:val="488"/>
  </w:num>
  <w:num w:numId="232">
    <w:abstractNumId w:val="598"/>
  </w:num>
  <w:num w:numId="233">
    <w:abstractNumId w:val="277"/>
  </w:num>
  <w:num w:numId="234">
    <w:abstractNumId w:val="104"/>
  </w:num>
  <w:num w:numId="235">
    <w:abstractNumId w:val="607"/>
  </w:num>
  <w:num w:numId="236">
    <w:abstractNumId w:val="290"/>
  </w:num>
  <w:num w:numId="237">
    <w:abstractNumId w:val="89"/>
  </w:num>
  <w:num w:numId="238">
    <w:abstractNumId w:val="515"/>
  </w:num>
  <w:num w:numId="239">
    <w:abstractNumId w:val="328"/>
  </w:num>
  <w:num w:numId="240">
    <w:abstractNumId w:val="531"/>
  </w:num>
  <w:num w:numId="241">
    <w:abstractNumId w:val="54"/>
  </w:num>
  <w:num w:numId="242">
    <w:abstractNumId w:val="541"/>
  </w:num>
  <w:num w:numId="243">
    <w:abstractNumId w:val="555"/>
  </w:num>
  <w:num w:numId="244">
    <w:abstractNumId w:val="581"/>
  </w:num>
  <w:num w:numId="245">
    <w:abstractNumId w:val="231"/>
  </w:num>
  <w:num w:numId="246">
    <w:abstractNumId w:val="369"/>
  </w:num>
  <w:num w:numId="247">
    <w:abstractNumId w:val="282"/>
  </w:num>
  <w:num w:numId="248">
    <w:abstractNumId w:val="551"/>
  </w:num>
  <w:num w:numId="249">
    <w:abstractNumId w:val="490"/>
  </w:num>
  <w:num w:numId="250">
    <w:abstractNumId w:val="355"/>
  </w:num>
  <w:num w:numId="251">
    <w:abstractNumId w:val="532"/>
  </w:num>
  <w:num w:numId="252">
    <w:abstractNumId w:val="105"/>
  </w:num>
  <w:num w:numId="253">
    <w:abstractNumId w:val="16"/>
  </w:num>
  <w:num w:numId="254">
    <w:abstractNumId w:val="378"/>
  </w:num>
  <w:num w:numId="255">
    <w:abstractNumId w:val="276"/>
  </w:num>
  <w:num w:numId="256">
    <w:abstractNumId w:val="543"/>
  </w:num>
  <w:num w:numId="257">
    <w:abstractNumId w:val="19"/>
  </w:num>
  <w:num w:numId="258">
    <w:abstractNumId w:val="303"/>
  </w:num>
  <w:num w:numId="259">
    <w:abstractNumId w:val="457"/>
  </w:num>
  <w:num w:numId="260">
    <w:abstractNumId w:val="86"/>
  </w:num>
  <w:num w:numId="261">
    <w:abstractNumId w:val="399"/>
  </w:num>
  <w:num w:numId="262">
    <w:abstractNumId w:val="429"/>
  </w:num>
  <w:num w:numId="263">
    <w:abstractNumId w:val="476"/>
  </w:num>
  <w:num w:numId="264">
    <w:abstractNumId w:val="340"/>
  </w:num>
  <w:num w:numId="265">
    <w:abstractNumId w:val="331"/>
  </w:num>
  <w:num w:numId="266">
    <w:abstractNumId w:val="157"/>
  </w:num>
  <w:num w:numId="267">
    <w:abstractNumId w:val="614"/>
  </w:num>
  <w:num w:numId="268">
    <w:abstractNumId w:val="576"/>
  </w:num>
  <w:num w:numId="269">
    <w:abstractNumId w:val="112"/>
  </w:num>
  <w:num w:numId="270">
    <w:abstractNumId w:val="304"/>
  </w:num>
  <w:num w:numId="271">
    <w:abstractNumId w:val="55"/>
  </w:num>
  <w:num w:numId="272">
    <w:abstractNumId w:val="245"/>
  </w:num>
  <w:num w:numId="273">
    <w:abstractNumId w:val="401"/>
  </w:num>
  <w:num w:numId="274">
    <w:abstractNumId w:val="153"/>
  </w:num>
  <w:num w:numId="275">
    <w:abstractNumId w:val="402"/>
  </w:num>
  <w:num w:numId="276">
    <w:abstractNumId w:val="379"/>
  </w:num>
  <w:num w:numId="277">
    <w:abstractNumId w:val="234"/>
  </w:num>
  <w:num w:numId="278">
    <w:abstractNumId w:val="260"/>
  </w:num>
  <w:num w:numId="279">
    <w:abstractNumId w:val="126"/>
  </w:num>
  <w:num w:numId="280">
    <w:abstractNumId w:val="173"/>
  </w:num>
  <w:num w:numId="281">
    <w:abstractNumId w:val="365"/>
  </w:num>
  <w:num w:numId="282">
    <w:abstractNumId w:val="578"/>
  </w:num>
  <w:num w:numId="283">
    <w:abstractNumId w:val="292"/>
  </w:num>
  <w:num w:numId="284">
    <w:abstractNumId w:val="110"/>
  </w:num>
  <w:num w:numId="285">
    <w:abstractNumId w:val="565"/>
  </w:num>
  <w:num w:numId="286">
    <w:abstractNumId w:val="492"/>
  </w:num>
  <w:num w:numId="287">
    <w:abstractNumId w:val="454"/>
  </w:num>
  <w:num w:numId="288">
    <w:abstractNumId w:val="513"/>
  </w:num>
  <w:num w:numId="289">
    <w:abstractNumId w:val="125"/>
  </w:num>
  <w:num w:numId="290">
    <w:abstractNumId w:val="393"/>
  </w:num>
  <w:num w:numId="291">
    <w:abstractNumId w:val="81"/>
  </w:num>
  <w:num w:numId="292">
    <w:abstractNumId w:val="388"/>
  </w:num>
  <w:num w:numId="293">
    <w:abstractNumId w:val="314"/>
  </w:num>
  <w:num w:numId="294">
    <w:abstractNumId w:val="487"/>
  </w:num>
  <w:num w:numId="295">
    <w:abstractNumId w:val="497"/>
  </w:num>
  <w:num w:numId="296">
    <w:abstractNumId w:val="69"/>
  </w:num>
  <w:num w:numId="297">
    <w:abstractNumId w:val="109"/>
  </w:num>
  <w:num w:numId="298">
    <w:abstractNumId w:val="298"/>
  </w:num>
  <w:num w:numId="299">
    <w:abstractNumId w:val="246"/>
  </w:num>
  <w:num w:numId="300">
    <w:abstractNumId w:val="199"/>
  </w:num>
  <w:num w:numId="301">
    <w:abstractNumId w:val="376"/>
  </w:num>
  <w:num w:numId="302">
    <w:abstractNumId w:val="520"/>
  </w:num>
  <w:num w:numId="303">
    <w:abstractNumId w:val="486"/>
  </w:num>
  <w:num w:numId="304">
    <w:abstractNumId w:val="143"/>
  </w:num>
  <w:num w:numId="305">
    <w:abstractNumId w:val="395"/>
  </w:num>
  <w:num w:numId="306">
    <w:abstractNumId w:val="301"/>
  </w:num>
  <w:num w:numId="307">
    <w:abstractNumId w:val="300"/>
  </w:num>
  <w:num w:numId="308">
    <w:abstractNumId w:val="357"/>
  </w:num>
  <w:num w:numId="309">
    <w:abstractNumId w:val="584"/>
  </w:num>
  <w:num w:numId="310">
    <w:abstractNumId w:val="434"/>
  </w:num>
  <w:num w:numId="311">
    <w:abstractNumId w:val="577"/>
  </w:num>
  <w:num w:numId="312">
    <w:abstractNumId w:val="154"/>
  </w:num>
  <w:num w:numId="313">
    <w:abstractNumId w:val="136"/>
  </w:num>
  <w:num w:numId="314">
    <w:abstractNumId w:val="554"/>
  </w:num>
  <w:num w:numId="315">
    <w:abstractNumId w:val="235"/>
  </w:num>
  <w:num w:numId="316">
    <w:abstractNumId w:val="79"/>
  </w:num>
  <w:num w:numId="317">
    <w:abstractNumId w:val="150"/>
  </w:num>
  <w:num w:numId="318">
    <w:abstractNumId w:val="18"/>
  </w:num>
  <w:num w:numId="319">
    <w:abstractNumId w:val="32"/>
  </w:num>
  <w:num w:numId="320">
    <w:abstractNumId w:val="611"/>
  </w:num>
  <w:num w:numId="321">
    <w:abstractNumId w:val="329"/>
  </w:num>
  <w:num w:numId="322">
    <w:abstractNumId w:val="263"/>
  </w:num>
  <w:num w:numId="323">
    <w:abstractNumId w:val="302"/>
  </w:num>
  <w:num w:numId="324">
    <w:abstractNumId w:val="501"/>
  </w:num>
  <w:num w:numId="325">
    <w:abstractNumId w:val="437"/>
  </w:num>
  <w:num w:numId="326">
    <w:abstractNumId w:val="571"/>
  </w:num>
  <w:num w:numId="327">
    <w:abstractNumId w:val="132"/>
  </w:num>
  <w:num w:numId="328">
    <w:abstractNumId w:val="572"/>
  </w:num>
  <w:num w:numId="329">
    <w:abstractNumId w:val="514"/>
  </w:num>
  <w:num w:numId="330">
    <w:abstractNumId w:val="60"/>
  </w:num>
  <w:num w:numId="331">
    <w:abstractNumId w:val="538"/>
  </w:num>
  <w:num w:numId="332">
    <w:abstractNumId w:val="539"/>
  </w:num>
  <w:num w:numId="333">
    <w:abstractNumId w:val="293"/>
  </w:num>
  <w:num w:numId="334">
    <w:abstractNumId w:val="175"/>
  </w:num>
  <w:num w:numId="335">
    <w:abstractNumId w:val="337"/>
  </w:num>
  <w:num w:numId="336">
    <w:abstractNumId w:val="370"/>
  </w:num>
  <w:num w:numId="337">
    <w:abstractNumId w:val="140"/>
  </w:num>
  <w:num w:numId="338">
    <w:abstractNumId w:val="574"/>
  </w:num>
  <w:num w:numId="339">
    <w:abstractNumId w:val="193"/>
  </w:num>
  <w:num w:numId="340">
    <w:abstractNumId w:val="186"/>
  </w:num>
  <w:num w:numId="341">
    <w:abstractNumId w:val="580"/>
  </w:num>
  <w:num w:numId="342">
    <w:abstractNumId w:val="208"/>
  </w:num>
  <w:num w:numId="343">
    <w:abstractNumId w:val="88"/>
  </w:num>
  <w:num w:numId="344">
    <w:abstractNumId w:val="130"/>
  </w:num>
  <w:num w:numId="345">
    <w:abstractNumId w:val="205"/>
  </w:num>
  <w:num w:numId="346">
    <w:abstractNumId w:val="553"/>
  </w:num>
  <w:num w:numId="347">
    <w:abstractNumId w:val="204"/>
  </w:num>
  <w:num w:numId="348">
    <w:abstractNumId w:val="227"/>
  </w:num>
  <w:num w:numId="349">
    <w:abstractNumId w:val="562"/>
  </w:num>
  <w:num w:numId="350">
    <w:abstractNumId w:val="82"/>
  </w:num>
  <w:num w:numId="351">
    <w:abstractNumId w:val="194"/>
  </w:num>
  <w:num w:numId="352">
    <w:abstractNumId w:val="409"/>
  </w:num>
  <w:num w:numId="353">
    <w:abstractNumId w:val="168"/>
  </w:num>
  <w:num w:numId="354">
    <w:abstractNumId w:val="156"/>
  </w:num>
  <w:num w:numId="355">
    <w:abstractNumId w:val="70"/>
  </w:num>
  <w:num w:numId="356">
    <w:abstractNumId w:val="609"/>
  </w:num>
  <w:num w:numId="357">
    <w:abstractNumId w:val="567"/>
  </w:num>
  <w:num w:numId="358">
    <w:abstractNumId w:val="240"/>
  </w:num>
  <w:num w:numId="359">
    <w:abstractNumId w:val="23"/>
  </w:num>
  <w:num w:numId="360">
    <w:abstractNumId w:val="375"/>
  </w:num>
  <w:num w:numId="361">
    <w:abstractNumId w:val="603"/>
  </w:num>
  <w:num w:numId="362">
    <w:abstractNumId w:val="114"/>
  </w:num>
  <w:num w:numId="363">
    <w:abstractNumId w:val="122"/>
  </w:num>
  <w:num w:numId="364">
    <w:abstractNumId w:val="164"/>
  </w:num>
  <w:num w:numId="365">
    <w:abstractNumId w:val="433"/>
  </w:num>
  <w:num w:numId="366">
    <w:abstractNumId w:val="343"/>
  </w:num>
  <w:num w:numId="367">
    <w:abstractNumId w:val="465"/>
  </w:num>
  <w:num w:numId="368">
    <w:abstractNumId w:val="326"/>
  </w:num>
  <w:num w:numId="369">
    <w:abstractNumId w:val="419"/>
  </w:num>
  <w:num w:numId="370">
    <w:abstractNumId w:val="526"/>
  </w:num>
  <w:num w:numId="371">
    <w:abstractNumId w:val="353"/>
  </w:num>
  <w:num w:numId="372">
    <w:abstractNumId w:val="404"/>
  </w:num>
  <w:num w:numId="373">
    <w:abstractNumId w:val="361"/>
  </w:num>
  <w:num w:numId="374">
    <w:abstractNumId w:val="242"/>
  </w:num>
  <w:num w:numId="375">
    <w:abstractNumId w:val="178"/>
  </w:num>
  <w:num w:numId="376">
    <w:abstractNumId w:val="322"/>
  </w:num>
  <w:num w:numId="377">
    <w:abstractNumId w:val="198"/>
  </w:num>
  <w:num w:numId="378">
    <w:abstractNumId w:val="266"/>
  </w:num>
  <w:num w:numId="379">
    <w:abstractNumId w:val="467"/>
  </w:num>
  <w:num w:numId="380">
    <w:abstractNumId w:val="550"/>
  </w:num>
  <w:num w:numId="381">
    <w:abstractNumId w:val="417"/>
  </w:num>
  <w:num w:numId="382">
    <w:abstractNumId w:val="317"/>
  </w:num>
  <w:num w:numId="383">
    <w:abstractNumId w:val="592"/>
  </w:num>
  <w:num w:numId="384">
    <w:abstractNumId w:val="426"/>
  </w:num>
  <w:num w:numId="385">
    <w:abstractNumId w:val="333"/>
  </w:num>
  <w:num w:numId="386">
    <w:abstractNumId w:val="195"/>
  </w:num>
  <w:num w:numId="387">
    <w:abstractNumId w:val="367"/>
  </w:num>
  <w:num w:numId="388">
    <w:abstractNumId w:val="191"/>
  </w:num>
  <w:num w:numId="389">
    <w:abstractNumId w:val="119"/>
  </w:num>
  <w:num w:numId="390">
    <w:abstractNumId w:val="123"/>
  </w:num>
  <w:num w:numId="391">
    <w:abstractNumId w:val="285"/>
  </w:num>
  <w:num w:numId="392">
    <w:abstractNumId w:val="15"/>
  </w:num>
  <w:num w:numId="393">
    <w:abstractNumId w:val="40"/>
  </w:num>
  <w:num w:numId="394">
    <w:abstractNumId w:val="78"/>
  </w:num>
  <w:num w:numId="395">
    <w:abstractNumId w:val="525"/>
  </w:num>
  <w:num w:numId="396">
    <w:abstractNumId w:val="509"/>
  </w:num>
  <w:num w:numId="397">
    <w:abstractNumId w:val="91"/>
  </w:num>
  <w:num w:numId="398">
    <w:abstractNumId w:val="564"/>
  </w:num>
  <w:num w:numId="399">
    <w:abstractNumId w:val="265"/>
  </w:num>
  <w:num w:numId="400">
    <w:abstractNumId w:val="133"/>
  </w:num>
  <w:num w:numId="401">
    <w:abstractNumId w:val="615"/>
  </w:num>
  <w:num w:numId="402">
    <w:abstractNumId w:val="243"/>
  </w:num>
  <w:num w:numId="403">
    <w:abstractNumId w:val="271"/>
  </w:num>
  <w:num w:numId="404">
    <w:abstractNumId w:val="233"/>
  </w:num>
  <w:num w:numId="405">
    <w:abstractNumId w:val="25"/>
  </w:num>
  <w:num w:numId="406">
    <w:abstractNumId w:val="95"/>
  </w:num>
  <w:num w:numId="407">
    <w:abstractNumId w:val="181"/>
  </w:num>
  <w:num w:numId="408">
    <w:abstractNumId w:val="190"/>
  </w:num>
  <w:num w:numId="409">
    <w:abstractNumId w:val="223"/>
  </w:num>
  <w:num w:numId="410">
    <w:abstractNumId w:val="197"/>
  </w:num>
  <w:num w:numId="411">
    <w:abstractNumId w:val="502"/>
  </w:num>
  <w:num w:numId="412">
    <w:abstractNumId w:val="29"/>
  </w:num>
  <w:num w:numId="413">
    <w:abstractNumId w:val="286"/>
  </w:num>
  <w:num w:numId="414">
    <w:abstractNumId w:val="516"/>
  </w:num>
  <w:num w:numId="415">
    <w:abstractNumId w:val="167"/>
  </w:num>
  <w:num w:numId="416">
    <w:abstractNumId w:val="312"/>
  </w:num>
  <w:num w:numId="417">
    <w:abstractNumId w:val="508"/>
  </w:num>
  <w:num w:numId="418">
    <w:abstractNumId w:val="172"/>
  </w:num>
  <w:num w:numId="419">
    <w:abstractNumId w:val="471"/>
  </w:num>
  <w:num w:numId="420">
    <w:abstractNumId w:val="39"/>
  </w:num>
  <w:num w:numId="421">
    <w:abstractNumId w:val="44"/>
  </w:num>
  <w:num w:numId="422">
    <w:abstractNumId w:val="530"/>
  </w:num>
  <w:num w:numId="423">
    <w:abstractNumId w:val="306"/>
  </w:num>
  <w:num w:numId="424">
    <w:abstractNumId w:val="307"/>
  </w:num>
  <w:num w:numId="425">
    <w:abstractNumId w:val="35"/>
  </w:num>
  <w:num w:numId="426">
    <w:abstractNumId w:val="127"/>
  </w:num>
  <w:num w:numId="427">
    <w:abstractNumId w:val="171"/>
  </w:num>
  <w:num w:numId="428">
    <w:abstractNumId w:val="589"/>
  </w:num>
  <w:num w:numId="429">
    <w:abstractNumId w:val="517"/>
  </w:num>
  <w:num w:numId="430">
    <w:abstractNumId w:val="225"/>
  </w:num>
  <w:num w:numId="431">
    <w:abstractNumId w:val="33"/>
  </w:num>
  <w:num w:numId="432">
    <w:abstractNumId w:val="453"/>
  </w:num>
  <w:num w:numId="433">
    <w:abstractNumId w:val="347"/>
  </w:num>
  <w:num w:numId="434">
    <w:abstractNumId w:val="85"/>
  </w:num>
  <w:num w:numId="435">
    <w:abstractNumId w:val="93"/>
  </w:num>
  <w:num w:numId="436">
    <w:abstractNumId w:val="382"/>
  </w:num>
  <w:num w:numId="437">
    <w:abstractNumId w:val="255"/>
  </w:num>
  <w:num w:numId="438">
    <w:abstractNumId w:val="421"/>
  </w:num>
  <w:num w:numId="439">
    <w:abstractNumId w:val="327"/>
  </w:num>
  <w:num w:numId="440">
    <w:abstractNumId w:val="222"/>
  </w:num>
  <w:num w:numId="441">
    <w:abstractNumId w:val="573"/>
  </w:num>
  <w:num w:numId="442">
    <w:abstractNumId w:val="22"/>
  </w:num>
  <w:num w:numId="443">
    <w:abstractNumId w:val="230"/>
  </w:num>
  <w:num w:numId="444">
    <w:abstractNumId w:val="129"/>
  </w:num>
  <w:num w:numId="445">
    <w:abstractNumId w:val="185"/>
  </w:num>
  <w:num w:numId="446">
    <w:abstractNumId w:val="432"/>
  </w:num>
  <w:num w:numId="447">
    <w:abstractNumId w:val="491"/>
  </w:num>
  <w:num w:numId="448">
    <w:abstractNumId w:val="440"/>
  </w:num>
  <w:num w:numId="449">
    <w:abstractNumId w:val="250"/>
  </w:num>
  <w:num w:numId="450">
    <w:abstractNumId w:val="131"/>
  </w:num>
  <w:num w:numId="451">
    <w:abstractNumId w:val="116"/>
  </w:num>
  <w:num w:numId="452">
    <w:abstractNumId w:val="324"/>
  </w:num>
  <w:num w:numId="453">
    <w:abstractNumId w:val="11"/>
  </w:num>
  <w:num w:numId="454">
    <w:abstractNumId w:val="602"/>
  </w:num>
  <w:num w:numId="455">
    <w:abstractNumId w:val="66"/>
  </w:num>
  <w:num w:numId="456">
    <w:abstractNumId w:val="59"/>
  </w:num>
  <w:num w:numId="457">
    <w:abstractNumId w:val="336"/>
  </w:num>
  <w:num w:numId="458">
    <w:abstractNumId w:val="383"/>
  </w:num>
  <w:num w:numId="459">
    <w:abstractNumId w:val="209"/>
  </w:num>
  <w:num w:numId="460">
    <w:abstractNumId w:val="294"/>
  </w:num>
  <w:num w:numId="461">
    <w:abstractNumId w:val="552"/>
  </w:num>
  <w:num w:numId="462">
    <w:abstractNumId w:val="270"/>
  </w:num>
  <w:num w:numId="463">
    <w:abstractNumId w:val="451"/>
  </w:num>
  <w:num w:numId="464">
    <w:abstractNumId w:val="529"/>
  </w:num>
  <w:num w:numId="465">
    <w:abstractNumId w:val="72"/>
  </w:num>
  <w:num w:numId="466">
    <w:abstractNumId w:val="346"/>
  </w:num>
  <w:num w:numId="467">
    <w:abstractNumId w:val="162"/>
  </w:num>
  <w:num w:numId="468">
    <w:abstractNumId w:val="547"/>
  </w:num>
  <w:num w:numId="469">
    <w:abstractNumId w:val="249"/>
  </w:num>
  <w:num w:numId="470">
    <w:abstractNumId w:val="349"/>
  </w:num>
  <w:num w:numId="471">
    <w:abstractNumId w:val="394"/>
  </w:num>
  <w:num w:numId="472">
    <w:abstractNumId w:val="207"/>
  </w:num>
  <w:num w:numId="473">
    <w:abstractNumId w:val="606"/>
  </w:num>
  <w:num w:numId="474">
    <w:abstractNumId w:val="481"/>
  </w:num>
  <w:num w:numId="475">
    <w:abstractNumId w:val="560"/>
  </w:num>
  <w:num w:numId="476">
    <w:abstractNumId w:val="262"/>
  </w:num>
  <w:num w:numId="477">
    <w:abstractNumId w:val="499"/>
  </w:num>
  <w:num w:numId="478">
    <w:abstractNumId w:val="128"/>
  </w:num>
  <w:num w:numId="479">
    <w:abstractNumId w:val="608"/>
  </w:num>
  <w:num w:numId="480">
    <w:abstractNumId w:val="557"/>
  </w:num>
  <w:num w:numId="481">
    <w:abstractNumId w:val="386"/>
  </w:num>
  <w:num w:numId="482">
    <w:abstractNumId w:val="489"/>
  </w:num>
  <w:num w:numId="483">
    <w:abstractNumId w:val="251"/>
  </w:num>
  <w:num w:numId="484">
    <w:abstractNumId w:val="441"/>
  </w:num>
  <w:num w:numId="485">
    <w:abstractNumId w:val="134"/>
  </w:num>
  <w:num w:numId="486">
    <w:abstractNumId w:val="570"/>
  </w:num>
  <w:num w:numId="487">
    <w:abstractNumId w:val="203"/>
  </w:num>
  <w:num w:numId="488">
    <w:abstractNumId w:val="253"/>
  </w:num>
  <w:num w:numId="489">
    <w:abstractNumId w:val="299"/>
  </w:num>
  <w:num w:numId="490">
    <w:abstractNumId w:val="118"/>
  </w:num>
  <w:num w:numId="491">
    <w:abstractNumId w:val="588"/>
  </w:num>
  <w:num w:numId="492">
    <w:abstractNumId w:val="211"/>
  </w:num>
  <w:num w:numId="493">
    <w:abstractNumId w:val="542"/>
  </w:num>
  <w:num w:numId="494">
    <w:abstractNumId w:val="591"/>
  </w:num>
  <w:num w:numId="495">
    <w:abstractNumId w:val="92"/>
  </w:num>
  <w:num w:numId="496">
    <w:abstractNumId w:val="338"/>
  </w:num>
  <w:num w:numId="497">
    <w:abstractNumId w:val="83"/>
  </w:num>
  <w:num w:numId="498">
    <w:abstractNumId w:val="213"/>
  </w:num>
  <w:num w:numId="499">
    <w:abstractNumId w:val="600"/>
  </w:num>
  <w:num w:numId="500">
    <w:abstractNumId w:val="47"/>
  </w:num>
  <w:num w:numId="501">
    <w:abstractNumId w:val="449"/>
  </w:num>
  <w:num w:numId="502">
    <w:abstractNumId w:val="63"/>
  </w:num>
  <w:num w:numId="503">
    <w:abstractNumId w:val="206"/>
  </w:num>
  <w:num w:numId="504">
    <w:abstractNumId w:val="256"/>
  </w:num>
  <w:num w:numId="505">
    <w:abstractNumId w:val="254"/>
  </w:num>
  <w:num w:numId="506">
    <w:abstractNumId w:val="613"/>
  </w:num>
  <w:num w:numId="507">
    <w:abstractNumId w:val="360"/>
  </w:num>
  <w:num w:numId="508">
    <w:abstractNumId w:val="428"/>
  </w:num>
  <w:num w:numId="509">
    <w:abstractNumId w:val="348"/>
  </w:num>
  <w:num w:numId="510">
    <w:abstractNumId w:val="482"/>
  </w:num>
  <w:num w:numId="511">
    <w:abstractNumId w:val="247"/>
  </w:num>
  <w:num w:numId="512">
    <w:abstractNumId w:val="480"/>
  </w:num>
  <w:num w:numId="513">
    <w:abstractNumId w:val="176"/>
  </w:num>
  <w:num w:numId="514">
    <w:abstractNumId w:val="594"/>
  </w:num>
  <w:num w:numId="515">
    <w:abstractNumId w:val="498"/>
  </w:num>
  <w:num w:numId="516">
    <w:abstractNumId w:val="585"/>
  </w:num>
  <w:num w:numId="517">
    <w:abstractNumId w:val="505"/>
  </w:num>
  <w:num w:numId="518">
    <w:abstractNumId w:val="94"/>
  </w:num>
  <w:num w:numId="519">
    <w:abstractNumId w:val="101"/>
  </w:num>
  <w:num w:numId="520">
    <w:abstractNumId w:val="115"/>
  </w:num>
  <w:num w:numId="521">
    <w:abstractNumId w:val="187"/>
  </w:num>
  <w:num w:numId="522">
    <w:abstractNumId w:val="450"/>
  </w:num>
  <w:num w:numId="523">
    <w:abstractNumId w:val="616"/>
  </w:num>
  <w:num w:numId="524">
    <w:abstractNumId w:val="291"/>
  </w:num>
  <w:num w:numId="525">
    <w:abstractNumId w:val="67"/>
  </w:num>
  <w:num w:numId="526">
    <w:abstractNumId w:val="281"/>
  </w:num>
  <w:num w:numId="527">
    <w:abstractNumId w:val="113"/>
  </w:num>
  <w:num w:numId="528">
    <w:abstractNumId w:val="31"/>
  </w:num>
  <w:num w:numId="529">
    <w:abstractNumId w:val="458"/>
  </w:num>
  <w:num w:numId="530">
    <w:abstractNumId w:val="563"/>
  </w:num>
  <w:num w:numId="531">
    <w:abstractNumId w:val="323"/>
  </w:num>
  <w:num w:numId="532">
    <w:abstractNumId w:val="261"/>
  </w:num>
  <w:num w:numId="533">
    <w:abstractNumId w:val="201"/>
  </w:num>
  <w:num w:numId="534">
    <w:abstractNumId w:val="371"/>
  </w:num>
  <w:num w:numId="535">
    <w:abstractNumId w:val="374"/>
  </w:num>
  <w:num w:numId="536">
    <w:abstractNumId w:val="568"/>
  </w:num>
  <w:num w:numId="537">
    <w:abstractNumId w:val="391"/>
  </w:num>
  <w:num w:numId="538">
    <w:abstractNumId w:val="540"/>
  </w:num>
  <w:num w:numId="539">
    <w:abstractNumId w:val="412"/>
  </w:num>
  <w:num w:numId="540">
    <w:abstractNumId w:val="149"/>
  </w:num>
  <w:num w:numId="541">
    <w:abstractNumId w:val="144"/>
  </w:num>
  <w:num w:numId="542">
    <w:abstractNumId w:val="444"/>
  </w:num>
  <w:num w:numId="543">
    <w:abstractNumId w:val="397"/>
  </w:num>
  <w:num w:numId="544">
    <w:abstractNumId w:val="332"/>
  </w:num>
  <w:num w:numId="545">
    <w:abstractNumId w:val="595"/>
  </w:num>
  <w:num w:numId="546">
    <w:abstractNumId w:val="408"/>
  </w:num>
  <w:num w:numId="547">
    <w:abstractNumId w:val="396"/>
  </w:num>
  <w:num w:numId="548">
    <w:abstractNumId w:val="535"/>
  </w:num>
  <w:num w:numId="549">
    <w:abstractNumId w:val="330"/>
  </w:num>
  <w:num w:numId="550">
    <w:abstractNumId w:val="288"/>
  </w:num>
  <w:num w:numId="551">
    <w:abstractNumId w:val="73"/>
  </w:num>
  <w:num w:numId="552">
    <w:abstractNumId w:val="146"/>
  </w:num>
  <w:num w:numId="553">
    <w:abstractNumId w:val="284"/>
  </w:num>
  <w:num w:numId="554">
    <w:abstractNumId w:val="107"/>
  </w:num>
  <w:num w:numId="555">
    <w:abstractNumId w:val="339"/>
  </w:num>
  <w:num w:numId="556">
    <w:abstractNumId w:val="381"/>
  </w:num>
  <w:num w:numId="557">
    <w:abstractNumId w:val="561"/>
  </w:num>
  <w:num w:numId="558">
    <w:abstractNumId w:val="546"/>
  </w:num>
  <w:num w:numId="559">
    <w:abstractNumId w:val="121"/>
  </w:num>
  <w:num w:numId="560">
    <w:abstractNumId w:val="556"/>
  </w:num>
  <w:num w:numId="561">
    <w:abstractNumId w:val="495"/>
  </w:num>
  <w:num w:numId="562">
    <w:abstractNumId w:val="259"/>
  </w:num>
  <w:num w:numId="563">
    <w:abstractNumId w:val="425"/>
  </w:num>
  <w:num w:numId="564">
    <w:abstractNumId w:val="456"/>
  </w:num>
  <w:num w:numId="565">
    <w:abstractNumId w:val="43"/>
  </w:num>
  <w:num w:numId="566">
    <w:abstractNumId w:val="445"/>
  </w:num>
  <w:num w:numId="567">
    <w:abstractNumId w:val="496"/>
  </w:num>
  <w:num w:numId="568">
    <w:abstractNumId w:val="26"/>
  </w:num>
  <w:num w:numId="569">
    <w:abstractNumId w:val="52"/>
  </w:num>
  <w:num w:numId="570">
    <w:abstractNumId w:val="442"/>
  </w:num>
  <w:num w:numId="571">
    <w:abstractNumId w:val="310"/>
  </w:num>
  <w:num w:numId="572">
    <w:abstractNumId w:val="50"/>
  </w:num>
  <w:num w:numId="573">
    <w:abstractNumId w:val="519"/>
  </w:num>
  <w:num w:numId="574">
    <w:abstractNumId w:val="518"/>
  </w:num>
  <w:num w:numId="575">
    <w:abstractNumId w:val="257"/>
  </w:num>
  <w:num w:numId="576">
    <w:abstractNumId w:val="239"/>
  </w:num>
  <w:num w:numId="577">
    <w:abstractNumId w:val="593"/>
  </w:num>
  <w:num w:numId="578">
    <w:abstractNumId w:val="364"/>
  </w:num>
  <w:num w:numId="579">
    <w:abstractNumId w:val="569"/>
  </w:num>
  <w:num w:numId="580">
    <w:abstractNumId w:val="297"/>
  </w:num>
  <w:num w:numId="581">
    <w:abstractNumId w:val="100"/>
  </w:num>
  <w:num w:numId="582">
    <w:abstractNumId w:val="289"/>
  </w:num>
  <w:num w:numId="583">
    <w:abstractNumId w:val="41"/>
  </w:num>
  <w:num w:numId="584">
    <w:abstractNumId w:val="372"/>
  </w:num>
  <w:num w:numId="585">
    <w:abstractNumId w:val="24"/>
  </w:num>
  <w:numIdMacAtCleanup w:val="5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99A"/>
    <w:rsid w:val="00003E5C"/>
    <w:rsid w:val="000153D6"/>
    <w:rsid w:val="00023080"/>
    <w:rsid w:val="00023F2C"/>
    <w:rsid w:val="00024E23"/>
    <w:rsid w:val="00025F6B"/>
    <w:rsid w:val="0002750A"/>
    <w:rsid w:val="00033293"/>
    <w:rsid w:val="00041F86"/>
    <w:rsid w:val="00042305"/>
    <w:rsid w:val="00042C65"/>
    <w:rsid w:val="00043F6D"/>
    <w:rsid w:val="00053182"/>
    <w:rsid w:val="00080200"/>
    <w:rsid w:val="00082A21"/>
    <w:rsid w:val="00091E5E"/>
    <w:rsid w:val="00093504"/>
    <w:rsid w:val="000978AE"/>
    <w:rsid w:val="000A1A01"/>
    <w:rsid w:val="000B2DD6"/>
    <w:rsid w:val="000B5C43"/>
    <w:rsid w:val="000B5F1C"/>
    <w:rsid w:val="000B73EB"/>
    <w:rsid w:val="000B763C"/>
    <w:rsid w:val="000C452A"/>
    <w:rsid w:val="000C65C0"/>
    <w:rsid w:val="000D1C0D"/>
    <w:rsid w:val="000E0552"/>
    <w:rsid w:val="000E3E48"/>
    <w:rsid w:val="000E4161"/>
    <w:rsid w:val="000E55B2"/>
    <w:rsid w:val="000F00C8"/>
    <w:rsid w:val="000F22D2"/>
    <w:rsid w:val="000F488E"/>
    <w:rsid w:val="000F5F89"/>
    <w:rsid w:val="0010225C"/>
    <w:rsid w:val="00111997"/>
    <w:rsid w:val="0012040B"/>
    <w:rsid w:val="001236E6"/>
    <w:rsid w:val="00124A00"/>
    <w:rsid w:val="00125741"/>
    <w:rsid w:val="00132940"/>
    <w:rsid w:val="00135F24"/>
    <w:rsid w:val="00141877"/>
    <w:rsid w:val="00142C45"/>
    <w:rsid w:val="00143D5B"/>
    <w:rsid w:val="001442BD"/>
    <w:rsid w:val="00144306"/>
    <w:rsid w:val="00145686"/>
    <w:rsid w:val="00166674"/>
    <w:rsid w:val="001669AA"/>
    <w:rsid w:val="00167B75"/>
    <w:rsid w:val="00174765"/>
    <w:rsid w:val="00181B37"/>
    <w:rsid w:val="00186ED7"/>
    <w:rsid w:val="001974FA"/>
    <w:rsid w:val="001A058F"/>
    <w:rsid w:val="001A572A"/>
    <w:rsid w:val="001C3764"/>
    <w:rsid w:val="001C3CE3"/>
    <w:rsid w:val="001C6ACB"/>
    <w:rsid w:val="001D4282"/>
    <w:rsid w:val="001D6804"/>
    <w:rsid w:val="001E0EEB"/>
    <w:rsid w:val="001F383E"/>
    <w:rsid w:val="001F55F1"/>
    <w:rsid w:val="001F62B6"/>
    <w:rsid w:val="0020660F"/>
    <w:rsid w:val="00206649"/>
    <w:rsid w:val="00207CD1"/>
    <w:rsid w:val="002147E8"/>
    <w:rsid w:val="00214EDA"/>
    <w:rsid w:val="002203F8"/>
    <w:rsid w:val="002308B4"/>
    <w:rsid w:val="00230B49"/>
    <w:rsid w:val="002326A3"/>
    <w:rsid w:val="00237229"/>
    <w:rsid w:val="00242295"/>
    <w:rsid w:val="002426C7"/>
    <w:rsid w:val="002433C6"/>
    <w:rsid w:val="00246363"/>
    <w:rsid w:val="00246385"/>
    <w:rsid w:val="002466A6"/>
    <w:rsid w:val="00247582"/>
    <w:rsid w:val="0025353D"/>
    <w:rsid w:val="00256F16"/>
    <w:rsid w:val="002600A2"/>
    <w:rsid w:val="0026211F"/>
    <w:rsid w:val="00262FB9"/>
    <w:rsid w:val="00263BDD"/>
    <w:rsid w:val="002641FB"/>
    <w:rsid w:val="0026465B"/>
    <w:rsid w:val="00265816"/>
    <w:rsid w:val="00267D39"/>
    <w:rsid w:val="0027192E"/>
    <w:rsid w:val="002760C3"/>
    <w:rsid w:val="002801B9"/>
    <w:rsid w:val="00281EEB"/>
    <w:rsid w:val="002832FE"/>
    <w:rsid w:val="002A5C54"/>
    <w:rsid w:val="002C49C7"/>
    <w:rsid w:val="002C60A6"/>
    <w:rsid w:val="002D0A52"/>
    <w:rsid w:val="002D0CB8"/>
    <w:rsid w:val="002D2886"/>
    <w:rsid w:val="002D7379"/>
    <w:rsid w:val="002D7802"/>
    <w:rsid w:val="002E1D38"/>
    <w:rsid w:val="002E49C0"/>
    <w:rsid w:val="002E747E"/>
    <w:rsid w:val="00303FAE"/>
    <w:rsid w:val="00310B02"/>
    <w:rsid w:val="0031282F"/>
    <w:rsid w:val="00316917"/>
    <w:rsid w:val="003219A5"/>
    <w:rsid w:val="00324F4A"/>
    <w:rsid w:val="00332B67"/>
    <w:rsid w:val="00334D76"/>
    <w:rsid w:val="00337112"/>
    <w:rsid w:val="00362C31"/>
    <w:rsid w:val="00364E8C"/>
    <w:rsid w:val="00367C96"/>
    <w:rsid w:val="003730DA"/>
    <w:rsid w:val="003738A4"/>
    <w:rsid w:val="0037533C"/>
    <w:rsid w:val="00380C4B"/>
    <w:rsid w:val="0038179D"/>
    <w:rsid w:val="00381DB0"/>
    <w:rsid w:val="0038203C"/>
    <w:rsid w:val="003851D5"/>
    <w:rsid w:val="003873A2"/>
    <w:rsid w:val="00397E1E"/>
    <w:rsid w:val="003A47D8"/>
    <w:rsid w:val="003A6B8C"/>
    <w:rsid w:val="003A78D7"/>
    <w:rsid w:val="003B1DDF"/>
    <w:rsid w:val="003B689B"/>
    <w:rsid w:val="003D1593"/>
    <w:rsid w:val="003E1F83"/>
    <w:rsid w:val="003F100A"/>
    <w:rsid w:val="003F1940"/>
    <w:rsid w:val="003F1BF8"/>
    <w:rsid w:val="004063EC"/>
    <w:rsid w:val="004064AA"/>
    <w:rsid w:val="00407EB1"/>
    <w:rsid w:val="004203E2"/>
    <w:rsid w:val="004219B7"/>
    <w:rsid w:val="004234FC"/>
    <w:rsid w:val="0042406F"/>
    <w:rsid w:val="0042503D"/>
    <w:rsid w:val="00433291"/>
    <w:rsid w:val="00433EFD"/>
    <w:rsid w:val="00446322"/>
    <w:rsid w:val="00447B1F"/>
    <w:rsid w:val="00447BE1"/>
    <w:rsid w:val="00454848"/>
    <w:rsid w:val="004578E6"/>
    <w:rsid w:val="00465256"/>
    <w:rsid w:val="00467B76"/>
    <w:rsid w:val="00476282"/>
    <w:rsid w:val="004770C9"/>
    <w:rsid w:val="00482080"/>
    <w:rsid w:val="00483FC7"/>
    <w:rsid w:val="00484331"/>
    <w:rsid w:val="0049682C"/>
    <w:rsid w:val="004A37A5"/>
    <w:rsid w:val="004A4A9B"/>
    <w:rsid w:val="004A4C13"/>
    <w:rsid w:val="004A53F8"/>
    <w:rsid w:val="004A6DD3"/>
    <w:rsid w:val="004A734E"/>
    <w:rsid w:val="004B43B9"/>
    <w:rsid w:val="004B47A8"/>
    <w:rsid w:val="004C1DF2"/>
    <w:rsid w:val="004C6654"/>
    <w:rsid w:val="004C6742"/>
    <w:rsid w:val="004D564A"/>
    <w:rsid w:val="004D5F05"/>
    <w:rsid w:val="004D7DDA"/>
    <w:rsid w:val="004D7E13"/>
    <w:rsid w:val="004E1AAA"/>
    <w:rsid w:val="004E6607"/>
    <w:rsid w:val="004F18EB"/>
    <w:rsid w:val="004F6AA8"/>
    <w:rsid w:val="004F77CA"/>
    <w:rsid w:val="0050427D"/>
    <w:rsid w:val="00515DA9"/>
    <w:rsid w:val="00520783"/>
    <w:rsid w:val="0052164B"/>
    <w:rsid w:val="005227F4"/>
    <w:rsid w:val="00523743"/>
    <w:rsid w:val="00526088"/>
    <w:rsid w:val="0053064F"/>
    <w:rsid w:val="00532AA5"/>
    <w:rsid w:val="00532D6E"/>
    <w:rsid w:val="00540E6D"/>
    <w:rsid w:val="00540EBD"/>
    <w:rsid w:val="005424D6"/>
    <w:rsid w:val="0055254B"/>
    <w:rsid w:val="00552ED5"/>
    <w:rsid w:val="0055323F"/>
    <w:rsid w:val="0056053B"/>
    <w:rsid w:val="005614E7"/>
    <w:rsid w:val="00561925"/>
    <w:rsid w:val="00564D36"/>
    <w:rsid w:val="005673FC"/>
    <w:rsid w:val="00572263"/>
    <w:rsid w:val="00575068"/>
    <w:rsid w:val="00576E0D"/>
    <w:rsid w:val="00581530"/>
    <w:rsid w:val="00592EBA"/>
    <w:rsid w:val="00594018"/>
    <w:rsid w:val="00597BBE"/>
    <w:rsid w:val="005A1243"/>
    <w:rsid w:val="005B0647"/>
    <w:rsid w:val="005B08EB"/>
    <w:rsid w:val="005B1080"/>
    <w:rsid w:val="005B58DC"/>
    <w:rsid w:val="005B7CF8"/>
    <w:rsid w:val="005C631D"/>
    <w:rsid w:val="005D06A7"/>
    <w:rsid w:val="005D2E27"/>
    <w:rsid w:val="005D41F6"/>
    <w:rsid w:val="005D7535"/>
    <w:rsid w:val="005E14D6"/>
    <w:rsid w:val="005E34E9"/>
    <w:rsid w:val="005E3719"/>
    <w:rsid w:val="005E3833"/>
    <w:rsid w:val="005F09ED"/>
    <w:rsid w:val="005F64B5"/>
    <w:rsid w:val="00602937"/>
    <w:rsid w:val="0061042D"/>
    <w:rsid w:val="00610816"/>
    <w:rsid w:val="006120B0"/>
    <w:rsid w:val="00612780"/>
    <w:rsid w:val="00616EEA"/>
    <w:rsid w:val="0062016F"/>
    <w:rsid w:val="00630FBE"/>
    <w:rsid w:val="006311CE"/>
    <w:rsid w:val="0063229A"/>
    <w:rsid w:val="00634A85"/>
    <w:rsid w:val="006437D3"/>
    <w:rsid w:val="0064432A"/>
    <w:rsid w:val="0064755F"/>
    <w:rsid w:val="00660B9A"/>
    <w:rsid w:val="00670673"/>
    <w:rsid w:val="00687CB3"/>
    <w:rsid w:val="00690D30"/>
    <w:rsid w:val="006927B5"/>
    <w:rsid w:val="00692C37"/>
    <w:rsid w:val="006955CF"/>
    <w:rsid w:val="00697841"/>
    <w:rsid w:val="00697C75"/>
    <w:rsid w:val="006A1BD9"/>
    <w:rsid w:val="006A4645"/>
    <w:rsid w:val="006B37F5"/>
    <w:rsid w:val="006B3E0C"/>
    <w:rsid w:val="006B5707"/>
    <w:rsid w:val="006C0DC1"/>
    <w:rsid w:val="006C6807"/>
    <w:rsid w:val="006D149F"/>
    <w:rsid w:val="006D239E"/>
    <w:rsid w:val="006E5D8A"/>
    <w:rsid w:val="006E6755"/>
    <w:rsid w:val="006E74B7"/>
    <w:rsid w:val="006F5DE7"/>
    <w:rsid w:val="007132BE"/>
    <w:rsid w:val="00723BCE"/>
    <w:rsid w:val="007270BC"/>
    <w:rsid w:val="00732C0D"/>
    <w:rsid w:val="00735FE5"/>
    <w:rsid w:val="007450A0"/>
    <w:rsid w:val="00745CF1"/>
    <w:rsid w:val="00753ECD"/>
    <w:rsid w:val="0076115C"/>
    <w:rsid w:val="00762439"/>
    <w:rsid w:val="007625BD"/>
    <w:rsid w:val="00766F39"/>
    <w:rsid w:val="00770E3F"/>
    <w:rsid w:val="007805CF"/>
    <w:rsid w:val="00785363"/>
    <w:rsid w:val="007952CC"/>
    <w:rsid w:val="00796B13"/>
    <w:rsid w:val="007A0A91"/>
    <w:rsid w:val="007A16AE"/>
    <w:rsid w:val="007A5B55"/>
    <w:rsid w:val="007B2254"/>
    <w:rsid w:val="007B33A4"/>
    <w:rsid w:val="007B4AA1"/>
    <w:rsid w:val="007B5908"/>
    <w:rsid w:val="007B5A7D"/>
    <w:rsid w:val="007B73AA"/>
    <w:rsid w:val="007C1855"/>
    <w:rsid w:val="007C4100"/>
    <w:rsid w:val="007D0C8B"/>
    <w:rsid w:val="007D337D"/>
    <w:rsid w:val="007D567E"/>
    <w:rsid w:val="007D616F"/>
    <w:rsid w:val="007D7727"/>
    <w:rsid w:val="007F7AB6"/>
    <w:rsid w:val="008024F3"/>
    <w:rsid w:val="00804B27"/>
    <w:rsid w:val="00806261"/>
    <w:rsid w:val="00812367"/>
    <w:rsid w:val="008173F3"/>
    <w:rsid w:val="00823E10"/>
    <w:rsid w:val="00823E9E"/>
    <w:rsid w:val="008252A5"/>
    <w:rsid w:val="00831ECF"/>
    <w:rsid w:val="00832A21"/>
    <w:rsid w:val="00836A6E"/>
    <w:rsid w:val="00836FA4"/>
    <w:rsid w:val="00837AA2"/>
    <w:rsid w:val="00842B53"/>
    <w:rsid w:val="00846E97"/>
    <w:rsid w:val="00851785"/>
    <w:rsid w:val="00863EAB"/>
    <w:rsid w:val="0087592D"/>
    <w:rsid w:val="008772AE"/>
    <w:rsid w:val="00877A0F"/>
    <w:rsid w:val="00886DC2"/>
    <w:rsid w:val="00892384"/>
    <w:rsid w:val="008934A4"/>
    <w:rsid w:val="00893EC0"/>
    <w:rsid w:val="008A37BD"/>
    <w:rsid w:val="008A690C"/>
    <w:rsid w:val="008A76B1"/>
    <w:rsid w:val="008B0431"/>
    <w:rsid w:val="008B2ED0"/>
    <w:rsid w:val="008B5BBD"/>
    <w:rsid w:val="008C073A"/>
    <w:rsid w:val="008C59AF"/>
    <w:rsid w:val="008C75DF"/>
    <w:rsid w:val="008D0CC5"/>
    <w:rsid w:val="008D3923"/>
    <w:rsid w:val="008D3D3E"/>
    <w:rsid w:val="008D45C0"/>
    <w:rsid w:val="008D7760"/>
    <w:rsid w:val="008E5C01"/>
    <w:rsid w:val="008E6DCE"/>
    <w:rsid w:val="008F114C"/>
    <w:rsid w:val="008F5D85"/>
    <w:rsid w:val="008F77F5"/>
    <w:rsid w:val="0090611B"/>
    <w:rsid w:val="00906F59"/>
    <w:rsid w:val="00907566"/>
    <w:rsid w:val="00911209"/>
    <w:rsid w:val="009121E3"/>
    <w:rsid w:val="0091267D"/>
    <w:rsid w:val="009146F7"/>
    <w:rsid w:val="00923ADE"/>
    <w:rsid w:val="0093523E"/>
    <w:rsid w:val="00937E62"/>
    <w:rsid w:val="00940D09"/>
    <w:rsid w:val="00940FD0"/>
    <w:rsid w:val="009410E4"/>
    <w:rsid w:val="0094220C"/>
    <w:rsid w:val="00942394"/>
    <w:rsid w:val="00945ED2"/>
    <w:rsid w:val="009503E5"/>
    <w:rsid w:val="009505E9"/>
    <w:rsid w:val="009513ED"/>
    <w:rsid w:val="00954C13"/>
    <w:rsid w:val="00957F1A"/>
    <w:rsid w:val="00962DB4"/>
    <w:rsid w:val="00965E33"/>
    <w:rsid w:val="00973630"/>
    <w:rsid w:val="009743EB"/>
    <w:rsid w:val="00976091"/>
    <w:rsid w:val="00976980"/>
    <w:rsid w:val="00994B16"/>
    <w:rsid w:val="00996BEB"/>
    <w:rsid w:val="009A03A5"/>
    <w:rsid w:val="009A053A"/>
    <w:rsid w:val="009A2233"/>
    <w:rsid w:val="009B2574"/>
    <w:rsid w:val="009B2A31"/>
    <w:rsid w:val="009B6615"/>
    <w:rsid w:val="009B6DC4"/>
    <w:rsid w:val="009B73AE"/>
    <w:rsid w:val="009C3547"/>
    <w:rsid w:val="009D1072"/>
    <w:rsid w:val="009D22C6"/>
    <w:rsid w:val="009D4C83"/>
    <w:rsid w:val="009D5B86"/>
    <w:rsid w:val="009D6CE2"/>
    <w:rsid w:val="009E182A"/>
    <w:rsid w:val="009E1D50"/>
    <w:rsid w:val="009E1E97"/>
    <w:rsid w:val="009E25C1"/>
    <w:rsid w:val="009E7621"/>
    <w:rsid w:val="009F4D15"/>
    <w:rsid w:val="009F6D34"/>
    <w:rsid w:val="009F7B63"/>
    <w:rsid w:val="00A0280E"/>
    <w:rsid w:val="00A0774B"/>
    <w:rsid w:val="00A13E9C"/>
    <w:rsid w:val="00A170CC"/>
    <w:rsid w:val="00A41E6F"/>
    <w:rsid w:val="00A42B33"/>
    <w:rsid w:val="00A45B33"/>
    <w:rsid w:val="00A46990"/>
    <w:rsid w:val="00A46CD8"/>
    <w:rsid w:val="00A47B2A"/>
    <w:rsid w:val="00A50C12"/>
    <w:rsid w:val="00A50E27"/>
    <w:rsid w:val="00A50F98"/>
    <w:rsid w:val="00A64655"/>
    <w:rsid w:val="00A715B0"/>
    <w:rsid w:val="00A71F61"/>
    <w:rsid w:val="00A7299A"/>
    <w:rsid w:val="00A730BB"/>
    <w:rsid w:val="00A74CE5"/>
    <w:rsid w:val="00A769D8"/>
    <w:rsid w:val="00A80599"/>
    <w:rsid w:val="00A80E9D"/>
    <w:rsid w:val="00A8638D"/>
    <w:rsid w:val="00A87E00"/>
    <w:rsid w:val="00AA47C1"/>
    <w:rsid w:val="00AA604B"/>
    <w:rsid w:val="00AB055C"/>
    <w:rsid w:val="00AB4E00"/>
    <w:rsid w:val="00AC05C7"/>
    <w:rsid w:val="00AC1999"/>
    <w:rsid w:val="00AC1D96"/>
    <w:rsid w:val="00AC2427"/>
    <w:rsid w:val="00AC4365"/>
    <w:rsid w:val="00AC6689"/>
    <w:rsid w:val="00AC7ECE"/>
    <w:rsid w:val="00AD7BC2"/>
    <w:rsid w:val="00AE5794"/>
    <w:rsid w:val="00AE6EA1"/>
    <w:rsid w:val="00AF7CA5"/>
    <w:rsid w:val="00B00A99"/>
    <w:rsid w:val="00B0258A"/>
    <w:rsid w:val="00B069D5"/>
    <w:rsid w:val="00B1075B"/>
    <w:rsid w:val="00B10D51"/>
    <w:rsid w:val="00B14707"/>
    <w:rsid w:val="00B24AA9"/>
    <w:rsid w:val="00B251AF"/>
    <w:rsid w:val="00B25689"/>
    <w:rsid w:val="00B2653F"/>
    <w:rsid w:val="00B351EC"/>
    <w:rsid w:val="00B3559F"/>
    <w:rsid w:val="00B400F8"/>
    <w:rsid w:val="00B44F9F"/>
    <w:rsid w:val="00B47A7B"/>
    <w:rsid w:val="00B6023D"/>
    <w:rsid w:val="00B64B3F"/>
    <w:rsid w:val="00B66737"/>
    <w:rsid w:val="00B66AB9"/>
    <w:rsid w:val="00B713E8"/>
    <w:rsid w:val="00B82889"/>
    <w:rsid w:val="00B872D8"/>
    <w:rsid w:val="00B9023C"/>
    <w:rsid w:val="00B90C06"/>
    <w:rsid w:val="00B93921"/>
    <w:rsid w:val="00B95E2F"/>
    <w:rsid w:val="00BA1B1F"/>
    <w:rsid w:val="00BA33B2"/>
    <w:rsid w:val="00BA6427"/>
    <w:rsid w:val="00BB05F3"/>
    <w:rsid w:val="00BB3B91"/>
    <w:rsid w:val="00BC081E"/>
    <w:rsid w:val="00BC36A2"/>
    <w:rsid w:val="00BC606C"/>
    <w:rsid w:val="00BC7CA4"/>
    <w:rsid w:val="00BD1C22"/>
    <w:rsid w:val="00BD2EFA"/>
    <w:rsid w:val="00BD5B48"/>
    <w:rsid w:val="00BE1813"/>
    <w:rsid w:val="00BE21D5"/>
    <w:rsid w:val="00BE38BD"/>
    <w:rsid w:val="00BF263C"/>
    <w:rsid w:val="00C064F9"/>
    <w:rsid w:val="00C12D57"/>
    <w:rsid w:val="00C13827"/>
    <w:rsid w:val="00C13BBD"/>
    <w:rsid w:val="00C14620"/>
    <w:rsid w:val="00C149BC"/>
    <w:rsid w:val="00C1627A"/>
    <w:rsid w:val="00C24DA3"/>
    <w:rsid w:val="00C2517F"/>
    <w:rsid w:val="00C2768A"/>
    <w:rsid w:val="00C3260B"/>
    <w:rsid w:val="00C33144"/>
    <w:rsid w:val="00C33CC6"/>
    <w:rsid w:val="00C356CB"/>
    <w:rsid w:val="00C360BB"/>
    <w:rsid w:val="00C42C88"/>
    <w:rsid w:val="00C42F72"/>
    <w:rsid w:val="00C47DE1"/>
    <w:rsid w:val="00C5076D"/>
    <w:rsid w:val="00C542D0"/>
    <w:rsid w:val="00C62F66"/>
    <w:rsid w:val="00C72DC1"/>
    <w:rsid w:val="00C75046"/>
    <w:rsid w:val="00C80610"/>
    <w:rsid w:val="00C812E3"/>
    <w:rsid w:val="00C82959"/>
    <w:rsid w:val="00C83C53"/>
    <w:rsid w:val="00C87AE6"/>
    <w:rsid w:val="00C95FA7"/>
    <w:rsid w:val="00CA13D7"/>
    <w:rsid w:val="00CA6F7A"/>
    <w:rsid w:val="00CB0D77"/>
    <w:rsid w:val="00CB7978"/>
    <w:rsid w:val="00CC0BB8"/>
    <w:rsid w:val="00CC1AD6"/>
    <w:rsid w:val="00CC660D"/>
    <w:rsid w:val="00CC6B9A"/>
    <w:rsid w:val="00CD0974"/>
    <w:rsid w:val="00CD29D0"/>
    <w:rsid w:val="00CE2160"/>
    <w:rsid w:val="00CE32CD"/>
    <w:rsid w:val="00CE3B78"/>
    <w:rsid w:val="00CE482D"/>
    <w:rsid w:val="00CE64B4"/>
    <w:rsid w:val="00CF07D8"/>
    <w:rsid w:val="00D0007A"/>
    <w:rsid w:val="00D008AE"/>
    <w:rsid w:val="00D04744"/>
    <w:rsid w:val="00D05BD2"/>
    <w:rsid w:val="00D10E93"/>
    <w:rsid w:val="00D13455"/>
    <w:rsid w:val="00D13704"/>
    <w:rsid w:val="00D17B64"/>
    <w:rsid w:val="00D20CCA"/>
    <w:rsid w:val="00D213DD"/>
    <w:rsid w:val="00D27C5B"/>
    <w:rsid w:val="00D369C0"/>
    <w:rsid w:val="00D41F07"/>
    <w:rsid w:val="00D44AA5"/>
    <w:rsid w:val="00D461B4"/>
    <w:rsid w:val="00D55999"/>
    <w:rsid w:val="00D55D02"/>
    <w:rsid w:val="00D62BA9"/>
    <w:rsid w:val="00D70937"/>
    <w:rsid w:val="00D70FD0"/>
    <w:rsid w:val="00D72CB1"/>
    <w:rsid w:val="00D73D8D"/>
    <w:rsid w:val="00D77294"/>
    <w:rsid w:val="00D77F67"/>
    <w:rsid w:val="00D80BF3"/>
    <w:rsid w:val="00D81C7E"/>
    <w:rsid w:val="00D84438"/>
    <w:rsid w:val="00D87A5B"/>
    <w:rsid w:val="00D90DCB"/>
    <w:rsid w:val="00D9709D"/>
    <w:rsid w:val="00DA3334"/>
    <w:rsid w:val="00DB3521"/>
    <w:rsid w:val="00DC02E8"/>
    <w:rsid w:val="00DC0B56"/>
    <w:rsid w:val="00DC462E"/>
    <w:rsid w:val="00DD0802"/>
    <w:rsid w:val="00DD7018"/>
    <w:rsid w:val="00DD7715"/>
    <w:rsid w:val="00DE1727"/>
    <w:rsid w:val="00DE1BB5"/>
    <w:rsid w:val="00DE48D3"/>
    <w:rsid w:val="00DF09C9"/>
    <w:rsid w:val="00DF0B38"/>
    <w:rsid w:val="00DF1CAD"/>
    <w:rsid w:val="00DF7F65"/>
    <w:rsid w:val="00E01010"/>
    <w:rsid w:val="00E02F3D"/>
    <w:rsid w:val="00E03411"/>
    <w:rsid w:val="00E03956"/>
    <w:rsid w:val="00E05D0E"/>
    <w:rsid w:val="00E06B6A"/>
    <w:rsid w:val="00E11F14"/>
    <w:rsid w:val="00E25B53"/>
    <w:rsid w:val="00E4394D"/>
    <w:rsid w:val="00E473E9"/>
    <w:rsid w:val="00E50407"/>
    <w:rsid w:val="00E55F5C"/>
    <w:rsid w:val="00E56298"/>
    <w:rsid w:val="00E562B5"/>
    <w:rsid w:val="00E67A42"/>
    <w:rsid w:val="00E772E9"/>
    <w:rsid w:val="00E9109B"/>
    <w:rsid w:val="00E92357"/>
    <w:rsid w:val="00E93D02"/>
    <w:rsid w:val="00E93D3F"/>
    <w:rsid w:val="00EA2841"/>
    <w:rsid w:val="00EA288F"/>
    <w:rsid w:val="00EA45B6"/>
    <w:rsid w:val="00EA46AA"/>
    <w:rsid w:val="00EA6B15"/>
    <w:rsid w:val="00EB02A9"/>
    <w:rsid w:val="00EB36E1"/>
    <w:rsid w:val="00EB4A8A"/>
    <w:rsid w:val="00EC10E4"/>
    <w:rsid w:val="00EC237B"/>
    <w:rsid w:val="00EC4935"/>
    <w:rsid w:val="00EC5086"/>
    <w:rsid w:val="00ED084C"/>
    <w:rsid w:val="00ED1781"/>
    <w:rsid w:val="00ED58C3"/>
    <w:rsid w:val="00EE0228"/>
    <w:rsid w:val="00EE206F"/>
    <w:rsid w:val="00EE4A78"/>
    <w:rsid w:val="00EE5277"/>
    <w:rsid w:val="00EE777F"/>
    <w:rsid w:val="00EF1D6D"/>
    <w:rsid w:val="00EF207B"/>
    <w:rsid w:val="00EF4551"/>
    <w:rsid w:val="00EF521B"/>
    <w:rsid w:val="00EF7570"/>
    <w:rsid w:val="00F001F1"/>
    <w:rsid w:val="00F01045"/>
    <w:rsid w:val="00F03414"/>
    <w:rsid w:val="00F03BC1"/>
    <w:rsid w:val="00F041FD"/>
    <w:rsid w:val="00F251EA"/>
    <w:rsid w:val="00F3240B"/>
    <w:rsid w:val="00F32EB8"/>
    <w:rsid w:val="00F32FB2"/>
    <w:rsid w:val="00F36AAA"/>
    <w:rsid w:val="00F4066A"/>
    <w:rsid w:val="00F4119A"/>
    <w:rsid w:val="00F4510E"/>
    <w:rsid w:val="00F46C0E"/>
    <w:rsid w:val="00F470DF"/>
    <w:rsid w:val="00F47E19"/>
    <w:rsid w:val="00F51AE7"/>
    <w:rsid w:val="00F63056"/>
    <w:rsid w:val="00F655AF"/>
    <w:rsid w:val="00F70C93"/>
    <w:rsid w:val="00F71345"/>
    <w:rsid w:val="00F71ED0"/>
    <w:rsid w:val="00F71EEF"/>
    <w:rsid w:val="00F730C5"/>
    <w:rsid w:val="00F7340D"/>
    <w:rsid w:val="00F736B7"/>
    <w:rsid w:val="00F80A84"/>
    <w:rsid w:val="00F81996"/>
    <w:rsid w:val="00F85845"/>
    <w:rsid w:val="00F85F14"/>
    <w:rsid w:val="00F86435"/>
    <w:rsid w:val="00F91667"/>
    <w:rsid w:val="00F95EAB"/>
    <w:rsid w:val="00FA19CF"/>
    <w:rsid w:val="00FA350E"/>
    <w:rsid w:val="00FA65F3"/>
    <w:rsid w:val="00FB076A"/>
    <w:rsid w:val="00FB32DC"/>
    <w:rsid w:val="00FB483C"/>
    <w:rsid w:val="00FB5554"/>
    <w:rsid w:val="00FB5771"/>
    <w:rsid w:val="00FC0A81"/>
    <w:rsid w:val="00FC1BEE"/>
    <w:rsid w:val="00FC77EA"/>
    <w:rsid w:val="00FC7AB7"/>
    <w:rsid w:val="00FD375E"/>
    <w:rsid w:val="00FD7590"/>
    <w:rsid w:val="00FD7962"/>
    <w:rsid w:val="00FE1782"/>
    <w:rsid w:val="00FE720B"/>
    <w:rsid w:val="00FF1D6A"/>
    <w:rsid w:val="00FF4893"/>
    <w:rsid w:val="00FF56EE"/>
    <w:rsid w:val="00FF79E3"/>
    <w:rsid w:val="1A06E7D9"/>
    <w:rsid w:val="22E50311"/>
    <w:rsid w:val="277006CF"/>
    <w:rsid w:val="2FEFD05F"/>
    <w:rsid w:val="3C74AD14"/>
    <w:rsid w:val="5C8D699F"/>
    <w:rsid w:val="627E94B3"/>
    <w:rsid w:val="6F67F0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D0FF1"/>
  <w15:docId w15:val="{268A29EC-EAE1-4FBD-BF78-598BBCCBC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7"/>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7"/>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7"/>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18"/>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19"/>
      </w:numPr>
    </w:pPr>
  </w:style>
  <w:style w:type="numbering" w:customStyle="1" w:styleId="WWNum2">
    <w:name w:val="WWNum2"/>
    <w:basedOn w:val="Bezlisty"/>
    <w:rsid w:val="00634A85"/>
    <w:pPr>
      <w:numPr>
        <w:numId w:val="20"/>
      </w:numPr>
    </w:pPr>
  </w:style>
  <w:style w:type="numbering" w:customStyle="1" w:styleId="WWNum3">
    <w:name w:val="WWNum3"/>
    <w:basedOn w:val="Bezlisty"/>
    <w:rsid w:val="00634A85"/>
    <w:pPr>
      <w:numPr>
        <w:numId w:val="21"/>
      </w:numPr>
    </w:pPr>
  </w:style>
  <w:style w:type="numbering" w:customStyle="1" w:styleId="WWNum4">
    <w:name w:val="WWNum4"/>
    <w:basedOn w:val="Bezlisty"/>
    <w:rsid w:val="00634A85"/>
    <w:pPr>
      <w:numPr>
        <w:numId w:val="22"/>
      </w:numPr>
    </w:pPr>
  </w:style>
  <w:style w:type="numbering" w:customStyle="1" w:styleId="WWNum5">
    <w:name w:val="WWNum5"/>
    <w:basedOn w:val="Bezlisty"/>
    <w:rsid w:val="00634A85"/>
    <w:pPr>
      <w:numPr>
        <w:numId w:val="23"/>
      </w:numPr>
    </w:pPr>
  </w:style>
  <w:style w:type="numbering" w:customStyle="1" w:styleId="WWNum6">
    <w:name w:val="WWNum6"/>
    <w:basedOn w:val="Bezlisty"/>
    <w:rsid w:val="00634A85"/>
    <w:pPr>
      <w:numPr>
        <w:numId w:val="24"/>
      </w:numPr>
    </w:pPr>
  </w:style>
  <w:style w:type="paragraph" w:customStyle="1" w:styleId="listaopisROSTWLP">
    <w:name w:val="lista opis ROSTWLP"/>
    <w:basedOn w:val="Normalny"/>
    <w:link w:val="listaopisROSTWLPZnak"/>
    <w:qFormat/>
    <w:rsid w:val="00634A85"/>
    <w:pPr>
      <w:numPr>
        <w:numId w:val="17"/>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25"/>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8"/>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9"/>
      </w:numPr>
    </w:pPr>
  </w:style>
  <w:style w:type="numbering" w:customStyle="1" w:styleId="WWNum21">
    <w:name w:val="WWNum21"/>
    <w:basedOn w:val="Bezlisty"/>
    <w:rsid w:val="00634A85"/>
    <w:pPr>
      <w:numPr>
        <w:numId w:val="10"/>
      </w:numPr>
    </w:pPr>
  </w:style>
  <w:style w:type="numbering" w:customStyle="1" w:styleId="WWNum31">
    <w:name w:val="WWNum31"/>
    <w:basedOn w:val="Bezlisty"/>
    <w:rsid w:val="00634A85"/>
    <w:pPr>
      <w:numPr>
        <w:numId w:val="11"/>
      </w:numPr>
    </w:pPr>
  </w:style>
  <w:style w:type="numbering" w:customStyle="1" w:styleId="WWNum41">
    <w:name w:val="WWNum41"/>
    <w:basedOn w:val="Bezlisty"/>
    <w:rsid w:val="00634A85"/>
    <w:pPr>
      <w:numPr>
        <w:numId w:val="12"/>
      </w:numPr>
    </w:pPr>
  </w:style>
  <w:style w:type="numbering" w:customStyle="1" w:styleId="WWNum51">
    <w:name w:val="WWNum51"/>
    <w:basedOn w:val="Bezlisty"/>
    <w:rsid w:val="00634A85"/>
    <w:pPr>
      <w:numPr>
        <w:numId w:val="13"/>
      </w:numPr>
    </w:pPr>
  </w:style>
  <w:style w:type="numbering" w:customStyle="1" w:styleId="WWNum61">
    <w:name w:val="WWNum61"/>
    <w:basedOn w:val="Bezlisty"/>
    <w:rsid w:val="00634A85"/>
    <w:pPr>
      <w:numPr>
        <w:numId w:val="14"/>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990338">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B65DCA3419C374B9120669A29594A1B" ma:contentTypeVersion="12" ma:contentTypeDescription="Utwórz nowy dokument." ma:contentTypeScope="" ma:versionID="9aa78ffe1b271d0d3b20bf66565d8c6b">
  <xsd:schema xmlns:xsd="http://www.w3.org/2001/XMLSchema" xmlns:xs="http://www.w3.org/2001/XMLSchema" xmlns:p="http://schemas.microsoft.com/office/2006/metadata/properties" xmlns:ns3="1c668559-5b89-40ac-9229-a1bda4748c92" xmlns:ns4="933e4156-97c0-42f1-a380-9c88ab4eba24" targetNamespace="http://schemas.microsoft.com/office/2006/metadata/properties" ma:root="true" ma:fieldsID="a19c36fea73d2fe4719c105a9b537f30" ns3:_="" ns4:_="">
    <xsd:import namespace="1c668559-5b89-40ac-9229-a1bda4748c92"/>
    <xsd:import namespace="933e4156-97c0-42f1-a380-9c88ab4eba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_activity"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8559-5b89-40ac-9229-a1bda4748c9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e4156-97c0-42f1-a380-9c88ab4eba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933e4156-97c0-42f1-a380-9c88ab4eba2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B79F37-93DC-4AC8-B010-1EF7D8A65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68559-5b89-40ac-9229-a1bda4748c92"/>
    <ds:schemaRef ds:uri="933e4156-97c0-42f1-a380-9c88ab4e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791B7F-6D76-4EC8-B07E-F1E4A5B9FB26}">
  <ds:schemaRefs>
    <ds:schemaRef ds:uri="http://schemas.microsoft.com/office/2006/metadata/properties"/>
    <ds:schemaRef ds:uri="http://schemas.microsoft.com/office/infopath/2007/PartnerControls"/>
    <ds:schemaRef ds:uri="933e4156-97c0-42f1-a380-9c88ab4eba24"/>
  </ds:schemaRefs>
</ds:datastoreItem>
</file>

<file path=customXml/itemProps3.xml><?xml version="1.0" encoding="utf-8"?>
<ds:datastoreItem xmlns:ds="http://schemas.openxmlformats.org/officeDocument/2006/customXml" ds:itemID="{79064189-9A7D-4130-8C57-ABC847AAB853}">
  <ds:schemaRefs>
    <ds:schemaRef ds:uri="http://schemas.microsoft.com/sharepoint/v3/contenttype/forms"/>
  </ds:schemaRefs>
</ds:datastoreItem>
</file>

<file path=customXml/itemProps4.xml><?xml version="1.0" encoding="utf-8"?>
<ds:datastoreItem xmlns:ds="http://schemas.openxmlformats.org/officeDocument/2006/customXml" ds:itemID="{DF9BCF4B-6833-406E-9915-B16D829B2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150</Pages>
  <Words>42280</Words>
  <Characters>253684</Characters>
  <Application>Microsoft Office Word</Application>
  <DocSecurity>0</DocSecurity>
  <Lines>2114</Lines>
  <Paragraphs>590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Tomasz Baranowski</cp:lastModifiedBy>
  <cp:revision>46</cp:revision>
  <cp:lastPrinted>2023-09-13T11:25:00Z</cp:lastPrinted>
  <dcterms:created xsi:type="dcterms:W3CDTF">2023-10-09T10:17:00Z</dcterms:created>
  <dcterms:modified xsi:type="dcterms:W3CDTF">2023-10-25T09:21:00Z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0x010100EB65DCA3419C374B9120669A29594A1B</vt:lpwstr>
  </property>
</Properties>
</file>