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DB695" w14:textId="78ACFA49" w:rsidR="004557B2" w:rsidRPr="00AF185F" w:rsidRDefault="004557B2" w:rsidP="00097E23">
      <w:pPr>
        <w:pStyle w:val="Default"/>
        <w:rPr>
          <w:rFonts w:asciiTheme="minorHAnsi" w:hAnsiTheme="minorHAnsi" w:cstheme="minorHAnsi"/>
        </w:rPr>
      </w:pPr>
      <w:r w:rsidRPr="00AF185F">
        <w:rPr>
          <w:rFonts w:asciiTheme="minorHAnsi" w:hAnsiTheme="minorHAnsi" w:cstheme="minorHAnsi"/>
        </w:rPr>
        <w:t xml:space="preserve">Dot. </w:t>
      </w:r>
      <w:r w:rsidR="001E4F9D" w:rsidRPr="00AF185F">
        <w:rPr>
          <w:rFonts w:asciiTheme="minorHAnsi" w:hAnsiTheme="minorHAnsi" w:cstheme="minorHAnsi"/>
        </w:rPr>
        <w:t xml:space="preserve"> </w:t>
      </w:r>
      <w:r w:rsidR="007B7585" w:rsidRPr="00AF185F">
        <w:rPr>
          <w:rFonts w:asciiTheme="minorHAnsi" w:hAnsiTheme="minorHAnsi" w:cstheme="minorHAnsi"/>
        </w:rPr>
        <w:t>DAIP.WOKRM.0102.189.1.2021</w:t>
      </w:r>
    </w:p>
    <w:p w14:paraId="0DD7947A" w14:textId="77777777" w:rsidR="00F7307D" w:rsidRPr="00472D20" w:rsidRDefault="00F7307D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472D20">
        <w:rPr>
          <w:rFonts w:asciiTheme="minorHAnsi" w:eastAsia="Calibri" w:hAnsiTheme="minorHAnsi" w:cstheme="minorHAnsi"/>
          <w:b/>
          <w:lang w:eastAsia="en-US"/>
        </w:rPr>
        <w:t xml:space="preserve">Pani </w:t>
      </w:r>
    </w:p>
    <w:p w14:paraId="414269E3" w14:textId="4007085C" w:rsidR="00F7307D" w:rsidRPr="00472D20" w:rsidRDefault="004B5CA3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472D20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29C6F38D" w14:textId="77777777" w:rsidR="008A1D3B" w:rsidRPr="00472D20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472D20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472D20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472D20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472D20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472D20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034F4E9A" w:rsidR="000A71A0" w:rsidRPr="00AF185F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AF185F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FC4E19" w:rsidRPr="00AF185F">
        <w:rPr>
          <w:rFonts w:asciiTheme="minorHAnsi" w:eastAsia="Calibri" w:hAnsiTheme="minorHAnsi" w:cstheme="minorHAnsi"/>
          <w:i/>
          <w:iCs/>
          <w:lang w:eastAsia="en-US"/>
        </w:rPr>
        <w:t>a</w:t>
      </w:r>
      <w:r w:rsidRPr="00AF185F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CA4294" w:rsidRPr="00AF185F">
        <w:rPr>
          <w:rFonts w:asciiTheme="minorHAnsi" w:eastAsia="Calibri" w:hAnsiTheme="minorHAnsi" w:cstheme="minorHAnsi"/>
          <w:i/>
          <w:iCs/>
          <w:lang w:eastAsia="en-US"/>
        </w:rPr>
        <w:t xml:space="preserve"> Sekretarz</w:t>
      </w:r>
      <w:r w:rsidR="00E32DC4" w:rsidRPr="00AF185F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00A58BF9" w14:textId="37C862A5" w:rsidR="00300251" w:rsidRPr="00AF185F" w:rsidRDefault="00472D20" w:rsidP="00472D20">
      <w:pPr>
        <w:spacing w:before="120" w:after="120"/>
        <w:ind w:firstLine="708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</w:rPr>
        <w:t>w związku z przewidzianym do rozpatrzenia</w:t>
      </w:r>
      <w:r w:rsidR="00726045" w:rsidRPr="00AF185F">
        <w:rPr>
          <w:rFonts w:asciiTheme="minorHAnsi" w:hAnsiTheme="minorHAnsi" w:cstheme="minorHAnsi"/>
        </w:rPr>
        <w:t xml:space="preserve"> </w:t>
      </w:r>
      <w:r w:rsidRPr="00472D20">
        <w:rPr>
          <w:rFonts w:asciiTheme="minorHAnsi" w:hAnsiTheme="minorHAnsi" w:cstheme="minorHAnsi"/>
          <w:bCs/>
          <w:iCs/>
        </w:rPr>
        <w:t>przez Komitet Rady Ministrów do spraw Cyfryzacji</w:t>
      </w:r>
      <w:r w:rsidRPr="00472D20">
        <w:rPr>
          <w:rFonts w:asciiTheme="minorHAnsi" w:hAnsiTheme="minorHAnsi" w:cstheme="minorHAnsi"/>
        </w:rPr>
        <w:t xml:space="preserve"> </w:t>
      </w:r>
      <w:r w:rsidR="00DF0C95" w:rsidRPr="00AF185F">
        <w:rPr>
          <w:rFonts w:asciiTheme="minorHAnsi" w:hAnsiTheme="minorHAnsi" w:cstheme="minorHAnsi"/>
          <w:b/>
        </w:rPr>
        <w:t>projekt</w:t>
      </w:r>
      <w:r>
        <w:rPr>
          <w:rFonts w:asciiTheme="minorHAnsi" w:hAnsiTheme="minorHAnsi" w:cstheme="minorHAnsi"/>
          <w:b/>
        </w:rPr>
        <w:t>u</w:t>
      </w:r>
      <w:r w:rsidR="00DF0C95" w:rsidRPr="00AF185F">
        <w:rPr>
          <w:rFonts w:asciiTheme="minorHAnsi" w:hAnsiTheme="minorHAnsi" w:cstheme="minorHAnsi"/>
          <w:b/>
        </w:rPr>
        <w:t xml:space="preserve"> rozporządzenia Ministra Sprawiedliwości w sprawie sposobu i trybu prowadzenia akt oraz zbioru dokumentów, w tym stosowania urządzeń ewidencyjnych, a</w:t>
      </w:r>
      <w:r>
        <w:rPr>
          <w:rFonts w:asciiTheme="minorHAnsi" w:hAnsiTheme="minorHAnsi" w:cstheme="minorHAnsi"/>
          <w:b/>
        </w:rPr>
        <w:t> </w:t>
      </w:r>
      <w:r w:rsidR="00DF0C95" w:rsidRPr="00AF185F">
        <w:rPr>
          <w:rFonts w:asciiTheme="minorHAnsi" w:hAnsiTheme="minorHAnsi" w:cstheme="minorHAnsi"/>
          <w:b/>
        </w:rPr>
        <w:t>także udostępniania tych akt oraz zbioru dokumentów w postępowaniu upadłościowym wobec osób fizycznych nieprowadzących działalności gospodarczej</w:t>
      </w:r>
      <w:r w:rsidR="00097E23" w:rsidRPr="00AF185F">
        <w:rPr>
          <w:rFonts w:asciiTheme="minorHAnsi" w:hAnsiTheme="minorHAnsi" w:cstheme="minorHAnsi"/>
          <w:b/>
          <w:iCs/>
        </w:rPr>
        <w:t xml:space="preserve"> </w:t>
      </w:r>
      <w:r w:rsidR="00FC4E19" w:rsidRPr="00472D20">
        <w:rPr>
          <w:rFonts w:asciiTheme="minorHAnsi" w:hAnsiTheme="minorHAnsi" w:cstheme="minorHAnsi"/>
          <w:bCs/>
          <w:iCs/>
        </w:rPr>
        <w:t>(</w:t>
      </w:r>
      <w:r w:rsidRPr="00472D20">
        <w:rPr>
          <w:rFonts w:asciiTheme="minorHAnsi" w:hAnsiTheme="minorHAnsi" w:cstheme="minorHAnsi"/>
          <w:bCs/>
          <w:iCs/>
        </w:rPr>
        <w:t>n</w:t>
      </w:r>
      <w:r w:rsidR="00154F7D" w:rsidRPr="00472D20">
        <w:rPr>
          <w:rFonts w:asciiTheme="minorHAnsi" w:hAnsiTheme="minorHAnsi" w:cstheme="minorHAnsi"/>
          <w:bCs/>
          <w:iCs/>
        </w:rPr>
        <w:t>r</w:t>
      </w:r>
      <w:r w:rsidRPr="00472D20">
        <w:rPr>
          <w:rFonts w:asciiTheme="minorHAnsi" w:hAnsiTheme="minorHAnsi" w:cstheme="minorHAnsi"/>
          <w:bCs/>
          <w:iCs/>
        </w:rPr>
        <w:t xml:space="preserve"> z wykazu MS</w:t>
      </w:r>
      <w:r w:rsidR="00154F7D" w:rsidRPr="00472D20">
        <w:rPr>
          <w:rFonts w:asciiTheme="minorHAnsi" w:hAnsiTheme="minorHAnsi" w:cstheme="minorHAnsi"/>
          <w:bCs/>
          <w:iCs/>
        </w:rPr>
        <w:t xml:space="preserve"> </w:t>
      </w:r>
      <w:r w:rsidR="00154F7D" w:rsidRPr="00472D20">
        <w:rPr>
          <w:rFonts w:asciiTheme="minorHAnsi" w:hAnsiTheme="minorHAnsi" w:cstheme="minorHAnsi"/>
          <w:bCs/>
          <w:color w:val="000000"/>
        </w:rPr>
        <w:t>A42</w:t>
      </w:r>
      <w:r w:rsidR="00DF0C95" w:rsidRPr="00472D20">
        <w:rPr>
          <w:rFonts w:asciiTheme="minorHAnsi" w:hAnsiTheme="minorHAnsi" w:cstheme="minorHAnsi"/>
          <w:bCs/>
          <w:color w:val="000000"/>
        </w:rPr>
        <w:t>1</w:t>
      </w:r>
      <w:r w:rsidR="00FC4E19" w:rsidRPr="00472D20">
        <w:rPr>
          <w:rFonts w:asciiTheme="minorHAnsi" w:hAnsiTheme="minorHAnsi" w:cstheme="minorHAnsi"/>
          <w:bCs/>
          <w:iCs/>
        </w:rPr>
        <w:t xml:space="preserve">), </w:t>
      </w:r>
      <w:r w:rsidR="00726045" w:rsidRPr="00AF185F">
        <w:rPr>
          <w:rFonts w:asciiTheme="minorHAnsi" w:hAnsiTheme="minorHAnsi" w:cstheme="minorHAnsi"/>
          <w:spacing w:val="-6"/>
        </w:rPr>
        <w:t>w</w:t>
      </w:r>
      <w:r>
        <w:rPr>
          <w:rFonts w:asciiTheme="minorHAnsi" w:hAnsiTheme="minorHAnsi" w:cstheme="minorHAnsi"/>
          <w:spacing w:val="-6"/>
        </w:rPr>
        <w:t> </w:t>
      </w:r>
      <w:r w:rsidR="00726045" w:rsidRPr="00AF185F">
        <w:rPr>
          <w:rFonts w:asciiTheme="minorHAnsi" w:hAnsiTheme="minorHAnsi" w:cstheme="minorHAnsi"/>
          <w:spacing w:val="-6"/>
        </w:rPr>
        <w:t xml:space="preserve">załączeniu </w:t>
      </w:r>
      <w:r>
        <w:rPr>
          <w:rFonts w:asciiTheme="minorHAnsi" w:hAnsiTheme="minorHAnsi" w:cstheme="minorHAnsi"/>
          <w:spacing w:val="-6"/>
        </w:rPr>
        <w:t xml:space="preserve">uprzejmie </w:t>
      </w:r>
      <w:r w:rsidR="00726045" w:rsidRPr="00AF185F">
        <w:rPr>
          <w:rFonts w:asciiTheme="minorHAnsi" w:hAnsiTheme="minorHAnsi" w:cstheme="minorHAnsi"/>
          <w:spacing w:val="-6"/>
        </w:rPr>
        <w:t>przekazuję tabelę zawierającą</w:t>
      </w:r>
      <w:r w:rsidR="00726045" w:rsidRPr="00AF185F">
        <w:rPr>
          <w:rFonts w:asciiTheme="minorHAnsi" w:hAnsiTheme="minorHAnsi" w:cstheme="minorHAnsi"/>
        </w:rPr>
        <w:t xml:space="preserve"> </w:t>
      </w:r>
      <w:r w:rsidR="00F7307D" w:rsidRPr="00AF185F">
        <w:rPr>
          <w:rFonts w:asciiTheme="minorHAnsi" w:hAnsiTheme="minorHAnsi" w:cstheme="minorHAnsi"/>
          <w:spacing w:val="-6"/>
        </w:rPr>
        <w:t xml:space="preserve">uwagi </w:t>
      </w:r>
      <w:r w:rsidR="00855334" w:rsidRPr="00AF185F">
        <w:rPr>
          <w:rFonts w:asciiTheme="minorHAnsi" w:hAnsiTheme="minorHAnsi" w:cstheme="minorHAnsi"/>
          <w:spacing w:val="-6"/>
        </w:rPr>
        <w:t xml:space="preserve">do </w:t>
      </w:r>
      <w:r w:rsidR="00726045" w:rsidRPr="00AF185F">
        <w:rPr>
          <w:rFonts w:asciiTheme="minorHAnsi" w:hAnsiTheme="minorHAnsi" w:cstheme="minorHAnsi"/>
          <w:spacing w:val="-6"/>
        </w:rPr>
        <w:t>przedmiotow</w:t>
      </w:r>
      <w:r w:rsidR="00855334" w:rsidRPr="00AF185F">
        <w:rPr>
          <w:rFonts w:asciiTheme="minorHAnsi" w:hAnsiTheme="minorHAnsi" w:cstheme="minorHAnsi"/>
          <w:spacing w:val="-6"/>
        </w:rPr>
        <w:t>ego</w:t>
      </w:r>
      <w:r w:rsidR="00726045" w:rsidRPr="00AF185F">
        <w:rPr>
          <w:rFonts w:asciiTheme="minorHAnsi" w:hAnsiTheme="minorHAnsi" w:cstheme="minorHAnsi"/>
          <w:spacing w:val="-6"/>
        </w:rPr>
        <w:t xml:space="preserve"> dokument</w:t>
      </w:r>
      <w:r w:rsidR="00855334" w:rsidRPr="00AF185F">
        <w:rPr>
          <w:rFonts w:asciiTheme="minorHAnsi" w:hAnsiTheme="minorHAnsi" w:cstheme="minorHAnsi"/>
          <w:spacing w:val="-6"/>
        </w:rPr>
        <w:t>u</w:t>
      </w:r>
      <w:r w:rsidR="00176E9D" w:rsidRPr="00AF185F">
        <w:rPr>
          <w:rFonts w:asciiTheme="minorHAnsi" w:hAnsiTheme="minorHAnsi" w:cstheme="minorHAnsi"/>
          <w:spacing w:val="-6"/>
        </w:rPr>
        <w:t>.</w:t>
      </w:r>
    </w:p>
    <w:p w14:paraId="61614DA6" w14:textId="77777777" w:rsidR="000A71A0" w:rsidRPr="00AF185F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</w:rPr>
      </w:pPr>
      <w:r w:rsidRPr="00AF185F">
        <w:rPr>
          <w:rFonts w:asciiTheme="minorHAnsi" w:hAnsiTheme="minorHAnsi" w:cstheme="minorHAnsi"/>
          <w:i/>
          <w:iCs/>
        </w:rPr>
        <w:t>Z poważaniem</w:t>
      </w:r>
    </w:p>
    <w:p w14:paraId="507BDA49" w14:textId="4E7D574A" w:rsidR="000A71A0" w:rsidRPr="00AF185F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F185F">
        <w:rPr>
          <w:rFonts w:asciiTheme="minorHAnsi" w:hAnsiTheme="minorHAnsi" w:cstheme="minorHAnsi"/>
          <w:b/>
          <w:bCs/>
        </w:rPr>
        <w:t xml:space="preserve">z up. </w:t>
      </w:r>
      <w:r w:rsidR="001D2CEF" w:rsidRPr="00AF185F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AF185F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F185F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AF185F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AF185F">
        <w:rPr>
          <w:rFonts w:asciiTheme="minorHAnsi" w:hAnsiTheme="minorHAnsi" w:cstheme="minorHAnsi"/>
          <w:b/>
          <w:bCs/>
        </w:rPr>
        <w:t>w Kancelarii Prezesa Rady Ministrów</w:t>
      </w:r>
    </w:p>
    <w:p w14:paraId="0F43274D" w14:textId="180DB5ED" w:rsidR="00E5203E" w:rsidRPr="00AF185F" w:rsidRDefault="00E5203E" w:rsidP="00E5203E">
      <w:pPr>
        <w:ind w:left="3969"/>
        <w:jc w:val="center"/>
        <w:rPr>
          <w:rFonts w:asciiTheme="minorHAnsi" w:hAnsiTheme="minorHAnsi" w:cstheme="minorHAnsi"/>
          <w:i/>
        </w:rPr>
      </w:pPr>
      <w:r w:rsidRPr="00AF185F">
        <w:rPr>
          <w:rFonts w:asciiTheme="minorHAnsi" w:hAnsiTheme="minorHAnsi" w:cstheme="minorHAnsi"/>
          <w:i/>
        </w:rPr>
        <w:t xml:space="preserve"> </w:t>
      </w:r>
      <w:r w:rsidR="006655DA" w:rsidRPr="00AF185F">
        <w:rPr>
          <w:rFonts w:asciiTheme="minorHAnsi" w:hAnsiTheme="minorHAnsi" w:cstheme="minorHAnsi"/>
          <w:i/>
        </w:rPr>
        <w:t xml:space="preserve">         </w:t>
      </w:r>
      <w:r w:rsidRPr="00AF185F">
        <w:rPr>
          <w:rFonts w:asciiTheme="minorHAnsi" w:hAnsiTheme="minorHAnsi" w:cstheme="minorHAnsi"/>
          <w:i/>
        </w:rPr>
        <w:t xml:space="preserve">  /podpisano kwalifikowanym podpisem elektronicznym/</w:t>
      </w:r>
    </w:p>
    <w:p w14:paraId="7B8543AE" w14:textId="494427F0" w:rsidR="00FD0447" w:rsidRPr="00AF185F" w:rsidRDefault="00FD0447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AF185F">
        <w:rPr>
          <w:rFonts w:asciiTheme="minorHAnsi" w:hAnsiTheme="minorHAnsi" w:cstheme="minorHAnsi"/>
          <w:b/>
          <w:bCs/>
        </w:rPr>
        <w:br w:type="page"/>
      </w:r>
    </w:p>
    <w:p w14:paraId="53C70E75" w14:textId="77777777" w:rsidR="00E5203E" w:rsidRPr="00AF185F" w:rsidRDefault="00E5203E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</w:p>
    <w:tbl>
      <w:tblPr>
        <w:tblW w:w="10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2"/>
        <w:gridCol w:w="1418"/>
        <w:gridCol w:w="3119"/>
        <w:gridCol w:w="3405"/>
        <w:gridCol w:w="1417"/>
      </w:tblGrid>
      <w:tr w:rsidR="004B5CA3" w:rsidRPr="00AF185F" w14:paraId="4F77C94C" w14:textId="77777777" w:rsidTr="00555122">
        <w:trPr>
          <w:jc w:val="center"/>
        </w:trPr>
        <w:tc>
          <w:tcPr>
            <w:tcW w:w="10913" w:type="dxa"/>
            <w:gridSpan w:val="6"/>
            <w:shd w:val="clear" w:color="auto" w:fill="auto"/>
            <w:vAlign w:val="center"/>
          </w:tcPr>
          <w:p w14:paraId="71C9380A" w14:textId="6EB4C757" w:rsidR="004B5CA3" w:rsidRPr="00AF185F" w:rsidRDefault="004B5CA3" w:rsidP="00DF0C95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F185F">
              <w:rPr>
                <w:rFonts w:asciiTheme="minorHAnsi" w:hAnsiTheme="minorHAnsi" w:cstheme="minorHAnsi"/>
                <w:b/>
                <w:bCs/>
                <w:i/>
              </w:rPr>
              <w:t>Nazwa dokumentu:</w:t>
            </w:r>
            <w:r w:rsidRPr="00AF185F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DF0C95" w:rsidRPr="00AF185F">
              <w:rPr>
                <w:rFonts w:asciiTheme="minorHAnsi" w:hAnsiTheme="minorHAnsi" w:cstheme="minorHAnsi"/>
                <w:bCs/>
                <w:i/>
                <w:iCs/>
              </w:rPr>
              <w:t>Projekt rozporządzenia Ministra Sprawiedliwości w sprawie sposobu i trybu prowadzenia akt oraz zbioru dokumentów, w tym stosowania urządzeń ewidencyjnych, a także udostępniania tych akt oraz zbioru dokumentów w postępowaniu upadłościowym wobec osób fizycznych nieprowadzących działalności gospodarczej</w:t>
            </w:r>
            <w:r w:rsidR="00E049BC" w:rsidRPr="00AF185F">
              <w:rPr>
                <w:rFonts w:asciiTheme="minorHAnsi" w:hAnsiTheme="minorHAnsi" w:cstheme="minorHAnsi"/>
                <w:bCs/>
                <w:i/>
                <w:iCs/>
              </w:rPr>
              <w:t xml:space="preserve"> (Nr  A42</w:t>
            </w:r>
            <w:r w:rsidR="00DF0C95" w:rsidRPr="00AF185F">
              <w:rPr>
                <w:rFonts w:asciiTheme="minorHAnsi" w:hAnsiTheme="minorHAnsi" w:cstheme="minorHAnsi"/>
                <w:bCs/>
                <w:i/>
                <w:iCs/>
              </w:rPr>
              <w:t>1</w:t>
            </w:r>
            <w:r w:rsidR="00E049BC" w:rsidRPr="00AF185F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4B5CA3" w:rsidRPr="00AF185F" w14:paraId="2493A109" w14:textId="77777777" w:rsidTr="005B4F2E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1725794" w14:textId="77777777" w:rsidR="004B5CA3" w:rsidRPr="00AF185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F185F">
              <w:rPr>
                <w:rFonts w:asciiTheme="minorHAnsi" w:hAnsiTheme="minorHAnsi" w:cstheme="minorHAnsi"/>
                <w:b/>
                <w:bCs/>
                <w:i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96A2FA" w14:textId="77777777" w:rsidR="004B5CA3" w:rsidRPr="00AF185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F185F">
              <w:rPr>
                <w:rFonts w:asciiTheme="minorHAnsi" w:hAnsiTheme="minorHAnsi" w:cstheme="minorHAnsi"/>
                <w:b/>
                <w:bCs/>
                <w:i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F74555" w14:textId="77777777" w:rsidR="004B5CA3" w:rsidRPr="00AF185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F185F">
              <w:rPr>
                <w:rFonts w:asciiTheme="minorHAnsi" w:hAnsiTheme="minorHAnsi" w:cstheme="minorHAnsi"/>
                <w:b/>
                <w:bCs/>
                <w:i/>
              </w:rPr>
              <w:t>Jednostka redakcyjna, do której wnoszone są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C2BB907" w14:textId="77777777" w:rsidR="004B5CA3" w:rsidRPr="00AF185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F185F">
              <w:rPr>
                <w:rFonts w:asciiTheme="minorHAnsi" w:hAnsiTheme="minorHAnsi" w:cstheme="minorHAnsi"/>
                <w:b/>
                <w:bCs/>
                <w:i/>
              </w:rPr>
              <w:t>Treść uwagi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246611A5" w14:textId="77777777" w:rsidR="004B5CA3" w:rsidRPr="00AF185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F185F">
              <w:rPr>
                <w:rFonts w:asciiTheme="minorHAnsi" w:hAnsiTheme="minorHAnsi" w:cstheme="minorHAnsi"/>
                <w:b/>
                <w:bCs/>
                <w:i/>
              </w:rPr>
              <w:t>Propozycja zmian zapisu</w:t>
            </w:r>
          </w:p>
        </w:tc>
        <w:tc>
          <w:tcPr>
            <w:tcW w:w="1417" w:type="dxa"/>
            <w:vAlign w:val="center"/>
          </w:tcPr>
          <w:p w14:paraId="7ABFA115" w14:textId="77777777" w:rsidR="004B5CA3" w:rsidRPr="00AF185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F185F">
              <w:rPr>
                <w:rFonts w:asciiTheme="minorHAnsi" w:hAnsiTheme="minorHAnsi" w:cstheme="minorHAnsi"/>
                <w:b/>
                <w:bCs/>
                <w:i/>
              </w:rPr>
              <w:t>Odniesienie do uwagi</w:t>
            </w:r>
          </w:p>
        </w:tc>
      </w:tr>
      <w:tr w:rsidR="004B5CA3" w:rsidRPr="00AF185F" w14:paraId="6268CDE0" w14:textId="77777777" w:rsidTr="005B4F2E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E959A3B" w14:textId="77777777" w:rsidR="004B5CA3" w:rsidRPr="00AF185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AF185F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4A999B" w14:textId="77777777" w:rsidR="004B5CA3" w:rsidRPr="00AF185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AF185F">
              <w:rPr>
                <w:rFonts w:asciiTheme="minorHAnsi" w:hAnsiTheme="minorHAnsi" w:cstheme="minorHAnsi"/>
                <w:b/>
                <w:bCs/>
              </w:rPr>
              <w:t>MC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F3B6C9" w14:textId="40BB4945" w:rsidR="004B5CA3" w:rsidRPr="00AF185F" w:rsidRDefault="00F6794C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AF185F">
              <w:rPr>
                <w:rFonts w:asciiTheme="minorHAnsi" w:hAnsiTheme="minorHAnsi" w:cstheme="minorHAnsi"/>
                <w:b/>
                <w:bCs/>
              </w:rPr>
              <w:t>Uwaga ogólna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BCE3DFA" w14:textId="011AA177" w:rsidR="00BE236D" w:rsidRDefault="004B5CA3" w:rsidP="00BE236D">
            <w:pPr>
              <w:rPr>
                <w:rFonts w:asciiTheme="minorHAnsi" w:hAnsiTheme="minorHAnsi" w:cstheme="minorHAnsi"/>
              </w:rPr>
            </w:pPr>
            <w:r w:rsidRPr="00AF185F">
              <w:rPr>
                <w:rFonts w:asciiTheme="minorHAnsi" w:hAnsiTheme="minorHAnsi" w:cstheme="minorHAnsi"/>
                <w:bCs/>
              </w:rPr>
              <w:t xml:space="preserve">Proponuję </w:t>
            </w:r>
            <w:r w:rsidR="00783DC2" w:rsidRPr="00AF185F">
              <w:rPr>
                <w:rFonts w:asciiTheme="minorHAnsi" w:hAnsiTheme="minorHAnsi" w:cstheme="minorHAnsi"/>
                <w:bCs/>
              </w:rPr>
              <w:t xml:space="preserve">uzupełnienie </w:t>
            </w:r>
            <w:r w:rsidR="006B6E54">
              <w:rPr>
                <w:rFonts w:asciiTheme="minorHAnsi" w:hAnsiTheme="minorHAnsi" w:cstheme="minorHAnsi"/>
                <w:bCs/>
              </w:rPr>
              <w:t xml:space="preserve">przepisów rozporządzenia </w:t>
            </w:r>
            <w:r w:rsidR="00472D20">
              <w:rPr>
                <w:rFonts w:asciiTheme="minorHAnsi" w:hAnsiTheme="minorHAnsi" w:cstheme="minorHAnsi"/>
                <w:bCs/>
              </w:rPr>
              <w:t>w</w:t>
            </w:r>
            <w:r w:rsidR="006B6E54">
              <w:rPr>
                <w:rFonts w:asciiTheme="minorHAnsi" w:hAnsiTheme="minorHAnsi" w:cstheme="minorHAnsi"/>
                <w:bCs/>
              </w:rPr>
              <w:t xml:space="preserve"> celu uwzględnieni</w:t>
            </w:r>
            <w:r w:rsidR="00472D20">
              <w:rPr>
                <w:rFonts w:asciiTheme="minorHAnsi" w:hAnsiTheme="minorHAnsi" w:cstheme="minorHAnsi"/>
                <w:bCs/>
              </w:rPr>
              <w:t>a</w:t>
            </w:r>
            <w:r w:rsidR="006B6E54">
              <w:rPr>
                <w:rFonts w:asciiTheme="minorHAnsi" w:hAnsiTheme="minorHAnsi" w:cstheme="minorHAnsi"/>
                <w:bCs/>
              </w:rPr>
              <w:t xml:space="preserve"> wymagań wynikających z </w:t>
            </w:r>
            <w:r w:rsidR="006B6E54">
              <w:rPr>
                <w:rFonts w:asciiTheme="minorHAnsi" w:hAnsiTheme="minorHAnsi" w:cstheme="minorHAnsi"/>
              </w:rPr>
              <w:t>ustawy</w:t>
            </w:r>
            <w:r w:rsidR="006B6E54" w:rsidRPr="00AF185F">
              <w:rPr>
                <w:rFonts w:asciiTheme="minorHAnsi" w:hAnsiTheme="minorHAnsi" w:cstheme="minorHAnsi"/>
              </w:rPr>
              <w:t xml:space="preserve"> z 4 kwietnia 2019 r. o Dostępności Cyfrowej Stron Internetowych i Aplikacji Mobilnych Podmiotów Publ</w:t>
            </w:r>
            <w:r w:rsidR="00BE236D">
              <w:rPr>
                <w:rFonts w:asciiTheme="minorHAnsi" w:hAnsiTheme="minorHAnsi" w:cstheme="minorHAnsi"/>
              </w:rPr>
              <w:t>icznych (Dz. U. poz. 848), w szczególności poprzez:</w:t>
            </w:r>
          </w:p>
          <w:p w14:paraId="479177B5" w14:textId="410F5DA6" w:rsidR="00404513" w:rsidRDefault="00BE236D" w:rsidP="00BE23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1) </w:t>
            </w:r>
            <w:r w:rsidR="00362FB7" w:rsidRPr="00362FB7">
              <w:rPr>
                <w:rFonts w:asciiTheme="minorHAnsi" w:hAnsiTheme="minorHAnsi" w:cstheme="minorHAnsi"/>
              </w:rPr>
              <w:t>zapewnienie</w:t>
            </w:r>
            <w:r w:rsidR="00362FB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przygotowania</w:t>
            </w:r>
            <w:r w:rsidR="00783DC2" w:rsidRPr="00AF185F">
              <w:rPr>
                <w:rFonts w:asciiTheme="minorHAnsi" w:hAnsiTheme="minorHAnsi" w:cstheme="minorHAnsi"/>
              </w:rPr>
              <w:t xml:space="preserve"> wersji elektroniczn</w:t>
            </w:r>
            <w:r w:rsidR="00404513">
              <w:rPr>
                <w:rFonts w:asciiTheme="minorHAnsi" w:hAnsiTheme="minorHAnsi" w:cstheme="minorHAnsi"/>
              </w:rPr>
              <w:t>ych</w:t>
            </w:r>
            <w:r w:rsidR="00DC7F24">
              <w:rPr>
                <w:rFonts w:asciiTheme="minorHAnsi" w:hAnsiTheme="minorHAnsi" w:cstheme="minorHAnsi"/>
              </w:rPr>
              <w:t xml:space="preserve"> dokumentów</w:t>
            </w:r>
            <w:r w:rsidR="00404513">
              <w:rPr>
                <w:rFonts w:asciiTheme="minorHAnsi" w:hAnsiTheme="minorHAnsi" w:cstheme="minorHAnsi"/>
              </w:rPr>
              <w:t xml:space="preserve"> "w sposób dostępny cyfrowo";</w:t>
            </w:r>
          </w:p>
          <w:p w14:paraId="04B810F1" w14:textId="4BE8C3BB" w:rsidR="004B5CA3" w:rsidRPr="00AF185F" w:rsidRDefault="00404513" w:rsidP="0040451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2) wymaganie</w:t>
            </w:r>
            <w:r w:rsidR="00783DC2" w:rsidRPr="00AF185F">
              <w:rPr>
                <w:rFonts w:asciiTheme="minorHAnsi" w:hAnsiTheme="minorHAnsi" w:cstheme="minorHAnsi"/>
              </w:rPr>
              <w:t xml:space="preserve"> dostępności cyfrowej w listach kontrolnych KRZ</w:t>
            </w:r>
            <w:r w:rsidR="000E4D5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55D9B398" w14:textId="0963CB6A" w:rsidR="000E4D5B" w:rsidRPr="00472D20" w:rsidRDefault="00362FB7" w:rsidP="005B4F2E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472D20">
              <w:rPr>
                <w:rFonts w:asciiTheme="minorHAnsi" w:hAnsiTheme="minorHAnsi" w:cstheme="minorHAnsi"/>
                <w:bCs/>
              </w:rPr>
              <w:t xml:space="preserve">1. </w:t>
            </w:r>
            <w:r w:rsidR="00472D20" w:rsidRPr="00472D20">
              <w:rPr>
                <w:rFonts w:asciiTheme="minorHAnsi" w:hAnsiTheme="minorHAnsi" w:cstheme="minorHAnsi"/>
                <w:bCs/>
              </w:rPr>
              <w:t>w</w:t>
            </w:r>
            <w:r w:rsidR="005B4F2E" w:rsidRPr="00472D20">
              <w:rPr>
                <w:rFonts w:asciiTheme="minorHAnsi" w:hAnsiTheme="minorHAnsi" w:cstheme="minorHAnsi"/>
                <w:bCs/>
              </w:rPr>
              <w:t xml:space="preserve"> § 6</w:t>
            </w:r>
            <w:r w:rsidR="000E4D5B" w:rsidRPr="00472D20">
              <w:rPr>
                <w:rFonts w:asciiTheme="minorHAnsi" w:hAnsiTheme="minorHAnsi" w:cstheme="minorHAnsi"/>
                <w:bCs/>
              </w:rPr>
              <w:t xml:space="preserve"> </w:t>
            </w:r>
            <w:r w:rsidR="00472D20" w:rsidRPr="00472D20">
              <w:rPr>
                <w:rFonts w:asciiTheme="minorHAnsi" w:hAnsiTheme="minorHAnsi" w:cstheme="minorHAnsi"/>
                <w:bCs/>
              </w:rPr>
              <w:t xml:space="preserve">projektu </w:t>
            </w:r>
            <w:r w:rsidR="000E4D5B" w:rsidRPr="00472D20">
              <w:rPr>
                <w:rFonts w:asciiTheme="minorHAnsi" w:hAnsiTheme="minorHAnsi" w:cstheme="minorHAnsi"/>
                <w:bCs/>
              </w:rPr>
              <w:t xml:space="preserve">proponuję </w:t>
            </w:r>
            <w:r w:rsidR="00472D20" w:rsidRPr="00472D20">
              <w:rPr>
                <w:rFonts w:asciiTheme="minorHAnsi" w:hAnsiTheme="minorHAnsi" w:cstheme="minorHAnsi"/>
                <w:bCs/>
              </w:rPr>
              <w:t xml:space="preserve">się </w:t>
            </w:r>
            <w:r w:rsidR="000E4D5B" w:rsidRPr="00472D20">
              <w:rPr>
                <w:rFonts w:asciiTheme="minorHAnsi" w:hAnsiTheme="minorHAnsi" w:cstheme="minorHAnsi"/>
                <w:b/>
              </w:rPr>
              <w:t xml:space="preserve">dodanie </w:t>
            </w:r>
            <w:r w:rsidR="00DC7F24" w:rsidRPr="00472D20">
              <w:rPr>
                <w:rFonts w:asciiTheme="minorHAnsi" w:hAnsiTheme="minorHAnsi" w:cstheme="minorHAnsi"/>
                <w:b/>
              </w:rPr>
              <w:t>ust. 4</w:t>
            </w:r>
            <w:r w:rsidR="005B4F2E" w:rsidRPr="00472D20">
              <w:rPr>
                <w:rFonts w:asciiTheme="minorHAnsi" w:hAnsiTheme="minorHAnsi" w:cstheme="minorHAnsi"/>
                <w:bCs/>
              </w:rPr>
              <w:t xml:space="preserve"> </w:t>
            </w:r>
            <w:r w:rsidR="000E4D5B" w:rsidRPr="00472D20">
              <w:rPr>
                <w:rFonts w:asciiTheme="minorHAnsi" w:hAnsiTheme="minorHAnsi" w:cstheme="minorHAnsi"/>
                <w:bCs/>
              </w:rPr>
              <w:t>w brzmieniu:</w:t>
            </w:r>
          </w:p>
          <w:p w14:paraId="5FC47A5A" w14:textId="5F773E2A" w:rsidR="005B4F2E" w:rsidRPr="00472D20" w:rsidRDefault="000E4D5B" w:rsidP="005B4F2E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472D20">
              <w:rPr>
                <w:rFonts w:asciiTheme="minorHAnsi" w:hAnsiTheme="minorHAnsi" w:cstheme="minorHAnsi"/>
                <w:bCs/>
              </w:rPr>
              <w:t>„</w:t>
            </w:r>
            <w:r w:rsidR="00DC7F24" w:rsidRPr="00472D20">
              <w:rPr>
                <w:rFonts w:asciiTheme="minorHAnsi" w:hAnsiTheme="minorHAnsi" w:cstheme="minorHAnsi"/>
                <w:bCs/>
              </w:rPr>
              <w:t>4. D</w:t>
            </w:r>
            <w:r w:rsidR="005B4F2E" w:rsidRPr="00472D20">
              <w:rPr>
                <w:rFonts w:asciiTheme="minorHAnsi" w:hAnsiTheme="minorHAnsi" w:cstheme="minorHAnsi"/>
                <w:bCs/>
              </w:rPr>
              <w:t xml:space="preserve">okumenty i formularze sporządzone w wersji elektronicznej, o których mowa w </w:t>
            </w:r>
            <w:r w:rsidR="00472D20">
              <w:rPr>
                <w:rFonts w:asciiTheme="minorHAnsi" w:hAnsiTheme="minorHAnsi" w:cstheme="minorHAnsi"/>
                <w:bCs/>
              </w:rPr>
              <w:t xml:space="preserve">ust. 3 </w:t>
            </w:r>
            <w:r w:rsidR="005B4F2E" w:rsidRPr="00472D20">
              <w:rPr>
                <w:rFonts w:asciiTheme="minorHAnsi" w:hAnsiTheme="minorHAnsi" w:cstheme="minorHAnsi"/>
                <w:bCs/>
              </w:rPr>
              <w:t>będą również sporządzane w sposób dostępny cyfrowo.”</w:t>
            </w:r>
            <w:r w:rsidR="00472D20">
              <w:rPr>
                <w:rFonts w:asciiTheme="minorHAnsi" w:hAnsiTheme="minorHAnsi" w:cstheme="minorHAnsi"/>
                <w:bCs/>
              </w:rPr>
              <w:t>.</w:t>
            </w:r>
          </w:p>
          <w:p w14:paraId="77B1F0C8" w14:textId="737EB874" w:rsidR="00362FB7" w:rsidRDefault="00362FB7" w:rsidP="00362FB7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D13D1A">
              <w:rPr>
                <w:rFonts w:asciiTheme="minorHAnsi" w:hAnsiTheme="minorHAnsi" w:cstheme="minorHAnsi"/>
                <w:bCs/>
              </w:rPr>
              <w:t xml:space="preserve">2. </w:t>
            </w:r>
            <w:r w:rsidR="00472D20">
              <w:rPr>
                <w:rFonts w:asciiTheme="minorHAnsi" w:hAnsiTheme="minorHAnsi" w:cstheme="minorHAnsi"/>
                <w:bCs/>
              </w:rPr>
              <w:t>w</w:t>
            </w:r>
            <w:r w:rsidRPr="00D13D1A">
              <w:rPr>
                <w:rFonts w:asciiTheme="minorHAnsi" w:hAnsiTheme="minorHAnsi" w:cstheme="minorHAnsi"/>
                <w:bCs/>
              </w:rPr>
              <w:t xml:space="preserve"> § 8 w ust. 1 </w:t>
            </w:r>
            <w:r w:rsidR="00472D20">
              <w:rPr>
                <w:rFonts w:asciiTheme="minorHAnsi" w:hAnsiTheme="minorHAnsi" w:cstheme="minorHAnsi"/>
                <w:bCs/>
              </w:rPr>
              <w:t xml:space="preserve">projektu na końcu przepisu </w:t>
            </w:r>
            <w:r w:rsidRPr="00D13D1A">
              <w:rPr>
                <w:rFonts w:asciiTheme="minorHAnsi" w:hAnsiTheme="minorHAnsi" w:cstheme="minorHAnsi"/>
                <w:bCs/>
              </w:rPr>
              <w:t>proponuję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72D20" w:rsidRPr="00472D20">
              <w:rPr>
                <w:rFonts w:asciiTheme="minorHAnsi" w:hAnsiTheme="minorHAnsi" w:cstheme="minorHAnsi"/>
              </w:rPr>
              <w:t>się</w:t>
            </w:r>
            <w:r w:rsidRPr="00472D20">
              <w:rPr>
                <w:rFonts w:asciiTheme="minorHAnsi" w:hAnsiTheme="minorHAnsi" w:cstheme="minorHAnsi"/>
              </w:rPr>
              <w:t xml:space="preserve"> </w:t>
            </w:r>
            <w:r w:rsidRPr="00362FB7">
              <w:rPr>
                <w:rFonts w:asciiTheme="minorHAnsi" w:hAnsiTheme="minorHAnsi" w:cstheme="minorHAnsi"/>
                <w:bCs/>
              </w:rPr>
              <w:t xml:space="preserve">dodanie </w:t>
            </w:r>
            <w:r>
              <w:rPr>
                <w:rFonts w:asciiTheme="minorHAnsi" w:hAnsiTheme="minorHAnsi" w:cstheme="minorHAnsi"/>
                <w:bCs/>
              </w:rPr>
              <w:t>wyrazów</w:t>
            </w:r>
            <w:r w:rsidRPr="00362FB7">
              <w:rPr>
                <w:rFonts w:asciiTheme="minorHAnsi" w:hAnsiTheme="minorHAnsi" w:cstheme="minorHAnsi"/>
                <w:bCs/>
              </w:rPr>
              <w:t xml:space="preserve"> „w sposób dostępny cyfrowo”</w:t>
            </w:r>
            <w:r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246EB1D0" w14:textId="17A12602" w:rsidR="004B5CA3" w:rsidRPr="00AF185F" w:rsidRDefault="00362FB7" w:rsidP="00362FB7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362FB7">
              <w:rPr>
                <w:rFonts w:asciiTheme="minorHAnsi" w:hAnsiTheme="minorHAnsi" w:cstheme="minorHAnsi"/>
                <w:bCs/>
              </w:rPr>
              <w:t xml:space="preserve"> „</w:t>
            </w:r>
            <w:r>
              <w:rPr>
                <w:rFonts w:asciiTheme="minorHAnsi" w:hAnsiTheme="minorHAnsi" w:cstheme="minorHAnsi"/>
                <w:bCs/>
              </w:rPr>
              <w:t xml:space="preserve">1. </w:t>
            </w:r>
            <w:r w:rsidRPr="00362FB7">
              <w:rPr>
                <w:rFonts w:asciiTheme="minorHAnsi" w:hAnsiTheme="minorHAnsi" w:cstheme="minorHAnsi"/>
                <w:bCs/>
              </w:rPr>
              <w:t xml:space="preserve">Akta sprawy, w tym akta do zgłoszeń wierzytelności, udostępnia się uczestnikom postępowania, za pośrednictwem ogólnodostępnych sieci teleinformatycznych, </w:t>
            </w:r>
            <w:r w:rsidRPr="00362FB7">
              <w:rPr>
                <w:rFonts w:asciiTheme="minorHAnsi" w:hAnsiTheme="minorHAnsi" w:cstheme="minorHAnsi"/>
                <w:b/>
                <w:bCs/>
              </w:rPr>
              <w:t>w sposób dostępny cyfrowo</w:t>
            </w:r>
            <w:r w:rsidRPr="00362FB7">
              <w:rPr>
                <w:rFonts w:asciiTheme="minorHAnsi" w:hAnsiTheme="minorHAnsi" w:cstheme="minorHAnsi"/>
                <w:bCs/>
              </w:rPr>
              <w:t>.”</w:t>
            </w:r>
            <w:r w:rsidR="00D13D1A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17" w:type="dxa"/>
            <w:vAlign w:val="center"/>
          </w:tcPr>
          <w:p w14:paraId="45A83E3F" w14:textId="77777777" w:rsidR="004B5CA3" w:rsidRPr="00AF185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</w:tbl>
    <w:p w14:paraId="5DF49213" w14:textId="006F2351" w:rsidR="00E5203E" w:rsidRPr="00AF185F" w:rsidRDefault="00E5203E" w:rsidP="00555122">
      <w:pPr>
        <w:spacing w:after="120"/>
        <w:rPr>
          <w:rFonts w:asciiTheme="minorHAnsi" w:hAnsiTheme="minorHAnsi" w:cstheme="minorHAnsi"/>
          <w:b/>
          <w:bCs/>
        </w:rPr>
      </w:pPr>
    </w:p>
    <w:sectPr w:rsidR="00E5203E" w:rsidRPr="00AF185F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9D1DC" w14:textId="77777777" w:rsidR="00936A1D" w:rsidRDefault="00936A1D">
      <w:r>
        <w:separator/>
      </w:r>
    </w:p>
  </w:endnote>
  <w:endnote w:type="continuationSeparator" w:id="0">
    <w:p w14:paraId="4C99B451" w14:textId="77777777" w:rsidR="00936A1D" w:rsidRDefault="0093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9" name="Obraz 29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3C0C0" w14:textId="77777777" w:rsidR="00936A1D" w:rsidRDefault="00936A1D">
      <w:r>
        <w:separator/>
      </w:r>
    </w:p>
  </w:footnote>
  <w:footnote w:type="continuationSeparator" w:id="0">
    <w:p w14:paraId="3D6F19CC" w14:textId="77777777" w:rsidR="00936A1D" w:rsidRDefault="00936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9768" w14:textId="77777777" w:rsidR="007018D3" w:rsidRDefault="00936A1D" w:rsidP="007018D3">
    <w:pPr>
      <w:pStyle w:val="Nagwek"/>
      <w:jc w:val="right"/>
    </w:pPr>
  </w:p>
  <w:p w14:paraId="02725DBB" w14:textId="77777777" w:rsidR="007018D3" w:rsidRDefault="00936A1D" w:rsidP="007018D3">
    <w:pPr>
      <w:pStyle w:val="Nagwek"/>
      <w:jc w:val="right"/>
    </w:pPr>
  </w:p>
  <w:p w14:paraId="7882869A" w14:textId="766C5907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5F5C4188" w:rsidR="0033475C" w:rsidRPr="00DA3527" w:rsidRDefault="007B7585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7B7585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DRC.WLA.0641.39</w:t>
                          </w:r>
                          <w:r w:rsidR="00DF0C95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1</w:t>
                          </w:r>
                          <w:r w:rsidRPr="007B7585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5F5C4188" w:rsidR="0033475C" w:rsidRPr="00DA3527" w:rsidRDefault="007B7585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7B7585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DRC.WLA.0641.39</w:t>
                    </w:r>
                    <w:r w:rsidR="00DF0C95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1</w:t>
                    </w:r>
                    <w:r w:rsidRPr="007B7585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8" name="Obraz 28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472D20">
      <w:t xml:space="preserve"> 26 sierpnia 2021</w:t>
    </w:r>
    <w:bookmarkStart w:id="0" w:name="ezdDataPodpisu"/>
    <w:bookmarkEnd w:id="0"/>
    <w: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1DF4764"/>
    <w:multiLevelType w:val="hybridMultilevel"/>
    <w:tmpl w:val="4D4248F4"/>
    <w:lvl w:ilvl="0" w:tplc="27E26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52424"/>
    <w:multiLevelType w:val="hybridMultilevel"/>
    <w:tmpl w:val="4516C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56"/>
    <w:rsid w:val="00021DB7"/>
    <w:rsid w:val="00047386"/>
    <w:rsid w:val="00085A64"/>
    <w:rsid w:val="00091413"/>
    <w:rsid w:val="00097E23"/>
    <w:rsid w:val="000B561C"/>
    <w:rsid w:val="000C7006"/>
    <w:rsid w:val="000D5BE7"/>
    <w:rsid w:val="000E00FB"/>
    <w:rsid w:val="000E44FC"/>
    <w:rsid w:val="000E4D5B"/>
    <w:rsid w:val="001108E0"/>
    <w:rsid w:val="00141935"/>
    <w:rsid w:val="00143B60"/>
    <w:rsid w:val="00154F7D"/>
    <w:rsid w:val="00155C58"/>
    <w:rsid w:val="00156771"/>
    <w:rsid w:val="00162997"/>
    <w:rsid w:val="00167AA8"/>
    <w:rsid w:val="00175D22"/>
    <w:rsid w:val="00176E9D"/>
    <w:rsid w:val="001A64A4"/>
    <w:rsid w:val="001B53DC"/>
    <w:rsid w:val="001D2CEF"/>
    <w:rsid w:val="001E4F9D"/>
    <w:rsid w:val="00202441"/>
    <w:rsid w:val="00210F06"/>
    <w:rsid w:val="0021109B"/>
    <w:rsid w:val="00211A1E"/>
    <w:rsid w:val="00235802"/>
    <w:rsid w:val="00250659"/>
    <w:rsid w:val="0025784F"/>
    <w:rsid w:val="00263292"/>
    <w:rsid w:val="00270126"/>
    <w:rsid w:val="00270492"/>
    <w:rsid w:val="00270532"/>
    <w:rsid w:val="002B23C4"/>
    <w:rsid w:val="002B2F27"/>
    <w:rsid w:val="00300251"/>
    <w:rsid w:val="003009AB"/>
    <w:rsid w:val="00333EF7"/>
    <w:rsid w:val="003353C7"/>
    <w:rsid w:val="003365D0"/>
    <w:rsid w:val="00362FB7"/>
    <w:rsid w:val="0037738F"/>
    <w:rsid w:val="00391928"/>
    <w:rsid w:val="00395F58"/>
    <w:rsid w:val="003A1D32"/>
    <w:rsid w:val="003A6E12"/>
    <w:rsid w:val="003B3308"/>
    <w:rsid w:val="003D2D3F"/>
    <w:rsid w:val="00401A47"/>
    <w:rsid w:val="00404513"/>
    <w:rsid w:val="004228CB"/>
    <w:rsid w:val="004373FE"/>
    <w:rsid w:val="004557B2"/>
    <w:rsid w:val="00472D20"/>
    <w:rsid w:val="004B5188"/>
    <w:rsid w:val="004B5CA3"/>
    <w:rsid w:val="004D7118"/>
    <w:rsid w:val="004D743E"/>
    <w:rsid w:val="004F228E"/>
    <w:rsid w:val="004F7D7E"/>
    <w:rsid w:val="00503A66"/>
    <w:rsid w:val="0052214D"/>
    <w:rsid w:val="00555122"/>
    <w:rsid w:val="0056690C"/>
    <w:rsid w:val="0057174F"/>
    <w:rsid w:val="0057318D"/>
    <w:rsid w:val="00573954"/>
    <w:rsid w:val="005A0C18"/>
    <w:rsid w:val="005A73DD"/>
    <w:rsid w:val="005B4F2E"/>
    <w:rsid w:val="005C156B"/>
    <w:rsid w:val="005C42E5"/>
    <w:rsid w:val="005D6412"/>
    <w:rsid w:val="005F7E56"/>
    <w:rsid w:val="00600D1E"/>
    <w:rsid w:val="0061287E"/>
    <w:rsid w:val="0062015D"/>
    <w:rsid w:val="00631053"/>
    <w:rsid w:val="00633EB4"/>
    <w:rsid w:val="006655DA"/>
    <w:rsid w:val="00665688"/>
    <w:rsid w:val="006756BD"/>
    <w:rsid w:val="00680E2E"/>
    <w:rsid w:val="00686C3A"/>
    <w:rsid w:val="006B06B4"/>
    <w:rsid w:val="006B12E5"/>
    <w:rsid w:val="006B5B2C"/>
    <w:rsid w:val="006B6E54"/>
    <w:rsid w:val="006C3659"/>
    <w:rsid w:val="006D6565"/>
    <w:rsid w:val="00707465"/>
    <w:rsid w:val="00712065"/>
    <w:rsid w:val="00726045"/>
    <w:rsid w:val="00737702"/>
    <w:rsid w:val="00753A64"/>
    <w:rsid w:val="00773543"/>
    <w:rsid w:val="007744D0"/>
    <w:rsid w:val="00781CBC"/>
    <w:rsid w:val="00783DC2"/>
    <w:rsid w:val="007900CF"/>
    <w:rsid w:val="007B7585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36A1D"/>
    <w:rsid w:val="0094441E"/>
    <w:rsid w:val="00950D01"/>
    <w:rsid w:val="00962CF6"/>
    <w:rsid w:val="00971C1E"/>
    <w:rsid w:val="00974516"/>
    <w:rsid w:val="00981A4C"/>
    <w:rsid w:val="009C33F4"/>
    <w:rsid w:val="00A3134F"/>
    <w:rsid w:val="00A61EF6"/>
    <w:rsid w:val="00A62120"/>
    <w:rsid w:val="00A6673C"/>
    <w:rsid w:val="00A73B0F"/>
    <w:rsid w:val="00A7580D"/>
    <w:rsid w:val="00A8209E"/>
    <w:rsid w:val="00A86A24"/>
    <w:rsid w:val="00AC2C33"/>
    <w:rsid w:val="00AD13B4"/>
    <w:rsid w:val="00AE5C66"/>
    <w:rsid w:val="00AF185F"/>
    <w:rsid w:val="00B10FE8"/>
    <w:rsid w:val="00B1214A"/>
    <w:rsid w:val="00B23288"/>
    <w:rsid w:val="00B92CA8"/>
    <w:rsid w:val="00B9713D"/>
    <w:rsid w:val="00BC0650"/>
    <w:rsid w:val="00BC288B"/>
    <w:rsid w:val="00BD45F4"/>
    <w:rsid w:val="00BE236D"/>
    <w:rsid w:val="00C000E7"/>
    <w:rsid w:val="00C0739B"/>
    <w:rsid w:val="00C20D32"/>
    <w:rsid w:val="00C23AA1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056EE"/>
    <w:rsid w:val="00D12BE4"/>
    <w:rsid w:val="00D13D1A"/>
    <w:rsid w:val="00D51C28"/>
    <w:rsid w:val="00D52468"/>
    <w:rsid w:val="00D57C88"/>
    <w:rsid w:val="00D8099A"/>
    <w:rsid w:val="00DC5F70"/>
    <w:rsid w:val="00DC7F24"/>
    <w:rsid w:val="00DD2EA6"/>
    <w:rsid w:val="00DD7D26"/>
    <w:rsid w:val="00DE10DB"/>
    <w:rsid w:val="00DF0C95"/>
    <w:rsid w:val="00E049BC"/>
    <w:rsid w:val="00E32DC4"/>
    <w:rsid w:val="00E5203E"/>
    <w:rsid w:val="00E60402"/>
    <w:rsid w:val="00E643FE"/>
    <w:rsid w:val="00E6468A"/>
    <w:rsid w:val="00EA4FC8"/>
    <w:rsid w:val="00ED795C"/>
    <w:rsid w:val="00EE578D"/>
    <w:rsid w:val="00EF3E80"/>
    <w:rsid w:val="00F00AF0"/>
    <w:rsid w:val="00F43A65"/>
    <w:rsid w:val="00F5031F"/>
    <w:rsid w:val="00F6794C"/>
    <w:rsid w:val="00F7307D"/>
    <w:rsid w:val="00F76BF7"/>
    <w:rsid w:val="00FA32B5"/>
    <w:rsid w:val="00FA7B2A"/>
    <w:rsid w:val="00FC2461"/>
    <w:rsid w:val="00FC44B2"/>
    <w:rsid w:val="00FC4E19"/>
    <w:rsid w:val="00FD0447"/>
    <w:rsid w:val="00F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  <w:style w:type="paragraph" w:styleId="Akapitzlist">
    <w:name w:val="List Paragraph"/>
    <w:basedOn w:val="Normalny"/>
    <w:uiPriority w:val="34"/>
    <w:qFormat/>
    <w:rsid w:val="00154F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114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Markowska Anna</cp:lastModifiedBy>
  <cp:revision>13</cp:revision>
  <dcterms:created xsi:type="dcterms:W3CDTF">2021-08-20T07:06:00Z</dcterms:created>
  <dcterms:modified xsi:type="dcterms:W3CDTF">2021-08-26T12:25:00Z</dcterms:modified>
</cp:coreProperties>
</file>