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6F79" w14:textId="77777777" w:rsidR="00110888" w:rsidRPr="00A24982" w:rsidRDefault="00110888" w:rsidP="00110888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2BA050D2" w14:textId="77777777" w:rsidR="00110888" w:rsidRPr="00A24982" w:rsidRDefault="00110888" w:rsidP="00110888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4049564A" w14:textId="77777777" w:rsidR="00110888" w:rsidRDefault="00110888" w:rsidP="00110888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110888" w:rsidRPr="002F726A" w14:paraId="490E9B0F" w14:textId="77777777" w:rsidTr="00E230AF">
        <w:tc>
          <w:tcPr>
            <w:tcW w:w="9918" w:type="dxa"/>
            <w:gridSpan w:val="2"/>
          </w:tcPr>
          <w:p w14:paraId="58803218" w14:textId="53C2E2C1" w:rsidR="0018019B" w:rsidRPr="002F726A" w:rsidRDefault="00110888" w:rsidP="0018019B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</w:t>
            </w:r>
            <w:r w:rsidRPr="0018019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projektowanego dokumentu rządowego: </w:t>
            </w:r>
            <w:r w:rsidR="005D5000" w:rsidRPr="0018019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rozporządzenia Ministra Sprawiedliwości w sprawie portalu informacyjnego</w:t>
            </w:r>
            <w:r w:rsidR="0018019B" w:rsidRPr="0018019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wpisany do wykazu prac legislacyjnych Ministra Sprawiedliwości pod numerem A51</w:t>
            </w:r>
            <w:r w:rsidR="007D56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7</w:t>
            </w:r>
          </w:p>
        </w:tc>
      </w:tr>
      <w:tr w:rsidR="00110888" w:rsidRPr="002F726A" w14:paraId="4B10AF43" w14:textId="77777777" w:rsidTr="00E230AF">
        <w:tc>
          <w:tcPr>
            <w:tcW w:w="421" w:type="dxa"/>
          </w:tcPr>
          <w:p w14:paraId="505F6E35" w14:textId="77777777" w:rsidR="00110888" w:rsidRPr="002F726A" w:rsidRDefault="00110888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813C656" w14:textId="77777777" w:rsidR="00110888" w:rsidRPr="002F726A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29ACBE57" w14:textId="3CE171D2" w:rsidR="00110888" w:rsidRPr="002F726A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62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30ED510" w14:textId="1172A345" w:rsidR="00110888" w:rsidRPr="002F726A" w:rsidRDefault="00110888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</w:t>
            </w:r>
            <w:r w:rsidR="00D41BC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110888" w:rsidRPr="002F726A" w14:paraId="366EB4FE" w14:textId="77777777" w:rsidTr="00E230AF">
        <w:trPr>
          <w:trHeight w:val="659"/>
        </w:trPr>
        <w:tc>
          <w:tcPr>
            <w:tcW w:w="421" w:type="dxa"/>
          </w:tcPr>
          <w:p w14:paraId="5A207F1F" w14:textId="77777777" w:rsidR="00110888" w:rsidRPr="002F726A" w:rsidRDefault="00110888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BB9A3AD" w14:textId="77777777" w:rsidR="00110888" w:rsidRPr="002F726A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0BC8EE68" w14:textId="3D8BB862" w:rsidR="00110888" w:rsidRPr="002F726A" w:rsidRDefault="00B54B12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 w:rsidR="00AE62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ortal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 w:rsidR="00AE62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nformacyjny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="0018019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110888" w:rsidRPr="002F726A" w14:paraId="0F388089" w14:textId="77777777" w:rsidTr="00E230AF">
        <w:trPr>
          <w:trHeight w:val="1371"/>
        </w:trPr>
        <w:tc>
          <w:tcPr>
            <w:tcW w:w="421" w:type="dxa"/>
          </w:tcPr>
          <w:p w14:paraId="50224A5E" w14:textId="77777777" w:rsidR="00110888" w:rsidRPr="002F726A" w:rsidRDefault="00110888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8BC6AC" w14:textId="77777777" w:rsidR="00110888" w:rsidRPr="002F726A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3519C1C" w14:textId="35EA00F0" w:rsidR="00110888" w:rsidRPr="002F726A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62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CDEC007" w14:textId="77777777" w:rsidR="00110888" w:rsidRPr="002F726A" w:rsidRDefault="00110888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1879AEED" w14:textId="77777777" w:rsidR="00110888" w:rsidRPr="002F726A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110888" w:rsidRPr="002F726A" w14:paraId="363E12AE" w14:textId="77777777" w:rsidTr="00E230AF">
        <w:trPr>
          <w:trHeight w:val="1369"/>
        </w:trPr>
        <w:tc>
          <w:tcPr>
            <w:tcW w:w="421" w:type="dxa"/>
          </w:tcPr>
          <w:p w14:paraId="05A7B15C" w14:textId="77777777" w:rsidR="00110888" w:rsidRPr="002F726A" w:rsidRDefault="00110888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D4BC2A2" w14:textId="77777777" w:rsidR="00110888" w:rsidRPr="002F726A" w:rsidRDefault="00110888" w:rsidP="00E230AF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2E767AC6" w14:textId="4F59446F" w:rsidR="00110888" w:rsidRPr="002F726A" w:rsidRDefault="00110888" w:rsidP="00E230AF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62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1250C112" w14:textId="62956C4C" w:rsidR="00110888" w:rsidRPr="002F726A" w:rsidRDefault="00110888" w:rsidP="00E230AF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</w:t>
            </w:r>
            <w:r w:rsidR="00220AC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3F0B796D" w14:textId="77777777" w:rsidR="00110888" w:rsidRPr="002F726A" w:rsidRDefault="00110888" w:rsidP="00E230AF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110888" w:rsidRPr="007A556C" w14:paraId="3179B294" w14:textId="77777777" w:rsidTr="00E230AF">
        <w:trPr>
          <w:trHeight w:val="1296"/>
        </w:trPr>
        <w:tc>
          <w:tcPr>
            <w:tcW w:w="421" w:type="dxa"/>
          </w:tcPr>
          <w:p w14:paraId="065F6D03" w14:textId="77777777" w:rsidR="00110888" w:rsidRPr="002F726A" w:rsidRDefault="00110888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5E5D0BA" w14:textId="77777777" w:rsidR="00110888" w:rsidRPr="007A556C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2C8531BC" w14:textId="451F9111" w:rsidR="00110888" w:rsidRPr="007A556C" w:rsidRDefault="00110888" w:rsidP="00E230AF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A556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62C5" w:rsidRPr="007A55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CD1BBB0" w14:textId="77777777" w:rsidR="00110888" w:rsidRPr="007A556C" w:rsidRDefault="00110888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19FFDD" w14:textId="77777777" w:rsidR="00110888" w:rsidRPr="007A556C" w:rsidRDefault="00110888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110888" w:rsidRPr="007A556C" w14:paraId="62BC1EB7" w14:textId="77777777" w:rsidTr="00E230AF">
        <w:trPr>
          <w:trHeight w:val="1275"/>
        </w:trPr>
        <w:tc>
          <w:tcPr>
            <w:tcW w:w="421" w:type="dxa"/>
          </w:tcPr>
          <w:p w14:paraId="24C4A3D2" w14:textId="77777777" w:rsidR="00110888" w:rsidRPr="007A556C" w:rsidRDefault="00110888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6CD70C7" w14:textId="77777777" w:rsidR="00110888" w:rsidRPr="007A556C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326C52B1" w14:textId="7E11F5EE" w:rsidR="00110888" w:rsidRPr="007A556C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A556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62C5" w:rsidRPr="007A55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0AD2653" w14:textId="424E03C8" w:rsidR="00110888" w:rsidRPr="007A556C" w:rsidRDefault="00110888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45F3DC9C" w14:textId="37C21902" w:rsidR="00282AE0" w:rsidRPr="007A556C" w:rsidRDefault="00282AE0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systemie nie są i nie będą przechowywane dane referencyjne</w:t>
            </w:r>
            <w:r w:rsidR="00B54B1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0DA3DF59" w14:textId="77777777" w:rsidR="00110888" w:rsidRPr="007A556C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110888" w:rsidRPr="007A556C" w14:paraId="0B246747" w14:textId="77777777" w:rsidTr="00E230AF">
        <w:trPr>
          <w:trHeight w:val="2002"/>
        </w:trPr>
        <w:tc>
          <w:tcPr>
            <w:tcW w:w="421" w:type="dxa"/>
          </w:tcPr>
          <w:p w14:paraId="65F33F76" w14:textId="77777777" w:rsidR="00110888" w:rsidRPr="007A556C" w:rsidRDefault="00110888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FD68675" w14:textId="77777777" w:rsidR="00110888" w:rsidRPr="007A556C" w:rsidRDefault="00110888" w:rsidP="00E230AF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23F10242" w14:textId="19983D67" w:rsidR="00110888" w:rsidRPr="007A556C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62C5" w:rsidRPr="007A55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A556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F069F4" w14:textId="77777777" w:rsidR="00110888" w:rsidRPr="007A556C" w:rsidRDefault="00110888" w:rsidP="00E230AF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wymienić rejestry, z których mają pochodzić/pochodzą dane referencyjne </w:t>
            </w: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i wskazać jakie są to dane:</w:t>
            </w:r>
          </w:p>
          <w:p w14:paraId="751D9685" w14:textId="1F310CBB" w:rsidR="00110888" w:rsidRPr="007A556C" w:rsidRDefault="00AE62C5" w:rsidP="00E230AF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Osób Biorących Udział w Postępowaniu</w:t>
            </w:r>
            <w:r w:rsidR="00B54B1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0E9AC51F" w14:textId="77777777" w:rsidR="00110888" w:rsidRPr="007A556C" w:rsidRDefault="00110888" w:rsidP="00110888">
      <w:pPr>
        <w:rPr>
          <w:highlight w:val="none"/>
        </w:rPr>
      </w:pPr>
      <w:r w:rsidRPr="007A556C">
        <w:rPr>
          <w:highlight w:val="none"/>
        </w:rP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110888" w:rsidRPr="007A556C" w14:paraId="58606954" w14:textId="77777777" w:rsidTr="00E230AF">
        <w:trPr>
          <w:trHeight w:val="1758"/>
        </w:trPr>
        <w:tc>
          <w:tcPr>
            <w:tcW w:w="421" w:type="dxa"/>
            <w:vMerge w:val="restart"/>
          </w:tcPr>
          <w:p w14:paraId="6288DDD2" w14:textId="77777777" w:rsidR="00110888" w:rsidRPr="007A556C" w:rsidRDefault="00110888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37B2BDE5" w14:textId="77777777" w:rsidR="00110888" w:rsidRPr="007A556C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Pr="007A556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są zgodne z wymienionymi w załączniku nr 2 do rozporządzenia Rady Ministrów z dnia </w:t>
            </w: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12 kwietnia 2012 r. w sprawie Krajowych Ram Interoperacyjności, minimalnych wymagań dla rejestrów publicznych i wymiany informacji w postaci elektronicznej oraz minimalnych wymagań dla systemów teleinformatycznych (Dz. U. z 2016, poz. 113)?</w:t>
            </w:r>
          </w:p>
          <w:p w14:paraId="5F2BD6A7" w14:textId="0898DB64" w:rsidR="00110888" w:rsidRPr="007A556C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2A12" w:rsidRPr="007A55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12A12" w:rsidRPr="007A55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2FD6A40E" w14:textId="77777777" w:rsidR="00110888" w:rsidRPr="007A556C" w:rsidRDefault="00110888" w:rsidP="00E230AF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110888" w:rsidRPr="007A556C" w14:paraId="34104623" w14:textId="77777777" w:rsidTr="00E230AF">
        <w:trPr>
          <w:trHeight w:val="391"/>
        </w:trPr>
        <w:tc>
          <w:tcPr>
            <w:tcW w:w="421" w:type="dxa"/>
            <w:vMerge/>
          </w:tcPr>
          <w:p w14:paraId="05B596DB" w14:textId="77777777" w:rsidR="00110888" w:rsidRPr="007A556C" w:rsidRDefault="00110888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22691325" w14:textId="113B6F05" w:rsidR="00110888" w:rsidRPr="007A556C" w:rsidRDefault="00212A12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nie służy do wymiany danych pomiędzy podmiotami publicznymi.</w:t>
            </w:r>
          </w:p>
        </w:tc>
      </w:tr>
      <w:tr w:rsidR="00110888" w:rsidRPr="007A556C" w14:paraId="129A8F15" w14:textId="77777777" w:rsidTr="00E230AF">
        <w:trPr>
          <w:trHeight w:val="3236"/>
        </w:trPr>
        <w:tc>
          <w:tcPr>
            <w:tcW w:w="421" w:type="dxa"/>
          </w:tcPr>
          <w:p w14:paraId="6F5F826E" w14:textId="77777777" w:rsidR="00110888" w:rsidRPr="007A556C" w:rsidRDefault="00110888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E1BAE5F" w14:textId="77777777" w:rsidR="00110888" w:rsidRPr="007A556C" w:rsidRDefault="00110888" w:rsidP="00E230AF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46FD4874" w14:textId="2FDE2F83" w:rsidR="00110888" w:rsidRPr="007A556C" w:rsidRDefault="00110888" w:rsidP="00E230AF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82AE0" w:rsidRPr="007A55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A556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DD17117" w14:textId="77777777" w:rsidR="00110888" w:rsidRPr="007A556C" w:rsidRDefault="00110888" w:rsidP="00E230AF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AA?</w:t>
            </w:r>
          </w:p>
          <w:p w14:paraId="66EC6F39" w14:textId="64EE76F5" w:rsidR="00110888" w:rsidRPr="007A556C" w:rsidRDefault="00110888" w:rsidP="00E230AF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82AE0" w:rsidRPr="007A55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A556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773BEE4" w14:textId="77777777" w:rsidR="00110888" w:rsidRPr="007A556C" w:rsidRDefault="00110888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4E6EFADB" w14:textId="77777777" w:rsidR="00110888" w:rsidRPr="007A556C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110888" w:rsidRPr="007A556C" w14:paraId="6A12A25A" w14:textId="77777777" w:rsidTr="00E230AF">
        <w:trPr>
          <w:trHeight w:val="1695"/>
        </w:trPr>
        <w:tc>
          <w:tcPr>
            <w:tcW w:w="421" w:type="dxa"/>
          </w:tcPr>
          <w:p w14:paraId="4E6FE534" w14:textId="77777777" w:rsidR="00110888" w:rsidRPr="007A556C" w:rsidRDefault="00110888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5B8EE28" w14:textId="77777777" w:rsidR="00110888" w:rsidRPr="007A556C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12954E73" w14:textId="72A8F94D" w:rsidR="00110888" w:rsidRPr="007A556C" w:rsidRDefault="00110888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A55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82AE0" w:rsidRPr="007A55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CE9CED5" w14:textId="77777777" w:rsidR="00110888" w:rsidRPr="007A556C" w:rsidRDefault="00110888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4EF440F" w14:textId="19CE6CCF" w:rsidR="00212A12" w:rsidRPr="007A556C" w:rsidRDefault="00212A12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5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nie służy do wymiany danych pomiędzy podmiotami publicznymi</w:t>
            </w:r>
            <w:r w:rsidR="00B54B1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67EB4BA8" w14:textId="77777777" w:rsidR="00110888" w:rsidRPr="003B36B9" w:rsidRDefault="00110888" w:rsidP="00110888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48C25AA0" w14:textId="77777777" w:rsidR="00110888" w:rsidRPr="00062A7C" w:rsidRDefault="00110888" w:rsidP="00110888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31B89DC" w14:textId="77777777" w:rsidR="00110888" w:rsidRPr="00062A7C" w:rsidRDefault="00110888" w:rsidP="00110888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32849FAE" w14:textId="77777777" w:rsidR="00110888" w:rsidRPr="00062A7C" w:rsidRDefault="00110888" w:rsidP="00110888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24EE9920" w14:textId="77777777" w:rsidR="00110888" w:rsidRPr="00062A7C" w:rsidRDefault="00110888" w:rsidP="00110888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70751BF7" w14:textId="77777777" w:rsidR="00110888" w:rsidRPr="00062A7C" w:rsidRDefault="00110888" w:rsidP="00110888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57BECD89" w14:textId="77777777" w:rsidR="00110888" w:rsidRPr="00062A7C" w:rsidRDefault="00110888" w:rsidP="00110888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4DDFF5E2" w14:textId="77777777" w:rsidR="00110888" w:rsidRPr="00062A7C" w:rsidRDefault="00110888" w:rsidP="00110888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23E8B545" w14:textId="77777777" w:rsidR="00110888" w:rsidRPr="00062A7C" w:rsidRDefault="00110888" w:rsidP="00110888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protokoły sieciowe / komunikacyjne </w:t>
      </w:r>
      <w:bookmarkEnd w:id="2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zbiór reguł, zgodnie z którymi urządzenia tworzące sieć mogą łączyć się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17EED90" w14:textId="77777777" w:rsidR="00110888" w:rsidRPr="00062A7C" w:rsidRDefault="00110888" w:rsidP="00110888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część zasobów ePUAP przeznaczona do udostępniania informacji służących osiąganiu interoperacyjności</w:t>
      </w:r>
    </w:p>
    <w:p w14:paraId="6D6C6A74" w14:textId="77777777" w:rsidR="00110888" w:rsidRPr="00062A7C" w:rsidRDefault="00110888" w:rsidP="00110888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33CC65E" w14:textId="77777777" w:rsidR="00110888" w:rsidRPr="00062A7C" w:rsidRDefault="00110888" w:rsidP="00110888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39FEFB47" w14:textId="558DB58A" w:rsidR="001604B8" w:rsidRPr="00110888" w:rsidRDefault="00110888" w:rsidP="00110888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1604B8" w:rsidRPr="00110888" w:rsidSect="007C2D54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4314154">
    <w:abstractNumId w:val="1"/>
  </w:num>
  <w:num w:numId="2" w16cid:durableId="2023624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88"/>
    <w:rsid w:val="00110888"/>
    <w:rsid w:val="001604B8"/>
    <w:rsid w:val="0018019B"/>
    <w:rsid w:val="00212A12"/>
    <w:rsid w:val="00220AC7"/>
    <w:rsid w:val="00282AE0"/>
    <w:rsid w:val="004B3F58"/>
    <w:rsid w:val="005D5000"/>
    <w:rsid w:val="007A556C"/>
    <w:rsid w:val="007C2D54"/>
    <w:rsid w:val="007D5615"/>
    <w:rsid w:val="00931E17"/>
    <w:rsid w:val="00AC7315"/>
    <w:rsid w:val="00AD58B4"/>
    <w:rsid w:val="00AE62C5"/>
    <w:rsid w:val="00B54B12"/>
    <w:rsid w:val="00D41BC4"/>
    <w:rsid w:val="00EE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0F23"/>
  <w15:chartTrackingRefBased/>
  <w15:docId w15:val="{B53417B4-8EBE-4762-8069-7490EA2B6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888"/>
    <w:rPr>
      <w:rFonts w:ascii="Times New Roman" w:eastAsia="Times New Roman" w:hAnsi="Times New Roman" w:cs="Times New Roman"/>
      <w:b/>
      <w:color w:val="000000"/>
      <w:kern w:val="0"/>
      <w:highlight w:val="yellow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08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 Anna  (DLPC)</dc:creator>
  <cp:keywords/>
  <dc:description/>
  <cp:lastModifiedBy>Kopczyńska Katarzyna  (DLPC)</cp:lastModifiedBy>
  <cp:revision>8</cp:revision>
  <dcterms:created xsi:type="dcterms:W3CDTF">2024-02-19T13:55:00Z</dcterms:created>
  <dcterms:modified xsi:type="dcterms:W3CDTF">2024-02-22T08:49:00Z</dcterms:modified>
</cp:coreProperties>
</file>