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3066D" w14:textId="1904B022" w:rsidR="005315CC" w:rsidRPr="002A151F" w:rsidRDefault="005315CC" w:rsidP="005315CC">
      <w:pPr>
        <w:keepNext/>
        <w:keepLines/>
        <w:spacing w:before="120"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  <w:r w:rsidRPr="002A151F">
        <w:rPr>
          <w:rFonts w:ascii="Arial" w:eastAsia="Times New Roman" w:hAnsi="Arial" w:cs="Times New Roman"/>
          <w:sz w:val="20"/>
          <w:szCs w:val="20"/>
        </w:rPr>
        <w:t xml:space="preserve">            </w:t>
      </w:r>
      <w:bookmarkStart w:id="0" w:name="_Toc289083046"/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 xml:space="preserve">ZAŁĄCZNIK NR </w:t>
      </w:r>
      <w:r w:rsidR="00F0504A"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2</w:t>
      </w: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 xml:space="preserve"> – </w:t>
      </w:r>
      <w:r w:rsidR="001F2B2E"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Oferta</w:t>
      </w:r>
    </w:p>
    <w:p w14:paraId="25AA7DBC" w14:textId="77777777" w:rsidR="005315CC" w:rsidRPr="002A151F" w:rsidRDefault="005315CC" w:rsidP="005315CC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</w:p>
    <w:p w14:paraId="18A64B9F" w14:textId="31F847A0" w:rsidR="005315CC" w:rsidRPr="002A151F" w:rsidRDefault="005315CC" w:rsidP="005315CC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Nr sprawy:  OI.I.261.2.</w:t>
      </w:r>
      <w:r w:rsidR="00612718"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8</w:t>
      </w:r>
      <w:r w:rsidR="002A151F"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3</w:t>
      </w: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 xml:space="preserve">.2021.AK  </w:t>
      </w:r>
    </w:p>
    <w:bookmarkEnd w:id="0"/>
    <w:p w14:paraId="3EAFE0B0" w14:textId="341F30CD" w:rsidR="005315CC" w:rsidRPr="002A151F" w:rsidRDefault="005315CC" w:rsidP="005315CC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</w:rPr>
      </w:pPr>
    </w:p>
    <w:p w14:paraId="2BA00636" w14:textId="6828F000" w:rsidR="002C2D12" w:rsidRPr="002A151F" w:rsidRDefault="002C2D12" w:rsidP="005315CC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</w:rPr>
      </w:pPr>
    </w:p>
    <w:p w14:paraId="7C4B962D" w14:textId="07AB7BCB" w:rsidR="005315CC" w:rsidRPr="002A151F" w:rsidRDefault="002C2D12" w:rsidP="002C2D12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sz w:val="24"/>
          <w:szCs w:val="24"/>
        </w:rPr>
      </w:pPr>
      <w:bookmarkStart w:id="1" w:name="_Hlk78535526"/>
      <w:bookmarkStart w:id="2" w:name="_Hlk78535517"/>
      <w:r w:rsidRPr="002A151F">
        <w:rPr>
          <w:rFonts w:ascii="Nimbus Roman No9 L" w:eastAsia="Times New Roman" w:hAnsi="Nimbus Roman No9 L" w:cs="Nimbus Roman No9 L"/>
          <w:sz w:val="24"/>
          <w:szCs w:val="24"/>
        </w:rPr>
        <w:t xml:space="preserve">______________________                                                               </w:t>
      </w:r>
      <w:r w:rsidR="005315CC" w:rsidRPr="002A151F">
        <w:rPr>
          <w:rFonts w:ascii="Nimbus Roman No9 L" w:eastAsia="Times New Roman" w:hAnsi="Nimbus Roman No9 L" w:cs="Nimbus Roman No9 L"/>
          <w:sz w:val="24"/>
          <w:szCs w:val="24"/>
        </w:rPr>
        <w:t>______________________</w:t>
      </w:r>
    </w:p>
    <w:p w14:paraId="7ACD3F2B" w14:textId="7E0C2CCA" w:rsidR="005315CC" w:rsidRPr="002A151F" w:rsidRDefault="002C2D12" w:rsidP="002C2D12">
      <w:pPr>
        <w:widowControl w:val="0"/>
        <w:suppressAutoHyphens/>
        <w:spacing w:before="120" w:after="120" w:line="360" w:lineRule="auto"/>
        <w:jc w:val="center"/>
        <w:rPr>
          <w:rFonts w:ascii="Arial" w:eastAsia="Times New Roman" w:hAnsi="Arial" w:cs="Times New Roman"/>
          <w:i/>
          <w:sz w:val="18"/>
          <w:szCs w:val="18"/>
        </w:rPr>
      </w:pPr>
      <w:bookmarkStart w:id="3" w:name="_Hlk78535540"/>
      <w:bookmarkEnd w:id="1"/>
      <w:r w:rsidRPr="002A151F">
        <w:rPr>
          <w:rFonts w:ascii="Arial" w:eastAsia="Times New Roman" w:hAnsi="Arial" w:cs="Times New Roman"/>
          <w:i/>
          <w:sz w:val="18"/>
          <w:szCs w:val="18"/>
        </w:rPr>
        <w:t xml:space="preserve">(pieczęć oferenta)                                                                                                   </w:t>
      </w:r>
      <w:r w:rsidR="005315CC" w:rsidRPr="002A151F">
        <w:rPr>
          <w:rFonts w:ascii="Arial" w:eastAsia="Times New Roman" w:hAnsi="Arial" w:cs="Times New Roman"/>
          <w:i/>
          <w:sz w:val="18"/>
          <w:szCs w:val="18"/>
        </w:rPr>
        <w:t>(miejscowość, data)</w:t>
      </w:r>
    </w:p>
    <w:bookmarkEnd w:id="2"/>
    <w:bookmarkEnd w:id="3"/>
    <w:p w14:paraId="2EFD5A85" w14:textId="77777777" w:rsidR="005315CC" w:rsidRPr="002A151F" w:rsidRDefault="005315CC" w:rsidP="005315CC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</w:rPr>
      </w:pPr>
      <w:r w:rsidRPr="002A151F">
        <w:rPr>
          <w:rFonts w:ascii="Arial" w:eastAsia="Times New Roman" w:hAnsi="Arial" w:cs="Arial"/>
          <w:b/>
          <w:bCs/>
          <w:i/>
          <w:sz w:val="28"/>
          <w:szCs w:val="28"/>
        </w:rPr>
        <w:t>OFERTA</w:t>
      </w:r>
    </w:p>
    <w:p w14:paraId="7988BB79" w14:textId="77777777" w:rsidR="00754EB1" w:rsidRPr="002A151F" w:rsidRDefault="00754EB1" w:rsidP="00291107">
      <w:pPr>
        <w:spacing w:after="0" w:line="240" w:lineRule="auto"/>
        <w:jc w:val="center"/>
        <w:rPr>
          <w:rFonts w:ascii="Arial" w:hAnsi="Arial" w:cs="Arial"/>
          <w:b/>
        </w:rPr>
      </w:pPr>
    </w:p>
    <w:p w14:paraId="0D8D06D3" w14:textId="5D7103E1" w:rsidR="00BB719A" w:rsidRPr="002A151F" w:rsidRDefault="000C6742" w:rsidP="005315CC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A151F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„</w:t>
      </w:r>
      <w:bookmarkStart w:id="4" w:name="_Hlk90625958"/>
      <w:r w:rsidR="00F8553C">
        <w:rPr>
          <w:rFonts w:ascii="Arial" w:hAnsi="Arial" w:cs="Arial"/>
          <w:b/>
          <w:i/>
          <w:kern w:val="0"/>
          <w:sz w:val="22"/>
          <w:szCs w:val="22"/>
        </w:rPr>
        <w:t>Ś</w:t>
      </w:r>
      <w:r w:rsidR="00F8553C" w:rsidRPr="002A151F">
        <w:rPr>
          <w:rFonts w:ascii="Arial" w:hAnsi="Arial" w:cs="Arial"/>
          <w:b/>
          <w:i/>
          <w:kern w:val="0"/>
          <w:sz w:val="22"/>
          <w:szCs w:val="22"/>
        </w:rPr>
        <w:t>wiadczenie usługi dostępu do Systemu Informacji Prawnej</w:t>
      </w:r>
      <w:r w:rsidR="00F8553C">
        <w:rPr>
          <w:rFonts w:ascii="Arial" w:hAnsi="Arial" w:cs="Arial"/>
          <w:b/>
          <w:i/>
        </w:rPr>
        <w:t xml:space="preserve"> </w:t>
      </w:r>
      <w:r w:rsidR="00F8553C" w:rsidRPr="002A151F">
        <w:rPr>
          <w:rFonts w:ascii="Arial" w:eastAsia="Calibri" w:hAnsi="Arial" w:cs="Arial"/>
          <w:b/>
          <w:i/>
          <w:kern w:val="0"/>
          <w:sz w:val="22"/>
          <w:szCs w:val="22"/>
        </w:rPr>
        <w:t>dla Regionalnej Dyrekcji Ochrony Środowiska w Gdańsku</w:t>
      </w:r>
      <w:bookmarkEnd w:id="4"/>
      <w:r w:rsidR="00ED1A33" w:rsidRPr="002A151F">
        <w:rPr>
          <w:rFonts w:ascii="Arial" w:hAnsi="Arial" w:cs="Arial"/>
          <w:b/>
          <w:sz w:val="22"/>
          <w:szCs w:val="22"/>
        </w:rPr>
        <w:t>”.</w:t>
      </w:r>
    </w:p>
    <w:p w14:paraId="764B757C" w14:textId="77777777" w:rsidR="00330150" w:rsidRPr="002A151F" w:rsidRDefault="00330150" w:rsidP="00291107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7E71606" w14:textId="77777777" w:rsidR="0090643C" w:rsidRPr="002A151F" w:rsidRDefault="0090643C" w:rsidP="00291107">
      <w:pPr>
        <w:spacing w:after="0" w:line="240" w:lineRule="auto"/>
        <w:jc w:val="center"/>
        <w:rPr>
          <w:rFonts w:ascii="Arial" w:hAnsi="Arial" w:cs="Arial"/>
          <w:b/>
        </w:rPr>
      </w:pPr>
    </w:p>
    <w:p w14:paraId="30C1C1E1" w14:textId="77777777" w:rsidR="005315CC" w:rsidRPr="002A151F" w:rsidRDefault="005315CC" w:rsidP="005315CC">
      <w:pPr>
        <w:rPr>
          <w:rFonts w:ascii="Arial" w:hAnsi="Arial" w:cs="Arial"/>
        </w:rPr>
      </w:pPr>
      <w:r w:rsidRPr="002A151F">
        <w:rPr>
          <w:rFonts w:ascii="Arial" w:hAnsi="Arial" w:cs="Arial"/>
        </w:rPr>
        <w:t>Dane dotyczące Wykonawcy:</w:t>
      </w:r>
    </w:p>
    <w:tbl>
      <w:tblPr>
        <w:tblStyle w:val="Tabela-Siatka1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2A151F" w:rsidRPr="002A151F" w14:paraId="4E7BD1A0" w14:textId="77777777" w:rsidTr="00683AAC">
        <w:trPr>
          <w:trHeight w:val="617"/>
          <w:jc w:val="right"/>
        </w:trPr>
        <w:tc>
          <w:tcPr>
            <w:tcW w:w="2410" w:type="dxa"/>
            <w:vAlign w:val="center"/>
          </w:tcPr>
          <w:p w14:paraId="1437AE35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2A151F">
              <w:rPr>
                <w:rFonts w:ascii="Arial" w:eastAsia="Times New Roman" w:hAnsi="Arial" w:cs="Arial"/>
                <w:i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3722D616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2A151F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2A151F" w:rsidRPr="002A151F" w14:paraId="4BB5F5A3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7F25B379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2A151F">
              <w:rPr>
                <w:rFonts w:ascii="Arial" w:eastAsia="Times New Roman" w:hAnsi="Arial" w:cs="Arial"/>
                <w:i/>
              </w:rPr>
              <w:t>Siedziba</w:t>
            </w:r>
          </w:p>
        </w:tc>
        <w:tc>
          <w:tcPr>
            <w:tcW w:w="6770" w:type="dxa"/>
            <w:vAlign w:val="bottom"/>
          </w:tcPr>
          <w:p w14:paraId="64632CAE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2A151F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2A151F" w:rsidRPr="002A151F" w14:paraId="4A9892EB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1E9D53AC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2A151F">
              <w:rPr>
                <w:rFonts w:ascii="Arial" w:eastAsia="Times New Roman" w:hAnsi="Arial" w:cs="Arial"/>
                <w:i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149F9EB7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2A151F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2A151F" w:rsidRPr="002A151F" w14:paraId="13507478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5A49234D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2A151F">
              <w:rPr>
                <w:rFonts w:ascii="Arial" w:eastAsia="Times New Roman" w:hAnsi="Arial" w:cs="Arial"/>
                <w:i/>
              </w:rPr>
              <w:t>Nr NIP</w:t>
            </w:r>
          </w:p>
        </w:tc>
        <w:tc>
          <w:tcPr>
            <w:tcW w:w="6770" w:type="dxa"/>
            <w:vAlign w:val="bottom"/>
          </w:tcPr>
          <w:p w14:paraId="42DC2A52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2A151F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2A151F" w:rsidRPr="002A151F" w14:paraId="62DE07E4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1090C98F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bookmarkStart w:id="5" w:name="_Hlk78535351"/>
            <w:r w:rsidRPr="002A151F">
              <w:rPr>
                <w:rFonts w:ascii="Arial" w:eastAsia="Times New Roman" w:hAnsi="Arial" w:cs="Arial"/>
                <w:i/>
              </w:rPr>
              <w:t>Nr REGON</w:t>
            </w:r>
          </w:p>
        </w:tc>
        <w:tc>
          <w:tcPr>
            <w:tcW w:w="6770" w:type="dxa"/>
            <w:vAlign w:val="bottom"/>
          </w:tcPr>
          <w:p w14:paraId="1D911BA3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2A151F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bookmarkEnd w:id="5"/>
      <w:tr w:rsidR="00EA50A7" w:rsidRPr="002A151F" w14:paraId="46DF64E7" w14:textId="77777777" w:rsidTr="001F4168">
        <w:trPr>
          <w:trHeight w:val="616"/>
          <w:jc w:val="right"/>
        </w:trPr>
        <w:tc>
          <w:tcPr>
            <w:tcW w:w="2410" w:type="dxa"/>
            <w:vAlign w:val="center"/>
          </w:tcPr>
          <w:p w14:paraId="13EDA0B2" w14:textId="2CEADBC3" w:rsidR="00EA50A7" w:rsidRPr="002A151F" w:rsidRDefault="00EA50A7" w:rsidP="001F416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2A151F">
              <w:rPr>
                <w:rFonts w:ascii="Arial" w:eastAsia="Times New Roman" w:hAnsi="Arial" w:cs="Arial"/>
                <w:i/>
              </w:rPr>
              <w:t>Email</w:t>
            </w:r>
          </w:p>
        </w:tc>
        <w:tc>
          <w:tcPr>
            <w:tcW w:w="6770" w:type="dxa"/>
            <w:vAlign w:val="bottom"/>
          </w:tcPr>
          <w:p w14:paraId="1E3A8A7B" w14:textId="77777777" w:rsidR="00EA50A7" w:rsidRPr="002A151F" w:rsidRDefault="00EA50A7" w:rsidP="001F416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2A151F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</w:tbl>
    <w:p w14:paraId="3CF20688" w14:textId="77777777" w:rsidR="005315CC" w:rsidRPr="002A151F" w:rsidRDefault="005315CC" w:rsidP="005315CC">
      <w:pPr>
        <w:jc w:val="both"/>
        <w:rPr>
          <w:rFonts w:ascii="Arial" w:hAnsi="Arial" w:cs="Arial"/>
        </w:rPr>
      </w:pPr>
    </w:p>
    <w:p w14:paraId="40C2CF26" w14:textId="77777777" w:rsidR="00F25D58" w:rsidRPr="002A151F" w:rsidRDefault="00F25D58" w:rsidP="00291107">
      <w:pPr>
        <w:spacing w:after="0" w:line="240" w:lineRule="auto"/>
        <w:rPr>
          <w:rFonts w:ascii="Arial" w:hAnsi="Arial" w:cs="Arial"/>
          <w:bCs/>
        </w:rPr>
      </w:pPr>
      <w:r w:rsidRPr="002A151F">
        <w:rPr>
          <w:rFonts w:ascii="Arial" w:hAnsi="Arial" w:cs="Arial"/>
          <w:bCs/>
        </w:rPr>
        <w:t>Dane dotyczące Zamawiającego:</w:t>
      </w:r>
      <w:r w:rsidR="005E3ACE" w:rsidRPr="002A151F">
        <w:rPr>
          <w:rFonts w:ascii="Arial" w:hAnsi="Arial" w:cs="Arial"/>
          <w:bCs/>
        </w:rPr>
        <w:t xml:space="preserve">  </w:t>
      </w:r>
      <w:r w:rsidRPr="002A151F">
        <w:rPr>
          <w:rFonts w:ascii="Arial" w:hAnsi="Arial" w:cs="Arial"/>
          <w:bCs/>
        </w:rPr>
        <w:t xml:space="preserve"> Regionalna Dyrekcja Ochrony Środowiska w Gdańsku </w:t>
      </w:r>
      <w:r w:rsidRPr="002A151F">
        <w:rPr>
          <w:rStyle w:val="Pogrubienie"/>
          <w:rFonts w:ascii="Arial" w:hAnsi="Arial" w:cs="Arial"/>
          <w:b w:val="0"/>
        </w:rPr>
        <w:t>ul. Chmielna 54/57, 80-748 Gdańsk</w:t>
      </w:r>
      <w:r w:rsidRPr="002A151F">
        <w:rPr>
          <w:rFonts w:ascii="Arial" w:hAnsi="Arial" w:cs="Arial"/>
          <w:b/>
        </w:rPr>
        <w:t>,</w:t>
      </w:r>
      <w:r w:rsidRPr="002A151F">
        <w:rPr>
          <w:rFonts w:ascii="Arial" w:hAnsi="Arial" w:cs="Arial"/>
          <w:bCs/>
        </w:rPr>
        <w:t xml:space="preserve"> NIP 583-304-72-93, REGON 220700750, tel. (58) 68 36 8</w:t>
      </w:r>
      <w:r w:rsidR="00ED1A33" w:rsidRPr="002A151F">
        <w:rPr>
          <w:rFonts w:ascii="Arial" w:hAnsi="Arial" w:cs="Arial"/>
          <w:bCs/>
        </w:rPr>
        <w:t>35</w:t>
      </w:r>
      <w:r w:rsidRPr="002A151F">
        <w:rPr>
          <w:rFonts w:ascii="Arial" w:hAnsi="Arial" w:cs="Arial"/>
          <w:bCs/>
        </w:rPr>
        <w:t xml:space="preserve">, </w:t>
      </w:r>
      <w:r w:rsidR="00ED1A33" w:rsidRPr="002A151F">
        <w:rPr>
          <w:rFonts w:ascii="Arial" w:hAnsi="Arial" w:cs="Arial"/>
          <w:bCs/>
        </w:rPr>
        <w:t xml:space="preserve"> </w:t>
      </w:r>
    </w:p>
    <w:p w14:paraId="0C91B402" w14:textId="77777777" w:rsidR="0074262A" w:rsidRPr="002A151F" w:rsidRDefault="0074262A" w:rsidP="00291107">
      <w:pPr>
        <w:spacing w:after="0" w:line="240" w:lineRule="auto"/>
        <w:rPr>
          <w:rFonts w:ascii="Arial" w:hAnsi="Arial" w:cs="Arial"/>
          <w:bCs/>
        </w:rPr>
      </w:pPr>
    </w:p>
    <w:p w14:paraId="432589FF" w14:textId="77777777" w:rsidR="005315CC" w:rsidRPr="002A151F" w:rsidRDefault="005315CC" w:rsidP="00291107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</w:p>
    <w:p w14:paraId="4CB363FA" w14:textId="739F58FB" w:rsidR="00F25D58" w:rsidRPr="002A151F" w:rsidRDefault="00F25D58" w:rsidP="00291107">
      <w:pPr>
        <w:widowControl w:val="0"/>
        <w:suppressAutoHyphens/>
        <w:spacing w:after="0" w:line="240" w:lineRule="auto"/>
        <w:jc w:val="both"/>
        <w:rPr>
          <w:rFonts w:ascii="Arial" w:hAnsi="Arial" w:cs="Arial"/>
        </w:rPr>
      </w:pPr>
      <w:r w:rsidRPr="002A151F">
        <w:rPr>
          <w:rFonts w:ascii="Arial" w:hAnsi="Arial" w:cs="Arial"/>
          <w:bCs/>
        </w:rPr>
        <w:t>Składam ofertę i zobowiązuję się wykonać przedmiot zamówienia</w:t>
      </w:r>
      <w:r w:rsidR="00754EB1" w:rsidRPr="002A151F">
        <w:rPr>
          <w:rFonts w:ascii="Arial" w:hAnsi="Arial" w:cs="Arial"/>
        </w:rPr>
        <w:t xml:space="preserve"> </w:t>
      </w:r>
      <w:r w:rsidR="00FC0EE6" w:rsidRPr="002A151F">
        <w:rPr>
          <w:rFonts w:ascii="Arial" w:eastAsia="Trebuchet MS" w:hAnsi="Arial" w:cs="Arial"/>
          <w:bCs/>
        </w:rPr>
        <w:t xml:space="preserve">dla </w:t>
      </w:r>
      <w:r w:rsidR="00FC0EE6" w:rsidRPr="002A151F">
        <w:rPr>
          <w:rFonts w:ascii="Arial" w:hAnsi="Arial" w:cs="Arial"/>
          <w:bCs/>
        </w:rPr>
        <w:t xml:space="preserve">Regionalnej Dyrekcji Ochrony Środowiska w Gdańsku </w:t>
      </w:r>
      <w:r w:rsidR="005315CC" w:rsidRPr="002A151F">
        <w:rPr>
          <w:rFonts w:ascii="Arial" w:hAnsi="Arial" w:cs="Arial"/>
          <w:bCs/>
        </w:rPr>
        <w:t>z</w:t>
      </w:r>
      <w:r w:rsidRPr="002A151F">
        <w:rPr>
          <w:rFonts w:ascii="Arial" w:hAnsi="Arial" w:cs="Arial"/>
          <w:bCs/>
        </w:rPr>
        <w:t>a kwotę:</w:t>
      </w:r>
    </w:p>
    <w:p w14:paraId="190F50F4" w14:textId="77777777" w:rsidR="00B4267B" w:rsidRPr="002A151F" w:rsidRDefault="00B4267B" w:rsidP="00291107">
      <w:pPr>
        <w:spacing w:after="0" w:line="240" w:lineRule="auto"/>
        <w:rPr>
          <w:rFonts w:ascii="Arial" w:hAnsi="Arial" w:cs="Arial"/>
          <w:bCs/>
        </w:rPr>
      </w:pPr>
    </w:p>
    <w:p w14:paraId="12702746" w14:textId="77777777" w:rsidR="005315CC" w:rsidRPr="002A151F" w:rsidRDefault="005315CC" w:rsidP="005315CC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</w:p>
    <w:p w14:paraId="71AD3D66" w14:textId="5106F19E" w:rsidR="005315CC" w:rsidRPr="002A151F" w:rsidRDefault="005315CC" w:rsidP="005315CC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2A151F">
        <w:rPr>
          <w:rFonts w:ascii="Arial" w:eastAsia="Times New Roman" w:hAnsi="Arial" w:cs="Arial"/>
          <w:lang w:eastAsia="ar-SA"/>
        </w:rPr>
        <w:t>Netto: ___________________ złotych  (słownie złotych: ____________________________)</w:t>
      </w:r>
    </w:p>
    <w:p w14:paraId="1E1966A5" w14:textId="77777777" w:rsidR="005315CC" w:rsidRPr="002A151F" w:rsidRDefault="005315CC" w:rsidP="005315CC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2A151F">
        <w:rPr>
          <w:rFonts w:ascii="Arial" w:eastAsia="Times New Roman" w:hAnsi="Arial" w:cs="Arial"/>
          <w:lang w:eastAsia="ar-SA"/>
        </w:rPr>
        <w:t xml:space="preserve">Brutto: __________________ złotych   (słownie złotych: ____________________________) </w:t>
      </w:r>
    </w:p>
    <w:p w14:paraId="58B7831E" w14:textId="4F8393B1" w:rsidR="00B768D5" w:rsidRPr="002A151F" w:rsidRDefault="005315CC" w:rsidP="005315CC">
      <w:pPr>
        <w:spacing w:after="0" w:line="240" w:lineRule="auto"/>
        <w:rPr>
          <w:rFonts w:ascii="Arial" w:hAnsi="Arial" w:cs="Arial"/>
        </w:rPr>
      </w:pPr>
      <w:r w:rsidRPr="002A151F">
        <w:rPr>
          <w:rFonts w:ascii="Arial" w:eastAsia="Times New Roman" w:hAnsi="Arial" w:cs="Arial"/>
          <w:lang w:eastAsia="ar-SA"/>
        </w:rPr>
        <w:t>w tym___________% VAT w kwocie ____________________ złotych.</w:t>
      </w:r>
    </w:p>
    <w:p w14:paraId="66D11A9F" w14:textId="77FDEB48" w:rsidR="008C7AE8" w:rsidRPr="002A151F" w:rsidRDefault="008C7AE8" w:rsidP="002A151F">
      <w:pPr>
        <w:pStyle w:val="Tekstpodstawowy"/>
        <w:spacing w:after="0" w:line="276" w:lineRule="auto"/>
        <w:rPr>
          <w:rFonts w:ascii="Arial" w:hAnsi="Arial" w:cs="Arial"/>
          <w:lang w:val="pl-PL"/>
        </w:rPr>
      </w:pPr>
    </w:p>
    <w:p w14:paraId="20377F82" w14:textId="77777777" w:rsidR="00F25D58" w:rsidRPr="002A151F" w:rsidRDefault="00916D11" w:rsidP="00D30C16">
      <w:pPr>
        <w:spacing w:after="0"/>
        <w:rPr>
          <w:rFonts w:ascii="Arial" w:hAnsi="Arial" w:cs="Arial"/>
          <w:b/>
        </w:rPr>
      </w:pPr>
      <w:r w:rsidRPr="002A151F">
        <w:rPr>
          <w:rFonts w:ascii="Arial" w:hAnsi="Arial" w:cs="Arial"/>
          <w:b/>
        </w:rPr>
        <w:t>Oświadczamy że:</w:t>
      </w:r>
    </w:p>
    <w:p w14:paraId="0C236EC7" w14:textId="77777777" w:rsidR="00916D11" w:rsidRPr="002A151F" w:rsidRDefault="00B768D5" w:rsidP="005315CC">
      <w:pPr>
        <w:pStyle w:val="Akapitzlist"/>
        <w:numPr>
          <w:ilvl w:val="0"/>
          <w:numId w:val="4"/>
        </w:numPr>
        <w:spacing w:after="0"/>
        <w:ind w:left="284" w:hanging="284"/>
        <w:rPr>
          <w:rFonts w:ascii="Arial" w:hAnsi="Arial" w:cs="Arial"/>
        </w:rPr>
      </w:pPr>
      <w:r w:rsidRPr="002A151F">
        <w:rPr>
          <w:rFonts w:ascii="Arial" w:hAnsi="Arial" w:cs="Arial"/>
        </w:rPr>
        <w:t>U</w:t>
      </w:r>
      <w:r w:rsidR="00916D11" w:rsidRPr="002A151F">
        <w:rPr>
          <w:rFonts w:ascii="Arial" w:hAnsi="Arial" w:cs="Arial"/>
        </w:rPr>
        <w:t>zyskaliśmy wszelkie niezbędne informacje konieczne do sporządzenia oferty;</w:t>
      </w:r>
    </w:p>
    <w:p w14:paraId="465D85E2" w14:textId="77777777" w:rsidR="00916D11" w:rsidRPr="002A151F" w:rsidRDefault="00B768D5" w:rsidP="002C2D12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A151F">
        <w:rPr>
          <w:rFonts w:ascii="Arial" w:hAnsi="Arial" w:cs="Arial"/>
        </w:rPr>
        <w:lastRenderedPageBreak/>
        <w:t>Z</w:t>
      </w:r>
      <w:r w:rsidR="00916D11" w:rsidRPr="002A151F">
        <w:rPr>
          <w:rFonts w:ascii="Arial" w:hAnsi="Arial" w:cs="Arial"/>
        </w:rPr>
        <w:t xml:space="preserve">aoferowana cena jest sumą wynagrodzenia za całkowite wykonanie zamówienia i oprócz niej Zamawiający nie poniesie żadnych dodatkowych kosztów związanych z </w:t>
      </w:r>
      <w:r w:rsidR="00754EB1" w:rsidRPr="002A151F">
        <w:rPr>
          <w:rFonts w:ascii="Arial" w:hAnsi="Arial" w:cs="Arial"/>
        </w:rPr>
        <w:t xml:space="preserve">jej </w:t>
      </w:r>
      <w:r w:rsidR="00916D11" w:rsidRPr="002A151F">
        <w:rPr>
          <w:rFonts w:ascii="Arial" w:hAnsi="Arial" w:cs="Arial"/>
        </w:rPr>
        <w:t>należytą realizacją;</w:t>
      </w:r>
    </w:p>
    <w:p w14:paraId="0CE614C8" w14:textId="77777777" w:rsidR="00330150" w:rsidRPr="002A151F" w:rsidRDefault="00B768D5" w:rsidP="002C2D12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A151F">
        <w:rPr>
          <w:rFonts w:ascii="Arial" w:hAnsi="Arial" w:cs="Arial"/>
        </w:rPr>
        <w:t>U</w:t>
      </w:r>
      <w:r w:rsidR="00F4733D" w:rsidRPr="002A151F">
        <w:rPr>
          <w:rFonts w:ascii="Arial" w:hAnsi="Arial" w:cs="Arial"/>
        </w:rPr>
        <w:t>sługę</w:t>
      </w:r>
      <w:r w:rsidR="00916D11" w:rsidRPr="002A151F">
        <w:rPr>
          <w:rFonts w:ascii="Arial" w:hAnsi="Arial" w:cs="Arial"/>
        </w:rPr>
        <w:t xml:space="preserve"> wykonamy w terminie wskazanym przez Zamawiającego</w:t>
      </w:r>
      <w:r w:rsidR="00B4267B" w:rsidRPr="002A151F">
        <w:rPr>
          <w:rFonts w:ascii="Arial" w:hAnsi="Arial" w:cs="Arial"/>
        </w:rPr>
        <w:t>;</w:t>
      </w:r>
    </w:p>
    <w:p w14:paraId="71B802C9" w14:textId="041716B0" w:rsidR="00916D11" w:rsidRPr="002A151F" w:rsidRDefault="00B768D5" w:rsidP="002C2D12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A151F">
        <w:rPr>
          <w:rFonts w:ascii="Arial" w:hAnsi="Arial" w:cs="Arial"/>
        </w:rPr>
        <w:t>A</w:t>
      </w:r>
      <w:r w:rsidR="00916D11" w:rsidRPr="002A151F">
        <w:rPr>
          <w:rFonts w:ascii="Arial" w:hAnsi="Arial" w:cs="Arial"/>
        </w:rPr>
        <w:t xml:space="preserve">kceptujemy termin płatności </w:t>
      </w:r>
      <w:r w:rsidR="00BB719A" w:rsidRPr="002A151F">
        <w:rPr>
          <w:rFonts w:ascii="Arial" w:hAnsi="Arial" w:cs="Arial"/>
        </w:rPr>
        <w:t xml:space="preserve"> do </w:t>
      </w:r>
      <w:r w:rsidR="003B6F65" w:rsidRPr="002A151F">
        <w:rPr>
          <w:rFonts w:ascii="Arial" w:hAnsi="Arial" w:cs="Arial"/>
        </w:rPr>
        <w:t>21</w:t>
      </w:r>
      <w:r w:rsidR="00BB719A" w:rsidRPr="002A151F">
        <w:rPr>
          <w:rFonts w:ascii="Arial" w:hAnsi="Arial" w:cs="Arial"/>
        </w:rPr>
        <w:t xml:space="preserve"> </w:t>
      </w:r>
      <w:r w:rsidR="00916D11" w:rsidRPr="002A151F">
        <w:rPr>
          <w:rFonts w:ascii="Arial" w:hAnsi="Arial" w:cs="Arial"/>
        </w:rPr>
        <w:t>dni od dnia wystawienia Zamawiającemu faktury</w:t>
      </w:r>
      <w:r w:rsidRPr="002A151F">
        <w:rPr>
          <w:rFonts w:ascii="Arial" w:hAnsi="Arial" w:cs="Arial"/>
        </w:rPr>
        <w:t>/rachunku</w:t>
      </w:r>
      <w:r w:rsidR="00916D11" w:rsidRPr="002A151F">
        <w:rPr>
          <w:rFonts w:ascii="Arial" w:hAnsi="Arial" w:cs="Arial"/>
        </w:rPr>
        <w:t>;</w:t>
      </w:r>
    </w:p>
    <w:p w14:paraId="7BA25E9F" w14:textId="33CC856A" w:rsidR="00D30C16" w:rsidRPr="002A151F" w:rsidRDefault="000C6742" w:rsidP="002C2D12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A151F">
        <w:rPr>
          <w:rFonts w:ascii="Arial" w:eastAsia="Times New Roman" w:hAnsi="Arial" w:cs="Arial"/>
        </w:rPr>
        <w:t xml:space="preserve">Wykonawca oświadcza, że zapoznał się z zasadami Polityki Środowiskowej Regionalnej Dyrekcji Ochrony Środowiska w Gdańsku, opublikowanymi na stronie </w:t>
      </w:r>
      <w:r w:rsidRPr="002A151F">
        <w:rPr>
          <w:rFonts w:ascii="Arial" w:hAnsi="Arial" w:cs="Arial"/>
          <w:u w:val="single"/>
        </w:rPr>
        <w:t>https://www.gov.pl/web/rdos-gdansk/system-ekozarzadzania-i-audytu-emas</w:t>
      </w:r>
      <w:r w:rsidRPr="002A151F">
        <w:rPr>
          <w:rFonts w:ascii="Arial" w:eastAsia="Times New Roman" w:hAnsi="Arial" w:cs="Arial"/>
        </w:rPr>
        <w:t xml:space="preserve"> i zobowiązuje się do ich przestrzegania</w:t>
      </w:r>
    </w:p>
    <w:p w14:paraId="1F14ED3B" w14:textId="77777777" w:rsidR="00150A6A" w:rsidRPr="002A151F" w:rsidRDefault="00150A6A" w:rsidP="002C2D1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/>
          <w:bCs/>
        </w:rPr>
      </w:pPr>
      <w:r w:rsidRPr="002A151F">
        <w:rPr>
          <w:rFonts w:ascii="Arial" w:hAnsi="Arial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2A151F">
        <w:rPr>
          <w:rStyle w:val="Odwoanieprzypisudolnego"/>
          <w:rFonts w:ascii="Arial" w:hAnsi="Arial"/>
        </w:rPr>
        <w:footnoteReference w:id="1"/>
      </w:r>
      <w:r w:rsidRPr="002A151F">
        <w:rPr>
          <w:rFonts w:ascii="Arial" w:hAnsi="Arial"/>
        </w:rPr>
        <w:t>, wobec wszystkich osób fizycznych, których dane osobowe zostały przedstawione w celu ubiegania się o udzielenie zamówienia publicznego w niniejszym postępowaniu</w:t>
      </w:r>
      <w:r w:rsidRPr="002A151F">
        <w:rPr>
          <w:rStyle w:val="Odwoanieprzypisudolnego"/>
          <w:rFonts w:ascii="Arial" w:hAnsi="Arial"/>
        </w:rPr>
        <w:footnoteReference w:id="2"/>
      </w:r>
      <w:r w:rsidRPr="002A151F">
        <w:rPr>
          <w:rFonts w:ascii="Arial" w:hAnsi="Arial"/>
        </w:rPr>
        <w:t xml:space="preserve">. </w:t>
      </w:r>
    </w:p>
    <w:p w14:paraId="00DDAC01" w14:textId="77777777" w:rsidR="00B744F4" w:rsidRPr="00EB7475" w:rsidRDefault="00B744F4" w:rsidP="00291107">
      <w:pPr>
        <w:pStyle w:val="Akapitzlist"/>
        <w:spacing w:after="0" w:line="240" w:lineRule="auto"/>
        <w:rPr>
          <w:rFonts w:ascii="Arial" w:hAnsi="Arial" w:cs="Arial"/>
          <w:color w:val="0F243E" w:themeColor="text2" w:themeShade="80"/>
        </w:rPr>
      </w:pPr>
    </w:p>
    <w:p w14:paraId="531C6559" w14:textId="4C744BBE" w:rsidR="00050F06" w:rsidRDefault="00050F06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14:paraId="248A8BDF" w14:textId="0E991024" w:rsidR="005315CC" w:rsidRDefault="005315CC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14:paraId="210CDBAB" w14:textId="0553F781" w:rsidR="001F2B2E" w:rsidRDefault="001F2B2E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14:paraId="014AD52D" w14:textId="77777777" w:rsidR="001F2B2E" w:rsidRPr="00EB7475" w:rsidRDefault="001F2B2E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14:paraId="100745F0" w14:textId="025CC2A0" w:rsidR="0096213F" w:rsidRPr="0083541A" w:rsidRDefault="005315CC" w:rsidP="0096213F">
      <w:pPr>
        <w:pStyle w:val="Standard"/>
        <w:ind w:left="3119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color w:val="0F243E" w:themeColor="text2" w:themeShade="80"/>
        </w:rPr>
        <w:t xml:space="preserve">                                                           </w:t>
      </w:r>
      <w:r w:rsidR="00BB719A" w:rsidRPr="00EB7475">
        <w:rPr>
          <w:rFonts w:ascii="Arial" w:hAnsi="Arial" w:cs="Arial"/>
          <w:color w:val="0F243E" w:themeColor="text2" w:themeShade="80"/>
        </w:rPr>
        <w:tab/>
      </w:r>
      <w:r w:rsidR="0096213F">
        <w:rPr>
          <w:rFonts w:ascii="Arial" w:hAnsi="Arial" w:cs="Arial"/>
          <w:color w:val="0F243E" w:themeColor="text2" w:themeShade="80"/>
        </w:rPr>
        <w:t xml:space="preserve">            </w:t>
      </w:r>
      <w:r w:rsidR="00BB719A" w:rsidRPr="00EB7475">
        <w:rPr>
          <w:rFonts w:ascii="Arial" w:hAnsi="Arial" w:cs="Arial"/>
          <w:color w:val="0F243E" w:themeColor="text2" w:themeShade="80"/>
        </w:rPr>
        <w:tab/>
      </w:r>
      <w:r w:rsidR="0096213F" w:rsidRPr="0083541A">
        <w:rPr>
          <w:rFonts w:ascii="Arial" w:hAnsi="Arial" w:cs="Arial"/>
          <w:i/>
          <w:iCs/>
          <w:sz w:val="22"/>
          <w:szCs w:val="22"/>
        </w:rPr>
        <w:t>_______________________________________</w:t>
      </w:r>
    </w:p>
    <w:p w14:paraId="0212C482" w14:textId="77777777" w:rsidR="0096213F" w:rsidRPr="00FA2C05" w:rsidRDefault="0096213F" w:rsidP="0096213F">
      <w:pPr>
        <w:pStyle w:val="Tekstpodstawowy1"/>
        <w:spacing w:before="0" w:after="0" w:line="240" w:lineRule="auto"/>
        <w:ind w:left="3505"/>
        <w:rPr>
          <w:rFonts w:cs="Arial"/>
          <w:i w:val="0"/>
          <w:sz w:val="18"/>
          <w:szCs w:val="18"/>
        </w:rPr>
      </w:pPr>
      <w:r>
        <w:rPr>
          <w:rFonts w:cs="Arial"/>
          <w:i w:val="0"/>
          <w:iCs w:val="0"/>
          <w:sz w:val="18"/>
          <w:szCs w:val="18"/>
        </w:rPr>
        <w:t xml:space="preserve">       </w:t>
      </w:r>
      <w:r w:rsidRPr="00FA2C05">
        <w:rPr>
          <w:rFonts w:cs="Arial"/>
          <w:i w:val="0"/>
          <w:iCs w:val="0"/>
          <w:sz w:val="18"/>
          <w:szCs w:val="18"/>
        </w:rPr>
        <w:t>(Podpis i pieczątka upoważnionego</w:t>
      </w:r>
      <w:r w:rsidRPr="00FA2C05">
        <w:rPr>
          <w:rFonts w:cs="Arial"/>
          <w:i w:val="0"/>
          <w:iCs w:val="0"/>
          <w:sz w:val="18"/>
          <w:szCs w:val="18"/>
        </w:rPr>
        <w:br/>
      </w:r>
      <w:r>
        <w:rPr>
          <w:rFonts w:cs="Arial"/>
          <w:i w:val="0"/>
          <w:iCs w:val="0"/>
          <w:sz w:val="18"/>
          <w:szCs w:val="18"/>
        </w:rPr>
        <w:t xml:space="preserve">        </w:t>
      </w:r>
      <w:r w:rsidRPr="00FA2C05">
        <w:rPr>
          <w:rFonts w:cs="Arial"/>
          <w:i w:val="0"/>
          <w:iCs w:val="0"/>
          <w:sz w:val="18"/>
          <w:szCs w:val="18"/>
        </w:rPr>
        <w:t xml:space="preserve"> przedstawiciela Wykonawcy)</w:t>
      </w:r>
    </w:p>
    <w:p w14:paraId="738352E0" w14:textId="25096B2C" w:rsidR="00827E6D" w:rsidRPr="00EB7475" w:rsidRDefault="00827E6D" w:rsidP="0096213F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sectPr w:rsidR="00827E6D" w:rsidRPr="00EB7475" w:rsidSect="0090643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A36B4" w14:textId="77777777"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14:paraId="4764FBA6" w14:textId="77777777"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59122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13E199" w14:textId="355F4BED" w:rsidR="005315CC" w:rsidRDefault="005315C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A750FE" w14:textId="77777777" w:rsidR="005315CC" w:rsidRDefault="005315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F59B5" w14:textId="77777777"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14:paraId="3B11208D" w14:textId="77777777" w:rsidR="00A76064" w:rsidRDefault="00A76064" w:rsidP="00792237">
      <w:pPr>
        <w:spacing w:after="0" w:line="240" w:lineRule="auto"/>
      </w:pPr>
      <w:r>
        <w:continuationSeparator/>
      </w:r>
    </w:p>
  </w:footnote>
  <w:footnote w:id="1">
    <w:p w14:paraId="669CBFA6" w14:textId="77777777" w:rsidR="00150A6A" w:rsidRPr="00EA69E8" w:rsidRDefault="00150A6A" w:rsidP="005315CC">
      <w:pPr>
        <w:pStyle w:val="Tekstprzypisudolnego"/>
        <w:jc w:val="both"/>
        <w:rPr>
          <w:rFonts w:ascii="Arial" w:hAnsi="Arial" w:cs="Arial"/>
          <w:lang w:val="pl-PL"/>
        </w:rPr>
      </w:pPr>
      <w:r w:rsidRPr="005315C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6713E6A" w14:textId="6FA86ABB" w:rsidR="00150A6A" w:rsidRPr="00EA69E8" w:rsidRDefault="00150A6A" w:rsidP="005315CC">
      <w:pPr>
        <w:pStyle w:val="NormalnyWeb"/>
        <w:jc w:val="both"/>
        <w:rPr>
          <w:rFonts w:ascii="Arial" w:hAnsi="Arial" w:cs="Arial"/>
          <w:sz w:val="16"/>
          <w:szCs w:val="16"/>
        </w:rPr>
      </w:pPr>
      <w:r w:rsidRPr="005315C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</w:t>
      </w:r>
      <w:r w:rsidR="005315CC">
        <w:rPr>
          <w:rFonts w:ascii="Arial" w:hAnsi="Arial" w:cs="Arial"/>
          <w:sz w:val="16"/>
          <w:szCs w:val="16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94A56"/>
    <w:multiLevelType w:val="multilevel"/>
    <w:tmpl w:val="8C38DAAE"/>
    <w:lvl w:ilvl="0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5512C"/>
    <w:multiLevelType w:val="hybridMultilevel"/>
    <w:tmpl w:val="4FE2EB86"/>
    <w:lvl w:ilvl="0" w:tplc="10A00B82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4805D0"/>
    <w:multiLevelType w:val="hybridMultilevel"/>
    <w:tmpl w:val="F552ECAA"/>
    <w:lvl w:ilvl="0" w:tplc="3CFC0338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color w:val="365F91" w:themeColor="accent1" w:themeShade="BF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C88"/>
    <w:rsid w:val="00050F06"/>
    <w:rsid w:val="00073D59"/>
    <w:rsid w:val="000B5880"/>
    <w:rsid w:val="000C6742"/>
    <w:rsid w:val="000D30D2"/>
    <w:rsid w:val="000E69ED"/>
    <w:rsid w:val="000F1B72"/>
    <w:rsid w:val="001079EC"/>
    <w:rsid w:val="00121390"/>
    <w:rsid w:val="00144FFE"/>
    <w:rsid w:val="00150A6A"/>
    <w:rsid w:val="00153153"/>
    <w:rsid w:val="001832DA"/>
    <w:rsid w:val="00192ABA"/>
    <w:rsid w:val="001D0BBF"/>
    <w:rsid w:val="001D5B33"/>
    <w:rsid w:val="001D7BAB"/>
    <w:rsid w:val="001E3F31"/>
    <w:rsid w:val="001F2B2E"/>
    <w:rsid w:val="00221CE4"/>
    <w:rsid w:val="00233A8F"/>
    <w:rsid w:val="00237806"/>
    <w:rsid w:val="00281C6E"/>
    <w:rsid w:val="00291107"/>
    <w:rsid w:val="002A151F"/>
    <w:rsid w:val="002C2D12"/>
    <w:rsid w:val="002C3E27"/>
    <w:rsid w:val="002D0451"/>
    <w:rsid w:val="00330150"/>
    <w:rsid w:val="00340D6B"/>
    <w:rsid w:val="00343E66"/>
    <w:rsid w:val="00356479"/>
    <w:rsid w:val="00383F92"/>
    <w:rsid w:val="00384C44"/>
    <w:rsid w:val="003947D7"/>
    <w:rsid w:val="003B6F65"/>
    <w:rsid w:val="003E6305"/>
    <w:rsid w:val="004345BB"/>
    <w:rsid w:val="004438F2"/>
    <w:rsid w:val="00445A53"/>
    <w:rsid w:val="004478B0"/>
    <w:rsid w:val="00452955"/>
    <w:rsid w:val="00453B6A"/>
    <w:rsid w:val="004C4BC2"/>
    <w:rsid w:val="004E285A"/>
    <w:rsid w:val="00500408"/>
    <w:rsid w:val="005315CC"/>
    <w:rsid w:val="005363FE"/>
    <w:rsid w:val="005B1756"/>
    <w:rsid w:val="005B3872"/>
    <w:rsid w:val="005D3049"/>
    <w:rsid w:val="005E3ACE"/>
    <w:rsid w:val="005F2841"/>
    <w:rsid w:val="00612718"/>
    <w:rsid w:val="006221BF"/>
    <w:rsid w:val="0068716E"/>
    <w:rsid w:val="006D2F04"/>
    <w:rsid w:val="00734F37"/>
    <w:rsid w:val="0074262A"/>
    <w:rsid w:val="00743DE3"/>
    <w:rsid w:val="00745C88"/>
    <w:rsid w:val="007479B5"/>
    <w:rsid w:val="0075083F"/>
    <w:rsid w:val="00754EB1"/>
    <w:rsid w:val="00762ABB"/>
    <w:rsid w:val="00774AC3"/>
    <w:rsid w:val="00783AD5"/>
    <w:rsid w:val="00792237"/>
    <w:rsid w:val="007B6486"/>
    <w:rsid w:val="007E628E"/>
    <w:rsid w:val="007E6AE4"/>
    <w:rsid w:val="00802656"/>
    <w:rsid w:val="00807DEF"/>
    <w:rsid w:val="00827E6D"/>
    <w:rsid w:val="00844E21"/>
    <w:rsid w:val="0084510E"/>
    <w:rsid w:val="00851855"/>
    <w:rsid w:val="008831DC"/>
    <w:rsid w:val="008C7AE8"/>
    <w:rsid w:val="008F0A2D"/>
    <w:rsid w:val="00902405"/>
    <w:rsid w:val="0090643C"/>
    <w:rsid w:val="00910529"/>
    <w:rsid w:val="00916D11"/>
    <w:rsid w:val="0096213F"/>
    <w:rsid w:val="00963321"/>
    <w:rsid w:val="00963E7E"/>
    <w:rsid w:val="00964C22"/>
    <w:rsid w:val="00967D97"/>
    <w:rsid w:val="00972589"/>
    <w:rsid w:val="00996AF8"/>
    <w:rsid w:val="00996C2E"/>
    <w:rsid w:val="009B4D49"/>
    <w:rsid w:val="009F225D"/>
    <w:rsid w:val="00A050B7"/>
    <w:rsid w:val="00A26E93"/>
    <w:rsid w:val="00A30A6E"/>
    <w:rsid w:val="00A37B08"/>
    <w:rsid w:val="00A44716"/>
    <w:rsid w:val="00A74A4D"/>
    <w:rsid w:val="00A76064"/>
    <w:rsid w:val="00AA20D3"/>
    <w:rsid w:val="00AD227C"/>
    <w:rsid w:val="00B02060"/>
    <w:rsid w:val="00B4267B"/>
    <w:rsid w:val="00B65801"/>
    <w:rsid w:val="00B744F4"/>
    <w:rsid w:val="00B768D5"/>
    <w:rsid w:val="00B864A1"/>
    <w:rsid w:val="00B95BD4"/>
    <w:rsid w:val="00BB0C8B"/>
    <w:rsid w:val="00BB719A"/>
    <w:rsid w:val="00BC7499"/>
    <w:rsid w:val="00BF7400"/>
    <w:rsid w:val="00C04BA2"/>
    <w:rsid w:val="00C2047C"/>
    <w:rsid w:val="00C24E66"/>
    <w:rsid w:val="00CB4033"/>
    <w:rsid w:val="00CC78B5"/>
    <w:rsid w:val="00CE032F"/>
    <w:rsid w:val="00CE04E7"/>
    <w:rsid w:val="00CE08AA"/>
    <w:rsid w:val="00CF61FC"/>
    <w:rsid w:val="00D20AA8"/>
    <w:rsid w:val="00D30380"/>
    <w:rsid w:val="00D30C16"/>
    <w:rsid w:val="00D71AC8"/>
    <w:rsid w:val="00D8513B"/>
    <w:rsid w:val="00D87612"/>
    <w:rsid w:val="00DB1D03"/>
    <w:rsid w:val="00DE523F"/>
    <w:rsid w:val="00E20D9F"/>
    <w:rsid w:val="00E3314E"/>
    <w:rsid w:val="00E60BE2"/>
    <w:rsid w:val="00E62D6A"/>
    <w:rsid w:val="00E658D9"/>
    <w:rsid w:val="00EA50A7"/>
    <w:rsid w:val="00EB7475"/>
    <w:rsid w:val="00ED1A33"/>
    <w:rsid w:val="00ED4D23"/>
    <w:rsid w:val="00EF1869"/>
    <w:rsid w:val="00F0504A"/>
    <w:rsid w:val="00F25D58"/>
    <w:rsid w:val="00F4733D"/>
    <w:rsid w:val="00F51455"/>
    <w:rsid w:val="00F63F1B"/>
    <w:rsid w:val="00F711A9"/>
    <w:rsid w:val="00F8553C"/>
    <w:rsid w:val="00FA5F92"/>
    <w:rsid w:val="00FB2837"/>
    <w:rsid w:val="00FC0EE6"/>
    <w:rsid w:val="00FE5B97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1CF59"/>
  <w15:docId w15:val="{16E5A293-72FC-46E9-96A1-A3E93A8BA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50A6A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0A6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150A6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50A6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356479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56479"/>
    <w:rPr>
      <w:rFonts w:ascii="Times New Roman" w:eastAsia="Calibri" w:hAnsi="Times New Roman" w:cs="Times New Roman"/>
      <w:sz w:val="24"/>
      <w:szCs w:val="24"/>
      <w:lang w:val="x-none" w:eastAsia="ar-SA"/>
    </w:rPr>
  </w:style>
  <w:style w:type="paragraph" w:customStyle="1" w:styleId="Tekstpodstawowy1">
    <w:name w:val="Tekst podstawowy1"/>
    <w:basedOn w:val="Normalny"/>
    <w:rsid w:val="00356479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</w:rPr>
  </w:style>
  <w:style w:type="paragraph" w:customStyle="1" w:styleId="Standard">
    <w:name w:val="Standard"/>
    <w:rsid w:val="00ED1A3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315CC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0C67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Anna Marchlik</cp:lastModifiedBy>
  <cp:revision>34</cp:revision>
  <cp:lastPrinted>2021-08-18T10:30:00Z</cp:lastPrinted>
  <dcterms:created xsi:type="dcterms:W3CDTF">2018-04-25T09:37:00Z</dcterms:created>
  <dcterms:modified xsi:type="dcterms:W3CDTF">2021-12-17T09:14:00Z</dcterms:modified>
</cp:coreProperties>
</file>