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14:paraId="20FFCB59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14:paraId="3D85E588" w14:textId="77777777"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14:paraId="0A37501D" w14:textId="77777777"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14:paraId="431D20FA" w14:textId="77777777" w:rsidR="00310A4C" w:rsidRPr="00310A4C" w:rsidRDefault="00683A5D" w:rsidP="00310A4C">
      <w:pPr>
        <w:spacing w:line="254" w:lineRule="auto"/>
        <w:jc w:val="both"/>
        <w:rPr>
          <w:rFonts w:ascii="Calibri" w:hAnsi="Calibri"/>
          <w:i/>
        </w:rPr>
      </w:pPr>
      <w:r w:rsidRPr="336E291A">
        <w:rPr>
          <w:rFonts w:ascii="Calibri" w:hAnsi="Calibri"/>
          <w:i/>
          <w:iCs/>
        </w:rPr>
        <w:t>Szanowny Panie Sekretarzu,</w:t>
      </w:r>
      <w:r w:rsidR="00F9146D" w:rsidRPr="336E291A">
        <w:rPr>
          <w:rFonts w:ascii="Calibri" w:hAnsi="Calibri"/>
          <w:i/>
          <w:iCs/>
        </w:rPr>
        <w:t xml:space="preserve"> </w:t>
      </w:r>
    </w:p>
    <w:p w14:paraId="698CB3E7" w14:textId="278F2C81" w:rsidR="336E291A" w:rsidRDefault="336E291A" w:rsidP="336E291A">
      <w:pPr>
        <w:spacing w:line="254" w:lineRule="auto"/>
        <w:jc w:val="both"/>
        <w:rPr>
          <w:rFonts w:ascii="Calibri" w:hAnsi="Calibri"/>
          <w:i/>
          <w:iCs/>
        </w:rPr>
      </w:pPr>
    </w:p>
    <w:p w14:paraId="7F03B806" w14:textId="53E323CE" w:rsidR="6C4D645B" w:rsidRDefault="6C4D645B" w:rsidP="336E291A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w załączeniu przekazuję opis założeń projektu informatycznego pn. „System Ewidencji Państwowe</w:t>
      </w:r>
      <w:r w:rsidR="00A44C7D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j Inspekcji Sanitarnej (SEPIS)”</w:t>
      </w: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z naniesionymi uwagami i poprawkam</w:t>
      </w:r>
      <w:r w:rsidR="28265461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i</w:t>
      </w:r>
      <w:r w:rsidR="747D006A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6C2CC6F7" w14:textId="39EEBDEF" w:rsidR="336E291A" w:rsidRPr="00BB51B1" w:rsidRDefault="0036701F" w:rsidP="336E291A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W załączonej wersji dokumentu</w:t>
      </w:r>
      <w:r w:rsidR="001A53AE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poprawiono sposób finansowania projektu w rozdziale 4.1, zgodnie z uwagą M</w:t>
      </w:r>
      <w:r w:rsidR="6C4D645B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inisterstw</w:t>
      </w:r>
      <w:r w:rsidR="001A53AE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a</w:t>
      </w:r>
      <w:r w:rsidR="6C4D645B"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 xml:space="preserve"> Fundusz</w:t>
      </w:r>
      <w:r w:rsidR="00322BB6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y i Polityki Regionalnej</w:t>
      </w:r>
      <w:bookmarkStart w:id="0" w:name="_GoBack"/>
      <w:bookmarkEnd w:id="0"/>
      <w:r w:rsidR="001A53AE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42AB108D" w14:textId="5656B543" w:rsidR="6C4D645B" w:rsidRDefault="6C4D645B" w:rsidP="336E291A">
      <w:pPr>
        <w:spacing w:beforeAutospacing="1" w:afterAutospacing="1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36E291A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</w:rPr>
        <w:t>Zwracam się z uprzejmą prośbą o zaopiniowanie powyższego projektu przez Komitet Rady Ministrów do spraw Cyfryzacji.</w:t>
      </w:r>
    </w:p>
    <w:p w14:paraId="26B06448" w14:textId="0DE72606" w:rsidR="336E291A" w:rsidRDefault="336E291A" w:rsidP="336E291A">
      <w:pPr>
        <w:pStyle w:val="paragraph"/>
        <w:jc w:val="both"/>
        <w:rPr>
          <w:rStyle w:val="normaltextrun"/>
          <w:rFonts w:ascii="Calibri" w:eastAsia="Calibri" w:hAnsi="Calibri" w:cs="Calibri"/>
          <w:color w:val="000000" w:themeColor="text1"/>
        </w:rPr>
      </w:pPr>
    </w:p>
    <w:p w14:paraId="5DAB6C7B" w14:textId="77777777"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EB378F" w14:textId="77777777"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14:paraId="77082EC8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6A05A809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151B1E71" w14:textId="77777777"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2749B6">
        <w:rPr>
          <w:rFonts w:asciiTheme="minorHAnsi" w:hAnsiTheme="minorHAnsi" w:cstheme="minorHAnsi"/>
          <w:b/>
          <w:bCs/>
        </w:rPr>
        <w:t>Janusz Cieszyński</w:t>
      </w:r>
    </w:p>
    <w:p w14:paraId="690E3B05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22DC28A8" w14:textId="77777777"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5A39BBE3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41C8F396" w14:textId="77777777" w:rsidR="00B30905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2A3D3EC" w14:textId="77777777" w:rsidR="009F17A4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9F17A4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CABB90E" w14:textId="77777777" w:rsidR="009F17A4" w:rsidRPr="009F17A4" w:rsidRDefault="009F17A4" w:rsidP="009F17A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Załącznik: </w:t>
      </w:r>
    </w:p>
    <w:p w14:paraId="7954FFD3" w14:textId="77777777" w:rsidR="009F17A4" w:rsidRPr="009F17A4" w:rsidRDefault="009F17A4" w:rsidP="009F17A4">
      <w:pPr>
        <w:pStyle w:val="Bezodstpw"/>
        <w:rPr>
          <w:rFonts w:asciiTheme="minorHAnsi" w:hAnsiTheme="minorHAnsi" w:cstheme="minorHAnsi"/>
          <w:sz w:val="18"/>
          <w:szCs w:val="18"/>
        </w:rPr>
      </w:pPr>
      <w:r w:rsidRPr="009F17A4">
        <w:rPr>
          <w:rFonts w:asciiTheme="minorHAnsi" w:hAnsiTheme="minorHAnsi" w:cstheme="minorHAnsi"/>
          <w:sz w:val="18"/>
          <w:szCs w:val="18"/>
        </w:rPr>
        <w:t xml:space="preserve">Opis założeń projektu dla projektu pn. „System Ewidencji Państwowej Inspekcji Sanitarnej (SEPIS)”. </w:t>
      </w:r>
    </w:p>
    <w:p w14:paraId="0E27B00A" w14:textId="77777777" w:rsidR="009F17A4" w:rsidRPr="0033475C" w:rsidRDefault="009F17A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9F17A4" w:rsidRPr="0033475C" w:rsidSect="004633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D47D5" w14:textId="77777777" w:rsidR="00491668" w:rsidRDefault="00491668">
      <w:r>
        <w:separator/>
      </w:r>
    </w:p>
  </w:endnote>
  <w:endnote w:type="continuationSeparator" w:id="0">
    <w:p w14:paraId="6ACA60C4" w14:textId="77777777" w:rsidR="00491668" w:rsidRDefault="0049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1C623" w14:textId="77777777" w:rsidR="00094BD4" w:rsidRDefault="00094B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200198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320019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23018BCA" w14:textId="77777777"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4EE4599B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D748D" w14:textId="77777777" w:rsidR="00491668" w:rsidRDefault="00491668">
      <w:r>
        <w:separator/>
      </w:r>
    </w:p>
  </w:footnote>
  <w:footnote w:type="continuationSeparator" w:id="0">
    <w:p w14:paraId="52720567" w14:textId="77777777" w:rsidR="00491668" w:rsidRDefault="00491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2BA4C" w14:textId="77777777" w:rsidR="00094BD4" w:rsidRDefault="00094B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6E291A" w14:paraId="51D6C801" w14:textId="77777777" w:rsidTr="336E291A">
      <w:tc>
        <w:tcPr>
          <w:tcW w:w="3020" w:type="dxa"/>
        </w:tcPr>
        <w:p w14:paraId="06D45C17" w14:textId="374DE7C1" w:rsidR="336E291A" w:rsidRDefault="336E291A" w:rsidP="336E291A">
          <w:pPr>
            <w:pStyle w:val="Nagwek"/>
            <w:ind w:left="-115"/>
          </w:pPr>
        </w:p>
      </w:tc>
      <w:tc>
        <w:tcPr>
          <w:tcW w:w="3020" w:type="dxa"/>
        </w:tcPr>
        <w:p w14:paraId="2DFB82D6" w14:textId="76F8F756" w:rsidR="336E291A" w:rsidRDefault="336E291A" w:rsidP="336E291A">
          <w:pPr>
            <w:pStyle w:val="Nagwek"/>
            <w:jc w:val="center"/>
          </w:pPr>
        </w:p>
      </w:tc>
      <w:tc>
        <w:tcPr>
          <w:tcW w:w="3020" w:type="dxa"/>
        </w:tcPr>
        <w:p w14:paraId="0EAD5DB8" w14:textId="2D585C00" w:rsidR="336E291A" w:rsidRDefault="336E291A" w:rsidP="336E291A">
          <w:pPr>
            <w:pStyle w:val="Nagwek"/>
            <w:ind w:right="-115"/>
            <w:jc w:val="right"/>
          </w:pPr>
        </w:p>
      </w:tc>
    </w:tr>
  </w:tbl>
  <w:p w14:paraId="0BF7B81D" w14:textId="33413321" w:rsidR="336E291A" w:rsidRDefault="336E291A" w:rsidP="336E29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61E4C" w14:textId="77777777" w:rsidR="007018D3" w:rsidRDefault="007018D3" w:rsidP="007018D3">
    <w:pPr>
      <w:pStyle w:val="Nagwek"/>
      <w:jc w:val="right"/>
    </w:pPr>
  </w:p>
  <w:p w14:paraId="44EAFD9C" w14:textId="77777777" w:rsidR="007018D3" w:rsidRDefault="007018D3" w:rsidP="007018D3">
    <w:pPr>
      <w:pStyle w:val="Nagwek"/>
      <w:jc w:val="right"/>
    </w:pPr>
  </w:p>
  <w:p w14:paraId="573C4BA1" w14:textId="4D6D35A7" w:rsidR="004633D0" w:rsidRPr="00310A4C" w:rsidRDefault="0033475C" w:rsidP="336E291A">
    <w:pPr>
      <w:pStyle w:val="Nagwek"/>
      <w:jc w:val="right"/>
      <w:rPr>
        <w:rFonts w:asciiTheme="minorHAnsi" w:hAnsiTheme="minorHAnsi" w:cstheme="minorBidi"/>
        <w:sz w:val="20"/>
        <w:szCs w:val="20"/>
      </w:rPr>
    </w:pPr>
    <w:r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4D5A5" w14:textId="77777777" w:rsidR="0033475C" w:rsidRPr="00DA3527" w:rsidRDefault="0033475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14:paraId="4B94D5A5" w14:textId="77777777" w:rsidR="0033475C" w:rsidRPr="00DA3527" w:rsidRDefault="0033475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14:paraId="1D935CBE" w14:textId="77777777"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310A4C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 wp14:anchorId="74E2618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BD4">
      <w:rPr>
        <w:rFonts w:asciiTheme="minorHAnsi" w:hAnsiTheme="minorHAnsi" w:cstheme="minorBidi"/>
        <w:sz w:val="20"/>
        <w:szCs w:val="20"/>
      </w:rPr>
      <w:t xml:space="preserve">Warszawa, dnia    </w:t>
    </w:r>
    <w:r w:rsidR="336E291A" w:rsidRPr="336E291A">
      <w:rPr>
        <w:rFonts w:asciiTheme="minorHAnsi" w:hAnsiTheme="minorHAnsi" w:cstheme="minorBidi"/>
        <w:sz w:val="20"/>
        <w:szCs w:val="20"/>
      </w:rPr>
      <w:t xml:space="preserve"> </w:t>
    </w:r>
    <w:r w:rsidR="00A44C7D">
      <w:rPr>
        <w:rFonts w:asciiTheme="minorHAnsi" w:hAnsiTheme="minorHAnsi" w:cstheme="minorBidi"/>
        <w:sz w:val="20"/>
        <w:szCs w:val="20"/>
      </w:rPr>
      <w:t>sierpnia</w:t>
    </w:r>
    <w:r w:rsidR="336E291A" w:rsidRPr="336E291A">
      <w:rPr>
        <w:rFonts w:asciiTheme="minorHAnsi" w:hAnsiTheme="minorHAnsi" w:cstheme="minorBidi"/>
        <w:sz w:val="20"/>
        <w:szCs w:val="20"/>
      </w:rPr>
      <w:t xml:space="preserve"> 2021 roku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0340"/>
    <w:rsid w:val="00026BC1"/>
    <w:rsid w:val="00050732"/>
    <w:rsid w:val="00092719"/>
    <w:rsid w:val="00094BD4"/>
    <w:rsid w:val="000A6ECE"/>
    <w:rsid w:val="000A71A0"/>
    <w:rsid w:val="000C2317"/>
    <w:rsid w:val="000D026F"/>
    <w:rsid w:val="000E43AD"/>
    <w:rsid w:val="001135DE"/>
    <w:rsid w:val="0011447A"/>
    <w:rsid w:val="0012268A"/>
    <w:rsid w:val="001A53AE"/>
    <w:rsid w:val="001F149E"/>
    <w:rsid w:val="00223CE1"/>
    <w:rsid w:val="0023393C"/>
    <w:rsid w:val="002749B6"/>
    <w:rsid w:val="002A0DA3"/>
    <w:rsid w:val="002A764D"/>
    <w:rsid w:val="002C0265"/>
    <w:rsid w:val="002D6DAA"/>
    <w:rsid w:val="00310A4C"/>
    <w:rsid w:val="00322BB6"/>
    <w:rsid w:val="0033475C"/>
    <w:rsid w:val="00351824"/>
    <w:rsid w:val="00352A14"/>
    <w:rsid w:val="00357ECA"/>
    <w:rsid w:val="00366E05"/>
    <w:rsid w:val="0036701F"/>
    <w:rsid w:val="00384B26"/>
    <w:rsid w:val="00404F0E"/>
    <w:rsid w:val="00417572"/>
    <w:rsid w:val="00420DDB"/>
    <w:rsid w:val="00433553"/>
    <w:rsid w:val="00446181"/>
    <w:rsid w:val="004633D0"/>
    <w:rsid w:val="00491668"/>
    <w:rsid w:val="00495DA1"/>
    <w:rsid w:val="004F20D4"/>
    <w:rsid w:val="00511465"/>
    <w:rsid w:val="00532A9A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1070F"/>
    <w:rsid w:val="00831799"/>
    <w:rsid w:val="008947F3"/>
    <w:rsid w:val="008B1D7E"/>
    <w:rsid w:val="008D560F"/>
    <w:rsid w:val="008E63D2"/>
    <w:rsid w:val="008F2F99"/>
    <w:rsid w:val="00925A98"/>
    <w:rsid w:val="00935D23"/>
    <w:rsid w:val="009742A2"/>
    <w:rsid w:val="009A349B"/>
    <w:rsid w:val="009C2C00"/>
    <w:rsid w:val="009D4211"/>
    <w:rsid w:val="009F17A4"/>
    <w:rsid w:val="00A01601"/>
    <w:rsid w:val="00A11B1C"/>
    <w:rsid w:val="00A24D01"/>
    <w:rsid w:val="00A34074"/>
    <w:rsid w:val="00A363B8"/>
    <w:rsid w:val="00A436D1"/>
    <w:rsid w:val="00A44C7D"/>
    <w:rsid w:val="00A471BD"/>
    <w:rsid w:val="00A84CC4"/>
    <w:rsid w:val="00AB6FA7"/>
    <w:rsid w:val="00AE7731"/>
    <w:rsid w:val="00B049BC"/>
    <w:rsid w:val="00B30905"/>
    <w:rsid w:val="00B42027"/>
    <w:rsid w:val="00BB1FAD"/>
    <w:rsid w:val="00BB2815"/>
    <w:rsid w:val="00BB51B1"/>
    <w:rsid w:val="00BE094A"/>
    <w:rsid w:val="00C057AF"/>
    <w:rsid w:val="00C33102"/>
    <w:rsid w:val="00C53E61"/>
    <w:rsid w:val="00C6105C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B06D8"/>
    <w:rsid w:val="00DD1C4E"/>
    <w:rsid w:val="00DD573A"/>
    <w:rsid w:val="00E638DF"/>
    <w:rsid w:val="00E84F70"/>
    <w:rsid w:val="00E86BDA"/>
    <w:rsid w:val="00EA13E5"/>
    <w:rsid w:val="00EA7F17"/>
    <w:rsid w:val="00F00B89"/>
    <w:rsid w:val="00F10BA4"/>
    <w:rsid w:val="00F76A8C"/>
    <w:rsid w:val="00F9146D"/>
    <w:rsid w:val="00FD65B5"/>
    <w:rsid w:val="00FF05A1"/>
    <w:rsid w:val="035AE64D"/>
    <w:rsid w:val="18D68874"/>
    <w:rsid w:val="1E318995"/>
    <w:rsid w:val="28265461"/>
    <w:rsid w:val="336E291A"/>
    <w:rsid w:val="35918979"/>
    <w:rsid w:val="36BBA5DC"/>
    <w:rsid w:val="4786785D"/>
    <w:rsid w:val="48859703"/>
    <w:rsid w:val="55390E2E"/>
    <w:rsid w:val="67B194F9"/>
    <w:rsid w:val="69A8C21F"/>
    <w:rsid w:val="6C4D645B"/>
    <w:rsid w:val="747D006A"/>
    <w:rsid w:val="7911AFE1"/>
    <w:rsid w:val="7C310039"/>
    <w:rsid w:val="7E3EE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94113F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310A4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10A4C"/>
  </w:style>
  <w:style w:type="character" w:customStyle="1" w:styleId="eop">
    <w:name w:val="eop"/>
    <w:basedOn w:val="Domylnaczcionkaakapitu"/>
    <w:rsid w:val="00310A4C"/>
  </w:style>
  <w:style w:type="paragraph" w:styleId="NormalnyWeb">
    <w:name w:val="Normal (Web)"/>
    <w:basedOn w:val="Normalny"/>
    <w:uiPriority w:val="99"/>
    <w:semiHidden/>
    <w:unhideWhenUsed/>
    <w:rsid w:val="009F17A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9F17A4"/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3F59E-2F86-475E-8FBE-0497695202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A4EFFC-D642-4FFF-89CD-FC1EBC64C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18176-D2C8-4F83-B117-8D773517F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Przymusiński Michał</cp:lastModifiedBy>
  <cp:revision>13</cp:revision>
  <dcterms:created xsi:type="dcterms:W3CDTF">2021-06-25T12:56:00Z</dcterms:created>
  <dcterms:modified xsi:type="dcterms:W3CDTF">2021-08-13T11:50:00Z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</Properties>
</file>