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C7FE" w14:textId="77777777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14:paraId="7C9160CD" w14:textId="1DDB5F07" w:rsidR="00FD7437" w:rsidRPr="00AE258C" w:rsidRDefault="00FD7437" w:rsidP="00AE258C">
      <w:pPr>
        <w:jc w:val="center"/>
        <w:rPr>
          <w:sz w:val="16"/>
          <w:szCs w:val="16"/>
        </w:rPr>
      </w:pPr>
      <w:bookmarkStart w:id="0" w:name="_Hlk113519997"/>
    </w:p>
    <w:bookmarkEnd w:id="0"/>
    <w:p w14:paraId="703B95E6" w14:textId="77777777"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5503ACA4" w14:textId="52E363E3"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AE258C">
        <w:rPr>
          <w:b/>
        </w:rPr>
        <w:t>Warszawie</w:t>
      </w:r>
    </w:p>
    <w:p w14:paraId="0902F87B" w14:textId="0DC1E67B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AE258C">
        <w:rPr>
          <w:b/>
        </w:rPr>
        <w:t>Płocka 11/13</w:t>
      </w:r>
    </w:p>
    <w:p w14:paraId="5203458C" w14:textId="4E5E0BEA" w:rsidR="00446BB2" w:rsidRDefault="00AE258C" w:rsidP="00F826F2">
      <w:pPr>
        <w:ind w:firstLine="5529"/>
        <w:rPr>
          <w:b/>
        </w:rPr>
      </w:pPr>
      <w:r>
        <w:rPr>
          <w:b/>
        </w:rPr>
        <w:t>01</w:t>
      </w:r>
      <w:r w:rsidR="005415AC">
        <w:rPr>
          <w:b/>
        </w:rPr>
        <w:t>-</w:t>
      </w:r>
      <w:r>
        <w:rPr>
          <w:b/>
        </w:rPr>
        <w:t>231</w:t>
      </w:r>
      <w:r w:rsidR="005415AC">
        <w:rPr>
          <w:b/>
        </w:rPr>
        <w:t xml:space="preserve"> </w:t>
      </w:r>
      <w:r>
        <w:rPr>
          <w:b/>
        </w:rPr>
        <w:t>Warszawa</w:t>
      </w:r>
    </w:p>
    <w:p w14:paraId="628FF4E8" w14:textId="77777777" w:rsidR="00446BB2" w:rsidRDefault="00446BB2" w:rsidP="00446BB2">
      <w:pPr>
        <w:rPr>
          <w:b/>
        </w:rPr>
      </w:pPr>
    </w:p>
    <w:p w14:paraId="47B35B72" w14:textId="3B475348" w:rsidR="00446BB2" w:rsidRDefault="00225D3F" w:rsidP="00446BB2">
      <w:pPr>
        <w:rPr>
          <w:b/>
        </w:rPr>
      </w:pPr>
      <w:r>
        <w:rPr>
          <w:b/>
        </w:rPr>
        <w:t xml:space="preserve">                                                    </w:t>
      </w:r>
      <w:r w:rsidR="001133C5">
        <w:rPr>
          <w:b/>
        </w:rPr>
        <w:t>Formularz o</w:t>
      </w:r>
      <w:r>
        <w:rPr>
          <w:b/>
        </w:rPr>
        <w:t>fert</w:t>
      </w:r>
      <w:r w:rsidR="001133C5">
        <w:rPr>
          <w:b/>
        </w:rPr>
        <w:t>y</w:t>
      </w:r>
      <w:r>
        <w:rPr>
          <w:b/>
        </w:rPr>
        <w:t xml:space="preserve"> zakupu</w:t>
      </w:r>
    </w:p>
    <w:p w14:paraId="46C80539" w14:textId="77777777" w:rsidR="00446BB2" w:rsidRDefault="00446BB2" w:rsidP="00446BB2">
      <w:pPr>
        <w:rPr>
          <w:b/>
        </w:rPr>
      </w:pPr>
    </w:p>
    <w:p w14:paraId="027D2943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041DBB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00D9C6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14:paraId="6CAF7764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14:paraId="228417D6" w14:textId="6C871810" w:rsidR="00446BB2" w:rsidRPr="00A46166" w:rsidRDefault="00446BB2" w:rsidP="00A46166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46166">
        <w:rPr>
          <w:szCs w:val="22"/>
        </w:rPr>
        <w:t>Odpowiad</w:t>
      </w:r>
      <w:r w:rsidR="00FA5F3B" w:rsidRPr="00A46166">
        <w:rPr>
          <w:szCs w:val="22"/>
        </w:rPr>
        <w:t xml:space="preserve">ając na ogłoszenie o </w:t>
      </w:r>
      <w:r w:rsidR="00BA1341" w:rsidRPr="00A46166">
        <w:rPr>
          <w:szCs w:val="22"/>
        </w:rPr>
        <w:t xml:space="preserve">zbędnych lub </w:t>
      </w:r>
      <w:r w:rsidRPr="00A46166">
        <w:rPr>
          <w:szCs w:val="22"/>
        </w:rPr>
        <w:t xml:space="preserve">zużytych składnikach rzeczowych majątku </w:t>
      </w:r>
      <w:r w:rsidR="00A46166" w:rsidRPr="00A46166">
        <w:rPr>
          <w:szCs w:val="22"/>
        </w:rPr>
        <w:t xml:space="preserve">  </w:t>
      </w:r>
      <w:r w:rsidRPr="00A46166">
        <w:rPr>
          <w:szCs w:val="22"/>
        </w:rPr>
        <w:t>ruchomego</w:t>
      </w:r>
      <w:r w:rsidR="00BA1341" w:rsidRPr="00A46166">
        <w:rPr>
          <w:szCs w:val="22"/>
        </w:rPr>
        <w:t xml:space="preserve"> Państwowej Inspekcji Pracy </w:t>
      </w:r>
      <w:r w:rsidRPr="00A46166">
        <w:rPr>
          <w:szCs w:val="22"/>
        </w:rPr>
        <w:t>Okręg</w:t>
      </w:r>
      <w:r w:rsidR="00245B2F" w:rsidRPr="00A46166">
        <w:rPr>
          <w:szCs w:val="22"/>
        </w:rPr>
        <w:t xml:space="preserve">owego Inspektoratu Pracy w </w:t>
      </w:r>
      <w:r w:rsidR="00AE258C" w:rsidRPr="00A46166">
        <w:rPr>
          <w:szCs w:val="22"/>
        </w:rPr>
        <w:t>Warszawie</w:t>
      </w:r>
      <w:r w:rsidR="00BA1341" w:rsidRPr="00A46166">
        <w:rPr>
          <w:szCs w:val="22"/>
        </w:rPr>
        <w:t>,</w:t>
      </w:r>
      <w:r w:rsidR="00FA5F3B" w:rsidRPr="00A46166">
        <w:rPr>
          <w:szCs w:val="22"/>
        </w:rPr>
        <w:t xml:space="preserve"> </w:t>
      </w:r>
      <w:r w:rsidRPr="00A46166">
        <w:rPr>
          <w:szCs w:val="22"/>
        </w:rPr>
        <w:t>składam ofertę zakupu następujących składników: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14:paraId="407FEB75" w14:textId="77777777" w:rsidTr="005D3B25">
        <w:tc>
          <w:tcPr>
            <w:tcW w:w="546" w:type="dxa"/>
            <w:vAlign w:val="center"/>
          </w:tcPr>
          <w:p w14:paraId="6CC296E7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14:paraId="00240B7E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14:paraId="01D97FB9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14:paraId="1005905D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14:paraId="7EB313EF" w14:textId="77777777" w:rsidTr="005D3B25">
        <w:tc>
          <w:tcPr>
            <w:tcW w:w="546" w:type="dxa"/>
            <w:vAlign w:val="center"/>
          </w:tcPr>
          <w:p w14:paraId="0678BD7D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14:paraId="610A1543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ADE95A9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28206AEF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FC2E742" w14:textId="77777777" w:rsidTr="005D3B25">
        <w:tc>
          <w:tcPr>
            <w:tcW w:w="546" w:type="dxa"/>
            <w:vAlign w:val="center"/>
          </w:tcPr>
          <w:p w14:paraId="3710B21C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14:paraId="168DA06F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2508802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767E8BB7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D918ED0" w14:textId="77777777" w:rsidTr="005D3B25">
        <w:tc>
          <w:tcPr>
            <w:tcW w:w="546" w:type="dxa"/>
            <w:vAlign w:val="center"/>
          </w:tcPr>
          <w:p w14:paraId="232ED1E1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14:paraId="563664CD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7FC5F1EC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7DEE8B0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1A2877B3" w14:textId="77777777" w:rsidTr="005D3B25">
        <w:tc>
          <w:tcPr>
            <w:tcW w:w="546" w:type="dxa"/>
            <w:vAlign w:val="center"/>
          </w:tcPr>
          <w:p w14:paraId="0420AA77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14:paraId="74385618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304BBFC5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508B584" w14:textId="77777777" w:rsidR="00446BB2" w:rsidRDefault="00446BB2" w:rsidP="00EE695E">
            <w:pPr>
              <w:spacing w:before="240" w:line="360" w:lineRule="auto"/>
            </w:pPr>
          </w:p>
        </w:tc>
      </w:tr>
    </w:tbl>
    <w:p w14:paraId="1D84D357" w14:textId="323DD2CB"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 xml:space="preserve">Okręgowego Inspektoratu Pracy </w:t>
      </w:r>
      <w:r w:rsidR="005D3B25">
        <w:rPr>
          <w:bCs/>
        </w:rPr>
        <w:br/>
      </w:r>
      <w:r>
        <w:rPr>
          <w:bCs/>
        </w:rPr>
        <w:t>w</w:t>
      </w:r>
      <w:r w:rsidR="00AE258C">
        <w:rPr>
          <w:bCs/>
        </w:rPr>
        <w:t xml:space="preserve"> Warszawie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6FA22A22" w14:textId="0673293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8A0918">
        <w:t xml:space="preserve">Państwowej Inspekcji Pracy </w:t>
      </w:r>
      <w:r w:rsidR="005673C1">
        <w:t xml:space="preserve">Okręgowego Inspektoratu w </w:t>
      </w:r>
      <w:r w:rsidR="00B176AD">
        <w:t>Warszawie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</w:t>
      </w:r>
      <w:r w:rsidR="00B176AD">
        <w:t>Warszawie</w:t>
      </w:r>
      <w:r>
        <w:t>.</w:t>
      </w:r>
    </w:p>
    <w:p w14:paraId="3B375B61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14:paraId="55B969FC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14:paraId="4523C8E8" w14:textId="1167EE1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B176AD">
        <w:t>Warszawie</w:t>
      </w:r>
      <w:r>
        <w:t>.</w:t>
      </w:r>
    </w:p>
    <w:p w14:paraId="08DF3664" w14:textId="3255972B" w:rsidR="00446BB2" w:rsidRDefault="00A46166" w:rsidP="00446BB2">
      <w:pPr>
        <w:spacing w:line="360" w:lineRule="auto"/>
        <w:ind w:left="66"/>
      </w:pPr>
      <w:r>
        <w:t>9</w:t>
      </w:r>
      <w:r w:rsidR="00B176AD">
        <w:t>. Przy zakupie pozycji o numerach</w:t>
      </w:r>
      <w:r>
        <w:t xml:space="preserve"> (lp. 7;9;10;17;20;24) </w:t>
      </w:r>
      <w:r w:rsidR="00B176AD">
        <w:t xml:space="preserve">z załącznika nr 1 do ogłoszenia o zbędnych lub zużytych składnikach rzeczowych majątku zobowiązuje się do poniesienia kosztów związanych z </w:t>
      </w:r>
      <w:r>
        <w:t>demontażem składników oraz przywróceniem stanu obiektu do pierwotnego.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2CFF2" w14:textId="77777777" w:rsidR="0010127B" w:rsidRDefault="0010127B" w:rsidP="00A46166">
      <w:r>
        <w:separator/>
      </w:r>
    </w:p>
  </w:endnote>
  <w:endnote w:type="continuationSeparator" w:id="0">
    <w:p w14:paraId="1DCBB3FB" w14:textId="77777777" w:rsidR="0010127B" w:rsidRDefault="0010127B" w:rsidP="00A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8C448" w14:textId="77777777" w:rsidR="0010127B" w:rsidRDefault="0010127B" w:rsidP="00A46166">
      <w:r>
        <w:separator/>
      </w:r>
    </w:p>
  </w:footnote>
  <w:footnote w:type="continuationSeparator" w:id="0">
    <w:p w14:paraId="4F10F38C" w14:textId="77777777" w:rsidR="0010127B" w:rsidRDefault="0010127B" w:rsidP="00A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8919617">
    <w:abstractNumId w:val="1"/>
  </w:num>
  <w:num w:numId="2" w16cid:durableId="435946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0127B"/>
    <w:rsid w:val="001133C5"/>
    <w:rsid w:val="00160DCB"/>
    <w:rsid w:val="00225D3F"/>
    <w:rsid w:val="00245B2F"/>
    <w:rsid w:val="00255CDA"/>
    <w:rsid w:val="0032286E"/>
    <w:rsid w:val="00433F27"/>
    <w:rsid w:val="00446BB2"/>
    <w:rsid w:val="004B0C4F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30CB4"/>
    <w:rsid w:val="008A0918"/>
    <w:rsid w:val="008D2FBC"/>
    <w:rsid w:val="009353C4"/>
    <w:rsid w:val="00951D0F"/>
    <w:rsid w:val="009B540F"/>
    <w:rsid w:val="009D494B"/>
    <w:rsid w:val="009D58A2"/>
    <w:rsid w:val="00A46166"/>
    <w:rsid w:val="00A469A9"/>
    <w:rsid w:val="00A530CC"/>
    <w:rsid w:val="00AE258C"/>
    <w:rsid w:val="00B176AD"/>
    <w:rsid w:val="00BA1341"/>
    <w:rsid w:val="00BA2EA0"/>
    <w:rsid w:val="00C47A76"/>
    <w:rsid w:val="00D7632F"/>
    <w:rsid w:val="00D85FEB"/>
    <w:rsid w:val="00DB5977"/>
    <w:rsid w:val="00E163C0"/>
    <w:rsid w:val="00E97070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66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166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8</cp:revision>
  <cp:lastPrinted>2022-10-13T07:17:00Z</cp:lastPrinted>
  <dcterms:created xsi:type="dcterms:W3CDTF">2022-10-03T11:31:00Z</dcterms:created>
  <dcterms:modified xsi:type="dcterms:W3CDTF">2022-10-13T08:44:00Z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