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183A51" w14:textId="77777777" w:rsidR="000064E0" w:rsidRPr="0008207C" w:rsidRDefault="000064E0" w:rsidP="00582F01">
      <w:pPr>
        <w:spacing w:after="0" w:line="240" w:lineRule="auto"/>
        <w:ind w:left="1416"/>
        <w:rPr>
          <w:rFonts w:ascii="Arial" w:hAnsi="Arial" w:cs="Arial"/>
        </w:rPr>
      </w:pPr>
      <w:r w:rsidRPr="00AE73B3">
        <w:rPr>
          <w:rFonts w:ascii="Arial" w:hAnsi="Arial" w:cs="Arial"/>
          <w:sz w:val="24"/>
          <w:szCs w:val="24"/>
        </w:rPr>
        <w:t xml:space="preserve">     </w:t>
      </w:r>
    </w:p>
    <w:p w14:paraId="5981F9E9" w14:textId="3E38BB71" w:rsidR="007C7923" w:rsidRPr="007B2D9F" w:rsidRDefault="006528D7" w:rsidP="00582F01">
      <w:pPr>
        <w:spacing w:after="0" w:line="240" w:lineRule="auto"/>
        <w:rPr>
          <w:rFonts w:ascii="Arial" w:hAnsi="Arial" w:cs="Arial"/>
        </w:rPr>
      </w:pPr>
      <w:r w:rsidRPr="007B2D9F">
        <w:rPr>
          <w:rFonts w:ascii="Arial" w:hAnsi="Arial" w:cs="Arial"/>
        </w:rPr>
        <w:t>RDOŚ-Gd-WOO.420.</w:t>
      </w:r>
      <w:r w:rsidR="001332E6">
        <w:rPr>
          <w:rFonts w:ascii="Arial" w:hAnsi="Arial" w:cs="Arial"/>
        </w:rPr>
        <w:t>50</w:t>
      </w:r>
      <w:r w:rsidR="007C7923" w:rsidRPr="007B2D9F">
        <w:rPr>
          <w:rFonts w:ascii="Arial" w:hAnsi="Arial" w:cs="Arial"/>
        </w:rPr>
        <w:t>.20</w:t>
      </w:r>
      <w:r w:rsidR="00F761D6" w:rsidRPr="007B2D9F">
        <w:rPr>
          <w:rFonts w:ascii="Arial" w:hAnsi="Arial" w:cs="Arial"/>
        </w:rPr>
        <w:t>2</w:t>
      </w:r>
      <w:r w:rsidR="00921399" w:rsidRPr="007B2D9F">
        <w:rPr>
          <w:rFonts w:ascii="Arial" w:hAnsi="Arial" w:cs="Arial"/>
        </w:rPr>
        <w:t>4</w:t>
      </w:r>
      <w:r w:rsidR="002E46B5" w:rsidRPr="007B2D9F">
        <w:rPr>
          <w:rFonts w:ascii="Arial" w:hAnsi="Arial" w:cs="Arial"/>
        </w:rPr>
        <w:t>.</w:t>
      </w:r>
      <w:r w:rsidR="001332E6">
        <w:rPr>
          <w:rFonts w:ascii="Arial" w:hAnsi="Arial" w:cs="Arial"/>
        </w:rPr>
        <w:t>IK</w:t>
      </w:r>
      <w:r w:rsidR="007C7923" w:rsidRPr="007B2D9F">
        <w:rPr>
          <w:rFonts w:ascii="Arial" w:hAnsi="Arial" w:cs="Arial"/>
        </w:rPr>
        <w:t>.</w:t>
      </w:r>
      <w:r w:rsidR="00806D2A" w:rsidRPr="007B2D9F">
        <w:rPr>
          <w:rFonts w:ascii="Arial" w:hAnsi="Arial" w:cs="Arial"/>
        </w:rPr>
        <w:t>4</w:t>
      </w:r>
      <w:r w:rsidR="006D33C0" w:rsidRPr="007B2D9F">
        <w:rPr>
          <w:rFonts w:ascii="Arial" w:hAnsi="Arial" w:cs="Arial"/>
        </w:rPr>
        <w:t xml:space="preserve">    </w:t>
      </w:r>
      <w:r w:rsidR="008B1F75" w:rsidRPr="007B2D9F">
        <w:rPr>
          <w:rFonts w:ascii="Arial" w:hAnsi="Arial" w:cs="Arial"/>
        </w:rPr>
        <w:t xml:space="preserve">             </w:t>
      </w:r>
      <w:r w:rsidR="00C3274B" w:rsidRPr="007B2D9F">
        <w:rPr>
          <w:rFonts w:ascii="Arial" w:hAnsi="Arial" w:cs="Arial"/>
        </w:rPr>
        <w:t xml:space="preserve">                  </w:t>
      </w:r>
      <w:r w:rsidR="00992D38" w:rsidRPr="007B2D9F">
        <w:rPr>
          <w:rFonts w:ascii="Arial" w:hAnsi="Arial" w:cs="Arial"/>
        </w:rPr>
        <w:t xml:space="preserve">  </w:t>
      </w:r>
      <w:r w:rsidRPr="007B2D9F">
        <w:rPr>
          <w:rFonts w:ascii="Arial" w:hAnsi="Arial" w:cs="Arial"/>
        </w:rPr>
        <w:t xml:space="preserve"> </w:t>
      </w:r>
      <w:r w:rsidR="007800EF" w:rsidRPr="007B2D9F">
        <w:rPr>
          <w:rFonts w:ascii="Arial" w:hAnsi="Arial" w:cs="Arial"/>
        </w:rPr>
        <w:t xml:space="preserve"> </w:t>
      </w:r>
      <w:r w:rsidR="00806D2A" w:rsidRPr="007B2D9F">
        <w:rPr>
          <w:rFonts w:ascii="Arial" w:hAnsi="Arial" w:cs="Arial"/>
        </w:rPr>
        <w:t xml:space="preserve">    </w:t>
      </w:r>
      <w:r w:rsidR="00734F6B" w:rsidRPr="007B2D9F">
        <w:rPr>
          <w:rFonts w:ascii="Arial" w:hAnsi="Arial" w:cs="Arial"/>
        </w:rPr>
        <w:t xml:space="preserve">Gdańsk, dnia </w:t>
      </w:r>
      <w:r w:rsidR="00F761D6" w:rsidRPr="007B2D9F">
        <w:rPr>
          <w:rFonts w:ascii="Arial" w:hAnsi="Arial" w:cs="Arial"/>
        </w:rPr>
        <w:t xml:space="preserve">  </w:t>
      </w:r>
      <w:r w:rsidR="00244374" w:rsidRPr="007B2D9F">
        <w:rPr>
          <w:rFonts w:ascii="Arial" w:hAnsi="Arial" w:cs="Arial"/>
        </w:rPr>
        <w:t xml:space="preserve">  </w:t>
      </w:r>
      <w:r w:rsidR="00806D2A" w:rsidRPr="007B2D9F">
        <w:rPr>
          <w:rFonts w:ascii="Arial" w:hAnsi="Arial" w:cs="Arial"/>
        </w:rPr>
        <w:t xml:space="preserve">  </w:t>
      </w:r>
      <w:r w:rsidR="00582F01">
        <w:rPr>
          <w:rFonts w:ascii="Arial" w:hAnsi="Arial" w:cs="Arial"/>
        </w:rPr>
        <w:t>10.</w:t>
      </w:r>
      <w:r w:rsidR="00244374" w:rsidRPr="007B2D9F">
        <w:rPr>
          <w:rFonts w:ascii="Arial" w:hAnsi="Arial" w:cs="Arial"/>
        </w:rPr>
        <w:t>0</w:t>
      </w:r>
      <w:r w:rsidR="006D5C42">
        <w:rPr>
          <w:rFonts w:ascii="Arial" w:hAnsi="Arial" w:cs="Arial"/>
        </w:rPr>
        <w:t>9</w:t>
      </w:r>
      <w:r w:rsidR="00F761D6" w:rsidRPr="007B2D9F">
        <w:rPr>
          <w:rFonts w:ascii="Arial" w:hAnsi="Arial" w:cs="Arial"/>
        </w:rPr>
        <w:t>.</w:t>
      </w:r>
      <w:r w:rsidR="007C7923" w:rsidRPr="007B2D9F">
        <w:rPr>
          <w:rFonts w:ascii="Arial" w:hAnsi="Arial" w:cs="Arial"/>
        </w:rPr>
        <w:t>20</w:t>
      </w:r>
      <w:r w:rsidR="00F761D6" w:rsidRPr="007B2D9F">
        <w:rPr>
          <w:rFonts w:ascii="Arial" w:hAnsi="Arial" w:cs="Arial"/>
        </w:rPr>
        <w:t>2</w:t>
      </w:r>
      <w:r w:rsidR="00244374" w:rsidRPr="007B2D9F">
        <w:rPr>
          <w:rFonts w:ascii="Arial" w:hAnsi="Arial" w:cs="Arial"/>
        </w:rPr>
        <w:t>4</w:t>
      </w:r>
      <w:r w:rsidR="00F761D6" w:rsidRPr="007B2D9F">
        <w:rPr>
          <w:rFonts w:ascii="Arial" w:hAnsi="Arial" w:cs="Arial"/>
        </w:rPr>
        <w:t xml:space="preserve"> </w:t>
      </w:r>
      <w:r w:rsidR="000C3004" w:rsidRPr="007B2D9F">
        <w:rPr>
          <w:rFonts w:ascii="Arial" w:hAnsi="Arial" w:cs="Arial"/>
        </w:rPr>
        <w:t>r.</w:t>
      </w:r>
    </w:p>
    <w:p w14:paraId="6A5D3A3B" w14:textId="13163548" w:rsidR="005A2187" w:rsidRPr="007B2D9F" w:rsidRDefault="00244374" w:rsidP="00582F01">
      <w:pPr>
        <w:spacing w:after="0" w:line="240" w:lineRule="auto"/>
        <w:rPr>
          <w:rFonts w:ascii="Arial" w:hAnsi="Arial" w:cs="Arial"/>
          <w:i/>
          <w:iCs/>
        </w:rPr>
      </w:pPr>
      <w:r w:rsidRPr="007B2D9F">
        <w:rPr>
          <w:rFonts w:ascii="Arial" w:hAnsi="Arial" w:cs="Arial"/>
          <w:i/>
          <w:iCs/>
        </w:rPr>
        <w:t>zpo</w:t>
      </w:r>
      <w:r w:rsidR="007C7923" w:rsidRPr="007B2D9F">
        <w:rPr>
          <w:rFonts w:ascii="Arial" w:hAnsi="Arial" w:cs="Arial"/>
          <w:i/>
          <w:iCs/>
        </w:rPr>
        <w:tab/>
      </w:r>
      <w:r w:rsidR="007C7923" w:rsidRPr="007B2D9F">
        <w:rPr>
          <w:rFonts w:ascii="Arial" w:hAnsi="Arial" w:cs="Arial"/>
          <w:i/>
          <w:iCs/>
        </w:rPr>
        <w:tab/>
        <w:t xml:space="preserve">       </w:t>
      </w:r>
      <w:r w:rsidR="007C7923" w:rsidRPr="007B2D9F">
        <w:rPr>
          <w:rFonts w:ascii="Arial" w:hAnsi="Arial" w:cs="Arial"/>
          <w:i/>
          <w:iCs/>
        </w:rPr>
        <w:tab/>
      </w:r>
      <w:r w:rsidR="007C7923" w:rsidRPr="007B2D9F">
        <w:rPr>
          <w:rFonts w:ascii="Arial" w:hAnsi="Arial" w:cs="Arial"/>
          <w:i/>
          <w:iCs/>
        </w:rPr>
        <w:tab/>
      </w:r>
    </w:p>
    <w:p w14:paraId="158FDA6E" w14:textId="77777777" w:rsidR="005A2187" w:rsidRPr="007B2D9F" w:rsidRDefault="005A2187" w:rsidP="00582F01">
      <w:pPr>
        <w:spacing w:after="0"/>
        <w:rPr>
          <w:rFonts w:ascii="Arial" w:hAnsi="Arial" w:cs="Arial"/>
          <w:b/>
        </w:rPr>
      </w:pPr>
    </w:p>
    <w:p w14:paraId="4ABB5E24" w14:textId="77777777" w:rsidR="005A2187" w:rsidRPr="007B2D9F" w:rsidRDefault="00294032" w:rsidP="00582F01">
      <w:pPr>
        <w:spacing w:after="0"/>
        <w:rPr>
          <w:rFonts w:ascii="Arial" w:hAnsi="Arial" w:cs="Arial"/>
          <w:b/>
        </w:rPr>
      </w:pPr>
      <w:r w:rsidRPr="007B2D9F">
        <w:rPr>
          <w:rFonts w:ascii="Arial" w:hAnsi="Arial" w:cs="Arial"/>
          <w:b/>
        </w:rPr>
        <w:t>ZAWIADOMIENIE</w:t>
      </w:r>
    </w:p>
    <w:p w14:paraId="11175D0E" w14:textId="77777777" w:rsidR="005A2187" w:rsidRPr="007B2D9F" w:rsidRDefault="005A2187" w:rsidP="00582F01">
      <w:pPr>
        <w:spacing w:after="0"/>
        <w:rPr>
          <w:rFonts w:ascii="Arial" w:hAnsi="Arial" w:cs="Arial"/>
          <w:b/>
        </w:rPr>
      </w:pPr>
    </w:p>
    <w:p w14:paraId="0721DFA1" w14:textId="7335C979" w:rsidR="001332E6" w:rsidRPr="001332E6" w:rsidRDefault="004D3E3A" w:rsidP="00582F01">
      <w:pPr>
        <w:spacing w:after="0"/>
        <w:rPr>
          <w:rFonts w:ascii="Arial" w:hAnsi="Arial" w:cs="Arial"/>
          <w:i/>
          <w:iCs/>
          <w:sz w:val="21"/>
          <w:szCs w:val="21"/>
        </w:rPr>
      </w:pPr>
      <w:r w:rsidRPr="007B2D9F">
        <w:rPr>
          <w:rFonts w:ascii="Arial" w:hAnsi="Arial" w:cs="Arial"/>
        </w:rPr>
        <w:t xml:space="preserve">Działając na podstawie art. </w:t>
      </w:r>
      <w:r w:rsidR="00244374" w:rsidRPr="007B2D9F">
        <w:rPr>
          <w:rFonts w:ascii="Arial" w:hAnsi="Arial" w:cs="Arial"/>
        </w:rPr>
        <w:t>61</w:t>
      </w:r>
      <w:r w:rsidR="00684C7F" w:rsidRPr="007B2D9F">
        <w:rPr>
          <w:rFonts w:ascii="Arial" w:hAnsi="Arial" w:cs="Arial"/>
        </w:rPr>
        <w:t xml:space="preserve"> oraz art. </w:t>
      </w:r>
      <w:r w:rsidRPr="007B2D9F">
        <w:rPr>
          <w:rFonts w:ascii="Arial" w:hAnsi="Arial" w:cs="Arial"/>
        </w:rPr>
        <w:t>49</w:t>
      </w:r>
      <w:r w:rsidR="00B8726F" w:rsidRPr="007B2D9F">
        <w:rPr>
          <w:rFonts w:ascii="Arial" w:hAnsi="Arial" w:cs="Arial"/>
        </w:rPr>
        <w:t xml:space="preserve"> </w:t>
      </w:r>
      <w:r w:rsidRPr="007B2D9F">
        <w:rPr>
          <w:rFonts w:ascii="Arial" w:hAnsi="Arial" w:cs="Arial"/>
        </w:rPr>
        <w:t xml:space="preserve">ustawy z dnia 14 czerwca 1960 roku - </w:t>
      </w:r>
      <w:r w:rsidRPr="007B2D9F">
        <w:rPr>
          <w:rFonts w:ascii="Arial" w:hAnsi="Arial" w:cs="Arial"/>
          <w:i/>
        </w:rPr>
        <w:t>Kodeks postępowania administracyjnego (</w:t>
      </w:r>
      <w:r w:rsidR="00C3274B" w:rsidRPr="007B2D9F">
        <w:rPr>
          <w:rFonts w:ascii="Arial" w:hAnsi="Arial" w:cs="Arial"/>
          <w:iCs/>
        </w:rPr>
        <w:t xml:space="preserve">tekst jedn. Dz. U. z </w:t>
      </w:r>
      <w:r w:rsidR="00244374" w:rsidRPr="007B2D9F">
        <w:rPr>
          <w:rFonts w:ascii="Arial" w:hAnsi="Arial" w:cs="Arial"/>
          <w:iCs/>
        </w:rPr>
        <w:t>2024 r. poz. 572</w:t>
      </w:r>
      <w:r w:rsidRPr="007B2D9F">
        <w:rPr>
          <w:rFonts w:ascii="Arial" w:hAnsi="Arial" w:cs="Arial"/>
          <w:iCs/>
        </w:rPr>
        <w:t>)</w:t>
      </w:r>
      <w:r w:rsidRPr="007B2D9F">
        <w:rPr>
          <w:rFonts w:ascii="Arial" w:hAnsi="Arial" w:cs="Arial"/>
        </w:rPr>
        <w:t xml:space="preserve">, w związku </w:t>
      </w:r>
      <w:r w:rsidR="00806D2A" w:rsidRPr="007B2D9F">
        <w:rPr>
          <w:rFonts w:ascii="Arial" w:hAnsi="Arial" w:cs="Arial"/>
        </w:rPr>
        <w:t xml:space="preserve">z art. 75 ust. 1 pkt 1 lit k) oraz </w:t>
      </w:r>
      <w:r w:rsidRPr="007B2D9F">
        <w:rPr>
          <w:rFonts w:ascii="Arial" w:hAnsi="Arial" w:cs="Arial"/>
        </w:rPr>
        <w:t>art. 74 ust. 3 ustawy z dnia 3 października 2008</w:t>
      </w:r>
      <w:r w:rsidR="00684C7F" w:rsidRPr="007B2D9F">
        <w:rPr>
          <w:rFonts w:ascii="Arial" w:hAnsi="Arial" w:cs="Arial"/>
        </w:rPr>
        <w:t xml:space="preserve"> </w:t>
      </w:r>
      <w:r w:rsidRPr="007B2D9F">
        <w:rPr>
          <w:rFonts w:ascii="Arial" w:hAnsi="Arial" w:cs="Arial"/>
        </w:rPr>
        <w:t xml:space="preserve">r. </w:t>
      </w:r>
      <w:r w:rsidRPr="007B2D9F">
        <w:rPr>
          <w:rFonts w:ascii="Arial" w:hAnsi="Arial" w:cs="Arial"/>
          <w:i/>
        </w:rPr>
        <w:t>o udostępnianiu informacji o</w:t>
      </w:r>
      <w:r w:rsidR="00806D2A" w:rsidRPr="007B2D9F">
        <w:rPr>
          <w:rFonts w:ascii="Arial" w:hAnsi="Arial" w:cs="Arial"/>
          <w:i/>
        </w:rPr>
        <w:t> </w:t>
      </w:r>
      <w:r w:rsidRPr="007B2D9F">
        <w:rPr>
          <w:rFonts w:ascii="Arial" w:hAnsi="Arial" w:cs="Arial"/>
          <w:i/>
        </w:rPr>
        <w:t>środowisku i jego ochronie, udziale społeczeństwa w ochronie środowiska oraz o</w:t>
      </w:r>
      <w:r w:rsidR="007B2D9F">
        <w:rPr>
          <w:rFonts w:ascii="Arial" w:hAnsi="Arial" w:cs="Arial"/>
          <w:i/>
        </w:rPr>
        <w:t> </w:t>
      </w:r>
      <w:r w:rsidRPr="007B2D9F">
        <w:rPr>
          <w:rFonts w:ascii="Arial" w:hAnsi="Arial" w:cs="Arial"/>
          <w:i/>
        </w:rPr>
        <w:t>ocenach oddziaływania na środowisko</w:t>
      </w:r>
      <w:r w:rsidRPr="007B2D9F">
        <w:rPr>
          <w:rFonts w:ascii="Arial" w:hAnsi="Arial" w:cs="Arial"/>
        </w:rPr>
        <w:t xml:space="preserve"> (tekst jedn. Dz. U. z </w:t>
      </w:r>
      <w:r w:rsidR="00C3274B" w:rsidRPr="007B2D9F">
        <w:rPr>
          <w:rFonts w:ascii="Arial" w:hAnsi="Arial" w:cs="Arial"/>
        </w:rPr>
        <w:t>20</w:t>
      </w:r>
      <w:r w:rsidR="00F761D6" w:rsidRPr="007B2D9F">
        <w:rPr>
          <w:rFonts w:ascii="Arial" w:hAnsi="Arial" w:cs="Arial"/>
        </w:rPr>
        <w:t>2</w:t>
      </w:r>
      <w:r w:rsidR="001332E6">
        <w:rPr>
          <w:rFonts w:ascii="Arial" w:hAnsi="Arial" w:cs="Arial"/>
        </w:rPr>
        <w:t>4</w:t>
      </w:r>
      <w:r w:rsidR="00F761D6" w:rsidRPr="007B2D9F">
        <w:rPr>
          <w:rFonts w:ascii="Arial" w:hAnsi="Arial" w:cs="Arial"/>
        </w:rPr>
        <w:t xml:space="preserve"> </w:t>
      </w:r>
      <w:r w:rsidRPr="007B2D9F">
        <w:rPr>
          <w:rFonts w:ascii="Arial" w:hAnsi="Arial" w:cs="Arial"/>
        </w:rPr>
        <w:t xml:space="preserve">r. poz. </w:t>
      </w:r>
      <w:r w:rsidR="001332E6">
        <w:rPr>
          <w:rFonts w:ascii="Arial" w:hAnsi="Arial" w:cs="Arial"/>
        </w:rPr>
        <w:t>1112</w:t>
      </w:r>
      <w:r w:rsidRPr="007B2D9F">
        <w:rPr>
          <w:rFonts w:ascii="Arial" w:hAnsi="Arial" w:cs="Arial"/>
        </w:rPr>
        <w:t>),</w:t>
      </w:r>
      <w:r w:rsidR="006B3C48" w:rsidRPr="007B2D9F">
        <w:rPr>
          <w:rFonts w:ascii="Arial" w:hAnsi="Arial" w:cs="Arial"/>
        </w:rPr>
        <w:t xml:space="preserve"> zwanej dalej ustawą ooś,</w:t>
      </w:r>
      <w:r w:rsidRPr="007B2D9F">
        <w:rPr>
          <w:rFonts w:ascii="Arial" w:hAnsi="Arial" w:cs="Arial"/>
        </w:rPr>
        <w:t xml:space="preserve"> Regionalny Dyrektor Ochrony Środowiska w Gdańsku, niniejszym zawiadamia,</w:t>
      </w:r>
      <w:r w:rsidR="00C3274B" w:rsidRPr="007B2D9F">
        <w:rPr>
          <w:rFonts w:ascii="Arial" w:hAnsi="Arial" w:cs="Arial"/>
        </w:rPr>
        <w:t xml:space="preserve"> iż w</w:t>
      </w:r>
      <w:r w:rsidR="00DA56F3" w:rsidRPr="007B2D9F">
        <w:rPr>
          <w:rFonts w:ascii="Arial" w:hAnsi="Arial" w:cs="Arial"/>
        </w:rPr>
        <w:t> </w:t>
      </w:r>
      <w:r w:rsidR="00C3274B" w:rsidRPr="007B2D9F">
        <w:rPr>
          <w:rFonts w:ascii="Arial" w:hAnsi="Arial" w:cs="Arial"/>
        </w:rPr>
        <w:t xml:space="preserve">postępowaniu </w:t>
      </w:r>
      <w:r w:rsidR="00921399" w:rsidRPr="007B2D9F">
        <w:rPr>
          <w:rFonts w:ascii="Arial" w:hAnsi="Arial" w:cs="Arial"/>
        </w:rPr>
        <w:t xml:space="preserve">na </w:t>
      </w:r>
      <w:r w:rsidR="00806D2A" w:rsidRPr="007B2D9F">
        <w:rPr>
          <w:rFonts w:ascii="Arial" w:hAnsi="Arial" w:cs="Arial"/>
        </w:rPr>
        <w:t>wniosek ENERGA OPERATOR S.A. z siedzibą w</w:t>
      </w:r>
      <w:r w:rsidR="007B2D9F">
        <w:rPr>
          <w:rFonts w:ascii="Arial" w:hAnsi="Arial" w:cs="Arial"/>
        </w:rPr>
        <w:t> </w:t>
      </w:r>
      <w:r w:rsidR="00806D2A" w:rsidRPr="007B2D9F">
        <w:rPr>
          <w:rFonts w:ascii="Arial" w:hAnsi="Arial" w:cs="Arial"/>
        </w:rPr>
        <w:t xml:space="preserve">Gdańsku, działającej przez pełnomocnika Pana Łukasza Macha, z dnia </w:t>
      </w:r>
      <w:r w:rsidR="001332E6">
        <w:rPr>
          <w:rFonts w:ascii="Arial" w:hAnsi="Arial" w:cs="Arial"/>
        </w:rPr>
        <w:t>24.07.2024</w:t>
      </w:r>
      <w:r w:rsidR="00806D2A" w:rsidRPr="007B2D9F">
        <w:rPr>
          <w:rFonts w:ascii="Arial" w:hAnsi="Arial" w:cs="Arial"/>
        </w:rPr>
        <w:t> r. (</w:t>
      </w:r>
      <w:r w:rsidR="00806D2A" w:rsidRPr="007B2D9F">
        <w:rPr>
          <w:rFonts w:ascii="Arial" w:hAnsi="Arial" w:cs="Arial"/>
          <w:bCs/>
        </w:rPr>
        <w:t xml:space="preserve">wpływ uzupełnienia </w:t>
      </w:r>
      <w:r w:rsidR="001332E6">
        <w:rPr>
          <w:rFonts w:ascii="Arial" w:hAnsi="Arial" w:cs="Arial"/>
          <w:bCs/>
        </w:rPr>
        <w:t>23.08.2024</w:t>
      </w:r>
      <w:r w:rsidR="00806D2A" w:rsidRPr="007B2D9F">
        <w:rPr>
          <w:rFonts w:ascii="Arial" w:hAnsi="Arial" w:cs="Arial"/>
          <w:bCs/>
        </w:rPr>
        <w:t xml:space="preserve"> r.</w:t>
      </w:r>
      <w:r w:rsidR="00806D2A" w:rsidRPr="007B2D9F">
        <w:rPr>
          <w:rFonts w:ascii="Arial" w:hAnsi="Arial" w:cs="Arial"/>
        </w:rPr>
        <w:t xml:space="preserve">) o wydanie decyzji o środowiskowych uwarunkowaniach dla przedsięwzięcia pn.: </w:t>
      </w:r>
      <w:r w:rsidR="00806D2A" w:rsidRPr="007B2D9F">
        <w:rPr>
          <w:rFonts w:ascii="Arial" w:hAnsi="Arial" w:cs="Arial"/>
          <w:b/>
        </w:rPr>
        <w:t>„</w:t>
      </w:r>
      <w:r w:rsidR="001332E6" w:rsidRPr="001332E6">
        <w:rPr>
          <w:rFonts w:ascii="Arial" w:hAnsi="Arial" w:cs="Arial"/>
          <w:b/>
          <w:i/>
          <w:iCs/>
          <w:sz w:val="21"/>
          <w:szCs w:val="21"/>
        </w:rPr>
        <w:t>Budowa napowietrznej linii elektroenergetycznej wysokiego napięcia 110kV Żarnowiec - Łebno - Sierakowice oraz stacji elektroenergetycznej GPZ Łebno wraz z wyprowadzeniami linii SN 15 kV i usunięciem kolizji linii SN 15 kV i nn-0,4 kV z linią WN 110 kV”</w:t>
      </w:r>
      <w:r w:rsidR="001332E6">
        <w:rPr>
          <w:rFonts w:ascii="Arial" w:hAnsi="Arial" w:cs="Arial"/>
          <w:i/>
          <w:iCs/>
          <w:sz w:val="21"/>
          <w:szCs w:val="21"/>
        </w:rPr>
        <w:t>,</w:t>
      </w:r>
    </w:p>
    <w:p w14:paraId="5E4681C8" w14:textId="55468CF2" w:rsidR="00806D2A" w:rsidRPr="007B2D9F" w:rsidRDefault="00806D2A" w:rsidP="00582F01">
      <w:pPr>
        <w:pStyle w:val="Tekstpodstawowy"/>
        <w:spacing w:after="0"/>
        <w:rPr>
          <w:rFonts w:ascii="Arial" w:hAnsi="Arial" w:cs="Arial"/>
        </w:rPr>
      </w:pPr>
      <w:r w:rsidRPr="007B2D9F">
        <w:rPr>
          <w:rFonts w:ascii="Arial" w:hAnsi="Arial" w:cs="Arial"/>
          <w:bCs/>
        </w:rPr>
        <w:t>planowanego do realizacji na działkach wyszczególnionych w załączniku do niniejszego zawiadomienia</w:t>
      </w:r>
      <w:r w:rsidRPr="007B2D9F">
        <w:rPr>
          <w:rFonts w:ascii="Arial" w:hAnsi="Arial" w:cs="Arial"/>
        </w:rPr>
        <w:t>:</w:t>
      </w:r>
      <w:r w:rsidR="00921399" w:rsidRPr="007B2D9F">
        <w:rPr>
          <w:rFonts w:ascii="Arial" w:hAnsi="Arial" w:cs="Arial"/>
        </w:rPr>
        <w:t xml:space="preserve"> </w:t>
      </w:r>
    </w:p>
    <w:p w14:paraId="54ED0788" w14:textId="3F7B30C4" w:rsidR="00806D2A" w:rsidRPr="007B2D9F" w:rsidRDefault="00806D2A" w:rsidP="00582F01">
      <w:pPr>
        <w:pStyle w:val="Tekstpodstawowy"/>
        <w:numPr>
          <w:ilvl w:val="0"/>
          <w:numId w:val="23"/>
        </w:numPr>
        <w:spacing w:after="0"/>
        <w:rPr>
          <w:rFonts w:ascii="Arial" w:hAnsi="Arial" w:cs="Arial"/>
        </w:rPr>
      </w:pPr>
      <w:r w:rsidRPr="007B2D9F">
        <w:rPr>
          <w:rFonts w:ascii="Arial" w:hAnsi="Arial" w:cs="Arial"/>
        </w:rPr>
        <w:t>zostało wszczęte postępowanie administracyjne. W związku z powyższym informuję o możliwości zgłaszania uwag i wniosków w przedmiotowym zakresie do Regionalnej Dyrekcji Ochrony Środowiska w Gdańsku, ul. Chmielna 54/57, Wydział Ocen Oddziaływania na Środowisko, pokój nr 105 po wcześniejszym umówieniu (np. telefonicznie);</w:t>
      </w:r>
    </w:p>
    <w:p w14:paraId="6D7F5054" w14:textId="7F5D713D" w:rsidR="00244374" w:rsidRPr="007B2D9F" w:rsidRDefault="00921399" w:rsidP="00582F01">
      <w:pPr>
        <w:pStyle w:val="Tekstpodstawowy"/>
        <w:numPr>
          <w:ilvl w:val="0"/>
          <w:numId w:val="23"/>
        </w:numPr>
        <w:spacing w:after="0"/>
        <w:rPr>
          <w:rFonts w:ascii="Arial" w:hAnsi="Arial" w:cs="Arial"/>
        </w:rPr>
      </w:pPr>
      <w:r w:rsidRPr="007B2D9F">
        <w:rPr>
          <w:rFonts w:ascii="Arial" w:hAnsi="Arial" w:cs="Arial"/>
        </w:rPr>
        <w:t>w</w:t>
      </w:r>
      <w:r w:rsidR="00244374" w:rsidRPr="007B2D9F">
        <w:rPr>
          <w:rFonts w:ascii="Arial" w:hAnsi="Arial" w:cs="Arial"/>
        </w:rPr>
        <w:t xml:space="preserve">ystąpiono </w:t>
      </w:r>
      <w:r w:rsidRPr="007B2D9F">
        <w:rPr>
          <w:rFonts w:ascii="Arial" w:hAnsi="Arial" w:cs="Arial"/>
        </w:rPr>
        <w:t xml:space="preserve">do </w:t>
      </w:r>
      <w:r w:rsidR="00E2461F" w:rsidRPr="007B2D9F">
        <w:rPr>
          <w:rFonts w:ascii="Arial" w:hAnsi="Arial" w:cs="Arial"/>
        </w:rPr>
        <w:t>Pomorskiego Państwowego Wojewódzkiego Inspektora Sanitarnego w</w:t>
      </w:r>
      <w:r w:rsidR="00806D2A" w:rsidRPr="007B2D9F">
        <w:rPr>
          <w:rFonts w:ascii="Arial" w:hAnsi="Arial" w:cs="Arial"/>
        </w:rPr>
        <w:t> </w:t>
      </w:r>
      <w:r w:rsidR="00E2461F" w:rsidRPr="007B2D9F">
        <w:rPr>
          <w:rFonts w:ascii="Arial" w:hAnsi="Arial" w:cs="Arial"/>
        </w:rPr>
        <w:t>Gdańsku</w:t>
      </w:r>
      <w:r w:rsidR="00244374" w:rsidRPr="007B2D9F">
        <w:rPr>
          <w:rFonts w:ascii="Arial" w:hAnsi="Arial" w:cs="Arial"/>
        </w:rPr>
        <w:t xml:space="preserve">, </w:t>
      </w:r>
      <w:r w:rsidR="00806D2A" w:rsidRPr="007B2D9F">
        <w:rPr>
          <w:rFonts w:ascii="Arial" w:hAnsi="Arial" w:cs="Arial"/>
        </w:rPr>
        <w:t>Dyrektor</w:t>
      </w:r>
      <w:r w:rsidR="000D269D">
        <w:rPr>
          <w:rFonts w:ascii="Arial" w:hAnsi="Arial" w:cs="Arial"/>
        </w:rPr>
        <w:t>a</w:t>
      </w:r>
      <w:r w:rsidR="00806D2A" w:rsidRPr="007B2D9F">
        <w:rPr>
          <w:rFonts w:ascii="Arial" w:hAnsi="Arial" w:cs="Arial"/>
        </w:rPr>
        <w:t xml:space="preserve"> Zarządu Zlewni w Gdańsku, </w:t>
      </w:r>
      <w:r w:rsidR="00244374" w:rsidRPr="007B2D9F">
        <w:rPr>
          <w:rFonts w:ascii="Arial" w:hAnsi="Arial" w:cs="Arial"/>
        </w:rPr>
        <w:t>o</w:t>
      </w:r>
      <w:r w:rsidRPr="007B2D9F">
        <w:rPr>
          <w:rFonts w:ascii="Arial" w:hAnsi="Arial" w:cs="Arial"/>
        </w:rPr>
        <w:t> </w:t>
      </w:r>
      <w:r w:rsidR="00244374" w:rsidRPr="007B2D9F">
        <w:rPr>
          <w:rFonts w:ascii="Arial" w:hAnsi="Arial" w:cs="Arial"/>
        </w:rPr>
        <w:t>opinię/uzgodnienie co do konieczności przeprowadzenia oceny oddziaływania przedsięwzięcia na środowisko i ewentualne określenie zakresu raportu.</w:t>
      </w:r>
    </w:p>
    <w:p w14:paraId="60EFE9CF" w14:textId="6830A42F" w:rsidR="00094FA6" w:rsidRPr="007B2D9F" w:rsidRDefault="00094FA6" w:rsidP="00582F01">
      <w:pPr>
        <w:pStyle w:val="Tekstpodstawowy"/>
        <w:spacing w:after="0"/>
        <w:rPr>
          <w:rFonts w:ascii="Arial" w:hAnsi="Arial" w:cs="Arial"/>
        </w:rPr>
      </w:pPr>
    </w:p>
    <w:p w14:paraId="67D3E131" w14:textId="77777777" w:rsidR="007B2D9F" w:rsidRPr="007B2D9F" w:rsidRDefault="007B2D9F" w:rsidP="00582F01">
      <w:pPr>
        <w:pStyle w:val="Tekstpodstawowy2"/>
        <w:spacing w:after="0" w:line="276" w:lineRule="auto"/>
        <w:rPr>
          <w:rFonts w:ascii="Arial" w:hAnsi="Arial" w:cs="Arial"/>
          <w:sz w:val="22"/>
          <w:szCs w:val="22"/>
        </w:rPr>
      </w:pPr>
      <w:r w:rsidRPr="007B2D9F">
        <w:rPr>
          <w:rFonts w:ascii="Arial" w:hAnsi="Arial" w:cs="Arial"/>
          <w:sz w:val="22"/>
          <w:szCs w:val="22"/>
        </w:rPr>
        <w:t>Ponadto zgodnie z art. 41 Kpa:</w:t>
      </w:r>
    </w:p>
    <w:p w14:paraId="4672F2FC" w14:textId="77777777" w:rsidR="007B2D9F" w:rsidRPr="007B2D9F" w:rsidRDefault="007B2D9F" w:rsidP="00582F01">
      <w:pPr>
        <w:pStyle w:val="Tekstpodstawowy2"/>
        <w:spacing w:after="0" w:line="276" w:lineRule="auto"/>
        <w:rPr>
          <w:rFonts w:ascii="Arial" w:hAnsi="Arial" w:cs="Arial"/>
          <w:sz w:val="22"/>
          <w:szCs w:val="22"/>
        </w:rPr>
      </w:pPr>
      <w:r w:rsidRPr="007B2D9F">
        <w:rPr>
          <w:rFonts w:ascii="Arial" w:hAnsi="Arial" w:cs="Arial"/>
          <w:sz w:val="22"/>
          <w:szCs w:val="22"/>
        </w:rPr>
        <w:t xml:space="preserve">§ 1: „W toku postępowania strony oraz ich przedstawiciele i pełnomocnicy mają obowiązek zawiadomić organ administracji publicznej o każdej zmianie swojego adresu, w tym adresu elektronicznego”. </w:t>
      </w:r>
    </w:p>
    <w:p w14:paraId="59DFEC49" w14:textId="42E093C0" w:rsidR="007B2D9F" w:rsidRPr="007B2D9F" w:rsidRDefault="007B2D9F" w:rsidP="00582F01">
      <w:pPr>
        <w:pStyle w:val="Tekstpodstawowy2"/>
        <w:spacing w:after="0" w:line="276" w:lineRule="auto"/>
        <w:rPr>
          <w:rFonts w:ascii="Arial" w:hAnsi="Arial" w:cs="Arial"/>
          <w:sz w:val="22"/>
          <w:szCs w:val="22"/>
        </w:rPr>
      </w:pPr>
      <w:r w:rsidRPr="007B2D9F">
        <w:rPr>
          <w:rFonts w:ascii="Arial" w:hAnsi="Arial" w:cs="Arial"/>
          <w:sz w:val="22"/>
          <w:szCs w:val="22"/>
        </w:rPr>
        <w:t>§ 2: „W razie zaniedbania obowiązku określonego w § 1 doręczenie pisma pod dotychczasowym adresem ma skutek prawny”.</w:t>
      </w:r>
    </w:p>
    <w:p w14:paraId="73034F5B" w14:textId="77777777" w:rsidR="007B2D9F" w:rsidRPr="007B2D9F" w:rsidRDefault="007B2D9F" w:rsidP="00582F01">
      <w:pPr>
        <w:pStyle w:val="Tekstpodstawowy2"/>
        <w:spacing w:after="0" w:line="276" w:lineRule="auto"/>
        <w:rPr>
          <w:rFonts w:ascii="Arial" w:hAnsi="Arial" w:cs="Arial"/>
          <w:sz w:val="22"/>
          <w:szCs w:val="22"/>
        </w:rPr>
      </w:pPr>
    </w:p>
    <w:p w14:paraId="6EE98562" w14:textId="7E789544" w:rsidR="00294032" w:rsidRPr="007B2D9F" w:rsidRDefault="007C7923" w:rsidP="00582F01">
      <w:pPr>
        <w:pStyle w:val="Tekstpodstawowy2"/>
        <w:spacing w:after="0" w:line="276" w:lineRule="auto"/>
        <w:rPr>
          <w:rFonts w:ascii="Arial" w:hAnsi="Arial" w:cs="Arial"/>
          <w:sz w:val="22"/>
          <w:szCs w:val="22"/>
        </w:rPr>
      </w:pPr>
      <w:r w:rsidRPr="007B2D9F">
        <w:rPr>
          <w:rFonts w:ascii="Arial" w:hAnsi="Arial" w:cs="Arial"/>
          <w:sz w:val="22"/>
          <w:szCs w:val="22"/>
        </w:rPr>
        <w:t xml:space="preserve">Doręczenie </w:t>
      </w:r>
      <w:r w:rsidR="00294032" w:rsidRPr="007B2D9F">
        <w:rPr>
          <w:rFonts w:ascii="Arial" w:hAnsi="Arial" w:cs="Arial"/>
          <w:sz w:val="22"/>
          <w:szCs w:val="22"/>
        </w:rPr>
        <w:t xml:space="preserve">niniejszego zawiadomienia stronom postępowania uważa się za dokonane </w:t>
      </w:r>
      <w:r w:rsidR="00C3274B" w:rsidRPr="007B2D9F">
        <w:rPr>
          <w:rFonts w:ascii="Arial" w:hAnsi="Arial" w:cs="Arial"/>
          <w:sz w:val="22"/>
          <w:szCs w:val="22"/>
        </w:rPr>
        <w:br/>
      </w:r>
      <w:r w:rsidR="00294032" w:rsidRPr="007B2D9F">
        <w:rPr>
          <w:rFonts w:ascii="Arial" w:hAnsi="Arial" w:cs="Arial"/>
          <w:sz w:val="22"/>
          <w:szCs w:val="22"/>
        </w:rPr>
        <w:t>po upływie 14 dni od dnia, w którym nastąpiło jego upublicznienie.</w:t>
      </w:r>
    </w:p>
    <w:p w14:paraId="0FAF02FB" w14:textId="77777777" w:rsidR="00294032" w:rsidRPr="007B2D9F" w:rsidRDefault="00294032" w:rsidP="00582F01">
      <w:pPr>
        <w:pStyle w:val="Tekstpodstawowy2"/>
        <w:spacing w:after="0" w:line="240" w:lineRule="auto"/>
        <w:rPr>
          <w:rFonts w:ascii="Arial" w:hAnsi="Arial" w:cs="Arial"/>
          <w:sz w:val="22"/>
          <w:szCs w:val="22"/>
        </w:rPr>
      </w:pPr>
    </w:p>
    <w:p w14:paraId="48120CC2" w14:textId="77777777" w:rsidR="007C7923" w:rsidRPr="007B2D9F" w:rsidRDefault="00294032" w:rsidP="00582F01">
      <w:pPr>
        <w:pStyle w:val="Tekstpodstawowy2"/>
        <w:overflowPunct w:val="0"/>
        <w:autoSpaceDE w:val="0"/>
        <w:autoSpaceDN w:val="0"/>
        <w:adjustRightInd w:val="0"/>
        <w:spacing w:after="0" w:line="240" w:lineRule="atLeast"/>
        <w:rPr>
          <w:rFonts w:ascii="Arial" w:hAnsi="Arial" w:cs="Arial"/>
          <w:sz w:val="22"/>
          <w:szCs w:val="22"/>
        </w:rPr>
      </w:pPr>
      <w:r w:rsidRPr="007B2D9F">
        <w:rPr>
          <w:rFonts w:ascii="Arial" w:hAnsi="Arial" w:cs="Arial"/>
          <w:sz w:val="22"/>
          <w:szCs w:val="22"/>
        </w:rPr>
        <w:t>Upubliczniono w dniach: od……………...do……………….</w:t>
      </w:r>
    </w:p>
    <w:p w14:paraId="77804371" w14:textId="77777777" w:rsidR="00B4005B" w:rsidRPr="007B2D9F" w:rsidRDefault="00B4005B" w:rsidP="00582F01">
      <w:pPr>
        <w:pStyle w:val="Tekstpodstawowy2"/>
        <w:overflowPunct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0EA84582" w14:textId="77777777" w:rsidR="00BB0A0A" w:rsidRPr="007B2D9F" w:rsidRDefault="00A1455C" w:rsidP="00582F01">
      <w:pPr>
        <w:pStyle w:val="Tekstpodstawowy2"/>
        <w:overflowPunct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2"/>
          <w:szCs w:val="22"/>
        </w:rPr>
      </w:pPr>
      <w:r w:rsidRPr="007B2D9F">
        <w:rPr>
          <w:rFonts w:ascii="Arial" w:hAnsi="Arial" w:cs="Arial"/>
          <w:sz w:val="22"/>
          <w:szCs w:val="22"/>
        </w:rPr>
        <w:t>Pieczęć urzędu:</w:t>
      </w:r>
    </w:p>
    <w:p w14:paraId="687F3EA7" w14:textId="77777777" w:rsidR="005A2187" w:rsidRPr="006D33C0" w:rsidRDefault="005A2187" w:rsidP="00582F01">
      <w:pPr>
        <w:spacing w:after="0" w:line="240" w:lineRule="auto"/>
        <w:rPr>
          <w:rFonts w:ascii="Arial" w:hAnsi="Arial" w:cs="Arial"/>
          <w:sz w:val="12"/>
          <w:szCs w:val="12"/>
          <w:u w:val="single"/>
        </w:rPr>
      </w:pPr>
    </w:p>
    <w:p w14:paraId="74936FDF" w14:textId="77777777" w:rsidR="00F761D6" w:rsidRDefault="00F761D6" w:rsidP="00582F01">
      <w:pPr>
        <w:spacing w:after="0" w:line="240" w:lineRule="auto"/>
        <w:rPr>
          <w:rFonts w:ascii="Arial" w:hAnsi="Arial" w:cs="Arial"/>
          <w:sz w:val="18"/>
          <w:szCs w:val="18"/>
          <w:u w:val="single"/>
        </w:rPr>
      </w:pPr>
    </w:p>
    <w:p w14:paraId="01F3C031" w14:textId="77777777" w:rsidR="007B2D9F" w:rsidRDefault="007B2D9F" w:rsidP="00582F01">
      <w:pPr>
        <w:spacing w:after="0" w:line="240" w:lineRule="auto"/>
        <w:rPr>
          <w:rFonts w:ascii="Arial" w:hAnsi="Arial" w:cs="Arial"/>
          <w:sz w:val="18"/>
          <w:szCs w:val="18"/>
          <w:u w:val="single"/>
        </w:rPr>
      </w:pPr>
    </w:p>
    <w:p w14:paraId="26294B3B" w14:textId="77777777" w:rsidR="007B2D9F" w:rsidRDefault="007B2D9F" w:rsidP="00582F01">
      <w:pPr>
        <w:spacing w:after="0" w:line="240" w:lineRule="auto"/>
        <w:rPr>
          <w:rFonts w:ascii="Arial" w:hAnsi="Arial" w:cs="Arial"/>
          <w:sz w:val="18"/>
          <w:szCs w:val="18"/>
          <w:u w:val="single"/>
        </w:rPr>
      </w:pPr>
    </w:p>
    <w:p w14:paraId="4AD1357D" w14:textId="7F20BE16" w:rsidR="00294032" w:rsidRPr="00294032" w:rsidRDefault="00B9112C" w:rsidP="00582F01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294032">
        <w:rPr>
          <w:rFonts w:ascii="Arial" w:hAnsi="Arial" w:cs="Arial"/>
          <w:sz w:val="18"/>
          <w:szCs w:val="18"/>
          <w:u w:val="single"/>
        </w:rPr>
        <w:t>Art. 49  kpa</w:t>
      </w:r>
      <w:r w:rsidRPr="00294032">
        <w:rPr>
          <w:rFonts w:ascii="Arial" w:hAnsi="Arial" w:cs="Arial"/>
          <w:sz w:val="18"/>
          <w:szCs w:val="18"/>
        </w:rPr>
        <w:t xml:space="preserve">: </w:t>
      </w:r>
    </w:p>
    <w:p w14:paraId="56FDD041" w14:textId="77777777" w:rsidR="00294032" w:rsidRPr="00294032" w:rsidRDefault="00294032" w:rsidP="00582F01">
      <w:pPr>
        <w:spacing w:after="0"/>
        <w:rPr>
          <w:rFonts w:ascii="Arial" w:hAnsi="Arial" w:cs="Arial"/>
          <w:sz w:val="18"/>
          <w:szCs w:val="18"/>
        </w:rPr>
      </w:pPr>
      <w:r w:rsidRPr="00294032">
        <w:rPr>
          <w:rStyle w:val="alb"/>
          <w:rFonts w:ascii="Arial" w:hAnsi="Arial" w:cs="Arial"/>
          <w:sz w:val="18"/>
          <w:szCs w:val="18"/>
        </w:rPr>
        <w:t xml:space="preserve">§  1.  </w:t>
      </w:r>
      <w:r w:rsidRPr="00294032">
        <w:rPr>
          <w:rFonts w:ascii="Arial" w:hAnsi="Arial" w:cs="Arial"/>
          <w:sz w:val="18"/>
          <w:szCs w:val="18"/>
        </w:rPr>
        <w:t xml:space="preserve">Jeżeli </w:t>
      </w:r>
      <w:hyperlink r:id="rId8" w:anchor="/search-hypertext/16784712_art%2849%29_1?pit=2018-03-07" w:history="1">
        <w:r w:rsidRPr="00294032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przepis</w:t>
        </w:r>
      </w:hyperlink>
      <w:r w:rsidRPr="00294032">
        <w:rPr>
          <w:rFonts w:ascii="Arial" w:hAnsi="Arial" w:cs="Arial"/>
          <w:sz w:val="18"/>
          <w:szCs w:val="18"/>
        </w:rPr>
        <w:t xml:space="preserve"> szczególny tak stanowi, zawiadomienie stron o decyzjach i innych czynnościach organu administracji publicznej może nastąpić w formie publicznego obwieszczenia, w innej formie publicznego ogłoszenia zwyczajowo przyjętej w danej miejscowości lub przez udostępnienie pisma w Biuletynie Informacji Publicznej na stronie podmiotowej właściwego organu administracji publicznej.</w:t>
      </w:r>
    </w:p>
    <w:p w14:paraId="622B3144" w14:textId="77777777" w:rsidR="00294032" w:rsidRDefault="00294032" w:rsidP="00582F01">
      <w:pPr>
        <w:spacing w:after="0"/>
        <w:rPr>
          <w:rFonts w:ascii="Arial" w:hAnsi="Arial" w:cs="Arial"/>
          <w:sz w:val="18"/>
          <w:szCs w:val="18"/>
        </w:rPr>
      </w:pPr>
      <w:r w:rsidRPr="00294032">
        <w:rPr>
          <w:rStyle w:val="alb"/>
          <w:rFonts w:ascii="Arial" w:hAnsi="Arial" w:cs="Arial"/>
          <w:sz w:val="18"/>
          <w:szCs w:val="18"/>
        </w:rPr>
        <w:t xml:space="preserve">§  2.  </w:t>
      </w:r>
      <w:r w:rsidRPr="00294032">
        <w:rPr>
          <w:rFonts w:ascii="Arial" w:hAnsi="Arial" w:cs="Arial"/>
          <w:sz w:val="18"/>
          <w:szCs w:val="18"/>
        </w:rPr>
        <w:t>Dzień, w którym nastąpiło publiczne obwieszczenie, inne publiczne ogłos</w:t>
      </w:r>
      <w:r w:rsidR="00FB322F">
        <w:rPr>
          <w:rFonts w:ascii="Arial" w:hAnsi="Arial" w:cs="Arial"/>
          <w:sz w:val="18"/>
          <w:szCs w:val="18"/>
        </w:rPr>
        <w:t>zenie lub udostępnienie pisma w </w:t>
      </w:r>
      <w:r w:rsidRPr="00294032">
        <w:rPr>
          <w:rFonts w:ascii="Arial" w:hAnsi="Arial" w:cs="Arial"/>
          <w:sz w:val="18"/>
          <w:szCs w:val="18"/>
        </w:rPr>
        <w:t>Biuletynie Informacji Publicznej wskazuje się w treści tego obwieszczenia, ogłoszenia lub w Biuletynie Informacji Publicznej. Zawiadomienie uważa się za dokonane po upływie czternastu dni od dnia, w którym nastąpiło publiczne obwieszczenie, inne publiczne ogłoszenie lub udostępnienie pisma w Biuletynie Informacji Publicznej.</w:t>
      </w:r>
    </w:p>
    <w:p w14:paraId="4EC3F1E8" w14:textId="77777777" w:rsidR="00806D2A" w:rsidRDefault="007C7923" w:rsidP="00582F01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71C4B">
        <w:rPr>
          <w:rFonts w:ascii="Arial" w:hAnsi="Arial" w:cs="Arial"/>
          <w:sz w:val="18"/>
          <w:szCs w:val="18"/>
          <w:u w:val="single"/>
        </w:rPr>
        <w:t>Art. 74 u</w:t>
      </w:r>
      <w:r>
        <w:rPr>
          <w:rFonts w:ascii="Arial" w:hAnsi="Arial" w:cs="Arial"/>
          <w:sz w:val="18"/>
          <w:szCs w:val="18"/>
          <w:u w:val="single"/>
        </w:rPr>
        <w:t>s</w:t>
      </w:r>
      <w:r w:rsidRPr="00E71C4B">
        <w:rPr>
          <w:rFonts w:ascii="Arial" w:hAnsi="Arial" w:cs="Arial"/>
          <w:sz w:val="18"/>
          <w:szCs w:val="18"/>
          <w:u w:val="single"/>
        </w:rPr>
        <w:t xml:space="preserve">t. 3 </w:t>
      </w:r>
      <w:r w:rsidRPr="00195728">
        <w:rPr>
          <w:rFonts w:ascii="Arial" w:hAnsi="Arial" w:cs="Arial"/>
          <w:sz w:val="18"/>
          <w:szCs w:val="18"/>
          <w:u w:val="single"/>
        </w:rPr>
        <w:t>ustawy ooś</w:t>
      </w:r>
      <w:r w:rsidRPr="00195728">
        <w:rPr>
          <w:rFonts w:ascii="Arial" w:hAnsi="Arial" w:cs="Arial"/>
          <w:sz w:val="18"/>
          <w:szCs w:val="18"/>
        </w:rPr>
        <w:t>:</w:t>
      </w:r>
      <w:r w:rsidRPr="00E71C4B">
        <w:rPr>
          <w:rFonts w:ascii="Arial" w:hAnsi="Arial" w:cs="Arial"/>
          <w:sz w:val="18"/>
          <w:szCs w:val="18"/>
        </w:rPr>
        <w:t xml:space="preserve"> Jeżeli liczba stron postępowania o wydanie decyzji o środowiskow</w:t>
      </w:r>
      <w:r w:rsidR="00F761D6">
        <w:rPr>
          <w:rFonts w:ascii="Arial" w:hAnsi="Arial" w:cs="Arial"/>
          <w:sz w:val="18"/>
          <w:szCs w:val="18"/>
        </w:rPr>
        <w:t>ych uwarunkowaniach przekracza 1</w:t>
      </w:r>
      <w:r w:rsidRPr="00E71C4B">
        <w:rPr>
          <w:rFonts w:ascii="Arial" w:hAnsi="Arial" w:cs="Arial"/>
          <w:sz w:val="18"/>
          <w:szCs w:val="18"/>
        </w:rPr>
        <w:t xml:space="preserve">0, stosuje się </w:t>
      </w:r>
      <w:r w:rsidRPr="00576D9E">
        <w:rPr>
          <w:rFonts w:ascii="Arial" w:hAnsi="Arial" w:cs="Arial"/>
          <w:sz w:val="18"/>
          <w:szCs w:val="18"/>
        </w:rPr>
        <w:t xml:space="preserve">przepis </w:t>
      </w:r>
      <w:hyperlink r:id="rId9" w:anchor="/dokument/16784712#art%2849%29" w:history="1">
        <w:r w:rsidRPr="00D7658E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art. 49</w:t>
        </w:r>
      </w:hyperlink>
      <w:r w:rsidRPr="00D7658E">
        <w:rPr>
          <w:rFonts w:ascii="Arial" w:hAnsi="Arial" w:cs="Arial"/>
          <w:sz w:val="18"/>
          <w:szCs w:val="18"/>
        </w:rPr>
        <w:t xml:space="preserve"> Kodeksu</w:t>
      </w:r>
      <w:r w:rsidRPr="00E71C4B">
        <w:rPr>
          <w:rFonts w:ascii="Arial" w:hAnsi="Arial" w:cs="Arial"/>
          <w:sz w:val="18"/>
          <w:szCs w:val="18"/>
        </w:rPr>
        <w:t xml:space="preserve"> postępowania administracyjnego</w:t>
      </w:r>
      <w:r>
        <w:rPr>
          <w:rFonts w:ascii="Arial" w:hAnsi="Arial" w:cs="Arial"/>
          <w:sz w:val="18"/>
          <w:szCs w:val="18"/>
        </w:rPr>
        <w:t>.</w:t>
      </w:r>
    </w:p>
    <w:p w14:paraId="7E736C07" w14:textId="77777777" w:rsidR="007B2D9F" w:rsidRDefault="007B2D9F" w:rsidP="00582F01">
      <w:pPr>
        <w:rPr>
          <w:rFonts w:ascii="Arial" w:hAnsi="Arial" w:cs="Arial"/>
        </w:rPr>
      </w:pPr>
    </w:p>
    <w:p w14:paraId="4CC5A853" w14:textId="77777777" w:rsidR="007B2D9F" w:rsidRPr="00244374" w:rsidRDefault="007B2D9F" w:rsidP="00582F01">
      <w:pPr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  <w:r w:rsidRPr="00244374">
        <w:rPr>
          <w:rFonts w:ascii="Arial" w:eastAsia="Times New Roman" w:hAnsi="Arial" w:cs="Arial"/>
          <w:sz w:val="18"/>
          <w:szCs w:val="18"/>
          <w:u w:val="single"/>
          <w:lang w:eastAsia="pl-PL"/>
        </w:rPr>
        <w:t>Przekazuje się do upublicznienia:</w:t>
      </w:r>
    </w:p>
    <w:p w14:paraId="55D750A4" w14:textId="77777777" w:rsidR="007B2D9F" w:rsidRPr="00244374" w:rsidRDefault="007B2D9F" w:rsidP="00582F01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244374">
        <w:rPr>
          <w:rFonts w:ascii="Arial" w:eastAsia="Times New Roman" w:hAnsi="Arial" w:cs="Arial"/>
          <w:sz w:val="18"/>
          <w:szCs w:val="18"/>
          <w:lang w:eastAsia="pl-PL"/>
        </w:rPr>
        <w:t>strona internetowa RDOŚ w Gdańsku, https://www.gov.pl/web/rdos-gdansk</w:t>
      </w:r>
    </w:p>
    <w:p w14:paraId="403D9146" w14:textId="77777777" w:rsidR="007B2D9F" w:rsidRPr="00244374" w:rsidRDefault="007B2D9F" w:rsidP="00582F01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244374">
        <w:rPr>
          <w:rFonts w:ascii="Arial" w:eastAsia="Times New Roman" w:hAnsi="Arial" w:cs="Arial"/>
          <w:sz w:val="18"/>
          <w:szCs w:val="18"/>
          <w:lang w:eastAsia="pl-PL"/>
        </w:rPr>
        <w:t xml:space="preserve">tablica ogłoszeń RDOŚ w Gdańsku </w:t>
      </w:r>
    </w:p>
    <w:p w14:paraId="14FB0146" w14:textId="2DFC766E" w:rsidR="007B2D9F" w:rsidRPr="00244374" w:rsidRDefault="007B2D9F" w:rsidP="00582F01">
      <w:pPr>
        <w:numPr>
          <w:ilvl w:val="0"/>
          <w:numId w:val="11"/>
        </w:numPr>
        <w:tabs>
          <w:tab w:val="center" w:pos="4536"/>
          <w:tab w:val="right" w:pos="9072"/>
        </w:tabs>
        <w:spacing w:after="0" w:line="240" w:lineRule="auto"/>
        <w:rPr>
          <w:rFonts w:cs="Times New Roman"/>
          <w:sz w:val="18"/>
          <w:szCs w:val="18"/>
          <w:lang w:eastAsia="pl-PL"/>
        </w:rPr>
      </w:pPr>
      <w:r w:rsidRPr="00244374">
        <w:rPr>
          <w:rFonts w:ascii="Arial" w:eastAsia="Times New Roman" w:hAnsi="Arial" w:cs="Arial"/>
          <w:sz w:val="18"/>
          <w:szCs w:val="18"/>
          <w:lang w:eastAsia="pl-PL"/>
        </w:rPr>
        <w:t>aa   Sprawę prowadzi:</w:t>
      </w:r>
      <w:r w:rsidR="001332E6">
        <w:rPr>
          <w:rFonts w:ascii="Arial" w:eastAsia="Times New Roman" w:hAnsi="Arial" w:cs="Arial"/>
          <w:sz w:val="18"/>
          <w:szCs w:val="18"/>
          <w:lang w:eastAsia="pl-PL"/>
        </w:rPr>
        <w:t xml:space="preserve"> Izabella Kawka</w:t>
      </w:r>
      <w:r w:rsidRPr="00244374">
        <w:rPr>
          <w:rFonts w:ascii="Arial" w:eastAsia="Times New Roman" w:hAnsi="Arial" w:cs="Arial"/>
          <w:sz w:val="18"/>
          <w:szCs w:val="18"/>
          <w:lang w:eastAsia="pl-PL"/>
        </w:rPr>
        <w:t>, tel.: 58 68 36 840</w:t>
      </w:r>
    </w:p>
    <w:p w14:paraId="431112CA" w14:textId="77777777" w:rsidR="007B2D9F" w:rsidRDefault="007B2D9F" w:rsidP="00582F01">
      <w:pPr>
        <w:rPr>
          <w:rFonts w:ascii="Arial" w:hAnsi="Arial" w:cs="Arial"/>
        </w:rPr>
      </w:pPr>
    </w:p>
    <w:p w14:paraId="0E83FE7B" w14:textId="77777777" w:rsidR="007B2D9F" w:rsidRDefault="007B2D9F" w:rsidP="00582F01">
      <w:pPr>
        <w:rPr>
          <w:rFonts w:ascii="Arial" w:hAnsi="Arial" w:cs="Arial"/>
        </w:rPr>
      </w:pPr>
    </w:p>
    <w:p w14:paraId="0F23E079" w14:textId="77777777" w:rsidR="007B2D9F" w:rsidRDefault="007B2D9F" w:rsidP="00582F01">
      <w:pPr>
        <w:rPr>
          <w:rFonts w:ascii="Arial" w:hAnsi="Arial" w:cs="Arial"/>
        </w:rPr>
      </w:pPr>
    </w:p>
    <w:p w14:paraId="06C4C8A8" w14:textId="77777777" w:rsidR="007B2D9F" w:rsidRDefault="007B2D9F" w:rsidP="00582F01">
      <w:pPr>
        <w:rPr>
          <w:rFonts w:ascii="Arial" w:hAnsi="Arial" w:cs="Arial"/>
        </w:rPr>
      </w:pPr>
    </w:p>
    <w:p w14:paraId="69231FB0" w14:textId="77777777" w:rsidR="007B2D9F" w:rsidRDefault="007B2D9F" w:rsidP="00582F01">
      <w:pPr>
        <w:rPr>
          <w:rFonts w:ascii="Arial" w:hAnsi="Arial" w:cs="Arial"/>
        </w:rPr>
      </w:pPr>
    </w:p>
    <w:p w14:paraId="6878D764" w14:textId="77777777" w:rsidR="007B2D9F" w:rsidRDefault="007B2D9F" w:rsidP="00582F01">
      <w:pPr>
        <w:rPr>
          <w:rFonts w:ascii="Arial" w:hAnsi="Arial" w:cs="Arial"/>
        </w:rPr>
      </w:pPr>
    </w:p>
    <w:p w14:paraId="3FE2AA03" w14:textId="77777777" w:rsidR="007B2D9F" w:rsidRDefault="007B2D9F" w:rsidP="00582F01">
      <w:pPr>
        <w:rPr>
          <w:rFonts w:ascii="Arial" w:hAnsi="Arial" w:cs="Arial"/>
        </w:rPr>
      </w:pPr>
    </w:p>
    <w:p w14:paraId="3FE60533" w14:textId="77777777" w:rsidR="007B2D9F" w:rsidRDefault="007B2D9F" w:rsidP="00582F01">
      <w:pPr>
        <w:rPr>
          <w:rFonts w:ascii="Arial" w:hAnsi="Arial" w:cs="Arial"/>
        </w:rPr>
      </w:pPr>
    </w:p>
    <w:p w14:paraId="35FB8A44" w14:textId="77777777" w:rsidR="007B2D9F" w:rsidRDefault="007B2D9F" w:rsidP="00582F01">
      <w:pPr>
        <w:rPr>
          <w:rFonts w:ascii="Arial" w:hAnsi="Arial" w:cs="Arial"/>
        </w:rPr>
      </w:pPr>
    </w:p>
    <w:p w14:paraId="6CC21221" w14:textId="77777777" w:rsidR="007B2D9F" w:rsidRDefault="007B2D9F" w:rsidP="00582F01">
      <w:pPr>
        <w:rPr>
          <w:rFonts w:ascii="Arial" w:hAnsi="Arial" w:cs="Arial"/>
        </w:rPr>
      </w:pPr>
    </w:p>
    <w:p w14:paraId="32468B89" w14:textId="77777777" w:rsidR="007B2D9F" w:rsidRDefault="007B2D9F" w:rsidP="00582F01">
      <w:pPr>
        <w:rPr>
          <w:rFonts w:ascii="Arial" w:hAnsi="Arial" w:cs="Arial"/>
        </w:rPr>
      </w:pPr>
    </w:p>
    <w:p w14:paraId="2A6AF7DA" w14:textId="77777777" w:rsidR="007B2D9F" w:rsidRDefault="007B2D9F" w:rsidP="00582F01">
      <w:pPr>
        <w:rPr>
          <w:rFonts w:ascii="Arial" w:hAnsi="Arial" w:cs="Arial"/>
        </w:rPr>
      </w:pPr>
    </w:p>
    <w:p w14:paraId="46BBA3D8" w14:textId="77777777" w:rsidR="007B2D9F" w:rsidRDefault="007B2D9F" w:rsidP="00582F01">
      <w:pPr>
        <w:rPr>
          <w:rFonts w:ascii="Arial" w:hAnsi="Arial" w:cs="Arial"/>
        </w:rPr>
      </w:pPr>
    </w:p>
    <w:p w14:paraId="5FF5AA8F" w14:textId="77777777" w:rsidR="007B2D9F" w:rsidRDefault="007B2D9F" w:rsidP="00582F01">
      <w:pPr>
        <w:rPr>
          <w:rFonts w:ascii="Arial" w:hAnsi="Arial" w:cs="Arial"/>
        </w:rPr>
      </w:pPr>
    </w:p>
    <w:p w14:paraId="19AFDA81" w14:textId="77777777" w:rsidR="007B2D9F" w:rsidRDefault="007B2D9F" w:rsidP="00582F01">
      <w:pPr>
        <w:rPr>
          <w:rFonts w:ascii="Arial" w:hAnsi="Arial" w:cs="Arial"/>
        </w:rPr>
      </w:pPr>
    </w:p>
    <w:p w14:paraId="5FFBBEB8" w14:textId="77777777" w:rsidR="007B2D9F" w:rsidRDefault="007B2D9F" w:rsidP="00582F01">
      <w:pPr>
        <w:rPr>
          <w:rFonts w:ascii="Arial" w:hAnsi="Arial" w:cs="Arial"/>
        </w:rPr>
      </w:pPr>
    </w:p>
    <w:p w14:paraId="749E204B" w14:textId="77777777" w:rsidR="007B2D9F" w:rsidRDefault="007B2D9F" w:rsidP="00582F01">
      <w:pPr>
        <w:rPr>
          <w:rFonts w:ascii="Arial" w:hAnsi="Arial" w:cs="Arial"/>
        </w:rPr>
      </w:pPr>
    </w:p>
    <w:p w14:paraId="375FF1F1" w14:textId="77777777" w:rsidR="007B2D9F" w:rsidRDefault="007B2D9F" w:rsidP="00582F01">
      <w:pPr>
        <w:rPr>
          <w:rFonts w:ascii="Arial" w:hAnsi="Arial" w:cs="Arial"/>
        </w:rPr>
      </w:pPr>
    </w:p>
    <w:p w14:paraId="5E80459F" w14:textId="77777777" w:rsidR="007B2D9F" w:rsidRDefault="007B2D9F" w:rsidP="00582F01">
      <w:pPr>
        <w:rPr>
          <w:rFonts w:ascii="Arial" w:hAnsi="Arial" w:cs="Arial"/>
        </w:rPr>
      </w:pPr>
    </w:p>
    <w:p w14:paraId="49CBEB9E" w14:textId="77777777" w:rsidR="007B2D9F" w:rsidRDefault="007B2D9F" w:rsidP="00582F01">
      <w:pPr>
        <w:rPr>
          <w:rFonts w:ascii="Arial" w:hAnsi="Arial" w:cs="Arial"/>
        </w:rPr>
      </w:pPr>
    </w:p>
    <w:p w14:paraId="35F4045A" w14:textId="77777777" w:rsidR="007B2D9F" w:rsidRDefault="007B2D9F" w:rsidP="00582F01">
      <w:pPr>
        <w:rPr>
          <w:rFonts w:ascii="Arial" w:hAnsi="Arial" w:cs="Arial"/>
        </w:rPr>
      </w:pPr>
    </w:p>
    <w:p w14:paraId="58A921FB" w14:textId="77777777" w:rsidR="007B2D9F" w:rsidRDefault="007B2D9F" w:rsidP="00582F01">
      <w:pPr>
        <w:rPr>
          <w:rFonts w:ascii="Arial" w:hAnsi="Arial" w:cs="Arial"/>
        </w:rPr>
      </w:pPr>
    </w:p>
    <w:p w14:paraId="1334DBDB" w14:textId="77777777" w:rsidR="007B2D9F" w:rsidRDefault="007B2D9F" w:rsidP="00582F01">
      <w:pPr>
        <w:rPr>
          <w:rFonts w:ascii="Arial" w:hAnsi="Arial" w:cs="Arial"/>
        </w:rPr>
      </w:pPr>
    </w:p>
    <w:p w14:paraId="6B53EE49" w14:textId="77777777" w:rsidR="001332E6" w:rsidRDefault="007C4842" w:rsidP="00582F01">
      <w:pPr>
        <w:rPr>
          <w:rFonts w:ascii="Arial" w:hAnsi="Arial" w:cs="Arial"/>
        </w:rPr>
      </w:pPr>
      <w:r w:rsidRPr="007C4842">
        <w:rPr>
          <w:rFonts w:ascii="Arial" w:hAnsi="Arial" w:cs="Arial"/>
        </w:rPr>
        <w:lastRenderedPageBreak/>
        <w:t>Załącznik nr 1 do pisma znak RDOŚ-Gd-WOO.420.</w:t>
      </w:r>
      <w:r w:rsidR="001332E6">
        <w:rPr>
          <w:rFonts w:ascii="Arial" w:hAnsi="Arial" w:cs="Arial"/>
        </w:rPr>
        <w:t>50</w:t>
      </w:r>
      <w:r w:rsidRPr="007C4842">
        <w:rPr>
          <w:rFonts w:ascii="Arial" w:hAnsi="Arial" w:cs="Arial"/>
        </w:rPr>
        <w:t>.2024.</w:t>
      </w:r>
      <w:r w:rsidR="001332E6">
        <w:rPr>
          <w:rFonts w:ascii="Arial" w:hAnsi="Arial" w:cs="Arial"/>
        </w:rPr>
        <w:t>IK.4</w:t>
      </w:r>
    </w:p>
    <w:p w14:paraId="22240DF2" w14:textId="35327233" w:rsidR="007C4842" w:rsidRDefault="007C4842" w:rsidP="00582F01">
      <w:pPr>
        <w:rPr>
          <w:rFonts w:ascii="Arial" w:hAnsi="Arial" w:cs="Arial"/>
        </w:rPr>
      </w:pPr>
      <w:r w:rsidRPr="007C4842">
        <w:rPr>
          <w:rFonts w:ascii="Arial" w:hAnsi="Arial" w:cs="Arial"/>
        </w:rPr>
        <w:t xml:space="preserve">Wykaz działek realizacyjnych </w:t>
      </w:r>
    </w:p>
    <w:tbl>
      <w:tblPr>
        <w:tblW w:w="6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300"/>
        <w:gridCol w:w="1240"/>
        <w:gridCol w:w="1540"/>
        <w:gridCol w:w="1180"/>
      </w:tblGrid>
      <w:tr w:rsidR="001332E6" w:rsidRPr="001332E6" w14:paraId="71787CF0" w14:textId="77777777" w:rsidTr="00872CFE">
        <w:trPr>
          <w:trHeight w:val="75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A21413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1332E6">
              <w:rPr>
                <w:rFonts w:eastAsia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8CF656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1332E6">
              <w:rPr>
                <w:rFonts w:eastAsia="Times New Roman"/>
                <w:b/>
                <w:bCs/>
                <w:color w:val="000000"/>
                <w:lang w:eastAsia="pl-PL"/>
              </w:rPr>
              <w:t>POWIAT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771B70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1332E6">
              <w:rPr>
                <w:rFonts w:eastAsia="Times New Roman"/>
                <w:b/>
                <w:bCs/>
                <w:color w:val="000000"/>
                <w:lang w:eastAsia="pl-PL"/>
              </w:rPr>
              <w:t>GMINA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0881BC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1332E6">
              <w:rPr>
                <w:rFonts w:eastAsia="Times New Roman"/>
                <w:b/>
                <w:bCs/>
                <w:color w:val="000000"/>
                <w:lang w:eastAsia="pl-PL"/>
              </w:rPr>
              <w:t>OBRĘB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09F7C8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1332E6">
              <w:rPr>
                <w:rFonts w:eastAsia="Times New Roman"/>
                <w:b/>
                <w:bCs/>
                <w:color w:val="000000"/>
                <w:lang w:eastAsia="pl-PL"/>
              </w:rPr>
              <w:t xml:space="preserve">NR DZIAŁKI </w:t>
            </w:r>
          </w:p>
        </w:tc>
      </w:tr>
      <w:tr w:rsidR="001332E6" w:rsidRPr="001332E6" w14:paraId="70B03B1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DEAB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32FB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9B41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F2D9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6275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611</w:t>
            </w:r>
          </w:p>
        </w:tc>
      </w:tr>
      <w:tr w:rsidR="001332E6" w:rsidRPr="001332E6" w14:paraId="2B8C334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8300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6955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D0C6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2337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D713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565</w:t>
            </w:r>
          </w:p>
        </w:tc>
      </w:tr>
      <w:tr w:rsidR="001332E6" w:rsidRPr="001332E6" w14:paraId="064C4EC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6FEE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DF04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6F5F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78E8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2A90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630</w:t>
            </w:r>
          </w:p>
        </w:tc>
      </w:tr>
      <w:tr w:rsidR="001332E6" w:rsidRPr="001332E6" w14:paraId="32F59B8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7408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4184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4E27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1CF2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584D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557</w:t>
            </w:r>
          </w:p>
        </w:tc>
      </w:tr>
      <w:tr w:rsidR="001332E6" w:rsidRPr="001332E6" w14:paraId="4251416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D1E3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D852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9896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8E74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E0EF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 xml:space="preserve">214           </w:t>
            </w:r>
          </w:p>
        </w:tc>
      </w:tr>
      <w:tr w:rsidR="001332E6" w:rsidRPr="001332E6" w14:paraId="57B351F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7935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C58E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B902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4FF4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236F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561</w:t>
            </w:r>
          </w:p>
        </w:tc>
      </w:tr>
      <w:tr w:rsidR="001332E6" w:rsidRPr="001332E6" w14:paraId="459E23D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D097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1CB3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CD4E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1051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D861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657/21</w:t>
            </w:r>
          </w:p>
        </w:tc>
      </w:tr>
      <w:tr w:rsidR="001332E6" w:rsidRPr="001332E6" w14:paraId="40FAAFF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25A0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3C33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4C93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7C0E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F74A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150/1</w:t>
            </w:r>
          </w:p>
        </w:tc>
      </w:tr>
      <w:tr w:rsidR="001332E6" w:rsidRPr="001332E6" w14:paraId="1767BAF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E52C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A7C4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E7D7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1327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A34C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642/1</w:t>
            </w:r>
          </w:p>
        </w:tc>
      </w:tr>
      <w:tr w:rsidR="001332E6" w:rsidRPr="001332E6" w14:paraId="7E285D4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D700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06B0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6D03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FEAF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6A72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213</w:t>
            </w:r>
          </w:p>
        </w:tc>
      </w:tr>
      <w:tr w:rsidR="001332E6" w:rsidRPr="001332E6" w14:paraId="7ED1382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EAD2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68F7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A5BF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5D74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FED5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586</w:t>
            </w:r>
          </w:p>
        </w:tc>
      </w:tr>
      <w:tr w:rsidR="001332E6" w:rsidRPr="001332E6" w14:paraId="10CD61D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46C0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0975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9CB4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930C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FFF2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657/23</w:t>
            </w:r>
          </w:p>
        </w:tc>
      </w:tr>
      <w:tr w:rsidR="001332E6" w:rsidRPr="001332E6" w14:paraId="25B81FA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FAF6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7E52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E8C2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40B4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1DC2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618</w:t>
            </w:r>
          </w:p>
        </w:tc>
      </w:tr>
      <w:tr w:rsidR="001332E6" w:rsidRPr="001332E6" w14:paraId="44CDE48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264B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F8D2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74A5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AD8E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FB05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564</w:t>
            </w:r>
          </w:p>
        </w:tc>
      </w:tr>
      <w:tr w:rsidR="001332E6" w:rsidRPr="001332E6" w14:paraId="784E417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616B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16ED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65FE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A48C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60F8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588</w:t>
            </w:r>
          </w:p>
        </w:tc>
      </w:tr>
      <w:tr w:rsidR="001332E6" w:rsidRPr="001332E6" w14:paraId="4C77865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B46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3260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73E3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BF75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B9EC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218</w:t>
            </w:r>
          </w:p>
        </w:tc>
      </w:tr>
      <w:tr w:rsidR="001332E6" w:rsidRPr="001332E6" w14:paraId="18919D2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9CB7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E6FF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B10C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E9FC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4125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571</w:t>
            </w:r>
          </w:p>
        </w:tc>
      </w:tr>
      <w:tr w:rsidR="001332E6" w:rsidRPr="001332E6" w14:paraId="420D02B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5D3E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01C3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834A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8414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E5A5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657/25</w:t>
            </w:r>
          </w:p>
        </w:tc>
      </w:tr>
      <w:tr w:rsidR="001332E6" w:rsidRPr="001332E6" w14:paraId="50E2A19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D0B8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021F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3FE7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5C6C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7152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657/1</w:t>
            </w:r>
          </w:p>
        </w:tc>
      </w:tr>
      <w:tr w:rsidR="001332E6" w:rsidRPr="001332E6" w14:paraId="7D9055A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D77A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3B65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78A7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8B78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6636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217</w:t>
            </w:r>
          </w:p>
        </w:tc>
      </w:tr>
      <w:tr w:rsidR="001332E6" w:rsidRPr="001332E6" w14:paraId="6D9EB52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410B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2E75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2F0A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6A83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FD0E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633</w:t>
            </w:r>
          </w:p>
        </w:tc>
      </w:tr>
      <w:tr w:rsidR="001332E6" w:rsidRPr="001332E6" w14:paraId="617D09B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803E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A053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5E7A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54DE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9AAD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587</w:t>
            </w:r>
          </w:p>
        </w:tc>
      </w:tr>
      <w:tr w:rsidR="001332E6" w:rsidRPr="001332E6" w14:paraId="2F7D2D3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9E5F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797E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A959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894D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3130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606</w:t>
            </w:r>
          </w:p>
        </w:tc>
      </w:tr>
      <w:tr w:rsidR="001332E6" w:rsidRPr="001332E6" w14:paraId="69E53CC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B4EC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9CE9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6FD1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79EA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EB4A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616</w:t>
            </w:r>
          </w:p>
        </w:tc>
      </w:tr>
      <w:tr w:rsidR="001332E6" w:rsidRPr="001332E6" w14:paraId="7511090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9EE3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4B63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EDD4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AE3D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2EDF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610</w:t>
            </w:r>
          </w:p>
        </w:tc>
      </w:tr>
      <w:tr w:rsidR="001332E6" w:rsidRPr="001332E6" w14:paraId="291D09A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456F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A151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7930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1646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618A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612</w:t>
            </w:r>
          </w:p>
        </w:tc>
      </w:tr>
      <w:tr w:rsidR="001332E6" w:rsidRPr="001332E6" w14:paraId="3D9EDD5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8019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2DBD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8D85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F760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F507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643/2</w:t>
            </w:r>
          </w:p>
        </w:tc>
      </w:tr>
      <w:tr w:rsidR="001332E6" w:rsidRPr="001332E6" w14:paraId="04AB8F6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E32F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5F7D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198D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26B7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1A6D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621</w:t>
            </w:r>
          </w:p>
        </w:tc>
      </w:tr>
      <w:tr w:rsidR="001332E6" w:rsidRPr="001332E6" w14:paraId="6D6CF86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94CD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4C51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9008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635B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6FB2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604</w:t>
            </w:r>
          </w:p>
        </w:tc>
      </w:tr>
      <w:tr w:rsidR="001332E6" w:rsidRPr="001332E6" w14:paraId="521170B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36CD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2C4F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B7AF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A49B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C1EA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626</w:t>
            </w:r>
          </w:p>
        </w:tc>
      </w:tr>
      <w:tr w:rsidR="001332E6" w:rsidRPr="001332E6" w14:paraId="694D892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F152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B0A6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AE2B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87A6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C4E8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607</w:t>
            </w:r>
          </w:p>
        </w:tc>
      </w:tr>
      <w:tr w:rsidR="001332E6" w:rsidRPr="001332E6" w14:paraId="376356B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37D8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36E2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573E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D604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3766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555</w:t>
            </w:r>
          </w:p>
        </w:tc>
      </w:tr>
      <w:tr w:rsidR="001332E6" w:rsidRPr="001332E6" w14:paraId="368D1C3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294F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932B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CCEF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D6E4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CF76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624</w:t>
            </w:r>
          </w:p>
        </w:tc>
      </w:tr>
      <w:tr w:rsidR="001332E6" w:rsidRPr="001332E6" w14:paraId="481353B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F467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FF63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5566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1612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8C89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554</w:t>
            </w:r>
          </w:p>
        </w:tc>
      </w:tr>
      <w:tr w:rsidR="001332E6" w:rsidRPr="001332E6" w14:paraId="4AFA240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07D9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F9E7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012E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2EF0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9C79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622</w:t>
            </w:r>
          </w:p>
        </w:tc>
      </w:tr>
      <w:tr w:rsidR="001332E6" w:rsidRPr="001332E6" w14:paraId="46CB798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3E66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B8F9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0129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5B49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E1C9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617</w:t>
            </w:r>
          </w:p>
        </w:tc>
      </w:tr>
      <w:tr w:rsidR="001332E6" w:rsidRPr="001332E6" w14:paraId="15C0527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17A5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E6C8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7A2C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DB88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C673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556</w:t>
            </w:r>
          </w:p>
        </w:tc>
      </w:tr>
      <w:tr w:rsidR="001332E6" w:rsidRPr="001332E6" w14:paraId="7A88D0F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9778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B420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09AB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B998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E658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603</w:t>
            </w:r>
          </w:p>
        </w:tc>
      </w:tr>
      <w:tr w:rsidR="001332E6" w:rsidRPr="001332E6" w14:paraId="546C69F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4878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098D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3621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7EAB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47C2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609</w:t>
            </w:r>
          </w:p>
        </w:tc>
      </w:tr>
      <w:tr w:rsidR="001332E6" w:rsidRPr="001332E6" w14:paraId="2AD098A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A1B9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1818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282F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7FC2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2234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635</w:t>
            </w:r>
          </w:p>
        </w:tc>
      </w:tr>
      <w:tr w:rsidR="001332E6" w:rsidRPr="001332E6" w14:paraId="4E4BF14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D6FE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9AE1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9117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F929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68F1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562</w:t>
            </w:r>
          </w:p>
        </w:tc>
      </w:tr>
      <w:tr w:rsidR="001332E6" w:rsidRPr="001332E6" w14:paraId="6D4E137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3B95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9E6D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9B4B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614C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75FA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559/2</w:t>
            </w:r>
          </w:p>
        </w:tc>
      </w:tr>
      <w:tr w:rsidR="001332E6" w:rsidRPr="001332E6" w14:paraId="4FE64D2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C943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FDF5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918F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0042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C94D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589</w:t>
            </w:r>
          </w:p>
        </w:tc>
      </w:tr>
      <w:tr w:rsidR="001332E6" w:rsidRPr="001332E6" w14:paraId="1BE9F2D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9A2B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lastRenderedPageBreak/>
              <w:t>44.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4E58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6671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D277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082E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634</w:t>
            </w:r>
          </w:p>
        </w:tc>
      </w:tr>
      <w:tr w:rsidR="001332E6" w:rsidRPr="001332E6" w14:paraId="00B9CAD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5FAA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E66C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9FFD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7C3C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D79E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608</w:t>
            </w:r>
          </w:p>
        </w:tc>
      </w:tr>
      <w:tr w:rsidR="001332E6" w:rsidRPr="001332E6" w14:paraId="61B9FE8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757C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F0D3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AC48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26F2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FB5B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215</w:t>
            </w:r>
          </w:p>
        </w:tc>
      </w:tr>
      <w:tr w:rsidR="001332E6" w:rsidRPr="001332E6" w14:paraId="3A2EBD6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62F8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90CA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743A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A2C9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E549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560</w:t>
            </w:r>
          </w:p>
        </w:tc>
      </w:tr>
      <w:tr w:rsidR="001332E6" w:rsidRPr="001332E6" w14:paraId="685DD12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4EEE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D457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EDF9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56DC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0C90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627</w:t>
            </w:r>
          </w:p>
        </w:tc>
      </w:tr>
      <w:tr w:rsidR="001332E6" w:rsidRPr="001332E6" w14:paraId="4FA9BE9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EF3A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5557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D426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9206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D68C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793/1</w:t>
            </w:r>
          </w:p>
        </w:tc>
      </w:tr>
      <w:tr w:rsidR="001332E6" w:rsidRPr="001332E6" w14:paraId="2CA3C5E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24D8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5DCC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2E3B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6598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4F0B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563</w:t>
            </w:r>
          </w:p>
        </w:tc>
      </w:tr>
      <w:tr w:rsidR="001332E6" w:rsidRPr="001332E6" w14:paraId="409E3A3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BB01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0452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9528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0578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A45A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657/24</w:t>
            </w:r>
          </w:p>
        </w:tc>
      </w:tr>
      <w:tr w:rsidR="001332E6" w:rsidRPr="001332E6" w14:paraId="32002B4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CD63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3656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5332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8FF4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5CB9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658/2</w:t>
            </w:r>
          </w:p>
        </w:tc>
      </w:tr>
      <w:tr w:rsidR="001332E6" w:rsidRPr="001332E6" w14:paraId="3EA32CF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A4C2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8D8A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B452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8802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9E8C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216</w:t>
            </w:r>
          </w:p>
        </w:tc>
      </w:tr>
      <w:tr w:rsidR="001332E6" w:rsidRPr="001332E6" w14:paraId="48CEA7E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125D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5C40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F3F3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879D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81A8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219</w:t>
            </w:r>
          </w:p>
        </w:tc>
      </w:tr>
      <w:tr w:rsidR="001332E6" w:rsidRPr="001332E6" w14:paraId="3605425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D04B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BB81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2977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85D0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4EDD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657/5</w:t>
            </w:r>
          </w:p>
        </w:tc>
      </w:tr>
      <w:tr w:rsidR="001332E6" w:rsidRPr="001332E6" w14:paraId="0CAE068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E2F3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6FCC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BE19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A4E6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E722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628</w:t>
            </w:r>
          </w:p>
        </w:tc>
      </w:tr>
      <w:tr w:rsidR="001332E6" w:rsidRPr="001332E6" w14:paraId="085BF81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C4F8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34DD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D6D7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C876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458B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558</w:t>
            </w:r>
          </w:p>
        </w:tc>
      </w:tr>
      <w:tr w:rsidR="001332E6" w:rsidRPr="001332E6" w14:paraId="1764D79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A3AA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871B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EF53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1E4F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9DB7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657/15</w:t>
            </w:r>
          </w:p>
        </w:tc>
      </w:tr>
      <w:tr w:rsidR="001332E6" w:rsidRPr="001332E6" w14:paraId="179BE4B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EBB2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DB89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EEC9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6589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21BA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202</w:t>
            </w:r>
          </w:p>
        </w:tc>
      </w:tr>
      <w:tr w:rsidR="001332E6" w:rsidRPr="001332E6" w14:paraId="1AB7B99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1C41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C025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1A91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135D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A77E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590/6</w:t>
            </w:r>
          </w:p>
        </w:tc>
      </w:tr>
      <w:tr w:rsidR="001332E6" w:rsidRPr="001332E6" w14:paraId="480B3B0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8487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129A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750B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F878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EBE6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590/5</w:t>
            </w:r>
          </w:p>
        </w:tc>
      </w:tr>
      <w:tr w:rsidR="001332E6" w:rsidRPr="001332E6" w14:paraId="5E070C3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44B9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3D33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AC13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34BD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0A64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793/3</w:t>
            </w:r>
          </w:p>
        </w:tc>
      </w:tr>
      <w:tr w:rsidR="001332E6" w:rsidRPr="001332E6" w14:paraId="2B19C06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B81F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5326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C4FB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A402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CB00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793/2</w:t>
            </w:r>
          </w:p>
        </w:tc>
      </w:tr>
      <w:tr w:rsidR="001332E6" w:rsidRPr="001332E6" w14:paraId="79B2AA8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8052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B07D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9301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7439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8D22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657/4</w:t>
            </w:r>
          </w:p>
        </w:tc>
      </w:tr>
      <w:tr w:rsidR="001332E6" w:rsidRPr="001332E6" w14:paraId="699E33E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616F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C455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E0B1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CCA1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2F3C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151</w:t>
            </w:r>
          </w:p>
        </w:tc>
      </w:tr>
      <w:tr w:rsidR="001332E6" w:rsidRPr="001332E6" w14:paraId="16FF2C9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A7B0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FF39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105E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B65A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7742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625</w:t>
            </w:r>
          </w:p>
        </w:tc>
      </w:tr>
      <w:tr w:rsidR="001332E6" w:rsidRPr="001332E6" w14:paraId="1241F70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EA0F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1936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072F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74F7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F502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170</w:t>
            </w:r>
          </w:p>
        </w:tc>
      </w:tr>
      <w:tr w:rsidR="001332E6" w:rsidRPr="001332E6" w14:paraId="2273F7C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E96B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9D0A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5E05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C75B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D077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575</w:t>
            </w:r>
          </w:p>
        </w:tc>
      </w:tr>
      <w:tr w:rsidR="001332E6" w:rsidRPr="001332E6" w14:paraId="7CF90B4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4A8A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75DC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52A8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C6BD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1A37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615</w:t>
            </w:r>
          </w:p>
        </w:tc>
      </w:tr>
      <w:tr w:rsidR="001332E6" w:rsidRPr="001332E6" w14:paraId="77A0545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3B1E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E0EB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85EA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4C98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Kębłowo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4CA4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657/8</w:t>
            </w:r>
          </w:p>
        </w:tc>
      </w:tr>
      <w:tr w:rsidR="001332E6" w:rsidRPr="001332E6" w14:paraId="1657F74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06BF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9CA6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6A0B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Łęczyce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F86E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Strzebielino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66B1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70/4</w:t>
            </w:r>
          </w:p>
        </w:tc>
      </w:tr>
      <w:tr w:rsidR="001332E6" w:rsidRPr="001332E6" w14:paraId="1F3584D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70E8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61F4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B8BE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359A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3976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848/2</w:t>
            </w:r>
          </w:p>
        </w:tc>
      </w:tr>
      <w:tr w:rsidR="001332E6" w:rsidRPr="001332E6" w14:paraId="5F84CC7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7291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1300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C450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DD4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8C32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849</w:t>
            </w:r>
          </w:p>
        </w:tc>
      </w:tr>
      <w:tr w:rsidR="001332E6" w:rsidRPr="001332E6" w14:paraId="31F3643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5151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7437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2F3F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6CB4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186F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896/6</w:t>
            </w:r>
          </w:p>
        </w:tc>
      </w:tr>
      <w:tr w:rsidR="001332E6" w:rsidRPr="001332E6" w14:paraId="5F4E386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9159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EC3E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E8B0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7522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82D4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54</w:t>
            </w:r>
          </w:p>
        </w:tc>
      </w:tr>
      <w:tr w:rsidR="001332E6" w:rsidRPr="001332E6" w14:paraId="3FC227A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70DC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7776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BD56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5977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1B1E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875/3</w:t>
            </w:r>
          </w:p>
        </w:tc>
      </w:tr>
      <w:tr w:rsidR="001332E6" w:rsidRPr="001332E6" w14:paraId="2FCF250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7475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8DE7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BAA2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CD25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F65B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876/3</w:t>
            </w:r>
          </w:p>
        </w:tc>
      </w:tr>
      <w:tr w:rsidR="001332E6" w:rsidRPr="001332E6" w14:paraId="24E77D4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D6DA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4FBF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2C0B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9119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49C2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868/2</w:t>
            </w:r>
          </w:p>
        </w:tc>
      </w:tr>
      <w:tr w:rsidR="001332E6" w:rsidRPr="001332E6" w14:paraId="1CEA40B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CEE7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552D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8463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9AD4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950B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854/13</w:t>
            </w:r>
          </w:p>
        </w:tc>
      </w:tr>
      <w:tr w:rsidR="001332E6" w:rsidRPr="001332E6" w14:paraId="1E19E9C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27EB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3BCB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CC0C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D7B6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2D1D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845/48</w:t>
            </w:r>
          </w:p>
        </w:tc>
      </w:tr>
      <w:tr w:rsidR="001332E6" w:rsidRPr="001332E6" w14:paraId="7F2AF1F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A064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FB83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B21C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C66B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CC7D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874/26</w:t>
            </w:r>
          </w:p>
        </w:tc>
      </w:tr>
      <w:tr w:rsidR="001332E6" w:rsidRPr="001332E6" w14:paraId="71CF8E0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0BA4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6852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F7A8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C072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A230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908</w:t>
            </w:r>
          </w:p>
        </w:tc>
      </w:tr>
      <w:tr w:rsidR="001332E6" w:rsidRPr="001332E6" w14:paraId="5A66A5A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96AE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611C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4E98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042B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BB8A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895</w:t>
            </w:r>
          </w:p>
        </w:tc>
      </w:tr>
      <w:tr w:rsidR="001332E6" w:rsidRPr="001332E6" w14:paraId="3416766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E7F4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52DF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23E6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0695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6988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893/6</w:t>
            </w:r>
          </w:p>
        </w:tc>
      </w:tr>
      <w:tr w:rsidR="001332E6" w:rsidRPr="001332E6" w14:paraId="44C9FFE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8C42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8EBC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8DC5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A13A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FE46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891/14</w:t>
            </w:r>
          </w:p>
        </w:tc>
      </w:tr>
      <w:tr w:rsidR="001332E6" w:rsidRPr="001332E6" w14:paraId="6ED9474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A715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B1A8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68E6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1F6E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B0FC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55</w:t>
            </w:r>
          </w:p>
        </w:tc>
      </w:tr>
      <w:tr w:rsidR="001332E6" w:rsidRPr="001332E6" w14:paraId="4A3D87E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0E7B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5CE1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113B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D292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1357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867/3</w:t>
            </w:r>
          </w:p>
        </w:tc>
      </w:tr>
      <w:tr w:rsidR="001332E6" w:rsidRPr="001332E6" w14:paraId="1267D2F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26E3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A5B7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4B6C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3FCF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CEE1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855/5</w:t>
            </w:r>
          </w:p>
        </w:tc>
      </w:tr>
      <w:tr w:rsidR="001332E6" w:rsidRPr="001332E6" w14:paraId="40AAD15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3F31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1922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078A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13EA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DC8B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877/13</w:t>
            </w:r>
          </w:p>
        </w:tc>
      </w:tr>
      <w:tr w:rsidR="001332E6" w:rsidRPr="001332E6" w14:paraId="46A8852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E49A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D65D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8A37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445E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A8CC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857/6</w:t>
            </w:r>
          </w:p>
        </w:tc>
      </w:tr>
      <w:tr w:rsidR="001332E6" w:rsidRPr="001332E6" w14:paraId="1F2FBD3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97D4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8625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1710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9258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28B8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867/1</w:t>
            </w:r>
          </w:p>
        </w:tc>
      </w:tr>
      <w:tr w:rsidR="001332E6" w:rsidRPr="001332E6" w14:paraId="30C86E9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BCF6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D6F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69EF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C5BE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E199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56</w:t>
            </w:r>
          </w:p>
        </w:tc>
      </w:tr>
      <w:tr w:rsidR="001332E6" w:rsidRPr="001332E6" w14:paraId="3E5CC02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6EA8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lastRenderedPageBreak/>
              <w:t>93.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EF5F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EA07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E641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1EFE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57/5</w:t>
            </w:r>
          </w:p>
        </w:tc>
      </w:tr>
      <w:tr w:rsidR="001332E6" w:rsidRPr="001332E6" w14:paraId="0A82577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3F56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A3F7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AA4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E047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D21B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1438/3</w:t>
            </w:r>
          </w:p>
        </w:tc>
      </w:tr>
      <w:tr w:rsidR="001332E6" w:rsidRPr="001332E6" w14:paraId="702C97E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189A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AB25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7C7C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8353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F99D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857/10</w:t>
            </w:r>
          </w:p>
        </w:tc>
      </w:tr>
      <w:tr w:rsidR="001332E6" w:rsidRPr="001332E6" w14:paraId="55652EC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D575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D2C6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E40D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B545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0A48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850/3</w:t>
            </w:r>
          </w:p>
        </w:tc>
      </w:tr>
      <w:tr w:rsidR="001332E6" w:rsidRPr="001332E6" w14:paraId="4B283A1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070A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F2AE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EF25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47D9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3503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850/16</w:t>
            </w:r>
          </w:p>
        </w:tc>
      </w:tr>
      <w:tr w:rsidR="001332E6" w:rsidRPr="001332E6" w14:paraId="731AE1B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8AF4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A63A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EFF5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5E95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4C44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891/12</w:t>
            </w:r>
          </w:p>
        </w:tc>
      </w:tr>
      <w:tr w:rsidR="001332E6" w:rsidRPr="001332E6" w14:paraId="24F5E43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2D27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22CE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065F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39CD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529E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868/1</w:t>
            </w:r>
          </w:p>
        </w:tc>
      </w:tr>
      <w:tr w:rsidR="001332E6" w:rsidRPr="001332E6" w14:paraId="76E4115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1666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2556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273E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4726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6AAD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852/1</w:t>
            </w:r>
          </w:p>
        </w:tc>
      </w:tr>
      <w:tr w:rsidR="001332E6" w:rsidRPr="001332E6" w14:paraId="23BE20B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AB7F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115F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563C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18D1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F070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903</w:t>
            </w:r>
          </w:p>
        </w:tc>
      </w:tr>
      <w:tr w:rsidR="001332E6" w:rsidRPr="001332E6" w14:paraId="1F09243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9DFA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5D4F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81CF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CE92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975C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854/11</w:t>
            </w:r>
          </w:p>
        </w:tc>
      </w:tr>
      <w:tr w:rsidR="001332E6" w:rsidRPr="001332E6" w14:paraId="04488DF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0588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041F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FE9F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0646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8A6E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854/10</w:t>
            </w:r>
          </w:p>
        </w:tc>
      </w:tr>
      <w:tr w:rsidR="001332E6" w:rsidRPr="001332E6" w14:paraId="692EF0B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B1B9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E480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EC64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899E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5418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850/15</w:t>
            </w:r>
          </w:p>
        </w:tc>
      </w:tr>
      <w:tr w:rsidR="001332E6" w:rsidRPr="001332E6" w14:paraId="3D75F92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58A2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2B73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A9A4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DA0E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3D66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850/1</w:t>
            </w:r>
          </w:p>
        </w:tc>
      </w:tr>
      <w:tr w:rsidR="001332E6" w:rsidRPr="001332E6" w14:paraId="6816339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31F4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310A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1A87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884A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5764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874/23</w:t>
            </w:r>
          </w:p>
        </w:tc>
      </w:tr>
      <w:tr w:rsidR="001332E6" w:rsidRPr="001332E6" w14:paraId="6E76F8C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6067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3D30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4C4A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8610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026A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866/1</w:t>
            </w:r>
          </w:p>
        </w:tc>
      </w:tr>
      <w:tr w:rsidR="001332E6" w:rsidRPr="001332E6" w14:paraId="13E753C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3DC8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F7A2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E584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E60E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8837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854/5</w:t>
            </w:r>
          </w:p>
        </w:tc>
      </w:tr>
      <w:tr w:rsidR="001332E6" w:rsidRPr="001332E6" w14:paraId="1633E04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4D47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7289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D7A3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60A3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293F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856</w:t>
            </w:r>
          </w:p>
        </w:tc>
      </w:tr>
      <w:tr w:rsidR="001332E6" w:rsidRPr="001332E6" w14:paraId="513B5E5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F9A0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5962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F11B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688D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D971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853</w:t>
            </w:r>
          </w:p>
        </w:tc>
      </w:tr>
      <w:tr w:rsidR="001332E6" w:rsidRPr="001332E6" w14:paraId="498D74F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041B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7110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629D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F07B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7308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736/3</w:t>
            </w:r>
          </w:p>
        </w:tc>
      </w:tr>
      <w:tr w:rsidR="001332E6" w:rsidRPr="001332E6" w14:paraId="08B4D35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DE34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40A2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7712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DF63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A484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850/13</w:t>
            </w:r>
          </w:p>
        </w:tc>
      </w:tr>
      <w:tr w:rsidR="001332E6" w:rsidRPr="001332E6" w14:paraId="4086832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DA0B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BE8C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DA84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E90E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9BC3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891/13</w:t>
            </w:r>
          </w:p>
        </w:tc>
      </w:tr>
      <w:tr w:rsidR="001332E6" w:rsidRPr="001332E6" w14:paraId="1E6F6B3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1CAF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4BCE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09D5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1439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AACA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850/6</w:t>
            </w:r>
          </w:p>
        </w:tc>
      </w:tr>
      <w:tr w:rsidR="001332E6" w:rsidRPr="001332E6" w14:paraId="0B299F1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145A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99FE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886B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5B30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1565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897/2</w:t>
            </w:r>
          </w:p>
        </w:tc>
      </w:tr>
      <w:tr w:rsidR="001332E6" w:rsidRPr="001332E6" w14:paraId="254FBF7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8451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03FA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5D20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6A4B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9E26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892</w:t>
            </w:r>
          </w:p>
        </w:tc>
      </w:tr>
      <w:tr w:rsidR="001332E6" w:rsidRPr="001332E6" w14:paraId="534B57D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22D7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6651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1657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F84D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70AF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855/3</w:t>
            </w:r>
          </w:p>
        </w:tc>
      </w:tr>
      <w:tr w:rsidR="001332E6" w:rsidRPr="001332E6" w14:paraId="6BDD7BD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5342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EE21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3392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3A57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FB77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845/32</w:t>
            </w:r>
          </w:p>
        </w:tc>
      </w:tr>
      <w:tr w:rsidR="001332E6" w:rsidRPr="001332E6" w14:paraId="1D39744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592E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12B4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6966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4525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8CA6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850/4</w:t>
            </w:r>
          </w:p>
        </w:tc>
      </w:tr>
      <w:tr w:rsidR="001332E6" w:rsidRPr="001332E6" w14:paraId="0D65705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DF39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621F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12F0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72CB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C23C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891/10</w:t>
            </w:r>
          </w:p>
        </w:tc>
      </w:tr>
      <w:tr w:rsidR="001332E6" w:rsidRPr="001332E6" w14:paraId="123371C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2CA4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6495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7DEF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0FC6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FB30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905/2</w:t>
            </w:r>
          </w:p>
        </w:tc>
      </w:tr>
      <w:tr w:rsidR="001332E6" w:rsidRPr="001332E6" w14:paraId="36D29E5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FAFA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2E03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0F83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0674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7A35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850/2</w:t>
            </w:r>
          </w:p>
        </w:tc>
      </w:tr>
      <w:tr w:rsidR="001332E6" w:rsidRPr="001332E6" w14:paraId="7FB74D3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0757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779F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E34B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86D3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223E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905/1</w:t>
            </w:r>
          </w:p>
        </w:tc>
      </w:tr>
      <w:tr w:rsidR="001332E6" w:rsidRPr="001332E6" w14:paraId="039BE84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A5F6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B724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CB31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E446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30A3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893/5</w:t>
            </w:r>
          </w:p>
        </w:tc>
      </w:tr>
      <w:tr w:rsidR="001332E6" w:rsidRPr="001332E6" w14:paraId="055E2D8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AAEC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FF0F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C2A6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419E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33E6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845/33</w:t>
            </w:r>
          </w:p>
        </w:tc>
      </w:tr>
      <w:tr w:rsidR="001332E6" w:rsidRPr="001332E6" w14:paraId="03A4280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505F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25C2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5F6F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067C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A156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857/27</w:t>
            </w:r>
          </w:p>
        </w:tc>
      </w:tr>
      <w:tr w:rsidR="001332E6" w:rsidRPr="001332E6" w14:paraId="2C3F081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F4D1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D0A9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C85F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C54A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7A70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854/9</w:t>
            </w:r>
          </w:p>
        </w:tc>
      </w:tr>
      <w:tr w:rsidR="001332E6" w:rsidRPr="001332E6" w14:paraId="7792BFF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71B3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B452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7AF0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331B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Barłomino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6B82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217/3</w:t>
            </w:r>
          </w:p>
        </w:tc>
      </w:tr>
      <w:tr w:rsidR="001332E6" w:rsidRPr="001332E6" w14:paraId="5F2130C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C9D0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2395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F9AB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F814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Barłomino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0357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216</w:t>
            </w:r>
          </w:p>
        </w:tc>
      </w:tr>
      <w:tr w:rsidR="001332E6" w:rsidRPr="001332E6" w14:paraId="3D46BCB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88AB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130.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DB10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DDFC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F3EB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Barłomino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5053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19/13</w:t>
            </w:r>
          </w:p>
        </w:tc>
      </w:tr>
      <w:tr w:rsidR="001332E6" w:rsidRPr="001332E6" w14:paraId="6B26198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2A43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131.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3268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AD52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F07A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Barłomino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5D2D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218</w:t>
            </w:r>
          </w:p>
        </w:tc>
      </w:tr>
      <w:tr w:rsidR="001332E6" w:rsidRPr="001332E6" w14:paraId="4CBC6DC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F572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132.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FECC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A83A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A5C7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Barłomino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AFCA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</w:t>
            </w:r>
          </w:p>
        </w:tc>
      </w:tr>
      <w:tr w:rsidR="001332E6" w:rsidRPr="001332E6" w14:paraId="717A238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D8CC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133.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F257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DC28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C0BD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Barłomino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EC7F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257</w:t>
            </w:r>
          </w:p>
        </w:tc>
      </w:tr>
      <w:tr w:rsidR="001332E6" w:rsidRPr="001332E6" w14:paraId="41107BB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2A35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134.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27AE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1F8C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317E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Barłomino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9F38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205/6</w:t>
            </w:r>
          </w:p>
        </w:tc>
      </w:tr>
      <w:tr w:rsidR="001332E6" w:rsidRPr="001332E6" w14:paraId="7AF0A30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767D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135.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656D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EBD3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CCC0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Barłomino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C107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14/1</w:t>
            </w:r>
          </w:p>
        </w:tc>
      </w:tr>
      <w:tr w:rsidR="001332E6" w:rsidRPr="001332E6" w14:paraId="485E5A1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B692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136.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D27A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7E81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FCF2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Barłomino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B4E0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219</w:t>
            </w:r>
          </w:p>
        </w:tc>
      </w:tr>
      <w:tr w:rsidR="001332E6" w:rsidRPr="001332E6" w14:paraId="1F4004A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2C02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137.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280E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88EA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5DAC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Barłomino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63DD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</w:t>
            </w:r>
          </w:p>
        </w:tc>
      </w:tr>
      <w:tr w:rsidR="001332E6" w:rsidRPr="001332E6" w14:paraId="5A1F59E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F4B7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138.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E008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7D43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6697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Barłomino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9391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19/10</w:t>
            </w:r>
          </w:p>
        </w:tc>
      </w:tr>
      <w:tr w:rsidR="001332E6" w:rsidRPr="001332E6" w14:paraId="704AD37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7EDC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139.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9810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790B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82FB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Barłomino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AB0B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215/8</w:t>
            </w:r>
          </w:p>
        </w:tc>
      </w:tr>
      <w:tr w:rsidR="001332E6" w:rsidRPr="001332E6" w14:paraId="237F1AC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E8A4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B220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6344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047C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Barłomino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EA22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210/3</w:t>
            </w:r>
          </w:p>
        </w:tc>
      </w:tr>
      <w:tr w:rsidR="001332E6" w:rsidRPr="001332E6" w14:paraId="10DF94F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39DC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9F3A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5254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33BD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Barłomino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C031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247</w:t>
            </w:r>
          </w:p>
        </w:tc>
      </w:tr>
      <w:tr w:rsidR="001332E6" w:rsidRPr="001332E6" w14:paraId="74550EE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1F0F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lastRenderedPageBreak/>
              <w:t>142.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6008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F424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EE56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Barłomino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3760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211</w:t>
            </w:r>
          </w:p>
        </w:tc>
      </w:tr>
      <w:tr w:rsidR="001332E6" w:rsidRPr="001332E6" w14:paraId="7EF2E6B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91AD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6A39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F6FD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3431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Barłomino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24A2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19/6</w:t>
            </w:r>
          </w:p>
        </w:tc>
      </w:tr>
      <w:tr w:rsidR="001332E6" w:rsidRPr="001332E6" w14:paraId="6F0CCE8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92D8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47F6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8EA8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977B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Barłomino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3407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20</w:t>
            </w:r>
          </w:p>
        </w:tc>
      </w:tr>
      <w:tr w:rsidR="001332E6" w:rsidRPr="001332E6" w14:paraId="42C4519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CE65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D7FD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DDB4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1346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Barłomino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3A9C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21/1</w:t>
            </w:r>
          </w:p>
        </w:tc>
      </w:tr>
      <w:tr w:rsidR="001332E6" w:rsidRPr="001332E6" w14:paraId="52161AF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BE1A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CB9E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4C4E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2020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Barłomino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3D81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14/4</w:t>
            </w:r>
          </w:p>
        </w:tc>
      </w:tr>
      <w:tr w:rsidR="001332E6" w:rsidRPr="001332E6" w14:paraId="653303F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52E1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57F8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9EB6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7CED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Barłomino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5F4F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217/2</w:t>
            </w:r>
          </w:p>
        </w:tc>
      </w:tr>
      <w:tr w:rsidR="001332E6" w:rsidRPr="001332E6" w14:paraId="476D9CD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CE87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ED1C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1BFB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3B65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Barłomino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683D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14/15</w:t>
            </w:r>
          </w:p>
        </w:tc>
      </w:tr>
      <w:tr w:rsidR="001332E6" w:rsidRPr="001332E6" w14:paraId="1211FB7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698C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FFEB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C301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E9CC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Barłomino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0784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204</w:t>
            </w:r>
          </w:p>
        </w:tc>
      </w:tr>
      <w:tr w:rsidR="001332E6" w:rsidRPr="001332E6" w14:paraId="232B0AD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8609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150.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D62D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55C2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CDE5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Barłomino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B25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19/7</w:t>
            </w:r>
          </w:p>
        </w:tc>
      </w:tr>
      <w:tr w:rsidR="001332E6" w:rsidRPr="001332E6" w14:paraId="4FF22B2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BE18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151.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6CDF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7FD6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14A9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Barłomino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8159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215/5</w:t>
            </w:r>
          </w:p>
        </w:tc>
      </w:tr>
      <w:tr w:rsidR="001332E6" w:rsidRPr="001332E6" w14:paraId="7F04CC3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E98C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152.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84F8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EE4B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882E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Barłomino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232D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14/12</w:t>
            </w:r>
          </w:p>
        </w:tc>
      </w:tr>
      <w:tr w:rsidR="001332E6" w:rsidRPr="001332E6" w14:paraId="00DC43E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BA56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153.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58CF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E38F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B8BD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Barłomino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138C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215/7</w:t>
            </w:r>
          </w:p>
        </w:tc>
      </w:tr>
      <w:tr w:rsidR="001332E6" w:rsidRPr="001332E6" w14:paraId="59B51F1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58FF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154.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0E68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8885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287A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Barłomino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B180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19/14</w:t>
            </w:r>
          </w:p>
        </w:tc>
      </w:tr>
      <w:tr w:rsidR="001332E6" w:rsidRPr="001332E6" w14:paraId="0571D96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6230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155.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97D9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39B0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EB2C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Barłomino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D83B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14/36</w:t>
            </w:r>
          </w:p>
        </w:tc>
      </w:tr>
      <w:tr w:rsidR="001332E6" w:rsidRPr="001332E6" w14:paraId="03476D8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DC51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156.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EF58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ECEC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0919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Barłomino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E6F7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14/10</w:t>
            </w:r>
          </w:p>
        </w:tc>
      </w:tr>
      <w:tr w:rsidR="001332E6" w:rsidRPr="001332E6" w14:paraId="267E7E7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144D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157.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A7E1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4199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76D3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Wyszecino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4730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181/12</w:t>
            </w:r>
          </w:p>
        </w:tc>
      </w:tr>
      <w:tr w:rsidR="001332E6" w:rsidRPr="001332E6" w14:paraId="5BF44BC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5487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158.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98C1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F40A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0A78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Wyszecino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7C3E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92</w:t>
            </w:r>
          </w:p>
        </w:tc>
      </w:tr>
      <w:tr w:rsidR="001332E6" w:rsidRPr="001332E6" w14:paraId="68FA691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C656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159.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B8CF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BCA6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1AA9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Wyszecino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B1BE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28/1</w:t>
            </w:r>
          </w:p>
        </w:tc>
      </w:tr>
      <w:tr w:rsidR="001332E6" w:rsidRPr="001332E6" w14:paraId="1C119AD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DD6F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160.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DA6F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C142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DC04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Wyszecino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6792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197/1</w:t>
            </w:r>
          </w:p>
        </w:tc>
      </w:tr>
      <w:tr w:rsidR="001332E6" w:rsidRPr="001332E6" w14:paraId="32468EB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DF84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161.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9C0C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4C8F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D7FB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Wyszecino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8A7B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197/5</w:t>
            </w:r>
          </w:p>
        </w:tc>
      </w:tr>
      <w:tr w:rsidR="001332E6" w:rsidRPr="001332E6" w14:paraId="39C16DF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DD2A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162.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7382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1B75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42F0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Wyszecino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DA50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20</w:t>
            </w:r>
          </w:p>
        </w:tc>
      </w:tr>
      <w:tr w:rsidR="001332E6" w:rsidRPr="001332E6" w14:paraId="3A0B3B0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5585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163.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A6B0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9B81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78F8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Wyszecino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A646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239</w:t>
            </w:r>
          </w:p>
        </w:tc>
      </w:tr>
      <w:tr w:rsidR="001332E6" w:rsidRPr="001332E6" w14:paraId="4AA0C8F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56E4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164.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4DD6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FA8E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FFEA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Wyszecino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A6C1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206</w:t>
            </w:r>
          </w:p>
        </w:tc>
      </w:tr>
      <w:tr w:rsidR="001332E6" w:rsidRPr="001332E6" w14:paraId="57606AF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B01E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165.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3CD2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26F1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DA7D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Wyszecino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CCA0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191</w:t>
            </w:r>
          </w:p>
        </w:tc>
      </w:tr>
      <w:tr w:rsidR="001332E6" w:rsidRPr="001332E6" w14:paraId="4E3190C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3F3C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166.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ACFD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327D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C55A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Wyszecino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F76E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13</w:t>
            </w:r>
          </w:p>
        </w:tc>
      </w:tr>
      <w:tr w:rsidR="001332E6" w:rsidRPr="001332E6" w14:paraId="65FB81E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CDF3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167.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D0E0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0582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34ED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Wyszecino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4C3E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</w:t>
            </w:r>
          </w:p>
        </w:tc>
      </w:tr>
      <w:tr w:rsidR="001332E6" w:rsidRPr="001332E6" w14:paraId="71C02FA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3673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168.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A885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D144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0854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Wyszecino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583D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22/7</w:t>
            </w:r>
          </w:p>
        </w:tc>
      </w:tr>
      <w:tr w:rsidR="001332E6" w:rsidRPr="001332E6" w14:paraId="03D977D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1750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169.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4944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9E4F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21BA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Wyszecino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C489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203</w:t>
            </w:r>
          </w:p>
        </w:tc>
      </w:tr>
      <w:tr w:rsidR="001332E6" w:rsidRPr="001332E6" w14:paraId="3E88A76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7224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C1B2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B451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688F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Wyszecino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0DBA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8/2</w:t>
            </w:r>
          </w:p>
        </w:tc>
      </w:tr>
      <w:tr w:rsidR="001332E6" w:rsidRPr="001332E6" w14:paraId="5AA15C9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C258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80AC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2354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1EAF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Wyszecino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FABD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21/39</w:t>
            </w:r>
          </w:p>
        </w:tc>
      </w:tr>
      <w:tr w:rsidR="001332E6" w:rsidRPr="001332E6" w14:paraId="1C21D94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9A06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BC5A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A1B3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1EEE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Wyszecino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6240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28/2</w:t>
            </w:r>
          </w:p>
        </w:tc>
      </w:tr>
      <w:tr w:rsidR="001332E6" w:rsidRPr="001332E6" w14:paraId="3CFF7F7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9F28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A0E8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CBAB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4F97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Wyszecino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3577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15</w:t>
            </w:r>
          </w:p>
        </w:tc>
      </w:tr>
      <w:tr w:rsidR="001332E6" w:rsidRPr="001332E6" w14:paraId="1B5B7C0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AEA0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FEB0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91E8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4DB9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Wyszecino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7F7D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16/8</w:t>
            </w:r>
          </w:p>
        </w:tc>
      </w:tr>
      <w:tr w:rsidR="001332E6" w:rsidRPr="001332E6" w14:paraId="023B910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1BD4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666F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8F15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F67C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Wyszecino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C31B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205</w:t>
            </w:r>
          </w:p>
        </w:tc>
      </w:tr>
      <w:tr w:rsidR="001332E6" w:rsidRPr="001332E6" w14:paraId="738C6CE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7435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FF26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2F29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18C4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Wyszecino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E8E0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197/12</w:t>
            </w:r>
          </w:p>
        </w:tc>
      </w:tr>
      <w:tr w:rsidR="001332E6" w:rsidRPr="001332E6" w14:paraId="1339F1D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AAE3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A34C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82E3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2693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Wyszecino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B76D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204/1</w:t>
            </w:r>
          </w:p>
        </w:tc>
      </w:tr>
      <w:tr w:rsidR="001332E6" w:rsidRPr="001332E6" w14:paraId="06AC350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07F2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9F8A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49BB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7C51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Wyszecino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0702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186</w:t>
            </w:r>
          </w:p>
        </w:tc>
      </w:tr>
      <w:tr w:rsidR="001332E6" w:rsidRPr="001332E6" w14:paraId="41E3304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4C4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DA66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65A8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B7FA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Wyszecino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BF8C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21/33</w:t>
            </w:r>
          </w:p>
        </w:tc>
      </w:tr>
      <w:tr w:rsidR="001332E6" w:rsidRPr="001332E6" w14:paraId="21F664A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0BD5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C4B0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753F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DE1D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Wyszecino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D88D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21/35</w:t>
            </w:r>
          </w:p>
        </w:tc>
      </w:tr>
      <w:tr w:rsidR="001332E6" w:rsidRPr="001332E6" w14:paraId="5FCE953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F893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0188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A2EE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5A29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Wyszecino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C4D4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190</w:t>
            </w:r>
          </w:p>
        </w:tc>
      </w:tr>
      <w:tr w:rsidR="001332E6" w:rsidRPr="001332E6" w14:paraId="1F1DD6B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FF35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7B00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9627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48D6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Wyszecino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2B95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14/13</w:t>
            </w:r>
          </w:p>
        </w:tc>
      </w:tr>
      <w:tr w:rsidR="001332E6" w:rsidRPr="001332E6" w14:paraId="1B8ED39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1F6B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320C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D38A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327A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Wyszecino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4E20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</w:t>
            </w:r>
          </w:p>
        </w:tc>
      </w:tr>
      <w:tr w:rsidR="001332E6" w:rsidRPr="001332E6" w14:paraId="48BFC5D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9486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ADEB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E3F9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B218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Wyszecino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3354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14/10</w:t>
            </w:r>
          </w:p>
        </w:tc>
      </w:tr>
      <w:tr w:rsidR="001332E6" w:rsidRPr="001332E6" w14:paraId="4171B41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5121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4899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E983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2F00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Wyszecino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EA87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14/1</w:t>
            </w:r>
          </w:p>
        </w:tc>
      </w:tr>
      <w:tr w:rsidR="001332E6" w:rsidRPr="001332E6" w14:paraId="2DC882D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6046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3086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556D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15BA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Wyszecino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5346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182</w:t>
            </w:r>
          </w:p>
        </w:tc>
      </w:tr>
      <w:tr w:rsidR="001332E6" w:rsidRPr="001332E6" w14:paraId="0C3ECC9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FBAF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42ED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5757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79D5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Wyszecino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BF97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29</w:t>
            </w:r>
          </w:p>
        </w:tc>
      </w:tr>
      <w:tr w:rsidR="001332E6" w:rsidRPr="001332E6" w14:paraId="39D9496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B555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66D1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497F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70C4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Wyszecino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E5A4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21/28</w:t>
            </w:r>
          </w:p>
        </w:tc>
      </w:tr>
      <w:tr w:rsidR="001332E6" w:rsidRPr="001332E6" w14:paraId="0CB53A3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0D91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532C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ACE7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EBB7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Wyszecino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9913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184</w:t>
            </w:r>
          </w:p>
        </w:tc>
      </w:tr>
      <w:tr w:rsidR="001332E6" w:rsidRPr="001332E6" w14:paraId="468312C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7D34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24A6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E117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FC75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Wyszecino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FEDD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181/4</w:t>
            </w:r>
          </w:p>
        </w:tc>
      </w:tr>
      <w:tr w:rsidR="001332E6" w:rsidRPr="001332E6" w14:paraId="4C2F4C1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4A6A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lastRenderedPageBreak/>
              <w:t>191.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995E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7AA5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E77B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Wyszecino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466F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21/38</w:t>
            </w:r>
          </w:p>
        </w:tc>
      </w:tr>
      <w:tr w:rsidR="001332E6" w:rsidRPr="001332E6" w14:paraId="370F709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66B2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90FA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B6A9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5F22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Wyszecino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7E2A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21/32</w:t>
            </w:r>
          </w:p>
        </w:tc>
      </w:tr>
      <w:tr w:rsidR="001332E6" w:rsidRPr="001332E6" w14:paraId="2D1EF23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F531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31AA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16FB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6FE5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Wyszecino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93BF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196</w:t>
            </w:r>
          </w:p>
        </w:tc>
      </w:tr>
      <w:tr w:rsidR="001332E6" w:rsidRPr="001332E6" w14:paraId="5610B81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FD0C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901C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57AC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3A4B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Wyszecino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3EA4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21/11</w:t>
            </w:r>
          </w:p>
        </w:tc>
      </w:tr>
      <w:tr w:rsidR="001332E6" w:rsidRPr="001332E6" w14:paraId="7236232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2E03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1392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9B74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9D8A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Wyszecino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9EDD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93</w:t>
            </w:r>
          </w:p>
        </w:tc>
      </w:tr>
      <w:tr w:rsidR="001332E6" w:rsidRPr="001332E6" w14:paraId="671C4C5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F650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3EA6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44CF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Luzino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A11D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Wyszecino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AA0E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239</w:t>
            </w:r>
          </w:p>
        </w:tc>
      </w:tr>
      <w:tr w:rsidR="001332E6" w:rsidRPr="001332E6" w14:paraId="49F56E6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9477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7CAB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7CB0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5C15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7C82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88/2</w:t>
            </w:r>
          </w:p>
        </w:tc>
      </w:tr>
      <w:tr w:rsidR="001332E6" w:rsidRPr="001332E6" w14:paraId="52358CD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A66F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E3A3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B902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5983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D0F0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31</w:t>
            </w:r>
          </w:p>
        </w:tc>
      </w:tr>
      <w:tr w:rsidR="001332E6" w:rsidRPr="001332E6" w14:paraId="5BB44D2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8775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6DB5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8410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3E03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D983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62/2</w:t>
            </w:r>
          </w:p>
        </w:tc>
      </w:tr>
      <w:tr w:rsidR="001332E6" w:rsidRPr="001332E6" w14:paraId="15B03E7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13B6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200.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0643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05EC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FD95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2E17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187/7</w:t>
            </w:r>
          </w:p>
        </w:tc>
      </w:tr>
      <w:tr w:rsidR="001332E6" w:rsidRPr="001332E6" w14:paraId="52D917F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82EF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201.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EC99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89C7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76FA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40FA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32</w:t>
            </w:r>
          </w:p>
        </w:tc>
      </w:tr>
      <w:tr w:rsidR="001332E6" w:rsidRPr="001332E6" w14:paraId="1E9D754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83AB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202.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140D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25C1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3B73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8C9A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73/17</w:t>
            </w:r>
          </w:p>
        </w:tc>
      </w:tr>
      <w:tr w:rsidR="001332E6" w:rsidRPr="001332E6" w14:paraId="6567A86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9B41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203.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F654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DE74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D8FD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4F6A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64</w:t>
            </w:r>
          </w:p>
        </w:tc>
      </w:tr>
      <w:tr w:rsidR="001332E6" w:rsidRPr="001332E6" w14:paraId="60C45D3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37C2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204.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F127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3B2A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9613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3962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187/8</w:t>
            </w:r>
          </w:p>
        </w:tc>
      </w:tr>
      <w:tr w:rsidR="001332E6" w:rsidRPr="001332E6" w14:paraId="78EDB55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7E06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205.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9248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AA5E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B99D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9779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257</w:t>
            </w:r>
          </w:p>
        </w:tc>
      </w:tr>
      <w:tr w:rsidR="001332E6" w:rsidRPr="001332E6" w14:paraId="7B605D1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1DFF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206.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A8E4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026E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2781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4E48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239/1</w:t>
            </w:r>
          </w:p>
        </w:tc>
      </w:tr>
      <w:tr w:rsidR="001332E6" w:rsidRPr="001332E6" w14:paraId="742B6D3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04F3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207.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ACCD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0226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39C6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4325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226</w:t>
            </w:r>
          </w:p>
        </w:tc>
      </w:tr>
      <w:tr w:rsidR="001332E6" w:rsidRPr="001332E6" w14:paraId="37FA2E2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AF49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208.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5EB2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ABD4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D7BD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5599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66</w:t>
            </w:r>
          </w:p>
        </w:tc>
      </w:tr>
      <w:tr w:rsidR="001332E6" w:rsidRPr="001332E6" w14:paraId="18C9A39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9482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209.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23D5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8E4E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2AD7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57A8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230</w:t>
            </w:r>
          </w:p>
        </w:tc>
      </w:tr>
      <w:tr w:rsidR="001332E6" w:rsidRPr="001332E6" w14:paraId="6BAA901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6CEC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84AC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99C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F55C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ABD3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352/14</w:t>
            </w:r>
          </w:p>
        </w:tc>
      </w:tr>
      <w:tr w:rsidR="001332E6" w:rsidRPr="001332E6" w14:paraId="4A66C24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5E45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4F94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BEA5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8F0E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DBE3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83</w:t>
            </w:r>
          </w:p>
        </w:tc>
      </w:tr>
      <w:tr w:rsidR="001332E6" w:rsidRPr="001332E6" w14:paraId="092C550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730F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F8A5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C08E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F183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168B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33/1</w:t>
            </w:r>
          </w:p>
        </w:tc>
      </w:tr>
      <w:tr w:rsidR="001332E6" w:rsidRPr="001332E6" w14:paraId="5712F2A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5FDA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1A86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6F12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E4EA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CC65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84</w:t>
            </w:r>
          </w:p>
        </w:tc>
      </w:tr>
      <w:tr w:rsidR="001332E6" w:rsidRPr="001332E6" w14:paraId="23D8709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460E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5CB5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6B18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4871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F666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242</w:t>
            </w:r>
          </w:p>
        </w:tc>
      </w:tr>
      <w:tr w:rsidR="001332E6" w:rsidRPr="001332E6" w14:paraId="546B282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3E4F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2AFB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CDCB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C70B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DB9B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245</w:t>
            </w:r>
          </w:p>
        </w:tc>
      </w:tr>
      <w:tr w:rsidR="001332E6" w:rsidRPr="001332E6" w14:paraId="0405579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1401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52C0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677F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5D2E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9491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347/15</w:t>
            </w:r>
          </w:p>
        </w:tc>
      </w:tr>
      <w:tr w:rsidR="001332E6" w:rsidRPr="001332E6" w14:paraId="00C8DB7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DEEB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C629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EE87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9CEA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92B2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62/1</w:t>
            </w:r>
          </w:p>
        </w:tc>
      </w:tr>
      <w:tr w:rsidR="001332E6" w:rsidRPr="001332E6" w14:paraId="5F6A866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7765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2A2F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3DE0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8818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DD9D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179</w:t>
            </w:r>
          </w:p>
        </w:tc>
      </w:tr>
      <w:tr w:rsidR="001332E6" w:rsidRPr="001332E6" w14:paraId="6C3B6EE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44A2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DC7B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3492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AA50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8DB8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272</w:t>
            </w:r>
          </w:p>
        </w:tc>
      </w:tr>
      <w:tr w:rsidR="001332E6" w:rsidRPr="001332E6" w14:paraId="0CC8CBE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BC84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220.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0070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A048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BEA2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3E9A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88/2</w:t>
            </w:r>
          </w:p>
        </w:tc>
      </w:tr>
      <w:tr w:rsidR="001332E6" w:rsidRPr="001332E6" w14:paraId="496852C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2EA8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221.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D25A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B1A6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03F2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47AC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260</w:t>
            </w:r>
          </w:p>
        </w:tc>
      </w:tr>
      <w:tr w:rsidR="001332E6" w:rsidRPr="001332E6" w14:paraId="4B83B7B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BA41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222.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3928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8FC0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9F1E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24F2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187/6</w:t>
            </w:r>
          </w:p>
        </w:tc>
      </w:tr>
      <w:tr w:rsidR="001332E6" w:rsidRPr="001332E6" w14:paraId="71A672D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C40B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223.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ADC9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E0E6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AAAE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4FF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246</w:t>
            </w:r>
          </w:p>
        </w:tc>
      </w:tr>
      <w:tr w:rsidR="001332E6" w:rsidRPr="001332E6" w14:paraId="2B37781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18FD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224.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7A87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7692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AABC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DD88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236</w:t>
            </w:r>
          </w:p>
        </w:tc>
      </w:tr>
      <w:tr w:rsidR="001332E6" w:rsidRPr="001332E6" w14:paraId="1AD08FA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7298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225.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00C3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13EF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A8C2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EE9E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353</w:t>
            </w:r>
          </w:p>
        </w:tc>
      </w:tr>
      <w:tr w:rsidR="001332E6" w:rsidRPr="001332E6" w14:paraId="759023F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2A9E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226.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C759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7A23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787C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FB42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259</w:t>
            </w:r>
          </w:p>
        </w:tc>
      </w:tr>
      <w:tr w:rsidR="001332E6" w:rsidRPr="001332E6" w14:paraId="3B65125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0EA7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227.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EA29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FE41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DA4B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4C4F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347/26</w:t>
            </w:r>
          </w:p>
        </w:tc>
      </w:tr>
      <w:tr w:rsidR="001332E6" w:rsidRPr="001332E6" w14:paraId="5EA1E10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C9E6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228.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6456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1C57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1CE9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F0E3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357/29</w:t>
            </w:r>
          </w:p>
        </w:tc>
      </w:tr>
      <w:tr w:rsidR="001332E6" w:rsidRPr="001332E6" w14:paraId="4D398FB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36D9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229.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0FB3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295B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6A6C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938E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261</w:t>
            </w:r>
          </w:p>
        </w:tc>
      </w:tr>
      <w:tr w:rsidR="001332E6" w:rsidRPr="001332E6" w14:paraId="2CA1FDE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B8BD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FA21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981E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8597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C59E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101</w:t>
            </w:r>
          </w:p>
        </w:tc>
      </w:tr>
      <w:tr w:rsidR="001332E6" w:rsidRPr="001332E6" w14:paraId="5BF6EC6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6AB4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6E37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1506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6692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C6F4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227/2</w:t>
            </w:r>
          </w:p>
        </w:tc>
      </w:tr>
      <w:tr w:rsidR="001332E6" w:rsidRPr="001332E6" w14:paraId="294516C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75EE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125C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2226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F63B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2806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347/14</w:t>
            </w:r>
          </w:p>
        </w:tc>
      </w:tr>
      <w:tr w:rsidR="001332E6" w:rsidRPr="001332E6" w14:paraId="4E2175D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8D4C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87F8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1740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DE2E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76D8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235/2</w:t>
            </w:r>
          </w:p>
        </w:tc>
      </w:tr>
      <w:tr w:rsidR="001332E6" w:rsidRPr="001332E6" w14:paraId="3915D5F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2808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8FF6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AD5C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8188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18F5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247/2</w:t>
            </w:r>
          </w:p>
        </w:tc>
      </w:tr>
      <w:tr w:rsidR="001332E6" w:rsidRPr="001332E6" w14:paraId="68BA281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DAC1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F958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8CF4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4080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56B8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189/29</w:t>
            </w:r>
          </w:p>
        </w:tc>
      </w:tr>
      <w:tr w:rsidR="001332E6" w:rsidRPr="001332E6" w14:paraId="5C2CE0B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0568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4CCB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E677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50C8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ED3B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239/2</w:t>
            </w:r>
          </w:p>
        </w:tc>
      </w:tr>
      <w:tr w:rsidR="001332E6" w:rsidRPr="001332E6" w14:paraId="3870596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4DA4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5B9A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FB41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D161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58FF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223/3</w:t>
            </w:r>
          </w:p>
        </w:tc>
      </w:tr>
      <w:tr w:rsidR="001332E6" w:rsidRPr="001332E6" w14:paraId="75D364D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3D05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C6B5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F3C0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FAF5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676A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347/17</w:t>
            </w:r>
          </w:p>
        </w:tc>
      </w:tr>
      <w:tr w:rsidR="001332E6" w:rsidRPr="001332E6" w14:paraId="5EF2287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0B3C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E605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3C60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09FC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EA02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36</w:t>
            </w:r>
          </w:p>
        </w:tc>
      </w:tr>
      <w:tr w:rsidR="001332E6" w:rsidRPr="001332E6" w14:paraId="6AC68CE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66D1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lastRenderedPageBreak/>
              <w:t>240.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2DBE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9EAC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0BC4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4679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258</w:t>
            </w:r>
          </w:p>
        </w:tc>
      </w:tr>
      <w:tr w:rsidR="001332E6" w:rsidRPr="001332E6" w14:paraId="2CED76F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8689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241.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1274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C67A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1F0A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9EED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189/30</w:t>
            </w:r>
          </w:p>
        </w:tc>
      </w:tr>
      <w:tr w:rsidR="001332E6" w:rsidRPr="001332E6" w14:paraId="33195E3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9C41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242.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552F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CC40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9AC9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E171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231</w:t>
            </w:r>
          </w:p>
        </w:tc>
      </w:tr>
      <w:tr w:rsidR="001332E6" w:rsidRPr="001332E6" w14:paraId="7513B57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15EE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243.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2400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EEEF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12EF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3F2B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243</w:t>
            </w:r>
          </w:p>
        </w:tc>
      </w:tr>
      <w:tr w:rsidR="001332E6" w:rsidRPr="001332E6" w14:paraId="063A0A1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585A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244.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50F0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ED56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D203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AA5D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237</w:t>
            </w:r>
          </w:p>
        </w:tc>
      </w:tr>
      <w:tr w:rsidR="001332E6" w:rsidRPr="001332E6" w14:paraId="017B608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2096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245.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F36E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9A28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C8C0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5B05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347/20</w:t>
            </w:r>
          </w:p>
        </w:tc>
      </w:tr>
      <w:tr w:rsidR="001332E6" w:rsidRPr="001332E6" w14:paraId="1C61F07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33A9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246.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A9B8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C662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89CA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F418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202</w:t>
            </w:r>
          </w:p>
        </w:tc>
      </w:tr>
      <w:tr w:rsidR="001332E6" w:rsidRPr="001332E6" w14:paraId="6062EE8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230E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247.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C33C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AB24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54F7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658A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189/44</w:t>
            </w:r>
          </w:p>
        </w:tc>
      </w:tr>
      <w:tr w:rsidR="001332E6" w:rsidRPr="001332E6" w14:paraId="4AE2AA9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4B8C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248.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1BC6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59CE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1097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4A88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244</w:t>
            </w:r>
          </w:p>
        </w:tc>
      </w:tr>
      <w:tr w:rsidR="001332E6" w:rsidRPr="001332E6" w14:paraId="7710DE7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6873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249.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E439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2CB7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3AFF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2E25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233</w:t>
            </w:r>
          </w:p>
        </w:tc>
      </w:tr>
      <w:tr w:rsidR="001332E6" w:rsidRPr="001332E6" w14:paraId="064898D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37F6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250.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B7C2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6563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6F78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253E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241</w:t>
            </w:r>
          </w:p>
        </w:tc>
      </w:tr>
      <w:tr w:rsidR="001332E6" w:rsidRPr="001332E6" w14:paraId="596B0D3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B0E4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251.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F5B6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3A08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1D71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4B5B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238</w:t>
            </w:r>
          </w:p>
        </w:tc>
      </w:tr>
      <w:tr w:rsidR="001332E6" w:rsidRPr="001332E6" w14:paraId="67ED95E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6962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252.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B1F3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9AB7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2F0E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FD7F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180</w:t>
            </w:r>
          </w:p>
        </w:tc>
      </w:tr>
      <w:tr w:rsidR="001332E6" w:rsidRPr="001332E6" w14:paraId="7E0032D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D3B2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253.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223E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8104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4AEC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223B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187/5</w:t>
            </w:r>
          </w:p>
        </w:tc>
      </w:tr>
      <w:tr w:rsidR="001332E6" w:rsidRPr="001332E6" w14:paraId="265443E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C21E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254.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D57B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9BA5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DF59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484B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33/7</w:t>
            </w:r>
          </w:p>
        </w:tc>
      </w:tr>
      <w:tr w:rsidR="001332E6" w:rsidRPr="001332E6" w14:paraId="086C4DE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E1CE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255.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7D34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0892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A98E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79F0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229/4</w:t>
            </w:r>
          </w:p>
        </w:tc>
      </w:tr>
      <w:tr w:rsidR="001332E6" w:rsidRPr="001332E6" w14:paraId="57B8827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5242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256.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9D85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C92E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DD02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7AB6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232</w:t>
            </w:r>
          </w:p>
        </w:tc>
      </w:tr>
      <w:tr w:rsidR="001332E6" w:rsidRPr="001332E6" w14:paraId="038B702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0D69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257.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5E2E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FB08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3425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5F38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347/19</w:t>
            </w:r>
          </w:p>
        </w:tc>
      </w:tr>
      <w:tr w:rsidR="001332E6" w:rsidRPr="001332E6" w14:paraId="1EFE7E4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A95B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258.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E1F2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E630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8E18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19CF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234</w:t>
            </w:r>
          </w:p>
        </w:tc>
      </w:tr>
      <w:tr w:rsidR="001332E6" w:rsidRPr="001332E6" w14:paraId="2D46B08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0250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259.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8EA8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9782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47FB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349E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347/16</w:t>
            </w:r>
          </w:p>
        </w:tc>
      </w:tr>
      <w:tr w:rsidR="001332E6" w:rsidRPr="001332E6" w14:paraId="2B5C576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013A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260.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FA76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5957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41D3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2CF0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227/5</w:t>
            </w:r>
          </w:p>
        </w:tc>
      </w:tr>
      <w:tr w:rsidR="001332E6" w:rsidRPr="001332E6" w14:paraId="1398D2E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1851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261.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BEDE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22D8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A5F6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9C7F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189/32</w:t>
            </w:r>
          </w:p>
        </w:tc>
      </w:tr>
      <w:tr w:rsidR="001332E6" w:rsidRPr="001332E6" w14:paraId="2E10AAA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0B9F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262.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C34B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E47F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B842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9B99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189/31</w:t>
            </w:r>
          </w:p>
        </w:tc>
      </w:tr>
      <w:tr w:rsidR="001332E6" w:rsidRPr="001332E6" w14:paraId="1B60B68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F53E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263.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2CE8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B37A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2537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7C6C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347/18</w:t>
            </w:r>
          </w:p>
        </w:tc>
      </w:tr>
      <w:tr w:rsidR="001332E6" w:rsidRPr="001332E6" w14:paraId="3100605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624E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264.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30BB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6064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AFF7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6A0B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189/28</w:t>
            </w:r>
          </w:p>
        </w:tc>
      </w:tr>
      <w:tr w:rsidR="001332E6" w:rsidRPr="001332E6" w14:paraId="5569EA1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C33C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265.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C560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C3B0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267F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C684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352/1</w:t>
            </w:r>
          </w:p>
        </w:tc>
      </w:tr>
      <w:tr w:rsidR="001332E6" w:rsidRPr="001332E6" w14:paraId="23C4081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6ADA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266.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0C11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BD4D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0F4E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00F9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223/1</w:t>
            </w:r>
          </w:p>
        </w:tc>
      </w:tr>
      <w:tr w:rsidR="001332E6" w:rsidRPr="001332E6" w14:paraId="74F7E4C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78FE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267.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8958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DBC4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DC8C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BC52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190/1</w:t>
            </w:r>
          </w:p>
        </w:tc>
      </w:tr>
      <w:tr w:rsidR="001332E6" w:rsidRPr="001332E6" w14:paraId="7118782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07E2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268.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5AD7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C604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690E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1092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347/21</w:t>
            </w:r>
          </w:p>
        </w:tc>
      </w:tr>
      <w:tr w:rsidR="001332E6" w:rsidRPr="001332E6" w14:paraId="4717075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662B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269.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695C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D823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A0A7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F784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190/2</w:t>
            </w:r>
          </w:p>
        </w:tc>
      </w:tr>
      <w:tr w:rsidR="001332E6" w:rsidRPr="001332E6" w14:paraId="2F9C7A4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1D86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270.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7663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94FC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6728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4EB8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357/6</w:t>
            </w:r>
          </w:p>
        </w:tc>
      </w:tr>
      <w:tr w:rsidR="001332E6" w:rsidRPr="001332E6" w14:paraId="1A8FC67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ACBC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271.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88C0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0B04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65A9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Pobłocie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D6C4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87</w:t>
            </w:r>
          </w:p>
        </w:tc>
      </w:tr>
      <w:tr w:rsidR="001332E6" w:rsidRPr="001332E6" w14:paraId="4ABBE33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CD76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272.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0A26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1FE6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AE60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Lewino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8792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155</w:t>
            </w:r>
          </w:p>
        </w:tc>
      </w:tr>
      <w:tr w:rsidR="001332E6" w:rsidRPr="001332E6" w14:paraId="512DA3E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8BB5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273.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7532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D6CD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42E2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Lewino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B1F5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89</w:t>
            </w:r>
          </w:p>
        </w:tc>
      </w:tr>
      <w:tr w:rsidR="001332E6" w:rsidRPr="001332E6" w14:paraId="6297DC5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6565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274.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C58D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94A9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00AF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Lewino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1FD8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284</w:t>
            </w:r>
          </w:p>
        </w:tc>
      </w:tr>
      <w:tr w:rsidR="001332E6" w:rsidRPr="001332E6" w14:paraId="68587E5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BD2B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275.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F6E4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7664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A7CC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Lewino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14B0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88</w:t>
            </w:r>
          </w:p>
        </w:tc>
      </w:tr>
      <w:tr w:rsidR="001332E6" w:rsidRPr="001332E6" w14:paraId="2F0235D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2F8E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276.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3FCC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53AF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47D3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Lewino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3514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292</w:t>
            </w:r>
          </w:p>
        </w:tc>
      </w:tr>
      <w:tr w:rsidR="001332E6" w:rsidRPr="001332E6" w14:paraId="43A3299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918A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277.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4AA4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5EC5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8C86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Lewino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E035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286</w:t>
            </w:r>
          </w:p>
        </w:tc>
      </w:tr>
      <w:tr w:rsidR="001332E6" w:rsidRPr="001332E6" w14:paraId="11703E9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EC7B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278.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1879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C3F5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7CED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Lewino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7ECB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125</w:t>
            </w:r>
          </w:p>
        </w:tc>
      </w:tr>
      <w:tr w:rsidR="001332E6" w:rsidRPr="001332E6" w14:paraId="6EA04EC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EA74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279.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37ED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6059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0C1D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Lewino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8AB4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124/2</w:t>
            </w:r>
          </w:p>
        </w:tc>
      </w:tr>
      <w:tr w:rsidR="001332E6" w:rsidRPr="001332E6" w14:paraId="6F97E35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C50F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280.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BC21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0DCF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8F06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Lewino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C6E8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149</w:t>
            </w:r>
          </w:p>
        </w:tc>
      </w:tr>
      <w:tr w:rsidR="001332E6" w:rsidRPr="001332E6" w14:paraId="7F9805D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A4FD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281.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591B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3220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DEBA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Lewino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6D9A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90/2</w:t>
            </w:r>
          </w:p>
        </w:tc>
      </w:tr>
      <w:tr w:rsidR="001332E6" w:rsidRPr="001332E6" w14:paraId="72C8122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63D1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282.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35A2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7459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68D0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Lewino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C013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146</w:t>
            </w:r>
          </w:p>
        </w:tc>
      </w:tr>
      <w:tr w:rsidR="001332E6" w:rsidRPr="001332E6" w14:paraId="4C04821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DDE6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283.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8F24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43D4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EBE5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Lewino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8078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107/3</w:t>
            </w:r>
          </w:p>
        </w:tc>
      </w:tr>
      <w:tr w:rsidR="001332E6" w:rsidRPr="001332E6" w14:paraId="0233399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EB01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284.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78F5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2128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CD74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Lewino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B6E4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96/49</w:t>
            </w:r>
          </w:p>
        </w:tc>
      </w:tr>
      <w:tr w:rsidR="001332E6" w:rsidRPr="001332E6" w14:paraId="3FA7408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49D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285.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EC43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9DC7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BDB2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Lewino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284A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124/1</w:t>
            </w:r>
          </w:p>
        </w:tc>
      </w:tr>
      <w:tr w:rsidR="001332E6" w:rsidRPr="001332E6" w14:paraId="3253F7F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3305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286.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172E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131A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B911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Lewino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8FD2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108/7</w:t>
            </w:r>
          </w:p>
        </w:tc>
      </w:tr>
      <w:tr w:rsidR="001332E6" w:rsidRPr="001332E6" w14:paraId="0C16BE5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C86E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287.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F893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0835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A569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Lewino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910D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154/2</w:t>
            </w:r>
          </w:p>
        </w:tc>
      </w:tr>
      <w:tr w:rsidR="001332E6" w:rsidRPr="001332E6" w14:paraId="44FD5FB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049E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288.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0BF6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C602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1DB2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Lewino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0AA2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287</w:t>
            </w:r>
          </w:p>
        </w:tc>
      </w:tr>
      <w:tr w:rsidR="001332E6" w:rsidRPr="001332E6" w14:paraId="392DA54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E6B9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lastRenderedPageBreak/>
              <w:t>289.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3485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B177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ED16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Lewino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3E1E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147</w:t>
            </w:r>
          </w:p>
        </w:tc>
      </w:tr>
      <w:tr w:rsidR="001332E6" w:rsidRPr="001332E6" w14:paraId="18C4677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A1FC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290.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3169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5DF1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C5F7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Lewino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6C6C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119/2</w:t>
            </w:r>
          </w:p>
        </w:tc>
      </w:tr>
      <w:tr w:rsidR="001332E6" w:rsidRPr="001332E6" w14:paraId="7D204D4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2B37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291.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B0D7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1053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11D0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Lewino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2F1B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285</w:t>
            </w:r>
          </w:p>
        </w:tc>
      </w:tr>
      <w:tr w:rsidR="001332E6" w:rsidRPr="001332E6" w14:paraId="2672F57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26FE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292.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C686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E360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C432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Lewino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8EC0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126</w:t>
            </w:r>
          </w:p>
        </w:tc>
      </w:tr>
      <w:tr w:rsidR="001332E6" w:rsidRPr="001332E6" w14:paraId="7749624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F05D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293.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F9A0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54D6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7EF4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Lewino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2E50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73/2</w:t>
            </w:r>
          </w:p>
        </w:tc>
      </w:tr>
      <w:tr w:rsidR="001332E6" w:rsidRPr="001332E6" w14:paraId="0AF8856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D5B0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294.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9C56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7D50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4D6C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Lewino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114D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96/43</w:t>
            </w:r>
          </w:p>
        </w:tc>
      </w:tr>
      <w:tr w:rsidR="001332E6" w:rsidRPr="001332E6" w14:paraId="52BEBF6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33E7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295.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18C2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B152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84B1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Lewino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5B93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74/3</w:t>
            </w:r>
          </w:p>
        </w:tc>
      </w:tr>
      <w:tr w:rsidR="001332E6" w:rsidRPr="001332E6" w14:paraId="38AA65C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2B9F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296.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6601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09D3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CC29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Lewino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1F2B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16/3</w:t>
            </w:r>
          </w:p>
        </w:tc>
      </w:tr>
      <w:tr w:rsidR="001332E6" w:rsidRPr="001332E6" w14:paraId="348EF82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F355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297.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E57B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722B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B218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Lewino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2965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94</w:t>
            </w:r>
          </w:p>
        </w:tc>
      </w:tr>
      <w:tr w:rsidR="001332E6" w:rsidRPr="001332E6" w14:paraId="5122A31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1C00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298.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00B8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63A9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28DD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Lewino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7786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87</w:t>
            </w:r>
          </w:p>
        </w:tc>
      </w:tr>
      <w:tr w:rsidR="001332E6" w:rsidRPr="001332E6" w14:paraId="49A9EA6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69E1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299.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AB25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7937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1CF8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Lewino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2E22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90/1</w:t>
            </w:r>
          </w:p>
        </w:tc>
      </w:tr>
      <w:tr w:rsidR="001332E6" w:rsidRPr="001332E6" w14:paraId="0182ED4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21FC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300.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ABFA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7751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48E5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Lewino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63B7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96/2</w:t>
            </w:r>
          </w:p>
        </w:tc>
      </w:tr>
      <w:tr w:rsidR="001332E6" w:rsidRPr="001332E6" w14:paraId="0978432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4F85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301.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6C7C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B749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4FC7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Lewino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6697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148</w:t>
            </w:r>
          </w:p>
        </w:tc>
      </w:tr>
      <w:tr w:rsidR="001332E6" w:rsidRPr="001332E6" w14:paraId="2A31601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5426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302.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1405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DF1B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DF40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Lewino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7C3D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73/1</w:t>
            </w:r>
          </w:p>
        </w:tc>
      </w:tr>
      <w:tr w:rsidR="001332E6" w:rsidRPr="001332E6" w14:paraId="5BEC55C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FCFF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303.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CB0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EFAB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57EF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Lewino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4F94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96/36</w:t>
            </w:r>
          </w:p>
        </w:tc>
      </w:tr>
      <w:tr w:rsidR="001332E6" w:rsidRPr="001332E6" w14:paraId="1568666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2F76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304.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AE56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0050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D982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Lewino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2523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72</w:t>
            </w:r>
          </w:p>
        </w:tc>
      </w:tr>
      <w:tr w:rsidR="001332E6" w:rsidRPr="001332E6" w14:paraId="4A25777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DBBF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305.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0A2D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3B6B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6906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Lewino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EC98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96/42</w:t>
            </w:r>
          </w:p>
        </w:tc>
      </w:tr>
      <w:tr w:rsidR="001332E6" w:rsidRPr="001332E6" w14:paraId="1141E07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3DD2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306.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7F65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3156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9763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Lewino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9461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301</w:t>
            </w:r>
          </w:p>
        </w:tc>
      </w:tr>
      <w:tr w:rsidR="001332E6" w:rsidRPr="001332E6" w14:paraId="7D0C964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C99A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307.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FA1D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1815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BA93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Lewino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78F2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300</w:t>
            </w:r>
          </w:p>
        </w:tc>
      </w:tr>
      <w:tr w:rsidR="001332E6" w:rsidRPr="001332E6" w14:paraId="5857457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DEEF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308.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57D8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D914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B974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Lewino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75F1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127</w:t>
            </w:r>
          </w:p>
        </w:tc>
      </w:tr>
      <w:tr w:rsidR="001332E6" w:rsidRPr="001332E6" w14:paraId="72BD483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1308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309.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FE21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182E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74C4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Lewino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7204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96/48</w:t>
            </w:r>
          </w:p>
        </w:tc>
      </w:tr>
      <w:tr w:rsidR="001332E6" w:rsidRPr="001332E6" w14:paraId="1C0C63C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911D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310.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E629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9DE0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786D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Lewino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CA6E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292</w:t>
            </w:r>
          </w:p>
        </w:tc>
      </w:tr>
      <w:tr w:rsidR="001332E6" w:rsidRPr="001332E6" w14:paraId="4963FDF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CC46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311.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7679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E640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0154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Lewino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DB34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292</w:t>
            </w:r>
          </w:p>
        </w:tc>
      </w:tr>
      <w:tr w:rsidR="001332E6" w:rsidRPr="001332E6" w14:paraId="04FA400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1DB2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312.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0F70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29B0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2CF7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Lewino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CB86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155</w:t>
            </w:r>
          </w:p>
        </w:tc>
      </w:tr>
      <w:tr w:rsidR="001332E6" w:rsidRPr="001332E6" w14:paraId="5500976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6F76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313.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E005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0B05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B1C6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Lewino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C965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285</w:t>
            </w:r>
          </w:p>
        </w:tc>
      </w:tr>
      <w:tr w:rsidR="001332E6" w:rsidRPr="001332E6" w14:paraId="6A9F9B9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CC6F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314.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A0AA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7C4D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Linia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6747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Lewino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E102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284</w:t>
            </w:r>
          </w:p>
        </w:tc>
      </w:tr>
      <w:tr w:rsidR="001332E6" w:rsidRPr="001332E6" w14:paraId="4C961EE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0B26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315.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88B8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EAFA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4CD0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9F34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90</w:t>
            </w:r>
          </w:p>
        </w:tc>
      </w:tr>
      <w:tr w:rsidR="001332E6" w:rsidRPr="001332E6" w14:paraId="672D866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BEA9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316.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393E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EA23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318B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8D9E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91/5</w:t>
            </w:r>
          </w:p>
        </w:tc>
      </w:tr>
      <w:tr w:rsidR="001332E6" w:rsidRPr="001332E6" w14:paraId="479C2DC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A22C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317.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5858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FBC2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2A5B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B82F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127</w:t>
            </w:r>
          </w:p>
        </w:tc>
      </w:tr>
      <w:tr w:rsidR="001332E6" w:rsidRPr="001332E6" w14:paraId="6410235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3E76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318.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2482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67D7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8501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65B7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166/7</w:t>
            </w:r>
          </w:p>
        </w:tc>
      </w:tr>
      <w:tr w:rsidR="001332E6" w:rsidRPr="001332E6" w14:paraId="58BC1FD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9DB5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319.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14F3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7941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9244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17D2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194</w:t>
            </w:r>
          </w:p>
        </w:tc>
      </w:tr>
      <w:tr w:rsidR="001332E6" w:rsidRPr="001332E6" w14:paraId="193D251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E0B3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320.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118D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2E47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3ACC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9332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90</w:t>
            </w:r>
          </w:p>
        </w:tc>
      </w:tr>
      <w:tr w:rsidR="001332E6" w:rsidRPr="001332E6" w14:paraId="3B79602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55BE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321.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326E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178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8B0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7BA0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87/4</w:t>
            </w:r>
          </w:p>
        </w:tc>
      </w:tr>
      <w:tr w:rsidR="001332E6" w:rsidRPr="001332E6" w14:paraId="1106078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9E94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322.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6CBA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F28A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81D0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DBD5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177</w:t>
            </w:r>
          </w:p>
        </w:tc>
      </w:tr>
      <w:tr w:rsidR="001332E6" w:rsidRPr="001332E6" w14:paraId="14E19D2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C8E9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323.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796B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EC6F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4110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E19D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222/9</w:t>
            </w:r>
          </w:p>
        </w:tc>
      </w:tr>
      <w:tr w:rsidR="001332E6" w:rsidRPr="001332E6" w14:paraId="5F3719D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6B16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324.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11DF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6E97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658B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51A1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88</w:t>
            </w:r>
          </w:p>
        </w:tc>
      </w:tr>
      <w:tr w:rsidR="001332E6" w:rsidRPr="001332E6" w14:paraId="1AD0380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6D7A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325.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CAC6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F2A8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097C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C63E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83/5</w:t>
            </w:r>
          </w:p>
        </w:tc>
      </w:tr>
      <w:tr w:rsidR="001332E6" w:rsidRPr="001332E6" w14:paraId="45E9B8A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2527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326.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2649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ABC8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EF9D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4219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91/5</w:t>
            </w:r>
          </w:p>
        </w:tc>
      </w:tr>
      <w:tr w:rsidR="001332E6" w:rsidRPr="001332E6" w14:paraId="0FA11E8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DE93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327.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890D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941E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109F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714A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26</w:t>
            </w:r>
          </w:p>
        </w:tc>
      </w:tr>
      <w:tr w:rsidR="001332E6" w:rsidRPr="001332E6" w14:paraId="4126FC5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D915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328.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D7E1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AF6C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9C92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75C2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92</w:t>
            </w:r>
          </w:p>
        </w:tc>
      </w:tr>
      <w:tr w:rsidR="001332E6" w:rsidRPr="001332E6" w14:paraId="317816E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C5E9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329.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69D4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C8A6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5800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E8A9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196</w:t>
            </w:r>
          </w:p>
        </w:tc>
      </w:tr>
      <w:tr w:rsidR="001332E6" w:rsidRPr="001332E6" w14:paraId="07C69B9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3776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330.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8A24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755C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2FCE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DE21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81</w:t>
            </w:r>
          </w:p>
        </w:tc>
      </w:tr>
      <w:tr w:rsidR="001332E6" w:rsidRPr="001332E6" w14:paraId="1E87446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BBB9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331.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91BA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6902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655F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C6DA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202/7</w:t>
            </w:r>
          </w:p>
        </w:tc>
      </w:tr>
      <w:tr w:rsidR="001332E6" w:rsidRPr="001332E6" w14:paraId="22A5DE3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73DB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332.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8693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8DF2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5F79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94C6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202/12</w:t>
            </w:r>
          </w:p>
        </w:tc>
      </w:tr>
      <w:tr w:rsidR="001332E6" w:rsidRPr="001332E6" w14:paraId="61D74CF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BD8E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333.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CCA5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C57A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C9EC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3253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203</w:t>
            </w:r>
          </w:p>
        </w:tc>
      </w:tr>
      <w:tr w:rsidR="001332E6" w:rsidRPr="001332E6" w14:paraId="2060495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FF94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334.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B851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EA5B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7505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1052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176/2</w:t>
            </w:r>
          </w:p>
        </w:tc>
      </w:tr>
      <w:tr w:rsidR="001332E6" w:rsidRPr="001332E6" w14:paraId="3B314C4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A7F1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335.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9C80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BA35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6F31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7833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150</w:t>
            </w:r>
          </w:p>
        </w:tc>
      </w:tr>
      <w:tr w:rsidR="001332E6" w:rsidRPr="001332E6" w14:paraId="47D3500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88A0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336.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3EB8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FBB3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DFBA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C2B3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179</w:t>
            </w:r>
          </w:p>
        </w:tc>
      </w:tr>
      <w:tr w:rsidR="001332E6" w:rsidRPr="001332E6" w14:paraId="6BCE7EB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2BF7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337.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9042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18C5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27BB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1E51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190</w:t>
            </w:r>
          </w:p>
        </w:tc>
      </w:tr>
      <w:tr w:rsidR="001332E6" w:rsidRPr="001332E6" w14:paraId="78234E0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F363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lastRenderedPageBreak/>
              <w:t>338.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091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6C17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829A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1B89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155</w:t>
            </w:r>
          </w:p>
        </w:tc>
      </w:tr>
      <w:tr w:rsidR="001332E6" w:rsidRPr="001332E6" w14:paraId="1D3C420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6105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339.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E3F6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37C9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F270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871A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171</w:t>
            </w:r>
          </w:p>
        </w:tc>
      </w:tr>
      <w:tr w:rsidR="001332E6" w:rsidRPr="001332E6" w14:paraId="01E79F9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CADE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340.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9323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84F0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BD03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F1FE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172</w:t>
            </w:r>
          </w:p>
        </w:tc>
      </w:tr>
      <w:tr w:rsidR="001332E6" w:rsidRPr="001332E6" w14:paraId="30139B8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1051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341.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D42E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BCEC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8EA6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6700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123</w:t>
            </w:r>
          </w:p>
        </w:tc>
      </w:tr>
      <w:tr w:rsidR="001332E6" w:rsidRPr="001332E6" w14:paraId="28DAA2E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2304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342.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21FE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DD4B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6C32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A8CD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87/3</w:t>
            </w:r>
          </w:p>
        </w:tc>
      </w:tr>
      <w:tr w:rsidR="001332E6" w:rsidRPr="001332E6" w14:paraId="49F059A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8164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343.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AF7D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28B0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BA36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8213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198</w:t>
            </w:r>
          </w:p>
        </w:tc>
      </w:tr>
      <w:tr w:rsidR="001332E6" w:rsidRPr="001332E6" w14:paraId="02928E5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B7D5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344.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40BC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4D2B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3C4B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F6AD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200/2</w:t>
            </w:r>
          </w:p>
        </w:tc>
      </w:tr>
      <w:tr w:rsidR="001332E6" w:rsidRPr="001332E6" w14:paraId="1E81FDB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AE64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345.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15A1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9C71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8D4E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C067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80</w:t>
            </w:r>
          </w:p>
        </w:tc>
      </w:tr>
      <w:tr w:rsidR="001332E6" w:rsidRPr="001332E6" w14:paraId="5B0DED9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E5B1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346.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A9CB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AD40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5B9B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2546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173/11</w:t>
            </w:r>
          </w:p>
        </w:tc>
      </w:tr>
      <w:tr w:rsidR="001332E6" w:rsidRPr="001332E6" w14:paraId="420DE5E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03D0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347.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11AF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45A2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2B37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C232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124</w:t>
            </w:r>
          </w:p>
        </w:tc>
      </w:tr>
      <w:tr w:rsidR="001332E6" w:rsidRPr="001332E6" w14:paraId="229D2AF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A0BD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348.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4012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E1AA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1437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550E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222/1</w:t>
            </w:r>
          </w:p>
        </w:tc>
      </w:tr>
      <w:tr w:rsidR="001332E6" w:rsidRPr="001332E6" w14:paraId="3364A76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74F4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349.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8498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A975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DC64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C05B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151</w:t>
            </w:r>
          </w:p>
        </w:tc>
      </w:tr>
      <w:tr w:rsidR="001332E6" w:rsidRPr="001332E6" w14:paraId="744BC22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71DC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350.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DD20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E361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F214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D38D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197/2</w:t>
            </w:r>
          </w:p>
        </w:tc>
      </w:tr>
      <w:tr w:rsidR="001332E6" w:rsidRPr="001332E6" w14:paraId="694D60B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4A88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351.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838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CEA9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0C28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391C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195/5</w:t>
            </w:r>
          </w:p>
        </w:tc>
      </w:tr>
      <w:tr w:rsidR="001332E6" w:rsidRPr="001332E6" w14:paraId="2715AF9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4B80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352.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5CDE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9B29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565B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CA22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197/1</w:t>
            </w:r>
          </w:p>
        </w:tc>
      </w:tr>
      <w:tr w:rsidR="001332E6" w:rsidRPr="001332E6" w14:paraId="3339DDC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E5CF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353.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16E8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57F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0069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A2F6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166/1</w:t>
            </w:r>
          </w:p>
        </w:tc>
      </w:tr>
      <w:tr w:rsidR="001332E6" w:rsidRPr="001332E6" w14:paraId="14D275C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F220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354.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9E3A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F477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5C39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CB75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83/4</w:t>
            </w:r>
          </w:p>
        </w:tc>
      </w:tr>
      <w:tr w:rsidR="001332E6" w:rsidRPr="001332E6" w14:paraId="108A516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C04D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355.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3826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D92E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8EB8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0647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173/6</w:t>
            </w:r>
          </w:p>
        </w:tc>
      </w:tr>
      <w:tr w:rsidR="001332E6" w:rsidRPr="001332E6" w14:paraId="3B0F46C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22DD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356.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5853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58A3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35E8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D597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91/3</w:t>
            </w:r>
          </w:p>
        </w:tc>
      </w:tr>
      <w:tr w:rsidR="001332E6" w:rsidRPr="001332E6" w14:paraId="06F6E74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B6B3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357.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C901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0B94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049A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697B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159</w:t>
            </w:r>
          </w:p>
        </w:tc>
      </w:tr>
      <w:tr w:rsidR="001332E6" w:rsidRPr="001332E6" w14:paraId="30D0318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25CB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358.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AAEF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8250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281A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5796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161</w:t>
            </w:r>
          </w:p>
        </w:tc>
      </w:tr>
      <w:tr w:rsidR="001332E6" w:rsidRPr="001332E6" w14:paraId="5F26B1F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9B7B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359.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A3BA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0454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E57B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7AD7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173/8</w:t>
            </w:r>
          </w:p>
        </w:tc>
      </w:tr>
      <w:tr w:rsidR="001332E6" w:rsidRPr="001332E6" w14:paraId="10D4481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5C3E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360.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9E5E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5154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EEAA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D3E8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195/9</w:t>
            </w:r>
          </w:p>
        </w:tc>
      </w:tr>
      <w:tr w:rsidR="001332E6" w:rsidRPr="001332E6" w14:paraId="478CC78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E50A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361.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9F12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4A1F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6108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5647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48/1</w:t>
            </w:r>
          </w:p>
        </w:tc>
      </w:tr>
      <w:tr w:rsidR="001332E6" w:rsidRPr="001332E6" w14:paraId="6B72C41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F881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362.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5CD5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2CEA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FC7D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2931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160/1</w:t>
            </w:r>
          </w:p>
        </w:tc>
      </w:tr>
      <w:tr w:rsidR="001332E6" w:rsidRPr="001332E6" w14:paraId="01B5DAA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93FD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363.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29EE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7CE0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8AE6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76B8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83/9</w:t>
            </w:r>
          </w:p>
        </w:tc>
      </w:tr>
      <w:tr w:rsidR="001332E6" w:rsidRPr="001332E6" w14:paraId="6F3C834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2687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364.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DE29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9968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0F90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DA98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126/3</w:t>
            </w:r>
          </w:p>
        </w:tc>
      </w:tr>
      <w:tr w:rsidR="001332E6" w:rsidRPr="001332E6" w14:paraId="2C707A9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5AE6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365.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FD33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701A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75C9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8603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96</w:t>
            </w:r>
          </w:p>
        </w:tc>
      </w:tr>
      <w:tr w:rsidR="001332E6" w:rsidRPr="001332E6" w14:paraId="134149B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B034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366.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9F5F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DD4A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4E9C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97DF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170</w:t>
            </w:r>
          </w:p>
        </w:tc>
      </w:tr>
      <w:tr w:rsidR="001332E6" w:rsidRPr="001332E6" w14:paraId="41EB434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4B52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367.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7BA8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B501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D538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A70E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200/1</w:t>
            </w:r>
          </w:p>
        </w:tc>
      </w:tr>
      <w:tr w:rsidR="001332E6" w:rsidRPr="001332E6" w14:paraId="69CD22D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125C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368.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3307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711B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01E3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49B7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83/19</w:t>
            </w:r>
          </w:p>
        </w:tc>
      </w:tr>
      <w:tr w:rsidR="001332E6" w:rsidRPr="001332E6" w14:paraId="776D03D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F2AB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369.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66B5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0158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60B9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6B6B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126/4</w:t>
            </w:r>
          </w:p>
        </w:tc>
      </w:tr>
      <w:tr w:rsidR="001332E6" w:rsidRPr="001332E6" w14:paraId="7BB8547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93C2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370.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47C8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B20C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4B62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BC8F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156/5</w:t>
            </w:r>
          </w:p>
        </w:tc>
      </w:tr>
      <w:tr w:rsidR="001332E6" w:rsidRPr="001332E6" w14:paraId="0582ED4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D125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371.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4E3E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6ED8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3361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03A8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164</w:t>
            </w:r>
          </w:p>
        </w:tc>
      </w:tr>
      <w:tr w:rsidR="001332E6" w:rsidRPr="001332E6" w14:paraId="2794503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6276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372.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21CA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290D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B048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8D3D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79/1</w:t>
            </w:r>
          </w:p>
        </w:tc>
      </w:tr>
      <w:tr w:rsidR="001332E6" w:rsidRPr="001332E6" w14:paraId="31E62FC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6887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373.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E8E2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F71B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A384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D912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166/4</w:t>
            </w:r>
          </w:p>
        </w:tc>
      </w:tr>
      <w:tr w:rsidR="001332E6" w:rsidRPr="001332E6" w14:paraId="477D0E2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4B2D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374.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F085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F46E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FAAD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ABAC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79/12</w:t>
            </w:r>
          </w:p>
        </w:tc>
      </w:tr>
      <w:tr w:rsidR="001332E6" w:rsidRPr="001332E6" w14:paraId="23D6328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4090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375.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AB00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0B52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21EC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4023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202/11</w:t>
            </w:r>
          </w:p>
        </w:tc>
      </w:tr>
      <w:tr w:rsidR="001332E6" w:rsidRPr="001332E6" w14:paraId="71F3ECE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E300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376.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4559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4DA7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E328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4D4C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180</w:t>
            </w:r>
          </w:p>
        </w:tc>
      </w:tr>
      <w:tr w:rsidR="001332E6" w:rsidRPr="001332E6" w14:paraId="56C2703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4112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377.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266F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5309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57A9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D41D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193</w:t>
            </w:r>
          </w:p>
        </w:tc>
      </w:tr>
      <w:tr w:rsidR="001332E6" w:rsidRPr="001332E6" w14:paraId="1F48FD0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731B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378.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BF80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5F7D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18C6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540F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175/4</w:t>
            </w:r>
          </w:p>
        </w:tc>
      </w:tr>
      <w:tr w:rsidR="001332E6" w:rsidRPr="001332E6" w14:paraId="25C9F8C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F8DB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379.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DA59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5629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466E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C147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67</w:t>
            </w:r>
          </w:p>
        </w:tc>
      </w:tr>
      <w:tr w:rsidR="001332E6" w:rsidRPr="001332E6" w14:paraId="1C8D70B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9416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380.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E1FB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2DA5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FEE7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B118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173/10</w:t>
            </w:r>
          </w:p>
        </w:tc>
      </w:tr>
      <w:tr w:rsidR="001332E6" w:rsidRPr="001332E6" w14:paraId="5EF1C2D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B021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381.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CEB4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9D27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CCFE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03D7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201</w:t>
            </w:r>
          </w:p>
        </w:tc>
      </w:tr>
      <w:tr w:rsidR="001332E6" w:rsidRPr="001332E6" w14:paraId="75D5D6B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C5AB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382.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1098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855C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011F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E9DB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185</w:t>
            </w:r>
          </w:p>
        </w:tc>
      </w:tr>
      <w:tr w:rsidR="001332E6" w:rsidRPr="001332E6" w14:paraId="5B8561F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B04C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383.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2CEC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2D67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AAC5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13B8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163</w:t>
            </w:r>
          </w:p>
        </w:tc>
      </w:tr>
      <w:tr w:rsidR="001332E6" w:rsidRPr="001332E6" w14:paraId="55FCED6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B215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384.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B92D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D732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7CE1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B807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222/3</w:t>
            </w:r>
          </w:p>
        </w:tc>
      </w:tr>
      <w:tr w:rsidR="001332E6" w:rsidRPr="001332E6" w14:paraId="75EEC95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BCEB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385.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66E4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1F9F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FD7A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0970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195/6</w:t>
            </w:r>
          </w:p>
        </w:tc>
      </w:tr>
      <w:tr w:rsidR="001332E6" w:rsidRPr="001332E6" w14:paraId="33C51B3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E509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386.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5953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AC80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7CAD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CA8D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156/1</w:t>
            </w:r>
          </w:p>
        </w:tc>
      </w:tr>
      <w:tr w:rsidR="001332E6" w:rsidRPr="001332E6" w14:paraId="566223E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0E24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lastRenderedPageBreak/>
              <w:t>387.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639A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D9BE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37CA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3182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</w:t>
            </w:r>
          </w:p>
        </w:tc>
      </w:tr>
      <w:tr w:rsidR="001332E6" w:rsidRPr="001332E6" w14:paraId="38BC720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7197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388.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818C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B9FD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036F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8F06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178</w:t>
            </w:r>
          </w:p>
        </w:tc>
      </w:tr>
      <w:tr w:rsidR="001332E6" w:rsidRPr="001332E6" w14:paraId="1D73C36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EFD5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389.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AA09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EB4F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13CD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837D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83/23</w:t>
            </w:r>
          </w:p>
        </w:tc>
      </w:tr>
      <w:tr w:rsidR="001332E6" w:rsidRPr="001332E6" w14:paraId="4EADA3F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BD6A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390.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794A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E6A1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7C5C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B0E3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47</w:t>
            </w:r>
          </w:p>
        </w:tc>
      </w:tr>
      <w:tr w:rsidR="001332E6" w:rsidRPr="001332E6" w14:paraId="6251DCF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8B70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391.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1E9C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30CC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D133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618C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222/2</w:t>
            </w:r>
          </w:p>
        </w:tc>
      </w:tr>
      <w:tr w:rsidR="001332E6" w:rsidRPr="001332E6" w14:paraId="0D22C91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7CD6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392.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0773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A177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37A6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B045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176/1</w:t>
            </w:r>
          </w:p>
        </w:tc>
      </w:tr>
      <w:tr w:rsidR="001332E6" w:rsidRPr="001332E6" w14:paraId="69B1469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A1DE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393.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9DB8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7446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8CB9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7FA7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156/2</w:t>
            </w:r>
          </w:p>
        </w:tc>
      </w:tr>
      <w:tr w:rsidR="001332E6" w:rsidRPr="001332E6" w14:paraId="26F5BA0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D8C4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394.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C85C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5A77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58D1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1982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83/20</w:t>
            </w:r>
          </w:p>
        </w:tc>
      </w:tr>
      <w:tr w:rsidR="001332E6" w:rsidRPr="001332E6" w14:paraId="37424FC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E4D1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395.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FA40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4570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B105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DC16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195/8</w:t>
            </w:r>
          </w:p>
        </w:tc>
      </w:tr>
      <w:tr w:rsidR="001332E6" w:rsidRPr="001332E6" w14:paraId="083D462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C908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396.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1DDE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A52E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BA1B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8BB7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173/3</w:t>
            </w:r>
          </w:p>
        </w:tc>
      </w:tr>
      <w:tr w:rsidR="001332E6" w:rsidRPr="001332E6" w14:paraId="1856B27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8682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397.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FBBC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318C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99A0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7BAD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175/1</w:t>
            </w:r>
          </w:p>
        </w:tc>
      </w:tr>
      <w:tr w:rsidR="001332E6" w:rsidRPr="001332E6" w14:paraId="3411792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8CD6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398.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CCA4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8C1D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00EF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C1C9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157</w:t>
            </w:r>
          </w:p>
        </w:tc>
      </w:tr>
      <w:tr w:rsidR="001332E6" w:rsidRPr="001332E6" w14:paraId="3A2E91B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11AF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399.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45B1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811C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F83A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B18A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182</w:t>
            </w:r>
          </w:p>
        </w:tc>
      </w:tr>
      <w:tr w:rsidR="001332E6" w:rsidRPr="001332E6" w14:paraId="51530EA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916C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400.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B054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6C88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83C1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6E02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166/2</w:t>
            </w:r>
          </w:p>
        </w:tc>
      </w:tr>
      <w:tr w:rsidR="001332E6" w:rsidRPr="001332E6" w14:paraId="70948AD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6744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401.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8FD3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75DB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3A99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E245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222/8</w:t>
            </w:r>
          </w:p>
        </w:tc>
      </w:tr>
      <w:tr w:rsidR="001332E6" w:rsidRPr="001332E6" w14:paraId="77D309F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07D7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402.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AA3E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E0AE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494F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45E5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91/2</w:t>
            </w:r>
          </w:p>
        </w:tc>
      </w:tr>
      <w:tr w:rsidR="001332E6" w:rsidRPr="001332E6" w14:paraId="705355E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1251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403.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8A23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4277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AFA5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39E7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214</w:t>
            </w:r>
          </w:p>
        </w:tc>
      </w:tr>
      <w:tr w:rsidR="001332E6" w:rsidRPr="001332E6" w14:paraId="5726D3F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2955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404.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82D8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6943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0E07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010F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175/3</w:t>
            </w:r>
          </w:p>
        </w:tc>
      </w:tr>
      <w:tr w:rsidR="001332E6" w:rsidRPr="001332E6" w14:paraId="3D2FDAF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F034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405.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D6C0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5E29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3A95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3E4D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79/2</w:t>
            </w:r>
          </w:p>
        </w:tc>
      </w:tr>
      <w:tr w:rsidR="001332E6" w:rsidRPr="001332E6" w14:paraId="026AD8D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FDFC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406.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8383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1AA4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DB81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C057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154</w:t>
            </w:r>
          </w:p>
        </w:tc>
      </w:tr>
      <w:tr w:rsidR="001332E6" w:rsidRPr="001332E6" w14:paraId="0133CF4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E4AF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407.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E8D7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5233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57FF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A6E3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202/6</w:t>
            </w:r>
          </w:p>
        </w:tc>
      </w:tr>
      <w:tr w:rsidR="001332E6" w:rsidRPr="001332E6" w14:paraId="2709FF9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3F50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408.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C727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F87B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6141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E121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192</w:t>
            </w:r>
          </w:p>
        </w:tc>
      </w:tr>
      <w:tr w:rsidR="001332E6" w:rsidRPr="001332E6" w14:paraId="74B0220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EEC8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409.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55C2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DEF5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45B2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928D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173/5</w:t>
            </w:r>
          </w:p>
        </w:tc>
      </w:tr>
      <w:tr w:rsidR="001332E6" w:rsidRPr="001332E6" w14:paraId="2C71687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7798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410.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D44F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BC8A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D20A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AA82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189</w:t>
            </w:r>
          </w:p>
        </w:tc>
      </w:tr>
      <w:tr w:rsidR="001332E6" w:rsidRPr="001332E6" w14:paraId="0CEC0A5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23D1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411.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F096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8910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0A6D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E46B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158</w:t>
            </w:r>
          </w:p>
        </w:tc>
      </w:tr>
      <w:tr w:rsidR="001332E6" w:rsidRPr="001332E6" w14:paraId="6904D57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56AF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412.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685B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579F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54F4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E259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184/3</w:t>
            </w:r>
          </w:p>
        </w:tc>
      </w:tr>
      <w:tr w:rsidR="001332E6" w:rsidRPr="001332E6" w14:paraId="049AE4F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D23E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413.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6EBD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2ADC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1DC9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7C41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89</w:t>
            </w:r>
          </w:p>
        </w:tc>
      </w:tr>
      <w:tr w:rsidR="001332E6" w:rsidRPr="001332E6" w14:paraId="4487150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F01E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414.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8751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02D4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69CD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AF78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195/2</w:t>
            </w:r>
          </w:p>
        </w:tc>
      </w:tr>
      <w:tr w:rsidR="001332E6" w:rsidRPr="001332E6" w14:paraId="421FC3E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F0B6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415.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5686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3062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075C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39BE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191</w:t>
            </w:r>
          </w:p>
        </w:tc>
      </w:tr>
      <w:tr w:rsidR="001332E6" w:rsidRPr="001332E6" w14:paraId="0040BB8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A70F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416.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CB8F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040D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3FD3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574D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166/6</w:t>
            </w:r>
          </w:p>
        </w:tc>
      </w:tr>
      <w:tr w:rsidR="001332E6" w:rsidRPr="001332E6" w14:paraId="61AFD11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78FF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417.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C14E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C013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8A16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5E71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195/4</w:t>
            </w:r>
          </w:p>
        </w:tc>
      </w:tr>
      <w:tr w:rsidR="001332E6" w:rsidRPr="001332E6" w14:paraId="2042A94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5813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418.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A688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9E00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57C7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3983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83/14</w:t>
            </w:r>
          </w:p>
        </w:tc>
      </w:tr>
      <w:tr w:rsidR="001332E6" w:rsidRPr="001332E6" w14:paraId="7870464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3FC7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419.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8BFC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367F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7C9F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AF54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91/1</w:t>
            </w:r>
          </w:p>
        </w:tc>
      </w:tr>
      <w:tr w:rsidR="001332E6" w:rsidRPr="001332E6" w14:paraId="382A40A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53FC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420.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C867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E6C0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30D4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03FB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79/5</w:t>
            </w:r>
          </w:p>
        </w:tc>
      </w:tr>
      <w:tr w:rsidR="001332E6" w:rsidRPr="001332E6" w14:paraId="4732F11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F1E5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421.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B90A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90E1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F584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9C12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79/8</w:t>
            </w:r>
          </w:p>
        </w:tc>
      </w:tr>
      <w:tr w:rsidR="001332E6" w:rsidRPr="001332E6" w14:paraId="460695F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7107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422.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F5F4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7DE0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E3A5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1F0F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183</w:t>
            </w:r>
          </w:p>
        </w:tc>
      </w:tr>
      <w:tr w:rsidR="001332E6" w:rsidRPr="001332E6" w14:paraId="59D1149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3005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423.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0CF8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5C07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6447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D66E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202/9</w:t>
            </w:r>
          </w:p>
        </w:tc>
      </w:tr>
      <w:tr w:rsidR="001332E6" w:rsidRPr="001332E6" w14:paraId="475B4EF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0B86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424.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0354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9563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D38E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C9CE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195/7</w:t>
            </w:r>
          </w:p>
        </w:tc>
      </w:tr>
      <w:tr w:rsidR="001332E6" w:rsidRPr="001332E6" w14:paraId="1F9F1FB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10A7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425.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A37B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836D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C4AA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8576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156/4</w:t>
            </w:r>
          </w:p>
        </w:tc>
      </w:tr>
      <w:tr w:rsidR="001332E6" w:rsidRPr="001332E6" w14:paraId="1DA43FD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0294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426.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C64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1A06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4564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DE19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119</w:t>
            </w:r>
          </w:p>
        </w:tc>
      </w:tr>
      <w:tr w:rsidR="001332E6" w:rsidRPr="001332E6" w14:paraId="2D6CE97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2CB3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427.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BC7B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9882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A183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0B99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184/1</w:t>
            </w:r>
          </w:p>
        </w:tc>
      </w:tr>
      <w:tr w:rsidR="001332E6" w:rsidRPr="001332E6" w14:paraId="276FF19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54DA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428.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FD35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B466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8FE9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BB58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186</w:t>
            </w:r>
          </w:p>
        </w:tc>
      </w:tr>
      <w:tr w:rsidR="001332E6" w:rsidRPr="001332E6" w14:paraId="7DEE447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4A0E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429.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E60D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6E40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720B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FA29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91/4</w:t>
            </w:r>
          </w:p>
        </w:tc>
      </w:tr>
      <w:tr w:rsidR="001332E6" w:rsidRPr="001332E6" w14:paraId="35EE8AA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5647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430.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D18E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13BA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B029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F0AD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181</w:t>
            </w:r>
          </w:p>
        </w:tc>
      </w:tr>
      <w:tr w:rsidR="001332E6" w:rsidRPr="001332E6" w14:paraId="4587D5F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91DC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431.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731B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BAAC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25D1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A374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174</w:t>
            </w:r>
          </w:p>
        </w:tc>
      </w:tr>
      <w:tr w:rsidR="001332E6" w:rsidRPr="001332E6" w14:paraId="5B3AB08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94F6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432.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741D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5836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F36B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3406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173/1</w:t>
            </w:r>
          </w:p>
        </w:tc>
      </w:tr>
      <w:tr w:rsidR="001332E6" w:rsidRPr="001332E6" w14:paraId="7D1FB0D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2B6E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433.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ECA6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7A43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3A0C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CDBF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83/3</w:t>
            </w:r>
          </w:p>
        </w:tc>
      </w:tr>
      <w:tr w:rsidR="001332E6" w:rsidRPr="001332E6" w14:paraId="423A6C6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F990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434.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F27B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386D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8235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0C6E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195/1</w:t>
            </w:r>
          </w:p>
        </w:tc>
      </w:tr>
      <w:tr w:rsidR="001332E6" w:rsidRPr="001332E6" w14:paraId="20F7D27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D5A8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435.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7905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A220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7D25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C1F4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79/3</w:t>
            </w:r>
          </w:p>
        </w:tc>
      </w:tr>
      <w:tr w:rsidR="001332E6" w:rsidRPr="001332E6" w14:paraId="421D4D0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0D3A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lastRenderedPageBreak/>
              <w:t>436.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473A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59A2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84EE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86B6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195/3</w:t>
            </w:r>
          </w:p>
        </w:tc>
      </w:tr>
      <w:tr w:rsidR="001332E6" w:rsidRPr="001332E6" w14:paraId="6478398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19E2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437.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CFB0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6687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CCC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9052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162</w:t>
            </w:r>
          </w:p>
        </w:tc>
      </w:tr>
      <w:tr w:rsidR="001332E6" w:rsidRPr="001332E6" w14:paraId="3E6DCF0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3FA6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438.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B60F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3F29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F802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4091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202/4</w:t>
            </w:r>
          </w:p>
        </w:tc>
      </w:tr>
      <w:tr w:rsidR="001332E6" w:rsidRPr="001332E6" w14:paraId="2A3A5BD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B722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439.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6CDE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7112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A026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9E45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202/5</w:t>
            </w:r>
          </w:p>
        </w:tc>
      </w:tr>
      <w:tr w:rsidR="001332E6" w:rsidRPr="001332E6" w14:paraId="2E93654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2065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440.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A437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C3DB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7B85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7EA4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175/2</w:t>
            </w:r>
          </w:p>
        </w:tc>
      </w:tr>
      <w:tr w:rsidR="001332E6" w:rsidRPr="001332E6" w14:paraId="02F62B9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0691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441.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DA36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36C4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DDE4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4EE4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184/2</w:t>
            </w:r>
          </w:p>
        </w:tc>
      </w:tr>
      <w:tr w:rsidR="001332E6" w:rsidRPr="001332E6" w14:paraId="6D93287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39EE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442.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46D6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5AC3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D4D0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1714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202/3</w:t>
            </w:r>
          </w:p>
        </w:tc>
      </w:tr>
      <w:tr w:rsidR="001332E6" w:rsidRPr="001332E6" w14:paraId="58E1020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4A40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443.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5034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A60E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44FA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10D1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188/2</w:t>
            </w:r>
          </w:p>
        </w:tc>
      </w:tr>
      <w:tr w:rsidR="001332E6" w:rsidRPr="001332E6" w14:paraId="1462B34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6AC7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444.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4263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B71B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6298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34AA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188/1</w:t>
            </w:r>
          </w:p>
        </w:tc>
      </w:tr>
      <w:tr w:rsidR="001332E6" w:rsidRPr="001332E6" w14:paraId="6BBA57C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41B0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445.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EE2B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D7A1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2F51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Zęblewo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0661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187</w:t>
            </w:r>
          </w:p>
        </w:tc>
      </w:tr>
      <w:tr w:rsidR="001332E6" w:rsidRPr="001332E6" w14:paraId="47857BF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54C4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446.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BE61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6867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2B24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EC05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84/2</w:t>
            </w:r>
          </w:p>
        </w:tc>
      </w:tr>
      <w:tr w:rsidR="001332E6" w:rsidRPr="001332E6" w14:paraId="1F2F0D0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1423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447.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70F0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761F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6414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441D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65/2</w:t>
            </w:r>
          </w:p>
        </w:tc>
      </w:tr>
      <w:tr w:rsidR="001332E6" w:rsidRPr="001332E6" w14:paraId="425BD01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4A92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448.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A198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3351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8079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84F6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88</w:t>
            </w:r>
          </w:p>
        </w:tc>
      </w:tr>
      <w:tr w:rsidR="001332E6" w:rsidRPr="001332E6" w14:paraId="5AFD859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A740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449.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2C69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9DE6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61B2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CFCD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107/3</w:t>
            </w:r>
          </w:p>
        </w:tc>
      </w:tr>
      <w:tr w:rsidR="001332E6" w:rsidRPr="001332E6" w14:paraId="4C2DF27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C0EB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450.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D2FD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0144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6E03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400C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96/1</w:t>
            </w:r>
          </w:p>
        </w:tc>
      </w:tr>
      <w:tr w:rsidR="001332E6" w:rsidRPr="001332E6" w14:paraId="7DADB51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B7D8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451.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A48C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7CE3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FFE5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CEC9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69/2</w:t>
            </w:r>
          </w:p>
        </w:tc>
      </w:tr>
      <w:tr w:rsidR="001332E6" w:rsidRPr="001332E6" w14:paraId="1DD3A16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9625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452.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D75F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496C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9DDC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F35E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41/10</w:t>
            </w:r>
          </w:p>
        </w:tc>
      </w:tr>
      <w:tr w:rsidR="001332E6" w:rsidRPr="001332E6" w14:paraId="7783C5E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2E49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453.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7A92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2120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A082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7C52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90/5</w:t>
            </w:r>
          </w:p>
        </w:tc>
      </w:tr>
      <w:tr w:rsidR="001332E6" w:rsidRPr="001332E6" w14:paraId="5B5C58A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C337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454.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F428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74CB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7F4D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95B9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52</w:t>
            </w:r>
          </w:p>
        </w:tc>
      </w:tr>
      <w:tr w:rsidR="001332E6" w:rsidRPr="001332E6" w14:paraId="6637C36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19E2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455.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C89A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94C1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A03A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C3E8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69/1</w:t>
            </w:r>
          </w:p>
        </w:tc>
      </w:tr>
      <w:tr w:rsidR="001332E6" w:rsidRPr="001332E6" w14:paraId="7F5CDBF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0BBD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456.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1C92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F4FB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D1D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BB49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96/5</w:t>
            </w:r>
          </w:p>
        </w:tc>
      </w:tr>
      <w:tr w:rsidR="001332E6" w:rsidRPr="001332E6" w14:paraId="28396BD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EEF4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457.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EC70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5DC2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D015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85F3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81/4</w:t>
            </w:r>
          </w:p>
        </w:tc>
      </w:tr>
      <w:tr w:rsidR="001332E6" w:rsidRPr="001332E6" w14:paraId="28CE6FA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AED0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458.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4CC4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EE29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B5D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B830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95</w:t>
            </w:r>
          </w:p>
        </w:tc>
      </w:tr>
      <w:tr w:rsidR="001332E6" w:rsidRPr="001332E6" w14:paraId="1C37F47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EE1F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459.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EA6D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2E96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1254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F0CB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86/1</w:t>
            </w:r>
          </w:p>
        </w:tc>
      </w:tr>
      <w:tr w:rsidR="001332E6" w:rsidRPr="001332E6" w14:paraId="3E952B8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967B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460.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CE16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0D57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8DE1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BE46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86/2</w:t>
            </w:r>
          </w:p>
        </w:tc>
      </w:tr>
      <w:tr w:rsidR="001332E6" w:rsidRPr="001332E6" w14:paraId="5074545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41FE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461.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9BC4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919A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A136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73A4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90/3</w:t>
            </w:r>
          </w:p>
        </w:tc>
      </w:tr>
      <w:tr w:rsidR="001332E6" w:rsidRPr="001332E6" w14:paraId="32C0048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3980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462.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CB80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DFE0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71F9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2F36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103</w:t>
            </w:r>
          </w:p>
        </w:tc>
      </w:tr>
      <w:tr w:rsidR="001332E6" w:rsidRPr="001332E6" w14:paraId="75F4DEA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A16D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463.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B1C9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552B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3A36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08D9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17/7</w:t>
            </w:r>
          </w:p>
        </w:tc>
      </w:tr>
      <w:tr w:rsidR="001332E6" w:rsidRPr="001332E6" w14:paraId="16D2F84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D9B3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464.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9110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0322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0197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EDA2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23/2</w:t>
            </w:r>
          </w:p>
        </w:tc>
      </w:tr>
      <w:tr w:rsidR="001332E6" w:rsidRPr="001332E6" w14:paraId="0FCE868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BC94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465.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4C06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6A1B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7937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14B3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449</w:t>
            </w:r>
          </w:p>
        </w:tc>
      </w:tr>
      <w:tr w:rsidR="001332E6" w:rsidRPr="001332E6" w14:paraId="2A9A63A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B6F7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466.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0D9B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D0A0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5F3D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839B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48</w:t>
            </w:r>
          </w:p>
        </w:tc>
      </w:tr>
      <w:tr w:rsidR="001332E6" w:rsidRPr="001332E6" w14:paraId="0045B4B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E503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467.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8378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819E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597B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B270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85/4</w:t>
            </w:r>
          </w:p>
        </w:tc>
      </w:tr>
      <w:tr w:rsidR="001332E6" w:rsidRPr="001332E6" w14:paraId="6954B48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3145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468.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0467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C2AE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7796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A0E5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101/7</w:t>
            </w:r>
          </w:p>
        </w:tc>
      </w:tr>
      <w:tr w:rsidR="001332E6" w:rsidRPr="001332E6" w14:paraId="20BFC67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DD31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469.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705F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CF05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DB72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8938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87/15</w:t>
            </w:r>
          </w:p>
        </w:tc>
      </w:tr>
      <w:tr w:rsidR="001332E6" w:rsidRPr="001332E6" w14:paraId="3C738B6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E37D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470.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2420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BBC1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C9FD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DE0B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96/4</w:t>
            </w:r>
          </w:p>
        </w:tc>
      </w:tr>
      <w:tr w:rsidR="001332E6" w:rsidRPr="001332E6" w14:paraId="2BD2E85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6BE1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471.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8290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A470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4E4B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7FBC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109</w:t>
            </w:r>
          </w:p>
        </w:tc>
      </w:tr>
      <w:tr w:rsidR="001332E6" w:rsidRPr="001332E6" w14:paraId="1CCA6CB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7625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472.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4613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1A0D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4449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8A26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87/5</w:t>
            </w:r>
          </w:p>
        </w:tc>
      </w:tr>
      <w:tr w:rsidR="001332E6" w:rsidRPr="001332E6" w14:paraId="4024A16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A27B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473.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1580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B4DF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A46B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7690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96/3</w:t>
            </w:r>
          </w:p>
        </w:tc>
      </w:tr>
      <w:tr w:rsidR="001332E6" w:rsidRPr="001332E6" w14:paraId="7E63AD5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1F73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474.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5D54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46FB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DC42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AC06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93</w:t>
            </w:r>
          </w:p>
        </w:tc>
      </w:tr>
      <w:tr w:rsidR="001332E6" w:rsidRPr="001332E6" w14:paraId="4C93698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CF95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475.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603E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170F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793B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AA11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91/3</w:t>
            </w:r>
          </w:p>
        </w:tc>
      </w:tr>
      <w:tr w:rsidR="001332E6" w:rsidRPr="001332E6" w14:paraId="2A1198A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4C01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476.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99D2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EAB7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6082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43C1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29</w:t>
            </w:r>
          </w:p>
        </w:tc>
      </w:tr>
      <w:tr w:rsidR="001332E6" w:rsidRPr="001332E6" w14:paraId="328306D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AA3F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477.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0743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78B7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E5DD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36FC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47/5</w:t>
            </w:r>
          </w:p>
        </w:tc>
      </w:tr>
      <w:tr w:rsidR="001332E6" w:rsidRPr="001332E6" w14:paraId="0899E67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9799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478.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B2EE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3874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A42C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FBF4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92/5</w:t>
            </w:r>
          </w:p>
        </w:tc>
      </w:tr>
      <w:tr w:rsidR="001332E6" w:rsidRPr="001332E6" w14:paraId="55DD03F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BAE7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479.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FC98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39E9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77FB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C45C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25</w:t>
            </w:r>
          </w:p>
        </w:tc>
      </w:tr>
      <w:tr w:rsidR="001332E6" w:rsidRPr="001332E6" w14:paraId="0D8562E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EB29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480.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60EB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0583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594A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537A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107/18</w:t>
            </w:r>
          </w:p>
        </w:tc>
      </w:tr>
      <w:tr w:rsidR="001332E6" w:rsidRPr="001332E6" w14:paraId="5A286F0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0123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481.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7505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3338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D059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CE84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44/2</w:t>
            </w:r>
          </w:p>
        </w:tc>
      </w:tr>
      <w:tr w:rsidR="001332E6" w:rsidRPr="001332E6" w14:paraId="1DB8125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8E51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482.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A8DD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1023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EFB4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9CF7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87/9</w:t>
            </w:r>
          </w:p>
        </w:tc>
      </w:tr>
      <w:tr w:rsidR="001332E6" w:rsidRPr="001332E6" w14:paraId="219F52C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584C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483.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39DF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FADC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A62B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AD66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39</w:t>
            </w:r>
          </w:p>
        </w:tc>
      </w:tr>
      <w:tr w:rsidR="001332E6" w:rsidRPr="001332E6" w14:paraId="6E1157A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6A69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484.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16E4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FA26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7489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9125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234/1</w:t>
            </w:r>
          </w:p>
        </w:tc>
      </w:tr>
      <w:tr w:rsidR="001332E6" w:rsidRPr="001332E6" w14:paraId="66B7C2C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C05B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lastRenderedPageBreak/>
              <w:t>485.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4474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F23B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9204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841F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71/2</w:t>
            </w:r>
          </w:p>
        </w:tc>
      </w:tr>
      <w:tr w:rsidR="001332E6" w:rsidRPr="001332E6" w14:paraId="4755154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9080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486.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6521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8B3E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B1D9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B980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84/1</w:t>
            </w:r>
          </w:p>
        </w:tc>
      </w:tr>
      <w:tr w:rsidR="001332E6" w:rsidRPr="001332E6" w14:paraId="0CB8DCC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DDD2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487.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9AF8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0AFA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E938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F367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94/13</w:t>
            </w:r>
          </w:p>
        </w:tc>
      </w:tr>
      <w:tr w:rsidR="001332E6" w:rsidRPr="001332E6" w14:paraId="2863077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99F1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488.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84FE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E2D0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1624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3C1E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107/7</w:t>
            </w:r>
          </w:p>
        </w:tc>
      </w:tr>
      <w:tr w:rsidR="001332E6" w:rsidRPr="001332E6" w14:paraId="2C345BA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2822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489.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7D9C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B59D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1D10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C465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235/6</w:t>
            </w:r>
          </w:p>
        </w:tc>
      </w:tr>
      <w:tr w:rsidR="001332E6" w:rsidRPr="001332E6" w14:paraId="18D421A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D689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490.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24EE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A036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1808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D7DE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286</w:t>
            </w:r>
          </w:p>
        </w:tc>
      </w:tr>
      <w:tr w:rsidR="001332E6" w:rsidRPr="001332E6" w14:paraId="4083E3D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B943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491.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2546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BE8E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B8D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CACF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24</w:t>
            </w:r>
          </w:p>
        </w:tc>
      </w:tr>
      <w:tr w:rsidR="001332E6" w:rsidRPr="001332E6" w14:paraId="120934D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932E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492.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1D84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2DCE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1843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9832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47/2</w:t>
            </w:r>
          </w:p>
        </w:tc>
      </w:tr>
      <w:tr w:rsidR="001332E6" w:rsidRPr="001332E6" w14:paraId="2A5BCF9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D665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493.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BD49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7C5E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F098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E44A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107/19</w:t>
            </w:r>
          </w:p>
        </w:tc>
      </w:tr>
      <w:tr w:rsidR="001332E6" w:rsidRPr="001332E6" w14:paraId="0E72D60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7E4D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494.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2F82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6C72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3454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6EA9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231/48</w:t>
            </w:r>
          </w:p>
        </w:tc>
      </w:tr>
      <w:tr w:rsidR="001332E6" w:rsidRPr="001332E6" w14:paraId="536A8DE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8F02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495.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2EC4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02CC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289D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FA64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101/3</w:t>
            </w:r>
          </w:p>
        </w:tc>
      </w:tr>
      <w:tr w:rsidR="001332E6" w:rsidRPr="001332E6" w14:paraId="4F140BC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2421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496.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E332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D9EA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D83E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A171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94/8</w:t>
            </w:r>
          </w:p>
        </w:tc>
      </w:tr>
      <w:tr w:rsidR="001332E6" w:rsidRPr="001332E6" w14:paraId="181CEF8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5470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497.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3DBE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7CB0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5195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B2A2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231/50</w:t>
            </w:r>
          </w:p>
        </w:tc>
      </w:tr>
      <w:tr w:rsidR="001332E6" w:rsidRPr="001332E6" w14:paraId="1115732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D4A2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498.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2CB0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2C37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1D83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FA47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44/1</w:t>
            </w:r>
          </w:p>
        </w:tc>
      </w:tr>
      <w:tr w:rsidR="001332E6" w:rsidRPr="001332E6" w14:paraId="7B15685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0482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499.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E0DD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4BD3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B492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2787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62/2</w:t>
            </w:r>
          </w:p>
        </w:tc>
      </w:tr>
      <w:tr w:rsidR="001332E6" w:rsidRPr="001332E6" w14:paraId="37103ED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1BBE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500.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1AFE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72DC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40FE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3A86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43</w:t>
            </w:r>
          </w:p>
        </w:tc>
      </w:tr>
      <w:tr w:rsidR="001332E6" w:rsidRPr="001332E6" w14:paraId="2035F45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7028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501.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9327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1B9E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58F0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C33A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38/18</w:t>
            </w:r>
          </w:p>
        </w:tc>
      </w:tr>
      <w:tr w:rsidR="001332E6" w:rsidRPr="001332E6" w14:paraId="5A77806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B9EA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502.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309F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3497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70FC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46D0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30</w:t>
            </w:r>
          </w:p>
        </w:tc>
      </w:tr>
      <w:tr w:rsidR="001332E6" w:rsidRPr="001332E6" w14:paraId="1A0A9AF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6E27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503.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AB54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9AB5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F82D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C836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82/6</w:t>
            </w:r>
          </w:p>
        </w:tc>
      </w:tr>
      <w:tr w:rsidR="001332E6" w:rsidRPr="001332E6" w14:paraId="75480F9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8535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504.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3223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4E63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F6E1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054F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63</w:t>
            </w:r>
          </w:p>
        </w:tc>
      </w:tr>
      <w:tr w:rsidR="001332E6" w:rsidRPr="001332E6" w14:paraId="7D58068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B3D3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505.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76E1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875A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5573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F958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232</w:t>
            </w:r>
          </w:p>
        </w:tc>
      </w:tr>
      <w:tr w:rsidR="001332E6" w:rsidRPr="001332E6" w14:paraId="5DA9386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F428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506.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74A9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4989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F5CC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742C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67/5</w:t>
            </w:r>
          </w:p>
        </w:tc>
      </w:tr>
      <w:tr w:rsidR="001332E6" w:rsidRPr="001332E6" w14:paraId="79C5426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6F56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507.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2678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9CB4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94A7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9F2D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66/5</w:t>
            </w:r>
          </w:p>
        </w:tc>
      </w:tr>
      <w:tr w:rsidR="001332E6" w:rsidRPr="001332E6" w14:paraId="4A29530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204C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508.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EDEC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4410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F2B6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1702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107/12</w:t>
            </w:r>
          </w:p>
        </w:tc>
      </w:tr>
      <w:tr w:rsidR="001332E6" w:rsidRPr="001332E6" w14:paraId="6C32EB5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3F85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509.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BA4B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A91F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D8A6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2EEE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85/1</w:t>
            </w:r>
          </w:p>
        </w:tc>
      </w:tr>
      <w:tr w:rsidR="001332E6" w:rsidRPr="001332E6" w14:paraId="5B39330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ADB3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510.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7D36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4C4F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62A2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CDB6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26/1</w:t>
            </w:r>
          </w:p>
        </w:tc>
      </w:tr>
      <w:tr w:rsidR="001332E6" w:rsidRPr="001332E6" w14:paraId="53041C0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7EAD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511.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801C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935C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1620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A394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94/7</w:t>
            </w:r>
          </w:p>
        </w:tc>
      </w:tr>
      <w:tr w:rsidR="001332E6" w:rsidRPr="001332E6" w14:paraId="1ABB983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329A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512.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1DCF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6956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F11C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A967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67/1</w:t>
            </w:r>
          </w:p>
        </w:tc>
      </w:tr>
      <w:tr w:rsidR="001332E6" w:rsidRPr="001332E6" w14:paraId="5BABF88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B645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513.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5998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F98C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5B25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75A3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85/5</w:t>
            </w:r>
          </w:p>
        </w:tc>
      </w:tr>
      <w:tr w:rsidR="001332E6" w:rsidRPr="001332E6" w14:paraId="4EA9583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AD82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514.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3C42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8366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ADB9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7EE9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83/2</w:t>
            </w:r>
          </w:p>
        </w:tc>
      </w:tr>
      <w:tr w:rsidR="001332E6" w:rsidRPr="001332E6" w14:paraId="6D16100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B493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515.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5BFF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33F6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41AE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7CFA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91/2</w:t>
            </w:r>
          </w:p>
        </w:tc>
      </w:tr>
      <w:tr w:rsidR="001332E6" w:rsidRPr="001332E6" w14:paraId="1E15054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2F9D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516.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7D0F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8C3D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CEDD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DEEF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46</w:t>
            </w:r>
          </w:p>
        </w:tc>
      </w:tr>
      <w:tr w:rsidR="001332E6" w:rsidRPr="001332E6" w14:paraId="46F4701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800D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517.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5B4C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4898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E224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66DF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87/8</w:t>
            </w:r>
          </w:p>
        </w:tc>
      </w:tr>
      <w:tr w:rsidR="001332E6" w:rsidRPr="001332E6" w14:paraId="4B0ADF7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D35B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518.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3788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3262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BD44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C6CE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64</w:t>
            </w:r>
          </w:p>
        </w:tc>
      </w:tr>
      <w:tr w:rsidR="001332E6" w:rsidRPr="001332E6" w14:paraId="79FD8FF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ABFC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519.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B107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2F49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E963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5363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66/1</w:t>
            </w:r>
          </w:p>
        </w:tc>
      </w:tr>
      <w:tr w:rsidR="001332E6" w:rsidRPr="001332E6" w14:paraId="2E61A20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96C4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520.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B8CF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C1A9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5603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9B2E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107/6</w:t>
            </w:r>
          </w:p>
        </w:tc>
      </w:tr>
      <w:tr w:rsidR="001332E6" w:rsidRPr="001332E6" w14:paraId="5E984CD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203B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521.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66D0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0CF9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913A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4875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87/10</w:t>
            </w:r>
          </w:p>
        </w:tc>
      </w:tr>
      <w:tr w:rsidR="001332E6" w:rsidRPr="001332E6" w14:paraId="54F4D3E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8143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522.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B77F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6023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0D15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B3DF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82/2</w:t>
            </w:r>
          </w:p>
        </w:tc>
      </w:tr>
      <w:tr w:rsidR="001332E6" w:rsidRPr="001332E6" w14:paraId="4C28C3F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2B82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523.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EE16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AA36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AB47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9957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62/1</w:t>
            </w:r>
          </w:p>
        </w:tc>
      </w:tr>
      <w:tr w:rsidR="001332E6" w:rsidRPr="001332E6" w14:paraId="5AF630C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28F4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524.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E971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81FF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ECD7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D822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82/4</w:t>
            </w:r>
          </w:p>
        </w:tc>
      </w:tr>
      <w:tr w:rsidR="001332E6" w:rsidRPr="001332E6" w14:paraId="672BF27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97D9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525.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3A7A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47CE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96B3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2CBA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42/2</w:t>
            </w:r>
          </w:p>
        </w:tc>
      </w:tr>
      <w:tr w:rsidR="001332E6" w:rsidRPr="001332E6" w14:paraId="503A90F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120B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526.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1A8E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9B99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2236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449A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45/2</w:t>
            </w:r>
          </w:p>
        </w:tc>
      </w:tr>
      <w:tr w:rsidR="001332E6" w:rsidRPr="001332E6" w14:paraId="26DA3BB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832E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527.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5228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A7CD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34DB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965F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23/1</w:t>
            </w:r>
          </w:p>
        </w:tc>
      </w:tr>
      <w:tr w:rsidR="001332E6" w:rsidRPr="001332E6" w14:paraId="4DE1BF4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23DF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528.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0F09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9ECD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F480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BD5B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47/1</w:t>
            </w:r>
          </w:p>
        </w:tc>
      </w:tr>
      <w:tr w:rsidR="001332E6" w:rsidRPr="001332E6" w14:paraId="367960F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376F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529.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86EE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24C3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370D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DAAA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101/2</w:t>
            </w:r>
          </w:p>
        </w:tc>
      </w:tr>
      <w:tr w:rsidR="001332E6" w:rsidRPr="001332E6" w14:paraId="0BCA433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A1E2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530.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3950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85B9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DD4F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FFB5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82/3</w:t>
            </w:r>
          </w:p>
        </w:tc>
      </w:tr>
      <w:tr w:rsidR="001332E6" w:rsidRPr="001332E6" w14:paraId="6C8A19E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1BCE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531.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8793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E9BD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CE8F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2E4A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66/4</w:t>
            </w:r>
          </w:p>
        </w:tc>
      </w:tr>
      <w:tr w:rsidR="001332E6" w:rsidRPr="001332E6" w14:paraId="01FAA1A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19BB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532.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EC9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6DFB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0D27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7AD9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68/5</w:t>
            </w:r>
          </w:p>
        </w:tc>
      </w:tr>
      <w:tr w:rsidR="001332E6" w:rsidRPr="001332E6" w14:paraId="4F67E50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8D8B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533.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DC14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D0D3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FC8C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621B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290</w:t>
            </w:r>
          </w:p>
        </w:tc>
      </w:tr>
      <w:tr w:rsidR="001332E6" w:rsidRPr="001332E6" w14:paraId="2158D8D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B552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lastRenderedPageBreak/>
              <w:t>534.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E97C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27D1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6EC7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9B7B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65/1</w:t>
            </w:r>
          </w:p>
        </w:tc>
      </w:tr>
      <w:tr w:rsidR="001332E6" w:rsidRPr="001332E6" w14:paraId="3004D3D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2A9C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535.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75D8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BED0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09EB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60B1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68/1</w:t>
            </w:r>
          </w:p>
        </w:tc>
      </w:tr>
      <w:tr w:rsidR="001332E6" w:rsidRPr="001332E6" w14:paraId="362CF9C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0A2F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536.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7F9B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3356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5519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6FFB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42/3</w:t>
            </w:r>
          </w:p>
        </w:tc>
      </w:tr>
      <w:tr w:rsidR="001332E6" w:rsidRPr="001332E6" w14:paraId="3ACD2D3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8240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537.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A483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0C6E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ABDC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EF72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27</w:t>
            </w:r>
          </w:p>
        </w:tc>
      </w:tr>
      <w:tr w:rsidR="001332E6" w:rsidRPr="001332E6" w14:paraId="79E73A0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BCBA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538.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196F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A84E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8C08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F8AA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231/49</w:t>
            </w:r>
          </w:p>
        </w:tc>
      </w:tr>
      <w:tr w:rsidR="001332E6" w:rsidRPr="001332E6" w14:paraId="74A6F0C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A071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539.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E000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2DE4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5772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8B93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38/1</w:t>
            </w:r>
          </w:p>
        </w:tc>
      </w:tr>
      <w:tr w:rsidR="001332E6" w:rsidRPr="001332E6" w14:paraId="7231297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F4AF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540.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CF0A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A071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F134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3C31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42/4</w:t>
            </w:r>
          </w:p>
        </w:tc>
      </w:tr>
      <w:tr w:rsidR="001332E6" w:rsidRPr="001332E6" w14:paraId="399AB74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FC23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541.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9D29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1410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77BE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A5EF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68/6</w:t>
            </w:r>
          </w:p>
        </w:tc>
      </w:tr>
      <w:tr w:rsidR="001332E6" w:rsidRPr="001332E6" w14:paraId="115003D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4D39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542.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60A5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6A3C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53D9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99ED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94/3</w:t>
            </w:r>
          </w:p>
        </w:tc>
      </w:tr>
      <w:tr w:rsidR="001332E6" w:rsidRPr="001332E6" w14:paraId="3719BF4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FFF2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543.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BA5C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28DE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A472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9AA5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235/5</w:t>
            </w:r>
          </w:p>
        </w:tc>
      </w:tr>
      <w:tr w:rsidR="001332E6" w:rsidRPr="001332E6" w14:paraId="225575C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AD1B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544.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B4C2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5D19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6114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29E7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17/1</w:t>
            </w:r>
          </w:p>
        </w:tc>
      </w:tr>
      <w:tr w:rsidR="001332E6" w:rsidRPr="001332E6" w14:paraId="1B5FEEA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3F82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545.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3FE7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5A5E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92DE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Łebieńska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30B9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163/3</w:t>
            </w:r>
          </w:p>
        </w:tc>
      </w:tr>
      <w:tr w:rsidR="001332E6" w:rsidRPr="001332E6" w14:paraId="3142971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2635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546.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ADA1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C6FE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EC85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Łebieńska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7909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68/4</w:t>
            </w:r>
          </w:p>
        </w:tc>
      </w:tr>
      <w:tr w:rsidR="001332E6" w:rsidRPr="001332E6" w14:paraId="23AA603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A597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547.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61DF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8656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5C2C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Łebieńska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E414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88/11</w:t>
            </w:r>
          </w:p>
        </w:tc>
      </w:tr>
      <w:tr w:rsidR="001332E6" w:rsidRPr="001332E6" w14:paraId="69AAC1C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9CC4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548.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EF01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DD84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F1CE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Łebieńska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455C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158</w:t>
            </w:r>
          </w:p>
        </w:tc>
      </w:tr>
      <w:tr w:rsidR="001332E6" w:rsidRPr="001332E6" w14:paraId="56ECFFD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8CD8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549.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1176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C553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ED82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Łebieńska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407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87/1</w:t>
            </w:r>
          </w:p>
        </w:tc>
      </w:tr>
      <w:tr w:rsidR="001332E6" w:rsidRPr="001332E6" w14:paraId="61D753D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F142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550.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4CF1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A9F8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6813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Łebieńska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7006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195/5</w:t>
            </w:r>
          </w:p>
        </w:tc>
      </w:tr>
      <w:tr w:rsidR="001332E6" w:rsidRPr="001332E6" w14:paraId="1716A57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7886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551.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91E4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B667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74A9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Łebieńska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618E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66/45</w:t>
            </w:r>
          </w:p>
        </w:tc>
      </w:tr>
      <w:tr w:rsidR="001332E6" w:rsidRPr="001332E6" w14:paraId="2AFF748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6CC2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552.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1D82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EBCB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AA34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Łebieńska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5C83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195/3</w:t>
            </w:r>
          </w:p>
        </w:tc>
      </w:tr>
      <w:tr w:rsidR="001332E6" w:rsidRPr="001332E6" w14:paraId="022AD84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6F50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553.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E30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CB3C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9952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Łebieńska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C24C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66/46</w:t>
            </w:r>
          </w:p>
        </w:tc>
      </w:tr>
      <w:tr w:rsidR="001332E6" w:rsidRPr="001332E6" w14:paraId="3F983BE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8FA2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554.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1B7D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74FE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1611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Łebieńska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6286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193</w:t>
            </w:r>
          </w:p>
        </w:tc>
      </w:tr>
      <w:tr w:rsidR="001332E6" w:rsidRPr="001332E6" w14:paraId="2596139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FC48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555.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3F35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B518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4A5A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Łebieńska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3D52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194</w:t>
            </w:r>
          </w:p>
        </w:tc>
      </w:tr>
      <w:tr w:rsidR="001332E6" w:rsidRPr="001332E6" w14:paraId="2467944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94A9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556.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F3D1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6E0E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F30C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Łebieńska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EE58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192</w:t>
            </w:r>
          </w:p>
        </w:tc>
      </w:tr>
      <w:tr w:rsidR="001332E6" w:rsidRPr="001332E6" w14:paraId="35BAC98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14A4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557.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B6CB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7A4E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D9FE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Łebieńska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D7D4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191</w:t>
            </w:r>
          </w:p>
        </w:tc>
      </w:tr>
      <w:tr w:rsidR="001332E6" w:rsidRPr="001332E6" w14:paraId="0B948C4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2329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558.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C5A1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9393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5B00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DDDD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91</w:t>
            </w:r>
          </w:p>
        </w:tc>
      </w:tr>
      <w:tr w:rsidR="001332E6" w:rsidRPr="001332E6" w14:paraId="26D1434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5327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559.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ECAE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C37B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37D3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7973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94</w:t>
            </w:r>
          </w:p>
        </w:tc>
      </w:tr>
      <w:tr w:rsidR="001332E6" w:rsidRPr="001332E6" w14:paraId="743A586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F691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560.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E7C5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4837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4949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56AA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106</w:t>
            </w:r>
          </w:p>
        </w:tc>
      </w:tr>
      <w:tr w:rsidR="001332E6" w:rsidRPr="001332E6" w14:paraId="5E55291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EFE7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561.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46C1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3F1B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C01B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BCC3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83/5</w:t>
            </w:r>
          </w:p>
        </w:tc>
      </w:tr>
      <w:tr w:rsidR="001332E6" w:rsidRPr="001332E6" w14:paraId="17E291E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59D5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562.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2BBF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2FCD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B218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1BB7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</w:t>
            </w:r>
          </w:p>
        </w:tc>
      </w:tr>
      <w:tr w:rsidR="001332E6" w:rsidRPr="001332E6" w14:paraId="42668E9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3856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563.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0EB3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CD5C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1241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2F53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99/5</w:t>
            </w:r>
          </w:p>
        </w:tc>
      </w:tr>
      <w:tr w:rsidR="001332E6" w:rsidRPr="001332E6" w14:paraId="737AEAD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9B6B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564.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42FC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8B07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7A02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7AB7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</w:t>
            </w:r>
          </w:p>
        </w:tc>
      </w:tr>
      <w:tr w:rsidR="001332E6" w:rsidRPr="001332E6" w14:paraId="4F3AAA7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14EA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565.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2DD7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8048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2ECD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4AB4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95</w:t>
            </w:r>
          </w:p>
        </w:tc>
      </w:tr>
      <w:tr w:rsidR="001332E6" w:rsidRPr="001332E6" w14:paraId="6A1917D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A668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566.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B437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74B6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5545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23D5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118</w:t>
            </w:r>
          </w:p>
        </w:tc>
      </w:tr>
      <w:tr w:rsidR="001332E6" w:rsidRPr="001332E6" w14:paraId="4DCDC6A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5558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567.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EC02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EAD8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2E1B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9F7A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84</w:t>
            </w:r>
          </w:p>
        </w:tc>
      </w:tr>
      <w:tr w:rsidR="001332E6" w:rsidRPr="001332E6" w14:paraId="2D67E6F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A2B7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568.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23C5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098D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51AE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691E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114/2</w:t>
            </w:r>
          </w:p>
        </w:tc>
      </w:tr>
      <w:tr w:rsidR="001332E6" w:rsidRPr="001332E6" w14:paraId="43C6FFC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382D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569.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F636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50C1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E4FA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2D6C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99/10</w:t>
            </w:r>
          </w:p>
        </w:tc>
      </w:tr>
      <w:tr w:rsidR="001332E6" w:rsidRPr="001332E6" w14:paraId="5CF7FA0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EC9C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570.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F033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B833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4AE5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11AA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103</w:t>
            </w:r>
          </w:p>
        </w:tc>
      </w:tr>
      <w:tr w:rsidR="001332E6" w:rsidRPr="001332E6" w14:paraId="29EC408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F4FA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571.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ECE1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468A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06A0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126D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99/4</w:t>
            </w:r>
          </w:p>
        </w:tc>
      </w:tr>
      <w:tr w:rsidR="001332E6" w:rsidRPr="001332E6" w14:paraId="444F57B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451E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572.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638F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380B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CEBF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5C26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97/2</w:t>
            </w:r>
          </w:p>
        </w:tc>
      </w:tr>
      <w:tr w:rsidR="001332E6" w:rsidRPr="001332E6" w14:paraId="423B9C0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5A63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573.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7049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808E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B071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B265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96</w:t>
            </w:r>
          </w:p>
        </w:tc>
      </w:tr>
      <w:tr w:rsidR="001332E6" w:rsidRPr="001332E6" w14:paraId="34E7073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E3F2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574.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A210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2ADB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E1B1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24DF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117</w:t>
            </w:r>
          </w:p>
        </w:tc>
      </w:tr>
      <w:tr w:rsidR="001332E6" w:rsidRPr="001332E6" w14:paraId="22967B5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D22E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575.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FA6F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454E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9E46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B3B7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</w:t>
            </w:r>
          </w:p>
        </w:tc>
      </w:tr>
      <w:tr w:rsidR="001332E6" w:rsidRPr="001332E6" w14:paraId="5B6B245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56F6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576.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0676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B230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C6B4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CA6E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99/2</w:t>
            </w:r>
          </w:p>
        </w:tc>
      </w:tr>
      <w:tr w:rsidR="001332E6" w:rsidRPr="001332E6" w14:paraId="63382B7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ECBB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577.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A13B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2D3A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DAF4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98D2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82/2</w:t>
            </w:r>
          </w:p>
        </w:tc>
      </w:tr>
      <w:tr w:rsidR="001332E6" w:rsidRPr="001332E6" w14:paraId="6B7B60E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947F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578.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A4AE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89C7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6860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162E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115</w:t>
            </w:r>
          </w:p>
        </w:tc>
      </w:tr>
      <w:tr w:rsidR="001332E6" w:rsidRPr="001332E6" w14:paraId="346AF69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2425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579.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88A6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185A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220E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51CB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88/2</w:t>
            </w:r>
          </w:p>
        </w:tc>
      </w:tr>
      <w:tr w:rsidR="001332E6" w:rsidRPr="001332E6" w14:paraId="0CFA934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3BAF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580.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8EFC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3487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EAB6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3846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92</w:t>
            </w:r>
          </w:p>
        </w:tc>
      </w:tr>
      <w:tr w:rsidR="001332E6" w:rsidRPr="001332E6" w14:paraId="1680853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FA41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581.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6D5C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421D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1FF5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D206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99/6</w:t>
            </w:r>
          </w:p>
        </w:tc>
      </w:tr>
      <w:tr w:rsidR="001332E6" w:rsidRPr="001332E6" w14:paraId="7849CB6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3E74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582.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D37A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D1B3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92E0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856E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269/4</w:t>
            </w:r>
          </w:p>
        </w:tc>
      </w:tr>
      <w:tr w:rsidR="001332E6" w:rsidRPr="001332E6" w14:paraId="4C4C33C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C39A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lastRenderedPageBreak/>
              <w:t>583.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DA25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A1DE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909A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3CEA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99/9</w:t>
            </w:r>
          </w:p>
        </w:tc>
      </w:tr>
      <w:tr w:rsidR="001332E6" w:rsidRPr="001332E6" w14:paraId="6C927D5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B92A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584.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66C2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F2F2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13DC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C5EE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94</w:t>
            </w:r>
          </w:p>
        </w:tc>
      </w:tr>
      <w:tr w:rsidR="001332E6" w:rsidRPr="001332E6" w14:paraId="37B15F9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F6B3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585.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1EE1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7D2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A611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BBA9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91</w:t>
            </w:r>
          </w:p>
        </w:tc>
      </w:tr>
      <w:tr w:rsidR="001332E6" w:rsidRPr="001332E6" w14:paraId="19C300D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DC51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586.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E6F3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CD6B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4EBA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0B3E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67/2</w:t>
            </w:r>
          </w:p>
        </w:tc>
      </w:tr>
      <w:tr w:rsidR="001332E6" w:rsidRPr="001332E6" w14:paraId="4E50155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3C9A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587.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B5F6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7256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251A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37C2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99/1</w:t>
            </w:r>
          </w:p>
        </w:tc>
      </w:tr>
      <w:tr w:rsidR="001332E6" w:rsidRPr="001332E6" w14:paraId="5C2ED95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F13E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588.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B5D5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86C9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B514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9C88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88/3</w:t>
            </w:r>
          </w:p>
        </w:tc>
      </w:tr>
      <w:tr w:rsidR="001332E6" w:rsidRPr="001332E6" w14:paraId="1212550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54AA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589.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CE2C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4891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B216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E1AA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97/1</w:t>
            </w:r>
          </w:p>
        </w:tc>
      </w:tr>
      <w:tr w:rsidR="001332E6" w:rsidRPr="001332E6" w14:paraId="2DBD4BD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418B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590.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559B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043A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167D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A7A9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268/2</w:t>
            </w:r>
          </w:p>
        </w:tc>
      </w:tr>
      <w:tr w:rsidR="001332E6" w:rsidRPr="001332E6" w14:paraId="16BB9C1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278C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591.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03AB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86E5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D075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FA6B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303</w:t>
            </w:r>
          </w:p>
        </w:tc>
      </w:tr>
      <w:tr w:rsidR="001332E6" w:rsidRPr="001332E6" w14:paraId="7C15773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0D21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592.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86FC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4302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9323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8828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83/1</w:t>
            </w:r>
          </w:p>
        </w:tc>
      </w:tr>
      <w:tr w:rsidR="001332E6" w:rsidRPr="001332E6" w14:paraId="6585D6B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BA64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593.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743F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747D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B557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AEB6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98</w:t>
            </w:r>
          </w:p>
        </w:tc>
      </w:tr>
      <w:tr w:rsidR="001332E6" w:rsidRPr="001332E6" w14:paraId="472181F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AED7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594.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4D6E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5529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ED35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F3C1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99/7</w:t>
            </w:r>
          </w:p>
        </w:tc>
      </w:tr>
      <w:tr w:rsidR="001332E6" w:rsidRPr="001332E6" w14:paraId="7939A33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3616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595.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C9E9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D999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B1F2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73CF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88/1</w:t>
            </w:r>
          </w:p>
        </w:tc>
      </w:tr>
      <w:tr w:rsidR="001332E6" w:rsidRPr="001332E6" w14:paraId="6907321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87C7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596.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C575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0A57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78FE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979E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93</w:t>
            </w:r>
          </w:p>
        </w:tc>
      </w:tr>
      <w:tr w:rsidR="001332E6" w:rsidRPr="001332E6" w14:paraId="221C5E0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A8B8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597.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6AF3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C217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D190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5842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82/1</w:t>
            </w:r>
          </w:p>
        </w:tc>
      </w:tr>
      <w:tr w:rsidR="001332E6" w:rsidRPr="001332E6" w14:paraId="1D8559C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02EC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598.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F41E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07BA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3D69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BFF1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</w:t>
            </w:r>
          </w:p>
        </w:tc>
      </w:tr>
      <w:tr w:rsidR="001332E6" w:rsidRPr="001332E6" w14:paraId="4D99502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264B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599.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E7B2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7434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C2EB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9FAD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96</w:t>
            </w:r>
          </w:p>
        </w:tc>
      </w:tr>
      <w:tr w:rsidR="001332E6" w:rsidRPr="001332E6" w14:paraId="7EBBC9E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451D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600.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479F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9242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B961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A18F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91</w:t>
            </w:r>
          </w:p>
        </w:tc>
      </w:tr>
      <w:tr w:rsidR="001332E6" w:rsidRPr="001332E6" w14:paraId="0C4E1FB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DF33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601.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883A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0B05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98BF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B497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94</w:t>
            </w:r>
          </w:p>
        </w:tc>
      </w:tr>
      <w:tr w:rsidR="001332E6" w:rsidRPr="001332E6" w14:paraId="091573D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28B6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602.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A36B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318C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B3B0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44B3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106</w:t>
            </w:r>
          </w:p>
        </w:tc>
      </w:tr>
      <w:tr w:rsidR="001332E6" w:rsidRPr="001332E6" w14:paraId="5C208EE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AAFB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603.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2DAF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6078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B6D7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2E9C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83/5</w:t>
            </w:r>
          </w:p>
        </w:tc>
      </w:tr>
      <w:tr w:rsidR="001332E6" w:rsidRPr="001332E6" w14:paraId="5E3AE39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7128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604.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F94D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F0D3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A1D5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56FB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</w:t>
            </w:r>
          </w:p>
        </w:tc>
      </w:tr>
      <w:tr w:rsidR="001332E6" w:rsidRPr="001332E6" w14:paraId="64416AB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B0A1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605.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E676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18E7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45AD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D55C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99/5</w:t>
            </w:r>
          </w:p>
        </w:tc>
      </w:tr>
      <w:tr w:rsidR="001332E6" w:rsidRPr="001332E6" w14:paraId="706C632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7049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606.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8954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2F4D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7E3A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547B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</w:t>
            </w:r>
          </w:p>
        </w:tc>
      </w:tr>
      <w:tr w:rsidR="001332E6" w:rsidRPr="001332E6" w14:paraId="510A80F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5F50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607.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5668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A4AB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11EE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A73D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95</w:t>
            </w:r>
          </w:p>
        </w:tc>
      </w:tr>
      <w:tr w:rsidR="001332E6" w:rsidRPr="001332E6" w14:paraId="02BA826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2E56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608.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7F13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EBA4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D1F1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DB0F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118</w:t>
            </w:r>
          </w:p>
        </w:tc>
      </w:tr>
      <w:tr w:rsidR="001332E6" w:rsidRPr="001332E6" w14:paraId="16290ED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A0D6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609.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1DE2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52B1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28A1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8567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84</w:t>
            </w:r>
          </w:p>
        </w:tc>
      </w:tr>
      <w:tr w:rsidR="001332E6" w:rsidRPr="001332E6" w14:paraId="2EE5878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ADCD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610.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8022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81D6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E282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751B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114/2</w:t>
            </w:r>
          </w:p>
        </w:tc>
      </w:tr>
      <w:tr w:rsidR="001332E6" w:rsidRPr="001332E6" w14:paraId="1458014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D47E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611.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BEDB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B50F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CB74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0833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99/10</w:t>
            </w:r>
          </w:p>
        </w:tc>
      </w:tr>
      <w:tr w:rsidR="001332E6" w:rsidRPr="001332E6" w14:paraId="7691346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597C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612.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D3DE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BD99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79BE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48DC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103</w:t>
            </w:r>
          </w:p>
        </w:tc>
      </w:tr>
      <w:tr w:rsidR="001332E6" w:rsidRPr="001332E6" w14:paraId="721A527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58F5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613.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9EB8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D86D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AB60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709A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99/4</w:t>
            </w:r>
          </w:p>
        </w:tc>
      </w:tr>
      <w:tr w:rsidR="001332E6" w:rsidRPr="001332E6" w14:paraId="2C94AD8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A704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614.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3287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5409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CB4E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4008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97/2</w:t>
            </w:r>
          </w:p>
        </w:tc>
      </w:tr>
      <w:tr w:rsidR="001332E6" w:rsidRPr="001332E6" w14:paraId="17FC9D5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3061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615.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E651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92C6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9275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7DA4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96</w:t>
            </w:r>
          </w:p>
        </w:tc>
      </w:tr>
      <w:tr w:rsidR="001332E6" w:rsidRPr="001332E6" w14:paraId="51B6D9A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C24F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616.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3BB5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7437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2EE0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3B58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117</w:t>
            </w:r>
          </w:p>
        </w:tc>
      </w:tr>
      <w:tr w:rsidR="001332E6" w:rsidRPr="001332E6" w14:paraId="6B6E539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9841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617.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D095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C6E9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AF60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DA20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</w:t>
            </w:r>
          </w:p>
        </w:tc>
      </w:tr>
      <w:tr w:rsidR="001332E6" w:rsidRPr="001332E6" w14:paraId="641D352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AA32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618.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1BF0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B0BD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16DA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95F6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99/2</w:t>
            </w:r>
          </w:p>
        </w:tc>
      </w:tr>
      <w:tr w:rsidR="001332E6" w:rsidRPr="001332E6" w14:paraId="207DA33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BF68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619.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C593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7DFE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5BF5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95FD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82/2</w:t>
            </w:r>
          </w:p>
        </w:tc>
      </w:tr>
      <w:tr w:rsidR="001332E6" w:rsidRPr="001332E6" w14:paraId="6770C19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BBAC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620.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9C59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E863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F49E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270D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115</w:t>
            </w:r>
          </w:p>
        </w:tc>
      </w:tr>
      <w:tr w:rsidR="001332E6" w:rsidRPr="001332E6" w14:paraId="21E8F81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FF95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621.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CD0D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4093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35A2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660B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88/2</w:t>
            </w:r>
          </w:p>
        </w:tc>
      </w:tr>
      <w:tr w:rsidR="001332E6" w:rsidRPr="001332E6" w14:paraId="22174CD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2594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622.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6F6B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3BE1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08E7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68AC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92</w:t>
            </w:r>
          </w:p>
        </w:tc>
      </w:tr>
      <w:tr w:rsidR="001332E6" w:rsidRPr="001332E6" w14:paraId="39440ED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B855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623.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6F4A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5992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0E36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1B54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99/6</w:t>
            </w:r>
          </w:p>
        </w:tc>
      </w:tr>
      <w:tr w:rsidR="001332E6" w:rsidRPr="001332E6" w14:paraId="5944DFF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9B10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624.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96DD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7236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5F88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CA2F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269/4</w:t>
            </w:r>
          </w:p>
        </w:tc>
      </w:tr>
      <w:tr w:rsidR="001332E6" w:rsidRPr="001332E6" w14:paraId="143A28C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0880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625.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E6B9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1BEB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F5EC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3FDB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99/9</w:t>
            </w:r>
          </w:p>
        </w:tc>
      </w:tr>
      <w:tr w:rsidR="001332E6" w:rsidRPr="001332E6" w14:paraId="124C097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A5FF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626.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F3C4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82B3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E920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5077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94</w:t>
            </w:r>
          </w:p>
        </w:tc>
      </w:tr>
      <w:tr w:rsidR="001332E6" w:rsidRPr="001332E6" w14:paraId="60322FC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30A2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627.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8FBF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71A5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AF6E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F516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91</w:t>
            </w:r>
          </w:p>
        </w:tc>
      </w:tr>
      <w:tr w:rsidR="001332E6" w:rsidRPr="001332E6" w14:paraId="3F768A7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F1BC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628.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9E6F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DFEE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99B9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3EE3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67/2</w:t>
            </w:r>
          </w:p>
        </w:tc>
      </w:tr>
      <w:tr w:rsidR="001332E6" w:rsidRPr="001332E6" w14:paraId="1515BAC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A28C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629.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B53A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5F79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7B98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5B5A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99/1</w:t>
            </w:r>
          </w:p>
        </w:tc>
      </w:tr>
      <w:tr w:rsidR="001332E6" w:rsidRPr="001332E6" w14:paraId="4ED7B28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C381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630.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0C09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952F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0E66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5115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88/3</w:t>
            </w:r>
          </w:p>
        </w:tc>
      </w:tr>
      <w:tr w:rsidR="001332E6" w:rsidRPr="001332E6" w14:paraId="6FBDD18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83F5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631.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351E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9446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24CE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D352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97/1</w:t>
            </w:r>
          </w:p>
        </w:tc>
      </w:tr>
      <w:tr w:rsidR="001332E6" w:rsidRPr="001332E6" w14:paraId="617FAE2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CA54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lastRenderedPageBreak/>
              <w:t>632.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E52B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804D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F1F3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E9DF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268/2</w:t>
            </w:r>
          </w:p>
        </w:tc>
      </w:tr>
      <w:tr w:rsidR="001332E6" w:rsidRPr="001332E6" w14:paraId="43CB476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9E82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633.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D4C3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268B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758C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5592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303</w:t>
            </w:r>
          </w:p>
        </w:tc>
      </w:tr>
      <w:tr w:rsidR="001332E6" w:rsidRPr="001332E6" w14:paraId="36374C9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E487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634.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E596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9181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E095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A1AE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83/1</w:t>
            </w:r>
          </w:p>
        </w:tc>
      </w:tr>
      <w:tr w:rsidR="001332E6" w:rsidRPr="001332E6" w14:paraId="160F0A5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1FEB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635.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5A5B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36B9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4933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FB63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98</w:t>
            </w:r>
          </w:p>
        </w:tc>
      </w:tr>
      <w:tr w:rsidR="001332E6" w:rsidRPr="001332E6" w14:paraId="2EEB9FC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B9C3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636.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3EAA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ED7C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79F9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3331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99/7</w:t>
            </w:r>
          </w:p>
        </w:tc>
      </w:tr>
      <w:tr w:rsidR="001332E6" w:rsidRPr="001332E6" w14:paraId="1BD25E2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E0F8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637.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7882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E807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3B96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BE87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88/1</w:t>
            </w:r>
          </w:p>
        </w:tc>
      </w:tr>
      <w:tr w:rsidR="001332E6" w:rsidRPr="001332E6" w14:paraId="4341EDB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38D4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638.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EFD9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2360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FBE0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8F1D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93</w:t>
            </w:r>
          </w:p>
        </w:tc>
      </w:tr>
      <w:tr w:rsidR="001332E6" w:rsidRPr="001332E6" w14:paraId="3B80009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A4D7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639.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9C37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C76C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5CC9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6B95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82/1</w:t>
            </w:r>
          </w:p>
        </w:tc>
      </w:tr>
      <w:tr w:rsidR="001332E6" w:rsidRPr="001332E6" w14:paraId="1D0BF46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3621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640.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7FAC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BA07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8EEA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806D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</w:t>
            </w:r>
          </w:p>
        </w:tc>
      </w:tr>
      <w:tr w:rsidR="001332E6" w:rsidRPr="001332E6" w14:paraId="7516AB0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AC12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641.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1749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wejherowski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2F3A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Szemud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A91A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Będargowo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3A0A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96</w:t>
            </w:r>
          </w:p>
        </w:tc>
      </w:tr>
      <w:tr w:rsidR="001332E6" w:rsidRPr="001332E6" w14:paraId="589B188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B807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642.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BF7C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D36A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69FB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9799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235</w:t>
            </w:r>
          </w:p>
        </w:tc>
      </w:tr>
      <w:tr w:rsidR="001332E6" w:rsidRPr="001332E6" w14:paraId="62C1ACB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80DF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643.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C954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852E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1875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2E90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64</w:t>
            </w:r>
          </w:p>
        </w:tc>
      </w:tr>
      <w:tr w:rsidR="001332E6" w:rsidRPr="001332E6" w14:paraId="7F1859A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B00A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644.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403C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169E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83B0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E38D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104</w:t>
            </w:r>
          </w:p>
        </w:tc>
      </w:tr>
      <w:tr w:rsidR="001332E6" w:rsidRPr="001332E6" w14:paraId="0CDBE64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3BCD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645.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19E3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E75D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BDA9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D240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</w:t>
            </w:r>
          </w:p>
        </w:tc>
      </w:tr>
      <w:tr w:rsidR="001332E6" w:rsidRPr="001332E6" w14:paraId="7F3B429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EF5E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646.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DA32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7B93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A8FA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718B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82/3</w:t>
            </w:r>
          </w:p>
        </w:tc>
      </w:tr>
      <w:tr w:rsidR="001332E6" w:rsidRPr="001332E6" w14:paraId="788012B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7C56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647.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D9D3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5572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CEC3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E3E7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86</w:t>
            </w:r>
          </w:p>
        </w:tc>
      </w:tr>
      <w:tr w:rsidR="001332E6" w:rsidRPr="001332E6" w14:paraId="2E833A2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A86B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648.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FEA8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5567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41FF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B8B7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76</w:t>
            </w:r>
          </w:p>
        </w:tc>
      </w:tr>
      <w:tr w:rsidR="001332E6" w:rsidRPr="001332E6" w14:paraId="74EA8AB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B2B7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649.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FFFC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5278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A279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E3CA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37</w:t>
            </w:r>
          </w:p>
        </w:tc>
      </w:tr>
      <w:tr w:rsidR="001332E6" w:rsidRPr="001332E6" w14:paraId="2CC2CB1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9895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650.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5D0A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2638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1B34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74DD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33</w:t>
            </w:r>
          </w:p>
        </w:tc>
      </w:tr>
      <w:tr w:rsidR="001332E6" w:rsidRPr="001332E6" w14:paraId="773945E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4EBF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651.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E5E8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DCA3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3AA6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BEB2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118</w:t>
            </w:r>
          </w:p>
        </w:tc>
      </w:tr>
      <w:tr w:rsidR="001332E6" w:rsidRPr="001332E6" w14:paraId="7D10D87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BB01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652.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F684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F4FD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7D1C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7F9A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31</w:t>
            </w:r>
          </w:p>
        </w:tc>
      </w:tr>
      <w:tr w:rsidR="001332E6" w:rsidRPr="001332E6" w14:paraId="14E0178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CA5B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653.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F4E8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3749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CBAD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9B3B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119</w:t>
            </w:r>
          </w:p>
        </w:tc>
      </w:tr>
      <w:tr w:rsidR="001332E6" w:rsidRPr="001332E6" w14:paraId="3D6F2D0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3315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654.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7E5C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6551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A1DE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91D2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81/2</w:t>
            </w:r>
          </w:p>
        </w:tc>
      </w:tr>
      <w:tr w:rsidR="001332E6" w:rsidRPr="001332E6" w14:paraId="4B97093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FBF5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655.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D076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1283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0E2A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4199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</w:t>
            </w:r>
          </w:p>
        </w:tc>
      </w:tr>
      <w:tr w:rsidR="001332E6" w:rsidRPr="001332E6" w14:paraId="3A877B5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9DF9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656.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2B44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B430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7AD6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408E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75</w:t>
            </w:r>
          </w:p>
        </w:tc>
      </w:tr>
      <w:tr w:rsidR="001332E6" w:rsidRPr="001332E6" w14:paraId="34EFAB3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45DA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657.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9925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7A0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58D7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1204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4/2</w:t>
            </w:r>
          </w:p>
        </w:tc>
      </w:tr>
      <w:tr w:rsidR="001332E6" w:rsidRPr="001332E6" w14:paraId="165F9D7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85E0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658.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B445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8F69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837C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F8C2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66/2</w:t>
            </w:r>
          </w:p>
        </w:tc>
      </w:tr>
      <w:tr w:rsidR="001332E6" w:rsidRPr="001332E6" w14:paraId="4D10B09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9938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659.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DC16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1E6D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165C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B3D0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235</w:t>
            </w:r>
          </w:p>
        </w:tc>
      </w:tr>
      <w:tr w:rsidR="001332E6" w:rsidRPr="001332E6" w14:paraId="735DA58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3B7E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660.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1BB2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4C80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A11E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E8E1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80/2</w:t>
            </w:r>
          </w:p>
        </w:tc>
      </w:tr>
      <w:tr w:rsidR="001332E6" w:rsidRPr="001332E6" w14:paraId="2418C20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3129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661.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D04B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9F25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2A6A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31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28</w:t>
            </w:r>
          </w:p>
        </w:tc>
      </w:tr>
      <w:tr w:rsidR="001332E6" w:rsidRPr="001332E6" w14:paraId="628570C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805D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662.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5FD8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AE7E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F389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A26F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117/4</w:t>
            </w:r>
          </w:p>
        </w:tc>
      </w:tr>
      <w:tr w:rsidR="001332E6" w:rsidRPr="001332E6" w14:paraId="7680305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3573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663.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6585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7B64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8B63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3D99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117/6</w:t>
            </w:r>
          </w:p>
        </w:tc>
      </w:tr>
      <w:tr w:rsidR="001332E6" w:rsidRPr="001332E6" w14:paraId="537EBFB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AED9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664.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A9DD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619F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F294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EFE4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59</w:t>
            </w:r>
          </w:p>
        </w:tc>
      </w:tr>
      <w:tr w:rsidR="001332E6" w:rsidRPr="001332E6" w14:paraId="19E5CAD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CBC7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665.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7394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C87D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5494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83B3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35</w:t>
            </w:r>
          </w:p>
        </w:tc>
      </w:tr>
      <w:tr w:rsidR="001332E6" w:rsidRPr="001332E6" w14:paraId="76ACB18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248D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666.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0E0D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F045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6E5E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DEC3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</w:t>
            </w:r>
          </w:p>
        </w:tc>
      </w:tr>
      <w:tr w:rsidR="001332E6" w:rsidRPr="001332E6" w14:paraId="6E4C180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3924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667.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FD94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0568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81E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4EED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117/10</w:t>
            </w:r>
          </w:p>
        </w:tc>
      </w:tr>
      <w:tr w:rsidR="001332E6" w:rsidRPr="001332E6" w14:paraId="5F2E7F8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2C7E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668.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B5FB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3493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BBD9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5D73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34/2</w:t>
            </w:r>
          </w:p>
        </w:tc>
      </w:tr>
      <w:tr w:rsidR="001332E6" w:rsidRPr="001332E6" w14:paraId="12BB3CE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FEF8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669.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50DC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F195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BC3F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AD99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3/2</w:t>
            </w:r>
          </w:p>
        </w:tc>
      </w:tr>
      <w:tr w:rsidR="001332E6" w:rsidRPr="001332E6" w14:paraId="4ADFD9A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CD7E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670.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31B7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1BC0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77F4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9E69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36</w:t>
            </w:r>
          </w:p>
        </w:tc>
      </w:tr>
      <w:tr w:rsidR="001332E6" w:rsidRPr="001332E6" w14:paraId="705720A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D378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671.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9074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9B7B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B24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6988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67</w:t>
            </w:r>
          </w:p>
        </w:tc>
      </w:tr>
      <w:tr w:rsidR="001332E6" w:rsidRPr="001332E6" w14:paraId="7F335EC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B9E4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672.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4B35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0A90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179F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1AFD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38/2</w:t>
            </w:r>
          </w:p>
        </w:tc>
      </w:tr>
      <w:tr w:rsidR="001332E6" w:rsidRPr="001332E6" w14:paraId="12929C2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922A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673.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28F5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3065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7989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6AAC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39</w:t>
            </w:r>
          </w:p>
        </w:tc>
      </w:tr>
      <w:tr w:rsidR="001332E6" w:rsidRPr="001332E6" w14:paraId="790A486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CD09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674.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C186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24EC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4730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D5B0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117/3</w:t>
            </w:r>
          </w:p>
        </w:tc>
      </w:tr>
      <w:tr w:rsidR="001332E6" w:rsidRPr="001332E6" w14:paraId="48B3CC7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872F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675.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FDFD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A76E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10A7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C0D3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77</w:t>
            </w:r>
          </w:p>
        </w:tc>
      </w:tr>
      <w:tr w:rsidR="001332E6" w:rsidRPr="001332E6" w14:paraId="517663A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8217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676.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88E1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033F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57CB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F56E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27</w:t>
            </w:r>
          </w:p>
        </w:tc>
      </w:tr>
      <w:tr w:rsidR="001332E6" w:rsidRPr="001332E6" w14:paraId="30EB8EB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A58F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677.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4886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27F0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F5F8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04B7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29</w:t>
            </w:r>
          </w:p>
        </w:tc>
      </w:tr>
      <w:tr w:rsidR="001332E6" w:rsidRPr="001332E6" w14:paraId="3242E93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DBEF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678.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4F3F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EF39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4951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78E8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62</w:t>
            </w:r>
          </w:p>
        </w:tc>
      </w:tr>
      <w:tr w:rsidR="001332E6" w:rsidRPr="001332E6" w14:paraId="1A28091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8E01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679.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52F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045D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5065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1871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78</w:t>
            </w:r>
          </w:p>
        </w:tc>
      </w:tr>
      <w:tr w:rsidR="001332E6" w:rsidRPr="001332E6" w14:paraId="2B200B3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2B19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3EB0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D8C4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BFE0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D11C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117/2</w:t>
            </w:r>
          </w:p>
        </w:tc>
      </w:tr>
      <w:tr w:rsidR="001332E6" w:rsidRPr="001332E6" w14:paraId="1B9086A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9E8B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lastRenderedPageBreak/>
              <w:t>681.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1516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CBA9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F8C2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05E5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117/7</w:t>
            </w:r>
          </w:p>
        </w:tc>
      </w:tr>
      <w:tr w:rsidR="001332E6" w:rsidRPr="001332E6" w14:paraId="093CD68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A73F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050A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3FDA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6AC5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F243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65</w:t>
            </w:r>
          </w:p>
        </w:tc>
      </w:tr>
      <w:tr w:rsidR="001332E6" w:rsidRPr="001332E6" w14:paraId="438F102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FBC2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1472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4A00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C111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8BCC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91</w:t>
            </w:r>
          </w:p>
        </w:tc>
      </w:tr>
      <w:tr w:rsidR="001332E6" w:rsidRPr="001332E6" w14:paraId="335A3F0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CB88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F407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9355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09DF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9695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117/9</w:t>
            </w:r>
          </w:p>
        </w:tc>
      </w:tr>
      <w:tr w:rsidR="001332E6" w:rsidRPr="001332E6" w14:paraId="520B5B4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12AC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35E2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FBEA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3021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4DCE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209</w:t>
            </w:r>
          </w:p>
        </w:tc>
      </w:tr>
      <w:tr w:rsidR="001332E6" w:rsidRPr="001332E6" w14:paraId="25E1133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899C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0B7A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2FA6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E299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EB20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66/1</w:t>
            </w:r>
          </w:p>
        </w:tc>
      </w:tr>
      <w:tr w:rsidR="001332E6" w:rsidRPr="001332E6" w14:paraId="62814F7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AAF7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A78E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D9F8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E7EF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9EA6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117/1</w:t>
            </w:r>
          </w:p>
        </w:tc>
      </w:tr>
      <w:tr w:rsidR="001332E6" w:rsidRPr="001332E6" w14:paraId="68A1FAB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3A73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18D1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D9A9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095C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DF37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117/8</w:t>
            </w:r>
          </w:p>
        </w:tc>
      </w:tr>
      <w:tr w:rsidR="001332E6" w:rsidRPr="001332E6" w14:paraId="79F3399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C1A3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5B03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6868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39A4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22FD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30</w:t>
            </w:r>
          </w:p>
        </w:tc>
      </w:tr>
      <w:tr w:rsidR="001332E6" w:rsidRPr="001332E6" w14:paraId="2963481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4CC1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690.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75D5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570A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0C76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D885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117/5</w:t>
            </w:r>
          </w:p>
        </w:tc>
      </w:tr>
      <w:tr w:rsidR="001332E6" w:rsidRPr="001332E6" w14:paraId="3EA0EF8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285A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691.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F5BC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1770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114A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2FA8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117/11</w:t>
            </w:r>
          </w:p>
        </w:tc>
      </w:tr>
      <w:tr w:rsidR="001332E6" w:rsidRPr="001332E6" w14:paraId="1AC4A47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2971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692.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A2C6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68BB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9CD1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D78E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252</w:t>
            </w:r>
          </w:p>
        </w:tc>
      </w:tr>
      <w:tr w:rsidR="001332E6" w:rsidRPr="001332E6" w14:paraId="397624C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7367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693.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0372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0FCE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22D8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9CCE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241</w:t>
            </w:r>
          </w:p>
        </w:tc>
      </w:tr>
      <w:tr w:rsidR="001332E6" w:rsidRPr="001332E6" w14:paraId="01FFF75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E2AD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694.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DF1D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485E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0AD0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9D5E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108/1</w:t>
            </w:r>
          </w:p>
        </w:tc>
      </w:tr>
      <w:tr w:rsidR="001332E6" w:rsidRPr="001332E6" w14:paraId="104D408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0276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695.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3BA9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9F11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409E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DB6D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253</w:t>
            </w:r>
          </w:p>
        </w:tc>
      </w:tr>
      <w:tr w:rsidR="001332E6" w:rsidRPr="001332E6" w14:paraId="7567C30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1921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696.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EAA1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0FD1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9499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A277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233</w:t>
            </w:r>
          </w:p>
        </w:tc>
      </w:tr>
      <w:tr w:rsidR="001332E6" w:rsidRPr="001332E6" w14:paraId="12FF638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217D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697.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8AE5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49A9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B770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2687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85</w:t>
            </w:r>
          </w:p>
        </w:tc>
      </w:tr>
      <w:tr w:rsidR="001332E6" w:rsidRPr="001332E6" w14:paraId="5796307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AA70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698.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7C2F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E5EE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ADAF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Głusino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E3D6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3/1</w:t>
            </w:r>
          </w:p>
        </w:tc>
      </w:tr>
      <w:tr w:rsidR="001332E6" w:rsidRPr="001332E6" w14:paraId="4B32053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E513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699.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DD0B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F4D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D7E9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EC7C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292/2</w:t>
            </w:r>
          </w:p>
        </w:tc>
      </w:tr>
      <w:tr w:rsidR="001332E6" w:rsidRPr="001332E6" w14:paraId="2EC10C3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F568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700.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8448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9B8B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F73B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6C7F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177/4</w:t>
            </w:r>
          </w:p>
        </w:tc>
      </w:tr>
      <w:tr w:rsidR="001332E6" w:rsidRPr="001332E6" w14:paraId="54FD145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E858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701.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4727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724F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17E8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0E63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255</w:t>
            </w:r>
          </w:p>
        </w:tc>
      </w:tr>
      <w:tr w:rsidR="001332E6" w:rsidRPr="001332E6" w14:paraId="65E2FD9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21C3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702.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0E57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0A3C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8126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72F6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286</w:t>
            </w:r>
          </w:p>
        </w:tc>
      </w:tr>
      <w:tr w:rsidR="001332E6" w:rsidRPr="001332E6" w14:paraId="33D9427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6EB3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703.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A454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11D7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3780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0960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279/18</w:t>
            </w:r>
          </w:p>
        </w:tc>
      </w:tr>
      <w:tr w:rsidR="001332E6" w:rsidRPr="001332E6" w14:paraId="58B21F7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7D5F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704.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7BBB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A5A8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F426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3828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167/5</w:t>
            </w:r>
          </w:p>
        </w:tc>
      </w:tr>
      <w:tr w:rsidR="001332E6" w:rsidRPr="001332E6" w14:paraId="53EA94C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F316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705.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7870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3D10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6463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09BE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175/1</w:t>
            </w:r>
          </w:p>
        </w:tc>
      </w:tr>
      <w:tr w:rsidR="001332E6" w:rsidRPr="001332E6" w14:paraId="2F66ED9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BAE8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706.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2548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13AF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129F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3E72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224/6</w:t>
            </w:r>
          </w:p>
        </w:tc>
      </w:tr>
      <w:tr w:rsidR="001332E6" w:rsidRPr="001332E6" w14:paraId="21CBD3D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5F62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707.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0FB6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971F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5D88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FF3E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544/2</w:t>
            </w:r>
          </w:p>
        </w:tc>
      </w:tr>
      <w:tr w:rsidR="001332E6" w:rsidRPr="001332E6" w14:paraId="365E6B4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B5F9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708.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EE4F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2D20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FA7B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1DD2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279/14</w:t>
            </w:r>
          </w:p>
        </w:tc>
      </w:tr>
      <w:tr w:rsidR="001332E6" w:rsidRPr="001332E6" w14:paraId="1021CEF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54BA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709.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4BBA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0026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8481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25B3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268/1</w:t>
            </w:r>
          </w:p>
        </w:tc>
      </w:tr>
      <w:tr w:rsidR="001332E6" w:rsidRPr="001332E6" w14:paraId="35E281C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DBFB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710.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064C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656C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C8E4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BF0D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211/11</w:t>
            </w:r>
          </w:p>
        </w:tc>
      </w:tr>
      <w:tr w:rsidR="001332E6" w:rsidRPr="001332E6" w14:paraId="66B0369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89E4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711.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E045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8FD3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79DD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03AE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176/1</w:t>
            </w:r>
          </w:p>
        </w:tc>
      </w:tr>
      <w:tr w:rsidR="001332E6" w:rsidRPr="001332E6" w14:paraId="16EFA84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AF8B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712.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3D90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9878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149C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7CA7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279/17</w:t>
            </w:r>
          </w:p>
        </w:tc>
      </w:tr>
      <w:tr w:rsidR="001332E6" w:rsidRPr="001332E6" w14:paraId="5568072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76C3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713.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FF55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4DA2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14A0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1DC2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279/6</w:t>
            </w:r>
          </w:p>
        </w:tc>
      </w:tr>
      <w:tr w:rsidR="001332E6" w:rsidRPr="001332E6" w14:paraId="6D162F2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66EF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714.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B6B0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66E1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B6F0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F629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278/9</w:t>
            </w:r>
          </w:p>
        </w:tc>
      </w:tr>
      <w:tr w:rsidR="001332E6" w:rsidRPr="001332E6" w14:paraId="1A837B8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B74B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715.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83A1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A2A8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E352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67F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256</w:t>
            </w:r>
          </w:p>
        </w:tc>
      </w:tr>
      <w:tr w:rsidR="001332E6" w:rsidRPr="001332E6" w14:paraId="6894278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682C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716.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3972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AC05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15ED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F148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210/4</w:t>
            </w:r>
          </w:p>
        </w:tc>
      </w:tr>
      <w:tr w:rsidR="001332E6" w:rsidRPr="001332E6" w14:paraId="3DF3543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D831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717.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AFEC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C973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3110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1C5F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174/3</w:t>
            </w:r>
          </w:p>
        </w:tc>
      </w:tr>
      <w:tr w:rsidR="001332E6" w:rsidRPr="001332E6" w14:paraId="02F90E6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3900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718.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8937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EF86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D5B8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CC2C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237</w:t>
            </w:r>
          </w:p>
        </w:tc>
      </w:tr>
      <w:tr w:rsidR="001332E6" w:rsidRPr="001332E6" w14:paraId="58A27EB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9810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719.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7783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C50F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BE6C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15DA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178/1</w:t>
            </w:r>
          </w:p>
        </w:tc>
      </w:tr>
      <w:tr w:rsidR="001332E6" w:rsidRPr="001332E6" w14:paraId="25493E2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45BB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720.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06E6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7378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95FE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FF28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231</w:t>
            </w:r>
          </w:p>
        </w:tc>
      </w:tr>
      <w:tr w:rsidR="001332E6" w:rsidRPr="001332E6" w14:paraId="72BEDE7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22EB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721.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7066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EB60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90A7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4849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212/4</w:t>
            </w:r>
          </w:p>
        </w:tc>
      </w:tr>
      <w:tr w:rsidR="001332E6" w:rsidRPr="001332E6" w14:paraId="5953EB7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90D7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722.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560E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4126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2DCF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50BD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211/9</w:t>
            </w:r>
          </w:p>
        </w:tc>
      </w:tr>
      <w:tr w:rsidR="001332E6" w:rsidRPr="001332E6" w14:paraId="740002A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DA64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723.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FB38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7FAF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2DDC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2AFD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177/1</w:t>
            </w:r>
          </w:p>
        </w:tc>
      </w:tr>
      <w:tr w:rsidR="001332E6" w:rsidRPr="001332E6" w14:paraId="2E12D53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281B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724.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6C9B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4ED2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A1D0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849C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254/2</w:t>
            </w:r>
          </w:p>
        </w:tc>
      </w:tr>
      <w:tr w:rsidR="001332E6" w:rsidRPr="001332E6" w14:paraId="6419F7F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9B5B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725.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CB2B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1587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BD7C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19B2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235</w:t>
            </w:r>
          </w:p>
        </w:tc>
      </w:tr>
      <w:tr w:rsidR="001332E6" w:rsidRPr="001332E6" w14:paraId="046FAE9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9AB0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726.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3C4A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CE81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23A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2BC5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211/12</w:t>
            </w:r>
          </w:p>
        </w:tc>
      </w:tr>
      <w:tr w:rsidR="001332E6" w:rsidRPr="001332E6" w14:paraId="4C2340B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8D88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727.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7837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A5C1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AE61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A127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245</w:t>
            </w:r>
          </w:p>
        </w:tc>
      </w:tr>
      <w:tr w:rsidR="001332E6" w:rsidRPr="001332E6" w14:paraId="33D3850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66C0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728.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AD6D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15DB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4D3F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4F4E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177/3</w:t>
            </w:r>
          </w:p>
        </w:tc>
      </w:tr>
      <w:tr w:rsidR="001332E6" w:rsidRPr="001332E6" w14:paraId="3ECB276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2375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729.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2562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0FE6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D5BA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247D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287</w:t>
            </w:r>
          </w:p>
        </w:tc>
      </w:tr>
      <w:tr w:rsidR="001332E6" w:rsidRPr="001332E6" w14:paraId="2973556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4410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lastRenderedPageBreak/>
              <w:t>730.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FD83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605E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C4B0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8020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211/10</w:t>
            </w:r>
          </w:p>
        </w:tc>
      </w:tr>
      <w:tr w:rsidR="001332E6" w:rsidRPr="001332E6" w14:paraId="5913C6F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068D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731.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22BA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1D76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1383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5D5B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238</w:t>
            </w:r>
          </w:p>
        </w:tc>
      </w:tr>
      <w:tr w:rsidR="001332E6" w:rsidRPr="001332E6" w14:paraId="73B4B0C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589A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732.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F099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0911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C17D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C960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232</w:t>
            </w:r>
          </w:p>
        </w:tc>
      </w:tr>
      <w:tr w:rsidR="001332E6" w:rsidRPr="001332E6" w14:paraId="402BD20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FD15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733.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FA07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B102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780B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27AB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236</w:t>
            </w:r>
          </w:p>
        </w:tc>
      </w:tr>
      <w:tr w:rsidR="001332E6" w:rsidRPr="001332E6" w14:paraId="2D92ED7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5D61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734.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4533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8DA1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47DC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A13B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254/1</w:t>
            </w:r>
          </w:p>
        </w:tc>
      </w:tr>
      <w:tr w:rsidR="001332E6" w:rsidRPr="001332E6" w14:paraId="458E74F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D62B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735.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1214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6AB7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D963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820C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240</w:t>
            </w:r>
          </w:p>
        </w:tc>
      </w:tr>
      <w:tr w:rsidR="001332E6" w:rsidRPr="001332E6" w14:paraId="416B2BB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A1F8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736.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8DBF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C06C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CA49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1D87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229</w:t>
            </w:r>
          </w:p>
        </w:tc>
      </w:tr>
      <w:tr w:rsidR="001332E6" w:rsidRPr="001332E6" w14:paraId="1A48D27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A0D4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737.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C8DA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2006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5472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6982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228</w:t>
            </w:r>
          </w:p>
        </w:tc>
      </w:tr>
      <w:tr w:rsidR="001332E6" w:rsidRPr="001332E6" w14:paraId="3EC6F18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DCF3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738.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3DB4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032B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5B2D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A32A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230</w:t>
            </w:r>
          </w:p>
        </w:tc>
      </w:tr>
      <w:tr w:rsidR="001332E6" w:rsidRPr="001332E6" w14:paraId="0623CB2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C002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739.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003D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0E14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EDF7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EE7E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250</w:t>
            </w:r>
          </w:p>
        </w:tc>
      </w:tr>
      <w:tr w:rsidR="001332E6" w:rsidRPr="001332E6" w14:paraId="2838E45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4AA0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740.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A82E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C23D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7E61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2EB4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225/1</w:t>
            </w:r>
          </w:p>
        </w:tc>
      </w:tr>
      <w:tr w:rsidR="001332E6" w:rsidRPr="001332E6" w14:paraId="0A2783F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D173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741.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FFCD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25FA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C43F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81A5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234</w:t>
            </w:r>
          </w:p>
        </w:tc>
      </w:tr>
      <w:tr w:rsidR="001332E6" w:rsidRPr="001332E6" w14:paraId="6CA7204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ED7C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742.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8AB7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784C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C5EE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2147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507</w:t>
            </w:r>
          </w:p>
        </w:tc>
      </w:tr>
      <w:tr w:rsidR="001332E6" w:rsidRPr="001332E6" w14:paraId="71AFC9E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ED70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743.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B21A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6A07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5DF4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4550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239</w:t>
            </w:r>
          </w:p>
        </w:tc>
      </w:tr>
      <w:tr w:rsidR="001332E6" w:rsidRPr="001332E6" w14:paraId="1D094FA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0CE1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744.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F7D9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28C2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6D2A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D77C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544/1</w:t>
            </w:r>
          </w:p>
        </w:tc>
      </w:tr>
      <w:tr w:rsidR="001332E6" w:rsidRPr="001332E6" w14:paraId="2D06D7D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1C0C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745.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CE5C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82DE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5E79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32CB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167/4</w:t>
            </w:r>
          </w:p>
        </w:tc>
      </w:tr>
      <w:tr w:rsidR="001332E6" w:rsidRPr="001332E6" w14:paraId="11D686C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36D3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746.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262A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E671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4FA4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330D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285/2</w:t>
            </w:r>
          </w:p>
        </w:tc>
      </w:tr>
      <w:tr w:rsidR="001332E6" w:rsidRPr="001332E6" w14:paraId="61BCD2F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D106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747.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B1B4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2674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2067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F932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167/2</w:t>
            </w:r>
          </w:p>
        </w:tc>
      </w:tr>
      <w:tr w:rsidR="001332E6" w:rsidRPr="001332E6" w14:paraId="68DC490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58C5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748.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4E9A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55B0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2ED5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7365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226</w:t>
            </w:r>
          </w:p>
        </w:tc>
      </w:tr>
      <w:tr w:rsidR="001332E6" w:rsidRPr="001332E6" w14:paraId="22BED7D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A457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749.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7E1B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AEA2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55DE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0B72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174/1</w:t>
            </w:r>
          </w:p>
        </w:tc>
      </w:tr>
      <w:tr w:rsidR="001332E6" w:rsidRPr="001332E6" w14:paraId="37F09DD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A2A7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750.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B0FC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8761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750C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2EF3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291</w:t>
            </w:r>
          </w:p>
        </w:tc>
      </w:tr>
      <w:tr w:rsidR="001332E6" w:rsidRPr="001332E6" w14:paraId="00CAC7C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3770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751.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9228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F561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756A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4F0E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292/1</w:t>
            </w:r>
          </w:p>
        </w:tc>
      </w:tr>
      <w:tr w:rsidR="001332E6" w:rsidRPr="001332E6" w14:paraId="5D80354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DF7E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752.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D1D8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1E48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838C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7E7B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211/4</w:t>
            </w:r>
          </w:p>
        </w:tc>
      </w:tr>
      <w:tr w:rsidR="001332E6" w:rsidRPr="001332E6" w14:paraId="607071A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81B8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753.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4581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3581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77B5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3A4A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224/2</w:t>
            </w:r>
          </w:p>
        </w:tc>
      </w:tr>
      <w:tr w:rsidR="001332E6" w:rsidRPr="001332E6" w14:paraId="4FED831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535D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754.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E491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72A6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3C2D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55AE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211/5</w:t>
            </w:r>
          </w:p>
        </w:tc>
      </w:tr>
      <w:tr w:rsidR="001332E6" w:rsidRPr="001332E6" w14:paraId="0E52747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A2EF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755.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99DD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A0E1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B43E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Staniszewo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99E1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172</w:t>
            </w:r>
          </w:p>
        </w:tc>
      </w:tr>
      <w:tr w:rsidR="001332E6" w:rsidRPr="001332E6" w14:paraId="03DE8FD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A646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756.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A8A3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59F7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4AF7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C4A6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49</w:t>
            </w:r>
          </w:p>
        </w:tc>
      </w:tr>
      <w:tr w:rsidR="001332E6" w:rsidRPr="001332E6" w14:paraId="4AF1215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1A0E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757.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55C7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8DF5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D5A4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D6D2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53</w:t>
            </w:r>
          </w:p>
        </w:tc>
      </w:tr>
      <w:tr w:rsidR="001332E6" w:rsidRPr="001332E6" w14:paraId="11B3E87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9256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758.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BD01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B7BC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8E86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7653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131/2</w:t>
            </w:r>
          </w:p>
        </w:tc>
      </w:tr>
      <w:tr w:rsidR="001332E6" w:rsidRPr="001332E6" w14:paraId="12BAD5B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A217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759.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3360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F22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71B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B6D3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48</w:t>
            </w:r>
          </w:p>
        </w:tc>
      </w:tr>
      <w:tr w:rsidR="001332E6" w:rsidRPr="001332E6" w14:paraId="7A4BD4B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5A06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760.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8525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C685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ABD8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68C2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56/4</w:t>
            </w:r>
          </w:p>
        </w:tc>
      </w:tr>
      <w:tr w:rsidR="001332E6" w:rsidRPr="001332E6" w14:paraId="4965C6F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D3A5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761.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2FF6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C10C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D0C7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33CF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52</w:t>
            </w:r>
          </w:p>
        </w:tc>
      </w:tr>
      <w:tr w:rsidR="001332E6" w:rsidRPr="001332E6" w14:paraId="4E15A08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F9EC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762.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BA52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B364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E710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3DF9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118/6</w:t>
            </w:r>
          </w:p>
        </w:tc>
      </w:tr>
      <w:tr w:rsidR="001332E6" w:rsidRPr="001332E6" w14:paraId="7837F67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C8B3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763.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4FEC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F6E5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9BD9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B924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60/4</w:t>
            </w:r>
          </w:p>
        </w:tc>
      </w:tr>
      <w:tr w:rsidR="001332E6" w:rsidRPr="001332E6" w14:paraId="321FEE5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6844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764.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C697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5AD8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EE49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458D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113</w:t>
            </w:r>
          </w:p>
        </w:tc>
      </w:tr>
      <w:tr w:rsidR="001332E6" w:rsidRPr="001332E6" w14:paraId="260E984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7641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765.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769B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FADD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D879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8A92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142</w:t>
            </w:r>
          </w:p>
        </w:tc>
      </w:tr>
      <w:tr w:rsidR="001332E6" w:rsidRPr="001332E6" w14:paraId="3CC1B1E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3FA5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766.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69CD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BAC6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21CD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98F7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116</w:t>
            </w:r>
          </w:p>
        </w:tc>
      </w:tr>
      <w:tr w:rsidR="001332E6" w:rsidRPr="001332E6" w14:paraId="034402D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1E31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767.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11DA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C64A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EC06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7DF7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140</w:t>
            </w:r>
          </w:p>
        </w:tc>
      </w:tr>
      <w:tr w:rsidR="001332E6" w:rsidRPr="001332E6" w14:paraId="0F7D90F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CBCB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768.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028B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812B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1A19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1B5F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51</w:t>
            </w:r>
          </w:p>
        </w:tc>
      </w:tr>
      <w:tr w:rsidR="001332E6" w:rsidRPr="001332E6" w14:paraId="6C3C78C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FAA0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769.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A94E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F2AE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D903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3A0C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110/2</w:t>
            </w:r>
          </w:p>
        </w:tc>
      </w:tr>
      <w:tr w:rsidR="001332E6" w:rsidRPr="001332E6" w14:paraId="02F815B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1DC2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770.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6D19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3E53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CB0B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4387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175/3</w:t>
            </w:r>
          </w:p>
        </w:tc>
      </w:tr>
      <w:tr w:rsidR="001332E6" w:rsidRPr="001332E6" w14:paraId="246C99A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5BC2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771.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050F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E8C3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6A5B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055E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60/7</w:t>
            </w:r>
          </w:p>
        </w:tc>
      </w:tr>
      <w:tr w:rsidR="001332E6" w:rsidRPr="001332E6" w14:paraId="26C598A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FE41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772.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E8F0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150B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2422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11C4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143</w:t>
            </w:r>
          </w:p>
        </w:tc>
      </w:tr>
      <w:tr w:rsidR="001332E6" w:rsidRPr="001332E6" w14:paraId="17ECC66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EB4A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773.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5776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1C91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C2CB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BDBD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119</w:t>
            </w:r>
          </w:p>
        </w:tc>
      </w:tr>
      <w:tr w:rsidR="001332E6" w:rsidRPr="001332E6" w14:paraId="1714DD5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34ED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774.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401D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690D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00AE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F4EF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47</w:t>
            </w:r>
          </w:p>
        </w:tc>
      </w:tr>
      <w:tr w:rsidR="001332E6" w:rsidRPr="001332E6" w14:paraId="6759BFB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BAE9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775.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4BC5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AB41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AD52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119D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134</w:t>
            </w:r>
          </w:p>
        </w:tc>
      </w:tr>
      <w:tr w:rsidR="001332E6" w:rsidRPr="001332E6" w14:paraId="192CF0D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CFBE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776.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831F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0DBC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BD9A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9A14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132/3</w:t>
            </w:r>
          </w:p>
        </w:tc>
      </w:tr>
      <w:tr w:rsidR="001332E6" w:rsidRPr="001332E6" w14:paraId="06052DF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F5B7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777.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4C06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5A65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BA55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38C2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24/1</w:t>
            </w:r>
          </w:p>
        </w:tc>
      </w:tr>
      <w:tr w:rsidR="001332E6" w:rsidRPr="001332E6" w14:paraId="4DEDA99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1C04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778.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AB16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3CFB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53A4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A536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55/1</w:t>
            </w:r>
          </w:p>
        </w:tc>
      </w:tr>
      <w:tr w:rsidR="001332E6" w:rsidRPr="001332E6" w14:paraId="5DB9C53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11C7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lastRenderedPageBreak/>
              <w:t>779.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EDE8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C735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2435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F812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112/1</w:t>
            </w:r>
          </w:p>
        </w:tc>
      </w:tr>
      <w:tr w:rsidR="001332E6" w:rsidRPr="001332E6" w14:paraId="1AC9C54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00DD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780.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F23A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6B86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BE90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7AD8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111/1</w:t>
            </w:r>
          </w:p>
        </w:tc>
      </w:tr>
      <w:tr w:rsidR="001332E6" w:rsidRPr="001332E6" w14:paraId="7B2DDF6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2F4F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781.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C60F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127F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7241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F8B3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139/1</w:t>
            </w:r>
          </w:p>
        </w:tc>
      </w:tr>
      <w:tr w:rsidR="001332E6" w:rsidRPr="001332E6" w14:paraId="426F733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F70D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782.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9CC6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2E6B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9613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3E61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148/4</w:t>
            </w:r>
          </w:p>
        </w:tc>
      </w:tr>
      <w:tr w:rsidR="001332E6" w:rsidRPr="001332E6" w14:paraId="316DB28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339C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783.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B6CD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C4CA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4770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65C3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58</w:t>
            </w:r>
          </w:p>
        </w:tc>
      </w:tr>
      <w:tr w:rsidR="001332E6" w:rsidRPr="001332E6" w14:paraId="5E18F7C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6D67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784.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F2D0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F91E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C35E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C147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125</w:t>
            </w:r>
          </w:p>
        </w:tc>
      </w:tr>
      <w:tr w:rsidR="001332E6" w:rsidRPr="001332E6" w14:paraId="07A8EEE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5BCF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785.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F5AB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842F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D32A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D0A8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57/8</w:t>
            </w:r>
          </w:p>
        </w:tc>
      </w:tr>
      <w:tr w:rsidR="001332E6" w:rsidRPr="001332E6" w14:paraId="3410281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1C6F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786.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A002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430D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2275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CAEF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54</w:t>
            </w:r>
          </w:p>
        </w:tc>
      </w:tr>
      <w:tr w:rsidR="001332E6" w:rsidRPr="001332E6" w14:paraId="0F140C7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E102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787.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FA62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6004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69DE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3B00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126/1</w:t>
            </w:r>
          </w:p>
        </w:tc>
      </w:tr>
      <w:tr w:rsidR="001332E6" w:rsidRPr="001332E6" w14:paraId="5482B78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E7BC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788.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07A7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7A90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D7F4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80CE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60/6</w:t>
            </w:r>
          </w:p>
        </w:tc>
      </w:tr>
      <w:tr w:rsidR="001332E6" w:rsidRPr="001332E6" w14:paraId="745DB65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895A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789.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31EE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59D4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03F8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3075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45</w:t>
            </w:r>
          </w:p>
        </w:tc>
      </w:tr>
      <w:tr w:rsidR="001332E6" w:rsidRPr="001332E6" w14:paraId="46FBB46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A60E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790.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5859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1F63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FCDC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6732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121/2</w:t>
            </w:r>
          </w:p>
        </w:tc>
      </w:tr>
      <w:tr w:rsidR="001332E6" w:rsidRPr="001332E6" w14:paraId="1E27C40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466C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791.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6A85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5149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35F1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3A96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110/3</w:t>
            </w:r>
          </w:p>
        </w:tc>
      </w:tr>
      <w:tr w:rsidR="001332E6" w:rsidRPr="001332E6" w14:paraId="70F4294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7AC3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792.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7716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5928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3C57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A964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120</w:t>
            </w:r>
          </w:p>
        </w:tc>
      </w:tr>
      <w:tr w:rsidR="001332E6" w:rsidRPr="001332E6" w14:paraId="1645105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FD8C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793.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BA08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B611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9AD9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45C4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147</w:t>
            </w:r>
          </w:p>
        </w:tc>
      </w:tr>
      <w:tr w:rsidR="001332E6" w:rsidRPr="001332E6" w14:paraId="6711E91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1DAA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794.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E708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054B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FEB7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92A8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21/1</w:t>
            </w:r>
          </w:p>
        </w:tc>
      </w:tr>
      <w:tr w:rsidR="001332E6" w:rsidRPr="001332E6" w14:paraId="11AA91A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7117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795.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59F0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1B99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A841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B42B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141</w:t>
            </w:r>
          </w:p>
        </w:tc>
      </w:tr>
      <w:tr w:rsidR="001332E6" w:rsidRPr="001332E6" w14:paraId="1677484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2E8E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796.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E682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D448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BC68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B820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22</w:t>
            </w:r>
          </w:p>
        </w:tc>
      </w:tr>
      <w:tr w:rsidR="001332E6" w:rsidRPr="001332E6" w14:paraId="3E95CE7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D163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797.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B672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0E4D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6C87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5735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146</w:t>
            </w:r>
          </w:p>
        </w:tc>
      </w:tr>
      <w:tr w:rsidR="001332E6" w:rsidRPr="001332E6" w14:paraId="024487E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E24C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798.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61B6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5CC8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3506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0233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118/1</w:t>
            </w:r>
          </w:p>
        </w:tc>
      </w:tr>
      <w:tr w:rsidR="001332E6" w:rsidRPr="001332E6" w14:paraId="4651068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E208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799.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2A7B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8418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717D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B2CC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28/1</w:t>
            </w:r>
          </w:p>
        </w:tc>
      </w:tr>
      <w:tr w:rsidR="001332E6" w:rsidRPr="001332E6" w14:paraId="57078C3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3A92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800.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C332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322A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639F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9860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44</w:t>
            </w:r>
          </w:p>
        </w:tc>
      </w:tr>
      <w:tr w:rsidR="001332E6" w:rsidRPr="001332E6" w14:paraId="097D9EB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AF35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801.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751B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78B6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C2D8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CAED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118/5</w:t>
            </w:r>
          </w:p>
        </w:tc>
      </w:tr>
      <w:tr w:rsidR="001332E6" w:rsidRPr="001332E6" w14:paraId="63FAB19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FB0E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802.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315A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302F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64A6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1F90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33</w:t>
            </w:r>
          </w:p>
        </w:tc>
      </w:tr>
      <w:tr w:rsidR="001332E6" w:rsidRPr="001332E6" w14:paraId="45DBB6D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BF55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803.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F5A9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2A90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BFD9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B4CB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56/2</w:t>
            </w:r>
          </w:p>
        </w:tc>
      </w:tr>
      <w:tr w:rsidR="001332E6" w:rsidRPr="001332E6" w14:paraId="4490784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146B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804.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1DB2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2364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7F41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CE59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148/2</w:t>
            </w:r>
          </w:p>
        </w:tc>
      </w:tr>
      <w:tr w:rsidR="001332E6" w:rsidRPr="001332E6" w14:paraId="6BB9C59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3B62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805.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EE48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124D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04A1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72E5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175/2</w:t>
            </w:r>
          </w:p>
        </w:tc>
      </w:tr>
      <w:tr w:rsidR="001332E6" w:rsidRPr="001332E6" w14:paraId="433896B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D8FE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806.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6D30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BB22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D610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Stara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EFBA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60/2</w:t>
            </w:r>
          </w:p>
        </w:tc>
      </w:tr>
      <w:tr w:rsidR="001332E6" w:rsidRPr="001332E6" w14:paraId="2A71ED0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B105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807.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FEC3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5125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DFEF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Nowa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AC4F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177</w:t>
            </w:r>
          </w:p>
        </w:tc>
      </w:tr>
      <w:tr w:rsidR="001332E6" w:rsidRPr="001332E6" w14:paraId="4F0A54B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FD89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808.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54D5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58BE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5E43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Nowa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0885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124</w:t>
            </w:r>
          </w:p>
        </w:tc>
      </w:tr>
      <w:tr w:rsidR="001332E6" w:rsidRPr="001332E6" w14:paraId="618849C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06FF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809.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3D96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9191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56AA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Nowa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9E2A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171</w:t>
            </w:r>
          </w:p>
        </w:tc>
      </w:tr>
      <w:tr w:rsidR="001332E6" w:rsidRPr="001332E6" w14:paraId="0F10729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22FF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810.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772D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EA1D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2896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Nowa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CCF1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167</w:t>
            </w:r>
          </w:p>
        </w:tc>
      </w:tr>
      <w:tr w:rsidR="001332E6" w:rsidRPr="001332E6" w14:paraId="2B442A6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8627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811.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6731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AA0A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242A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Nowa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47AB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175/4</w:t>
            </w:r>
          </w:p>
        </w:tc>
      </w:tr>
      <w:tr w:rsidR="001332E6" w:rsidRPr="001332E6" w14:paraId="5292062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B712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812.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1E1A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AABE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13D1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Nowa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09CF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192/1</w:t>
            </w:r>
          </w:p>
        </w:tc>
      </w:tr>
      <w:tr w:rsidR="001332E6" w:rsidRPr="001332E6" w14:paraId="5096889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29A8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813.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FD64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C77C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CBFA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Nowa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21F4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211/1</w:t>
            </w:r>
          </w:p>
        </w:tc>
      </w:tr>
      <w:tr w:rsidR="001332E6" w:rsidRPr="001332E6" w14:paraId="5AFE477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2B95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814.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CDFB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FA0F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FC92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Nowa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49C5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176</w:t>
            </w:r>
          </w:p>
        </w:tc>
      </w:tr>
      <w:tr w:rsidR="001332E6" w:rsidRPr="001332E6" w14:paraId="3A49922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7765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815.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4D67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405F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5CF2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Nowa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95BF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187/1</w:t>
            </w:r>
          </w:p>
        </w:tc>
      </w:tr>
      <w:tr w:rsidR="001332E6" w:rsidRPr="001332E6" w14:paraId="5E45DF1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7EAC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816.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7D37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8C5B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5C18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Nowa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DBC1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123</w:t>
            </w:r>
          </w:p>
        </w:tc>
      </w:tr>
      <w:tr w:rsidR="001332E6" w:rsidRPr="001332E6" w14:paraId="28EF973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BCD7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817.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742B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6A46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D889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Nowa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DD0C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172/2</w:t>
            </w:r>
          </w:p>
        </w:tc>
      </w:tr>
      <w:tr w:rsidR="001332E6" w:rsidRPr="001332E6" w14:paraId="3AF2F02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A18D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818.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7B87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D58B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1656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Nowa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D1DF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184/1</w:t>
            </w:r>
          </w:p>
        </w:tc>
      </w:tr>
      <w:tr w:rsidR="001332E6" w:rsidRPr="001332E6" w14:paraId="2EB6B87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50D0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819.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2544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74C1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E8EE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Nowa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C31F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173/2</w:t>
            </w:r>
          </w:p>
        </w:tc>
      </w:tr>
      <w:tr w:rsidR="001332E6" w:rsidRPr="001332E6" w14:paraId="15F913D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F62E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820.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12DA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21AD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B9D0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Nowa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37B2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128/1</w:t>
            </w:r>
          </w:p>
        </w:tc>
      </w:tr>
      <w:tr w:rsidR="001332E6" w:rsidRPr="001332E6" w14:paraId="406BD22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BC6B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821.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28A7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684A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B752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Nowa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9158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174</w:t>
            </w:r>
          </w:p>
        </w:tc>
      </w:tr>
      <w:tr w:rsidR="001332E6" w:rsidRPr="001332E6" w14:paraId="405ECF7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9200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822.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E261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8757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EE46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Nowa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CB6D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189</w:t>
            </w:r>
          </w:p>
        </w:tc>
      </w:tr>
      <w:tr w:rsidR="001332E6" w:rsidRPr="001332E6" w14:paraId="4C668FF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8CF2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823.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018B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0B62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93E0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Nowa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C708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186/1</w:t>
            </w:r>
          </w:p>
        </w:tc>
      </w:tr>
      <w:tr w:rsidR="001332E6" w:rsidRPr="001332E6" w14:paraId="20CF04E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CC54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824.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9F00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9A98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8DB2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Nowa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D76A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285</w:t>
            </w:r>
          </w:p>
        </w:tc>
      </w:tr>
      <w:tr w:rsidR="001332E6" w:rsidRPr="001332E6" w14:paraId="31BA26A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B9FA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825.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7C68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8A14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0186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Nowa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4172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199</w:t>
            </w:r>
          </w:p>
        </w:tc>
      </w:tr>
      <w:tr w:rsidR="001332E6" w:rsidRPr="001332E6" w14:paraId="6F78DBE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A114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826.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5187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7B6D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E1F7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Nowa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9C50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191/2</w:t>
            </w:r>
          </w:p>
        </w:tc>
      </w:tr>
      <w:tr w:rsidR="001332E6" w:rsidRPr="001332E6" w14:paraId="4447A01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A4EB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827.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ABC1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E90A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F34E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Nowa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D2F2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172/5</w:t>
            </w:r>
          </w:p>
        </w:tc>
      </w:tr>
      <w:tr w:rsidR="001332E6" w:rsidRPr="001332E6" w14:paraId="19DAA91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5B54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lastRenderedPageBreak/>
              <w:t>828.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72DB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B58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ADE4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Nowa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E024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172/1</w:t>
            </w:r>
          </w:p>
        </w:tc>
      </w:tr>
      <w:tr w:rsidR="001332E6" w:rsidRPr="001332E6" w14:paraId="6A84D11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50FB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829.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9138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F34D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A7C7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Nowa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6883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190/2</w:t>
            </w:r>
          </w:p>
        </w:tc>
      </w:tr>
      <w:tr w:rsidR="001332E6" w:rsidRPr="001332E6" w14:paraId="21AA8B5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740A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830.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7BE2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5B6B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EF28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Nowa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A13E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172/4</w:t>
            </w:r>
          </w:p>
        </w:tc>
      </w:tr>
      <w:tr w:rsidR="001332E6" w:rsidRPr="001332E6" w14:paraId="467E44E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05D3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831.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44A2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D0E0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049A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Nowa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5A81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122</w:t>
            </w:r>
          </w:p>
        </w:tc>
      </w:tr>
      <w:tr w:rsidR="001332E6" w:rsidRPr="001332E6" w14:paraId="374F11D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66E3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832.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F306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2074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E6A1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Nowa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9B84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121</w:t>
            </w:r>
          </w:p>
        </w:tc>
      </w:tr>
      <w:tr w:rsidR="001332E6" w:rsidRPr="001332E6" w14:paraId="00F4B95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B8E9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833.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90C0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EF04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4090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Nowa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AADA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190/1</w:t>
            </w:r>
          </w:p>
        </w:tc>
      </w:tr>
      <w:tr w:rsidR="001332E6" w:rsidRPr="001332E6" w14:paraId="156F34B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7C22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834.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05A2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FD63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92D4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Nowa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BEDD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172/3</w:t>
            </w:r>
          </w:p>
        </w:tc>
      </w:tr>
      <w:tr w:rsidR="001332E6" w:rsidRPr="001332E6" w14:paraId="320B5E5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6C08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835.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5BA2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3A80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245C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Nowa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AA07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185</w:t>
            </w:r>
          </w:p>
        </w:tc>
      </w:tr>
      <w:tr w:rsidR="001332E6" w:rsidRPr="001332E6" w14:paraId="09C1589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EBFF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836.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64AF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65AB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303C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Nowa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4FFA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186/2</w:t>
            </w:r>
          </w:p>
        </w:tc>
      </w:tr>
      <w:tr w:rsidR="001332E6" w:rsidRPr="001332E6" w14:paraId="4F8A373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0F41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837.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128F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E5DC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1974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Nowa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4764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288</w:t>
            </w:r>
          </w:p>
        </w:tc>
      </w:tr>
      <w:tr w:rsidR="001332E6" w:rsidRPr="001332E6" w14:paraId="2CF512E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5267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838.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0F21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3BD1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ABED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Nowa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794D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191/1</w:t>
            </w:r>
          </w:p>
        </w:tc>
      </w:tr>
      <w:tr w:rsidR="001332E6" w:rsidRPr="001332E6" w14:paraId="5065BAD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3273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839.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4807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1F98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E79C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Mirachowo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2709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3149</w:t>
            </w:r>
          </w:p>
        </w:tc>
      </w:tr>
      <w:tr w:rsidR="001332E6" w:rsidRPr="001332E6" w14:paraId="3EF32D0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D216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840.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7EDE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D625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2BE1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Mirachowo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4007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149</w:t>
            </w:r>
          </w:p>
        </w:tc>
      </w:tr>
      <w:tr w:rsidR="001332E6" w:rsidRPr="001332E6" w14:paraId="02D5DCD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31DD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841.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B9E3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15BC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BADA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Mirachowo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2AD7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3128</w:t>
            </w:r>
          </w:p>
        </w:tc>
      </w:tr>
      <w:tr w:rsidR="001332E6" w:rsidRPr="001332E6" w14:paraId="33C70EF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4F9F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842.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57F5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3604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19A0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Mirachowo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EB94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100/2</w:t>
            </w:r>
          </w:p>
        </w:tc>
      </w:tr>
      <w:tr w:rsidR="001332E6" w:rsidRPr="001332E6" w14:paraId="3463BBA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5234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843.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6E13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BAC9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9D98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Mirachowo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9F4D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3130</w:t>
            </w:r>
          </w:p>
        </w:tc>
      </w:tr>
      <w:tr w:rsidR="001332E6" w:rsidRPr="001332E6" w14:paraId="330652D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372D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844.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9E5F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82DB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F92F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Mirachowo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6B9E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87</w:t>
            </w:r>
          </w:p>
        </w:tc>
      </w:tr>
      <w:tr w:rsidR="001332E6" w:rsidRPr="001332E6" w14:paraId="7B5CCDD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4FB5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845.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B0E6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4381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7DC4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Mirachowo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ABCE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3149</w:t>
            </w:r>
          </w:p>
        </w:tc>
      </w:tr>
      <w:tr w:rsidR="001332E6" w:rsidRPr="001332E6" w14:paraId="4484876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1A39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846.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DED0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B64E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B150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Mirachowo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2F02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74</w:t>
            </w:r>
          </w:p>
        </w:tc>
      </w:tr>
      <w:tr w:rsidR="001332E6" w:rsidRPr="001332E6" w14:paraId="597E43B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BAAE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847.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8940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45D5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C8E7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Mirachowo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170B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132</w:t>
            </w:r>
          </w:p>
        </w:tc>
      </w:tr>
      <w:tr w:rsidR="001332E6" w:rsidRPr="001332E6" w14:paraId="0B3A521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8EAD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848.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73E9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9B91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EA01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Mirachowo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F778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70/2</w:t>
            </w:r>
          </w:p>
        </w:tc>
      </w:tr>
      <w:tr w:rsidR="001332E6" w:rsidRPr="001332E6" w14:paraId="3710099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BE51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849.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1828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9F5C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585C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Mirachowo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980D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151</w:t>
            </w:r>
          </w:p>
        </w:tc>
      </w:tr>
      <w:tr w:rsidR="001332E6" w:rsidRPr="001332E6" w14:paraId="17CC89D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C2DF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850.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BFCD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0F45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B8FA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Mirachowo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26A1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</w:t>
            </w:r>
          </w:p>
        </w:tc>
      </w:tr>
      <w:tr w:rsidR="001332E6" w:rsidRPr="001332E6" w14:paraId="64693E4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19BC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851.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21FD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C99A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F82F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Mirachowo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1369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4/3</w:t>
            </w:r>
          </w:p>
        </w:tc>
      </w:tr>
      <w:tr w:rsidR="001332E6" w:rsidRPr="001332E6" w14:paraId="721CEEC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67BA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852.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1FA4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A418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3DB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Mirachowo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D853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160</w:t>
            </w:r>
          </w:p>
        </w:tc>
      </w:tr>
      <w:tr w:rsidR="001332E6" w:rsidRPr="001332E6" w14:paraId="650DA7A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1AAB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853.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F786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B41F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F6BB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Mirachowo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3248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130/3</w:t>
            </w:r>
          </w:p>
        </w:tc>
      </w:tr>
      <w:tr w:rsidR="001332E6" w:rsidRPr="001332E6" w14:paraId="0DE3ABC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5DCF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854.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A5F5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7AF1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5118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Mirachowo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EFBE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129/6</w:t>
            </w:r>
          </w:p>
        </w:tc>
      </w:tr>
      <w:tr w:rsidR="001332E6" w:rsidRPr="001332E6" w14:paraId="7AF05B8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2EF9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855.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DD04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B8FE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C6A8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Mirachowo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FC68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1/2</w:t>
            </w:r>
          </w:p>
        </w:tc>
      </w:tr>
      <w:tr w:rsidR="001332E6" w:rsidRPr="001332E6" w14:paraId="021D3D5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3F0C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856.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915F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CF24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6B10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Mirachowo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25ED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105/2</w:t>
            </w:r>
          </w:p>
        </w:tc>
      </w:tr>
      <w:tr w:rsidR="001332E6" w:rsidRPr="001332E6" w14:paraId="1936584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7074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857.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EEC0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108E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0642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Mirachowo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E45B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70/4</w:t>
            </w:r>
          </w:p>
        </w:tc>
      </w:tr>
      <w:tr w:rsidR="001332E6" w:rsidRPr="001332E6" w14:paraId="4B8700E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45B0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858.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4015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4477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75AE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Mirachowo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8321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690</w:t>
            </w:r>
          </w:p>
        </w:tc>
      </w:tr>
      <w:tr w:rsidR="001332E6" w:rsidRPr="001332E6" w14:paraId="7B0650C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9DE7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859.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7E7B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281E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E238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Mirachowo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5DD4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161</w:t>
            </w:r>
          </w:p>
        </w:tc>
      </w:tr>
      <w:tr w:rsidR="001332E6" w:rsidRPr="001332E6" w14:paraId="3B2A327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571F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860.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1762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DBDB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2B96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Mirachowo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0055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111</w:t>
            </w:r>
          </w:p>
        </w:tc>
      </w:tr>
      <w:tr w:rsidR="001332E6" w:rsidRPr="001332E6" w14:paraId="779F9EF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F318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861.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D207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3C6E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1889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Mirachowo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112E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107</w:t>
            </w:r>
          </w:p>
        </w:tc>
      </w:tr>
      <w:tr w:rsidR="001332E6" w:rsidRPr="001332E6" w14:paraId="1A304BE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1F1D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862.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6F6C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71DC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ED06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Mirachowo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D1F2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135</w:t>
            </w:r>
          </w:p>
        </w:tc>
      </w:tr>
      <w:tr w:rsidR="001332E6" w:rsidRPr="001332E6" w14:paraId="41C478D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C634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863.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9D23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27B0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55B8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Mirachowo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4600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131</w:t>
            </w:r>
          </w:p>
        </w:tc>
      </w:tr>
      <w:tr w:rsidR="001332E6" w:rsidRPr="001332E6" w14:paraId="053F27F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C552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864.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A8CF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F69A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4F7C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Mirachowo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3159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130/1</w:t>
            </w:r>
          </w:p>
        </w:tc>
      </w:tr>
      <w:tr w:rsidR="001332E6" w:rsidRPr="001332E6" w14:paraId="0262A64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C920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865.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B274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FB27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ED5A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Mirachowo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8222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88/2</w:t>
            </w:r>
          </w:p>
        </w:tc>
      </w:tr>
      <w:tr w:rsidR="001332E6" w:rsidRPr="001332E6" w14:paraId="42BBB10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0EA0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866.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EBCE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2AB4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1EB8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Mirachowo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59C5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76</w:t>
            </w:r>
          </w:p>
        </w:tc>
      </w:tr>
      <w:tr w:rsidR="001332E6" w:rsidRPr="001332E6" w14:paraId="573AEF9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2A02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867.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6A66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A73A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42E1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Mirachowo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88FA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73</w:t>
            </w:r>
          </w:p>
        </w:tc>
      </w:tr>
      <w:tr w:rsidR="001332E6" w:rsidRPr="001332E6" w14:paraId="2FDA872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5D44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868.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E6CD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1FF9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655F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Mirachowo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BA01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147</w:t>
            </w:r>
          </w:p>
        </w:tc>
      </w:tr>
      <w:tr w:rsidR="001332E6" w:rsidRPr="001332E6" w14:paraId="52A5BCA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EBA8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869.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5C59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62A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AA11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Mirachowo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2FC4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13/3</w:t>
            </w:r>
          </w:p>
        </w:tc>
      </w:tr>
      <w:tr w:rsidR="001332E6" w:rsidRPr="001332E6" w14:paraId="0B06425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2889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870.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DE3D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B702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B2E7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Mirachowo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34E7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100/1</w:t>
            </w:r>
          </w:p>
        </w:tc>
      </w:tr>
      <w:tr w:rsidR="001332E6" w:rsidRPr="001332E6" w14:paraId="42BCF92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CAB6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871.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92C9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FAAD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8DC6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Mirachowo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B67E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134</w:t>
            </w:r>
          </w:p>
        </w:tc>
      </w:tr>
      <w:tr w:rsidR="001332E6" w:rsidRPr="001332E6" w14:paraId="48A96B9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E516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872.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51A1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7612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75C8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Mirachowo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6745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150</w:t>
            </w:r>
          </w:p>
        </w:tc>
      </w:tr>
      <w:tr w:rsidR="001332E6" w:rsidRPr="001332E6" w14:paraId="181B211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17F1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873.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532C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ACB1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D614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Mirachowo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8F42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159</w:t>
            </w:r>
          </w:p>
        </w:tc>
      </w:tr>
      <w:tr w:rsidR="001332E6" w:rsidRPr="001332E6" w14:paraId="1430216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1F7B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874.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887A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84A7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E61D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Mirachowo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B88E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103</w:t>
            </w:r>
          </w:p>
        </w:tc>
      </w:tr>
      <w:tr w:rsidR="001332E6" w:rsidRPr="001332E6" w14:paraId="0D1BE95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DF5D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875.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DCE6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9C0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2015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Mirachowo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985B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129</w:t>
            </w:r>
          </w:p>
        </w:tc>
      </w:tr>
      <w:tr w:rsidR="001332E6" w:rsidRPr="001332E6" w14:paraId="084454D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488D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876.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2D48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04E3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622B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Mirachowo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DEAC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158</w:t>
            </w:r>
          </w:p>
        </w:tc>
      </w:tr>
      <w:tr w:rsidR="001332E6" w:rsidRPr="001332E6" w14:paraId="3F0EF17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6BA2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lastRenderedPageBreak/>
              <w:t>877.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151E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FC09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B569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Mirachowo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69A0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133</w:t>
            </w:r>
          </w:p>
        </w:tc>
      </w:tr>
      <w:tr w:rsidR="001332E6" w:rsidRPr="001332E6" w14:paraId="6F476DC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1C7D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878.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CF8C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1749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28D7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Mirachowo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9C21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75</w:t>
            </w:r>
          </w:p>
        </w:tc>
      </w:tr>
      <w:tr w:rsidR="001332E6" w:rsidRPr="001332E6" w14:paraId="6473FB9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B567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879.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FFD4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53B0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757E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Mirachowo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3641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130/2</w:t>
            </w:r>
          </w:p>
        </w:tc>
      </w:tr>
      <w:tr w:rsidR="001332E6" w:rsidRPr="001332E6" w14:paraId="0E24099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8520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880.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0E0B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AA3F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093B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Mirachowo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ED52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106</w:t>
            </w:r>
          </w:p>
        </w:tc>
      </w:tr>
      <w:tr w:rsidR="001332E6" w:rsidRPr="001332E6" w14:paraId="40A0CFE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FD5B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881.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5D53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1B11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3A0D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Mirachowo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E17B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104</w:t>
            </w:r>
          </w:p>
        </w:tc>
      </w:tr>
      <w:tr w:rsidR="001332E6" w:rsidRPr="001332E6" w14:paraId="35E6998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5880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882.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0084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9506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E280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27F9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141</w:t>
            </w:r>
          </w:p>
        </w:tc>
      </w:tr>
      <w:tr w:rsidR="001332E6" w:rsidRPr="001332E6" w14:paraId="3048D5C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CB4A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883.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C022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B599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83A3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E135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125/4</w:t>
            </w:r>
          </w:p>
        </w:tc>
      </w:tr>
      <w:tr w:rsidR="001332E6" w:rsidRPr="001332E6" w14:paraId="25E2C4C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D558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884.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81FD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B8E7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47C7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88F6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93</w:t>
            </w:r>
          </w:p>
        </w:tc>
      </w:tr>
      <w:tr w:rsidR="001332E6" w:rsidRPr="001332E6" w14:paraId="13DA241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3D60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885.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63B7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4CA5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2E0E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A65A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117/9</w:t>
            </w:r>
          </w:p>
        </w:tc>
      </w:tr>
      <w:tr w:rsidR="001332E6" w:rsidRPr="001332E6" w14:paraId="7096FC6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836B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886.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7DD9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C3B1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4211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68EF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120/2</w:t>
            </w:r>
          </w:p>
        </w:tc>
      </w:tr>
      <w:tr w:rsidR="001332E6" w:rsidRPr="001332E6" w14:paraId="2BCE8BD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F075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887.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9665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86B2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2A21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007F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1/4</w:t>
            </w:r>
          </w:p>
        </w:tc>
      </w:tr>
      <w:tr w:rsidR="001332E6" w:rsidRPr="001332E6" w14:paraId="46F9674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85DC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888.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3440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4E5F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6AAB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F151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121/8</w:t>
            </w:r>
          </w:p>
        </w:tc>
      </w:tr>
      <w:tr w:rsidR="001332E6" w:rsidRPr="001332E6" w14:paraId="0F25F7A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AF62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889.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2830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947E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786B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6E2C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122/7</w:t>
            </w:r>
          </w:p>
        </w:tc>
      </w:tr>
      <w:tr w:rsidR="001332E6" w:rsidRPr="001332E6" w14:paraId="6C439AC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9BC8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890.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21CC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6A55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179B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6E7B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117/11</w:t>
            </w:r>
          </w:p>
        </w:tc>
      </w:tr>
      <w:tr w:rsidR="001332E6" w:rsidRPr="001332E6" w14:paraId="423DAA8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60C4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891.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1D1F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1BAC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7B61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180F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130</w:t>
            </w:r>
          </w:p>
        </w:tc>
      </w:tr>
      <w:tr w:rsidR="001332E6" w:rsidRPr="001332E6" w14:paraId="38F0AA2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396E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892.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09C3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5DFB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370D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D361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124/5</w:t>
            </w:r>
          </w:p>
        </w:tc>
      </w:tr>
      <w:tr w:rsidR="001332E6" w:rsidRPr="001332E6" w14:paraId="6B4EC32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BA06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893.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5AF9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F013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E530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4084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135</w:t>
            </w:r>
          </w:p>
        </w:tc>
      </w:tr>
      <w:tr w:rsidR="001332E6" w:rsidRPr="001332E6" w14:paraId="50A3049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1282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894.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D2AC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E848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0363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DCF9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126/10</w:t>
            </w:r>
          </w:p>
        </w:tc>
      </w:tr>
      <w:tr w:rsidR="001332E6" w:rsidRPr="001332E6" w14:paraId="5988A45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3079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895.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8032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EB9D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BC3B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1460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117/13</w:t>
            </w:r>
          </w:p>
        </w:tc>
      </w:tr>
      <w:tr w:rsidR="001332E6" w:rsidRPr="001332E6" w14:paraId="1D1F8A5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51B4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896.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4812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BB9D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6476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EE90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85</w:t>
            </w:r>
          </w:p>
        </w:tc>
      </w:tr>
      <w:tr w:rsidR="001332E6" w:rsidRPr="001332E6" w14:paraId="73CE926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BE82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897.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6F0C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A68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76C6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6595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90</w:t>
            </w:r>
          </w:p>
        </w:tc>
      </w:tr>
      <w:tr w:rsidR="001332E6" w:rsidRPr="001332E6" w14:paraId="27077C4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483C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898.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FCF2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A893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F0DD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2216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129</w:t>
            </w:r>
          </w:p>
        </w:tc>
      </w:tr>
      <w:tr w:rsidR="001332E6" w:rsidRPr="001332E6" w14:paraId="5126911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6806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899.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8275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9F21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A6E0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C939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1/3</w:t>
            </w:r>
          </w:p>
        </w:tc>
      </w:tr>
      <w:tr w:rsidR="001332E6" w:rsidRPr="001332E6" w14:paraId="76420C6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8467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900.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5194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799E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7F5F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4677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84/2</w:t>
            </w:r>
          </w:p>
        </w:tc>
      </w:tr>
      <w:tr w:rsidR="001332E6" w:rsidRPr="001332E6" w14:paraId="500F97E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3CDB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901.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906E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AC90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FB83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BBEB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126/6</w:t>
            </w:r>
          </w:p>
        </w:tc>
      </w:tr>
      <w:tr w:rsidR="001332E6" w:rsidRPr="001332E6" w14:paraId="55335B7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2EEE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902.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2FA8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260F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DD6A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02A4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146/3</w:t>
            </w:r>
          </w:p>
        </w:tc>
      </w:tr>
      <w:tr w:rsidR="001332E6" w:rsidRPr="001332E6" w14:paraId="6941803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96E8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903.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1F9A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32F8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CF7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DF37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2/1</w:t>
            </w:r>
          </w:p>
        </w:tc>
      </w:tr>
      <w:tr w:rsidR="001332E6" w:rsidRPr="001332E6" w14:paraId="740BFD0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04DA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904.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F64F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24B0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419F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4DFD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143</w:t>
            </w:r>
          </w:p>
        </w:tc>
      </w:tr>
      <w:tr w:rsidR="001332E6" w:rsidRPr="001332E6" w14:paraId="338519F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762D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905.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7B5D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7A38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8D17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8021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88</w:t>
            </w:r>
          </w:p>
        </w:tc>
      </w:tr>
      <w:tr w:rsidR="001332E6" w:rsidRPr="001332E6" w14:paraId="46396BE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25BB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906.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4874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6201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A94F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0689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119</w:t>
            </w:r>
          </w:p>
        </w:tc>
      </w:tr>
      <w:tr w:rsidR="001332E6" w:rsidRPr="001332E6" w14:paraId="7AAA009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D713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907.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CD47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0E89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814F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92A5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117/12</w:t>
            </w:r>
          </w:p>
        </w:tc>
      </w:tr>
      <w:tr w:rsidR="001332E6" w:rsidRPr="001332E6" w14:paraId="68D0D04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517B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908.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BA8F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DCB4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BF11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D66E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128/5</w:t>
            </w:r>
          </w:p>
        </w:tc>
      </w:tr>
      <w:tr w:rsidR="001332E6" w:rsidRPr="001332E6" w14:paraId="3D1048F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32E6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909.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7076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3847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D636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A692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136/2</w:t>
            </w:r>
          </w:p>
        </w:tc>
      </w:tr>
      <w:tr w:rsidR="001332E6" w:rsidRPr="001332E6" w14:paraId="42340F4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B2EA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910.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A769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5681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6E1F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8AA8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142</w:t>
            </w:r>
          </w:p>
        </w:tc>
      </w:tr>
      <w:tr w:rsidR="001332E6" w:rsidRPr="001332E6" w14:paraId="7FFF522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A329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911.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4907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81B5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DFCA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1510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5/1</w:t>
            </w:r>
          </w:p>
        </w:tc>
      </w:tr>
      <w:tr w:rsidR="001332E6" w:rsidRPr="001332E6" w14:paraId="1C073D8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EF0A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912.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29B0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1E7A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1F3D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4AC6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91</w:t>
            </w:r>
          </w:p>
        </w:tc>
      </w:tr>
      <w:tr w:rsidR="001332E6" w:rsidRPr="001332E6" w14:paraId="2524A39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FD71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913.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B0A3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37B5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F2AD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A83F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127</w:t>
            </w:r>
          </w:p>
        </w:tc>
      </w:tr>
      <w:tr w:rsidR="001332E6" w:rsidRPr="001332E6" w14:paraId="39FA9BB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4DF6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914.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B3C7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ACCE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4DFC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92E1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92</w:t>
            </w:r>
          </w:p>
        </w:tc>
      </w:tr>
      <w:tr w:rsidR="001332E6" w:rsidRPr="001332E6" w14:paraId="1415DB9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4E0D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915.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2BA1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A460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E029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6389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146/1</w:t>
            </w:r>
          </w:p>
        </w:tc>
      </w:tr>
      <w:tr w:rsidR="001332E6" w:rsidRPr="001332E6" w14:paraId="62448E0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6D8F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916.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D9D9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4B13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F0CE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FD5A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84/1</w:t>
            </w:r>
          </w:p>
        </w:tc>
      </w:tr>
      <w:tr w:rsidR="001332E6" w:rsidRPr="001332E6" w14:paraId="429C0C0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8C5D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917.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B485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1F25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9CB5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9BD9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134</w:t>
            </w:r>
          </w:p>
        </w:tc>
      </w:tr>
      <w:tr w:rsidR="001332E6" w:rsidRPr="001332E6" w14:paraId="0E68640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7044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918.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CAC9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5830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FA40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4017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29/5</w:t>
            </w:r>
          </w:p>
        </w:tc>
      </w:tr>
      <w:tr w:rsidR="001332E6" w:rsidRPr="001332E6" w14:paraId="246E3B8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1624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919.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4883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BD12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366B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9228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88</w:t>
            </w:r>
          </w:p>
        </w:tc>
      </w:tr>
      <w:tr w:rsidR="001332E6" w:rsidRPr="001332E6" w14:paraId="519D124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F9E5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920.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B1F3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95B1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97B7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18D7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39</w:t>
            </w:r>
          </w:p>
        </w:tc>
      </w:tr>
      <w:tr w:rsidR="001332E6" w:rsidRPr="001332E6" w14:paraId="38B0E8F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2236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921.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4ED7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6361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6A82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D29F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140/2</w:t>
            </w:r>
          </w:p>
        </w:tc>
      </w:tr>
      <w:tr w:rsidR="001332E6" w:rsidRPr="001332E6" w14:paraId="78FF67C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6109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922.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747E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F054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A0E6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7FD5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27/6</w:t>
            </w:r>
          </w:p>
        </w:tc>
      </w:tr>
      <w:tr w:rsidR="001332E6" w:rsidRPr="001332E6" w14:paraId="4700C73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CD6F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923.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0B3C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E9E1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45B7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575B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95/1</w:t>
            </w:r>
          </w:p>
        </w:tc>
      </w:tr>
      <w:tr w:rsidR="001332E6" w:rsidRPr="001332E6" w14:paraId="1F7E8F5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7608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924.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DC7F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D5B2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E836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465B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41</w:t>
            </w:r>
          </w:p>
        </w:tc>
      </w:tr>
      <w:tr w:rsidR="001332E6" w:rsidRPr="001332E6" w14:paraId="6946D8B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D09F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925.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4260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346C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E827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061D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38/2</w:t>
            </w:r>
          </w:p>
        </w:tc>
      </w:tr>
      <w:tr w:rsidR="001332E6" w:rsidRPr="001332E6" w14:paraId="19A579A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59DC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lastRenderedPageBreak/>
              <w:t>926.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1DFD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3FB3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93FD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3642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145/2</w:t>
            </w:r>
          </w:p>
        </w:tc>
      </w:tr>
      <w:tr w:rsidR="001332E6" w:rsidRPr="001332E6" w14:paraId="711AA36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96A2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927.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93D6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49C1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5D14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9D12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143</w:t>
            </w:r>
          </w:p>
        </w:tc>
      </w:tr>
      <w:tr w:rsidR="001332E6" w:rsidRPr="001332E6" w14:paraId="7DDF3F6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ABFF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928.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4419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4771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ACE7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0260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87/2</w:t>
            </w:r>
          </w:p>
        </w:tc>
      </w:tr>
      <w:tr w:rsidR="001332E6" w:rsidRPr="001332E6" w14:paraId="108ABC4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0CF2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929.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7D89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C24F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20B7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EACD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85</w:t>
            </w:r>
          </w:p>
        </w:tc>
      </w:tr>
      <w:tr w:rsidR="001332E6" w:rsidRPr="001332E6" w14:paraId="1B66F3D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5E4C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930.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5AEB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C337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0252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EA5A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96/2</w:t>
            </w:r>
          </w:p>
        </w:tc>
      </w:tr>
      <w:tr w:rsidR="001332E6" w:rsidRPr="001332E6" w14:paraId="0EA0B48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5E4C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931.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5DC4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FE4D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BA2B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D20D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82/7</w:t>
            </w:r>
          </w:p>
        </w:tc>
      </w:tr>
      <w:tr w:rsidR="001332E6" w:rsidRPr="001332E6" w14:paraId="40C97E8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AD7F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932.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C03A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5379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1B95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F847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137/18</w:t>
            </w:r>
          </w:p>
        </w:tc>
      </w:tr>
      <w:tr w:rsidR="001332E6" w:rsidRPr="001332E6" w14:paraId="44CE49A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6FA5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933.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E055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0980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4225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59A5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83/8</w:t>
            </w:r>
          </w:p>
        </w:tc>
      </w:tr>
      <w:tr w:rsidR="001332E6" w:rsidRPr="001332E6" w14:paraId="086EC00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B796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934.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D756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DDC7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F983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F983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79</w:t>
            </w:r>
          </w:p>
        </w:tc>
      </w:tr>
      <w:tr w:rsidR="001332E6" w:rsidRPr="001332E6" w14:paraId="1F1A0B5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9D52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935.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27E9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EA59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38A0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388F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83/12</w:t>
            </w:r>
          </w:p>
        </w:tc>
      </w:tr>
      <w:tr w:rsidR="001332E6" w:rsidRPr="001332E6" w14:paraId="78C93B7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2483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936.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8917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139E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72B2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082D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30</w:t>
            </w:r>
          </w:p>
        </w:tc>
      </w:tr>
      <w:tr w:rsidR="001332E6" w:rsidRPr="001332E6" w14:paraId="1A95980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C172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937.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03C6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A3F7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0ADD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9D82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147/2</w:t>
            </w:r>
          </w:p>
        </w:tc>
      </w:tr>
      <w:tr w:rsidR="001332E6" w:rsidRPr="001332E6" w14:paraId="6EC178D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6DC6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938.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21F4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7BCB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EA57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EDE4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82/9</w:t>
            </w:r>
          </w:p>
        </w:tc>
      </w:tr>
      <w:tr w:rsidR="001332E6" w:rsidRPr="001332E6" w14:paraId="25CC5A6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6D64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939.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6745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95F8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2B3E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C9A6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148/1</w:t>
            </w:r>
          </w:p>
        </w:tc>
      </w:tr>
      <w:tr w:rsidR="001332E6" w:rsidRPr="001332E6" w14:paraId="2FEF91D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5EED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940.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8E03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E483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6371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C024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82/5</w:t>
            </w:r>
          </w:p>
        </w:tc>
      </w:tr>
      <w:tr w:rsidR="001332E6" w:rsidRPr="001332E6" w14:paraId="0C45014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9D1B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941.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F750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9910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E245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60E0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100/11</w:t>
            </w:r>
          </w:p>
        </w:tc>
      </w:tr>
      <w:tr w:rsidR="001332E6" w:rsidRPr="001332E6" w14:paraId="62CE17D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DE4D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942.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1F2B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916B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877B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490A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80</w:t>
            </w:r>
          </w:p>
        </w:tc>
      </w:tr>
      <w:tr w:rsidR="001332E6" w:rsidRPr="001332E6" w14:paraId="49E38E4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61E7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943.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AFF3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DA7D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D9CA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09F7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87/1</w:t>
            </w:r>
          </w:p>
        </w:tc>
      </w:tr>
      <w:tr w:rsidR="001332E6" w:rsidRPr="001332E6" w14:paraId="196BD5D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5E3A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944.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C524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DD70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FABF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617C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83/5</w:t>
            </w:r>
          </w:p>
        </w:tc>
      </w:tr>
      <w:tr w:rsidR="001332E6" w:rsidRPr="001332E6" w14:paraId="6665047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8303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945.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E78E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14EB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4EA8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59A8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139/5</w:t>
            </w:r>
          </w:p>
        </w:tc>
      </w:tr>
      <w:tr w:rsidR="001332E6" w:rsidRPr="001332E6" w14:paraId="023A7FA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8BBD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946.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A2D6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D62A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F438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EE3E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146</w:t>
            </w:r>
          </w:p>
        </w:tc>
      </w:tr>
      <w:tr w:rsidR="001332E6" w:rsidRPr="001332E6" w14:paraId="638AD22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0A00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947.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835B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2748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DCD0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EE81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72/3</w:t>
            </w:r>
          </w:p>
        </w:tc>
      </w:tr>
      <w:tr w:rsidR="001332E6" w:rsidRPr="001332E6" w14:paraId="6EC6E0D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D48E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948.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1E5B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6484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F27A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202E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33</w:t>
            </w:r>
          </w:p>
        </w:tc>
      </w:tr>
      <w:tr w:rsidR="001332E6" w:rsidRPr="001332E6" w14:paraId="1674848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D62E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949.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882C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CCE2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C7B5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3962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144</w:t>
            </w:r>
          </w:p>
        </w:tc>
      </w:tr>
      <w:tr w:rsidR="001332E6" w:rsidRPr="001332E6" w14:paraId="6B3430B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CFC9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950.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32CF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18A4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196C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1931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140/8</w:t>
            </w:r>
          </w:p>
        </w:tc>
      </w:tr>
      <w:tr w:rsidR="001332E6" w:rsidRPr="001332E6" w14:paraId="610D329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ED7F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951.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1059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F3A6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174F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1DE6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157/2</w:t>
            </w:r>
          </w:p>
        </w:tc>
      </w:tr>
      <w:tr w:rsidR="001332E6" w:rsidRPr="001332E6" w14:paraId="7671AD9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A8E5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952.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478D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E033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E26B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08DE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83/7</w:t>
            </w:r>
          </w:p>
        </w:tc>
      </w:tr>
      <w:tr w:rsidR="001332E6" w:rsidRPr="001332E6" w14:paraId="7C6C846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C76C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953.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6A2A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B27D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3D93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0EDB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29/1</w:t>
            </w:r>
          </w:p>
        </w:tc>
      </w:tr>
      <w:tr w:rsidR="001332E6" w:rsidRPr="001332E6" w14:paraId="41355B1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07E7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954.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FAE3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B1C7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EF83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41AC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137/8</w:t>
            </w:r>
          </w:p>
        </w:tc>
      </w:tr>
      <w:tr w:rsidR="001332E6" w:rsidRPr="001332E6" w14:paraId="5AEEA6E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3ECF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955.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6FD1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79BF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7394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E58B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140/9</w:t>
            </w:r>
          </w:p>
        </w:tc>
      </w:tr>
      <w:tr w:rsidR="001332E6" w:rsidRPr="001332E6" w14:paraId="057E75C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66CE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956.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D74A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FDE4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E9CC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0B86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73/1</w:t>
            </w:r>
          </w:p>
        </w:tc>
      </w:tr>
      <w:tr w:rsidR="001332E6" w:rsidRPr="001332E6" w14:paraId="27BAB3F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8090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957.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07B2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0BCC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676E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B814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86</w:t>
            </w:r>
          </w:p>
        </w:tc>
      </w:tr>
      <w:tr w:rsidR="001332E6" w:rsidRPr="001332E6" w14:paraId="30A72A8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7EA2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958.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E633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1CDD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1764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4951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139/4</w:t>
            </w:r>
          </w:p>
        </w:tc>
      </w:tr>
      <w:tr w:rsidR="001332E6" w:rsidRPr="001332E6" w14:paraId="4B49565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855B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959.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D239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A8CE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D47B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5661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138</w:t>
            </w:r>
          </w:p>
        </w:tc>
      </w:tr>
      <w:tr w:rsidR="001332E6" w:rsidRPr="001332E6" w14:paraId="463D5F7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2425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960.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7CB5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F8F6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C7BD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7CDC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169</w:t>
            </w:r>
          </w:p>
        </w:tc>
      </w:tr>
      <w:tr w:rsidR="001332E6" w:rsidRPr="001332E6" w14:paraId="18E910F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4703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961.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0A2F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A0E5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5FE0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FDA5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83/10</w:t>
            </w:r>
          </w:p>
        </w:tc>
      </w:tr>
      <w:tr w:rsidR="001332E6" w:rsidRPr="001332E6" w14:paraId="273F86E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D35F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962.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B205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46F8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6E07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EE47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145/1</w:t>
            </w:r>
          </w:p>
        </w:tc>
      </w:tr>
      <w:tr w:rsidR="001332E6" w:rsidRPr="001332E6" w14:paraId="1101BCE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6B49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963.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BD86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AD54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5763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4D8E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28/7</w:t>
            </w:r>
          </w:p>
        </w:tc>
      </w:tr>
      <w:tr w:rsidR="001332E6" w:rsidRPr="001332E6" w14:paraId="1B91695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7EEF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964.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72A6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3C0B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4DE8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9EE2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81</w:t>
            </w:r>
          </w:p>
        </w:tc>
      </w:tr>
      <w:tr w:rsidR="001332E6" w:rsidRPr="001332E6" w14:paraId="53A0B13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20F8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965.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ABCB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63F9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2B45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C31D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97</w:t>
            </w:r>
          </w:p>
        </w:tc>
      </w:tr>
      <w:tr w:rsidR="001332E6" w:rsidRPr="001332E6" w14:paraId="6FF58FA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C4A7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966.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1F19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D8AA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C812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4A61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73/2</w:t>
            </w:r>
          </w:p>
        </w:tc>
      </w:tr>
      <w:tr w:rsidR="001332E6" w:rsidRPr="001332E6" w14:paraId="66C55FD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51A2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967.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99A1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9669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1302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03F3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72/1</w:t>
            </w:r>
          </w:p>
        </w:tc>
      </w:tr>
      <w:tr w:rsidR="001332E6" w:rsidRPr="001332E6" w14:paraId="746FC73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BA76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968.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21FD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D4E6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4CB1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EE6F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98</w:t>
            </w:r>
          </w:p>
        </w:tc>
      </w:tr>
      <w:tr w:rsidR="001332E6" w:rsidRPr="001332E6" w14:paraId="454D97B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A138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969.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CACD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06D6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10D0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CFFC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84</w:t>
            </w:r>
          </w:p>
        </w:tc>
      </w:tr>
      <w:tr w:rsidR="001332E6" w:rsidRPr="001332E6" w14:paraId="4527222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2FFB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970.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8989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3EBB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7CC1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D4FB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82/6</w:t>
            </w:r>
          </w:p>
        </w:tc>
      </w:tr>
      <w:tr w:rsidR="001332E6" w:rsidRPr="001332E6" w14:paraId="761B45A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503E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971.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2E24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F63D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6ACE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3629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83/11</w:t>
            </w:r>
          </w:p>
        </w:tc>
      </w:tr>
      <w:tr w:rsidR="001332E6" w:rsidRPr="001332E6" w14:paraId="261D760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BF3F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972.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BB5A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3CC5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2D9F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14AC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147/1</w:t>
            </w:r>
          </w:p>
        </w:tc>
      </w:tr>
      <w:tr w:rsidR="001332E6" w:rsidRPr="001332E6" w14:paraId="7AF6C83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6A37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973.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9144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B7C5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D4D2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5923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82/4</w:t>
            </w:r>
          </w:p>
        </w:tc>
      </w:tr>
      <w:tr w:rsidR="001332E6" w:rsidRPr="001332E6" w14:paraId="4866BF8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B61A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974.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D6FA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201F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10FC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6487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99/4</w:t>
            </w:r>
          </w:p>
        </w:tc>
      </w:tr>
      <w:tr w:rsidR="001332E6" w:rsidRPr="001332E6" w14:paraId="6982F88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F07D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lastRenderedPageBreak/>
              <w:t>975.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D25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11F4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9F88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0380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140/11</w:t>
            </w:r>
          </w:p>
        </w:tc>
      </w:tr>
      <w:tr w:rsidR="001332E6" w:rsidRPr="001332E6" w14:paraId="127D3F7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4460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976.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F5A3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53B3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C6B4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CE15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27/3</w:t>
            </w:r>
          </w:p>
        </w:tc>
      </w:tr>
      <w:tr w:rsidR="001332E6" w:rsidRPr="001332E6" w14:paraId="65314E6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96E8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977.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151B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9715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DDA7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3DCF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100/10</w:t>
            </w:r>
          </w:p>
        </w:tc>
      </w:tr>
      <w:tr w:rsidR="001332E6" w:rsidRPr="001332E6" w14:paraId="30EE296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A326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978.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CFAA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8B2F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6361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72A4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82/8</w:t>
            </w:r>
          </w:p>
        </w:tc>
      </w:tr>
      <w:tr w:rsidR="001332E6" w:rsidRPr="001332E6" w14:paraId="245C392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844E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979.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8AAB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8E81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BD4F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65DD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137/17</w:t>
            </w:r>
          </w:p>
        </w:tc>
      </w:tr>
      <w:tr w:rsidR="001332E6" w:rsidRPr="001332E6" w14:paraId="60389BB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9AB3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980.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953B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D4FF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0F2C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E532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72/2</w:t>
            </w:r>
          </w:p>
        </w:tc>
      </w:tr>
      <w:tr w:rsidR="001332E6" w:rsidRPr="001332E6" w14:paraId="4100953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A9D2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981.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D0EE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0C2D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FFB7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DD42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83/9</w:t>
            </w:r>
          </w:p>
        </w:tc>
      </w:tr>
      <w:tr w:rsidR="001332E6" w:rsidRPr="001332E6" w14:paraId="2A4FAAC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8350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982.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7C25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720D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338B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373D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39</w:t>
            </w:r>
          </w:p>
        </w:tc>
      </w:tr>
      <w:tr w:rsidR="001332E6" w:rsidRPr="001332E6" w14:paraId="11AF78B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7DD4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983.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FC03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E8B6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78EF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486A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27/6</w:t>
            </w:r>
          </w:p>
        </w:tc>
      </w:tr>
      <w:tr w:rsidR="001332E6" w:rsidRPr="001332E6" w14:paraId="4A94F5C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78EA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984.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7712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CEDF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2D04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E58E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30</w:t>
            </w:r>
          </w:p>
        </w:tc>
      </w:tr>
      <w:tr w:rsidR="001332E6" w:rsidRPr="001332E6" w14:paraId="4F0C96B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589B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985.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0203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FF04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1FD5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167E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29/5</w:t>
            </w:r>
          </w:p>
        </w:tc>
      </w:tr>
      <w:tr w:rsidR="001332E6" w:rsidRPr="001332E6" w14:paraId="141D031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F879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986.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13E7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52A5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5919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Bącka Huta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FF73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27/3</w:t>
            </w:r>
          </w:p>
        </w:tc>
      </w:tr>
      <w:tr w:rsidR="001332E6" w:rsidRPr="001332E6" w14:paraId="151B720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CE6C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987.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DE3B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6B12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65FA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Szopa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FB47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56/4</w:t>
            </w:r>
          </w:p>
        </w:tc>
      </w:tr>
      <w:tr w:rsidR="001332E6" w:rsidRPr="001332E6" w14:paraId="230388B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1675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988.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6E37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19BD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06E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Szopa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6F72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47/2</w:t>
            </w:r>
          </w:p>
        </w:tc>
      </w:tr>
      <w:tr w:rsidR="001332E6" w:rsidRPr="001332E6" w14:paraId="6428A0B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0217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989.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0449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452D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9B61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Szopa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ADFC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45</w:t>
            </w:r>
          </w:p>
        </w:tc>
      </w:tr>
      <w:tr w:rsidR="001332E6" w:rsidRPr="001332E6" w14:paraId="53FCB4A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9DC1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990.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CB81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E44F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9451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Szopa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CA9D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44</w:t>
            </w:r>
          </w:p>
        </w:tc>
      </w:tr>
      <w:tr w:rsidR="001332E6" w:rsidRPr="001332E6" w14:paraId="4EA3C52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C890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991.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170C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0C56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2005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Szopa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325F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55</w:t>
            </w:r>
          </w:p>
        </w:tc>
      </w:tr>
      <w:tr w:rsidR="001332E6" w:rsidRPr="001332E6" w14:paraId="4433096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F35E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992.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36C0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440A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1270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Szopa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301A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71/1</w:t>
            </w:r>
          </w:p>
        </w:tc>
      </w:tr>
      <w:tr w:rsidR="001332E6" w:rsidRPr="001332E6" w14:paraId="649A9EF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DAFC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993.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D57E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3425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5E22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Szopa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08E2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198/10</w:t>
            </w:r>
          </w:p>
        </w:tc>
      </w:tr>
      <w:tr w:rsidR="001332E6" w:rsidRPr="001332E6" w14:paraId="0B8B23C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2904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994.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4CB8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FEF0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2A1B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Szopa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3853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69/12</w:t>
            </w:r>
          </w:p>
        </w:tc>
      </w:tr>
      <w:tr w:rsidR="001332E6" w:rsidRPr="001332E6" w14:paraId="1DD8A62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7EF4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995.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3E8F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D019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361C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Szopa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B4AF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191</w:t>
            </w:r>
          </w:p>
        </w:tc>
      </w:tr>
      <w:tr w:rsidR="001332E6" w:rsidRPr="001332E6" w14:paraId="20CEF8C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9E7C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996.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D821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4095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8154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Szopa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5B64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190</w:t>
            </w:r>
          </w:p>
        </w:tc>
      </w:tr>
      <w:tr w:rsidR="001332E6" w:rsidRPr="001332E6" w14:paraId="602B60D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A66E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997.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B3EE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9159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DE40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Szopa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18D6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58/4</w:t>
            </w:r>
          </w:p>
        </w:tc>
      </w:tr>
      <w:tr w:rsidR="001332E6" w:rsidRPr="001332E6" w14:paraId="4D96FBB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00F9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998.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2359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EF53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30A1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Szopa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6E18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75/1</w:t>
            </w:r>
          </w:p>
        </w:tc>
      </w:tr>
      <w:tr w:rsidR="001332E6" w:rsidRPr="001332E6" w14:paraId="1049B13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2949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999.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C004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4B62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D064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Szopa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5D0D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70/6</w:t>
            </w:r>
          </w:p>
        </w:tc>
      </w:tr>
      <w:tr w:rsidR="001332E6" w:rsidRPr="001332E6" w14:paraId="2927E89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0F83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1000.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EBF9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85EC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8626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Szopa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454D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67</w:t>
            </w:r>
          </w:p>
        </w:tc>
      </w:tr>
      <w:tr w:rsidR="001332E6" w:rsidRPr="001332E6" w14:paraId="67A7373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2C7F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1001.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D2F4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BC8F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A074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Szopa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5C3D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192</w:t>
            </w:r>
          </w:p>
        </w:tc>
      </w:tr>
      <w:tr w:rsidR="001332E6" w:rsidRPr="001332E6" w14:paraId="31D2C94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F367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1002.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85CA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63C3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0FED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Szopa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E724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52/4</w:t>
            </w:r>
          </w:p>
        </w:tc>
      </w:tr>
      <w:tr w:rsidR="001332E6" w:rsidRPr="001332E6" w14:paraId="1CF5488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0D7E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1003.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77F5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D6FA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0DF8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Szopa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B84D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66</w:t>
            </w:r>
          </w:p>
        </w:tc>
      </w:tr>
      <w:tr w:rsidR="001332E6" w:rsidRPr="001332E6" w14:paraId="7B2995D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B99D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1004.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9953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D223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742C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Szopa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A4E4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193/1</w:t>
            </w:r>
          </w:p>
        </w:tc>
      </w:tr>
      <w:tr w:rsidR="001332E6" w:rsidRPr="001332E6" w14:paraId="1AC7EB0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54A3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1005.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D115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F565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09E6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Szopa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A8C5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74/1</w:t>
            </w:r>
          </w:p>
        </w:tc>
      </w:tr>
      <w:tr w:rsidR="001332E6" w:rsidRPr="001332E6" w14:paraId="7F84405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F850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1006.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FBE4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2937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1050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Szopa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A45C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65</w:t>
            </w:r>
          </w:p>
        </w:tc>
      </w:tr>
      <w:tr w:rsidR="001332E6" w:rsidRPr="001332E6" w14:paraId="6595466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4D09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1007.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26D3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3F02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1E67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Szopa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F6D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56/1</w:t>
            </w:r>
          </w:p>
        </w:tc>
      </w:tr>
      <w:tr w:rsidR="001332E6" w:rsidRPr="001332E6" w14:paraId="34FCD0F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A367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1008.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7EEF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71FA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5D35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Szopa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94E4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58/2</w:t>
            </w:r>
          </w:p>
        </w:tc>
      </w:tr>
      <w:tr w:rsidR="001332E6" w:rsidRPr="001332E6" w14:paraId="00B92D6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8442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1009.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C6D0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EA67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4FAA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Szopa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1716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52/3</w:t>
            </w:r>
          </w:p>
        </w:tc>
      </w:tr>
      <w:tr w:rsidR="001332E6" w:rsidRPr="001332E6" w14:paraId="3A85FF2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EA05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1010.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A8CC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7FC8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E692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Szopa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5E9C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70/2</w:t>
            </w:r>
          </w:p>
        </w:tc>
      </w:tr>
      <w:tr w:rsidR="001332E6" w:rsidRPr="001332E6" w14:paraId="48D96B9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AA48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1011.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5D62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6A37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8DBC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Szopa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41DD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49</w:t>
            </w:r>
          </w:p>
        </w:tc>
      </w:tr>
      <w:tr w:rsidR="001332E6" w:rsidRPr="001332E6" w14:paraId="1377684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1595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1012.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C73F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A522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F7B1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Szopa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0F22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64</w:t>
            </w:r>
          </w:p>
        </w:tc>
      </w:tr>
      <w:tr w:rsidR="001332E6" w:rsidRPr="001332E6" w14:paraId="352A097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7A9D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1013.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C166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3E06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3D23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Szopa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44DC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</w:t>
            </w:r>
          </w:p>
        </w:tc>
      </w:tr>
      <w:tr w:rsidR="001332E6" w:rsidRPr="001332E6" w14:paraId="35C4E37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B0AF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1014.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006D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4060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922A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Szopa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312C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53</w:t>
            </w:r>
          </w:p>
        </w:tc>
      </w:tr>
      <w:tr w:rsidR="001332E6" w:rsidRPr="001332E6" w14:paraId="1E1E16D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63CE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1015.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AE4A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37F4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612F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Szopa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18D1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57/2</w:t>
            </w:r>
          </w:p>
        </w:tc>
      </w:tr>
      <w:tr w:rsidR="001332E6" w:rsidRPr="001332E6" w14:paraId="41A0C65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E7F5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1016.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7C22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16AE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EF3F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Szopa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3034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2/2</w:t>
            </w:r>
          </w:p>
        </w:tc>
      </w:tr>
      <w:tr w:rsidR="001332E6" w:rsidRPr="001332E6" w14:paraId="1367829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6608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1017.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31D1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F348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FC61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Szopa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005B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58/3</w:t>
            </w:r>
          </w:p>
        </w:tc>
      </w:tr>
      <w:tr w:rsidR="001332E6" w:rsidRPr="001332E6" w14:paraId="3DA3FCA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9972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1018.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9554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9DDB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B633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Szopa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8FAA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213</w:t>
            </w:r>
          </w:p>
        </w:tc>
      </w:tr>
      <w:tr w:rsidR="001332E6" w:rsidRPr="001332E6" w14:paraId="79C2601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090C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1019.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ECA4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3EC0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28C4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Szopa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C616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51/8</w:t>
            </w:r>
          </w:p>
        </w:tc>
      </w:tr>
      <w:tr w:rsidR="001332E6" w:rsidRPr="001332E6" w14:paraId="505B9D1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C8BB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1020.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820E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4083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B802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Szopa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FC95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56/3</w:t>
            </w:r>
          </w:p>
        </w:tc>
      </w:tr>
      <w:tr w:rsidR="001332E6" w:rsidRPr="001332E6" w14:paraId="21583FF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5713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1021.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41A6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4A9D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49C9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6F2A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109</w:t>
            </w:r>
          </w:p>
        </w:tc>
      </w:tr>
      <w:tr w:rsidR="001332E6" w:rsidRPr="001332E6" w14:paraId="6E92612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BE41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1022.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B1B8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AFE1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2136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FB4A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20/2</w:t>
            </w:r>
          </w:p>
        </w:tc>
      </w:tr>
      <w:tr w:rsidR="001332E6" w:rsidRPr="001332E6" w14:paraId="105B5D3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50F8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1023.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0532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3CF9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FF54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07BD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90/5</w:t>
            </w:r>
          </w:p>
        </w:tc>
      </w:tr>
      <w:tr w:rsidR="001332E6" w:rsidRPr="001332E6" w14:paraId="7A64724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3E1B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lastRenderedPageBreak/>
              <w:t>1024.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7286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6127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E722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D709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114/1</w:t>
            </w:r>
          </w:p>
        </w:tc>
      </w:tr>
      <w:tr w:rsidR="001332E6" w:rsidRPr="001332E6" w14:paraId="2C50BF1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19E9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1025.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E87C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BFE0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CAAA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CBD2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22/18</w:t>
            </w:r>
          </w:p>
        </w:tc>
      </w:tr>
      <w:tr w:rsidR="001332E6" w:rsidRPr="001332E6" w14:paraId="76128A0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F5A8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1026.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0B4F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B9CB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6B27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8CD8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28/1</w:t>
            </w:r>
          </w:p>
        </w:tc>
      </w:tr>
      <w:tr w:rsidR="001332E6" w:rsidRPr="001332E6" w14:paraId="239E227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5959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1027.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8AF7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0AB3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468C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40B9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236/1</w:t>
            </w:r>
          </w:p>
        </w:tc>
      </w:tr>
      <w:tr w:rsidR="001332E6" w:rsidRPr="001332E6" w14:paraId="1746CFA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BDB9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1028.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4418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3B2E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3F11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49B4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257/3</w:t>
            </w:r>
          </w:p>
        </w:tc>
      </w:tr>
      <w:tr w:rsidR="001332E6" w:rsidRPr="001332E6" w14:paraId="23487A0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9557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1029.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FC21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5D7B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1DF9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ADE8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51/1</w:t>
            </w:r>
          </w:p>
        </w:tc>
      </w:tr>
      <w:tr w:rsidR="001332E6" w:rsidRPr="001332E6" w14:paraId="10DCB25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E17D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1030.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6516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DA74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6ED8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2A69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27</w:t>
            </w:r>
          </w:p>
        </w:tc>
      </w:tr>
      <w:tr w:rsidR="001332E6" w:rsidRPr="001332E6" w14:paraId="097E643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266C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1031.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DE2D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355F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525F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D602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257/10</w:t>
            </w:r>
          </w:p>
        </w:tc>
      </w:tr>
      <w:tr w:rsidR="001332E6" w:rsidRPr="001332E6" w14:paraId="20544C2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7D76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1032.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FEF4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A39B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649D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CE90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244/7</w:t>
            </w:r>
          </w:p>
        </w:tc>
      </w:tr>
      <w:tr w:rsidR="001332E6" w:rsidRPr="001332E6" w14:paraId="3ED4C29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9ED6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1033.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63B1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6196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87C4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461B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40/10</w:t>
            </w:r>
          </w:p>
        </w:tc>
      </w:tr>
      <w:tr w:rsidR="001332E6" w:rsidRPr="001332E6" w14:paraId="7336547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A7F1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1034.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A537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12B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6D0A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FE4B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118/1</w:t>
            </w:r>
          </w:p>
        </w:tc>
      </w:tr>
      <w:tr w:rsidR="001332E6" w:rsidRPr="001332E6" w14:paraId="0A4060D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3291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1035.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CBC9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AAC4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073C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5FAB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243/18</w:t>
            </w:r>
          </w:p>
        </w:tc>
      </w:tr>
      <w:tr w:rsidR="001332E6" w:rsidRPr="001332E6" w14:paraId="57954A9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0565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1036.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D754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9735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BD51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B659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375/4</w:t>
            </w:r>
          </w:p>
        </w:tc>
      </w:tr>
      <w:tr w:rsidR="001332E6" w:rsidRPr="001332E6" w14:paraId="0DC42C4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A680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1037.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6B09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1399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C350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BCE3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243/8</w:t>
            </w:r>
          </w:p>
        </w:tc>
      </w:tr>
      <w:tr w:rsidR="001332E6" w:rsidRPr="001332E6" w14:paraId="21AF093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2FD5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1038.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D441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96E7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F6B6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718C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243/10</w:t>
            </w:r>
          </w:p>
        </w:tc>
      </w:tr>
      <w:tr w:rsidR="001332E6" w:rsidRPr="001332E6" w14:paraId="707203D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0C11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1039.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D82B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BEEF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B165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5635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108/1</w:t>
            </w:r>
          </w:p>
        </w:tc>
      </w:tr>
      <w:tr w:rsidR="001332E6" w:rsidRPr="001332E6" w14:paraId="70E6F9C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9F7C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1040.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3F27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AE47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BFD3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D886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108/22</w:t>
            </w:r>
          </w:p>
        </w:tc>
      </w:tr>
      <w:tr w:rsidR="001332E6" w:rsidRPr="001332E6" w14:paraId="45651BD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9857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1041.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1DA0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545E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7C48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C250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22/11</w:t>
            </w:r>
          </w:p>
        </w:tc>
      </w:tr>
      <w:tr w:rsidR="001332E6" w:rsidRPr="001332E6" w14:paraId="0E31760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8E31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1042.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CABB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56F5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C415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40C1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235</w:t>
            </w:r>
          </w:p>
        </w:tc>
      </w:tr>
      <w:tr w:rsidR="001332E6" w:rsidRPr="001332E6" w14:paraId="19AC833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994B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1043.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B878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B055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9608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A020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91/65</w:t>
            </w:r>
          </w:p>
        </w:tc>
      </w:tr>
      <w:tr w:rsidR="001332E6" w:rsidRPr="001332E6" w14:paraId="42A99F7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3739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1044.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5EC5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90EA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36A3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F9D1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86</w:t>
            </w:r>
          </w:p>
        </w:tc>
      </w:tr>
      <w:tr w:rsidR="001332E6" w:rsidRPr="001332E6" w14:paraId="7BE72E9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88A7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1045.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44A4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239E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2EB1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1AB5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113/3</w:t>
            </w:r>
          </w:p>
        </w:tc>
      </w:tr>
      <w:tr w:rsidR="001332E6" w:rsidRPr="001332E6" w14:paraId="3B8A91D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2B4E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1046.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3440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6BF3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1F9F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E7A6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354/1</w:t>
            </w:r>
          </w:p>
        </w:tc>
      </w:tr>
      <w:tr w:rsidR="001332E6" w:rsidRPr="001332E6" w14:paraId="47953E3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8D4F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1047.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E0F7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45A5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A9D1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93AE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117</w:t>
            </w:r>
          </w:p>
        </w:tc>
      </w:tr>
      <w:tr w:rsidR="001332E6" w:rsidRPr="001332E6" w14:paraId="79D6C37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12B9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1048.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1DE4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919E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3205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C5B4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88/6</w:t>
            </w:r>
          </w:p>
        </w:tc>
      </w:tr>
      <w:tr w:rsidR="001332E6" w:rsidRPr="001332E6" w14:paraId="08CB83D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615D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1049.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15A2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D9EE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6F2D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F0EE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20/1</w:t>
            </w:r>
          </w:p>
        </w:tc>
      </w:tr>
      <w:tr w:rsidR="001332E6" w:rsidRPr="001332E6" w14:paraId="38CFAB2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EAE4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1050.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15A8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99F8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9729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D799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40/8</w:t>
            </w:r>
          </w:p>
        </w:tc>
      </w:tr>
      <w:tr w:rsidR="001332E6" w:rsidRPr="001332E6" w14:paraId="6D769AE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570E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1051.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8115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D6FB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3EC7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460E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88/5</w:t>
            </w:r>
          </w:p>
        </w:tc>
      </w:tr>
      <w:tr w:rsidR="001332E6" w:rsidRPr="001332E6" w14:paraId="0CA7C38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10B4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1052.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A4C6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0F7E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2805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2E21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106/15</w:t>
            </w:r>
          </w:p>
        </w:tc>
      </w:tr>
      <w:tr w:rsidR="001332E6" w:rsidRPr="001332E6" w14:paraId="624E13C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4D69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1053.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9B38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8225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B6D6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1E36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257/5</w:t>
            </w:r>
          </w:p>
        </w:tc>
      </w:tr>
      <w:tr w:rsidR="001332E6" w:rsidRPr="001332E6" w14:paraId="7E5E4A9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A859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1054.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42E8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9B2C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B7B7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D616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80</w:t>
            </w:r>
          </w:p>
        </w:tc>
      </w:tr>
      <w:tr w:rsidR="001332E6" w:rsidRPr="001332E6" w14:paraId="3F9AF4E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14A9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1055.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76FE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BC93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3B9A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5C74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110/34</w:t>
            </w:r>
          </w:p>
        </w:tc>
      </w:tr>
      <w:tr w:rsidR="001332E6" w:rsidRPr="001332E6" w14:paraId="0C4C453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2941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1056.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8237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4DE9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C7C1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2009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115/2</w:t>
            </w:r>
          </w:p>
        </w:tc>
      </w:tr>
      <w:tr w:rsidR="001332E6" w:rsidRPr="001332E6" w14:paraId="44CAA5B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9267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1057.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4FC3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BCBA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0961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9E03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257/2</w:t>
            </w:r>
          </w:p>
        </w:tc>
      </w:tr>
      <w:tr w:rsidR="001332E6" w:rsidRPr="001332E6" w14:paraId="2DDDAAA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46F9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1058.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9D55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A2A2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FA87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F44C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385/4</w:t>
            </w:r>
          </w:p>
        </w:tc>
      </w:tr>
      <w:tr w:rsidR="001332E6" w:rsidRPr="001332E6" w14:paraId="67FE157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8C34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1059.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74E6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6E12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8E0C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2ED1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29/2</w:t>
            </w:r>
          </w:p>
        </w:tc>
      </w:tr>
      <w:tr w:rsidR="001332E6" w:rsidRPr="001332E6" w14:paraId="629EE5C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A8A7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1060.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DCF7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CEDD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CE9E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647D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28/2</w:t>
            </w:r>
          </w:p>
        </w:tc>
      </w:tr>
      <w:tr w:rsidR="001332E6" w:rsidRPr="001332E6" w14:paraId="1AB2A1E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2325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1061.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17FF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7944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F53F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4CFB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108/24</w:t>
            </w:r>
          </w:p>
        </w:tc>
      </w:tr>
      <w:tr w:rsidR="001332E6" w:rsidRPr="001332E6" w14:paraId="4C27649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9509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1062.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5838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2ACC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A272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BED9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116/6</w:t>
            </w:r>
          </w:p>
        </w:tc>
      </w:tr>
      <w:tr w:rsidR="001332E6" w:rsidRPr="001332E6" w14:paraId="7511A32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AFCC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1063.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4C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0A36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901C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6100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91/25</w:t>
            </w:r>
          </w:p>
        </w:tc>
      </w:tr>
      <w:tr w:rsidR="001332E6" w:rsidRPr="001332E6" w14:paraId="1B25958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BEEE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1064.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8B32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E224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5FDB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271D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92/1</w:t>
            </w:r>
          </w:p>
        </w:tc>
      </w:tr>
      <w:tr w:rsidR="001332E6" w:rsidRPr="001332E6" w14:paraId="74C2129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628C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1065.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6E76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8527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0058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100A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40/9</w:t>
            </w:r>
          </w:p>
        </w:tc>
      </w:tr>
      <w:tr w:rsidR="001332E6" w:rsidRPr="001332E6" w14:paraId="7F519B3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0904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1066.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C218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000A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6E09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3B2D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22/4</w:t>
            </w:r>
          </w:p>
        </w:tc>
      </w:tr>
      <w:tr w:rsidR="001332E6" w:rsidRPr="001332E6" w14:paraId="7E3ECE1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D033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1067.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06A3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7536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6D88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D8B8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29/1</w:t>
            </w:r>
          </w:p>
        </w:tc>
      </w:tr>
      <w:tr w:rsidR="001332E6" w:rsidRPr="001332E6" w14:paraId="5D1D28B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5924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1068.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9E87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6FC7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F0FC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E37B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111/3</w:t>
            </w:r>
          </w:p>
        </w:tc>
      </w:tr>
      <w:tr w:rsidR="001332E6" w:rsidRPr="001332E6" w14:paraId="2A8FE65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F291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1069.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8AEA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0045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3841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FB50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50</w:t>
            </w:r>
          </w:p>
        </w:tc>
      </w:tr>
      <w:tr w:rsidR="001332E6" w:rsidRPr="001332E6" w14:paraId="6C5BC32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5796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1070.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FCC7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4064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11D0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40DA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112/1</w:t>
            </w:r>
          </w:p>
        </w:tc>
      </w:tr>
      <w:tr w:rsidR="001332E6" w:rsidRPr="001332E6" w14:paraId="55DB036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9F3E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1071.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EA4D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656E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06F0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1F3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58/2</w:t>
            </w:r>
          </w:p>
        </w:tc>
      </w:tr>
      <w:tr w:rsidR="001332E6" w:rsidRPr="001332E6" w14:paraId="0BD1A53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E990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1072.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273A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A63D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4269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9244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110/16</w:t>
            </w:r>
          </w:p>
        </w:tc>
      </w:tr>
      <w:tr w:rsidR="001332E6" w:rsidRPr="001332E6" w14:paraId="56EFC96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B03C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lastRenderedPageBreak/>
              <w:t>1073.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C748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F68B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FF54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0F69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108/23</w:t>
            </w:r>
          </w:p>
        </w:tc>
      </w:tr>
      <w:tr w:rsidR="001332E6" w:rsidRPr="001332E6" w14:paraId="5966A21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D6AA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1074.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0548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818D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E8AE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2EDB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28/5</w:t>
            </w:r>
          </w:p>
        </w:tc>
      </w:tr>
      <w:tr w:rsidR="001332E6" w:rsidRPr="001332E6" w14:paraId="531D809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4CB3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1075.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57AD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64CD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FB46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949B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22/1</w:t>
            </w:r>
          </w:p>
        </w:tc>
      </w:tr>
      <w:tr w:rsidR="001332E6" w:rsidRPr="001332E6" w14:paraId="0EFE934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BFB6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1076.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8554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BEA0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E87D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DB61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330</w:t>
            </w:r>
          </w:p>
        </w:tc>
      </w:tr>
      <w:tr w:rsidR="001332E6" w:rsidRPr="001332E6" w14:paraId="488E4C4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5C4B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1077.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989B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4D90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7513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46DA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31</w:t>
            </w:r>
          </w:p>
        </w:tc>
      </w:tr>
      <w:tr w:rsidR="001332E6" w:rsidRPr="001332E6" w14:paraId="4B40190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1C9C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1078.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71D7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2BC0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3D87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4467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243/17</w:t>
            </w:r>
          </w:p>
        </w:tc>
      </w:tr>
      <w:tr w:rsidR="001332E6" w:rsidRPr="001332E6" w14:paraId="1BFA525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CD43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1079.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553E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0F21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3BA5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0639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110/9</w:t>
            </w:r>
          </w:p>
        </w:tc>
      </w:tr>
      <w:tr w:rsidR="001332E6" w:rsidRPr="001332E6" w14:paraId="655E21A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5479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1080.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94FD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8C40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5CB2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EE25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110/23</w:t>
            </w:r>
          </w:p>
        </w:tc>
      </w:tr>
      <w:tr w:rsidR="001332E6" w:rsidRPr="001332E6" w14:paraId="2C4DF2F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D319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1081.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57E9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590C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F6DF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B8B5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354/2</w:t>
            </w:r>
          </w:p>
        </w:tc>
      </w:tr>
      <w:tr w:rsidR="001332E6" w:rsidRPr="001332E6" w14:paraId="4BF42F5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F679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1082.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6E97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78EF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4629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5F71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375/2</w:t>
            </w:r>
          </w:p>
        </w:tc>
      </w:tr>
      <w:tr w:rsidR="001332E6" w:rsidRPr="001332E6" w14:paraId="1D0CDF2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86F6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1083.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76E2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8D76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C8E7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160D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108/19</w:t>
            </w:r>
          </w:p>
        </w:tc>
      </w:tr>
      <w:tr w:rsidR="001332E6" w:rsidRPr="001332E6" w14:paraId="640CE22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9230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1084.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25B5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6627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B09A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E108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243/14</w:t>
            </w:r>
          </w:p>
        </w:tc>
      </w:tr>
      <w:tr w:rsidR="001332E6" w:rsidRPr="001332E6" w14:paraId="1D8BFCC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E086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1085.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6384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8FCB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3CFE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C699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108/16</w:t>
            </w:r>
          </w:p>
        </w:tc>
      </w:tr>
      <w:tr w:rsidR="001332E6" w:rsidRPr="001332E6" w14:paraId="725F605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C60B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1086.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715D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D85E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72D5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21EA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116/5</w:t>
            </w:r>
          </w:p>
        </w:tc>
      </w:tr>
      <w:tr w:rsidR="001332E6" w:rsidRPr="001332E6" w14:paraId="25F1DF6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F916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1087.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9948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4BC4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83F4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0127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58/3</w:t>
            </w:r>
          </w:p>
        </w:tc>
      </w:tr>
      <w:tr w:rsidR="001332E6" w:rsidRPr="001332E6" w14:paraId="350C920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49A1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1088.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8EB4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6EB1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5CB8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F36F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108/20</w:t>
            </w:r>
          </w:p>
        </w:tc>
      </w:tr>
      <w:tr w:rsidR="001332E6" w:rsidRPr="001332E6" w14:paraId="459CE7D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BBAE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1089.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E73B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9B24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9519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BFB1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58/1</w:t>
            </w:r>
          </w:p>
        </w:tc>
      </w:tr>
      <w:tr w:rsidR="001332E6" w:rsidRPr="001332E6" w14:paraId="18B6271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7035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1090.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6F69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EF99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9DD9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5B0A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21</w:t>
            </w:r>
          </w:p>
        </w:tc>
      </w:tr>
      <w:tr w:rsidR="001332E6" w:rsidRPr="001332E6" w14:paraId="7C61A77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6A14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1091.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7022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A83A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AB18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98A0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110/26</w:t>
            </w:r>
          </w:p>
        </w:tc>
      </w:tr>
      <w:tr w:rsidR="001332E6" w:rsidRPr="001332E6" w14:paraId="56BFB8F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1F6B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1092.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2A1C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4F3D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C0AF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DDA6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22/17</w:t>
            </w:r>
          </w:p>
        </w:tc>
      </w:tr>
      <w:tr w:rsidR="001332E6" w:rsidRPr="001332E6" w14:paraId="7CE0614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7D3F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1093.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C7F3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8D61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B09C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2D8B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108/18</w:t>
            </w:r>
          </w:p>
        </w:tc>
      </w:tr>
      <w:tr w:rsidR="001332E6" w:rsidRPr="001332E6" w14:paraId="0E55FE6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0021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1094.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CC90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9E75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DCD5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BC51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110/18</w:t>
            </w:r>
          </w:p>
        </w:tc>
      </w:tr>
      <w:tr w:rsidR="001332E6" w:rsidRPr="001332E6" w14:paraId="545D432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E25B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1095.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9A4F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A562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7AF1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5FE6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89</w:t>
            </w:r>
          </w:p>
        </w:tc>
      </w:tr>
      <w:tr w:rsidR="001332E6" w:rsidRPr="001332E6" w14:paraId="784B08C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52C0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1096.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780C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449E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312A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0842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110/17</w:t>
            </w:r>
          </w:p>
        </w:tc>
      </w:tr>
      <w:tr w:rsidR="001332E6" w:rsidRPr="001332E6" w14:paraId="6831947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C020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1097.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66A4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83EB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B0EA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D250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22/16</w:t>
            </w:r>
          </w:p>
        </w:tc>
      </w:tr>
      <w:tr w:rsidR="001332E6" w:rsidRPr="001332E6" w14:paraId="3B45575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A8CA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1098.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2A53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8A11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9E4F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1221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22/12</w:t>
            </w:r>
          </w:p>
        </w:tc>
      </w:tr>
      <w:tr w:rsidR="001332E6" w:rsidRPr="001332E6" w14:paraId="425C23F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5A5F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1099.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CAF0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35F4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C234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242D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372</w:t>
            </w:r>
          </w:p>
        </w:tc>
      </w:tr>
      <w:tr w:rsidR="001332E6" w:rsidRPr="001332E6" w14:paraId="5F0ED41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C114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1100.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0594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E4D1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F4F3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E696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243/4</w:t>
            </w:r>
          </w:p>
        </w:tc>
      </w:tr>
      <w:tr w:rsidR="001332E6" w:rsidRPr="001332E6" w14:paraId="71493E5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B1BE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1101.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9FA1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CB67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02F0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9AE1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22/6</w:t>
            </w:r>
          </w:p>
        </w:tc>
      </w:tr>
      <w:tr w:rsidR="001332E6" w:rsidRPr="001332E6" w14:paraId="6175815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9651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1102.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8620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64AC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F03F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7EE8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91/29</w:t>
            </w:r>
          </w:p>
        </w:tc>
      </w:tr>
      <w:tr w:rsidR="001332E6" w:rsidRPr="001332E6" w14:paraId="5CB0651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F9C1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1103.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485C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E337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9FB5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CADB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28/4</w:t>
            </w:r>
          </w:p>
        </w:tc>
      </w:tr>
      <w:tr w:rsidR="001332E6" w:rsidRPr="001332E6" w14:paraId="7FBE778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43FD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1104.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1CBF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A605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E46A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AB56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22/8</w:t>
            </w:r>
          </w:p>
        </w:tc>
      </w:tr>
      <w:tr w:rsidR="001332E6" w:rsidRPr="001332E6" w14:paraId="52BCDDA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B5B1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1105.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2694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DC68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5D4B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Mojusz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EB97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375/1</w:t>
            </w:r>
          </w:p>
        </w:tc>
      </w:tr>
      <w:tr w:rsidR="001332E6" w:rsidRPr="001332E6" w14:paraId="05B73BE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0DD1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1106.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F5BE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599D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915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FCF0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689/6</w:t>
            </w:r>
          </w:p>
        </w:tc>
      </w:tr>
      <w:tr w:rsidR="001332E6" w:rsidRPr="001332E6" w14:paraId="786739B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100E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1107.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B7EE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0ECA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31F4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4B10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681/22</w:t>
            </w:r>
          </w:p>
        </w:tc>
      </w:tr>
      <w:tr w:rsidR="001332E6" w:rsidRPr="001332E6" w14:paraId="369BC47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E374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1108.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AE31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632A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2404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9D20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681/33</w:t>
            </w:r>
          </w:p>
        </w:tc>
      </w:tr>
      <w:tr w:rsidR="001332E6" w:rsidRPr="001332E6" w14:paraId="5B5F930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BF1B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1109.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53BC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2CE2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C9DD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026D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689/10</w:t>
            </w:r>
          </w:p>
        </w:tc>
      </w:tr>
      <w:tr w:rsidR="001332E6" w:rsidRPr="001332E6" w14:paraId="292C24F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8239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1110.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9826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D9D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A7D7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B59A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690/33</w:t>
            </w:r>
          </w:p>
        </w:tc>
      </w:tr>
      <w:tr w:rsidR="001332E6" w:rsidRPr="001332E6" w14:paraId="481DCF9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3709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1111.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2848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21F2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30B2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F3F5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1409</w:t>
            </w:r>
          </w:p>
        </w:tc>
      </w:tr>
      <w:tr w:rsidR="001332E6" w:rsidRPr="001332E6" w14:paraId="162E0D2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193C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1112.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EC41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5397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A49E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2A55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626/8</w:t>
            </w:r>
          </w:p>
        </w:tc>
      </w:tr>
      <w:tr w:rsidR="001332E6" w:rsidRPr="001332E6" w14:paraId="45183CB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BE92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1113.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DA39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A9B7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B37D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A068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689/7</w:t>
            </w:r>
          </w:p>
        </w:tc>
      </w:tr>
      <w:tr w:rsidR="001332E6" w:rsidRPr="001332E6" w14:paraId="046DD3E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DCE4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1114.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F9AE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5E48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D2F1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45E9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681/31</w:t>
            </w:r>
          </w:p>
        </w:tc>
      </w:tr>
      <w:tr w:rsidR="001332E6" w:rsidRPr="001332E6" w14:paraId="61EF031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5E60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1115.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5A5F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C699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AB70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CF2E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672/18</w:t>
            </w:r>
          </w:p>
        </w:tc>
      </w:tr>
      <w:tr w:rsidR="001332E6" w:rsidRPr="001332E6" w14:paraId="620B312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7A47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1116.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E1C4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044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1A10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BD6C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1412/2</w:t>
            </w:r>
          </w:p>
        </w:tc>
      </w:tr>
      <w:tr w:rsidR="001332E6" w:rsidRPr="001332E6" w14:paraId="5B3E700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ACE4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1117.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99EA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8C42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A420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38DA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692/3</w:t>
            </w:r>
          </w:p>
        </w:tc>
      </w:tr>
      <w:tr w:rsidR="001332E6" w:rsidRPr="001332E6" w14:paraId="1F0C823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D6C8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1118.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94DA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5255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61F1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3C72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670/26</w:t>
            </w:r>
          </w:p>
        </w:tc>
      </w:tr>
      <w:tr w:rsidR="001332E6" w:rsidRPr="001332E6" w14:paraId="1A1F32F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CE18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1119.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4FEE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42F0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DC99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C2EE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619/18</w:t>
            </w:r>
          </w:p>
        </w:tc>
      </w:tr>
      <w:tr w:rsidR="001332E6" w:rsidRPr="001332E6" w14:paraId="0BA2DB3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34E0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1120.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4442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719B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2F00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009B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683/6</w:t>
            </w:r>
          </w:p>
        </w:tc>
      </w:tr>
      <w:tr w:rsidR="001332E6" w:rsidRPr="001332E6" w14:paraId="7504BA1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0F6D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1121.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A8DD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054F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93D4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FF48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674/3</w:t>
            </w:r>
          </w:p>
        </w:tc>
      </w:tr>
      <w:tr w:rsidR="001332E6" w:rsidRPr="001332E6" w14:paraId="30081B2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385B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lastRenderedPageBreak/>
              <w:t>1122.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D2EB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62AF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C770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FA4F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685</w:t>
            </w:r>
          </w:p>
        </w:tc>
      </w:tr>
      <w:tr w:rsidR="001332E6" w:rsidRPr="001332E6" w14:paraId="39570D2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774D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1123.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9969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249A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0C47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CFA3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684/3</w:t>
            </w:r>
          </w:p>
        </w:tc>
      </w:tr>
      <w:tr w:rsidR="001332E6" w:rsidRPr="001332E6" w14:paraId="1BC6F6E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08BD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1124.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104C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0378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01B7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9F4F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692/4</w:t>
            </w:r>
          </w:p>
        </w:tc>
      </w:tr>
      <w:tr w:rsidR="001332E6" w:rsidRPr="001332E6" w14:paraId="3565F19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9DF1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1125.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06EE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AEC2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19CE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C5D5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689/1</w:t>
            </w:r>
          </w:p>
        </w:tc>
      </w:tr>
      <w:tr w:rsidR="001332E6" w:rsidRPr="001332E6" w14:paraId="31E84E0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28BB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1126.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6E57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DD4F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0775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F8D3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672/14</w:t>
            </w:r>
          </w:p>
        </w:tc>
      </w:tr>
      <w:tr w:rsidR="001332E6" w:rsidRPr="001332E6" w14:paraId="5067F74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5D8A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1127.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5596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3C35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9FBA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7489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690/27</w:t>
            </w:r>
          </w:p>
        </w:tc>
      </w:tr>
      <w:tr w:rsidR="001332E6" w:rsidRPr="001332E6" w14:paraId="5F402A3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5803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1128.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54EC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CA92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1E3C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B51D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673/2</w:t>
            </w:r>
          </w:p>
        </w:tc>
      </w:tr>
      <w:tr w:rsidR="001332E6" w:rsidRPr="001332E6" w14:paraId="344EEBA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0FF6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1129.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3412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73F2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6CD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5E9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689/3</w:t>
            </w:r>
          </w:p>
        </w:tc>
      </w:tr>
      <w:tr w:rsidR="001332E6" w:rsidRPr="001332E6" w14:paraId="4F79C3D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3431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1130.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229B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63EB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012E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0D78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676/9</w:t>
            </w:r>
          </w:p>
        </w:tc>
      </w:tr>
      <w:tr w:rsidR="001332E6" w:rsidRPr="001332E6" w14:paraId="6B10C65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BE35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1131.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DED6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87B7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5DDF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16D7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686</w:t>
            </w:r>
          </w:p>
        </w:tc>
      </w:tr>
      <w:tr w:rsidR="001332E6" w:rsidRPr="001332E6" w14:paraId="41098E3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6EC1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1132.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B6C5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844E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8696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138B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681/36</w:t>
            </w:r>
          </w:p>
        </w:tc>
      </w:tr>
      <w:tr w:rsidR="001332E6" w:rsidRPr="001332E6" w14:paraId="1092BD0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17D4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1133.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F76C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C079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CAD5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18E0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670/19</w:t>
            </w:r>
          </w:p>
        </w:tc>
      </w:tr>
      <w:tr w:rsidR="001332E6" w:rsidRPr="001332E6" w14:paraId="5F54FD0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B3DA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1134.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9877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E988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D503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B7FD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680/24</w:t>
            </w:r>
          </w:p>
        </w:tc>
      </w:tr>
      <w:tr w:rsidR="001332E6" w:rsidRPr="001332E6" w14:paraId="7236F04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AE04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1135.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B30F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1D1B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7217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C813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624</w:t>
            </w:r>
          </w:p>
        </w:tc>
      </w:tr>
      <w:tr w:rsidR="001332E6" w:rsidRPr="001332E6" w14:paraId="062AB16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CBC0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1136.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5D8C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9C5F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BC09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8150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626/4</w:t>
            </w:r>
          </w:p>
        </w:tc>
      </w:tr>
      <w:tr w:rsidR="001332E6" w:rsidRPr="001332E6" w14:paraId="727D27A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3FDA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1137.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5DB1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2AD6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38DD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5D5F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681/23</w:t>
            </w:r>
          </w:p>
        </w:tc>
      </w:tr>
      <w:tr w:rsidR="001332E6" w:rsidRPr="001332E6" w14:paraId="4B26059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85A1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1138.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3EA7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671C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6DE7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2586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691/2</w:t>
            </w:r>
          </w:p>
        </w:tc>
      </w:tr>
      <w:tr w:rsidR="001332E6" w:rsidRPr="001332E6" w14:paraId="62598CB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2399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1139.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842B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4B07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379D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6CD9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1412/1</w:t>
            </w:r>
          </w:p>
        </w:tc>
      </w:tr>
      <w:tr w:rsidR="001332E6" w:rsidRPr="001332E6" w14:paraId="36B7206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9370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1140.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0F7D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1977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CF40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A2F5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690/36</w:t>
            </w:r>
          </w:p>
        </w:tc>
      </w:tr>
      <w:tr w:rsidR="001332E6" w:rsidRPr="001332E6" w14:paraId="4A8C0FE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2FCA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1141.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3D92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E8D6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27E6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8302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689/8</w:t>
            </w:r>
          </w:p>
        </w:tc>
      </w:tr>
      <w:tr w:rsidR="001332E6" w:rsidRPr="001332E6" w14:paraId="2A230F2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9D7B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1142.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4A0E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DA4A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228F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AF34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690/45</w:t>
            </w:r>
          </w:p>
        </w:tc>
      </w:tr>
      <w:tr w:rsidR="001332E6" w:rsidRPr="001332E6" w14:paraId="22ECE5F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945C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1143.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5B6E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5D7A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F6D3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EF79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677/2</w:t>
            </w:r>
          </w:p>
        </w:tc>
      </w:tr>
      <w:tr w:rsidR="001332E6" w:rsidRPr="001332E6" w14:paraId="4ED8259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F490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1144.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0E3D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16A6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AB25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8F97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683/1</w:t>
            </w:r>
          </w:p>
        </w:tc>
      </w:tr>
      <w:tr w:rsidR="001332E6" w:rsidRPr="001332E6" w14:paraId="371600E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73BB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1145.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AD33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5C8D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77EA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1D71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681/20</w:t>
            </w:r>
          </w:p>
        </w:tc>
      </w:tr>
      <w:tr w:rsidR="001332E6" w:rsidRPr="001332E6" w14:paraId="0DC8BEB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C51B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1146.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89A9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0B33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8C6B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CEE2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692/1</w:t>
            </w:r>
          </w:p>
        </w:tc>
      </w:tr>
      <w:tr w:rsidR="001332E6" w:rsidRPr="001332E6" w14:paraId="48033DB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9FC1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1147.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95F1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0DF0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9C15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A718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683/7</w:t>
            </w:r>
          </w:p>
        </w:tc>
      </w:tr>
      <w:tr w:rsidR="001332E6" w:rsidRPr="001332E6" w14:paraId="5905406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342E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1148.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9DB2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9351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6AFF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94CD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626/5</w:t>
            </w:r>
          </w:p>
        </w:tc>
      </w:tr>
      <w:tr w:rsidR="001332E6" w:rsidRPr="001332E6" w14:paraId="48EE431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46BA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1149.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30DB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2A8E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5B9C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59CD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619/14</w:t>
            </w:r>
          </w:p>
        </w:tc>
      </w:tr>
      <w:tr w:rsidR="001332E6" w:rsidRPr="001332E6" w14:paraId="528F87C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F92A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1150.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AFD3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034D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8E9F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5515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683/2</w:t>
            </w:r>
          </w:p>
        </w:tc>
      </w:tr>
      <w:tr w:rsidR="001332E6" w:rsidRPr="001332E6" w14:paraId="2A1A452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87DB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1151.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C881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D985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963F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C12C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670/28</w:t>
            </w:r>
          </w:p>
        </w:tc>
      </w:tr>
      <w:tr w:rsidR="001332E6" w:rsidRPr="001332E6" w14:paraId="33E8DB6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B944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1152.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3519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E43C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B2A6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63D4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676/12</w:t>
            </w:r>
          </w:p>
        </w:tc>
      </w:tr>
      <w:tr w:rsidR="001332E6" w:rsidRPr="001332E6" w14:paraId="5B5E4B2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6C54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1153.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A349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066D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6F63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166B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677/1</w:t>
            </w:r>
          </w:p>
        </w:tc>
      </w:tr>
      <w:tr w:rsidR="001332E6" w:rsidRPr="001332E6" w14:paraId="03A8945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6EF5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1154.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7B47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3225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9D0D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D31B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619/15</w:t>
            </w:r>
          </w:p>
        </w:tc>
      </w:tr>
      <w:tr w:rsidR="001332E6" w:rsidRPr="001332E6" w14:paraId="60DCA59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EBDA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1155.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F259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1A4A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6D7F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6E56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902</w:t>
            </w:r>
          </w:p>
        </w:tc>
      </w:tr>
      <w:tr w:rsidR="001332E6" w:rsidRPr="001332E6" w14:paraId="4DB441B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9A2F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1156.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EBDE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7C8F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49BB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6B75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676/11</w:t>
            </w:r>
          </w:p>
        </w:tc>
      </w:tr>
      <w:tr w:rsidR="001332E6" w:rsidRPr="001332E6" w14:paraId="145B664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B1E9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1157.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2724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6262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3117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1036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681/32</w:t>
            </w:r>
          </w:p>
        </w:tc>
      </w:tr>
      <w:tr w:rsidR="001332E6" w:rsidRPr="001332E6" w14:paraId="6AF00B6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0451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1158.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6F77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F887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2EB9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5AA3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681/29</w:t>
            </w:r>
          </w:p>
        </w:tc>
      </w:tr>
      <w:tr w:rsidR="001332E6" w:rsidRPr="001332E6" w14:paraId="47FCD40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3095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1159.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A706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5F2E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58F6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BD87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682/2</w:t>
            </w:r>
          </w:p>
        </w:tc>
      </w:tr>
      <w:tr w:rsidR="001332E6" w:rsidRPr="001332E6" w14:paraId="5E9FDD7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E04B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1160.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82FA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922F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E220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C8CB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672/13</w:t>
            </w:r>
          </w:p>
        </w:tc>
      </w:tr>
      <w:tr w:rsidR="001332E6" w:rsidRPr="001332E6" w14:paraId="6255041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0F26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1161.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04C2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591B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3D96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7CF3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681/21</w:t>
            </w:r>
          </w:p>
        </w:tc>
      </w:tr>
      <w:tr w:rsidR="001332E6" w:rsidRPr="001332E6" w14:paraId="3C86484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AA61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1162.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3BCD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06C5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8C5C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764E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681/30</w:t>
            </w:r>
          </w:p>
        </w:tc>
      </w:tr>
      <w:tr w:rsidR="001332E6" w:rsidRPr="001332E6" w14:paraId="47133F1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EE61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1163.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ED41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AF28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7417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862C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690/34</w:t>
            </w:r>
          </w:p>
        </w:tc>
      </w:tr>
      <w:tr w:rsidR="001332E6" w:rsidRPr="001332E6" w14:paraId="239BC2D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94A4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1164.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33A3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E3C0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2D5A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A549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690/26</w:t>
            </w:r>
          </w:p>
        </w:tc>
      </w:tr>
      <w:tr w:rsidR="001332E6" w:rsidRPr="001332E6" w14:paraId="69B5CC3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E0BA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1165.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271F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BF31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8AC3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2A58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676/8</w:t>
            </w:r>
          </w:p>
        </w:tc>
      </w:tr>
      <w:tr w:rsidR="001332E6" w:rsidRPr="001332E6" w14:paraId="60B38C7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84A7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1166.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CE9E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631B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EEBF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E439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680/21</w:t>
            </w:r>
          </w:p>
        </w:tc>
      </w:tr>
      <w:tr w:rsidR="001332E6" w:rsidRPr="001332E6" w14:paraId="425A73C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062D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1167.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C68A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7E8B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7C61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6515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671/4</w:t>
            </w:r>
          </w:p>
        </w:tc>
      </w:tr>
      <w:tr w:rsidR="001332E6" w:rsidRPr="001332E6" w14:paraId="135738B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893F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1168.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0B86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E38A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1441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D829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672/17</w:t>
            </w:r>
          </w:p>
        </w:tc>
      </w:tr>
      <w:tr w:rsidR="001332E6" w:rsidRPr="001332E6" w14:paraId="57880E1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6986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1169.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0459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A538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21E5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26BA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619/13</w:t>
            </w:r>
          </w:p>
        </w:tc>
      </w:tr>
      <w:tr w:rsidR="001332E6" w:rsidRPr="001332E6" w14:paraId="6A5FEE2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0E22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1170.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066D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6A8F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DCC0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9D5E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670/7</w:t>
            </w:r>
          </w:p>
        </w:tc>
      </w:tr>
      <w:tr w:rsidR="001332E6" w:rsidRPr="001332E6" w14:paraId="2891CF9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1772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lastRenderedPageBreak/>
              <w:t>1171.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543E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BA17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DCE7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741B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676/10</w:t>
            </w:r>
          </w:p>
        </w:tc>
      </w:tr>
      <w:tr w:rsidR="001332E6" w:rsidRPr="001332E6" w14:paraId="3D7122B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4DAB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1172.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6C38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78BA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634D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57FB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671/3</w:t>
            </w:r>
          </w:p>
        </w:tc>
      </w:tr>
      <w:tr w:rsidR="001332E6" w:rsidRPr="001332E6" w14:paraId="7AB7DFC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E7A4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1173.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6234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33B3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2CB0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47C0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681/35</w:t>
            </w:r>
          </w:p>
        </w:tc>
      </w:tr>
      <w:tr w:rsidR="001332E6" w:rsidRPr="001332E6" w14:paraId="02E23C2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FD19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1174.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79B9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8C9B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E835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153A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681/28</w:t>
            </w:r>
          </w:p>
        </w:tc>
      </w:tr>
      <w:tr w:rsidR="001332E6" w:rsidRPr="001332E6" w14:paraId="03296F13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A76E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1175.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FD0B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5C1D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9F6A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90CB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670/25</w:t>
            </w:r>
          </w:p>
        </w:tc>
      </w:tr>
      <w:tr w:rsidR="001332E6" w:rsidRPr="001332E6" w14:paraId="147346DB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6CDE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1176.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69C0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D438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3D98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DAB5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683/4</w:t>
            </w:r>
          </w:p>
        </w:tc>
      </w:tr>
      <w:tr w:rsidR="001332E6" w:rsidRPr="001332E6" w14:paraId="2F46327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20B0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1177.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D488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560F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543A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18E2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670/27</w:t>
            </w:r>
          </w:p>
        </w:tc>
      </w:tr>
      <w:tr w:rsidR="001332E6" w:rsidRPr="001332E6" w14:paraId="6118745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B256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1178.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7756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0C49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2C79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F096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690/32</w:t>
            </w:r>
          </w:p>
        </w:tc>
      </w:tr>
      <w:tr w:rsidR="001332E6" w:rsidRPr="001332E6" w14:paraId="7F7DD3AE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3B86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1179.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5DA8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D2CB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A01E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82AC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682/1</w:t>
            </w:r>
          </w:p>
        </w:tc>
      </w:tr>
      <w:tr w:rsidR="001332E6" w:rsidRPr="001332E6" w14:paraId="0F48CA6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EADA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1180.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99C3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kartuski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BBA9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0D71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Sierakowice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870B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681/34</w:t>
            </w:r>
          </w:p>
        </w:tc>
      </w:tr>
      <w:tr w:rsidR="001332E6" w:rsidRPr="001332E6" w14:paraId="0881EBC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A053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1181.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8195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pucki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0847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Krokowa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6474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Tyłowo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979C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397</w:t>
            </w:r>
          </w:p>
        </w:tc>
      </w:tr>
      <w:tr w:rsidR="001332E6" w:rsidRPr="001332E6" w14:paraId="0219659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E663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1182.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425A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pucki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5FB4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Krokowa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654D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Tyłowo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1D23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380</w:t>
            </w:r>
          </w:p>
        </w:tc>
      </w:tr>
      <w:tr w:rsidR="001332E6" w:rsidRPr="001332E6" w14:paraId="1BA8DC1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BFA4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1183.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D18C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pucki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CC13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Krokowa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C5D6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Tyłowo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801C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263/7</w:t>
            </w:r>
          </w:p>
        </w:tc>
      </w:tr>
      <w:tr w:rsidR="001332E6" w:rsidRPr="001332E6" w14:paraId="07F9D9A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09CC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1184.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A3A4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pucki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AAF6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Krokowa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7D4C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Tyłowo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A2E9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382</w:t>
            </w:r>
          </w:p>
        </w:tc>
      </w:tr>
      <w:tr w:rsidR="001332E6" w:rsidRPr="001332E6" w14:paraId="7B82790D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EC4B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1185.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C6D8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pucki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39D5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Krokowa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86B7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Tyłowo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EE7E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387</w:t>
            </w:r>
          </w:p>
        </w:tc>
      </w:tr>
      <w:tr w:rsidR="001332E6" w:rsidRPr="001332E6" w14:paraId="577F02C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AF18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1186.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0304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pucki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970D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Krokowa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A6F1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Tyłowo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401A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301/4</w:t>
            </w:r>
          </w:p>
        </w:tc>
      </w:tr>
      <w:tr w:rsidR="001332E6" w:rsidRPr="001332E6" w14:paraId="0A97B14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B951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1187.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2A42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pucki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0A3D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Krokowa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96A8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Tyłowo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9BD8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386</w:t>
            </w:r>
          </w:p>
        </w:tc>
      </w:tr>
      <w:tr w:rsidR="001332E6" w:rsidRPr="001332E6" w14:paraId="6FD8499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8486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1188.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E9B4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pucki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85A1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Krokowa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5405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Tyłowo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2C3A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303/1</w:t>
            </w:r>
          </w:p>
        </w:tc>
      </w:tr>
      <w:tr w:rsidR="001332E6" w:rsidRPr="001332E6" w14:paraId="525848B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BE59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1189.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4CE6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pucki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FA78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Krokowa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BAD6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Tyłowo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838C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301/7</w:t>
            </w:r>
          </w:p>
        </w:tc>
      </w:tr>
      <w:tr w:rsidR="001332E6" w:rsidRPr="001332E6" w14:paraId="32E1EF9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AADD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1190.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CA3C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pucki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4788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Krokowa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11F2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Tyłowo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4C68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379</w:t>
            </w:r>
          </w:p>
        </w:tc>
      </w:tr>
      <w:tr w:rsidR="001332E6" w:rsidRPr="001332E6" w14:paraId="5A9D1852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0F13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1191.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356E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pucki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A8A8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Krokowa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235D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Tyłowo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935A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368</w:t>
            </w:r>
          </w:p>
        </w:tc>
      </w:tr>
      <w:tr w:rsidR="001332E6" w:rsidRPr="001332E6" w14:paraId="5E3CADA1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ADFF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1192.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F39A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pucki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3D8F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Krokowa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6798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Tyłowo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02F8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367</w:t>
            </w:r>
          </w:p>
        </w:tc>
      </w:tr>
      <w:tr w:rsidR="001332E6" w:rsidRPr="001332E6" w14:paraId="4434610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DD3E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1193.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80E2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pucki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3CCF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Krokowa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A7DD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Tyłowo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B5D3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370</w:t>
            </w:r>
          </w:p>
        </w:tc>
      </w:tr>
      <w:tr w:rsidR="001332E6" w:rsidRPr="001332E6" w14:paraId="4058E508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AECB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1194.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6D6A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pucki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6BAA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Krokowa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2C87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Tyłowo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27C5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369</w:t>
            </w:r>
          </w:p>
        </w:tc>
      </w:tr>
      <w:tr w:rsidR="001332E6" w:rsidRPr="001332E6" w14:paraId="2104B4E9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72C1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1195.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2389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pucki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16CA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Krokowa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1B87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Tyłowo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F058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396</w:t>
            </w:r>
          </w:p>
        </w:tc>
      </w:tr>
      <w:tr w:rsidR="001332E6" w:rsidRPr="001332E6" w14:paraId="7F5C0614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D1B7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1196.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2C53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pucki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4E94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Krokowa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562B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Tyłowo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9DDBA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371</w:t>
            </w:r>
          </w:p>
        </w:tc>
      </w:tr>
      <w:tr w:rsidR="001332E6" w:rsidRPr="001332E6" w14:paraId="5FEB336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2217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1197.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B3B0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pucki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4897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Krokowa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A286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Tyłowo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C6AD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372</w:t>
            </w:r>
          </w:p>
        </w:tc>
      </w:tr>
      <w:tr w:rsidR="001332E6" w:rsidRPr="001332E6" w14:paraId="594459F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12329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1198.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EB3B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pucki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1227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Krokowa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3DE6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Tyłowo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932F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375</w:t>
            </w:r>
          </w:p>
        </w:tc>
      </w:tr>
      <w:tr w:rsidR="001332E6" w:rsidRPr="001332E6" w14:paraId="45C23FA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C095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1199.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FE3D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pucki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48BA4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Krokowa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DF8E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Tyłowo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3A0F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377/3</w:t>
            </w:r>
          </w:p>
        </w:tc>
      </w:tr>
      <w:tr w:rsidR="001332E6" w:rsidRPr="001332E6" w14:paraId="3443A3F5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FC38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1200.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DDDA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pucki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E0D7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Krokowa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6687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Tyłowo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3655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398</w:t>
            </w:r>
          </w:p>
        </w:tc>
      </w:tr>
      <w:tr w:rsidR="001332E6" w:rsidRPr="001332E6" w14:paraId="2C0A875A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5B05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1201.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9E3B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pucki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30BCE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Krokowa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88326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Tyłowo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C342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246/5</w:t>
            </w:r>
          </w:p>
        </w:tc>
      </w:tr>
      <w:tr w:rsidR="001332E6" w:rsidRPr="001332E6" w14:paraId="540A69D6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75BD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1202.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B204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pucki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1D6BF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Krokowa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85BF1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Tyłowo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BFE6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375/7</w:t>
            </w:r>
          </w:p>
        </w:tc>
      </w:tr>
      <w:tr w:rsidR="001332E6" w:rsidRPr="001332E6" w14:paraId="093848D7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B2317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1203.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DF5D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pucki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DBDD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Krokowa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9589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Tyłowo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8977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246/4</w:t>
            </w:r>
          </w:p>
        </w:tc>
      </w:tr>
      <w:tr w:rsidR="001332E6" w:rsidRPr="001332E6" w14:paraId="5A272D40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F1CF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1204.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65CA3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pucki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CA23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Krokowa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72ED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Tyłowo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D677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375/6</w:t>
            </w:r>
          </w:p>
        </w:tc>
      </w:tr>
      <w:tr w:rsidR="001332E6" w:rsidRPr="001332E6" w14:paraId="36ED5B8C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FD51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1205.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F3305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pucki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501D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Krokowa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533D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Tyłowo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337B8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377/4</w:t>
            </w:r>
          </w:p>
        </w:tc>
      </w:tr>
      <w:tr w:rsidR="001332E6" w:rsidRPr="001332E6" w14:paraId="5C0C9F2F" w14:textId="77777777" w:rsidTr="00872CF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DCB32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1206.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925FD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pucki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3392B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Krokowa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513CC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Tyłowo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51F40" w14:textId="77777777" w:rsidR="001332E6" w:rsidRPr="001332E6" w:rsidRDefault="001332E6" w:rsidP="00582F0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332E6">
              <w:rPr>
                <w:rFonts w:eastAsia="Times New Roman"/>
                <w:color w:val="000000"/>
                <w:lang w:eastAsia="pl-PL"/>
              </w:rPr>
              <w:t>378</w:t>
            </w:r>
          </w:p>
        </w:tc>
      </w:tr>
    </w:tbl>
    <w:p w14:paraId="6B0FE704" w14:textId="77777777" w:rsidR="00806D2A" w:rsidRDefault="00806D2A" w:rsidP="00582F01">
      <w:pPr>
        <w:rPr>
          <w:rFonts w:ascii="Arial" w:hAnsi="Arial" w:cs="Arial"/>
        </w:rPr>
      </w:pPr>
    </w:p>
    <w:p w14:paraId="19BCF3D1" w14:textId="77777777" w:rsidR="00806D2A" w:rsidRDefault="00806D2A" w:rsidP="00582F01">
      <w:pPr>
        <w:rPr>
          <w:rFonts w:ascii="Arial" w:hAnsi="Arial" w:cs="Arial"/>
        </w:rPr>
      </w:pPr>
    </w:p>
    <w:p w14:paraId="04C4FB27" w14:textId="77777777" w:rsidR="00806D2A" w:rsidRDefault="00806D2A" w:rsidP="00582F01">
      <w:pPr>
        <w:rPr>
          <w:rFonts w:ascii="Arial" w:hAnsi="Arial" w:cs="Arial"/>
        </w:rPr>
      </w:pPr>
    </w:p>
    <w:p w14:paraId="24A6F027" w14:textId="77777777" w:rsidR="00806D2A" w:rsidRPr="007C4842" w:rsidRDefault="00806D2A" w:rsidP="00582F01">
      <w:pPr>
        <w:rPr>
          <w:rFonts w:ascii="Arial" w:hAnsi="Arial" w:cs="Arial"/>
        </w:rPr>
      </w:pPr>
    </w:p>
    <w:p w14:paraId="78C9A0C6" w14:textId="77777777" w:rsidR="007C4842" w:rsidRPr="007C4842" w:rsidRDefault="007C4842" w:rsidP="00582F01">
      <w:pPr>
        <w:rPr>
          <w:rFonts w:ascii="Arial" w:hAnsi="Arial" w:cs="Arial"/>
        </w:rPr>
      </w:pPr>
    </w:p>
    <w:p w14:paraId="6A29D0ED" w14:textId="77777777" w:rsidR="007C4842" w:rsidRPr="007C4842" w:rsidRDefault="007C4842" w:rsidP="00582F01">
      <w:pPr>
        <w:contextualSpacing/>
        <w:rPr>
          <w:rFonts w:ascii="Arial" w:hAnsi="Arial" w:cs="Arial"/>
          <w:sz w:val="21"/>
          <w:szCs w:val="21"/>
        </w:rPr>
      </w:pPr>
    </w:p>
    <w:p w14:paraId="05C59CF5" w14:textId="77777777" w:rsidR="00B5124A" w:rsidRPr="00244374" w:rsidRDefault="00B5124A" w:rsidP="00582F01">
      <w:pPr>
        <w:tabs>
          <w:tab w:val="center" w:pos="4536"/>
          <w:tab w:val="right" w:pos="9072"/>
        </w:tabs>
        <w:spacing w:after="0" w:line="240" w:lineRule="auto"/>
        <w:rPr>
          <w:lang w:eastAsia="pl-PL"/>
        </w:rPr>
      </w:pPr>
    </w:p>
    <w:sectPr w:rsidR="00B5124A" w:rsidRPr="00244374" w:rsidSect="00DA56F3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37" w:right="1418" w:bottom="737" w:left="1418" w:header="22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0AE65" w14:textId="77777777" w:rsidR="0071220D" w:rsidRDefault="0071220D" w:rsidP="000F38F9">
      <w:pPr>
        <w:spacing w:after="0" w:line="240" w:lineRule="auto"/>
      </w:pPr>
      <w:r>
        <w:separator/>
      </w:r>
    </w:p>
  </w:endnote>
  <w:endnote w:type="continuationSeparator" w:id="0">
    <w:p w14:paraId="14B42316" w14:textId="77777777" w:rsidR="0071220D" w:rsidRDefault="0071220D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2780784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27807847"/>
          <w:docPartObj>
            <w:docPartGallery w:val="Page Numbers (Top of Page)"/>
            <w:docPartUnique/>
          </w:docPartObj>
        </w:sdtPr>
        <w:sdtContent>
          <w:p w14:paraId="0ECBBDA2" w14:textId="2A208F38" w:rsidR="008E158E" w:rsidRPr="00474806" w:rsidRDefault="008E158E" w:rsidP="00474806">
            <w:pPr>
              <w:pStyle w:val="Stopka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RDOŚ-Gd-WOO.420.</w:t>
            </w:r>
            <w:r w:rsidR="001332E6">
              <w:rPr>
                <w:rFonts w:ascii="Arial" w:hAnsi="Arial" w:cs="Arial"/>
                <w:sz w:val="16"/>
                <w:szCs w:val="16"/>
              </w:rPr>
              <w:t>50</w:t>
            </w:r>
            <w:r>
              <w:rPr>
                <w:rFonts w:ascii="Arial" w:hAnsi="Arial" w:cs="Arial"/>
                <w:sz w:val="16"/>
                <w:szCs w:val="16"/>
              </w:rPr>
              <w:t>.202</w:t>
            </w:r>
            <w:r w:rsidR="007C4842">
              <w:rPr>
                <w:rFonts w:ascii="Arial" w:hAnsi="Arial" w:cs="Arial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="001332E6">
              <w:rPr>
                <w:rFonts w:ascii="Arial" w:hAnsi="Arial" w:cs="Arial"/>
                <w:sz w:val="16"/>
                <w:szCs w:val="16"/>
              </w:rPr>
              <w:t>IK.4</w:t>
            </w:r>
            <w:r w:rsidRPr="00474806">
              <w:rPr>
                <w:rFonts w:ascii="Arial" w:hAnsi="Arial" w:cs="Arial"/>
                <w:sz w:val="16"/>
                <w:szCs w:val="16"/>
              </w:rPr>
              <w:t xml:space="preserve">                     </w:t>
            </w:r>
            <w:r>
              <w:rPr>
                <w:sz w:val="16"/>
                <w:szCs w:val="16"/>
              </w:rPr>
              <w:t xml:space="preserve">                      </w:t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 w:rsidRPr="00474806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474806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474806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47480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21</w:t>
            </w:r>
            <w:r w:rsidRPr="0047480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474806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474806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474806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47480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21</w:t>
            </w:r>
            <w:r w:rsidRPr="0047480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7807829"/>
      <w:docPartObj>
        <w:docPartGallery w:val="Page Numbers (Bottom of Page)"/>
        <w:docPartUnique/>
      </w:docPartObj>
    </w:sdtPr>
    <w:sdtContent>
      <w:p w14:paraId="0B74C92C" w14:textId="1D407085" w:rsidR="00DA56F3" w:rsidRDefault="00684C7F">
        <w:pPr>
          <w:pStyle w:val="Stopka"/>
          <w:rPr>
            <w:noProof/>
            <w:lang w:eastAsia="pl-PL"/>
          </w:rPr>
        </w:pPr>
        <w:r w:rsidRPr="008E4EFA">
          <w:rPr>
            <w:noProof/>
          </w:rPr>
          <w:drawing>
            <wp:inline distT="0" distB="0" distL="0" distR="0" wp14:anchorId="31090B7F" wp14:editId="430AE5FF">
              <wp:extent cx="4953000" cy="866775"/>
              <wp:effectExtent l="0" t="0" r="0" b="9525"/>
              <wp:docPr id="1026541465" name="Obraz 102654146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953000" cy="866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DF2347" w14:textId="77777777" w:rsidR="0071220D" w:rsidRDefault="0071220D" w:rsidP="000F38F9">
      <w:pPr>
        <w:spacing w:after="0" w:line="240" w:lineRule="auto"/>
      </w:pPr>
      <w:r>
        <w:separator/>
      </w:r>
    </w:p>
  </w:footnote>
  <w:footnote w:type="continuationSeparator" w:id="0">
    <w:p w14:paraId="6A752C48" w14:textId="77777777" w:rsidR="0071220D" w:rsidRDefault="0071220D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A0151" w14:textId="77777777" w:rsidR="008E158E" w:rsidRDefault="008E158E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D2E40" w14:textId="6F96161A" w:rsidR="008E158E" w:rsidRDefault="00684C7F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2D3A789B" wp14:editId="3731AB8D">
          <wp:extent cx="2700000" cy="900000"/>
          <wp:effectExtent l="19050" t="0" r="5100" b="0"/>
          <wp:docPr id="1446633030" name="Obraz 14466330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124B0"/>
    <w:multiLevelType w:val="hybridMultilevel"/>
    <w:tmpl w:val="078ABDD0"/>
    <w:lvl w:ilvl="0" w:tplc="B1EE6E3E">
      <w:start w:val="1"/>
      <w:numFmt w:val="lowerLetter"/>
      <w:pStyle w:val="B1"/>
      <w:lvlText w:val="%1)"/>
      <w:lvlJc w:val="left"/>
      <w:pPr>
        <w:ind w:left="1559" w:hanging="425"/>
      </w:pPr>
      <w:rPr>
        <w:rFonts w:hint="default"/>
        <w:color w:val="4F81BD" w:themeColor="accent1"/>
      </w:rPr>
    </w:lvl>
    <w:lvl w:ilvl="1" w:tplc="DE54E6D0" w:tentative="1">
      <w:start w:val="1"/>
      <w:numFmt w:val="lowerLetter"/>
      <w:lvlText w:val="%2."/>
      <w:lvlJc w:val="left"/>
      <w:pPr>
        <w:ind w:left="2149" w:hanging="360"/>
      </w:pPr>
    </w:lvl>
    <w:lvl w:ilvl="2" w:tplc="63AAE254" w:tentative="1">
      <w:start w:val="1"/>
      <w:numFmt w:val="lowerRoman"/>
      <w:lvlText w:val="%3."/>
      <w:lvlJc w:val="right"/>
      <w:pPr>
        <w:ind w:left="2869" w:hanging="180"/>
      </w:pPr>
    </w:lvl>
    <w:lvl w:ilvl="3" w:tplc="68CA8928" w:tentative="1">
      <w:start w:val="1"/>
      <w:numFmt w:val="decimal"/>
      <w:lvlText w:val="%4."/>
      <w:lvlJc w:val="left"/>
      <w:pPr>
        <w:ind w:left="3589" w:hanging="360"/>
      </w:pPr>
    </w:lvl>
    <w:lvl w:ilvl="4" w:tplc="2A8246BA" w:tentative="1">
      <w:start w:val="1"/>
      <w:numFmt w:val="lowerLetter"/>
      <w:lvlText w:val="%5."/>
      <w:lvlJc w:val="left"/>
      <w:pPr>
        <w:ind w:left="4309" w:hanging="360"/>
      </w:pPr>
    </w:lvl>
    <w:lvl w:ilvl="5" w:tplc="ACB666A8" w:tentative="1">
      <w:start w:val="1"/>
      <w:numFmt w:val="lowerRoman"/>
      <w:lvlText w:val="%6."/>
      <w:lvlJc w:val="right"/>
      <w:pPr>
        <w:ind w:left="5029" w:hanging="180"/>
      </w:pPr>
    </w:lvl>
    <w:lvl w:ilvl="6" w:tplc="B2585AF2" w:tentative="1">
      <w:start w:val="1"/>
      <w:numFmt w:val="decimal"/>
      <w:lvlText w:val="%7."/>
      <w:lvlJc w:val="left"/>
      <w:pPr>
        <w:ind w:left="5749" w:hanging="360"/>
      </w:pPr>
    </w:lvl>
    <w:lvl w:ilvl="7" w:tplc="85D0F7FC" w:tentative="1">
      <w:start w:val="1"/>
      <w:numFmt w:val="lowerLetter"/>
      <w:lvlText w:val="%8."/>
      <w:lvlJc w:val="left"/>
      <w:pPr>
        <w:ind w:left="6469" w:hanging="360"/>
      </w:pPr>
    </w:lvl>
    <w:lvl w:ilvl="8" w:tplc="1B502C1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954AF0"/>
    <w:multiLevelType w:val="hybridMultilevel"/>
    <w:tmpl w:val="483C9108"/>
    <w:lvl w:ilvl="0" w:tplc="041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75C013A"/>
    <w:multiLevelType w:val="hybridMultilevel"/>
    <w:tmpl w:val="6D5E1394"/>
    <w:lvl w:ilvl="0" w:tplc="0415000F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7630F74"/>
    <w:multiLevelType w:val="hybridMultilevel"/>
    <w:tmpl w:val="0656871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8629A4"/>
    <w:multiLevelType w:val="hybridMultilevel"/>
    <w:tmpl w:val="64A0DDE2"/>
    <w:lvl w:ilvl="0" w:tplc="6AE8DA72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96796"/>
    <w:multiLevelType w:val="hybridMultilevel"/>
    <w:tmpl w:val="081ECBB0"/>
    <w:lvl w:ilvl="0" w:tplc="B70A8950">
      <w:start w:val="1"/>
      <w:numFmt w:val="lowerLetter"/>
      <w:pStyle w:val="B2"/>
      <w:lvlText w:val="%1)"/>
      <w:lvlJc w:val="left"/>
      <w:pPr>
        <w:ind w:left="1985" w:hanging="426"/>
      </w:pPr>
      <w:rPr>
        <w:rFonts w:hint="default"/>
        <w:color w:val="4F81BD" w:themeColor="accent1"/>
      </w:rPr>
    </w:lvl>
    <w:lvl w:ilvl="1" w:tplc="420415A0" w:tentative="1">
      <w:start w:val="1"/>
      <w:numFmt w:val="lowerLetter"/>
      <w:lvlText w:val="%2."/>
      <w:lvlJc w:val="left"/>
      <w:pPr>
        <w:ind w:left="2999" w:hanging="360"/>
      </w:pPr>
    </w:lvl>
    <w:lvl w:ilvl="2" w:tplc="FCC8405E" w:tentative="1">
      <w:start w:val="1"/>
      <w:numFmt w:val="lowerRoman"/>
      <w:lvlText w:val="%3."/>
      <w:lvlJc w:val="right"/>
      <w:pPr>
        <w:ind w:left="3719" w:hanging="180"/>
      </w:pPr>
    </w:lvl>
    <w:lvl w:ilvl="3" w:tplc="AD7E2BCE" w:tentative="1">
      <w:start w:val="1"/>
      <w:numFmt w:val="decimal"/>
      <w:lvlText w:val="%4."/>
      <w:lvlJc w:val="left"/>
      <w:pPr>
        <w:ind w:left="4439" w:hanging="360"/>
      </w:pPr>
    </w:lvl>
    <w:lvl w:ilvl="4" w:tplc="C184A146" w:tentative="1">
      <w:start w:val="1"/>
      <w:numFmt w:val="lowerLetter"/>
      <w:lvlText w:val="%5."/>
      <w:lvlJc w:val="left"/>
      <w:pPr>
        <w:ind w:left="5159" w:hanging="360"/>
      </w:pPr>
    </w:lvl>
    <w:lvl w:ilvl="5" w:tplc="A87C0812" w:tentative="1">
      <w:start w:val="1"/>
      <w:numFmt w:val="lowerRoman"/>
      <w:lvlText w:val="%6."/>
      <w:lvlJc w:val="right"/>
      <w:pPr>
        <w:ind w:left="5879" w:hanging="180"/>
      </w:pPr>
    </w:lvl>
    <w:lvl w:ilvl="6" w:tplc="1C9CCD40" w:tentative="1">
      <w:start w:val="1"/>
      <w:numFmt w:val="decimal"/>
      <w:lvlText w:val="%7."/>
      <w:lvlJc w:val="left"/>
      <w:pPr>
        <w:ind w:left="6599" w:hanging="360"/>
      </w:pPr>
    </w:lvl>
    <w:lvl w:ilvl="7" w:tplc="96CC9C02" w:tentative="1">
      <w:start w:val="1"/>
      <w:numFmt w:val="lowerLetter"/>
      <w:lvlText w:val="%8."/>
      <w:lvlJc w:val="left"/>
      <w:pPr>
        <w:ind w:left="7319" w:hanging="360"/>
      </w:pPr>
    </w:lvl>
    <w:lvl w:ilvl="8" w:tplc="83E6B364" w:tentative="1">
      <w:start w:val="1"/>
      <w:numFmt w:val="lowerRoman"/>
      <w:lvlText w:val="%9."/>
      <w:lvlJc w:val="right"/>
      <w:pPr>
        <w:ind w:left="8039" w:hanging="180"/>
      </w:pPr>
    </w:lvl>
  </w:abstractNum>
  <w:abstractNum w:abstractNumId="6" w15:restartNumberingAfterBreak="0">
    <w:nsid w:val="0ACB34A7"/>
    <w:multiLevelType w:val="hybridMultilevel"/>
    <w:tmpl w:val="3EBC1BA0"/>
    <w:lvl w:ilvl="0" w:tplc="0D1C2EA2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50014C"/>
    <w:multiLevelType w:val="hybridMultilevel"/>
    <w:tmpl w:val="1AB852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D349D8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745EE7"/>
    <w:multiLevelType w:val="hybridMultilevel"/>
    <w:tmpl w:val="4F144730"/>
    <w:lvl w:ilvl="0" w:tplc="2940E620">
      <w:start w:val="1"/>
      <w:numFmt w:val="bullet"/>
      <w:pStyle w:val="P1"/>
      <w:lvlText w:val=""/>
      <w:lvlJc w:val="left"/>
      <w:pPr>
        <w:ind w:left="1559" w:hanging="425"/>
      </w:pPr>
      <w:rPr>
        <w:rFonts w:ascii="Wingdings" w:hAnsi="Wingdings" w:hint="default"/>
        <w:color w:val="4F81BD" w:themeColor="accent1"/>
      </w:rPr>
    </w:lvl>
    <w:lvl w:ilvl="1" w:tplc="0407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21D2957"/>
    <w:multiLevelType w:val="hybridMultilevel"/>
    <w:tmpl w:val="6ED2F560"/>
    <w:lvl w:ilvl="0" w:tplc="351E24AC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A387D44"/>
    <w:multiLevelType w:val="hybridMultilevel"/>
    <w:tmpl w:val="F3DCD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F1902"/>
    <w:multiLevelType w:val="hybridMultilevel"/>
    <w:tmpl w:val="5C2C9508"/>
    <w:lvl w:ilvl="0" w:tplc="0D1C2EA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F30446"/>
    <w:multiLevelType w:val="hybridMultilevel"/>
    <w:tmpl w:val="D7E62EE2"/>
    <w:lvl w:ilvl="0" w:tplc="0415000F">
      <w:start w:val="1"/>
      <w:numFmt w:val="lowerLetter"/>
      <w:pStyle w:val="B3"/>
      <w:lvlText w:val="%1)"/>
      <w:lvlJc w:val="left"/>
      <w:pPr>
        <w:ind w:left="2410" w:hanging="425"/>
      </w:pPr>
      <w:rPr>
        <w:rFonts w:hint="default"/>
        <w:color w:val="4F81BD" w:themeColor="accent1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3" w15:restartNumberingAfterBreak="0">
    <w:nsid w:val="1C3D0850"/>
    <w:multiLevelType w:val="hybridMultilevel"/>
    <w:tmpl w:val="4A782C70"/>
    <w:lvl w:ilvl="0" w:tplc="0A9C811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F471C10"/>
    <w:multiLevelType w:val="hybridMultilevel"/>
    <w:tmpl w:val="4FE4547C"/>
    <w:lvl w:ilvl="0" w:tplc="90F0DBEA">
      <w:start w:val="1"/>
      <w:numFmt w:val="decimal"/>
      <w:lvlText w:val="%1."/>
      <w:lvlJc w:val="left"/>
      <w:pPr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89758A"/>
    <w:multiLevelType w:val="hybridMultilevel"/>
    <w:tmpl w:val="DCDC9900"/>
    <w:lvl w:ilvl="0" w:tplc="04150001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086933"/>
    <w:multiLevelType w:val="hybridMultilevel"/>
    <w:tmpl w:val="8D9863B4"/>
    <w:lvl w:ilvl="0" w:tplc="04150001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sz w:val="18"/>
        <w:szCs w:val="18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9FA1A11"/>
    <w:multiLevelType w:val="hybridMultilevel"/>
    <w:tmpl w:val="E9502B4C"/>
    <w:lvl w:ilvl="0" w:tplc="0415000F">
      <w:start w:val="1"/>
      <w:numFmt w:val="decimal"/>
      <w:pStyle w:val="N2"/>
      <w:lvlText w:val="%1."/>
      <w:lvlJc w:val="left"/>
      <w:pPr>
        <w:ind w:left="1985" w:hanging="426"/>
      </w:pPr>
      <w:rPr>
        <w:rFonts w:hint="default"/>
        <w:color w:val="4F81BD" w:themeColor="accent1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2A3F77A7"/>
    <w:multiLevelType w:val="hybridMultilevel"/>
    <w:tmpl w:val="189EB868"/>
    <w:lvl w:ilvl="0" w:tplc="9E1AC0FA">
      <w:start w:val="1"/>
      <w:numFmt w:val="decimal"/>
      <w:pStyle w:val="N1"/>
      <w:lvlText w:val="%1."/>
      <w:lvlJc w:val="left"/>
      <w:pPr>
        <w:ind w:left="1559" w:hanging="425"/>
      </w:pPr>
      <w:rPr>
        <w:rFonts w:hint="default"/>
        <w:color w:val="4F81BD" w:themeColor="accent1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BB86C41"/>
    <w:multiLevelType w:val="hybridMultilevel"/>
    <w:tmpl w:val="AE604824"/>
    <w:lvl w:ilvl="0" w:tplc="AE94DA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86569D"/>
    <w:multiLevelType w:val="hybridMultilevel"/>
    <w:tmpl w:val="F94A2C5E"/>
    <w:lvl w:ilvl="0" w:tplc="04150017">
      <w:start w:val="1"/>
      <w:numFmt w:val="lowerLetter"/>
      <w:lvlText w:val="%1)"/>
      <w:lvlJc w:val="left"/>
      <w:pPr>
        <w:ind w:left="363" w:hanging="360"/>
      </w:p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1" w15:restartNumberingAfterBreak="0">
    <w:nsid w:val="33452886"/>
    <w:multiLevelType w:val="hybridMultilevel"/>
    <w:tmpl w:val="64A0DDE2"/>
    <w:lvl w:ilvl="0" w:tplc="802A319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012E33"/>
    <w:multiLevelType w:val="hybridMultilevel"/>
    <w:tmpl w:val="4E0EE7B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E20CA4"/>
    <w:multiLevelType w:val="hybridMultilevel"/>
    <w:tmpl w:val="6BEA7CC6"/>
    <w:lvl w:ilvl="0" w:tplc="AE94DAC2">
      <w:start w:val="1"/>
      <w:numFmt w:val="lowerLetter"/>
      <w:pStyle w:val="B0"/>
      <w:lvlText w:val="%1)"/>
      <w:lvlJc w:val="left"/>
      <w:pPr>
        <w:ind w:left="425" w:hanging="425"/>
      </w:pPr>
      <w:rPr>
        <w:rFonts w:hint="default"/>
        <w:color w:val="4F81BD" w:themeColor="accent1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B5018D"/>
    <w:multiLevelType w:val="hybridMultilevel"/>
    <w:tmpl w:val="455099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FA2552"/>
    <w:multiLevelType w:val="hybridMultilevel"/>
    <w:tmpl w:val="16B45608"/>
    <w:lvl w:ilvl="0" w:tplc="EBC0E25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E76D40"/>
    <w:multiLevelType w:val="hybridMultilevel"/>
    <w:tmpl w:val="7FDEDFE8"/>
    <w:lvl w:ilvl="0" w:tplc="8EB088C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9B3191"/>
    <w:multiLevelType w:val="hybridMultilevel"/>
    <w:tmpl w:val="ACC0E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B81A7E"/>
    <w:multiLevelType w:val="hybridMultilevel"/>
    <w:tmpl w:val="AE406144"/>
    <w:lvl w:ilvl="0" w:tplc="0415000F">
      <w:start w:val="1"/>
      <w:numFmt w:val="bullet"/>
      <w:pStyle w:val="P3"/>
      <w:lvlText w:val=""/>
      <w:lvlJc w:val="left"/>
      <w:pPr>
        <w:ind w:left="2410" w:hanging="425"/>
      </w:pPr>
      <w:rPr>
        <w:rFonts w:ascii="Symbol" w:hAnsi="Symbol" w:hint="default"/>
        <w:color w:val="4F81BD" w:themeColor="accent1"/>
      </w:rPr>
    </w:lvl>
    <w:lvl w:ilvl="1" w:tplc="04150019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29" w15:restartNumberingAfterBreak="0">
    <w:nsid w:val="4E4D2EEC"/>
    <w:multiLevelType w:val="hybridMultilevel"/>
    <w:tmpl w:val="95F0AFCA"/>
    <w:lvl w:ilvl="0" w:tplc="97541862">
      <w:start w:val="1"/>
      <w:numFmt w:val="decimal"/>
      <w:lvlText w:val="%1."/>
      <w:lvlJc w:val="left"/>
      <w:pPr>
        <w:ind w:left="720" w:hanging="360"/>
      </w:p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A7019D"/>
    <w:multiLevelType w:val="hybridMultilevel"/>
    <w:tmpl w:val="017EBFA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20842B7"/>
    <w:multiLevelType w:val="hybridMultilevel"/>
    <w:tmpl w:val="8C2E4D72"/>
    <w:lvl w:ilvl="0" w:tplc="0415000F">
      <w:start w:val="1"/>
      <w:numFmt w:val="bullet"/>
      <w:pStyle w:val="P0"/>
      <w:lvlText w:val=""/>
      <w:lvlJc w:val="left"/>
      <w:pPr>
        <w:ind w:left="425" w:hanging="425"/>
      </w:pPr>
      <w:rPr>
        <w:rFonts w:ascii="Symbol" w:hAnsi="Symbol" w:hint="default"/>
        <w:color w:val="4F81BD" w:themeColor="accent1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2C5EC4"/>
    <w:multiLevelType w:val="multilevel"/>
    <w:tmpl w:val="FCAE2286"/>
    <w:styleLink w:val="Formatvorlage1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3" w15:restartNumberingAfterBreak="0">
    <w:nsid w:val="55641F31"/>
    <w:multiLevelType w:val="hybridMultilevel"/>
    <w:tmpl w:val="A4D06F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F55C38"/>
    <w:multiLevelType w:val="hybridMultilevel"/>
    <w:tmpl w:val="96C209B2"/>
    <w:lvl w:ilvl="0" w:tplc="AFF49290">
      <w:start w:val="1"/>
      <w:numFmt w:val="decimal"/>
      <w:pStyle w:val="N3"/>
      <w:lvlText w:val="%1."/>
      <w:lvlJc w:val="left"/>
      <w:pPr>
        <w:ind w:left="2410" w:hanging="425"/>
      </w:pPr>
      <w:rPr>
        <w:rFonts w:hint="default"/>
        <w:color w:val="4F81BD" w:themeColor="accent1"/>
      </w:rPr>
    </w:lvl>
    <w:lvl w:ilvl="1" w:tplc="18049538" w:tentative="1">
      <w:start w:val="1"/>
      <w:numFmt w:val="lowerLetter"/>
      <w:lvlText w:val="%2."/>
      <w:lvlJc w:val="left"/>
      <w:pPr>
        <w:ind w:left="2999" w:hanging="360"/>
      </w:pPr>
    </w:lvl>
    <w:lvl w:ilvl="2" w:tplc="13202BD2" w:tentative="1">
      <w:start w:val="1"/>
      <w:numFmt w:val="lowerRoman"/>
      <w:lvlText w:val="%3."/>
      <w:lvlJc w:val="right"/>
      <w:pPr>
        <w:ind w:left="3719" w:hanging="180"/>
      </w:pPr>
    </w:lvl>
    <w:lvl w:ilvl="3" w:tplc="9122477C" w:tentative="1">
      <w:start w:val="1"/>
      <w:numFmt w:val="decimal"/>
      <w:lvlText w:val="%4."/>
      <w:lvlJc w:val="left"/>
      <w:pPr>
        <w:ind w:left="4439" w:hanging="360"/>
      </w:pPr>
    </w:lvl>
    <w:lvl w:ilvl="4" w:tplc="F00E01E8" w:tentative="1">
      <w:start w:val="1"/>
      <w:numFmt w:val="lowerLetter"/>
      <w:lvlText w:val="%5."/>
      <w:lvlJc w:val="left"/>
      <w:pPr>
        <w:ind w:left="5159" w:hanging="360"/>
      </w:pPr>
    </w:lvl>
    <w:lvl w:ilvl="5" w:tplc="5AB2B622" w:tentative="1">
      <w:start w:val="1"/>
      <w:numFmt w:val="lowerRoman"/>
      <w:lvlText w:val="%6."/>
      <w:lvlJc w:val="right"/>
      <w:pPr>
        <w:ind w:left="5879" w:hanging="180"/>
      </w:pPr>
    </w:lvl>
    <w:lvl w:ilvl="6" w:tplc="A91295FE" w:tentative="1">
      <w:start w:val="1"/>
      <w:numFmt w:val="decimal"/>
      <w:lvlText w:val="%7."/>
      <w:lvlJc w:val="left"/>
      <w:pPr>
        <w:ind w:left="6599" w:hanging="360"/>
      </w:pPr>
    </w:lvl>
    <w:lvl w:ilvl="7" w:tplc="A4C24914" w:tentative="1">
      <w:start w:val="1"/>
      <w:numFmt w:val="lowerLetter"/>
      <w:lvlText w:val="%8."/>
      <w:lvlJc w:val="left"/>
      <w:pPr>
        <w:ind w:left="7319" w:hanging="360"/>
      </w:pPr>
    </w:lvl>
    <w:lvl w:ilvl="8" w:tplc="F5F6630C" w:tentative="1">
      <w:start w:val="1"/>
      <w:numFmt w:val="lowerRoman"/>
      <w:lvlText w:val="%9."/>
      <w:lvlJc w:val="right"/>
      <w:pPr>
        <w:ind w:left="8039" w:hanging="180"/>
      </w:pPr>
    </w:lvl>
  </w:abstractNum>
  <w:abstractNum w:abstractNumId="35" w15:restartNumberingAfterBreak="0">
    <w:nsid w:val="62F81DA4"/>
    <w:multiLevelType w:val="hybridMultilevel"/>
    <w:tmpl w:val="C08EC0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3D26EE"/>
    <w:multiLevelType w:val="hybridMultilevel"/>
    <w:tmpl w:val="D60296D0"/>
    <w:lvl w:ilvl="0" w:tplc="1DFCA1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CA48C2"/>
    <w:multiLevelType w:val="hybridMultilevel"/>
    <w:tmpl w:val="0C489A82"/>
    <w:lvl w:ilvl="0" w:tplc="0415000F">
      <w:start w:val="1"/>
      <w:numFmt w:val="decimal"/>
      <w:pStyle w:val="N0"/>
      <w:lvlText w:val="%1."/>
      <w:lvlJc w:val="left"/>
      <w:pPr>
        <w:ind w:left="425" w:hanging="425"/>
      </w:pPr>
      <w:rPr>
        <w:rFonts w:hint="default"/>
        <w:color w:val="4F81BD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21628F"/>
    <w:multiLevelType w:val="hybridMultilevel"/>
    <w:tmpl w:val="942029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52732E"/>
    <w:multiLevelType w:val="hybridMultilevel"/>
    <w:tmpl w:val="4D52A1BA"/>
    <w:lvl w:ilvl="0" w:tplc="E8BC329C">
      <w:start w:val="1"/>
      <w:numFmt w:val="bullet"/>
      <w:pStyle w:val="P2"/>
      <w:lvlText w:val="»"/>
      <w:lvlJc w:val="left"/>
      <w:pPr>
        <w:ind w:left="1985" w:hanging="426"/>
      </w:pPr>
      <w:rPr>
        <w:rFonts w:ascii="Arial" w:hAnsi="Arial" w:hint="default"/>
        <w:b/>
        <w:i w:val="0"/>
        <w:color w:val="4F81BD" w:themeColor="accent1"/>
      </w:rPr>
    </w:lvl>
    <w:lvl w:ilvl="1" w:tplc="04070019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0" w15:restartNumberingAfterBreak="0">
    <w:nsid w:val="728A6949"/>
    <w:multiLevelType w:val="hybridMultilevel"/>
    <w:tmpl w:val="4866ED44"/>
    <w:lvl w:ilvl="0" w:tplc="1136B502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6B421D0"/>
    <w:multiLevelType w:val="singleLevel"/>
    <w:tmpl w:val="2EE0A99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42" w15:restartNumberingAfterBreak="0">
    <w:nsid w:val="778D3039"/>
    <w:multiLevelType w:val="hybridMultilevel"/>
    <w:tmpl w:val="2B5CEAB0"/>
    <w:lvl w:ilvl="0" w:tplc="1136B502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BF77ADC"/>
    <w:multiLevelType w:val="hybridMultilevel"/>
    <w:tmpl w:val="5AC22C4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8636967">
    <w:abstractNumId w:val="40"/>
  </w:num>
  <w:num w:numId="2" w16cid:durableId="1745642699">
    <w:abstractNumId w:val="41"/>
    <w:lvlOverride w:ilvl="0">
      <w:startOverride w:val="1"/>
    </w:lvlOverride>
  </w:num>
  <w:num w:numId="3" w16cid:durableId="2020113607">
    <w:abstractNumId w:val="19"/>
  </w:num>
  <w:num w:numId="4" w16cid:durableId="926234457">
    <w:abstractNumId w:val="24"/>
  </w:num>
  <w:num w:numId="5" w16cid:durableId="867723320">
    <w:abstractNumId w:val="22"/>
  </w:num>
  <w:num w:numId="6" w16cid:durableId="1734616137">
    <w:abstractNumId w:val="10"/>
  </w:num>
  <w:num w:numId="7" w16cid:durableId="1149441390">
    <w:abstractNumId w:val="7"/>
  </w:num>
  <w:num w:numId="8" w16cid:durableId="230581539">
    <w:abstractNumId w:val="43"/>
  </w:num>
  <w:num w:numId="9" w16cid:durableId="807018168">
    <w:abstractNumId w:val="26"/>
  </w:num>
  <w:num w:numId="10" w16cid:durableId="2140293874">
    <w:abstractNumId w:val="3"/>
  </w:num>
  <w:num w:numId="11" w16cid:durableId="1104378671">
    <w:abstractNumId w:val="41"/>
  </w:num>
  <w:num w:numId="12" w16cid:durableId="1502163919">
    <w:abstractNumId w:val="36"/>
  </w:num>
  <w:num w:numId="13" w16cid:durableId="747410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62978594">
    <w:abstractNumId w:val="6"/>
  </w:num>
  <w:num w:numId="15" w16cid:durableId="1552228562">
    <w:abstractNumId w:val="2"/>
  </w:num>
  <w:num w:numId="16" w16cid:durableId="262878983">
    <w:abstractNumId w:val="1"/>
  </w:num>
  <w:num w:numId="17" w16cid:durableId="890966536">
    <w:abstractNumId w:val="11"/>
  </w:num>
  <w:num w:numId="18" w16cid:durableId="1722050665">
    <w:abstractNumId w:val="27"/>
  </w:num>
  <w:num w:numId="19" w16cid:durableId="495270812">
    <w:abstractNumId w:val="14"/>
  </w:num>
  <w:num w:numId="20" w16cid:durableId="504243619">
    <w:abstractNumId w:val="20"/>
  </w:num>
  <w:num w:numId="21" w16cid:durableId="2014137407">
    <w:abstractNumId w:val="35"/>
  </w:num>
  <w:num w:numId="22" w16cid:durableId="522940291">
    <w:abstractNumId w:val="33"/>
  </w:num>
  <w:num w:numId="23" w16cid:durableId="2004818287">
    <w:abstractNumId w:val="38"/>
  </w:num>
  <w:num w:numId="24" w16cid:durableId="1078552961">
    <w:abstractNumId w:val="30"/>
  </w:num>
  <w:num w:numId="25" w16cid:durableId="1966615563">
    <w:abstractNumId w:val="25"/>
  </w:num>
  <w:num w:numId="26" w16cid:durableId="1396661428">
    <w:abstractNumId w:val="15"/>
  </w:num>
  <w:num w:numId="27" w16cid:durableId="1069235113">
    <w:abstractNumId w:val="42"/>
  </w:num>
  <w:num w:numId="28" w16cid:durableId="1446925836">
    <w:abstractNumId w:val="16"/>
  </w:num>
  <w:num w:numId="29" w16cid:durableId="2116096876">
    <w:abstractNumId w:val="9"/>
  </w:num>
  <w:num w:numId="30" w16cid:durableId="961304809">
    <w:abstractNumId w:val="29"/>
  </w:num>
  <w:num w:numId="31" w16cid:durableId="990332790">
    <w:abstractNumId w:val="13"/>
  </w:num>
  <w:num w:numId="32" w16cid:durableId="1497264322">
    <w:abstractNumId w:val="4"/>
  </w:num>
  <w:num w:numId="33" w16cid:durableId="1342273463">
    <w:abstractNumId w:val="21"/>
  </w:num>
  <w:num w:numId="34" w16cid:durableId="154804569">
    <w:abstractNumId w:val="32"/>
  </w:num>
  <w:num w:numId="35" w16cid:durableId="1510755942">
    <w:abstractNumId w:val="23"/>
  </w:num>
  <w:num w:numId="36" w16cid:durableId="408308362">
    <w:abstractNumId w:val="0"/>
  </w:num>
  <w:num w:numId="37" w16cid:durableId="474566531">
    <w:abstractNumId w:val="5"/>
  </w:num>
  <w:num w:numId="38" w16cid:durableId="1896769603">
    <w:abstractNumId w:val="12"/>
  </w:num>
  <w:num w:numId="39" w16cid:durableId="2086998235">
    <w:abstractNumId w:val="37"/>
  </w:num>
  <w:num w:numId="40" w16cid:durableId="258951061">
    <w:abstractNumId w:val="18"/>
  </w:num>
  <w:num w:numId="41" w16cid:durableId="641735952">
    <w:abstractNumId w:val="17"/>
  </w:num>
  <w:num w:numId="42" w16cid:durableId="215170690">
    <w:abstractNumId w:val="34"/>
  </w:num>
  <w:num w:numId="43" w16cid:durableId="772700361">
    <w:abstractNumId w:val="31"/>
  </w:num>
  <w:num w:numId="44" w16cid:durableId="1862817365">
    <w:abstractNumId w:val="8"/>
  </w:num>
  <w:num w:numId="45" w16cid:durableId="910844320">
    <w:abstractNumId w:val="39"/>
  </w:num>
  <w:num w:numId="46" w16cid:durableId="114276922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C5E"/>
    <w:rsid w:val="000064E0"/>
    <w:rsid w:val="00010A42"/>
    <w:rsid w:val="0002575A"/>
    <w:rsid w:val="00037C21"/>
    <w:rsid w:val="00072AF0"/>
    <w:rsid w:val="00086013"/>
    <w:rsid w:val="00094FA6"/>
    <w:rsid w:val="000A7CEB"/>
    <w:rsid w:val="000C3004"/>
    <w:rsid w:val="000D1D22"/>
    <w:rsid w:val="000D269D"/>
    <w:rsid w:val="000D6570"/>
    <w:rsid w:val="000F3813"/>
    <w:rsid w:val="000F38F9"/>
    <w:rsid w:val="000F6CE1"/>
    <w:rsid w:val="00104917"/>
    <w:rsid w:val="00123763"/>
    <w:rsid w:val="00132CBC"/>
    <w:rsid w:val="001332E6"/>
    <w:rsid w:val="00152CA5"/>
    <w:rsid w:val="00155EA1"/>
    <w:rsid w:val="00175150"/>
    <w:rsid w:val="00175D69"/>
    <w:rsid w:val="001766D0"/>
    <w:rsid w:val="00195728"/>
    <w:rsid w:val="001A12FD"/>
    <w:rsid w:val="001E0122"/>
    <w:rsid w:val="001E5D3D"/>
    <w:rsid w:val="001E5E83"/>
    <w:rsid w:val="001F2406"/>
    <w:rsid w:val="001F489F"/>
    <w:rsid w:val="001F5A62"/>
    <w:rsid w:val="00203AF5"/>
    <w:rsid w:val="00206D46"/>
    <w:rsid w:val="002078CB"/>
    <w:rsid w:val="00212B70"/>
    <w:rsid w:val="00214C0E"/>
    <w:rsid w:val="00221F98"/>
    <w:rsid w:val="00225414"/>
    <w:rsid w:val="00244374"/>
    <w:rsid w:val="0024534D"/>
    <w:rsid w:val="00251FD0"/>
    <w:rsid w:val="00255DC0"/>
    <w:rsid w:val="00260ED4"/>
    <w:rsid w:val="00261E8B"/>
    <w:rsid w:val="00271A5D"/>
    <w:rsid w:val="00294032"/>
    <w:rsid w:val="002959CC"/>
    <w:rsid w:val="002A1E38"/>
    <w:rsid w:val="002A2117"/>
    <w:rsid w:val="002C018D"/>
    <w:rsid w:val="002C28AF"/>
    <w:rsid w:val="002C29FF"/>
    <w:rsid w:val="002E195E"/>
    <w:rsid w:val="002E46B5"/>
    <w:rsid w:val="002F3587"/>
    <w:rsid w:val="002F5713"/>
    <w:rsid w:val="0031184D"/>
    <w:rsid w:val="00311BAA"/>
    <w:rsid w:val="00312D02"/>
    <w:rsid w:val="003149CE"/>
    <w:rsid w:val="00321729"/>
    <w:rsid w:val="00342586"/>
    <w:rsid w:val="00350DC0"/>
    <w:rsid w:val="003601E1"/>
    <w:rsid w:val="0036229F"/>
    <w:rsid w:val="003714E9"/>
    <w:rsid w:val="0037474A"/>
    <w:rsid w:val="00383FDD"/>
    <w:rsid w:val="00390E4A"/>
    <w:rsid w:val="00393829"/>
    <w:rsid w:val="00395B73"/>
    <w:rsid w:val="00396873"/>
    <w:rsid w:val="003B53EB"/>
    <w:rsid w:val="003D0080"/>
    <w:rsid w:val="003D0223"/>
    <w:rsid w:val="003E1CA1"/>
    <w:rsid w:val="003E1F8A"/>
    <w:rsid w:val="003E7EA2"/>
    <w:rsid w:val="003F14C8"/>
    <w:rsid w:val="004003D2"/>
    <w:rsid w:val="0040342B"/>
    <w:rsid w:val="0040591C"/>
    <w:rsid w:val="004200CE"/>
    <w:rsid w:val="00425F85"/>
    <w:rsid w:val="00447C46"/>
    <w:rsid w:val="00457F11"/>
    <w:rsid w:val="00460388"/>
    <w:rsid w:val="00474806"/>
    <w:rsid w:val="004753AB"/>
    <w:rsid w:val="00476E20"/>
    <w:rsid w:val="004874F5"/>
    <w:rsid w:val="004959AC"/>
    <w:rsid w:val="004A2F36"/>
    <w:rsid w:val="004C2755"/>
    <w:rsid w:val="004C4A90"/>
    <w:rsid w:val="004D2F7F"/>
    <w:rsid w:val="004D3E3A"/>
    <w:rsid w:val="004E165F"/>
    <w:rsid w:val="004F257F"/>
    <w:rsid w:val="0050258D"/>
    <w:rsid w:val="00512C5E"/>
    <w:rsid w:val="00522C1A"/>
    <w:rsid w:val="0054781B"/>
    <w:rsid w:val="00556011"/>
    <w:rsid w:val="00557FD4"/>
    <w:rsid w:val="00560B14"/>
    <w:rsid w:val="00560D26"/>
    <w:rsid w:val="0057357B"/>
    <w:rsid w:val="00582F01"/>
    <w:rsid w:val="00586000"/>
    <w:rsid w:val="0059617D"/>
    <w:rsid w:val="005A2187"/>
    <w:rsid w:val="005B35B5"/>
    <w:rsid w:val="005C7609"/>
    <w:rsid w:val="005D0CCC"/>
    <w:rsid w:val="005D1F01"/>
    <w:rsid w:val="005D3025"/>
    <w:rsid w:val="005E1CC4"/>
    <w:rsid w:val="005E3DA3"/>
    <w:rsid w:val="005F4F3B"/>
    <w:rsid w:val="0062060B"/>
    <w:rsid w:val="0062316B"/>
    <w:rsid w:val="00624112"/>
    <w:rsid w:val="00626F39"/>
    <w:rsid w:val="00633F2F"/>
    <w:rsid w:val="006528D7"/>
    <w:rsid w:val="006657C0"/>
    <w:rsid w:val="00684C7F"/>
    <w:rsid w:val="006B3C48"/>
    <w:rsid w:val="006B3CBE"/>
    <w:rsid w:val="006D33C0"/>
    <w:rsid w:val="006D553D"/>
    <w:rsid w:val="006D5C42"/>
    <w:rsid w:val="006E1A32"/>
    <w:rsid w:val="00700C6B"/>
    <w:rsid w:val="00703FCB"/>
    <w:rsid w:val="00705E77"/>
    <w:rsid w:val="0071220D"/>
    <w:rsid w:val="00721AE7"/>
    <w:rsid w:val="00725885"/>
    <w:rsid w:val="0073010D"/>
    <w:rsid w:val="0073178C"/>
    <w:rsid w:val="00734F6B"/>
    <w:rsid w:val="007434D1"/>
    <w:rsid w:val="0075095D"/>
    <w:rsid w:val="007566A6"/>
    <w:rsid w:val="0076129E"/>
    <w:rsid w:val="00762D50"/>
    <w:rsid w:val="00762D7D"/>
    <w:rsid w:val="007800EF"/>
    <w:rsid w:val="007876CB"/>
    <w:rsid w:val="007A7EBB"/>
    <w:rsid w:val="007B2D9F"/>
    <w:rsid w:val="007B5595"/>
    <w:rsid w:val="007C2495"/>
    <w:rsid w:val="007C4842"/>
    <w:rsid w:val="007C7923"/>
    <w:rsid w:val="007D0A20"/>
    <w:rsid w:val="007D7C22"/>
    <w:rsid w:val="007E28EB"/>
    <w:rsid w:val="008016FE"/>
    <w:rsid w:val="008053E2"/>
    <w:rsid w:val="00806D2A"/>
    <w:rsid w:val="00812CEA"/>
    <w:rsid w:val="0085274A"/>
    <w:rsid w:val="00865F37"/>
    <w:rsid w:val="00880B8F"/>
    <w:rsid w:val="0088579A"/>
    <w:rsid w:val="008A4FED"/>
    <w:rsid w:val="008B1F75"/>
    <w:rsid w:val="008B6E97"/>
    <w:rsid w:val="008C0AC7"/>
    <w:rsid w:val="008C0B3A"/>
    <w:rsid w:val="008D2983"/>
    <w:rsid w:val="008D77DE"/>
    <w:rsid w:val="008E158E"/>
    <w:rsid w:val="008E5AE9"/>
    <w:rsid w:val="00921399"/>
    <w:rsid w:val="009301BF"/>
    <w:rsid w:val="00951C0C"/>
    <w:rsid w:val="00961420"/>
    <w:rsid w:val="0096370D"/>
    <w:rsid w:val="009734FD"/>
    <w:rsid w:val="00974DEB"/>
    <w:rsid w:val="0098031F"/>
    <w:rsid w:val="00992D38"/>
    <w:rsid w:val="009943A2"/>
    <w:rsid w:val="009949ED"/>
    <w:rsid w:val="009B2E94"/>
    <w:rsid w:val="009B7ED5"/>
    <w:rsid w:val="009D6070"/>
    <w:rsid w:val="009E5CA9"/>
    <w:rsid w:val="009F7301"/>
    <w:rsid w:val="00A11377"/>
    <w:rsid w:val="00A1455C"/>
    <w:rsid w:val="00A20FE6"/>
    <w:rsid w:val="00A31B45"/>
    <w:rsid w:val="00A365F6"/>
    <w:rsid w:val="00A43E2C"/>
    <w:rsid w:val="00A52DC3"/>
    <w:rsid w:val="00A53759"/>
    <w:rsid w:val="00A56728"/>
    <w:rsid w:val="00A61476"/>
    <w:rsid w:val="00A66F4C"/>
    <w:rsid w:val="00A9313E"/>
    <w:rsid w:val="00AA1D07"/>
    <w:rsid w:val="00AA75C6"/>
    <w:rsid w:val="00AD6C6A"/>
    <w:rsid w:val="00AE1E84"/>
    <w:rsid w:val="00AF055C"/>
    <w:rsid w:val="00AF0B90"/>
    <w:rsid w:val="00AF6205"/>
    <w:rsid w:val="00B260CE"/>
    <w:rsid w:val="00B4005B"/>
    <w:rsid w:val="00B502B2"/>
    <w:rsid w:val="00B50DE6"/>
    <w:rsid w:val="00B5124A"/>
    <w:rsid w:val="00B51BF0"/>
    <w:rsid w:val="00B55EE1"/>
    <w:rsid w:val="00B61CE3"/>
    <w:rsid w:val="00B86EF5"/>
    <w:rsid w:val="00B8726F"/>
    <w:rsid w:val="00B9112C"/>
    <w:rsid w:val="00B977DC"/>
    <w:rsid w:val="00BB0A0A"/>
    <w:rsid w:val="00BC407A"/>
    <w:rsid w:val="00C106CC"/>
    <w:rsid w:val="00C15C8B"/>
    <w:rsid w:val="00C3274B"/>
    <w:rsid w:val="00C6452C"/>
    <w:rsid w:val="00C8003C"/>
    <w:rsid w:val="00CC6790"/>
    <w:rsid w:val="00CF136F"/>
    <w:rsid w:val="00D06763"/>
    <w:rsid w:val="00D16970"/>
    <w:rsid w:val="00D173B8"/>
    <w:rsid w:val="00D26CC4"/>
    <w:rsid w:val="00D32B28"/>
    <w:rsid w:val="00D401B3"/>
    <w:rsid w:val="00D47B4A"/>
    <w:rsid w:val="00D556EF"/>
    <w:rsid w:val="00D7658E"/>
    <w:rsid w:val="00D85FF2"/>
    <w:rsid w:val="00D971E8"/>
    <w:rsid w:val="00DA56F3"/>
    <w:rsid w:val="00DB7345"/>
    <w:rsid w:val="00DE3A1E"/>
    <w:rsid w:val="00E06E99"/>
    <w:rsid w:val="00E1523D"/>
    <w:rsid w:val="00E1684D"/>
    <w:rsid w:val="00E17B6E"/>
    <w:rsid w:val="00E2461F"/>
    <w:rsid w:val="00E26649"/>
    <w:rsid w:val="00E37929"/>
    <w:rsid w:val="00E404A7"/>
    <w:rsid w:val="00E4055A"/>
    <w:rsid w:val="00E40E5E"/>
    <w:rsid w:val="00E5354F"/>
    <w:rsid w:val="00E6147B"/>
    <w:rsid w:val="00E626D6"/>
    <w:rsid w:val="00E70FB5"/>
    <w:rsid w:val="00E732DF"/>
    <w:rsid w:val="00E7527B"/>
    <w:rsid w:val="00E85B10"/>
    <w:rsid w:val="00E95DD5"/>
    <w:rsid w:val="00EB38F2"/>
    <w:rsid w:val="00EB5EC9"/>
    <w:rsid w:val="00EB5EE1"/>
    <w:rsid w:val="00ED3F80"/>
    <w:rsid w:val="00EE7BA2"/>
    <w:rsid w:val="00F07768"/>
    <w:rsid w:val="00F27D06"/>
    <w:rsid w:val="00F318C7"/>
    <w:rsid w:val="00F31C60"/>
    <w:rsid w:val="00F761D6"/>
    <w:rsid w:val="00FB322F"/>
    <w:rsid w:val="00FC63F5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6B1381"/>
  <w15:docId w15:val="{3D65CD39-80F4-4860-A835-2ED562C73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4E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064E0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2">
    <w:name w:val="heading 2"/>
    <w:basedOn w:val="ILF-Standard"/>
    <w:next w:val="E1"/>
    <w:link w:val="Nagwek2Znak"/>
    <w:qFormat/>
    <w:rsid w:val="00806D2A"/>
    <w:pPr>
      <w:spacing w:before="60" w:after="120" w:line="320" w:lineRule="atLeast"/>
      <w:ind w:left="1134" w:hanging="1134"/>
      <w:outlineLvl w:val="1"/>
    </w:pPr>
    <w:rPr>
      <w:b/>
      <w:color w:val="4F81BD" w:themeColor="accent1"/>
    </w:rPr>
  </w:style>
  <w:style w:type="paragraph" w:styleId="Nagwek3">
    <w:name w:val="heading 3"/>
    <w:basedOn w:val="Normalny"/>
    <w:next w:val="Normalny"/>
    <w:link w:val="Nagwek3Znak"/>
    <w:unhideWhenUsed/>
    <w:qFormat/>
    <w:rsid w:val="00F761D6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Nagwek4">
    <w:name w:val="heading 4"/>
    <w:basedOn w:val="ILF-Standard"/>
    <w:next w:val="E1"/>
    <w:link w:val="Nagwek4Znak"/>
    <w:qFormat/>
    <w:rsid w:val="00806D2A"/>
    <w:pPr>
      <w:spacing w:before="60" w:after="120" w:line="320" w:lineRule="atLeast"/>
      <w:ind w:left="1134" w:hanging="1134"/>
      <w:outlineLvl w:val="3"/>
    </w:pPr>
    <w:rPr>
      <w:color w:val="4F81BD" w:themeColor="accent1"/>
    </w:rPr>
  </w:style>
  <w:style w:type="paragraph" w:styleId="Nagwek5">
    <w:name w:val="heading 5"/>
    <w:basedOn w:val="Normalny"/>
    <w:next w:val="E1"/>
    <w:link w:val="Nagwek5Znak"/>
    <w:qFormat/>
    <w:rsid w:val="00806D2A"/>
    <w:pPr>
      <w:spacing w:before="60" w:after="120" w:line="320" w:lineRule="atLeast"/>
      <w:ind w:left="1134" w:hanging="1134"/>
      <w:outlineLvl w:val="4"/>
    </w:pPr>
    <w:rPr>
      <w:rFonts w:asciiTheme="minorHAnsi" w:eastAsiaTheme="minorHAnsi" w:hAnsiTheme="minorHAnsi" w:cstheme="minorBidi"/>
      <w:color w:val="4F81BD" w:themeColor="accent1"/>
    </w:rPr>
  </w:style>
  <w:style w:type="paragraph" w:styleId="Nagwek6">
    <w:name w:val="heading 6"/>
    <w:basedOn w:val="Normalny"/>
    <w:next w:val="E1"/>
    <w:link w:val="Nagwek6Znak"/>
    <w:qFormat/>
    <w:rsid w:val="00806D2A"/>
    <w:pPr>
      <w:spacing w:before="60" w:after="120" w:line="320" w:lineRule="atLeast"/>
      <w:ind w:left="1134" w:hanging="1134"/>
      <w:outlineLvl w:val="5"/>
    </w:pPr>
    <w:rPr>
      <w:rFonts w:asciiTheme="minorHAnsi" w:eastAsiaTheme="minorHAnsi" w:hAnsiTheme="minorHAnsi" w:cstheme="minorBidi"/>
      <w:color w:val="4F81BD" w:themeColor="accent1"/>
    </w:rPr>
  </w:style>
  <w:style w:type="paragraph" w:styleId="Nagwek7">
    <w:name w:val="heading 7"/>
    <w:basedOn w:val="Normalny"/>
    <w:next w:val="Normalny"/>
    <w:link w:val="Nagwek7Znak"/>
    <w:qFormat/>
    <w:rsid w:val="00806D2A"/>
    <w:pPr>
      <w:spacing w:before="60" w:after="120"/>
      <w:outlineLvl w:val="6"/>
    </w:pPr>
    <w:rPr>
      <w:rFonts w:asciiTheme="minorHAnsi" w:eastAsiaTheme="minorHAnsi" w:hAnsiTheme="minorHAnsi" w:cstheme="minorBidi"/>
    </w:rPr>
  </w:style>
  <w:style w:type="paragraph" w:styleId="Nagwek8">
    <w:name w:val="heading 8"/>
    <w:basedOn w:val="Normalny"/>
    <w:next w:val="Normalny"/>
    <w:link w:val="Nagwek8Znak"/>
    <w:unhideWhenUsed/>
    <w:qFormat/>
    <w:rsid w:val="00F761D6"/>
    <w:pPr>
      <w:keepNext/>
      <w:keepLines/>
      <w:overflowPunct w:val="0"/>
      <w:autoSpaceDE w:val="0"/>
      <w:autoSpaceDN w:val="0"/>
      <w:adjustRightInd w:val="0"/>
      <w:spacing w:before="200" w:after="0" w:line="240" w:lineRule="auto"/>
      <w:textAlignment w:val="baseline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06D2A"/>
    <w:pPr>
      <w:spacing w:before="60" w:after="120"/>
      <w:outlineLvl w:val="8"/>
    </w:pPr>
    <w:rPr>
      <w:rFonts w:asciiTheme="minorHAnsi" w:eastAsiaTheme="minorHAnsi" w:hAnsiTheme="minorHAns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0064E0"/>
    <w:rPr>
      <w:rFonts w:ascii="Times New Roman" w:eastAsia="Times New Roman" w:hAnsi="Times New Roman"/>
      <w:b/>
      <w:bCs/>
      <w:sz w:val="28"/>
      <w:szCs w:val="28"/>
    </w:rPr>
  </w:style>
  <w:style w:type="character" w:styleId="Pogrubienie">
    <w:name w:val="Strong"/>
    <w:basedOn w:val="Domylnaczcionkaakapitu"/>
    <w:qFormat/>
    <w:rsid w:val="000064E0"/>
    <w:rPr>
      <w:b/>
      <w:bCs/>
    </w:rPr>
  </w:style>
  <w:style w:type="paragraph" w:styleId="Akapitzlist">
    <w:name w:val="List Paragraph"/>
    <w:aliases w:val="Obiekt,List Paragraph1,BulletC,normalny tekst,Numerowanie"/>
    <w:basedOn w:val="Normalny"/>
    <w:link w:val="AkapitzlistZnak"/>
    <w:uiPriority w:val="34"/>
    <w:qFormat/>
    <w:rsid w:val="000064E0"/>
    <w:pPr>
      <w:ind w:left="720"/>
      <w:contextualSpacing/>
    </w:pPr>
  </w:style>
  <w:style w:type="paragraph" w:styleId="Tekstpodstawowy2">
    <w:name w:val="Body Text 2"/>
    <w:aliases w:val=" Znak,Znak"/>
    <w:basedOn w:val="Normalny"/>
    <w:link w:val="Tekstpodstawowy2Znak"/>
    <w:uiPriority w:val="99"/>
    <w:unhideWhenUsed/>
    <w:rsid w:val="007C7923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2Znak">
    <w:name w:val="Tekst podstawowy 2 Znak"/>
    <w:aliases w:val=" Znak Znak,Znak Znak"/>
    <w:basedOn w:val="Domylnaczcionkaakapitu"/>
    <w:link w:val="Tekstpodstawowy2"/>
    <w:uiPriority w:val="99"/>
    <w:rsid w:val="007C7923"/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7C792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A1137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">
    <w:name w:val="a_lb"/>
    <w:basedOn w:val="Domylnaczcionkaakapitu"/>
    <w:rsid w:val="00294032"/>
  </w:style>
  <w:style w:type="character" w:customStyle="1" w:styleId="AkapitzlistZnak">
    <w:name w:val="Akapit z listą Znak"/>
    <w:aliases w:val="Obiekt Znak,List Paragraph1 Znak,BulletC Znak,normalny tekst Znak,Numerowanie Znak"/>
    <w:basedOn w:val="Domylnaczcionkaakapitu"/>
    <w:link w:val="Akapitzlist"/>
    <w:uiPriority w:val="34"/>
    <w:qFormat/>
    <w:rsid w:val="00155EA1"/>
    <w:rPr>
      <w:rFonts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4D3E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D3E3A"/>
    <w:rPr>
      <w:rFonts w:cs="Calibri"/>
      <w:sz w:val="22"/>
      <w:szCs w:val="22"/>
      <w:lang w:eastAsia="en-US"/>
    </w:rPr>
  </w:style>
  <w:style w:type="character" w:customStyle="1" w:styleId="locality2">
    <w:name w:val="locality2"/>
    <w:rsid w:val="00C3274B"/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D6"/>
    <w:rPr>
      <w:rFonts w:ascii="Cambria" w:eastAsia="Times New Roman" w:hAnsi="Cambria"/>
      <w:b/>
      <w:bCs/>
      <w:color w:val="4F81BD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F761D6"/>
    <w:rPr>
      <w:rFonts w:ascii="Cambria" w:eastAsia="Times New Roman" w:hAnsi="Cambria"/>
      <w:color w:val="404040"/>
    </w:rPr>
  </w:style>
  <w:style w:type="paragraph" w:customStyle="1" w:styleId="Style2">
    <w:name w:val="Style2"/>
    <w:basedOn w:val="Normalny"/>
    <w:rsid w:val="00F761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aliases w:val="Tekst w tabelach"/>
    <w:link w:val="BezodstpwZnak"/>
    <w:uiPriority w:val="1"/>
    <w:qFormat/>
    <w:rsid w:val="00F761D6"/>
    <w:rPr>
      <w:sz w:val="22"/>
      <w:szCs w:val="22"/>
      <w:lang w:eastAsia="en-US"/>
    </w:rPr>
  </w:style>
  <w:style w:type="character" w:customStyle="1" w:styleId="postal-code">
    <w:name w:val="postal-code"/>
    <w:rsid w:val="00F761D6"/>
  </w:style>
  <w:style w:type="character" w:customStyle="1" w:styleId="street-address">
    <w:name w:val="street-address"/>
    <w:rsid w:val="00F761D6"/>
  </w:style>
  <w:style w:type="paragraph" w:customStyle="1" w:styleId="text">
    <w:name w:val="text"/>
    <w:basedOn w:val="Normalny"/>
    <w:rsid w:val="00F761D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3"/>
      <w:szCs w:val="13"/>
      <w:lang w:eastAsia="pl-PL"/>
    </w:rPr>
  </w:style>
  <w:style w:type="paragraph" w:styleId="Tytu">
    <w:name w:val="Title"/>
    <w:basedOn w:val="Normalny"/>
    <w:link w:val="TytuZnak"/>
    <w:qFormat/>
    <w:rsid w:val="00F761D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F761D6"/>
    <w:rPr>
      <w:rFonts w:ascii="Times New Roman" w:eastAsia="Times New Roman" w:hAnsi="Times New Roman"/>
      <w:b/>
      <w:sz w:val="28"/>
    </w:rPr>
  </w:style>
  <w:style w:type="character" w:styleId="Uwydatnienie">
    <w:name w:val="Emphasis"/>
    <w:uiPriority w:val="20"/>
    <w:qFormat/>
    <w:rsid w:val="00F761D6"/>
    <w:rPr>
      <w:b/>
      <w:bCs/>
      <w:i w:val="0"/>
      <w:iCs w:val="0"/>
    </w:rPr>
  </w:style>
  <w:style w:type="character" w:customStyle="1" w:styleId="locality">
    <w:name w:val="locality"/>
    <w:rsid w:val="00F761D6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761D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761D6"/>
    <w:rPr>
      <w:rFonts w:ascii="Times New Roman" w:eastAsia="Times New Roman" w:hAnsi="Times New Roman"/>
      <w:sz w:val="24"/>
      <w:szCs w:val="24"/>
    </w:rPr>
  </w:style>
  <w:style w:type="character" w:customStyle="1" w:styleId="oznaczenie">
    <w:name w:val="oznaczenie"/>
    <w:basedOn w:val="Domylnaczcionkaakapitu"/>
    <w:rsid w:val="00F761D6"/>
  </w:style>
  <w:style w:type="character" w:customStyle="1" w:styleId="BezodstpwZnak">
    <w:name w:val="Bez odstępów Znak"/>
    <w:aliases w:val="Tekst w tabelach Znak"/>
    <w:link w:val="Bezodstpw"/>
    <w:uiPriority w:val="1"/>
    <w:rsid w:val="00F761D6"/>
    <w:rPr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unhideWhenUsed/>
    <w:rsid w:val="00F761D6"/>
    <w:rPr>
      <w:color w:val="954F72"/>
      <w:u w:val="single"/>
    </w:rPr>
  </w:style>
  <w:style w:type="paragraph" w:customStyle="1" w:styleId="xl63">
    <w:name w:val="xl63"/>
    <w:basedOn w:val="Normalny"/>
    <w:rsid w:val="00F76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F7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F7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F76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F76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F76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06D2A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806D2A"/>
    <w:rPr>
      <w:rFonts w:ascii="Arial" w:eastAsia="Times New Roman" w:hAnsi="Arial"/>
      <w:b/>
      <w:color w:val="4F81BD" w:themeColor="accent1"/>
      <w:sz w:val="22"/>
      <w:szCs w:val="22"/>
      <w:lang w:val="de-DE" w:eastAsia="de-DE"/>
    </w:rPr>
  </w:style>
  <w:style w:type="character" w:customStyle="1" w:styleId="Nagwek4Znak">
    <w:name w:val="Nagłówek 4 Znak"/>
    <w:basedOn w:val="Domylnaczcionkaakapitu"/>
    <w:link w:val="Nagwek4"/>
    <w:rsid w:val="00806D2A"/>
    <w:rPr>
      <w:rFonts w:ascii="Arial" w:eastAsia="Times New Roman" w:hAnsi="Arial"/>
      <w:color w:val="4F81BD" w:themeColor="accent1"/>
      <w:sz w:val="22"/>
      <w:szCs w:val="22"/>
      <w:lang w:val="de-DE" w:eastAsia="de-DE"/>
    </w:rPr>
  </w:style>
  <w:style w:type="character" w:customStyle="1" w:styleId="Nagwek5Znak">
    <w:name w:val="Nagłówek 5 Znak"/>
    <w:basedOn w:val="Domylnaczcionkaakapitu"/>
    <w:link w:val="Nagwek5"/>
    <w:rsid w:val="00806D2A"/>
    <w:rPr>
      <w:rFonts w:asciiTheme="minorHAnsi" w:eastAsiaTheme="minorHAnsi" w:hAnsiTheme="minorHAnsi" w:cstheme="minorBidi"/>
      <w:color w:val="4F81BD" w:themeColor="accent1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rsid w:val="00806D2A"/>
    <w:rPr>
      <w:rFonts w:asciiTheme="minorHAnsi" w:eastAsiaTheme="minorHAnsi" w:hAnsiTheme="minorHAnsi" w:cstheme="minorBidi"/>
      <w:color w:val="4F81BD" w:themeColor="accent1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rsid w:val="00806D2A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9Znak">
    <w:name w:val="Nagłówek 9 Znak"/>
    <w:basedOn w:val="Domylnaczcionkaakapitu"/>
    <w:link w:val="Nagwek9"/>
    <w:rsid w:val="00806D2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0">
    <w:name w:val="B0"/>
    <w:basedOn w:val="ILF-Standard"/>
    <w:uiPriority w:val="1"/>
    <w:qFormat/>
    <w:locked/>
    <w:rsid w:val="00806D2A"/>
    <w:pPr>
      <w:numPr>
        <w:numId w:val="35"/>
      </w:numPr>
      <w:spacing w:after="120" w:line="280" w:lineRule="atLeast"/>
      <w:jc w:val="both"/>
    </w:pPr>
  </w:style>
  <w:style w:type="paragraph" w:customStyle="1" w:styleId="B1">
    <w:name w:val="B1"/>
    <w:basedOn w:val="ILF-Standard"/>
    <w:uiPriority w:val="1"/>
    <w:qFormat/>
    <w:locked/>
    <w:rsid w:val="00806D2A"/>
    <w:pPr>
      <w:numPr>
        <w:numId w:val="36"/>
      </w:numPr>
      <w:spacing w:after="120" w:line="280" w:lineRule="atLeast"/>
      <w:jc w:val="both"/>
    </w:pPr>
  </w:style>
  <w:style w:type="paragraph" w:customStyle="1" w:styleId="B2">
    <w:name w:val="B2"/>
    <w:basedOn w:val="ILF-Standard"/>
    <w:uiPriority w:val="1"/>
    <w:qFormat/>
    <w:locked/>
    <w:rsid w:val="00806D2A"/>
    <w:pPr>
      <w:numPr>
        <w:numId w:val="37"/>
      </w:numPr>
      <w:spacing w:after="120" w:line="280" w:lineRule="atLeast"/>
      <w:ind w:left="1984" w:hanging="425"/>
      <w:jc w:val="both"/>
    </w:pPr>
  </w:style>
  <w:style w:type="paragraph" w:customStyle="1" w:styleId="B3">
    <w:name w:val="B3"/>
    <w:basedOn w:val="ILF-Standard"/>
    <w:uiPriority w:val="1"/>
    <w:qFormat/>
    <w:locked/>
    <w:rsid w:val="00806D2A"/>
    <w:pPr>
      <w:numPr>
        <w:numId w:val="38"/>
      </w:numPr>
      <w:spacing w:after="120" w:line="280" w:lineRule="atLeast"/>
      <w:jc w:val="both"/>
    </w:pPr>
  </w:style>
  <w:style w:type="paragraph" w:customStyle="1" w:styleId="E0">
    <w:name w:val="E0"/>
    <w:basedOn w:val="ILF-Standard"/>
    <w:uiPriority w:val="1"/>
    <w:qFormat/>
    <w:locked/>
    <w:rsid w:val="00806D2A"/>
    <w:pPr>
      <w:jc w:val="both"/>
    </w:pPr>
  </w:style>
  <w:style w:type="paragraph" w:customStyle="1" w:styleId="E1">
    <w:name w:val="E1"/>
    <w:basedOn w:val="ILF-Standard"/>
    <w:uiPriority w:val="1"/>
    <w:qFormat/>
    <w:locked/>
    <w:rsid w:val="00806D2A"/>
    <w:pPr>
      <w:ind w:left="1134"/>
      <w:jc w:val="both"/>
    </w:pPr>
  </w:style>
  <w:style w:type="paragraph" w:customStyle="1" w:styleId="E2">
    <w:name w:val="E2"/>
    <w:basedOn w:val="ILF-Standard"/>
    <w:uiPriority w:val="1"/>
    <w:qFormat/>
    <w:locked/>
    <w:rsid w:val="00806D2A"/>
    <w:pPr>
      <w:ind w:left="1559"/>
      <w:jc w:val="both"/>
    </w:pPr>
  </w:style>
  <w:style w:type="paragraph" w:customStyle="1" w:styleId="E3">
    <w:name w:val="E3"/>
    <w:basedOn w:val="ILF-Standard"/>
    <w:uiPriority w:val="1"/>
    <w:qFormat/>
    <w:locked/>
    <w:rsid w:val="00806D2A"/>
    <w:pPr>
      <w:ind w:left="1985"/>
      <w:jc w:val="both"/>
    </w:pPr>
  </w:style>
  <w:style w:type="paragraph" w:customStyle="1" w:styleId="N0">
    <w:name w:val="N0"/>
    <w:basedOn w:val="ILF-Standard"/>
    <w:uiPriority w:val="1"/>
    <w:qFormat/>
    <w:locked/>
    <w:rsid w:val="00806D2A"/>
    <w:pPr>
      <w:numPr>
        <w:numId w:val="39"/>
      </w:numPr>
      <w:spacing w:after="120" w:line="280" w:lineRule="atLeast"/>
      <w:jc w:val="both"/>
    </w:pPr>
  </w:style>
  <w:style w:type="paragraph" w:customStyle="1" w:styleId="N1">
    <w:name w:val="N1"/>
    <w:basedOn w:val="ILF-Standard"/>
    <w:uiPriority w:val="1"/>
    <w:qFormat/>
    <w:locked/>
    <w:rsid w:val="00806D2A"/>
    <w:pPr>
      <w:numPr>
        <w:numId w:val="40"/>
      </w:numPr>
      <w:spacing w:after="120" w:line="280" w:lineRule="atLeast"/>
      <w:jc w:val="both"/>
    </w:pPr>
  </w:style>
  <w:style w:type="paragraph" w:customStyle="1" w:styleId="N2">
    <w:name w:val="N2"/>
    <w:basedOn w:val="ILF-Standard"/>
    <w:uiPriority w:val="1"/>
    <w:qFormat/>
    <w:locked/>
    <w:rsid w:val="00806D2A"/>
    <w:pPr>
      <w:numPr>
        <w:numId w:val="41"/>
      </w:numPr>
      <w:spacing w:after="120" w:line="280" w:lineRule="atLeast"/>
      <w:ind w:left="1984" w:hanging="425"/>
      <w:jc w:val="both"/>
    </w:pPr>
  </w:style>
  <w:style w:type="paragraph" w:customStyle="1" w:styleId="N3">
    <w:name w:val="N3"/>
    <w:basedOn w:val="ILF-Standard"/>
    <w:uiPriority w:val="1"/>
    <w:qFormat/>
    <w:locked/>
    <w:rsid w:val="00806D2A"/>
    <w:pPr>
      <w:numPr>
        <w:numId w:val="42"/>
      </w:numPr>
      <w:spacing w:after="120" w:line="280" w:lineRule="atLeast"/>
      <w:jc w:val="both"/>
    </w:pPr>
  </w:style>
  <w:style w:type="paragraph" w:customStyle="1" w:styleId="P0">
    <w:name w:val="P0"/>
    <w:basedOn w:val="ILF-Standard"/>
    <w:uiPriority w:val="1"/>
    <w:qFormat/>
    <w:locked/>
    <w:rsid w:val="00806D2A"/>
    <w:pPr>
      <w:numPr>
        <w:numId w:val="43"/>
      </w:numPr>
      <w:spacing w:after="120" w:line="280" w:lineRule="atLeast"/>
      <w:jc w:val="both"/>
    </w:pPr>
  </w:style>
  <w:style w:type="paragraph" w:customStyle="1" w:styleId="P1">
    <w:name w:val="P1"/>
    <w:basedOn w:val="ILF-Standard"/>
    <w:uiPriority w:val="1"/>
    <w:qFormat/>
    <w:locked/>
    <w:rsid w:val="00806D2A"/>
    <w:pPr>
      <w:numPr>
        <w:numId w:val="44"/>
      </w:numPr>
      <w:spacing w:after="120" w:line="280" w:lineRule="atLeast"/>
      <w:jc w:val="both"/>
    </w:pPr>
  </w:style>
  <w:style w:type="paragraph" w:customStyle="1" w:styleId="P2">
    <w:name w:val="P2"/>
    <w:basedOn w:val="ILF-Standard"/>
    <w:uiPriority w:val="1"/>
    <w:qFormat/>
    <w:locked/>
    <w:rsid w:val="00806D2A"/>
    <w:pPr>
      <w:numPr>
        <w:numId w:val="45"/>
      </w:numPr>
      <w:spacing w:after="120" w:line="280" w:lineRule="atLeast"/>
      <w:ind w:left="1984" w:hanging="425"/>
      <w:jc w:val="both"/>
    </w:pPr>
  </w:style>
  <w:style w:type="paragraph" w:customStyle="1" w:styleId="P3">
    <w:name w:val="P3"/>
    <w:basedOn w:val="ILF-Standard"/>
    <w:uiPriority w:val="1"/>
    <w:qFormat/>
    <w:locked/>
    <w:rsid w:val="00806D2A"/>
    <w:pPr>
      <w:numPr>
        <w:numId w:val="46"/>
      </w:numPr>
      <w:spacing w:after="120" w:line="280" w:lineRule="atLeast"/>
      <w:jc w:val="both"/>
    </w:pPr>
  </w:style>
  <w:style w:type="paragraph" w:customStyle="1" w:styleId="U0">
    <w:name w:val="U0"/>
    <w:basedOn w:val="Nagwek1"/>
    <w:next w:val="E1"/>
    <w:qFormat/>
    <w:locked/>
    <w:rsid w:val="00806D2A"/>
    <w:pPr>
      <w:keepNext w:val="0"/>
      <w:spacing w:before="120" w:after="200" w:line="320" w:lineRule="atLeast"/>
      <w:ind w:left="1134" w:hanging="1134"/>
      <w:jc w:val="left"/>
    </w:pPr>
    <w:rPr>
      <w:rFonts w:ascii="Arial" w:hAnsi="Arial"/>
      <w:caps/>
      <w:color w:val="4F81BD" w:themeColor="accent1"/>
      <w:kern w:val="28"/>
      <w:sz w:val="22"/>
      <w:szCs w:val="22"/>
      <w:lang w:val="de-DE" w:eastAsia="de-DE"/>
    </w:rPr>
  </w:style>
  <w:style w:type="paragraph" w:customStyle="1" w:styleId="ILF-Standard">
    <w:name w:val="ILF-Standard"/>
    <w:uiPriority w:val="10"/>
    <w:rsid w:val="00806D2A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2"/>
      <w:szCs w:val="22"/>
      <w:lang w:val="de-DE" w:eastAsia="de-DE"/>
    </w:rPr>
  </w:style>
  <w:style w:type="numbering" w:customStyle="1" w:styleId="Formatvorlage1">
    <w:name w:val="Formatvorlage1"/>
    <w:rsid w:val="00806D2A"/>
    <w:pPr>
      <w:numPr>
        <w:numId w:val="34"/>
      </w:numPr>
    </w:pPr>
  </w:style>
  <w:style w:type="paragraph" w:customStyle="1" w:styleId="ILF-Color">
    <w:name w:val="ILF-Color"/>
    <w:basedOn w:val="ILF-Standard"/>
    <w:uiPriority w:val="10"/>
    <w:qFormat/>
    <w:rsid w:val="00806D2A"/>
    <w:rPr>
      <w:color w:val="4F81BD" w:themeColor="accent1"/>
    </w:rPr>
  </w:style>
  <w:style w:type="paragraph" w:customStyle="1" w:styleId="E4">
    <w:name w:val="E4"/>
    <w:basedOn w:val="ILF-Standard"/>
    <w:uiPriority w:val="1"/>
    <w:qFormat/>
    <w:locked/>
    <w:rsid w:val="00806D2A"/>
    <w:pPr>
      <w:ind w:left="2410"/>
    </w:pPr>
    <w:rPr>
      <w:lang w:val="en-GB"/>
    </w:rPr>
  </w:style>
  <w:style w:type="paragraph" w:customStyle="1" w:styleId="msonormal0">
    <w:name w:val="msonormal"/>
    <w:basedOn w:val="Normalny"/>
    <w:rsid w:val="00806D2A"/>
    <w:pPr>
      <w:spacing w:before="100" w:beforeAutospacing="1" w:after="100" w:afterAutospacing="1"/>
    </w:pPr>
    <w:rPr>
      <w:rFonts w:ascii="Times New Roman" w:eastAsiaTheme="minorHAnsi" w:hAnsi="Times New Roman" w:cstheme="minorBidi"/>
      <w:sz w:val="24"/>
      <w:szCs w:val="24"/>
      <w:lang w:eastAsia="pl-PL"/>
    </w:rPr>
  </w:style>
  <w:style w:type="paragraph" w:customStyle="1" w:styleId="xl58">
    <w:name w:val="xl58"/>
    <w:basedOn w:val="Normalny"/>
    <w:rsid w:val="0080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Theme="minorHAnsi" w:eastAsiaTheme="minorHAnsi" w:hAnsiTheme="minorHAnsi" w:cs="Arial"/>
      <w:b/>
      <w:bCs/>
      <w:sz w:val="24"/>
      <w:szCs w:val="24"/>
      <w:lang w:eastAsia="pl-PL"/>
    </w:rPr>
  </w:style>
  <w:style w:type="paragraph" w:customStyle="1" w:styleId="xl59">
    <w:name w:val="xl59"/>
    <w:basedOn w:val="Normalny"/>
    <w:rsid w:val="0080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Theme="minorHAnsi" w:eastAsiaTheme="minorHAnsi" w:hAnsiTheme="minorHAnsi" w:cs="Arial"/>
      <w:sz w:val="24"/>
      <w:szCs w:val="24"/>
      <w:lang w:eastAsia="pl-PL"/>
    </w:rPr>
  </w:style>
  <w:style w:type="paragraph" w:customStyle="1" w:styleId="xl60">
    <w:name w:val="xl60"/>
    <w:basedOn w:val="Normalny"/>
    <w:rsid w:val="0080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Theme="minorHAnsi" w:eastAsiaTheme="minorHAnsi" w:hAnsiTheme="minorHAnsi" w:cs="Arial"/>
      <w:sz w:val="24"/>
      <w:szCs w:val="24"/>
      <w:lang w:eastAsia="pl-PL"/>
    </w:rPr>
  </w:style>
  <w:style w:type="paragraph" w:customStyle="1" w:styleId="xl61">
    <w:name w:val="xl61"/>
    <w:basedOn w:val="Normalny"/>
    <w:rsid w:val="0080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Theme="minorHAnsi" w:eastAsiaTheme="minorHAnsi" w:hAnsiTheme="minorHAnsi" w:cs="Arial"/>
      <w:b/>
      <w:bCs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806D2A"/>
  </w:style>
  <w:style w:type="numbering" w:customStyle="1" w:styleId="Formatvorlage11">
    <w:name w:val="Formatvorlage11"/>
    <w:rsid w:val="00133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9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8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8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sip.lex.pl/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6E84~1.MOS\AppData\Local\Temp\RDOS_Gda&#324;sk_WOO&#346;-4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B60F7-C4CD-4E36-A94B-39509E37A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RDOS_Gdańsk_WOOŚ-4</Template>
  <TotalTime>26</TotalTime>
  <Pages>27</Pages>
  <Words>7214</Words>
  <Characters>43286</Characters>
  <Application>Microsoft Office Word</Application>
  <DocSecurity>0</DocSecurity>
  <Lines>360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50400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a.jadanowska</dc:creator>
  <cp:lastModifiedBy>Sebastian Gronowski</cp:lastModifiedBy>
  <cp:revision>9</cp:revision>
  <cp:lastPrinted>2024-09-10T09:49:00Z</cp:lastPrinted>
  <dcterms:created xsi:type="dcterms:W3CDTF">2024-05-24T07:35:00Z</dcterms:created>
  <dcterms:modified xsi:type="dcterms:W3CDTF">2024-09-11T05:52:00Z</dcterms:modified>
</cp:coreProperties>
</file>