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AA14EE" w14:textId="3745C98A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1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proofErr w:type="spellStart"/>
      <w:r w:rsidR="00085411" w:rsidRPr="00ED77C5">
        <w:rPr>
          <w:rFonts w:ascii="Arial" w:hAnsi="Arial" w:cs="Arial"/>
          <w:sz w:val="24"/>
        </w:rPr>
        <w:t>protokółu</w:t>
      </w:r>
      <w:proofErr w:type="spellEnd"/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 xml:space="preserve">wad przez Zamawiającego będzie </w:t>
      </w:r>
      <w:r w:rsidR="00E91942" w:rsidRPr="00E91942">
        <w:rPr>
          <w:rFonts w:ascii="Arial" w:hAnsi="Arial" w:cs="Arial"/>
          <w:sz w:val="24"/>
        </w:rPr>
        <w:lastRenderedPageBreak/>
        <w:t>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67194D" w14:textId="77777777" w:rsidR="00095101" w:rsidRDefault="00095101" w:rsidP="003D324B">
      <w:r>
        <w:separator/>
      </w:r>
    </w:p>
  </w:endnote>
  <w:endnote w:type="continuationSeparator" w:id="0">
    <w:p w14:paraId="20EEDCA0" w14:textId="77777777" w:rsidR="00095101" w:rsidRDefault="00095101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8D1E62" w14:textId="77777777" w:rsidR="00F35753" w:rsidRDefault="00F3575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6A1F1C" w14:textId="77777777" w:rsidR="00F35753" w:rsidRDefault="00F3575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4FE911" w14:textId="77777777" w:rsidR="00F35753" w:rsidRDefault="00F357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C71F1E" w14:textId="77777777" w:rsidR="00095101" w:rsidRDefault="00095101" w:rsidP="003D324B">
      <w:r>
        <w:separator/>
      </w:r>
    </w:p>
  </w:footnote>
  <w:footnote w:type="continuationSeparator" w:id="0">
    <w:p w14:paraId="4C04EDB3" w14:textId="77777777" w:rsidR="00095101" w:rsidRDefault="00095101" w:rsidP="003D324B">
      <w:r>
        <w:continuationSeparator/>
      </w:r>
    </w:p>
  </w:footnote>
  <w:footnote w:id="1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A2A465" w14:textId="77777777" w:rsidR="00F35753" w:rsidRDefault="00F3575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DD0D1B" w14:textId="292A2D6D" w:rsidR="0062006B" w:rsidRPr="0062006B" w:rsidRDefault="00F35753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22"/>
        <w:szCs w:val="22"/>
        <w:lang w:eastAsia="en-US"/>
      </w:rPr>
    </w:pPr>
    <w:r>
      <w:rPr>
        <w:rFonts w:ascii="Arial" w:eastAsia="Calibri" w:hAnsi="Arial" w:cs="Arial"/>
        <w:sz w:val="22"/>
        <w:szCs w:val="22"/>
        <w:lang w:eastAsia="en-US"/>
      </w:rPr>
      <w:t xml:space="preserve">Zał. nr </w:t>
    </w:r>
    <w:r>
      <w:rPr>
        <w:rFonts w:ascii="Arial" w:eastAsia="Calibri" w:hAnsi="Arial" w:cs="Arial"/>
        <w:sz w:val="22"/>
        <w:szCs w:val="22"/>
        <w:lang w:eastAsia="en-US"/>
      </w:rPr>
      <w:t>12</w:t>
    </w:r>
    <w:bookmarkStart w:id="0" w:name="_GoBack"/>
    <w:bookmarkEnd w:id="0"/>
    <w:r w:rsidR="005860BD">
      <w:rPr>
        <w:rFonts w:ascii="Arial" w:eastAsia="Calibri" w:hAnsi="Arial" w:cs="Arial"/>
        <w:sz w:val="22"/>
        <w:szCs w:val="22"/>
        <w:lang w:eastAsia="en-US"/>
      </w:rPr>
      <w:t xml:space="preserve"> do SWZ – Wzór karty gwarancyjnej</w:t>
    </w:r>
  </w:p>
  <w:p w14:paraId="724C9667" w14:textId="77777777" w:rsidR="0062006B" w:rsidRDefault="0062006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461EF8" w14:textId="77777777" w:rsidR="00F35753" w:rsidRDefault="00F3575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95101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860BD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81735E"/>
    <w:rsid w:val="00846B75"/>
    <w:rsid w:val="00896DE8"/>
    <w:rsid w:val="008D1B1C"/>
    <w:rsid w:val="008F41E3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B5EB4"/>
    <w:rsid w:val="00BC32DD"/>
    <w:rsid w:val="00C00935"/>
    <w:rsid w:val="00C50E5B"/>
    <w:rsid w:val="00C8608F"/>
    <w:rsid w:val="00CA477F"/>
    <w:rsid w:val="00CC66E2"/>
    <w:rsid w:val="00D11D44"/>
    <w:rsid w:val="00DA43D6"/>
    <w:rsid w:val="00DC4415"/>
    <w:rsid w:val="00DC7AD5"/>
    <w:rsid w:val="00E7003F"/>
    <w:rsid w:val="00E730FC"/>
    <w:rsid w:val="00E91942"/>
    <w:rsid w:val="00EA3C5D"/>
    <w:rsid w:val="00EA79C0"/>
    <w:rsid w:val="00ED77C5"/>
    <w:rsid w:val="00F11F59"/>
    <w:rsid w:val="00F35753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4.xml><?xml version="1.0" encoding="utf-8"?>
<ds:datastoreItem xmlns:ds="http://schemas.openxmlformats.org/officeDocument/2006/customXml" ds:itemID="{7EE218E5-0031-4B45-BC3A-5EDDA56AF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877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Krzysztof Janikowski</cp:lastModifiedBy>
  <cp:revision>10</cp:revision>
  <cp:lastPrinted>2020-08-21T13:35:00Z</cp:lastPrinted>
  <dcterms:created xsi:type="dcterms:W3CDTF">2020-07-02T13:38:00Z</dcterms:created>
  <dcterms:modified xsi:type="dcterms:W3CDTF">2021-08-30T12:16:00Z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