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683951" w:rsidRDefault="00C311A8" w:rsidP="004633D0">
      <w:pPr>
        <w:rPr>
          <w:rFonts w:asciiTheme="minorHAnsi" w:hAnsiTheme="minorHAnsi" w:cstheme="minorHAnsi"/>
          <w:sz w:val="22"/>
          <w:szCs w:val="20"/>
        </w:rPr>
      </w:pPr>
      <w:r w:rsidRPr="00683951">
        <w:rPr>
          <w:rFonts w:asciiTheme="minorHAnsi" w:hAnsiTheme="minorHAnsi" w:cstheme="minorHAnsi"/>
          <w:sz w:val="22"/>
          <w:szCs w:val="20"/>
        </w:rPr>
        <w:t>DZS.WRSRP.7263.1.3.2021</w:t>
      </w:r>
      <w:bookmarkStart w:id="0" w:name="_GoBack"/>
      <w:bookmarkEnd w:id="0"/>
    </w:p>
    <w:p w:rsidR="00C311A8" w:rsidRPr="000532DC" w:rsidRDefault="00C311A8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0A71A0" w:rsidRPr="000532DC" w:rsidRDefault="000A71A0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311A8" w:rsidRPr="000532DC" w:rsidRDefault="00C311A8" w:rsidP="00C311A8">
      <w:pPr>
        <w:spacing w:line="360" w:lineRule="auto"/>
        <w:ind w:left="4956"/>
        <w:rPr>
          <w:rFonts w:asciiTheme="minorHAnsi" w:hAnsiTheme="minorHAnsi" w:cstheme="minorHAnsi"/>
          <w:b/>
        </w:rPr>
      </w:pPr>
      <w:r w:rsidRPr="000532DC">
        <w:rPr>
          <w:rFonts w:asciiTheme="minorHAnsi" w:hAnsiTheme="minorHAnsi" w:cstheme="minorHAnsi"/>
          <w:b/>
        </w:rPr>
        <w:t>Pan Jacek Paziewski</w:t>
      </w:r>
    </w:p>
    <w:p w:rsidR="00C311A8" w:rsidRPr="000532DC" w:rsidRDefault="00C311A8" w:rsidP="00C311A8">
      <w:pPr>
        <w:spacing w:line="360" w:lineRule="auto"/>
        <w:ind w:left="4956"/>
        <w:rPr>
          <w:rFonts w:asciiTheme="minorHAnsi" w:hAnsiTheme="minorHAnsi" w:cstheme="minorHAnsi"/>
        </w:rPr>
      </w:pPr>
      <w:r w:rsidRPr="000532DC">
        <w:rPr>
          <w:rFonts w:asciiTheme="minorHAnsi" w:hAnsiTheme="minorHAnsi" w:cstheme="minorHAnsi"/>
        </w:rPr>
        <w:t>Sekretarz Komitetu</w:t>
      </w:r>
    </w:p>
    <w:p w:rsidR="00C311A8" w:rsidRPr="000532DC" w:rsidRDefault="00C311A8" w:rsidP="00C311A8">
      <w:pPr>
        <w:spacing w:line="360" w:lineRule="auto"/>
        <w:ind w:left="4956"/>
        <w:rPr>
          <w:rFonts w:asciiTheme="minorHAnsi" w:hAnsiTheme="minorHAnsi" w:cstheme="minorHAnsi"/>
        </w:rPr>
      </w:pPr>
      <w:r w:rsidRPr="000532DC">
        <w:rPr>
          <w:rFonts w:asciiTheme="minorHAnsi" w:hAnsiTheme="minorHAnsi" w:cstheme="minorHAnsi"/>
        </w:rPr>
        <w:t>Rady Ministrów ds. Cyfryzacji</w:t>
      </w:r>
    </w:p>
    <w:p w:rsidR="00C311A8" w:rsidRPr="000532DC" w:rsidRDefault="00C311A8" w:rsidP="00C311A8">
      <w:pPr>
        <w:rPr>
          <w:rFonts w:asciiTheme="minorHAnsi" w:hAnsiTheme="minorHAnsi" w:cstheme="minorHAnsi"/>
        </w:rPr>
      </w:pPr>
    </w:p>
    <w:p w:rsidR="00C311A8" w:rsidRPr="000532DC" w:rsidRDefault="00C311A8" w:rsidP="00C311A8">
      <w:pPr>
        <w:rPr>
          <w:rFonts w:asciiTheme="minorHAnsi" w:hAnsiTheme="minorHAnsi" w:cstheme="minorHAnsi"/>
          <w:sz w:val="28"/>
        </w:rPr>
      </w:pPr>
    </w:p>
    <w:p w:rsidR="00C311A8" w:rsidRPr="000532DC" w:rsidRDefault="00C311A8" w:rsidP="00C311A8">
      <w:pPr>
        <w:spacing w:after="240" w:line="360" w:lineRule="auto"/>
        <w:rPr>
          <w:rFonts w:asciiTheme="minorHAnsi" w:hAnsiTheme="minorHAnsi" w:cstheme="minorHAnsi"/>
        </w:rPr>
      </w:pPr>
      <w:r w:rsidRPr="000532DC">
        <w:rPr>
          <w:rFonts w:asciiTheme="minorHAnsi" w:hAnsiTheme="minorHAnsi" w:cstheme="minorHAnsi"/>
          <w:i/>
        </w:rPr>
        <w:t>Szanowny Panie Sekretarzu,</w:t>
      </w:r>
    </w:p>
    <w:p w:rsidR="0086305F" w:rsidRPr="000532DC" w:rsidRDefault="00B90B5F" w:rsidP="00C311A8">
      <w:pPr>
        <w:spacing w:line="360" w:lineRule="auto"/>
        <w:rPr>
          <w:rFonts w:asciiTheme="minorHAnsi" w:eastAsia="Calibri" w:hAnsiTheme="minorHAnsi" w:cstheme="minorHAnsi"/>
          <w:iCs/>
          <w:szCs w:val="22"/>
          <w:lang w:eastAsia="en-US"/>
        </w:rPr>
      </w:pPr>
      <w:r>
        <w:rPr>
          <w:rFonts w:asciiTheme="minorHAnsi" w:hAnsiTheme="minorHAnsi" w:cstheme="minorHAnsi"/>
        </w:rPr>
        <w:t>w</w:t>
      </w:r>
      <w:r w:rsidR="00C311A8" w:rsidRPr="000532DC">
        <w:rPr>
          <w:rFonts w:asciiTheme="minorHAnsi" w:hAnsiTheme="minorHAnsi" w:cstheme="minorHAnsi"/>
        </w:rPr>
        <w:t xml:space="preserve"> załączeniu przesyłam </w:t>
      </w:r>
      <w:r w:rsidR="00C311A8" w:rsidRPr="000532DC">
        <w:rPr>
          <w:rFonts w:asciiTheme="minorHAnsi" w:hAnsiTheme="minorHAnsi" w:cstheme="minorHAnsi"/>
          <w:i/>
          <w:szCs w:val="20"/>
        </w:rPr>
        <w:t>Raport z postępu rzeczowo-finansowego projektu informatycznego</w:t>
      </w:r>
      <w:r w:rsidR="00C311A8" w:rsidRPr="000532DC">
        <w:rPr>
          <w:rFonts w:asciiTheme="minorHAnsi" w:hAnsiTheme="minorHAnsi" w:cstheme="minorHAnsi"/>
          <w:i/>
        </w:rPr>
        <w:t xml:space="preserve"> </w:t>
      </w:r>
      <w:r w:rsidR="00C311A8" w:rsidRPr="000532DC">
        <w:rPr>
          <w:rFonts w:asciiTheme="minorHAnsi" w:hAnsiTheme="minorHAnsi" w:cstheme="minorHAnsi"/>
          <w:i/>
          <w:szCs w:val="20"/>
        </w:rPr>
        <w:t>za I kwartał 2021 roku</w:t>
      </w:r>
      <w:r w:rsidR="00C311A8" w:rsidRPr="000532DC">
        <w:rPr>
          <w:rFonts w:asciiTheme="minorHAnsi" w:hAnsiTheme="minorHAnsi" w:cstheme="minorHAnsi"/>
        </w:rPr>
        <w:t>, dla projektu Rozwój Systemu Rejestrów Państwowych, z prośbą o opinię Komitetu Rady Ministrów ds. Cyfryzacji.</w:t>
      </w:r>
    </w:p>
    <w:p w:rsidR="0086305F" w:rsidRPr="000532DC" w:rsidRDefault="0086305F" w:rsidP="000A71A0">
      <w:pPr>
        <w:rPr>
          <w:rFonts w:asciiTheme="minorHAnsi" w:eastAsia="Calibri" w:hAnsiTheme="minorHAnsi" w:cstheme="minorHAnsi"/>
          <w:iCs/>
          <w:szCs w:val="22"/>
          <w:lang w:eastAsia="en-US"/>
        </w:rPr>
      </w:pPr>
    </w:p>
    <w:p w:rsidR="0086305F" w:rsidRPr="000532DC" w:rsidRDefault="0086305F" w:rsidP="000A71A0">
      <w:pPr>
        <w:rPr>
          <w:rFonts w:asciiTheme="minorHAnsi" w:eastAsia="Calibri" w:hAnsiTheme="minorHAnsi" w:cstheme="minorHAnsi"/>
          <w:iCs/>
          <w:szCs w:val="22"/>
          <w:lang w:eastAsia="en-US"/>
        </w:rPr>
      </w:pPr>
    </w:p>
    <w:p w:rsidR="00935D23" w:rsidRPr="000532DC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0532DC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0532D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0532D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0532DC">
        <w:rPr>
          <w:rFonts w:asciiTheme="minorHAnsi" w:hAnsiTheme="minorHAnsi" w:cstheme="minorHAnsi"/>
          <w:i/>
          <w:iCs/>
        </w:rPr>
        <w:t>Z poważaniem</w:t>
      </w:r>
    </w:p>
    <w:p w:rsidR="000A71A0" w:rsidRPr="000532D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0532D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0532DC">
        <w:rPr>
          <w:rFonts w:asciiTheme="minorHAnsi" w:hAnsiTheme="minorHAnsi" w:cstheme="minorHAnsi"/>
          <w:b/>
          <w:bCs/>
        </w:rPr>
        <w:t>Marek Zagórski</w:t>
      </w:r>
    </w:p>
    <w:p w:rsidR="000A71A0" w:rsidRPr="000532D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0532DC">
        <w:rPr>
          <w:rFonts w:asciiTheme="minorHAnsi" w:hAnsiTheme="minorHAnsi" w:cstheme="minorHAnsi"/>
          <w:b/>
          <w:bCs/>
        </w:rPr>
        <w:t>Sekretarz Stanu</w:t>
      </w:r>
    </w:p>
    <w:p w:rsidR="00EA13E5" w:rsidRPr="000532D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0532D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0532D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0532D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32D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0532D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Default="00831F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831F98" w:rsidRPr="00D67708" w:rsidRDefault="00831F98" w:rsidP="00831F98">
      <w:pPr>
        <w:spacing w:line="360" w:lineRule="auto"/>
        <w:rPr>
          <w:rFonts w:ascii="Calibri" w:hAnsi="Calibri" w:cs="Calibri"/>
          <w:sz w:val="22"/>
        </w:rPr>
      </w:pPr>
      <w:r w:rsidRPr="00D67708">
        <w:rPr>
          <w:rFonts w:ascii="Calibri" w:hAnsi="Calibri" w:cs="Calibri"/>
          <w:sz w:val="22"/>
        </w:rPr>
        <w:t>Załączniki:</w:t>
      </w:r>
    </w:p>
    <w:p w:rsidR="00831F98" w:rsidRPr="00C27938" w:rsidRDefault="00831F98" w:rsidP="00831F98">
      <w:pPr>
        <w:numPr>
          <w:ilvl w:val="0"/>
          <w:numId w:val="1"/>
        </w:numPr>
        <w:tabs>
          <w:tab w:val="left" w:pos="426"/>
        </w:tabs>
        <w:spacing w:line="360" w:lineRule="auto"/>
        <w:ind w:left="142" w:hanging="142"/>
        <w:rPr>
          <w:rFonts w:ascii="Calibri" w:hAnsi="Calibri" w:cs="Calibri"/>
          <w:sz w:val="22"/>
        </w:rPr>
      </w:pPr>
      <w:r w:rsidRPr="00D67708">
        <w:rPr>
          <w:rFonts w:ascii="Calibri" w:hAnsi="Calibri" w:cs="Calibri"/>
          <w:sz w:val="22"/>
        </w:rPr>
        <w:t>Raport</w:t>
      </w:r>
    </w:p>
    <w:sectPr w:rsidR="00831F98" w:rsidRPr="00C27938" w:rsidSect="004633D0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E1" w:rsidRDefault="00AD31E1">
      <w:r>
        <w:separator/>
      </w:r>
    </w:p>
  </w:endnote>
  <w:endnote w:type="continuationSeparator" w:id="0">
    <w:p w:rsidR="00AD31E1" w:rsidRDefault="00AD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E1" w:rsidRDefault="00AD31E1">
      <w:r>
        <w:separator/>
      </w:r>
    </w:p>
  </w:footnote>
  <w:footnote w:type="continuationSeparator" w:id="0">
    <w:p w:rsidR="00AD31E1" w:rsidRDefault="00AD3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 w:rsidR="00DF532E">
      <w:t>16</w:t>
    </w:r>
    <w:r w:rsidR="00C311A8">
      <w:t xml:space="preserve">.04.2021 </w:t>
    </w:r>
    <w:r>
      <w:t>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4548BE"/>
    <w:multiLevelType w:val="hybridMultilevel"/>
    <w:tmpl w:val="35902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2DC"/>
    <w:rsid w:val="000A71A0"/>
    <w:rsid w:val="000D026F"/>
    <w:rsid w:val="001135DE"/>
    <w:rsid w:val="0012268A"/>
    <w:rsid w:val="001A17D3"/>
    <w:rsid w:val="002A0DA3"/>
    <w:rsid w:val="002C0265"/>
    <w:rsid w:val="002D6DAA"/>
    <w:rsid w:val="00381417"/>
    <w:rsid w:val="00417572"/>
    <w:rsid w:val="00420DDB"/>
    <w:rsid w:val="00433553"/>
    <w:rsid w:val="00446181"/>
    <w:rsid w:val="004522DF"/>
    <w:rsid w:val="004633D0"/>
    <w:rsid w:val="00495DA1"/>
    <w:rsid w:val="004F20D4"/>
    <w:rsid w:val="00554DA7"/>
    <w:rsid w:val="0058723A"/>
    <w:rsid w:val="005C7EB9"/>
    <w:rsid w:val="005E753F"/>
    <w:rsid w:val="0060027F"/>
    <w:rsid w:val="00683951"/>
    <w:rsid w:val="006A5C4D"/>
    <w:rsid w:val="006B6F70"/>
    <w:rsid w:val="007018D3"/>
    <w:rsid w:val="00741481"/>
    <w:rsid w:val="007A354D"/>
    <w:rsid w:val="007B7069"/>
    <w:rsid w:val="00806126"/>
    <w:rsid w:val="00831F98"/>
    <w:rsid w:val="0086305F"/>
    <w:rsid w:val="008B1D7E"/>
    <w:rsid w:val="00935D23"/>
    <w:rsid w:val="009C2C00"/>
    <w:rsid w:val="009D4211"/>
    <w:rsid w:val="00A363B8"/>
    <w:rsid w:val="00A471BD"/>
    <w:rsid w:val="00AB6FA7"/>
    <w:rsid w:val="00AD31E1"/>
    <w:rsid w:val="00AE7731"/>
    <w:rsid w:val="00B90B5F"/>
    <w:rsid w:val="00B977A0"/>
    <w:rsid w:val="00BB1FAD"/>
    <w:rsid w:val="00BB2815"/>
    <w:rsid w:val="00BE094A"/>
    <w:rsid w:val="00C311A8"/>
    <w:rsid w:val="00C33102"/>
    <w:rsid w:val="00C53E61"/>
    <w:rsid w:val="00CA00FE"/>
    <w:rsid w:val="00CF13E8"/>
    <w:rsid w:val="00D05B72"/>
    <w:rsid w:val="00DA0A66"/>
    <w:rsid w:val="00DD0572"/>
    <w:rsid w:val="00DF532E"/>
    <w:rsid w:val="00E86BDA"/>
    <w:rsid w:val="00EA13E5"/>
    <w:rsid w:val="00EA7F17"/>
    <w:rsid w:val="00F10BA4"/>
    <w:rsid w:val="00F54E58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6DED2-13A9-4C2F-875C-4CEF5E835D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0FC2EA-CA17-47E0-8338-5CC5A5014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0DAAF4-1C4B-4777-9C29-56DD4E82BA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46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Mierzejewska Beata</cp:lastModifiedBy>
  <cp:revision>11</cp:revision>
  <dcterms:created xsi:type="dcterms:W3CDTF">2020-10-22T08:24:00Z</dcterms:created>
  <dcterms:modified xsi:type="dcterms:W3CDTF">2021-04-16T09:36:00Z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