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4BCB2" w14:textId="77777777"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14:paraId="2427BAFA" w14:textId="77777777"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14:paraId="233CD925" w14:textId="77777777"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</w:t>
      </w:r>
      <w:bookmarkStart w:id="0" w:name="_GoBack"/>
      <w:bookmarkEnd w:id="0"/>
      <w:r>
        <w:rPr>
          <w:rFonts w:ascii="Calibri" w:hAnsi="Calibri"/>
          <w:b/>
        </w:rPr>
        <w:t>cek Paziewski</w:t>
      </w:r>
    </w:p>
    <w:p w14:paraId="70632F7D" w14:textId="77777777"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14:paraId="2821C074" w14:textId="77777777"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14:paraId="31E0E74D" w14:textId="77777777"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14:paraId="1C16418D" w14:textId="77777777" w:rsidR="00310A4C" w:rsidRPr="00310A4C" w:rsidRDefault="00683A5D" w:rsidP="00310A4C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14:paraId="1CDD8A21" w14:textId="77777777" w:rsidR="00310A4C" w:rsidRDefault="00310A4C" w:rsidP="00310A4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7A08C789" w14:textId="3765FA35" w:rsidR="009F17A4" w:rsidRPr="009F17A4" w:rsidRDefault="009F17A4" w:rsidP="009F17A4">
      <w:pPr>
        <w:rPr>
          <w:rFonts w:asciiTheme="minorHAnsi" w:hAnsiTheme="minorHAnsi" w:cstheme="minorHAnsi"/>
        </w:rPr>
      </w:pPr>
      <w:r w:rsidRPr="009F17A4">
        <w:rPr>
          <w:rFonts w:asciiTheme="minorHAnsi" w:hAnsiTheme="minorHAnsi" w:cstheme="minorHAnsi"/>
        </w:rPr>
        <w:t xml:space="preserve">w załączeniu przekazuję </w:t>
      </w:r>
      <w:r w:rsidR="00123D72">
        <w:rPr>
          <w:rFonts w:asciiTheme="minorHAnsi" w:hAnsiTheme="minorHAnsi" w:cstheme="minorHAnsi"/>
        </w:rPr>
        <w:t xml:space="preserve">aktualizację </w:t>
      </w:r>
      <w:r w:rsidRPr="009F17A4">
        <w:rPr>
          <w:rFonts w:asciiTheme="minorHAnsi" w:hAnsiTheme="minorHAnsi" w:cstheme="minorHAnsi"/>
        </w:rPr>
        <w:t>opis</w:t>
      </w:r>
      <w:r w:rsidR="00123D72">
        <w:rPr>
          <w:rFonts w:asciiTheme="minorHAnsi" w:hAnsiTheme="minorHAnsi" w:cstheme="minorHAnsi"/>
        </w:rPr>
        <w:t>u</w:t>
      </w:r>
      <w:r w:rsidRPr="009F17A4">
        <w:rPr>
          <w:rFonts w:asciiTheme="minorHAnsi" w:hAnsiTheme="minorHAnsi" w:cstheme="minorHAnsi"/>
        </w:rPr>
        <w:t xml:space="preserve"> założeń projektu informatycznego pn. „System Ewidencji Państwowej Inspekcji Sanitarnej (SEPIS)”.</w:t>
      </w:r>
    </w:p>
    <w:p w14:paraId="3DDBD1C6" w14:textId="77777777" w:rsidR="00351824" w:rsidRPr="009F17A4" w:rsidRDefault="00310A4C" w:rsidP="009F17A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350B6E46" w14:textId="77777777"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2924900" w14:textId="77777777"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14:paraId="1107491D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F8C9548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2F47CA64" w14:textId="77777777"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2749B6">
        <w:rPr>
          <w:rFonts w:asciiTheme="minorHAnsi" w:hAnsiTheme="minorHAnsi" w:cstheme="minorHAnsi"/>
          <w:b/>
          <w:bCs/>
        </w:rPr>
        <w:t>Janusz Cieszyński</w:t>
      </w:r>
    </w:p>
    <w:p w14:paraId="702C32FF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6AAD4437" w14:textId="77777777"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141EDB42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14:paraId="7ECE2E51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46D3D43C" w14:textId="77777777" w:rsidR="00B30905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781D08C" w14:textId="77777777" w:rsidR="009F17A4" w:rsidRDefault="009F17A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A2A6107" w14:textId="77777777" w:rsidR="009F17A4" w:rsidRDefault="009F17A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6D91F0A" w14:textId="77777777" w:rsidR="009F17A4" w:rsidRPr="009F17A4" w:rsidRDefault="009F17A4" w:rsidP="009F17A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F17A4">
        <w:rPr>
          <w:rFonts w:asciiTheme="minorHAnsi" w:hAnsiTheme="minorHAnsi" w:cstheme="minorHAnsi"/>
          <w:sz w:val="18"/>
          <w:szCs w:val="18"/>
        </w:rPr>
        <w:t xml:space="preserve">Załącznik: </w:t>
      </w:r>
    </w:p>
    <w:p w14:paraId="72887FC6" w14:textId="77777777" w:rsidR="009F17A4" w:rsidRPr="009F17A4" w:rsidRDefault="009F17A4" w:rsidP="009F17A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F17A4">
        <w:rPr>
          <w:rFonts w:asciiTheme="minorHAnsi" w:hAnsiTheme="minorHAnsi" w:cstheme="minorHAnsi"/>
          <w:sz w:val="18"/>
          <w:szCs w:val="18"/>
        </w:rPr>
        <w:t xml:space="preserve">Opis założeń projektu dla projektu pn. „System Ewidencji Państwowej Inspekcji Sanitarnej (SEPIS)”. </w:t>
      </w:r>
    </w:p>
    <w:p w14:paraId="799AB128" w14:textId="77777777" w:rsidR="009F17A4" w:rsidRPr="0033475C" w:rsidRDefault="009F17A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9F17A4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2625E" w14:textId="77777777" w:rsidR="00234AA8" w:rsidRDefault="00234AA8">
      <w:r>
        <w:separator/>
      </w:r>
    </w:p>
  </w:endnote>
  <w:endnote w:type="continuationSeparator" w:id="0">
    <w:p w14:paraId="2F7B8A15" w14:textId="77777777" w:rsidR="00234AA8" w:rsidRDefault="0023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82E63" w14:textId="77777777"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AA446B7" wp14:editId="6B39D3DD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6231B7" w14:textId="77777777"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481A904" wp14:editId="1D3DCF4E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A009E" w14:textId="77777777"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 wp14:anchorId="3D324B9F" wp14:editId="4D8BF5D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BC006" w14:textId="77777777" w:rsidR="00234AA8" w:rsidRDefault="00234AA8">
      <w:r>
        <w:separator/>
      </w:r>
    </w:p>
  </w:footnote>
  <w:footnote w:type="continuationSeparator" w:id="0">
    <w:p w14:paraId="21B7E80D" w14:textId="77777777" w:rsidR="00234AA8" w:rsidRDefault="00234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631C0" w14:textId="77777777" w:rsidR="007018D3" w:rsidRDefault="007018D3" w:rsidP="007018D3">
    <w:pPr>
      <w:pStyle w:val="Nagwek"/>
      <w:jc w:val="right"/>
    </w:pPr>
  </w:p>
  <w:p w14:paraId="2E1F4866" w14:textId="77777777" w:rsidR="007018D3" w:rsidRDefault="007018D3" w:rsidP="007018D3">
    <w:pPr>
      <w:pStyle w:val="Nagwek"/>
      <w:jc w:val="right"/>
    </w:pPr>
  </w:p>
  <w:p w14:paraId="01294CFF" w14:textId="464932B2" w:rsidR="004633D0" w:rsidRPr="00310A4C" w:rsidRDefault="0033475C" w:rsidP="00404F0E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310A4C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746966F" wp14:editId="1A061BE2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59B38C" w14:textId="77777777" w:rsidR="0033475C" w:rsidRPr="00DA3527" w:rsidRDefault="0033475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33475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310A4C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76874BB" wp14:editId="7D531CA5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753D38" w14:textId="77777777"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310A4C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69504" behindDoc="0" locked="0" layoutInCell="1" allowOverlap="1" wp14:anchorId="787EE9BD" wp14:editId="37D9E4FB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56843">
      <w:rPr>
        <w:rFonts w:asciiTheme="minorHAnsi" w:hAnsiTheme="minorHAnsi" w:cstheme="minorHAnsi"/>
        <w:sz w:val="20"/>
        <w:szCs w:val="20"/>
      </w:rPr>
      <w:t>Warszawa, dnia 28</w:t>
    </w:r>
    <w:r w:rsidR="00310A4C" w:rsidRPr="00310A4C">
      <w:rPr>
        <w:rFonts w:asciiTheme="minorHAnsi" w:hAnsiTheme="minorHAnsi" w:cstheme="minorHAnsi"/>
        <w:sz w:val="20"/>
        <w:szCs w:val="20"/>
      </w:rPr>
      <w:t xml:space="preserve"> czerwca</w:t>
    </w:r>
    <w:r w:rsidR="009F17A4">
      <w:rPr>
        <w:rFonts w:asciiTheme="minorHAnsi" w:hAnsiTheme="minorHAnsi" w:cstheme="minorHAnsi"/>
        <w:sz w:val="20"/>
        <w:szCs w:val="20"/>
      </w:rPr>
      <w:t xml:space="preserve"> 2021 roku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0E43AD"/>
    <w:rsid w:val="001135DE"/>
    <w:rsid w:val="0011447A"/>
    <w:rsid w:val="0012268A"/>
    <w:rsid w:val="00123D72"/>
    <w:rsid w:val="001F149E"/>
    <w:rsid w:val="00223CE1"/>
    <w:rsid w:val="0023393C"/>
    <w:rsid w:val="00234AA8"/>
    <w:rsid w:val="002749B6"/>
    <w:rsid w:val="002A0DA3"/>
    <w:rsid w:val="002A764D"/>
    <w:rsid w:val="002C0265"/>
    <w:rsid w:val="002D6DAA"/>
    <w:rsid w:val="00310A4C"/>
    <w:rsid w:val="0033475C"/>
    <w:rsid w:val="00351824"/>
    <w:rsid w:val="00352A14"/>
    <w:rsid w:val="00357ECA"/>
    <w:rsid w:val="00366E05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1070F"/>
    <w:rsid w:val="008947F3"/>
    <w:rsid w:val="008B1D7E"/>
    <w:rsid w:val="008D560F"/>
    <w:rsid w:val="008E63D2"/>
    <w:rsid w:val="008F2F99"/>
    <w:rsid w:val="00925A98"/>
    <w:rsid w:val="00935D23"/>
    <w:rsid w:val="00956843"/>
    <w:rsid w:val="009742A2"/>
    <w:rsid w:val="009A349B"/>
    <w:rsid w:val="009C2C00"/>
    <w:rsid w:val="009D4211"/>
    <w:rsid w:val="009F17A4"/>
    <w:rsid w:val="00A01601"/>
    <w:rsid w:val="00A11B1C"/>
    <w:rsid w:val="00A24D01"/>
    <w:rsid w:val="00A34074"/>
    <w:rsid w:val="00A363B8"/>
    <w:rsid w:val="00A436D1"/>
    <w:rsid w:val="00A471BD"/>
    <w:rsid w:val="00A84CC4"/>
    <w:rsid w:val="00AB6FA7"/>
    <w:rsid w:val="00AE7731"/>
    <w:rsid w:val="00B30905"/>
    <w:rsid w:val="00B42027"/>
    <w:rsid w:val="00B90AD7"/>
    <w:rsid w:val="00BB1FAD"/>
    <w:rsid w:val="00BB2815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B06D8"/>
    <w:rsid w:val="00DD1C4E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D65B5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E73915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310A4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10A4C"/>
  </w:style>
  <w:style w:type="character" w:customStyle="1" w:styleId="eop">
    <w:name w:val="eop"/>
    <w:basedOn w:val="Domylnaczcionkaakapitu"/>
    <w:rsid w:val="00310A4C"/>
  </w:style>
  <w:style w:type="paragraph" w:styleId="NormalnyWeb">
    <w:name w:val="Normal (Web)"/>
    <w:basedOn w:val="Normalny"/>
    <w:uiPriority w:val="99"/>
    <w:semiHidden/>
    <w:unhideWhenUsed/>
    <w:rsid w:val="009F17A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9F17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6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Karczewska Beata</cp:lastModifiedBy>
  <cp:revision>6</cp:revision>
  <dcterms:created xsi:type="dcterms:W3CDTF">2021-06-25T12:56:00Z</dcterms:created>
  <dcterms:modified xsi:type="dcterms:W3CDTF">2021-06-28T06:33:00Z</dcterms:modified>
</cp:coreProperties>
</file>