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545EF" w:rsidRDefault="00A06425" w:rsidP="00B545EF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FE6CC8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</w:t>
            </w: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21E71" w:rsidRPr="005626C0">
              <w:rPr>
                <w:rFonts w:ascii="Calibri" w:hAnsi="Calibri" w:cs="Calibri"/>
                <w:sz w:val="22"/>
                <w:szCs w:val="22"/>
              </w:rPr>
              <w:t>raport za I kwartał 2021</w:t>
            </w:r>
            <w:r w:rsidR="00FA2542" w:rsidRPr="005626C0">
              <w:rPr>
                <w:rFonts w:ascii="Calibri" w:hAnsi="Calibri" w:cs="Calibri"/>
                <w:sz w:val="22"/>
                <w:szCs w:val="22"/>
              </w:rPr>
              <w:t xml:space="preserve"> r. z </w:t>
            </w:r>
            <w:r w:rsidR="00BC2222" w:rsidRPr="005626C0">
              <w:rPr>
                <w:rFonts w:ascii="Calibri" w:hAnsi="Calibri" w:cs="Calibri"/>
                <w:sz w:val="22"/>
                <w:szCs w:val="22"/>
              </w:rPr>
              <w:t xml:space="preserve"> postępu rzeczowo – finansowego projektu informatycznego pn. „</w:t>
            </w:r>
            <w:r w:rsidR="00FE6CC8" w:rsidRPr="005626C0">
              <w:rPr>
                <w:rFonts w:ascii="Calibri" w:hAnsi="Calibri" w:cs="Calibri"/>
                <w:b/>
                <w:sz w:val="22"/>
                <w:szCs w:val="22"/>
              </w:rPr>
              <w:t>Zapewnienie technicznych i organizacyjnych warunków funkcjonowania Systemu Dozoru Elektronicznego SDE 3</w:t>
            </w:r>
            <w:r w:rsidR="00FE6CC8" w:rsidRPr="005626C0">
              <w:rPr>
                <w:rFonts w:ascii="Calibri" w:hAnsi="Calibri" w:cs="Calibri"/>
                <w:sz w:val="22"/>
                <w:szCs w:val="22"/>
              </w:rPr>
              <w:t xml:space="preserve"> - wnioskodawca Minister Sprawiedliwości, beneficjent Służba Więzienna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76A21" w:rsidRPr="00A06425" w:rsidTr="00A06425">
        <w:tc>
          <w:tcPr>
            <w:tcW w:w="562" w:type="dxa"/>
            <w:shd w:val="clear" w:color="auto" w:fill="auto"/>
          </w:tcPr>
          <w:p w:rsidR="00B76A21" w:rsidRPr="00A06425" w:rsidRDefault="00FE6CC8" w:rsidP="00B76A2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A21" w:rsidRDefault="00B76A21" w:rsidP="00B76A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76A21" w:rsidRPr="000F6679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B76A21" w:rsidRPr="003811CA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  <w:r w:rsidR="001E0B2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bookmarkStart w:id="0" w:name="_GoBack"/>
            <w:bookmarkEnd w:id="0"/>
          </w:p>
          <w:p w:rsidR="00B76A21" w:rsidRPr="00B76A21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76A2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spodziewane lub faktyczne efekty tych działań,</w:t>
            </w:r>
          </w:p>
          <w:p w:rsidR="00B76A21" w:rsidRPr="003811CA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E6CC8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B76A21" w:rsidRPr="00B571D4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76A21" w:rsidRDefault="00FA2542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</w:t>
            </w:r>
            <w:r w:rsidR="00FE6CC8">
              <w:rPr>
                <w:rFonts w:asciiTheme="minorHAnsi" w:hAnsiTheme="minorHAnsi" w:cstheme="minorHAnsi"/>
                <w:sz w:val="22"/>
                <w:szCs w:val="22"/>
              </w:rPr>
              <w:t>osiągnięciem większości kamieni milowych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E6CC8">
              <w:rPr>
                <w:rFonts w:asciiTheme="minorHAnsi" w:hAnsiTheme="minorHAnsi" w:cstheme="minorHAnsi"/>
                <w:sz w:val="22"/>
                <w:szCs w:val="22"/>
              </w:rPr>
              <w:t xml:space="preserve"> ale jeszcze odległym terminem zakończenie realizacji projektu,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B76A21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uporządkowanie tej kwestii i </w:t>
            </w:r>
            <w:r w:rsidR="00B76A21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  <w:p w:rsidR="00B76A21" w:rsidRPr="00405397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6A21" w:rsidRPr="000805CA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76A21" w:rsidRPr="00A06425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2E3B"/>
    <w:rsid w:val="0019648E"/>
    <w:rsid w:val="001E0B29"/>
    <w:rsid w:val="002715B2"/>
    <w:rsid w:val="003124D1"/>
    <w:rsid w:val="003333E9"/>
    <w:rsid w:val="003B4105"/>
    <w:rsid w:val="004D086F"/>
    <w:rsid w:val="00521E71"/>
    <w:rsid w:val="005626C0"/>
    <w:rsid w:val="005F6527"/>
    <w:rsid w:val="006705EC"/>
    <w:rsid w:val="006871AE"/>
    <w:rsid w:val="006E16E9"/>
    <w:rsid w:val="00807385"/>
    <w:rsid w:val="00944932"/>
    <w:rsid w:val="009E5FDB"/>
    <w:rsid w:val="00A06425"/>
    <w:rsid w:val="00AC7796"/>
    <w:rsid w:val="00B545EF"/>
    <w:rsid w:val="00B76A21"/>
    <w:rsid w:val="00B871B6"/>
    <w:rsid w:val="00BC2222"/>
    <w:rsid w:val="00C64B1B"/>
    <w:rsid w:val="00CB3091"/>
    <w:rsid w:val="00CD5EB0"/>
    <w:rsid w:val="00DD2DF1"/>
    <w:rsid w:val="00E14C33"/>
    <w:rsid w:val="00FA2542"/>
    <w:rsid w:val="00FE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9</cp:revision>
  <dcterms:created xsi:type="dcterms:W3CDTF">2020-10-05T09:10:00Z</dcterms:created>
  <dcterms:modified xsi:type="dcterms:W3CDTF">2021-05-19T09:43:00Z</dcterms:modified>
</cp:coreProperties>
</file>