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362" w:rsidRPr="004C020A" w:rsidRDefault="00692362" w:rsidP="008903C7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4C020A" w:rsidRPr="004C020A" w:rsidRDefault="004C020A" w:rsidP="008903C7">
      <w:pPr>
        <w:jc w:val="both"/>
        <w:rPr>
          <w:rFonts w:ascii="Times New Roman" w:hAnsi="Times New Roman"/>
        </w:rPr>
      </w:pPr>
    </w:p>
    <w:p w:rsidR="00FE510D" w:rsidRDefault="00FE510D" w:rsidP="00FE510D">
      <w:pPr>
        <w:jc w:val="both"/>
        <w:rPr>
          <w:rFonts w:ascii="Times New Roman" w:hAnsi="Times New Roman"/>
          <w:iCs/>
        </w:rPr>
      </w:pPr>
      <w:r w:rsidRPr="00FE510D">
        <w:rPr>
          <w:rFonts w:ascii="Times New Roman" w:hAnsi="Times New Roman"/>
          <w:i/>
          <w:iCs/>
        </w:rPr>
        <w:t>Szanowny Panie Sekretarzu,</w:t>
      </w:r>
    </w:p>
    <w:p w:rsidR="00FE510D" w:rsidRDefault="00FE510D" w:rsidP="00FE510D">
      <w:pPr>
        <w:jc w:val="both"/>
        <w:rPr>
          <w:rFonts w:ascii="Times New Roman" w:hAnsi="Times New Roman"/>
          <w:iCs/>
        </w:rPr>
      </w:pPr>
    </w:p>
    <w:p w:rsidR="00FE510D" w:rsidRPr="00FE510D" w:rsidRDefault="00FE510D" w:rsidP="00FE510D">
      <w:pPr>
        <w:jc w:val="both"/>
        <w:rPr>
          <w:rFonts w:ascii="Times New Roman" w:hAnsi="Times New Roman"/>
          <w:iCs/>
        </w:rPr>
      </w:pPr>
    </w:p>
    <w:p w:rsidR="00FE510D" w:rsidRPr="00FE510D" w:rsidRDefault="00FE510D" w:rsidP="00FE510D">
      <w:pPr>
        <w:ind w:firstLine="720"/>
        <w:jc w:val="both"/>
        <w:rPr>
          <w:rFonts w:ascii="Times New Roman" w:hAnsi="Times New Roman"/>
        </w:rPr>
      </w:pPr>
      <w:r w:rsidRPr="00FE510D">
        <w:rPr>
          <w:rFonts w:ascii="Times New Roman" w:hAnsi="Times New Roman"/>
        </w:rPr>
        <w:t xml:space="preserve">odpowiadając na pismo </w:t>
      </w:r>
      <w:r>
        <w:rPr>
          <w:rFonts w:ascii="Times New Roman" w:hAnsi="Times New Roman"/>
        </w:rPr>
        <w:t>Ministerstwa Cyfryzacji (sygn.</w:t>
      </w:r>
      <w:r w:rsidRPr="00FE510D">
        <w:rPr>
          <w:rFonts w:ascii="Times New Roman" w:hAnsi="Times New Roman"/>
        </w:rPr>
        <w:t xml:space="preserve"> DP-III.0211.14.2020</w:t>
      </w:r>
      <w:r>
        <w:rPr>
          <w:rFonts w:ascii="Times New Roman" w:hAnsi="Times New Roman"/>
        </w:rPr>
        <w:t xml:space="preserve">) z dnia 08 września </w:t>
      </w:r>
      <w:r w:rsidRPr="00FE510D">
        <w:rPr>
          <w:rFonts w:ascii="Times New Roman" w:hAnsi="Times New Roman"/>
        </w:rPr>
        <w:t>2020 r.</w:t>
      </w:r>
      <w:r>
        <w:rPr>
          <w:rFonts w:ascii="Times New Roman" w:hAnsi="Times New Roman"/>
        </w:rPr>
        <w:t xml:space="preserve">, przekazujące </w:t>
      </w:r>
      <w:r w:rsidRPr="00FE510D">
        <w:rPr>
          <w:rFonts w:ascii="Times New Roman" w:hAnsi="Times New Roman"/>
        </w:rPr>
        <w:t>tabelę uwag ze stanowiskiem Ministerstwa Cyfryzacji do uwag</w:t>
      </w:r>
      <w:r>
        <w:rPr>
          <w:rFonts w:ascii="Times New Roman" w:hAnsi="Times New Roman"/>
        </w:rPr>
        <w:t xml:space="preserve"> z</w:t>
      </w:r>
      <w:r w:rsidRPr="00FE510D">
        <w:rPr>
          <w:rFonts w:ascii="Times New Roman" w:hAnsi="Times New Roman"/>
        </w:rPr>
        <w:t>głoszonych w ramach Komitetu Rady Ministrów do spraw Cyfryzacji do projektu uchwały</w:t>
      </w:r>
      <w:r>
        <w:rPr>
          <w:rFonts w:ascii="Times New Roman" w:hAnsi="Times New Roman"/>
        </w:rPr>
        <w:t xml:space="preserve"> </w:t>
      </w:r>
      <w:r w:rsidRPr="00FE510D">
        <w:rPr>
          <w:rFonts w:ascii="Times New Roman" w:hAnsi="Times New Roman"/>
        </w:rPr>
        <w:t>Rady Ministrów w sprawie ustanowienia „Polityki dla rozwoju Sztucznej Inteligencji w</w:t>
      </w:r>
      <w:r>
        <w:rPr>
          <w:rFonts w:ascii="Times New Roman" w:hAnsi="Times New Roman"/>
        </w:rPr>
        <w:t xml:space="preserve"> Polsce od roku 2020”, </w:t>
      </w:r>
      <w:r w:rsidRPr="00FE510D">
        <w:rPr>
          <w:rFonts w:ascii="Times New Roman" w:hAnsi="Times New Roman"/>
        </w:rPr>
        <w:t>uprzejmie przekazuję w załączeniu uwagi</w:t>
      </w:r>
      <w:r>
        <w:rPr>
          <w:rFonts w:ascii="Times New Roman" w:hAnsi="Times New Roman"/>
        </w:rPr>
        <w:t xml:space="preserve"> </w:t>
      </w:r>
      <w:r w:rsidRPr="00FE510D">
        <w:rPr>
          <w:rFonts w:ascii="Times New Roman" w:hAnsi="Times New Roman"/>
        </w:rPr>
        <w:t>Ministerstwa Finansów odnośnie ww. projektu.</w:t>
      </w:r>
    </w:p>
    <w:p w:rsidR="00FE510D" w:rsidRDefault="00FE510D" w:rsidP="00FE510D">
      <w:pPr>
        <w:jc w:val="both"/>
        <w:rPr>
          <w:rFonts w:ascii="Times New Roman" w:hAnsi="Times New Roman"/>
          <w:i/>
          <w:iCs/>
        </w:rPr>
      </w:pPr>
    </w:p>
    <w:p w:rsidR="00FE510D" w:rsidRDefault="00FE510D" w:rsidP="00FE510D">
      <w:pPr>
        <w:jc w:val="both"/>
        <w:rPr>
          <w:rFonts w:ascii="Times New Roman" w:hAnsi="Times New Roman"/>
          <w:i/>
          <w:iCs/>
        </w:rPr>
      </w:pPr>
    </w:p>
    <w:p w:rsidR="00FE510D" w:rsidRDefault="00FE510D" w:rsidP="00FE510D">
      <w:pPr>
        <w:jc w:val="both"/>
        <w:rPr>
          <w:rFonts w:ascii="Times New Roman" w:hAnsi="Times New Roman"/>
          <w:i/>
          <w:iCs/>
        </w:rPr>
      </w:pPr>
    </w:p>
    <w:p w:rsidR="00FE510D" w:rsidRPr="00FE510D" w:rsidRDefault="00FE510D" w:rsidP="00FE510D">
      <w:pPr>
        <w:ind w:left="5760" w:firstLine="720"/>
        <w:jc w:val="both"/>
        <w:rPr>
          <w:rFonts w:ascii="Times New Roman" w:hAnsi="Times New Roman"/>
          <w:i/>
          <w:iCs/>
        </w:rPr>
      </w:pPr>
      <w:r w:rsidRPr="00FE510D">
        <w:rPr>
          <w:rFonts w:ascii="Times New Roman" w:hAnsi="Times New Roman"/>
          <w:i/>
          <w:iCs/>
        </w:rPr>
        <w:t>Z poważaniem,</w:t>
      </w:r>
    </w:p>
    <w:p w:rsidR="00FE510D" w:rsidRDefault="00FE510D" w:rsidP="00FE510D">
      <w:pPr>
        <w:ind w:left="5760" w:firstLine="720"/>
        <w:jc w:val="both"/>
        <w:rPr>
          <w:rFonts w:ascii="Times New Roman" w:hAnsi="Times New Roman"/>
          <w:b/>
          <w:bCs/>
          <w:i/>
          <w:iCs/>
        </w:rPr>
      </w:pPr>
    </w:p>
    <w:p w:rsidR="00FE510D" w:rsidRPr="00FE510D" w:rsidRDefault="00FE510D" w:rsidP="00FE510D">
      <w:pPr>
        <w:ind w:left="5760" w:firstLine="720"/>
        <w:jc w:val="both"/>
        <w:rPr>
          <w:rFonts w:ascii="Times New Roman" w:hAnsi="Times New Roman"/>
          <w:b/>
          <w:bCs/>
          <w:i/>
          <w:iCs/>
        </w:rPr>
      </w:pPr>
      <w:r w:rsidRPr="00FE510D">
        <w:rPr>
          <w:rFonts w:ascii="Times New Roman" w:hAnsi="Times New Roman"/>
          <w:b/>
          <w:bCs/>
          <w:i/>
          <w:iCs/>
        </w:rPr>
        <w:t>Piotr Nowak</w:t>
      </w:r>
    </w:p>
    <w:p w:rsidR="00FE510D" w:rsidRPr="00FE510D" w:rsidRDefault="00FE510D" w:rsidP="00FE510D">
      <w:pPr>
        <w:ind w:left="3600" w:firstLine="720"/>
        <w:jc w:val="both"/>
        <w:rPr>
          <w:rFonts w:ascii="Times New Roman" w:hAnsi="Times New Roman"/>
          <w:i/>
          <w:iCs/>
        </w:rPr>
      </w:pPr>
      <w:r w:rsidRPr="00FE510D">
        <w:rPr>
          <w:rFonts w:ascii="Times New Roman" w:hAnsi="Times New Roman"/>
          <w:i/>
          <w:iCs/>
        </w:rPr>
        <w:t>Podsekretarz Stanu w Ministerstwie Finansów</w:t>
      </w:r>
    </w:p>
    <w:p w:rsidR="00FE510D" w:rsidRDefault="00FE510D" w:rsidP="00FE510D">
      <w:pPr>
        <w:jc w:val="both"/>
        <w:rPr>
          <w:rFonts w:ascii="Times New Roman" w:hAnsi="Times New Roman"/>
          <w:i/>
          <w:iCs/>
        </w:rPr>
      </w:pPr>
    </w:p>
    <w:p w:rsidR="00FE510D" w:rsidRDefault="00FE510D" w:rsidP="00FE510D">
      <w:pPr>
        <w:jc w:val="both"/>
        <w:rPr>
          <w:rFonts w:ascii="Times New Roman" w:hAnsi="Times New Roman"/>
          <w:i/>
          <w:iCs/>
        </w:rPr>
      </w:pPr>
    </w:p>
    <w:p w:rsidR="00FE510D" w:rsidRPr="00FE510D" w:rsidRDefault="00FE510D" w:rsidP="00FE510D">
      <w:pPr>
        <w:ind w:left="5040" w:firstLine="720"/>
        <w:jc w:val="both"/>
        <w:rPr>
          <w:rFonts w:ascii="Times New Roman" w:hAnsi="Times New Roman"/>
          <w:i/>
          <w:iCs/>
        </w:rPr>
      </w:pPr>
      <w:r w:rsidRPr="00FE510D">
        <w:rPr>
          <w:rFonts w:ascii="Times New Roman" w:hAnsi="Times New Roman"/>
          <w:i/>
          <w:iCs/>
        </w:rPr>
        <w:t>/-podpisano kwalifikowanym</w:t>
      </w:r>
    </w:p>
    <w:p w:rsidR="004C020A" w:rsidRPr="004C020A" w:rsidRDefault="00FE510D" w:rsidP="00FE510D">
      <w:pPr>
        <w:ind w:left="5040" w:firstLine="720"/>
        <w:jc w:val="both"/>
        <w:rPr>
          <w:rFonts w:ascii="Times New Roman" w:hAnsi="Times New Roman"/>
        </w:rPr>
      </w:pPr>
      <w:r w:rsidRPr="00FE510D">
        <w:rPr>
          <w:rFonts w:ascii="Times New Roman" w:hAnsi="Times New Roman"/>
          <w:i/>
          <w:iCs/>
        </w:rPr>
        <w:t>podpisem elektronicznym/</w:t>
      </w: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4C020A" w:rsidRPr="004C020A" w:rsidRDefault="004C020A" w:rsidP="004C020A">
      <w:pPr>
        <w:jc w:val="both"/>
        <w:rPr>
          <w:rFonts w:ascii="Times New Roman" w:hAnsi="Times New Roman"/>
        </w:rPr>
      </w:pPr>
    </w:p>
    <w:p w:rsidR="00C76BD2" w:rsidRPr="004C020A" w:rsidRDefault="00C76BD2" w:rsidP="00C76BD2">
      <w:pPr>
        <w:widowControl w:val="0"/>
        <w:autoSpaceDE w:val="0"/>
        <w:autoSpaceDN w:val="0"/>
        <w:adjustRightInd w:val="0"/>
        <w:spacing w:line="280" w:lineRule="atLeast"/>
        <w:rPr>
          <w:rFonts w:ascii="Times New Roman" w:hAnsi="Times New Roman"/>
        </w:rPr>
      </w:pPr>
    </w:p>
    <w:sectPr w:rsidR="00C76BD2" w:rsidRPr="004C020A" w:rsidSect="000A78C7">
      <w:footerReference w:type="default" r:id="rId7"/>
      <w:headerReference w:type="first" r:id="rId8"/>
      <w:footerReference w:type="first" r:id="rId9"/>
      <w:pgSz w:w="11900" w:h="16840"/>
      <w:pgMar w:top="1701" w:right="1134" w:bottom="1701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760" w:rsidRDefault="00C10760">
      <w:r>
        <w:separator/>
      </w:r>
    </w:p>
  </w:endnote>
  <w:endnote w:type="continuationSeparator" w:id="0">
    <w:p w:rsidR="00C10760" w:rsidRDefault="00C1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180" w:rsidRDefault="00D05180" w:rsidP="00D05180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>
      <w:rPr>
        <w:rFonts w:ascii="Arial" w:hAnsi="Arial" w:cs="Arial"/>
        <w:color w:val="7F7F7F"/>
        <w:sz w:val="16"/>
        <w:szCs w:val="16"/>
      </w:rPr>
      <w:fldChar w:fldCharType="begin"/>
    </w:r>
    <w:r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>
      <w:rPr>
        <w:rFonts w:ascii="Arial" w:hAnsi="Arial" w:cs="Arial"/>
        <w:color w:val="7F7F7F"/>
        <w:sz w:val="16"/>
        <w:szCs w:val="16"/>
      </w:rPr>
      <w:fldChar w:fldCharType="separate"/>
    </w:r>
    <w:r w:rsidR="0062609E">
      <w:rPr>
        <w:rFonts w:ascii="Arial" w:hAnsi="Arial" w:cs="Arial"/>
        <w:noProof/>
        <w:color w:val="7F7F7F"/>
        <w:sz w:val="16"/>
        <w:szCs w:val="16"/>
      </w:rPr>
      <w:t>2</w:t>
    </w:r>
    <w:r>
      <w:rPr>
        <w:rFonts w:ascii="Arial" w:hAnsi="Arial" w:cs="Arial"/>
        <w:color w:val="7F7F7F"/>
        <w:sz w:val="16"/>
        <w:szCs w:val="16"/>
      </w:rPr>
      <w:fldChar w:fldCharType="end"/>
    </w:r>
  </w:p>
  <w:p w:rsidR="00C94A80" w:rsidRDefault="00C94A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1C7" w:rsidRDefault="000B643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34908189" wp14:editId="26C62D60">
          <wp:simplePos x="0" y="0"/>
          <wp:positionH relativeFrom="column">
            <wp:posOffset>-5080</wp:posOffset>
          </wp:positionH>
          <wp:positionV relativeFrom="paragraph">
            <wp:posOffset>-262890</wp:posOffset>
          </wp:positionV>
          <wp:extent cx="457200" cy="438150"/>
          <wp:effectExtent l="0" t="0" r="0" b="0"/>
          <wp:wrapNone/>
          <wp:docPr id="36" name="Picture 8" descr="mf logo dla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f logo dla pism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B094D" w:rsidRDefault="000B643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C79617" wp14:editId="52D5BE81">
              <wp:simplePos x="0" y="0"/>
              <wp:positionH relativeFrom="column">
                <wp:posOffset>-6985</wp:posOffset>
              </wp:positionH>
              <wp:positionV relativeFrom="paragraph">
                <wp:posOffset>175895</wp:posOffset>
              </wp:positionV>
              <wp:extent cx="5907405" cy="291465"/>
              <wp:effectExtent l="2540" t="4445" r="0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740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3BAE" w:rsidRPr="002E228C" w:rsidRDefault="004E1FDD" w:rsidP="006E128C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  <w:r w:rsidRPr="002E228C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>ul. Ś</w:t>
                          </w:r>
                          <w:r w:rsidRPr="00C94A80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>więtok</w:t>
                          </w:r>
                          <w:r w:rsidRPr="002E228C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>rzyska 12, 0</w:t>
                          </w:r>
                          <w: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 xml:space="preserve">0-916 Warszawa  |  tel.: +48 (22) 694 55 55  |  </w:t>
                          </w:r>
                          <w:r w:rsidRPr="002E228C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 xml:space="preserve">e-mail: </w:t>
                          </w:r>
                          <w:hyperlink r:id="rId2" w:history="1">
                            <w:r w:rsidRPr="00237A2B">
                              <w:rPr>
                                <w:rStyle w:val="Hipercze"/>
                                <w:rFonts w:ascii="Arial" w:hAnsi="Arial" w:cs="Arial"/>
                                <w:sz w:val="16"/>
                                <w:szCs w:val="12"/>
                              </w:rPr>
                              <w:t>kancelaria@mf.gov.pl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C7961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-.55pt;margin-top:13.85pt;width:465.15pt;height:2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" filled="f" stroked="f">
              <v:textbox inset="0,0,0,0">
                <w:txbxContent>
                  <w:p w:rsidR="00EF3BAE" w:rsidRPr="002E228C" w:rsidRDefault="004E1FDD" w:rsidP="006E128C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  <w:r w:rsidRPr="002E228C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>ul. Ś</w:t>
                    </w:r>
                    <w:r w:rsidRPr="00C94A80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>więtok</w:t>
                    </w:r>
                    <w:r w:rsidRPr="002E228C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>rzyska 12, 0</w:t>
                    </w:r>
                    <w: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 xml:space="preserve">0-916 Warszawa  |  tel.: +48 (22) 694 55 55  |  </w:t>
                    </w:r>
                    <w:r w:rsidRPr="002E228C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 xml:space="preserve">e-mail: </w:t>
                    </w:r>
                    <w:hyperlink r:id="rId3" w:history="1">
                      <w:r w:rsidRPr="00237A2B">
                        <w:rPr>
                          <w:rStyle w:val="Hipercze"/>
                          <w:rFonts w:ascii="Arial" w:hAnsi="Arial" w:cs="Arial"/>
                          <w:sz w:val="16"/>
                          <w:szCs w:val="12"/>
                        </w:rPr>
                        <w:t>kancelaria@mf.gov.pl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FA4602" wp14:editId="585CB130">
              <wp:simplePos x="0" y="0"/>
              <wp:positionH relativeFrom="column">
                <wp:posOffset>-6350</wp:posOffset>
              </wp:positionH>
              <wp:positionV relativeFrom="paragraph">
                <wp:posOffset>113665</wp:posOffset>
              </wp:positionV>
              <wp:extent cx="5906770" cy="0"/>
              <wp:effectExtent l="12700" t="18415" r="14605" b="10160"/>
              <wp:wrapNone/>
              <wp:docPr id="1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C9CAC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42104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-.5pt;margin-top:8.95pt;width:465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" strokecolor="#c9cacc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760" w:rsidRDefault="00C10760">
      <w:r>
        <w:separator/>
      </w:r>
    </w:p>
  </w:footnote>
  <w:footnote w:type="continuationSeparator" w:id="0">
    <w:p w:rsidR="00C10760" w:rsidRDefault="00C10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4D" w:rsidRDefault="00E4762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559335" wp14:editId="5FFD255A">
              <wp:simplePos x="0" y="0"/>
              <wp:positionH relativeFrom="column">
                <wp:posOffset>3471545</wp:posOffset>
              </wp:positionH>
              <wp:positionV relativeFrom="paragraph">
                <wp:posOffset>-50165</wp:posOffset>
              </wp:positionV>
              <wp:extent cx="2567940" cy="463550"/>
              <wp:effectExtent l="0" t="0" r="3810" b="12700"/>
              <wp:wrapNone/>
              <wp:docPr id="5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794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2F9F" w:rsidRPr="00582F9F" w:rsidRDefault="00582F9F" w:rsidP="00582F9F">
                          <w:pPr>
                            <w:rPr>
                              <w:rFonts w:ascii="Times New Roman" w:hAnsi="Times New Roman"/>
                              <w:szCs w:val="22"/>
                            </w:rPr>
                          </w:pPr>
                          <w:r w:rsidRPr="00582F9F">
                            <w:rPr>
                              <w:rFonts w:ascii="Times New Roman" w:hAnsi="Times New Roman"/>
                              <w:szCs w:val="22"/>
                            </w:rPr>
                            <w:t xml:space="preserve">Warszawa, dnia </w:t>
                          </w:r>
                          <w:r w:rsidR="006A7DD1">
                            <w:rPr>
                              <w:rFonts w:ascii="Times New Roman" w:hAnsi="Times New Roman"/>
                              <w:szCs w:val="22"/>
                            </w:rPr>
                            <w:fldChar w:fldCharType="begin"/>
                          </w:r>
                          <w:r w:rsidR="006A7DD1">
                            <w:rPr>
                              <w:rFonts w:ascii="Times New Roman" w:hAnsi="Times New Roman"/>
                              <w:szCs w:val="22"/>
                            </w:rPr>
                            <w:instrText xml:space="preserve"> DATE  \@ "dd MMMM yyyy"  \* MERGEFORMAT </w:instrText>
                          </w:r>
                          <w:r w:rsidR="006A7DD1">
                            <w:rPr>
                              <w:rFonts w:ascii="Times New Roman" w:hAnsi="Times New Roman"/>
                              <w:szCs w:val="22"/>
                            </w:rPr>
                            <w:fldChar w:fldCharType="separate"/>
                          </w:r>
                          <w:r w:rsidR="0062609E">
                            <w:rPr>
                              <w:rFonts w:ascii="Times New Roman" w:hAnsi="Times New Roman"/>
                              <w:noProof/>
                              <w:szCs w:val="22"/>
                            </w:rPr>
                            <w:t>09 września 2020</w:t>
                          </w:r>
                          <w:r w:rsidR="006A7DD1">
                            <w:rPr>
                              <w:rFonts w:ascii="Times New Roman" w:hAnsi="Times New Roman"/>
                              <w:szCs w:val="22"/>
                            </w:rPr>
                            <w:fldChar w:fldCharType="end"/>
                          </w:r>
                          <w:r w:rsidRPr="00582F9F">
                            <w:rPr>
                              <w:rFonts w:ascii="Times New Roman" w:hAnsi="Times New Roman"/>
                              <w:szCs w:val="22"/>
                            </w:rPr>
                            <w:t xml:space="preserve"> r.</w:t>
                          </w:r>
                        </w:p>
                        <w:p w:rsidR="004564FE" w:rsidRPr="002E228C" w:rsidRDefault="004564FE" w:rsidP="000A78C7">
                          <w:pPr>
                            <w:ind w:right="-864"/>
                            <w:rPr>
                              <w:rFonts w:ascii="Times New Roman" w:hAnsi="Times New Roman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55933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273.35pt;margin-top:-3.95pt;width:202.2pt;height: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CPksAIAAKo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" filled="f" stroked="f">
              <v:textbox inset="0,0,0,0">
                <w:txbxContent>
                  <w:p w:rsidR="00582F9F" w:rsidRPr="00582F9F" w:rsidRDefault="00582F9F" w:rsidP="00582F9F">
                    <w:pPr>
                      <w:rPr>
                        <w:rFonts w:ascii="Times New Roman" w:hAnsi="Times New Roman"/>
                        <w:szCs w:val="22"/>
                      </w:rPr>
                    </w:pPr>
                    <w:r w:rsidRPr="00582F9F">
                      <w:rPr>
                        <w:rFonts w:ascii="Times New Roman" w:hAnsi="Times New Roman"/>
                        <w:szCs w:val="22"/>
                      </w:rPr>
                      <w:t xml:space="preserve">Warszawa, dnia </w:t>
                    </w:r>
                    <w:r w:rsidR="006A7DD1">
                      <w:rPr>
                        <w:rFonts w:ascii="Times New Roman" w:hAnsi="Times New Roman"/>
                        <w:szCs w:val="22"/>
                      </w:rPr>
                      <w:fldChar w:fldCharType="begin"/>
                    </w:r>
                    <w:r w:rsidR="006A7DD1">
                      <w:rPr>
                        <w:rFonts w:ascii="Times New Roman" w:hAnsi="Times New Roman"/>
                        <w:szCs w:val="22"/>
                      </w:rPr>
                      <w:instrText xml:space="preserve"> DATE  \@ "dd MMMM yyyy"  \* MERGEFORMAT </w:instrText>
                    </w:r>
                    <w:r w:rsidR="006A7DD1">
                      <w:rPr>
                        <w:rFonts w:ascii="Times New Roman" w:hAnsi="Times New Roman"/>
                        <w:szCs w:val="22"/>
                      </w:rPr>
                      <w:fldChar w:fldCharType="separate"/>
                    </w:r>
                    <w:r w:rsidR="0062609E">
                      <w:rPr>
                        <w:rFonts w:ascii="Times New Roman" w:hAnsi="Times New Roman"/>
                        <w:noProof/>
                        <w:szCs w:val="22"/>
                      </w:rPr>
                      <w:t>09 września 2020</w:t>
                    </w:r>
                    <w:r w:rsidR="006A7DD1">
                      <w:rPr>
                        <w:rFonts w:ascii="Times New Roman" w:hAnsi="Times New Roman"/>
                        <w:szCs w:val="22"/>
                      </w:rPr>
                      <w:fldChar w:fldCharType="end"/>
                    </w:r>
                    <w:r w:rsidRPr="00582F9F">
                      <w:rPr>
                        <w:rFonts w:ascii="Times New Roman" w:hAnsi="Times New Roman"/>
                        <w:szCs w:val="22"/>
                      </w:rPr>
                      <w:t xml:space="preserve"> r.</w:t>
                    </w:r>
                  </w:p>
                  <w:p w:rsidR="004564FE" w:rsidRPr="002E228C" w:rsidRDefault="004564FE" w:rsidP="000A78C7">
                    <w:pPr>
                      <w:ind w:right="-864"/>
                      <w:rPr>
                        <w:rFonts w:ascii="Times New Roman" w:hAnsi="Times New Roman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0B643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4A57D59" wp14:editId="6BC6AF6C">
              <wp:simplePos x="0" y="0"/>
              <wp:positionH relativeFrom="column">
                <wp:posOffset>-6350</wp:posOffset>
              </wp:positionH>
              <wp:positionV relativeFrom="paragraph">
                <wp:posOffset>1389380</wp:posOffset>
              </wp:positionV>
              <wp:extent cx="3238500" cy="282575"/>
              <wp:effectExtent l="3175" t="0" r="0" b="4445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0" cy="282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94D" w:rsidRPr="002E228C" w:rsidRDefault="003B094D" w:rsidP="003B094D">
                          <w:pPr>
                            <w:rPr>
                              <w:rFonts w:ascii="Times New Roman" w:hAnsi="Times New Roman"/>
                              <w:szCs w:val="22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57D59" id="Text Box 8" o:spid="_x0000_s1027" type="#_x0000_t202" style="position:absolute;margin-left:-.5pt;margin-top:109.4pt;width:255pt;height:2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H8+rw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" filled="f" stroked="f">
              <v:textbox inset="0,0,0,0">
                <w:txbxContent>
                  <w:p w:rsidR="003B094D" w:rsidRPr="002E228C" w:rsidRDefault="003B094D" w:rsidP="003B094D">
                    <w:pPr>
                      <w:rPr>
                        <w:rFonts w:ascii="Times New Roman" w:hAnsi="Times New Roman"/>
                        <w:szCs w:val="22"/>
                      </w:rPr>
                    </w:pPr>
                    <w:bookmarkStart w:id="2" w:name="ezdSprawaZnak"/>
                    <w:bookmarkEnd w:id="2"/>
                  </w:p>
                </w:txbxContent>
              </v:textbox>
            </v:shape>
          </w:pict>
        </mc:Fallback>
      </mc:AlternateContent>
    </w:r>
    <w:r w:rsidR="000B643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7B52B53" wp14:editId="3C4BEB17">
              <wp:simplePos x="0" y="0"/>
              <wp:positionH relativeFrom="column">
                <wp:posOffset>3625850</wp:posOffset>
              </wp:positionH>
              <wp:positionV relativeFrom="paragraph">
                <wp:posOffset>1671955</wp:posOffset>
              </wp:positionV>
              <wp:extent cx="2419350" cy="1308100"/>
              <wp:effectExtent l="0" t="0" r="3175" b="127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308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94D" w:rsidRPr="002E228C" w:rsidRDefault="003B094D" w:rsidP="002E228C">
                          <w:pPr>
                            <w:rPr>
                              <w:rFonts w:ascii="Times New Roman" w:hAnsi="Times New Roman"/>
                              <w:szCs w:val="22"/>
                            </w:rPr>
                          </w:pPr>
                          <w:r w:rsidRPr="002E228C">
                            <w:rPr>
                              <w:rFonts w:ascii="Times New Roman" w:hAnsi="Times New Roman"/>
                              <w:szCs w:val="22"/>
                            </w:rPr>
                            <w:t>P</w:t>
                          </w:r>
                          <w:r w:rsidR="00FE510D">
                            <w:rPr>
                              <w:rFonts w:ascii="Times New Roman" w:hAnsi="Times New Roman"/>
                              <w:szCs w:val="22"/>
                            </w:rPr>
                            <w:t>an</w:t>
                          </w:r>
                          <w:r w:rsidRPr="002E228C">
                            <w:rPr>
                              <w:rFonts w:ascii="Times New Roman" w:hAnsi="Times New Roman"/>
                              <w:szCs w:val="22"/>
                            </w:rPr>
                            <w:br/>
                          </w:r>
                          <w:r w:rsidR="00FE510D"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t>Jacek Paziewski</w:t>
                          </w:r>
                          <w:r w:rsidRPr="002E228C">
                            <w:rPr>
                              <w:rFonts w:ascii="Times New Roman" w:hAnsi="Times New Roman"/>
                              <w:szCs w:val="22"/>
                            </w:rPr>
                            <w:br/>
                          </w:r>
                          <w:r w:rsidR="00FE510D">
                            <w:rPr>
                              <w:rFonts w:ascii="Times New Roman" w:hAnsi="Times New Roman"/>
                              <w:szCs w:val="22"/>
                            </w:rPr>
                            <w:t>Sekretarz Komitetu</w:t>
                          </w:r>
                          <w:r w:rsidRPr="002E228C">
                            <w:rPr>
                              <w:rFonts w:ascii="Times New Roman" w:hAnsi="Times New Roman"/>
                              <w:szCs w:val="22"/>
                            </w:rPr>
                            <w:br/>
                          </w:r>
                          <w:r w:rsidR="00FE510D">
                            <w:rPr>
                              <w:rFonts w:ascii="Times New Roman" w:hAnsi="Times New Roman"/>
                              <w:szCs w:val="22"/>
                            </w:rPr>
                            <w:t>Rady Ministrów</w:t>
                          </w:r>
                          <w:r w:rsidRPr="002E228C">
                            <w:rPr>
                              <w:rFonts w:ascii="Times New Roman" w:hAnsi="Times New Roman"/>
                              <w:szCs w:val="22"/>
                            </w:rPr>
                            <w:br/>
                          </w:r>
                          <w:r w:rsidR="00FE510D">
                            <w:rPr>
                              <w:rFonts w:ascii="Times New Roman" w:hAnsi="Times New Roman"/>
                              <w:szCs w:val="22"/>
                            </w:rPr>
                            <w:t>do Spraw Cyfryzacji</w:t>
                          </w:r>
                          <w:r w:rsidRPr="002E228C">
                            <w:rPr>
                              <w:rFonts w:ascii="Times New Roman" w:hAnsi="Times New Roman"/>
                              <w:szCs w:val="22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B52B53" id="Text Box 7" o:spid="_x0000_s1028" type="#_x0000_t202" style="position:absolute;margin-left:285.5pt;margin-top:131.65pt;width:190.5pt;height:10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hQEswIAALE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" filled="f" stroked="f">
              <v:textbox inset="0,0,0,0">
                <w:txbxContent>
                  <w:p w:rsidR="003B094D" w:rsidRPr="002E228C" w:rsidRDefault="003B094D" w:rsidP="002E228C">
                    <w:pPr>
                      <w:rPr>
                        <w:rFonts w:ascii="Times New Roman" w:hAnsi="Times New Roman"/>
                        <w:szCs w:val="22"/>
                      </w:rPr>
                    </w:pPr>
                    <w:r w:rsidRPr="002E228C">
                      <w:rPr>
                        <w:rFonts w:ascii="Times New Roman" w:hAnsi="Times New Roman"/>
                        <w:szCs w:val="22"/>
                      </w:rPr>
                      <w:t>P</w:t>
                    </w:r>
                    <w:r w:rsidR="00FE510D">
                      <w:rPr>
                        <w:rFonts w:ascii="Times New Roman" w:hAnsi="Times New Roman"/>
                        <w:szCs w:val="22"/>
                      </w:rPr>
                      <w:t>an</w:t>
                    </w:r>
                    <w:r w:rsidRPr="002E228C">
                      <w:rPr>
                        <w:rFonts w:ascii="Times New Roman" w:hAnsi="Times New Roman"/>
                        <w:szCs w:val="22"/>
                      </w:rPr>
                      <w:br/>
                    </w:r>
                    <w:r w:rsidR="00FE510D">
                      <w:rPr>
                        <w:rFonts w:ascii="Times New Roman" w:hAnsi="Times New Roman"/>
                        <w:b/>
                        <w:szCs w:val="22"/>
                      </w:rPr>
                      <w:t>Jacek Paziewski</w:t>
                    </w:r>
                    <w:r w:rsidRPr="002E228C">
                      <w:rPr>
                        <w:rFonts w:ascii="Times New Roman" w:hAnsi="Times New Roman"/>
                        <w:szCs w:val="22"/>
                      </w:rPr>
                      <w:br/>
                    </w:r>
                    <w:r w:rsidR="00FE510D">
                      <w:rPr>
                        <w:rFonts w:ascii="Times New Roman" w:hAnsi="Times New Roman"/>
                        <w:szCs w:val="22"/>
                      </w:rPr>
                      <w:t>Sekretarz Komitetu</w:t>
                    </w:r>
                    <w:r w:rsidRPr="002E228C">
                      <w:rPr>
                        <w:rFonts w:ascii="Times New Roman" w:hAnsi="Times New Roman"/>
                        <w:szCs w:val="22"/>
                      </w:rPr>
                      <w:br/>
                    </w:r>
                    <w:r w:rsidR="00FE510D">
                      <w:rPr>
                        <w:rFonts w:ascii="Times New Roman" w:hAnsi="Times New Roman"/>
                        <w:szCs w:val="22"/>
                      </w:rPr>
                      <w:t>Rady Ministrów</w:t>
                    </w:r>
                    <w:r w:rsidRPr="002E228C">
                      <w:rPr>
                        <w:rFonts w:ascii="Times New Roman" w:hAnsi="Times New Roman"/>
                        <w:szCs w:val="22"/>
                      </w:rPr>
                      <w:br/>
                    </w:r>
                    <w:r w:rsidR="00FE510D">
                      <w:rPr>
                        <w:rFonts w:ascii="Times New Roman" w:hAnsi="Times New Roman"/>
                        <w:szCs w:val="22"/>
                      </w:rPr>
                      <w:t>do Spraw Cyfryzacji</w:t>
                    </w:r>
                    <w:r w:rsidRPr="002E228C">
                      <w:rPr>
                        <w:rFonts w:ascii="Times New Roman" w:hAnsi="Times New Roman"/>
                        <w:szCs w:val="22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 w:rsidR="000B643C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4786A653" wp14:editId="13A7973F">
          <wp:simplePos x="0" y="0"/>
          <wp:positionH relativeFrom="column">
            <wp:posOffset>476250</wp:posOffset>
          </wp:positionH>
          <wp:positionV relativeFrom="paragraph">
            <wp:posOffset>-26035</wp:posOffset>
          </wp:positionV>
          <wp:extent cx="417830" cy="464820"/>
          <wp:effectExtent l="0" t="0" r="1270" b="0"/>
          <wp:wrapNone/>
          <wp:docPr id="38" name="Picture 21" descr="god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god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83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43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F61FE3E" wp14:editId="0D634666">
              <wp:simplePos x="0" y="0"/>
              <wp:positionH relativeFrom="column">
                <wp:posOffset>-408940</wp:posOffset>
              </wp:positionH>
              <wp:positionV relativeFrom="paragraph">
                <wp:posOffset>514350</wp:posOffset>
              </wp:positionV>
              <wp:extent cx="2216150" cy="831850"/>
              <wp:effectExtent l="635" t="0" r="254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31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AB5" w:rsidRDefault="00705AB5" w:rsidP="00705AB5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t>RZECZPOSPOLITA POLSKA</w:t>
                          </w:r>
                          <w: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br/>
                            <w:t>MINISTERSTWO FINANSÓW</w:t>
                          </w:r>
                          <w: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br/>
                            <w:t>STANOWISKO/FUNKCJA</w:t>
                          </w:r>
                          <w: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br/>
                          </w:r>
                          <w:r w:rsidR="00FE510D"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t>Piotr Nowak</w:t>
                          </w:r>
                        </w:p>
                        <w:p w:rsidR="00C76BD2" w:rsidRPr="000A78C7" w:rsidRDefault="00C76BD2" w:rsidP="00C76BD2">
                          <w:pP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</w:pPr>
                        </w:p>
                        <w:p w:rsidR="003B094D" w:rsidRPr="00C76BD2" w:rsidRDefault="003B094D" w:rsidP="00705AB5">
                          <w:pPr>
                            <w:rPr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61FE3E" id="Text Box 9" o:spid="_x0000_s1029" type="#_x0000_t202" style="position:absolute;margin-left:-32.2pt;margin-top:40.5pt;width:174.5pt;height:6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VMorgIAALA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" filled="f" stroked="f">
              <v:textbox inset="0,0,0,0">
                <w:txbxContent>
                  <w:p w:rsidR="00705AB5" w:rsidRDefault="00705AB5" w:rsidP="00705AB5">
                    <w:pPr>
                      <w:jc w:val="center"/>
                      <w:rPr>
                        <w:rFonts w:ascii="Times New Roman" w:hAnsi="Times New Roman"/>
                        <w:b/>
                        <w:szCs w:val="22"/>
                      </w:rPr>
                    </w:pPr>
                    <w:r>
                      <w:rPr>
                        <w:rFonts w:ascii="Times New Roman" w:hAnsi="Times New Roman"/>
                        <w:b/>
                        <w:szCs w:val="22"/>
                      </w:rPr>
                      <w:t>RZECZPOSPOLITA POLSKA</w:t>
                    </w:r>
                    <w:r>
                      <w:rPr>
                        <w:rFonts w:ascii="Times New Roman" w:hAnsi="Times New Roman"/>
                        <w:b/>
                        <w:szCs w:val="22"/>
                      </w:rPr>
                      <w:br/>
                      <w:t>MINISTERSTWO FINANSÓW</w:t>
                    </w:r>
                    <w:r>
                      <w:rPr>
                        <w:rFonts w:ascii="Times New Roman" w:hAnsi="Times New Roman"/>
                        <w:b/>
                        <w:szCs w:val="22"/>
                      </w:rPr>
                      <w:br/>
                      <w:t>STANOWISKO/FUNKCJA</w:t>
                    </w:r>
                    <w:r>
                      <w:rPr>
                        <w:rFonts w:ascii="Times New Roman" w:hAnsi="Times New Roman"/>
                        <w:b/>
                        <w:szCs w:val="22"/>
                      </w:rPr>
                      <w:br/>
                    </w:r>
                    <w:r w:rsidR="00FE510D">
                      <w:rPr>
                        <w:rFonts w:ascii="Times New Roman" w:hAnsi="Times New Roman"/>
                        <w:b/>
                        <w:szCs w:val="22"/>
                      </w:rPr>
                      <w:t>Piotr Nowak</w:t>
                    </w:r>
                  </w:p>
                  <w:p w:rsidR="00C76BD2" w:rsidRPr="000A78C7" w:rsidRDefault="00C76BD2" w:rsidP="00C76BD2">
                    <w:pPr>
                      <w:rPr>
                        <w:rFonts w:ascii="Times New Roman" w:hAnsi="Times New Roman"/>
                        <w:b/>
                        <w:szCs w:val="22"/>
                      </w:rPr>
                    </w:pPr>
                  </w:p>
                  <w:p w:rsidR="003B094D" w:rsidRPr="00C76BD2" w:rsidRDefault="003B094D" w:rsidP="00705AB5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19"/>
  <w:drawingGridVerticalSpacing w:val="357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3C"/>
    <w:rsid w:val="00055A36"/>
    <w:rsid w:val="00080ECB"/>
    <w:rsid w:val="0008784C"/>
    <w:rsid w:val="000A78C7"/>
    <w:rsid w:val="000B643C"/>
    <w:rsid w:val="000C51E2"/>
    <w:rsid w:val="000E25AD"/>
    <w:rsid w:val="001008A9"/>
    <w:rsid w:val="001264C2"/>
    <w:rsid w:val="00151D40"/>
    <w:rsid w:val="00157DD5"/>
    <w:rsid w:val="00161950"/>
    <w:rsid w:val="001B606B"/>
    <w:rsid w:val="001B78A2"/>
    <w:rsid w:val="001D52C4"/>
    <w:rsid w:val="001E640D"/>
    <w:rsid w:val="00203053"/>
    <w:rsid w:val="00237E2E"/>
    <w:rsid w:val="00270DE0"/>
    <w:rsid w:val="002A1F33"/>
    <w:rsid w:val="002E228C"/>
    <w:rsid w:val="0034276B"/>
    <w:rsid w:val="00342EDB"/>
    <w:rsid w:val="0035649D"/>
    <w:rsid w:val="00377ED2"/>
    <w:rsid w:val="00386A34"/>
    <w:rsid w:val="003A01C0"/>
    <w:rsid w:val="003B094D"/>
    <w:rsid w:val="003B6BF9"/>
    <w:rsid w:val="00400C43"/>
    <w:rsid w:val="004564FE"/>
    <w:rsid w:val="004C020A"/>
    <w:rsid w:val="004E1FDD"/>
    <w:rsid w:val="004F20FF"/>
    <w:rsid w:val="00525BA2"/>
    <w:rsid w:val="0053449E"/>
    <w:rsid w:val="00547ABF"/>
    <w:rsid w:val="00582F9F"/>
    <w:rsid w:val="005B531E"/>
    <w:rsid w:val="005D7A2E"/>
    <w:rsid w:val="005F0BE0"/>
    <w:rsid w:val="0062609E"/>
    <w:rsid w:val="00682324"/>
    <w:rsid w:val="00686D31"/>
    <w:rsid w:val="00692362"/>
    <w:rsid w:val="006A5DF1"/>
    <w:rsid w:val="006A7DD1"/>
    <w:rsid w:val="006B5E23"/>
    <w:rsid w:val="006E128C"/>
    <w:rsid w:val="00705AB5"/>
    <w:rsid w:val="00732117"/>
    <w:rsid w:val="007E5D28"/>
    <w:rsid w:val="0081730D"/>
    <w:rsid w:val="00867A19"/>
    <w:rsid w:val="00884437"/>
    <w:rsid w:val="008903C7"/>
    <w:rsid w:val="008D6B9E"/>
    <w:rsid w:val="009032BA"/>
    <w:rsid w:val="00912217"/>
    <w:rsid w:val="009275F5"/>
    <w:rsid w:val="009A6D78"/>
    <w:rsid w:val="009D2509"/>
    <w:rsid w:val="00A419BF"/>
    <w:rsid w:val="00A53BE7"/>
    <w:rsid w:val="00AA013C"/>
    <w:rsid w:val="00AF7D12"/>
    <w:rsid w:val="00B048A6"/>
    <w:rsid w:val="00B46D2A"/>
    <w:rsid w:val="00B55D9C"/>
    <w:rsid w:val="00B77D0A"/>
    <w:rsid w:val="00BF4E72"/>
    <w:rsid w:val="00C10760"/>
    <w:rsid w:val="00C13E5C"/>
    <w:rsid w:val="00C5336A"/>
    <w:rsid w:val="00C75921"/>
    <w:rsid w:val="00C76BD2"/>
    <w:rsid w:val="00C84601"/>
    <w:rsid w:val="00C94A80"/>
    <w:rsid w:val="00CD1CAD"/>
    <w:rsid w:val="00CD2A52"/>
    <w:rsid w:val="00D05180"/>
    <w:rsid w:val="00D10A16"/>
    <w:rsid w:val="00D60C4F"/>
    <w:rsid w:val="00E13913"/>
    <w:rsid w:val="00E241C7"/>
    <w:rsid w:val="00E4762B"/>
    <w:rsid w:val="00E608B9"/>
    <w:rsid w:val="00E76925"/>
    <w:rsid w:val="00EF3BAE"/>
    <w:rsid w:val="00F03115"/>
    <w:rsid w:val="00F23244"/>
    <w:rsid w:val="00F26877"/>
    <w:rsid w:val="00F27034"/>
    <w:rsid w:val="00F510FF"/>
    <w:rsid w:val="00F65745"/>
    <w:rsid w:val="00FE510D"/>
    <w:rsid w:val="00FF09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7FB3A96-3DC6-4C15-B35E-9CB04966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F3B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3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kancelaria@mf.gov.pl" TargetMode="External"/><Relationship Id="rId2" Type="http://schemas.openxmlformats.org/officeDocument/2006/relationships/hyperlink" Target="mailto:kancelaria@mf.gov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Moje%20dokumenty\Szablony\ok\Serwer\Pismo_cz_kier_zew_orzel_mf_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5E400-7CC5-42FE-A864-6A45C25E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Pismo_cz_kier_zew_orzel_mf_p2</Template>
  <TotalTime>1</TotalTime>
  <Pages>2</Pages>
  <Words>94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Plan B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</dc:creator>
  <cp:keywords/>
  <cp:lastModifiedBy>Dmowska-Latek Agnieszka</cp:lastModifiedBy>
  <cp:revision>2</cp:revision>
  <dcterms:created xsi:type="dcterms:W3CDTF">2020-09-09T15:07:00Z</dcterms:created>
  <dcterms:modified xsi:type="dcterms:W3CDTF">2020-09-09T15:07:00Z</dcterms:modified>
</cp:coreProperties>
</file>