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815" w:rsidRPr="00454D7C" w:rsidRDefault="006B2ED8" w:rsidP="005F5815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DRU.ZPRP.7220.1</w:t>
      </w:r>
      <w:r w:rsidR="00FC34E5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="00615A87">
        <w:rPr>
          <w:rFonts w:asciiTheme="minorHAnsi" w:eastAsia="Calibri" w:hAnsiTheme="minorHAnsi" w:cstheme="minorHAnsi"/>
          <w:sz w:val="22"/>
          <w:szCs w:val="22"/>
          <w:lang w:eastAsia="en-US"/>
        </w:rPr>
        <w:t>.2022</w:t>
      </w:r>
    </w:p>
    <w:p w:rsidR="000A71A0" w:rsidRPr="0033475C" w:rsidRDefault="00987C99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3475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  <w:r w:rsidR="00F7030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</w:t>
      </w:r>
    </w:p>
    <w:p w:rsidR="000A71A0" w:rsidRPr="0033475C" w:rsidRDefault="00F70307" w:rsidP="00553122">
      <w:pPr>
        <w:tabs>
          <w:tab w:val="left" w:pos="7690"/>
        </w:tabs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Wioletta Zwara</w:t>
      </w:r>
      <w:r w:rsidR="0055312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</w:p>
    <w:p w:rsidR="004C6BBB" w:rsidRPr="0033475C" w:rsidRDefault="004C6BBB" w:rsidP="004C6BB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C6BBB">
        <w:rPr>
          <w:rFonts w:asciiTheme="minorHAnsi" w:eastAsia="Calibri" w:hAnsiTheme="minorHAnsi" w:cstheme="minorHAnsi"/>
          <w:sz w:val="22"/>
          <w:szCs w:val="22"/>
          <w:lang w:eastAsia="en-US"/>
        </w:rPr>
        <w:t>Sekretarz Komitetu Rady Ministrów do spraw Cyfryzacji</w:t>
      </w:r>
    </w:p>
    <w:p w:rsidR="000A71A0" w:rsidRPr="0033475C" w:rsidRDefault="00FC34E5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Default="00FC34E5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E1072" w:rsidRDefault="00DE107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E1072" w:rsidRPr="0033475C" w:rsidRDefault="00DE1072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FC34E5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935D23" w:rsidRPr="0033475C" w:rsidRDefault="007D0DB4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W z</w:t>
      </w:r>
      <w:r w:rsidR="007D1DC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ałączeniu przekazuję 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FC34E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 kwartał 2022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</w:t>
      </w:r>
      <w:r w:rsidR="00C56628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roku projektu informatycznego pn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. </w:t>
      </w:r>
      <w:r w:rsidR="004E7B1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Portal RP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</w:t>
      </w:r>
    </w:p>
    <w:p w:rsidR="0033475C" w:rsidRPr="0033475C" w:rsidRDefault="00FC34E5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FC34E5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FC34E5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FC34E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FC34E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FC34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3431EA">
        <w:rPr>
          <w:rFonts w:asciiTheme="minorHAnsi" w:hAnsiTheme="minorHAnsi" w:cstheme="minorHAnsi"/>
          <w:b/>
          <w:bCs/>
        </w:rPr>
        <w:t>Janusz Cieszyński</w:t>
      </w: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FC34E5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Załączniki:</w:t>
      </w:r>
    </w:p>
    <w:p w:rsidR="00BF2C57" w:rsidRPr="004C265D" w:rsidRDefault="00BF2C57" w:rsidP="00BF2C57">
      <w:pPr>
        <w:pStyle w:val="Akapitzlist"/>
        <w:numPr>
          <w:ilvl w:val="0"/>
          <w:numId w:val="1"/>
        </w:num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FC34E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 kwartał 2022</w:t>
      </w:r>
      <w:bookmarkStart w:id="0" w:name="_GoBack"/>
      <w:bookmarkEnd w:id="0"/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roku projektu informatycznego pn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. </w:t>
      </w:r>
      <w:r w:rsidR="00212910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Portal RP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</w:t>
      </w:r>
    </w:p>
    <w:p w:rsidR="00BF2C57" w:rsidRDefault="00BF2C57" w:rsidP="00BF2C57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B30905" w:rsidRPr="0033475C" w:rsidRDefault="00FC34E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B98" w:rsidRDefault="002C6B98">
      <w:r>
        <w:separator/>
      </w:r>
    </w:p>
  </w:endnote>
  <w:endnote w:type="continuationSeparator" w:id="0">
    <w:p w:rsidR="002C6B98" w:rsidRDefault="002C6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987C9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987C9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987C9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proofErr w:type="gramStart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</w:t>
                    </w:r>
                    <w:proofErr w:type="gramEnd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987C99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B98" w:rsidRDefault="002C6B98">
      <w:r>
        <w:separator/>
      </w:r>
    </w:p>
  </w:footnote>
  <w:footnote w:type="continuationSeparator" w:id="0">
    <w:p w:rsidR="002C6B98" w:rsidRDefault="002C6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FC34E5" w:rsidP="007018D3">
    <w:pPr>
      <w:pStyle w:val="Nagwek"/>
      <w:jc w:val="right"/>
    </w:pPr>
  </w:p>
  <w:p w:rsidR="007018D3" w:rsidRDefault="00FC34E5" w:rsidP="007018D3">
    <w:pPr>
      <w:pStyle w:val="Nagwek"/>
      <w:jc w:val="right"/>
    </w:pPr>
  </w:p>
  <w:p w:rsidR="004633D0" w:rsidRDefault="00987C99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FC34E5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3C5133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987C9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987C9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4C265D">
      <w:t xml:space="preserve"> </w:t>
    </w:r>
    <w:r w:rsidR="00F70307">
      <w:t xml:space="preserve">  </w:t>
    </w:r>
    <w:r w:rsidR="00C56628">
      <w:t xml:space="preserve"> </w:t>
    </w:r>
    <w:r w:rsidR="00FC34E5">
      <w:t>kwietnia</w:t>
    </w:r>
    <w:r w:rsidR="00F70307">
      <w:t xml:space="preserve"> 202</w:t>
    </w:r>
    <w:r w:rsidR="00553122">
      <w:t>2</w:t>
    </w:r>
    <w:r w:rsidR="00F70307">
      <w:t xml:space="preserve"> </w:t>
    </w:r>
    <w:r>
      <w:t>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C0E"/>
    <w:multiLevelType w:val="hybridMultilevel"/>
    <w:tmpl w:val="AE90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C8"/>
    <w:rsid w:val="00106890"/>
    <w:rsid w:val="00136C90"/>
    <w:rsid w:val="001D2BBE"/>
    <w:rsid w:val="001D6ED7"/>
    <w:rsid w:val="00212910"/>
    <w:rsid w:val="00267FC1"/>
    <w:rsid w:val="002C6B98"/>
    <w:rsid w:val="003431EA"/>
    <w:rsid w:val="003C5133"/>
    <w:rsid w:val="00454D7C"/>
    <w:rsid w:val="004C265D"/>
    <w:rsid w:val="004C6BBB"/>
    <w:rsid w:val="004E7B1A"/>
    <w:rsid w:val="00553122"/>
    <w:rsid w:val="0059414A"/>
    <w:rsid w:val="005A034C"/>
    <w:rsid w:val="005E0E65"/>
    <w:rsid w:val="005F5815"/>
    <w:rsid w:val="00615A87"/>
    <w:rsid w:val="006605C8"/>
    <w:rsid w:val="00664E65"/>
    <w:rsid w:val="006B2ED8"/>
    <w:rsid w:val="00780C7A"/>
    <w:rsid w:val="007D0DB4"/>
    <w:rsid w:val="007D1DC9"/>
    <w:rsid w:val="007D7B20"/>
    <w:rsid w:val="009704EF"/>
    <w:rsid w:val="00987C99"/>
    <w:rsid w:val="009A2B7B"/>
    <w:rsid w:val="00A57161"/>
    <w:rsid w:val="00AD0B74"/>
    <w:rsid w:val="00AE0752"/>
    <w:rsid w:val="00BF2C57"/>
    <w:rsid w:val="00C56628"/>
    <w:rsid w:val="00C66AE2"/>
    <w:rsid w:val="00CA537C"/>
    <w:rsid w:val="00CB01A1"/>
    <w:rsid w:val="00DC5F8A"/>
    <w:rsid w:val="00DE1072"/>
    <w:rsid w:val="00EB0725"/>
    <w:rsid w:val="00F3690B"/>
    <w:rsid w:val="00F40E8C"/>
    <w:rsid w:val="00F70307"/>
    <w:rsid w:val="00F75F0A"/>
    <w:rsid w:val="00FC238F"/>
    <w:rsid w:val="00FC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F5B4D66-67FC-46CE-92F7-BF05566A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D0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10</TotalTime>
  <Pages>1</Pages>
  <Words>61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Krefta Kazimiera</cp:lastModifiedBy>
  <cp:revision>6</cp:revision>
  <dcterms:created xsi:type="dcterms:W3CDTF">2022-01-14T09:20:00Z</dcterms:created>
  <dcterms:modified xsi:type="dcterms:W3CDTF">2022-04-14T10:26:00Z</dcterms:modified>
</cp:coreProperties>
</file>