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5954"/>
        <w:gridCol w:w="4394"/>
        <w:gridCol w:w="1501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187CBB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DB650A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0D7457">
              <w:rPr>
                <w:rFonts w:ascii="Calibri" w:hAnsi="Calibri" w:cs="Calibri"/>
                <w:i/>
                <w:sz w:val="22"/>
                <w:szCs w:val="22"/>
              </w:rPr>
              <w:t>Raport za II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kwartał 20</w:t>
            </w:r>
            <w:r w:rsidR="000D7457">
              <w:rPr>
                <w:rFonts w:ascii="Calibri" w:hAnsi="Calibri" w:cs="Calibri"/>
                <w:i/>
                <w:sz w:val="22"/>
                <w:szCs w:val="22"/>
              </w:rPr>
              <w:t>20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7B79EA" w:rsidRPr="00520758">
              <w:rPr>
                <w:rFonts w:ascii="Calibri" w:hAnsi="Calibri" w:cs="Calibri"/>
                <w:i/>
                <w:sz w:val="22"/>
                <w:szCs w:val="22"/>
              </w:rPr>
              <w:t xml:space="preserve">. </w:t>
            </w:r>
            <w:r w:rsidR="00187CBB" w:rsidRPr="00187CBB">
              <w:rPr>
                <w:rFonts w:ascii="Calibri" w:hAnsi="Calibri" w:cs="Calibri"/>
                <w:b/>
                <w:i/>
                <w:sz w:val="22"/>
                <w:szCs w:val="22"/>
              </w:rPr>
              <w:t>Repozytorium Robotyki – cyfrowe udostępnianie zasobów nauki z obszaru robotyki</w:t>
            </w:r>
            <w:r w:rsidR="00187CBB" w:rsidRPr="00187CBB">
              <w:rPr>
                <w:rFonts w:ascii="Calibri" w:hAnsi="Calibri" w:cs="Calibri"/>
                <w:i/>
                <w:sz w:val="22"/>
                <w:szCs w:val="22"/>
              </w:rPr>
              <w:t xml:space="preserve"> </w:t>
            </w:r>
            <w:r w:rsidR="007B79EA" w:rsidRPr="00187CBB">
              <w:rPr>
                <w:rFonts w:ascii="Calibri" w:hAnsi="Calibri" w:cs="Calibri"/>
                <w:i/>
                <w:sz w:val="22"/>
                <w:szCs w:val="22"/>
              </w:rPr>
              <w:t xml:space="preserve"> 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(wnioskodawca </w:t>
            </w:r>
            <w:r w:rsidR="00187CBB">
              <w:rPr>
                <w:rFonts w:ascii="Calibri" w:hAnsi="Calibri" w:cs="Calibri"/>
                <w:i/>
                <w:sz w:val="22"/>
                <w:szCs w:val="22"/>
              </w:rPr>
              <w:t xml:space="preserve">i beneficjent: </w:t>
            </w:r>
            <w:r w:rsidR="00187CBB" w:rsidRPr="00187CBB">
              <w:rPr>
                <w:rFonts w:ascii="Calibri" w:hAnsi="Calibri" w:cs="Calibri"/>
                <w:i/>
                <w:sz w:val="22"/>
                <w:szCs w:val="22"/>
              </w:rPr>
              <w:t>Sieć Badawcza Łukasiewicz – Przemysłowy Instytut Automatyki i Pomiarów PIAP</w:t>
            </w:r>
            <w:r w:rsidR="00187CBB">
              <w:rPr>
                <w:rFonts w:ascii="Calibri" w:hAnsi="Calibri" w:cs="Calibri"/>
                <w:i/>
                <w:sz w:val="22"/>
                <w:szCs w:val="22"/>
              </w:rPr>
              <w:t>)</w:t>
            </w:r>
          </w:p>
        </w:tc>
      </w:tr>
      <w:tr w:rsidR="00A06425" w:rsidRPr="00A06425" w:rsidTr="000A1250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501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FA42A9" w:rsidRPr="00A06425" w:rsidTr="00221CA4">
        <w:tc>
          <w:tcPr>
            <w:tcW w:w="562" w:type="dxa"/>
            <w:shd w:val="clear" w:color="auto" w:fill="auto"/>
          </w:tcPr>
          <w:p w:rsidR="00FA42A9" w:rsidRPr="00A06425" w:rsidRDefault="00FA42A9" w:rsidP="00FA42A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A42A9" w:rsidRPr="00A06425" w:rsidRDefault="00FA42A9" w:rsidP="00FA42A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2A9" w:rsidRDefault="00FA42A9" w:rsidP="00FA42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20758">
              <w:rPr>
                <w:rStyle w:val="Domylnaczcionkaakapitu1"/>
                <w:rFonts w:ascii="Arial" w:eastAsia="Calibri" w:hAnsi="Arial" w:cs="Arial"/>
                <w:b/>
                <w:sz w:val="20"/>
                <w:szCs w:val="20"/>
                <w:lang w:eastAsia="zh-CN"/>
              </w:rPr>
              <w:t>3. Postęp rzeczowy Kamienie milowe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2A9" w:rsidRPr="00FA42A9" w:rsidRDefault="00FA42A9" w:rsidP="00FA42A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2A9">
              <w:rPr>
                <w:rFonts w:ascii="Calibri" w:hAnsi="Calibri" w:cs="Calibri"/>
                <w:color w:val="000000"/>
                <w:sz w:val="22"/>
                <w:szCs w:val="22"/>
              </w:rPr>
              <w:t>Dotyczy kolumny: Status realizacji kamienia milowego</w:t>
            </w:r>
          </w:p>
          <w:p w:rsidR="00FA42A9" w:rsidRPr="00FA42A9" w:rsidRDefault="00FA42A9" w:rsidP="00FA42A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2A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Wzór raportu wskazuje statusy: planowany, w trakcie realizacji, osiągnięty. </w:t>
            </w:r>
          </w:p>
          <w:p w:rsidR="00FA42A9" w:rsidRDefault="00FA42A9" w:rsidP="00FA42A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2A9">
              <w:rPr>
                <w:rFonts w:ascii="Calibri" w:hAnsi="Calibri" w:cs="Calibri"/>
                <w:color w:val="000000"/>
                <w:sz w:val="22"/>
                <w:szCs w:val="22"/>
              </w:rPr>
              <w:t>W raporci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e występuje status: </w:t>
            </w:r>
            <w:r w:rsidRPr="00FA42A9">
              <w:rPr>
                <w:rFonts w:ascii="Calibri" w:hAnsi="Calibri" w:cs="Calibri"/>
                <w:color w:val="000000"/>
                <w:sz w:val="22"/>
                <w:szCs w:val="22"/>
              </w:rPr>
              <w:t>zrealizowano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2A9" w:rsidRDefault="00FA42A9" w:rsidP="00FA42A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Prośba o zmianę statusu ze „zrealizowano” na „osiągnięty”</w:t>
            </w:r>
          </w:p>
        </w:tc>
        <w:tc>
          <w:tcPr>
            <w:tcW w:w="1501" w:type="dxa"/>
          </w:tcPr>
          <w:p w:rsidR="00FA42A9" w:rsidRPr="00A06425" w:rsidRDefault="00FA42A9" w:rsidP="00FA42A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A42A9" w:rsidRPr="00A06425" w:rsidTr="00221CA4">
        <w:tc>
          <w:tcPr>
            <w:tcW w:w="562" w:type="dxa"/>
            <w:shd w:val="clear" w:color="auto" w:fill="auto"/>
          </w:tcPr>
          <w:p w:rsidR="00FA42A9" w:rsidRPr="00A06425" w:rsidRDefault="00FA42A9" w:rsidP="00FA42A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FA42A9" w:rsidRPr="00A06425" w:rsidRDefault="00FA42A9" w:rsidP="00FA42A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2A9" w:rsidRDefault="00FA42A9" w:rsidP="00FA42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20758">
              <w:rPr>
                <w:rStyle w:val="Domylnaczcionkaakapitu1"/>
                <w:rFonts w:ascii="Arial" w:eastAsia="Calibri" w:hAnsi="Arial" w:cs="Arial"/>
                <w:b/>
                <w:sz w:val="20"/>
                <w:szCs w:val="20"/>
                <w:lang w:eastAsia="zh-CN"/>
              </w:rPr>
              <w:t>3. Postęp rzeczowy Kamienie milowe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2A9" w:rsidRDefault="00FA42A9" w:rsidP="00FA42A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 przypadku nieosiągnięcia kamienia milowego lub opóźnienia należy podać przyczyny.</w:t>
            </w:r>
          </w:p>
          <w:p w:rsidR="00FA42A9" w:rsidRDefault="00FA42A9" w:rsidP="00FA42A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Uwaga dotyczy kamien</w:t>
            </w:r>
            <w:r w:rsidR="006800C7">
              <w:rPr>
                <w:rFonts w:ascii="Calibri" w:hAnsi="Calibri" w:cs="Calibri"/>
                <w:color w:val="000000"/>
                <w:sz w:val="22"/>
                <w:szCs w:val="22"/>
              </w:rPr>
              <w:t>i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a milowego:</w:t>
            </w:r>
          </w:p>
          <w:p w:rsidR="00FA42A9" w:rsidRDefault="00FA42A9" w:rsidP="00FA42A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42A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Realizacja procedury przetargowej na wykonanie repozytorium i podpisanie umowy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(nadal w trakcie realizacji</w:t>
            </w:r>
            <w:r w:rsidR="0040307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– dlaczego nie osiągnięto w dacie planowanej?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  <w:p w:rsidR="00FA42A9" w:rsidRPr="00FA42A9" w:rsidRDefault="00FA42A9" w:rsidP="00FA42A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2A9" w:rsidRDefault="00FA42A9" w:rsidP="00FA42A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Prosimy o wskazanie przyczyn niedotrzymania planowanych terminów realizacji.</w:t>
            </w:r>
          </w:p>
        </w:tc>
        <w:tc>
          <w:tcPr>
            <w:tcW w:w="1501" w:type="dxa"/>
          </w:tcPr>
          <w:p w:rsidR="00FA42A9" w:rsidRPr="00A06425" w:rsidRDefault="00FA42A9" w:rsidP="00FA42A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A42A9" w:rsidRPr="00A06425" w:rsidTr="00221CA4">
        <w:tc>
          <w:tcPr>
            <w:tcW w:w="562" w:type="dxa"/>
            <w:shd w:val="clear" w:color="auto" w:fill="auto"/>
          </w:tcPr>
          <w:p w:rsidR="00FA42A9" w:rsidRPr="00A06425" w:rsidRDefault="008A6C12" w:rsidP="00FA42A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FA42A9" w:rsidRPr="00A06425" w:rsidRDefault="00FA42A9" w:rsidP="00FA42A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2A9" w:rsidRDefault="00FA42A9" w:rsidP="00FA42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20758">
              <w:rPr>
                <w:rStyle w:val="Domylnaczcionkaakapitu1"/>
                <w:rFonts w:ascii="Arial" w:eastAsia="Calibri" w:hAnsi="Arial" w:cs="Arial"/>
                <w:b/>
                <w:sz w:val="20"/>
                <w:szCs w:val="20"/>
                <w:lang w:eastAsia="zh-CN"/>
              </w:rPr>
              <w:t>3. Postęp rzeczowy Kamienie milowe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2A9" w:rsidRDefault="00FA42A9" w:rsidP="00FA42A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03E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Dotyczy kolumny :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Powiązane wskaźniki projektu </w:t>
            </w:r>
          </w:p>
          <w:p w:rsidR="006800C7" w:rsidRPr="006800C7" w:rsidRDefault="006800C7" w:rsidP="00FA42A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Niewłaściwe powiązanie osiągniętych kamieni milowych z realizacją KPI – z raportu wynika np., że KPI nr 1 (</w:t>
            </w:r>
            <w:r w:rsidRPr="006800C7">
              <w:rPr>
                <w:rFonts w:ascii="Calibri" w:hAnsi="Calibri" w:cs="Calibri"/>
                <w:color w:val="000000"/>
                <w:sz w:val="22"/>
                <w:szCs w:val="22"/>
              </w:rPr>
              <w:t>Liczba podmiotów, które udostępniły on-</w:t>
            </w:r>
            <w:proofErr w:type="spellStart"/>
            <w:r w:rsidRPr="006800C7">
              <w:rPr>
                <w:rFonts w:ascii="Calibri" w:hAnsi="Calibri" w:cs="Calibri"/>
                <w:color w:val="000000"/>
                <w:sz w:val="22"/>
                <w:szCs w:val="22"/>
              </w:rPr>
              <w:t>line</w:t>
            </w:r>
            <w:proofErr w:type="spellEnd"/>
            <w:r w:rsidRPr="006800C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informacje sektora publicznego) osiągnie wartość </w:t>
            </w:r>
            <w:r w:rsidR="00403079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  <w:r w:rsidRPr="006800C7">
              <w:rPr>
                <w:rFonts w:ascii="Calibri" w:hAnsi="Calibri" w:cs="Calibri"/>
                <w:color w:val="000000"/>
                <w:sz w:val="22"/>
                <w:szCs w:val="22"/>
              </w:rPr>
              <w:t>, gdyż aż tyle kamieni milowych da</w:t>
            </w:r>
            <w:r w:rsidR="00C626BA">
              <w:rPr>
                <w:rFonts w:ascii="Calibri" w:hAnsi="Calibri" w:cs="Calibri"/>
                <w:color w:val="000000"/>
                <w:sz w:val="22"/>
                <w:szCs w:val="22"/>
              </w:rPr>
              <w:t>je</w:t>
            </w:r>
            <w:r w:rsidRPr="006800C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rezultat w postaci podmiotu opisanego w KPI 1. </w:t>
            </w:r>
          </w:p>
          <w:p w:rsidR="006800C7" w:rsidRPr="006800C7" w:rsidRDefault="006800C7" w:rsidP="00FA42A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00C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Suma wszystkich </w:t>
            </w:r>
            <w:r w:rsidR="0040307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wartości danego </w:t>
            </w:r>
            <w:r w:rsidRPr="006800C7">
              <w:rPr>
                <w:rFonts w:ascii="Calibri" w:hAnsi="Calibri" w:cs="Calibri"/>
                <w:color w:val="000000"/>
                <w:sz w:val="22"/>
                <w:szCs w:val="22"/>
              </w:rPr>
              <w:t>KPI wykazan</w:t>
            </w:r>
            <w:r w:rsidR="00403079"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  <w:r w:rsidRPr="006800C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przy kamieniach milowych nie może przekraczać wartości docelowej tego KPI.</w:t>
            </w:r>
          </w:p>
          <w:p w:rsidR="006800C7" w:rsidRDefault="008A6C12" w:rsidP="00FA42A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</w:t>
            </w:r>
            <w:r w:rsidR="006800C7" w:rsidRPr="006800C7">
              <w:rPr>
                <w:rFonts w:ascii="Calibri" w:hAnsi="Calibri" w:cs="Calibri"/>
                <w:color w:val="000000"/>
                <w:sz w:val="22"/>
                <w:szCs w:val="22"/>
              </w:rPr>
              <w:t>roszę o weryfikację wszystkich wskazań.</w:t>
            </w:r>
          </w:p>
          <w:p w:rsidR="00FA42A9" w:rsidRDefault="00FA42A9" w:rsidP="00FA42A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2A9" w:rsidRDefault="00FA42A9" w:rsidP="008A6C1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korektę.</w:t>
            </w:r>
          </w:p>
        </w:tc>
        <w:tc>
          <w:tcPr>
            <w:tcW w:w="1501" w:type="dxa"/>
          </w:tcPr>
          <w:p w:rsidR="00FA42A9" w:rsidRPr="00A06425" w:rsidRDefault="00FA42A9" w:rsidP="00FA42A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03079" w:rsidRPr="00A06425" w:rsidTr="00221CA4">
        <w:tc>
          <w:tcPr>
            <w:tcW w:w="562" w:type="dxa"/>
            <w:shd w:val="clear" w:color="auto" w:fill="auto"/>
          </w:tcPr>
          <w:p w:rsidR="00403079" w:rsidRDefault="00403079" w:rsidP="0040307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403079" w:rsidRDefault="00403079" w:rsidP="0040307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3079" w:rsidRPr="008A6C12" w:rsidRDefault="00403079" w:rsidP="00403079">
            <w:pPr>
              <w:jc w:val="center"/>
              <w:rPr>
                <w:rStyle w:val="Domylnaczcionkaakapitu1"/>
                <w:rFonts w:ascii="Arial" w:eastAsia="Calibri" w:hAnsi="Arial" w:cs="Arial"/>
                <w:b/>
                <w:sz w:val="20"/>
                <w:szCs w:val="20"/>
                <w:lang w:eastAsia="zh-CN"/>
              </w:rPr>
            </w:pPr>
            <w:r w:rsidRPr="00520758">
              <w:rPr>
                <w:rStyle w:val="Domylnaczcionkaakapitu1"/>
                <w:rFonts w:ascii="Arial" w:eastAsia="Calibri" w:hAnsi="Arial" w:cs="Arial"/>
                <w:b/>
                <w:sz w:val="20"/>
                <w:szCs w:val="20"/>
                <w:lang w:eastAsia="zh-CN"/>
              </w:rPr>
              <w:t>3. Postęp rzeczowy Kamienie milowe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3079" w:rsidRDefault="00403079" w:rsidP="0040307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Dotyczy kolumny: </w:t>
            </w:r>
            <w:r w:rsidRPr="00403079">
              <w:rPr>
                <w:rFonts w:ascii="Calibri" w:hAnsi="Calibri" w:cs="Calibri"/>
                <w:color w:val="000000"/>
                <w:sz w:val="22"/>
                <w:szCs w:val="22"/>
              </w:rPr>
              <w:t>Rzeczywisty termin osiągnięcia</w:t>
            </w:r>
          </w:p>
          <w:p w:rsidR="00403079" w:rsidRDefault="00403079" w:rsidP="00267D3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Dla zwiększenia czytelności dokumentu proszę o usunięcie wpisów: „nie dotyczy” przy kamieniach milowych, które nie zostały zrealizowane (mają</w:t>
            </w:r>
            <w:r w:rsidR="00267D3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opóźnienia lub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przyszły termin osiągnięcia).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3079" w:rsidRDefault="00403079" w:rsidP="0040307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Proszę o usunięcie wpisów i pozostawienie pustych pól</w:t>
            </w:r>
            <w:r w:rsidR="00267D38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501" w:type="dxa"/>
          </w:tcPr>
          <w:p w:rsidR="00403079" w:rsidRPr="00A06425" w:rsidRDefault="00403079" w:rsidP="0040307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03079" w:rsidRPr="00A06425" w:rsidTr="00221CA4">
        <w:tc>
          <w:tcPr>
            <w:tcW w:w="562" w:type="dxa"/>
            <w:shd w:val="clear" w:color="auto" w:fill="auto"/>
          </w:tcPr>
          <w:p w:rsidR="00403079" w:rsidRDefault="00403079" w:rsidP="0040307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403079" w:rsidRDefault="00403079" w:rsidP="0040307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3079" w:rsidRPr="00520758" w:rsidRDefault="00403079" w:rsidP="00403079">
            <w:pPr>
              <w:jc w:val="center"/>
              <w:rPr>
                <w:rStyle w:val="Domylnaczcionkaakapitu1"/>
                <w:rFonts w:ascii="Arial" w:eastAsia="Calibri" w:hAnsi="Arial" w:cs="Arial"/>
                <w:b/>
                <w:sz w:val="20"/>
                <w:szCs w:val="20"/>
                <w:lang w:eastAsia="zh-CN"/>
              </w:rPr>
            </w:pPr>
            <w:r w:rsidRPr="008A6C12">
              <w:rPr>
                <w:rStyle w:val="Domylnaczcionkaakapitu1"/>
                <w:rFonts w:ascii="Arial" w:eastAsia="Calibri" w:hAnsi="Arial" w:cs="Arial"/>
                <w:b/>
                <w:sz w:val="20"/>
                <w:szCs w:val="20"/>
                <w:lang w:eastAsia="zh-CN"/>
              </w:rPr>
              <w:t xml:space="preserve">7. Ryzyka </w:t>
            </w:r>
            <w:proofErr w:type="spellStart"/>
            <w:r w:rsidRPr="008A6C12">
              <w:rPr>
                <w:rStyle w:val="Domylnaczcionkaakapitu1"/>
                <w:rFonts w:ascii="Arial" w:eastAsia="Calibri" w:hAnsi="Arial" w:cs="Arial"/>
                <w:b/>
                <w:sz w:val="20"/>
                <w:szCs w:val="20"/>
                <w:lang w:eastAsia="zh-CN"/>
              </w:rPr>
              <w:t>Ryzyka</w:t>
            </w:r>
            <w:proofErr w:type="spellEnd"/>
            <w:r w:rsidRPr="008A6C12">
              <w:rPr>
                <w:rStyle w:val="Domylnaczcionkaakapitu1"/>
                <w:rFonts w:ascii="Arial" w:eastAsia="Calibri" w:hAnsi="Arial" w:cs="Arial"/>
                <w:b/>
                <w:sz w:val="20"/>
                <w:szCs w:val="20"/>
                <w:lang w:eastAsia="zh-CN"/>
              </w:rPr>
              <w:t xml:space="preserve"> wpływające na </w:t>
            </w:r>
            <w:r w:rsidRPr="008A6C12">
              <w:rPr>
                <w:rStyle w:val="Domylnaczcionkaakapitu1"/>
                <w:rFonts w:ascii="Arial" w:eastAsia="Calibri" w:hAnsi="Arial" w:cs="Arial"/>
                <w:b/>
                <w:sz w:val="20"/>
                <w:szCs w:val="20"/>
                <w:lang w:eastAsia="zh-CN"/>
              </w:rPr>
              <w:lastRenderedPageBreak/>
              <w:t>realizację projektu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3079" w:rsidRDefault="00403079" w:rsidP="0040307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Kolumna : Sposób zarządzania ryzykiem</w:t>
            </w:r>
          </w:p>
          <w:p w:rsidR="00403079" w:rsidRDefault="00403079" w:rsidP="0040307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Wzór raportu wskazuje na grupowanie informacji w sekcje: 1 -</w:t>
            </w:r>
            <w:r w:rsidRPr="008A6C1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podejmowane działania zarządcze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2 - </w:t>
            </w:r>
            <w:r w:rsidRPr="008A6C12">
              <w:rPr>
                <w:rFonts w:ascii="Calibri" w:hAnsi="Calibri" w:cs="Calibri"/>
                <w:color w:val="000000"/>
                <w:sz w:val="22"/>
                <w:szCs w:val="22"/>
              </w:rPr>
              <w:t>spodziewane lu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b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 xml:space="preserve">faktyczne efekty tych działań; 3 - </w:t>
            </w:r>
            <w:r w:rsidRPr="008A6C12">
              <w:rPr>
                <w:rFonts w:ascii="Calibri" w:hAnsi="Calibri" w:cs="Calibri"/>
                <w:color w:val="000000"/>
                <w:sz w:val="22"/>
                <w:szCs w:val="22"/>
              </w:rPr>
              <w:t>czy nastąpiła zmiana w zakresie danego ryzyka w stosunku do poprzedniego okresu sprawozdawczego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  <w:p w:rsidR="00403079" w:rsidRPr="00C203EE" w:rsidRDefault="00403079" w:rsidP="0040307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Raport przedstawia informacje w formule opisowej, bez podziału jak wskazano wyżej, co zmniejsza czytelność dokumentu i utrudnia analizę.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3079" w:rsidRDefault="00403079" w:rsidP="0040307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Proszę o pogrupowanie informacji wg podziału jak we wzorze raportu.</w:t>
            </w:r>
          </w:p>
        </w:tc>
        <w:tc>
          <w:tcPr>
            <w:tcW w:w="1501" w:type="dxa"/>
          </w:tcPr>
          <w:p w:rsidR="00403079" w:rsidRPr="00A06425" w:rsidRDefault="00403079" w:rsidP="0040307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DD013D"/>
    <w:multiLevelType w:val="hybridMultilevel"/>
    <w:tmpl w:val="6C8A8B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64BF2"/>
    <w:rsid w:val="000A1250"/>
    <w:rsid w:val="000D7457"/>
    <w:rsid w:val="000E0718"/>
    <w:rsid w:val="00140BE8"/>
    <w:rsid w:val="00187CBB"/>
    <w:rsid w:val="0019648E"/>
    <w:rsid w:val="002164C0"/>
    <w:rsid w:val="002479F8"/>
    <w:rsid w:val="00267D38"/>
    <w:rsid w:val="002715B2"/>
    <w:rsid w:val="00295057"/>
    <w:rsid w:val="003124D1"/>
    <w:rsid w:val="003B4105"/>
    <w:rsid w:val="003E4162"/>
    <w:rsid w:val="00403079"/>
    <w:rsid w:val="00487F12"/>
    <w:rsid w:val="004D086F"/>
    <w:rsid w:val="00520758"/>
    <w:rsid w:val="00541AF8"/>
    <w:rsid w:val="005F6527"/>
    <w:rsid w:val="006705EC"/>
    <w:rsid w:val="006800C7"/>
    <w:rsid w:val="006E16E9"/>
    <w:rsid w:val="007B79EA"/>
    <w:rsid w:val="00807385"/>
    <w:rsid w:val="008A6C12"/>
    <w:rsid w:val="00944932"/>
    <w:rsid w:val="009D601B"/>
    <w:rsid w:val="009E5FDB"/>
    <w:rsid w:val="00A06425"/>
    <w:rsid w:val="00A96A95"/>
    <w:rsid w:val="00AA15F9"/>
    <w:rsid w:val="00AC7796"/>
    <w:rsid w:val="00B871B6"/>
    <w:rsid w:val="00C203EE"/>
    <w:rsid w:val="00C626BA"/>
    <w:rsid w:val="00C64B1B"/>
    <w:rsid w:val="00CD5EB0"/>
    <w:rsid w:val="00D36466"/>
    <w:rsid w:val="00D8480D"/>
    <w:rsid w:val="00D8589A"/>
    <w:rsid w:val="00E14C33"/>
    <w:rsid w:val="00E62F4E"/>
    <w:rsid w:val="00EB40BC"/>
    <w:rsid w:val="00EF707D"/>
    <w:rsid w:val="00F56E6F"/>
    <w:rsid w:val="00F86FB0"/>
    <w:rsid w:val="00FA42A9"/>
    <w:rsid w:val="00FA6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  <w:style w:type="character" w:customStyle="1" w:styleId="Domylnaczcionkaakapitu1">
    <w:name w:val="Domyślna czcionka akapitu1"/>
    <w:rsid w:val="00487F12"/>
  </w:style>
  <w:style w:type="paragraph" w:customStyle="1" w:styleId="Normalny1">
    <w:name w:val="Normalny1"/>
    <w:rsid w:val="00487F12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160" w:line="254" w:lineRule="auto"/>
    </w:pPr>
    <w:rPr>
      <w:rFonts w:ascii="Calibri" w:eastAsia="Calibri" w:hAnsi="Calibri" w:cs="Arial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Gałązka Anna</cp:lastModifiedBy>
  <cp:revision>2</cp:revision>
  <dcterms:created xsi:type="dcterms:W3CDTF">2021-01-29T09:55:00Z</dcterms:created>
  <dcterms:modified xsi:type="dcterms:W3CDTF">2021-01-29T09:55:00Z</dcterms:modified>
</cp:coreProperties>
</file>