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8E63C7" w:rsidP="004633D0">
      <w:pPr>
        <w:rPr>
          <w:rFonts w:asciiTheme="minorHAnsi" w:hAnsiTheme="minorHAnsi" w:cstheme="minorHAnsi"/>
        </w:rPr>
      </w:pPr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bookmarkStart w:id="0" w:name="_GoBack"/>
      <w:bookmarkEnd w:id="0"/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8E63C7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695ADF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5226AB">
        <w:rPr>
          <w:rFonts w:asciiTheme="minorHAnsi" w:eastAsia="Calibri" w:hAnsiTheme="minorHAnsi" w:cstheme="minorHAnsi"/>
          <w:i/>
          <w:lang w:eastAsia="en-US"/>
        </w:rPr>
        <w:t>Szanowny Panie Sekretarzu,</w:t>
      </w:r>
    </w:p>
    <w:p w:rsidR="00636C3E" w:rsidRPr="005226AB" w:rsidRDefault="00F63E64" w:rsidP="005226AB">
      <w:pPr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>w załączeniu przekazuję r</w:t>
      </w:r>
      <w:r w:rsidR="00636C3E" w:rsidRPr="005226AB">
        <w:rPr>
          <w:rFonts w:asciiTheme="minorHAnsi" w:hAnsiTheme="minorHAnsi" w:cstheme="minorHAnsi"/>
        </w:rPr>
        <w:t xml:space="preserve">aport </w:t>
      </w:r>
      <w:r w:rsidR="006E60D0">
        <w:rPr>
          <w:rFonts w:asciiTheme="minorHAnsi" w:hAnsiTheme="minorHAnsi" w:cstheme="minorHAnsi"/>
        </w:rPr>
        <w:t>za IV</w:t>
      </w:r>
      <w:r w:rsidRPr="005226AB">
        <w:rPr>
          <w:rFonts w:asciiTheme="minorHAnsi" w:hAnsiTheme="minorHAnsi" w:cstheme="minorHAnsi"/>
        </w:rPr>
        <w:t xml:space="preserve"> kwartał 2020 roku </w:t>
      </w:r>
      <w:r w:rsidR="00636C3E" w:rsidRPr="005226AB">
        <w:rPr>
          <w:rFonts w:asciiTheme="minorHAnsi" w:hAnsiTheme="minorHAnsi" w:cstheme="minorHAnsi"/>
        </w:rPr>
        <w:t xml:space="preserve">z postępu rzeczowo-finansowego projektu informatycznego </w:t>
      </w:r>
      <w:r w:rsidR="00FB00A4" w:rsidRPr="00FB00A4">
        <w:rPr>
          <w:rFonts w:asciiTheme="minorHAnsi" w:hAnsiTheme="minorHAnsi" w:cstheme="minorHAnsi"/>
        </w:rPr>
        <w:t xml:space="preserve">Budowa Systemu Punktu Informacyjnego ds. Telekomunikacji </w:t>
      </w:r>
      <w:r w:rsidR="00FB00A4">
        <w:rPr>
          <w:rFonts w:asciiTheme="minorHAnsi" w:hAnsiTheme="minorHAnsi" w:cstheme="minorHAnsi"/>
        </w:rPr>
        <w:t>-</w:t>
      </w:r>
      <w:r w:rsidR="00FB00A4" w:rsidRPr="00FB00A4">
        <w:rPr>
          <w:rFonts w:asciiTheme="minorHAnsi" w:hAnsiTheme="minorHAnsi" w:cstheme="minorHAnsi"/>
        </w:rPr>
        <w:t>etap II</w:t>
      </w:r>
      <w:r w:rsidRPr="005226AB">
        <w:rPr>
          <w:rFonts w:asciiTheme="minorHAnsi" w:hAnsiTheme="minorHAnsi" w:cstheme="minorHAnsi"/>
        </w:rPr>
        <w:t>.</w:t>
      </w:r>
    </w:p>
    <w:p w:rsidR="00636C3E" w:rsidRDefault="00636C3E" w:rsidP="00636C3E">
      <w:pPr>
        <w:jc w:val="center"/>
        <w:rPr>
          <w:rFonts w:ascii="Calibri" w:hAnsi="Calibri" w:cs="Calibri"/>
        </w:rPr>
      </w:pPr>
    </w:p>
    <w:p w:rsidR="000A71A0" w:rsidRPr="0086305F" w:rsidRDefault="00CB3969" w:rsidP="00636C3E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8E63C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8E63C7" w:rsidP="000A71A0">
      <w:pPr>
        <w:ind w:left="4860"/>
        <w:jc w:val="center"/>
        <w:rPr>
          <w:rFonts w:asciiTheme="minorHAnsi" w:hAnsiTheme="minorHAnsi" w:cstheme="minorHAnsi"/>
        </w:rPr>
      </w:pP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3C7" w:rsidRDefault="008E63C7">
      <w:r>
        <w:separator/>
      </w:r>
    </w:p>
  </w:endnote>
  <w:endnote w:type="continuationSeparator" w:id="0">
    <w:p w:rsidR="008E63C7" w:rsidRDefault="008E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3C7" w:rsidRDefault="008E63C7">
      <w:r>
        <w:separator/>
      </w:r>
    </w:p>
  </w:footnote>
  <w:footnote w:type="continuationSeparator" w:id="0">
    <w:p w:rsidR="008E63C7" w:rsidRDefault="008E6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8E63C7" w:rsidP="007018D3">
    <w:pPr>
      <w:pStyle w:val="Nagwek"/>
      <w:jc w:val="right"/>
    </w:pPr>
  </w:p>
  <w:p w:rsidR="007018D3" w:rsidRDefault="008E63C7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206BE4">
      <w:rPr>
        <w:rFonts w:asciiTheme="minorHAnsi" w:hAnsiTheme="minorHAnsi" w:cstheme="minorHAnsi"/>
      </w:rPr>
      <w:t>27</w:t>
    </w:r>
    <w:r w:rsidR="00955B7A" w:rsidRPr="00955B7A">
      <w:rPr>
        <w:rFonts w:asciiTheme="minorHAnsi" w:hAnsiTheme="minorHAnsi" w:cstheme="minorHAnsi"/>
      </w:rPr>
      <w:t>.01.2021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CB396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FB00A4" w:rsidP="00FB00A4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           </w:t>
    </w:r>
    <w:r w:rsidRPr="00FB00A4">
      <w:rPr>
        <w:rFonts w:asciiTheme="minorHAnsi" w:hAnsiTheme="minorHAnsi" w:cstheme="minorHAnsi"/>
        <w:sz w:val="20"/>
        <w:szCs w:val="20"/>
      </w:rPr>
      <w:t>DAIP.WOKRM.0102.38.1.2021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206BE4"/>
    <w:rsid w:val="0049347F"/>
    <w:rsid w:val="005226AB"/>
    <w:rsid w:val="00636C3E"/>
    <w:rsid w:val="00695ADF"/>
    <w:rsid w:val="006E60D0"/>
    <w:rsid w:val="00745D00"/>
    <w:rsid w:val="00771B6C"/>
    <w:rsid w:val="008E63C7"/>
    <w:rsid w:val="00936F2C"/>
    <w:rsid w:val="00955B7A"/>
    <w:rsid w:val="00A524E6"/>
    <w:rsid w:val="00B23BF3"/>
    <w:rsid w:val="00C05857"/>
    <w:rsid w:val="00C11B94"/>
    <w:rsid w:val="00C70146"/>
    <w:rsid w:val="00CA393C"/>
    <w:rsid w:val="00CB3969"/>
    <w:rsid w:val="00E804B2"/>
    <w:rsid w:val="00F52410"/>
    <w:rsid w:val="00F63E64"/>
    <w:rsid w:val="00FB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3</cp:revision>
  <dcterms:created xsi:type="dcterms:W3CDTF">2021-01-27T13:13:00Z</dcterms:created>
  <dcterms:modified xsi:type="dcterms:W3CDTF">2021-01-27T13:17:00Z</dcterms:modified>
</cp:coreProperties>
</file>