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BA0180" w14:textId="509D939A" w:rsidR="00EA0595" w:rsidRPr="0036143C" w:rsidRDefault="007511BF" w:rsidP="00EA0595">
      <w:pPr>
        <w:rPr>
          <w:rStyle w:val="Ppogrubienie"/>
        </w:rPr>
      </w:pPr>
      <w:r>
        <w:rPr>
          <w:rStyle w:val="Ppogrubienie"/>
        </w:rPr>
        <w:t xml:space="preserve"> </w:t>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Pr>
          <w:rStyle w:val="Ppogrubienie"/>
        </w:rPr>
        <w:tab/>
      </w:r>
      <w:r w:rsidR="00EA0595" w:rsidRPr="0036143C">
        <w:rPr>
          <w:rStyle w:val="Ppogrubienie"/>
        </w:rPr>
        <w:t xml:space="preserve">Projekt z dnia </w:t>
      </w:r>
      <w:r w:rsidR="00AF416E">
        <w:rPr>
          <w:rStyle w:val="Ppogrubienie"/>
        </w:rPr>
        <w:t>2</w:t>
      </w:r>
      <w:r w:rsidR="004161E3">
        <w:rPr>
          <w:rStyle w:val="Ppogrubienie"/>
        </w:rPr>
        <w:t>8</w:t>
      </w:r>
      <w:r w:rsidR="000F12F4">
        <w:rPr>
          <w:rStyle w:val="Ppogrubienie"/>
        </w:rPr>
        <w:t xml:space="preserve"> maja</w:t>
      </w:r>
      <w:r w:rsidR="00764B20" w:rsidRPr="0036143C">
        <w:rPr>
          <w:rStyle w:val="Ppogrubienie"/>
        </w:rPr>
        <w:t xml:space="preserve"> </w:t>
      </w:r>
      <w:r w:rsidR="00EA0595" w:rsidRPr="0036143C">
        <w:rPr>
          <w:rStyle w:val="Ppogrubienie"/>
        </w:rPr>
        <w:t>2021 r.</w:t>
      </w:r>
    </w:p>
    <w:p w14:paraId="4C4CD5DB" w14:textId="77777777" w:rsidR="00EA0595" w:rsidRPr="0036143C" w:rsidRDefault="00EA0595" w:rsidP="00E07616">
      <w:pPr>
        <w:pStyle w:val="OZNRODZAKTUtznustawalubrozporzdzenieiorganwydajcy"/>
      </w:pPr>
    </w:p>
    <w:p w14:paraId="793CB4C4" w14:textId="77777777" w:rsidR="00E07616" w:rsidRPr="0036143C" w:rsidRDefault="00E07616" w:rsidP="00E07616">
      <w:pPr>
        <w:pStyle w:val="OZNRODZAKTUtznustawalubrozporzdzenieiorganwydajcy"/>
      </w:pPr>
      <w:r w:rsidRPr="0036143C">
        <w:t>ROZPORZĄDZENIE</w:t>
      </w:r>
    </w:p>
    <w:p w14:paraId="28EFBACA" w14:textId="77777777" w:rsidR="00E07616" w:rsidRPr="0036143C" w:rsidRDefault="00E07616" w:rsidP="00E07616">
      <w:pPr>
        <w:pStyle w:val="OZNRODZAKTUtznustawalubrozporzdzenieiorganwydajcy"/>
      </w:pPr>
      <w:r w:rsidRPr="0036143C">
        <w:t>MINISTRA CYFRYZACJI</w:t>
      </w:r>
      <w:r w:rsidRPr="0036143C">
        <w:rPr>
          <w:rStyle w:val="IGindeksgrny"/>
        </w:rPr>
        <w:footnoteReference w:id="1"/>
      </w:r>
      <w:r w:rsidRPr="0036143C">
        <w:rPr>
          <w:rStyle w:val="IGindeksgrny"/>
        </w:rPr>
        <w:t>)</w:t>
      </w:r>
    </w:p>
    <w:p w14:paraId="0FDDAD54" w14:textId="7B398D1F" w:rsidR="00E07616" w:rsidRPr="0036143C" w:rsidRDefault="00E07616" w:rsidP="00E07616">
      <w:pPr>
        <w:pStyle w:val="DATAAKTUdatauchwalenialubwydaniaaktu"/>
      </w:pPr>
      <w:r w:rsidRPr="0036143C">
        <w:t xml:space="preserve">z dnia                      </w:t>
      </w:r>
      <w:r w:rsidR="00860FB6" w:rsidRPr="0036143C">
        <w:t xml:space="preserve">2021 </w:t>
      </w:r>
      <w:r w:rsidRPr="0036143C">
        <w:t>r.</w:t>
      </w:r>
    </w:p>
    <w:p w14:paraId="464F301B" w14:textId="4B1E0D3C" w:rsidR="00E07616" w:rsidRPr="0036143C" w:rsidRDefault="00E07616" w:rsidP="007F7286">
      <w:pPr>
        <w:pStyle w:val="TYTUAKTUprzedmiotregulacjiustawylubrozporzdzenia"/>
      </w:pPr>
      <w:r w:rsidRPr="0036143C">
        <w:t>w sprawie gwarantowan</w:t>
      </w:r>
      <w:r w:rsidR="002C1115">
        <w:t>ej</w:t>
      </w:r>
      <w:r w:rsidRPr="0036143C">
        <w:t xml:space="preserve"> dostępności oraz pojemności skrzynek doręczeń</w:t>
      </w:r>
      <w:r w:rsidR="00783982" w:rsidRPr="0036143C">
        <w:t xml:space="preserve"> dla podmiotów publicznych oraz podmiotów niepublicznych</w:t>
      </w:r>
    </w:p>
    <w:p w14:paraId="66F54550" w14:textId="4D29661D" w:rsidR="00E07616" w:rsidRPr="0036143C" w:rsidRDefault="00E07616" w:rsidP="00E07616">
      <w:pPr>
        <w:pStyle w:val="NIEARTTEKSTtekstnieartykuowanynppodstprawnarozplubpreambua"/>
      </w:pPr>
      <w:r w:rsidRPr="0036143C">
        <w:t>Na podstawie art. 38 ust. 6 ustawy z dnia 18 listopada 2020 r. o doręczen</w:t>
      </w:r>
      <w:r w:rsidR="007511BF" w:rsidRPr="0036143C">
        <w:t>iach elektronicznych (</w:t>
      </w:r>
      <w:r w:rsidR="00301E16" w:rsidRPr="0036143C">
        <w:t>Dz.</w:t>
      </w:r>
      <w:r w:rsidR="009702FC">
        <w:t xml:space="preserve"> </w:t>
      </w:r>
      <w:r w:rsidR="00301E16" w:rsidRPr="0036143C">
        <w:t xml:space="preserve">U. </w:t>
      </w:r>
      <w:r w:rsidR="002B21B0" w:rsidRPr="0036143C">
        <w:t xml:space="preserve">poz. </w:t>
      </w:r>
      <w:r w:rsidR="00301E16" w:rsidRPr="0036143C">
        <w:t xml:space="preserve">2320 </w:t>
      </w:r>
      <w:r w:rsidR="00D15470" w:rsidRPr="0036143C">
        <w:t>oraz</w:t>
      </w:r>
      <w:r w:rsidR="00301E16" w:rsidRPr="0036143C">
        <w:t xml:space="preserve"> </w:t>
      </w:r>
      <w:r w:rsidR="00D15470" w:rsidRPr="0036143C">
        <w:t xml:space="preserve">z </w:t>
      </w:r>
      <w:r w:rsidR="00021292" w:rsidRPr="0036143C">
        <w:t>2021 r. poz. 72</w:t>
      </w:r>
      <w:r w:rsidR="00AF416E">
        <w:t xml:space="preserve"> i 802</w:t>
      </w:r>
      <w:r w:rsidRPr="0036143C">
        <w:t>) zarządza się, co następuje:</w:t>
      </w:r>
    </w:p>
    <w:p w14:paraId="63657E89" w14:textId="4A4666F2" w:rsidR="00647F22" w:rsidRPr="0036143C" w:rsidRDefault="00E07616" w:rsidP="00636BDC">
      <w:pPr>
        <w:pStyle w:val="USTustnpkodeksu"/>
      </w:pPr>
      <w:r w:rsidRPr="0036143C">
        <w:rPr>
          <w:rStyle w:val="Ppogrubienie"/>
        </w:rPr>
        <w:t>§ </w:t>
      </w:r>
      <w:r w:rsidR="00783982" w:rsidRPr="0036143C">
        <w:rPr>
          <w:rStyle w:val="Ppogrubienie"/>
        </w:rPr>
        <w:t>1</w:t>
      </w:r>
      <w:r w:rsidRPr="0036143C">
        <w:rPr>
          <w:rStyle w:val="Ppogrubienie"/>
        </w:rPr>
        <w:t>.</w:t>
      </w:r>
      <w:r w:rsidRPr="0036143C">
        <w:t xml:space="preserve"> 1. </w:t>
      </w:r>
      <w:r w:rsidR="00A37E4A" w:rsidRPr="0036143C">
        <w:t xml:space="preserve">Gwarantowana dostępność </w:t>
      </w:r>
      <w:r w:rsidR="00301E16" w:rsidRPr="0036143C">
        <w:t xml:space="preserve">skrzynek </w:t>
      </w:r>
      <w:r w:rsidR="00A37E4A" w:rsidRPr="0036143C">
        <w:t>doręczeń</w:t>
      </w:r>
      <w:r w:rsidR="00301E16" w:rsidRPr="0036143C">
        <w:t xml:space="preserve"> podmiotów publicznych i</w:t>
      </w:r>
      <w:r w:rsidR="00867FAC" w:rsidRPr="0036143C">
        <w:t> </w:t>
      </w:r>
      <w:r w:rsidR="00301E16" w:rsidRPr="0036143C">
        <w:t xml:space="preserve">niepublicznych wynosi </w:t>
      </w:r>
      <w:r w:rsidR="003C7337" w:rsidRPr="0036143C">
        <w:t>97,852 %</w:t>
      </w:r>
      <w:r w:rsidR="00331F93" w:rsidRPr="0036143C">
        <w:t xml:space="preserve"> </w:t>
      </w:r>
      <w:r w:rsidR="00A37E4A" w:rsidRPr="0036143C">
        <w:t>−</w:t>
      </w:r>
      <w:r w:rsidR="00647F22" w:rsidRPr="0036143C">
        <w:t xml:space="preserve"> przy założeniu braku </w:t>
      </w:r>
      <w:r w:rsidR="003C7337" w:rsidRPr="0036143C">
        <w:t>wysyłki i otrzymywania korespondencji</w:t>
      </w:r>
      <w:r w:rsidR="00331F93" w:rsidRPr="0036143C">
        <w:t>.</w:t>
      </w:r>
    </w:p>
    <w:p w14:paraId="24A04784" w14:textId="6B4C3A13" w:rsidR="00647F22" w:rsidRPr="0036143C" w:rsidRDefault="00647F22" w:rsidP="00272CB4">
      <w:pPr>
        <w:pStyle w:val="USTustnpkodeksu"/>
      </w:pPr>
      <w:r w:rsidRPr="0036143C">
        <w:t>2</w:t>
      </w:r>
      <w:r w:rsidR="00E07616" w:rsidRPr="0036143C">
        <w:t xml:space="preserve">. </w:t>
      </w:r>
      <w:r w:rsidR="003C7337" w:rsidRPr="0036143C">
        <w:t>Dostępność skrzynek</w:t>
      </w:r>
      <w:r w:rsidR="00E07616" w:rsidRPr="0036143C">
        <w:t xml:space="preserve"> doręczeń</w:t>
      </w:r>
      <w:r w:rsidR="00A37E4A" w:rsidRPr="0036143C">
        <w:t>, o któr</w:t>
      </w:r>
      <w:r w:rsidR="00946112" w:rsidRPr="0036143C">
        <w:t>ych</w:t>
      </w:r>
      <w:r w:rsidR="00A37E4A" w:rsidRPr="0036143C">
        <w:t xml:space="preserve"> mowa w ust. </w:t>
      </w:r>
      <w:r w:rsidR="008D47C3" w:rsidRPr="0036143C">
        <w:t>1</w:t>
      </w:r>
      <w:r w:rsidR="00A37E4A" w:rsidRPr="0036143C">
        <w:t>,</w:t>
      </w:r>
      <w:r w:rsidR="00E07616" w:rsidRPr="0036143C">
        <w:t xml:space="preserve"> oblicza się według wzoru określonego w załączniku do rozporządzenia.</w:t>
      </w:r>
      <w:r w:rsidR="00806645" w:rsidRPr="0036143C">
        <w:t xml:space="preserve"> </w:t>
      </w:r>
    </w:p>
    <w:p w14:paraId="06F1A3CA" w14:textId="1FC8B347" w:rsidR="00E07616" w:rsidRPr="0036143C" w:rsidRDefault="00647F22" w:rsidP="00272CB4">
      <w:pPr>
        <w:pStyle w:val="USTustnpkodeksu"/>
      </w:pPr>
      <w:r w:rsidRPr="0036143C">
        <w:t xml:space="preserve">3. </w:t>
      </w:r>
      <w:r w:rsidR="003C7337" w:rsidRPr="0036143C">
        <w:t>D</w:t>
      </w:r>
      <w:r w:rsidRPr="0036143C">
        <w:t>ostępność</w:t>
      </w:r>
      <w:r w:rsidR="003C7337" w:rsidRPr="0036143C">
        <w:t xml:space="preserve"> skrzynek doręczeń</w:t>
      </w:r>
      <w:r w:rsidRPr="0036143C">
        <w:t xml:space="preserve"> </w:t>
      </w:r>
      <w:r w:rsidR="00504205" w:rsidRPr="0036143C">
        <w:t xml:space="preserve">jest </w:t>
      </w:r>
      <w:r w:rsidRPr="0036143C">
        <w:t>obliczana z wyłączeniem czasu niedostępności</w:t>
      </w:r>
      <w:r w:rsidR="003C7337" w:rsidRPr="0036143C">
        <w:t xml:space="preserve"> nieplanowanej</w:t>
      </w:r>
      <w:r w:rsidRPr="0036143C">
        <w:t xml:space="preserve"> z przyczyn nieleżących po stronie operatora wyznaczonego.</w:t>
      </w:r>
    </w:p>
    <w:p w14:paraId="49131100" w14:textId="4C32AC63" w:rsidR="00ED358A" w:rsidRPr="0036143C" w:rsidRDefault="00E07616" w:rsidP="00C804A1">
      <w:pPr>
        <w:pStyle w:val="ARTartustawynprozporzdzenia"/>
        <w:rPr>
          <w:rFonts w:ascii="Times New Roman" w:hAnsi="Times New Roman"/>
        </w:rPr>
      </w:pPr>
      <w:r w:rsidRPr="0036143C">
        <w:rPr>
          <w:rStyle w:val="Ppogrubienie"/>
        </w:rPr>
        <w:t>§ </w:t>
      </w:r>
      <w:r w:rsidR="00764B20" w:rsidRPr="0036143C">
        <w:rPr>
          <w:rStyle w:val="Ppogrubienie"/>
        </w:rPr>
        <w:t>2</w:t>
      </w:r>
      <w:r w:rsidRPr="0036143C">
        <w:rPr>
          <w:rStyle w:val="Ppogrubienie"/>
        </w:rPr>
        <w:t>.</w:t>
      </w:r>
      <w:r w:rsidRPr="0036143C">
        <w:rPr>
          <w:rStyle w:val="Ppogrubienie"/>
          <w:rFonts w:ascii="Times New Roman" w:hAnsi="Times New Roman"/>
          <w:b w:val="0"/>
        </w:rPr>
        <w:t xml:space="preserve"> 1</w:t>
      </w:r>
      <w:r w:rsidRPr="0036143C">
        <w:rPr>
          <w:rFonts w:ascii="Times New Roman" w:hAnsi="Times New Roman"/>
        </w:rPr>
        <w:t>. Operator wyznaczony może dokonywać planowanych prac serwisowych</w:t>
      </w:r>
      <w:r w:rsidR="0079517F" w:rsidRPr="0036143C">
        <w:rPr>
          <w:rFonts w:ascii="Times New Roman" w:hAnsi="Times New Roman"/>
        </w:rPr>
        <w:t>.</w:t>
      </w:r>
      <w:r w:rsidRPr="0036143C">
        <w:rPr>
          <w:rFonts w:ascii="Times New Roman" w:hAnsi="Times New Roman"/>
        </w:rPr>
        <w:t xml:space="preserve"> </w:t>
      </w:r>
      <w:r w:rsidR="00806645" w:rsidRPr="0036143C">
        <w:rPr>
          <w:rFonts w:ascii="Times New Roman" w:hAnsi="Times New Roman"/>
        </w:rPr>
        <w:t>Planowane prace serwisowe, które powodują niedostępność skrzynek doręczeń</w:t>
      </w:r>
      <w:r w:rsidR="0074612F" w:rsidRPr="0036143C">
        <w:rPr>
          <w:rFonts w:ascii="Times New Roman" w:hAnsi="Times New Roman"/>
        </w:rPr>
        <w:t>,</w:t>
      </w:r>
      <w:r w:rsidR="00806645" w:rsidRPr="0036143C">
        <w:rPr>
          <w:rFonts w:ascii="Times New Roman" w:hAnsi="Times New Roman"/>
        </w:rPr>
        <w:t xml:space="preserve"> </w:t>
      </w:r>
      <w:r w:rsidR="003C7337" w:rsidRPr="0036143C">
        <w:rPr>
          <w:rFonts w:ascii="Times New Roman" w:hAnsi="Times New Roman"/>
        </w:rPr>
        <w:t xml:space="preserve">mogą odbywać </w:t>
      </w:r>
      <w:r w:rsidR="00806645" w:rsidRPr="0036143C">
        <w:rPr>
          <w:rFonts w:ascii="Times New Roman" w:hAnsi="Times New Roman"/>
        </w:rPr>
        <w:t>się</w:t>
      </w:r>
      <w:r w:rsidR="00ED358A" w:rsidRPr="0036143C">
        <w:rPr>
          <w:rFonts w:ascii="Times New Roman" w:hAnsi="Times New Roman"/>
        </w:rPr>
        <w:t>:</w:t>
      </w:r>
    </w:p>
    <w:p w14:paraId="49B6970E" w14:textId="77777777" w:rsidR="00225122" w:rsidRPr="0036143C" w:rsidRDefault="00225122" w:rsidP="00504205">
      <w:pPr>
        <w:pStyle w:val="PKTpunkt"/>
      </w:pPr>
      <w:r w:rsidRPr="0036143C">
        <w:t xml:space="preserve">1) w godzinach 00:30 – 06:00 w dni powszednie i soboty;  </w:t>
      </w:r>
    </w:p>
    <w:p w14:paraId="7CCDD557" w14:textId="77777777" w:rsidR="00225122" w:rsidRPr="0036143C" w:rsidRDefault="00225122" w:rsidP="00504205">
      <w:pPr>
        <w:pStyle w:val="PKTpunkt"/>
      </w:pPr>
      <w:r w:rsidRPr="0036143C">
        <w:t xml:space="preserve">2) w godzinach 15:00 – 20:00 w niedziele. </w:t>
      </w:r>
    </w:p>
    <w:p w14:paraId="20D179A4" w14:textId="23971160" w:rsidR="00225122" w:rsidRPr="0036143C" w:rsidRDefault="00C804A1" w:rsidP="00504205">
      <w:pPr>
        <w:pStyle w:val="USTustnpkodeksu"/>
      </w:pPr>
      <w:r w:rsidRPr="0036143C">
        <w:t>2</w:t>
      </w:r>
      <w:r w:rsidR="00225122" w:rsidRPr="0036143C">
        <w:t>. Planowane prace serwisowe są zgłaszane organowi sprawującemu nadzór nad publiczną usługą rejestrowanego doręczenia elektronicznego co najmniej z 24 godzinnym wyprzedzeniem, a w przypadku prac serwisowych planowanych w okresie dłuższym niż miesiąc – z wyprzedzeniem 7 dni.</w:t>
      </w:r>
    </w:p>
    <w:p w14:paraId="6A992817" w14:textId="26E205DF" w:rsidR="004E2A44" w:rsidRPr="0036143C" w:rsidRDefault="00C804A1" w:rsidP="00504205">
      <w:pPr>
        <w:pStyle w:val="USTustnpkodeksu"/>
      </w:pPr>
      <w:r w:rsidRPr="0036143C">
        <w:t>3</w:t>
      </w:r>
      <w:r w:rsidR="00E07616" w:rsidRPr="0036143C">
        <w:t xml:space="preserve">. </w:t>
      </w:r>
      <w:r w:rsidR="00B63A70" w:rsidRPr="0036143C">
        <w:t xml:space="preserve">Łączny czas </w:t>
      </w:r>
      <w:r w:rsidR="003C7337" w:rsidRPr="0036143C">
        <w:t xml:space="preserve">planowanej </w:t>
      </w:r>
      <w:r w:rsidR="00B63A70" w:rsidRPr="0036143C">
        <w:t>niedostępności skrzy</w:t>
      </w:r>
      <w:r w:rsidR="003C7337" w:rsidRPr="0036143C">
        <w:t>nek</w:t>
      </w:r>
      <w:r w:rsidR="00B63A70" w:rsidRPr="0036143C">
        <w:t xml:space="preserve"> doręczeń </w:t>
      </w:r>
      <w:r w:rsidR="003E6843" w:rsidRPr="0036143C">
        <w:t>w przypadku</w:t>
      </w:r>
      <w:r w:rsidR="00B63A70" w:rsidRPr="0036143C">
        <w:t xml:space="preserve"> prac, o</w:t>
      </w:r>
      <w:r w:rsidR="00867FAC" w:rsidRPr="0036143C">
        <w:t> </w:t>
      </w:r>
      <w:r w:rsidR="00B63A70" w:rsidRPr="0036143C">
        <w:t>których mowa w ust. 2, nie może przekroczyć 5 godzin i 30 minut tygodniowo</w:t>
      </w:r>
      <w:r w:rsidR="003C4FE2" w:rsidRPr="0036143C">
        <w:t>.</w:t>
      </w:r>
    </w:p>
    <w:p w14:paraId="4AF185C4" w14:textId="69C8B834" w:rsidR="00E07616" w:rsidRPr="0036143C" w:rsidRDefault="00E07616" w:rsidP="008B517B">
      <w:pPr>
        <w:pStyle w:val="ARTartustawynprozporzdzenia"/>
        <w:rPr>
          <w:rFonts w:ascii="Times New Roman" w:hAnsi="Times New Roman"/>
        </w:rPr>
      </w:pPr>
      <w:r w:rsidRPr="0036143C">
        <w:rPr>
          <w:rStyle w:val="Ppogrubienie"/>
        </w:rPr>
        <w:t>§ </w:t>
      </w:r>
      <w:r w:rsidR="000521FE" w:rsidRPr="0036143C">
        <w:rPr>
          <w:rStyle w:val="Ppogrubienie"/>
        </w:rPr>
        <w:t>3</w:t>
      </w:r>
      <w:r w:rsidRPr="0036143C">
        <w:rPr>
          <w:rStyle w:val="Ppogrubienie"/>
        </w:rPr>
        <w:t>.</w:t>
      </w:r>
      <w:r w:rsidRPr="0036143C">
        <w:rPr>
          <w:rFonts w:ascii="Times New Roman" w:hAnsi="Times New Roman"/>
        </w:rPr>
        <w:t xml:space="preserve"> 1. Gwarantowana pojemność</w:t>
      </w:r>
      <w:r w:rsidR="00BC58EE" w:rsidRPr="0036143C">
        <w:rPr>
          <w:rFonts w:ascii="Times New Roman" w:hAnsi="Times New Roman"/>
        </w:rPr>
        <w:t xml:space="preserve"> każdej ze</w:t>
      </w:r>
      <w:r w:rsidRPr="0036143C">
        <w:rPr>
          <w:rFonts w:ascii="Times New Roman" w:hAnsi="Times New Roman"/>
        </w:rPr>
        <w:t xml:space="preserve"> skrzynek doręczeń wynosi </w:t>
      </w:r>
      <w:r w:rsidR="00F264E7" w:rsidRPr="0036143C">
        <w:rPr>
          <w:rFonts w:ascii="Times New Roman" w:hAnsi="Times New Roman"/>
        </w:rPr>
        <w:t xml:space="preserve">30 </w:t>
      </w:r>
      <w:r w:rsidRPr="0036143C">
        <w:rPr>
          <w:rFonts w:ascii="Times New Roman" w:hAnsi="Times New Roman"/>
        </w:rPr>
        <w:t xml:space="preserve">GB dla podmiotów publicznych i </w:t>
      </w:r>
      <w:r w:rsidR="00F264E7" w:rsidRPr="0036143C">
        <w:rPr>
          <w:rFonts w:ascii="Times New Roman" w:hAnsi="Times New Roman"/>
        </w:rPr>
        <w:t xml:space="preserve">3 </w:t>
      </w:r>
      <w:r w:rsidRPr="0036143C">
        <w:rPr>
          <w:rFonts w:ascii="Times New Roman" w:hAnsi="Times New Roman"/>
        </w:rPr>
        <w:t>GB dla podmiotów niepublicznych</w:t>
      </w:r>
      <w:r w:rsidR="00F264E7" w:rsidRPr="0036143C">
        <w:rPr>
          <w:rFonts w:ascii="Times New Roman" w:hAnsi="Times New Roman"/>
        </w:rPr>
        <w:t xml:space="preserve">. </w:t>
      </w:r>
    </w:p>
    <w:p w14:paraId="44A20372" w14:textId="4A7092C5" w:rsidR="00922CC6" w:rsidRPr="0036143C" w:rsidRDefault="00DA6B67" w:rsidP="00504205">
      <w:pPr>
        <w:pStyle w:val="USTustnpkodeksu"/>
      </w:pPr>
      <w:r w:rsidRPr="0036143C">
        <w:lastRenderedPageBreak/>
        <w:t xml:space="preserve">2. Operator wyznaczony zapewniając gwarantowaną pojemność skrzynek doręczeń umożliwia pobranie na skrzynkę doręczeń korespondencji, w tym z wykorzystaniem reguł przekazywania </w:t>
      </w:r>
      <w:r w:rsidR="005366B8" w:rsidRPr="0036143C">
        <w:t xml:space="preserve">w sposób automatyczny </w:t>
      </w:r>
      <w:r w:rsidRPr="0036143C">
        <w:t>korespondencji do innych systemów teleinformatycznych</w:t>
      </w:r>
      <w:r w:rsidR="005366B8" w:rsidRPr="0036143C">
        <w:t>.</w:t>
      </w:r>
      <w:r w:rsidRPr="0036143C">
        <w:t xml:space="preserve"> </w:t>
      </w:r>
    </w:p>
    <w:p w14:paraId="4F15649E" w14:textId="166B140B" w:rsidR="00E07616" w:rsidRPr="0036143C" w:rsidRDefault="006E125D" w:rsidP="00504205">
      <w:pPr>
        <w:pStyle w:val="USTustnpkodeksu"/>
      </w:pPr>
      <w:r w:rsidRPr="0036143C">
        <w:t xml:space="preserve">3. Do </w:t>
      </w:r>
      <w:r w:rsidR="00E07616" w:rsidRPr="0036143C">
        <w:t xml:space="preserve">gwarantowanej pojemności skrzynek </w:t>
      </w:r>
      <w:r w:rsidRPr="0036143C">
        <w:t xml:space="preserve">doręczeń </w:t>
      </w:r>
      <w:r w:rsidR="00E07616" w:rsidRPr="0036143C">
        <w:t xml:space="preserve">nie wlicza się </w:t>
      </w:r>
      <w:r w:rsidR="00AC4CD9" w:rsidRPr="0036143C">
        <w:t xml:space="preserve">pojemności </w:t>
      </w:r>
      <w:r w:rsidR="00E07616" w:rsidRPr="0036143C">
        <w:t xml:space="preserve">na </w:t>
      </w:r>
      <w:r w:rsidRPr="0036143C">
        <w:t>korespondencję oczekującą na pobranie</w:t>
      </w:r>
      <w:r w:rsidR="00E07616" w:rsidRPr="0036143C">
        <w:t xml:space="preserve"> </w:t>
      </w:r>
      <w:r w:rsidRPr="0036143C">
        <w:t>w ramach</w:t>
      </w:r>
      <w:r w:rsidR="00E07616" w:rsidRPr="0036143C">
        <w:t xml:space="preserve"> publicznej usługi rejestrowanego doręczenia elektronicznego na skrzynkę doręczeń.</w:t>
      </w:r>
    </w:p>
    <w:p w14:paraId="02C1D89E" w14:textId="2974F150" w:rsidR="00E07616" w:rsidRPr="0036143C" w:rsidRDefault="00E07616" w:rsidP="00504205">
      <w:pPr>
        <w:pStyle w:val="USTustnpkodeksu"/>
      </w:pPr>
      <w:r w:rsidRPr="0036143C">
        <w:t xml:space="preserve">4. Operator wyznaczony </w:t>
      </w:r>
      <w:r w:rsidR="006E125D" w:rsidRPr="0036143C">
        <w:t>zapewnia gwarantowaną</w:t>
      </w:r>
      <w:r w:rsidRPr="0036143C">
        <w:t xml:space="preserve"> pojemność skrzynek doręczeń od momentu ich aktywacji.</w:t>
      </w:r>
    </w:p>
    <w:p w14:paraId="3D4C4A8A" w14:textId="77777777" w:rsidR="00922CC6" w:rsidRPr="008A00BD" w:rsidRDefault="00E07616" w:rsidP="001745B2">
      <w:pPr>
        <w:pStyle w:val="ARTartustawynprozporzdzenia"/>
        <w:rPr>
          <w:rFonts w:ascii="Times New Roman" w:hAnsi="Times New Roman" w:cs="Times New Roman"/>
          <w:szCs w:val="24"/>
        </w:rPr>
      </w:pPr>
      <w:r w:rsidRPr="008A00BD">
        <w:rPr>
          <w:rStyle w:val="Ppogrubienie"/>
          <w:rFonts w:ascii="Times New Roman" w:hAnsi="Times New Roman" w:cs="Times New Roman"/>
          <w:szCs w:val="24"/>
        </w:rPr>
        <w:t>§ </w:t>
      </w:r>
      <w:r w:rsidR="000521FE" w:rsidRPr="008A00BD">
        <w:rPr>
          <w:rStyle w:val="Ppogrubienie"/>
          <w:rFonts w:ascii="Times New Roman" w:hAnsi="Times New Roman" w:cs="Times New Roman"/>
          <w:szCs w:val="24"/>
        </w:rPr>
        <w:t>4</w:t>
      </w:r>
      <w:r w:rsidRPr="008A00BD">
        <w:rPr>
          <w:rStyle w:val="Ppogrubienie"/>
          <w:rFonts w:ascii="Times New Roman" w:hAnsi="Times New Roman" w:cs="Times New Roman"/>
          <w:szCs w:val="24"/>
        </w:rPr>
        <w:t>.</w:t>
      </w:r>
      <w:r w:rsidRPr="008A00BD">
        <w:rPr>
          <w:rFonts w:ascii="Times New Roman" w:hAnsi="Times New Roman" w:cs="Times New Roman"/>
          <w:szCs w:val="24"/>
        </w:rPr>
        <w:t xml:space="preserve"> </w:t>
      </w:r>
      <w:r w:rsidR="00922CC6" w:rsidRPr="008A00BD">
        <w:rPr>
          <w:rFonts w:ascii="Times New Roman" w:hAnsi="Times New Roman" w:cs="Times New Roman"/>
          <w:szCs w:val="24"/>
        </w:rPr>
        <w:t xml:space="preserve">1. Operator wyznaczony monitoruje na bieżąco stopień zapełnienia każdej skrzynki doręczeń. </w:t>
      </w:r>
    </w:p>
    <w:p w14:paraId="4EC83E99" w14:textId="2B2272FB" w:rsidR="00E07616" w:rsidRPr="008A00BD" w:rsidRDefault="00E07616" w:rsidP="00504205">
      <w:pPr>
        <w:pStyle w:val="USTustnpkodeksu"/>
        <w:rPr>
          <w:rFonts w:ascii="Times New Roman" w:hAnsi="Times New Roman" w:cs="Times New Roman"/>
          <w:szCs w:val="24"/>
        </w:rPr>
      </w:pPr>
      <w:r w:rsidRPr="008A00BD">
        <w:rPr>
          <w:rFonts w:ascii="Times New Roman" w:hAnsi="Times New Roman" w:cs="Times New Roman"/>
          <w:szCs w:val="24"/>
        </w:rPr>
        <w:t xml:space="preserve">2. Operator wyznaczony </w:t>
      </w:r>
      <w:r w:rsidR="0001101A" w:rsidRPr="008A00BD">
        <w:rPr>
          <w:rFonts w:ascii="Times New Roman" w:hAnsi="Times New Roman" w:cs="Times New Roman"/>
          <w:szCs w:val="24"/>
        </w:rPr>
        <w:t xml:space="preserve">przy </w:t>
      </w:r>
      <w:r w:rsidRPr="008A00BD">
        <w:rPr>
          <w:rFonts w:ascii="Times New Roman" w:hAnsi="Times New Roman" w:cs="Times New Roman"/>
          <w:szCs w:val="24"/>
        </w:rPr>
        <w:t>zapełnieni</w:t>
      </w:r>
      <w:r w:rsidR="0001101A" w:rsidRPr="008A00BD">
        <w:rPr>
          <w:rFonts w:ascii="Times New Roman" w:hAnsi="Times New Roman" w:cs="Times New Roman"/>
          <w:szCs w:val="24"/>
        </w:rPr>
        <w:t>u 90%</w:t>
      </w:r>
      <w:r w:rsidRPr="008A00BD">
        <w:rPr>
          <w:rFonts w:ascii="Times New Roman" w:hAnsi="Times New Roman" w:cs="Times New Roman"/>
          <w:szCs w:val="24"/>
        </w:rPr>
        <w:t xml:space="preserve"> </w:t>
      </w:r>
      <w:r w:rsidR="005366B8" w:rsidRPr="008A00BD">
        <w:rPr>
          <w:rFonts w:ascii="Times New Roman" w:hAnsi="Times New Roman" w:cs="Times New Roman"/>
          <w:szCs w:val="24"/>
        </w:rPr>
        <w:t xml:space="preserve">gwarantowanej </w:t>
      </w:r>
      <w:r w:rsidR="00AC4CD9" w:rsidRPr="008A00BD">
        <w:rPr>
          <w:rFonts w:ascii="Times New Roman" w:hAnsi="Times New Roman" w:cs="Times New Roman"/>
          <w:szCs w:val="24"/>
        </w:rPr>
        <w:t xml:space="preserve">pojemności </w:t>
      </w:r>
      <w:r w:rsidR="005366B8" w:rsidRPr="008A00BD">
        <w:rPr>
          <w:rFonts w:ascii="Times New Roman" w:hAnsi="Times New Roman" w:cs="Times New Roman"/>
          <w:szCs w:val="24"/>
        </w:rPr>
        <w:t>skrzynki doręczeń</w:t>
      </w:r>
      <w:r w:rsidR="00D15470" w:rsidRPr="008A00BD">
        <w:rPr>
          <w:rFonts w:ascii="Times New Roman" w:hAnsi="Times New Roman" w:cs="Times New Roman"/>
          <w:szCs w:val="24"/>
        </w:rPr>
        <w:t xml:space="preserve"> </w:t>
      </w:r>
      <w:r w:rsidR="009720DB" w:rsidRPr="008A00BD">
        <w:rPr>
          <w:rFonts w:ascii="Times New Roman" w:hAnsi="Times New Roman" w:cs="Times New Roman"/>
          <w:szCs w:val="24"/>
        </w:rPr>
        <w:t xml:space="preserve">jednorazowo </w:t>
      </w:r>
      <w:r w:rsidR="0021509F" w:rsidRPr="008A00BD">
        <w:rPr>
          <w:rFonts w:ascii="Times New Roman" w:hAnsi="Times New Roman" w:cs="Times New Roman"/>
          <w:szCs w:val="24"/>
        </w:rPr>
        <w:t xml:space="preserve">informuje </w:t>
      </w:r>
      <w:r w:rsidR="001E71D3" w:rsidRPr="008A00BD">
        <w:rPr>
          <w:rFonts w:ascii="Times New Roman" w:hAnsi="Times New Roman" w:cs="Times New Roman"/>
          <w:szCs w:val="24"/>
        </w:rPr>
        <w:t xml:space="preserve">podmiot </w:t>
      </w:r>
      <w:r w:rsidR="00D15470" w:rsidRPr="008A00BD">
        <w:rPr>
          <w:rFonts w:ascii="Times New Roman" w:hAnsi="Times New Roman" w:cs="Times New Roman"/>
          <w:szCs w:val="24"/>
        </w:rPr>
        <w:t xml:space="preserve">o </w:t>
      </w:r>
      <w:r w:rsidR="0021509F" w:rsidRPr="008A00BD">
        <w:rPr>
          <w:rFonts w:ascii="Times New Roman" w:hAnsi="Times New Roman" w:cs="Times New Roman"/>
          <w:szCs w:val="24"/>
        </w:rPr>
        <w:t>skutka</w:t>
      </w:r>
      <w:r w:rsidR="00D15470" w:rsidRPr="008A00BD">
        <w:rPr>
          <w:rFonts w:ascii="Times New Roman" w:hAnsi="Times New Roman" w:cs="Times New Roman"/>
          <w:szCs w:val="24"/>
        </w:rPr>
        <w:t>ch</w:t>
      </w:r>
      <w:r w:rsidR="0021509F" w:rsidRPr="008A00BD">
        <w:rPr>
          <w:rFonts w:ascii="Times New Roman" w:hAnsi="Times New Roman" w:cs="Times New Roman"/>
          <w:szCs w:val="24"/>
        </w:rPr>
        <w:t xml:space="preserve"> </w:t>
      </w:r>
      <w:r w:rsidRPr="008A00BD">
        <w:rPr>
          <w:rFonts w:ascii="Times New Roman" w:hAnsi="Times New Roman" w:cs="Times New Roman"/>
          <w:szCs w:val="24"/>
        </w:rPr>
        <w:t>zapełnienia skrzynki doręczeń</w:t>
      </w:r>
      <w:r w:rsidR="001F09A7" w:rsidRPr="008A00BD">
        <w:rPr>
          <w:rFonts w:ascii="Times New Roman" w:hAnsi="Times New Roman" w:cs="Times New Roman"/>
          <w:szCs w:val="24"/>
        </w:rPr>
        <w:t>, o których mowa w ust. 3</w:t>
      </w:r>
      <w:r w:rsidRPr="008A00BD">
        <w:rPr>
          <w:rFonts w:ascii="Times New Roman" w:hAnsi="Times New Roman" w:cs="Times New Roman"/>
          <w:szCs w:val="24"/>
        </w:rPr>
        <w:t>.</w:t>
      </w:r>
    </w:p>
    <w:p w14:paraId="73164BB2" w14:textId="6134B152" w:rsidR="00E07616" w:rsidRPr="008A00BD" w:rsidRDefault="00E07616" w:rsidP="00504205">
      <w:pPr>
        <w:pStyle w:val="USTustnpkodeksu"/>
        <w:rPr>
          <w:rFonts w:ascii="Times New Roman" w:hAnsi="Times New Roman" w:cs="Times New Roman"/>
          <w:szCs w:val="24"/>
        </w:rPr>
      </w:pPr>
      <w:r w:rsidRPr="008A00BD">
        <w:rPr>
          <w:rFonts w:ascii="Times New Roman" w:hAnsi="Times New Roman" w:cs="Times New Roman"/>
          <w:szCs w:val="24"/>
        </w:rPr>
        <w:t>3. Po zapełnieniu</w:t>
      </w:r>
      <w:r w:rsidR="0001101A" w:rsidRPr="008A00BD">
        <w:rPr>
          <w:rFonts w:ascii="Times New Roman" w:hAnsi="Times New Roman" w:cs="Times New Roman"/>
          <w:szCs w:val="24"/>
        </w:rPr>
        <w:t xml:space="preserve"> 98%</w:t>
      </w:r>
      <w:r w:rsidRPr="008A00BD">
        <w:rPr>
          <w:rFonts w:ascii="Times New Roman" w:hAnsi="Times New Roman" w:cs="Times New Roman"/>
          <w:szCs w:val="24"/>
        </w:rPr>
        <w:t xml:space="preserve"> </w:t>
      </w:r>
      <w:r w:rsidR="005366B8" w:rsidRPr="008A00BD">
        <w:rPr>
          <w:rFonts w:ascii="Times New Roman" w:hAnsi="Times New Roman" w:cs="Times New Roman"/>
          <w:szCs w:val="24"/>
        </w:rPr>
        <w:t>gwarantowanej</w:t>
      </w:r>
      <w:r w:rsidR="00AC4CD9" w:rsidRPr="008A00BD">
        <w:rPr>
          <w:rFonts w:ascii="Times New Roman" w:hAnsi="Times New Roman" w:cs="Times New Roman"/>
          <w:szCs w:val="24"/>
        </w:rPr>
        <w:t xml:space="preserve"> </w:t>
      </w:r>
      <w:r w:rsidR="005366B8" w:rsidRPr="008A00BD">
        <w:rPr>
          <w:rFonts w:ascii="Times New Roman" w:hAnsi="Times New Roman" w:cs="Times New Roman"/>
          <w:szCs w:val="24"/>
        </w:rPr>
        <w:t>pojemności</w:t>
      </w:r>
      <w:r w:rsidR="004871B1" w:rsidRPr="008A00BD">
        <w:rPr>
          <w:rFonts w:ascii="Times New Roman" w:hAnsi="Times New Roman" w:cs="Times New Roman"/>
          <w:szCs w:val="24"/>
        </w:rPr>
        <w:t xml:space="preserve"> </w:t>
      </w:r>
      <w:r w:rsidRPr="008A00BD">
        <w:rPr>
          <w:rFonts w:ascii="Times New Roman" w:hAnsi="Times New Roman" w:cs="Times New Roman"/>
          <w:szCs w:val="24"/>
        </w:rPr>
        <w:t>skrzynk</w:t>
      </w:r>
      <w:r w:rsidR="005366B8" w:rsidRPr="008A00BD">
        <w:rPr>
          <w:rFonts w:ascii="Times New Roman" w:hAnsi="Times New Roman" w:cs="Times New Roman"/>
          <w:szCs w:val="24"/>
        </w:rPr>
        <w:t>i</w:t>
      </w:r>
      <w:r w:rsidRPr="008A00BD">
        <w:rPr>
          <w:rFonts w:ascii="Times New Roman" w:hAnsi="Times New Roman" w:cs="Times New Roman"/>
          <w:szCs w:val="24"/>
        </w:rPr>
        <w:t xml:space="preserve"> doręczeń </w:t>
      </w:r>
      <w:r w:rsidR="005366B8" w:rsidRPr="008A00BD">
        <w:rPr>
          <w:rFonts w:ascii="Times New Roman" w:hAnsi="Times New Roman" w:cs="Times New Roman"/>
          <w:szCs w:val="24"/>
        </w:rPr>
        <w:t>operator wyznaczony umożliwia</w:t>
      </w:r>
      <w:r w:rsidRPr="008A00BD">
        <w:rPr>
          <w:rFonts w:ascii="Times New Roman" w:hAnsi="Times New Roman" w:cs="Times New Roman"/>
          <w:szCs w:val="24"/>
        </w:rPr>
        <w:t xml:space="preserve"> użytkownikowi jedynie </w:t>
      </w:r>
      <w:r w:rsidR="004871B1" w:rsidRPr="008A00BD">
        <w:rPr>
          <w:rFonts w:ascii="Times New Roman" w:hAnsi="Times New Roman" w:cs="Times New Roman"/>
          <w:szCs w:val="24"/>
        </w:rPr>
        <w:t>odczytywanie</w:t>
      </w:r>
      <w:r w:rsidR="0060373E" w:rsidRPr="008A00BD">
        <w:rPr>
          <w:rFonts w:ascii="Times New Roman" w:hAnsi="Times New Roman" w:cs="Times New Roman"/>
          <w:szCs w:val="24"/>
        </w:rPr>
        <w:t xml:space="preserve"> </w:t>
      </w:r>
      <w:r w:rsidR="004871B1" w:rsidRPr="008A00BD">
        <w:rPr>
          <w:rFonts w:ascii="Times New Roman" w:hAnsi="Times New Roman" w:cs="Times New Roman"/>
          <w:szCs w:val="24"/>
        </w:rPr>
        <w:t xml:space="preserve">i </w:t>
      </w:r>
      <w:r w:rsidRPr="008A00BD">
        <w:rPr>
          <w:rFonts w:ascii="Times New Roman" w:hAnsi="Times New Roman" w:cs="Times New Roman"/>
          <w:szCs w:val="24"/>
        </w:rPr>
        <w:t xml:space="preserve">usuwanie korespondencji. </w:t>
      </w:r>
      <w:r w:rsidR="004871B1" w:rsidRPr="008A00BD">
        <w:rPr>
          <w:rFonts w:ascii="Times New Roman" w:hAnsi="Times New Roman" w:cs="Times New Roman"/>
          <w:szCs w:val="24"/>
        </w:rPr>
        <w:t xml:space="preserve">W tym przypadku </w:t>
      </w:r>
      <w:r w:rsidRPr="008A00BD">
        <w:rPr>
          <w:rFonts w:ascii="Times New Roman" w:hAnsi="Times New Roman" w:cs="Times New Roman"/>
          <w:szCs w:val="24"/>
        </w:rPr>
        <w:t xml:space="preserve">użytkownik traci możliwość </w:t>
      </w:r>
      <w:r w:rsidR="00694E2E" w:rsidRPr="008A00BD">
        <w:rPr>
          <w:rFonts w:ascii="Times New Roman" w:hAnsi="Times New Roman" w:cs="Times New Roman"/>
          <w:szCs w:val="24"/>
        </w:rPr>
        <w:t xml:space="preserve">pobierania na skrzynkę, </w:t>
      </w:r>
      <w:r w:rsidRPr="008A00BD">
        <w:rPr>
          <w:rFonts w:ascii="Times New Roman" w:hAnsi="Times New Roman" w:cs="Times New Roman"/>
          <w:szCs w:val="24"/>
        </w:rPr>
        <w:t xml:space="preserve">wysyłania </w:t>
      </w:r>
      <w:r w:rsidR="009720DB" w:rsidRPr="008A00BD">
        <w:rPr>
          <w:rFonts w:ascii="Times New Roman" w:hAnsi="Times New Roman" w:cs="Times New Roman"/>
          <w:szCs w:val="24"/>
        </w:rPr>
        <w:t xml:space="preserve">oraz tworzenia nowej </w:t>
      </w:r>
      <w:r w:rsidR="00D94612" w:rsidRPr="008A00BD">
        <w:rPr>
          <w:rFonts w:ascii="Times New Roman" w:hAnsi="Times New Roman" w:cs="Times New Roman"/>
          <w:szCs w:val="24"/>
        </w:rPr>
        <w:t>korespondencji</w:t>
      </w:r>
      <w:r w:rsidRPr="008A00BD">
        <w:rPr>
          <w:rFonts w:ascii="Times New Roman" w:hAnsi="Times New Roman" w:cs="Times New Roman"/>
          <w:szCs w:val="24"/>
        </w:rPr>
        <w:t>.</w:t>
      </w:r>
      <w:r w:rsidR="00694E2E" w:rsidRPr="008A00BD">
        <w:rPr>
          <w:rFonts w:ascii="Times New Roman" w:hAnsi="Times New Roman" w:cs="Times New Roman"/>
          <w:szCs w:val="24"/>
        </w:rPr>
        <w:t xml:space="preserve"> </w:t>
      </w:r>
    </w:p>
    <w:p w14:paraId="622EF8FC" w14:textId="7FFC7830" w:rsidR="007F1CD0" w:rsidRPr="008A00BD" w:rsidRDefault="00E07616" w:rsidP="00504205">
      <w:pPr>
        <w:pStyle w:val="USTustnpkodeksu"/>
        <w:rPr>
          <w:rFonts w:ascii="Times New Roman" w:hAnsi="Times New Roman" w:cs="Times New Roman"/>
          <w:szCs w:val="24"/>
        </w:rPr>
      </w:pPr>
      <w:r w:rsidRPr="008A00BD">
        <w:rPr>
          <w:rFonts w:ascii="Times New Roman" w:hAnsi="Times New Roman" w:cs="Times New Roman"/>
          <w:szCs w:val="24"/>
        </w:rPr>
        <w:t>4.</w:t>
      </w:r>
      <w:r w:rsidR="007F1CD0" w:rsidRPr="008A00BD">
        <w:rPr>
          <w:rFonts w:ascii="Times New Roman" w:hAnsi="Times New Roman" w:cs="Times New Roman"/>
          <w:szCs w:val="24"/>
        </w:rPr>
        <w:t xml:space="preserve"> </w:t>
      </w:r>
      <w:r w:rsidR="00157B4B" w:rsidRPr="008A00BD">
        <w:rPr>
          <w:rFonts w:ascii="Times New Roman" w:hAnsi="Times New Roman" w:cs="Times New Roman"/>
          <w:szCs w:val="24"/>
        </w:rPr>
        <w:t xml:space="preserve">W przypadku zapełnienia przekraczającego </w:t>
      </w:r>
      <w:r w:rsidR="00D147A4" w:rsidRPr="008A00BD">
        <w:rPr>
          <w:rFonts w:ascii="Times New Roman" w:hAnsi="Times New Roman" w:cs="Times New Roman"/>
          <w:szCs w:val="24"/>
        </w:rPr>
        <w:t>98% gwarantowanej pojemności skrzynki doręczeń</w:t>
      </w:r>
      <w:r w:rsidR="00157B4B" w:rsidRPr="008A00BD">
        <w:rPr>
          <w:rFonts w:ascii="Times New Roman" w:hAnsi="Times New Roman" w:cs="Times New Roman"/>
          <w:szCs w:val="24"/>
        </w:rPr>
        <w:t>,</w:t>
      </w:r>
      <w:r w:rsidR="00D147A4" w:rsidRPr="008A00BD">
        <w:rPr>
          <w:rFonts w:ascii="Times New Roman" w:hAnsi="Times New Roman" w:cs="Times New Roman"/>
          <w:szCs w:val="24"/>
        </w:rPr>
        <w:t xml:space="preserve"> </w:t>
      </w:r>
      <w:r w:rsidR="00157B4B" w:rsidRPr="008A00BD">
        <w:rPr>
          <w:rFonts w:ascii="Times New Roman" w:hAnsi="Times New Roman" w:cs="Times New Roman"/>
          <w:szCs w:val="24"/>
        </w:rPr>
        <w:t>w celu zapewnienia gwarantowanej</w:t>
      </w:r>
      <w:r w:rsidR="00226397" w:rsidRPr="008A00BD">
        <w:rPr>
          <w:rFonts w:ascii="Times New Roman" w:hAnsi="Times New Roman" w:cs="Times New Roman"/>
          <w:szCs w:val="24"/>
        </w:rPr>
        <w:t xml:space="preserve"> pojemności skrzynki doręczeń,</w:t>
      </w:r>
      <w:r w:rsidR="00157B4B" w:rsidRPr="008A00BD">
        <w:rPr>
          <w:rFonts w:ascii="Times New Roman" w:hAnsi="Times New Roman" w:cs="Times New Roman"/>
          <w:szCs w:val="24"/>
        </w:rPr>
        <w:t xml:space="preserve"> operator wyznaczony każdorazowo informuje użytkownika o konieczności usunięcia korespondencji</w:t>
      </w:r>
      <w:r w:rsidR="00D147A4" w:rsidRPr="008A00BD">
        <w:rPr>
          <w:rFonts w:ascii="Times New Roman" w:hAnsi="Times New Roman" w:cs="Times New Roman"/>
          <w:szCs w:val="24"/>
        </w:rPr>
        <w:t>.</w:t>
      </w:r>
    </w:p>
    <w:p w14:paraId="6E1580BA" w14:textId="3F12B41D" w:rsidR="007F1CD0" w:rsidRPr="0036143C" w:rsidRDefault="007F1CD0" w:rsidP="007F1CD0">
      <w:pPr>
        <w:pStyle w:val="ARTartustawynprozporzdzenia"/>
        <w:rPr>
          <w:rFonts w:ascii="Times New Roman" w:hAnsi="Times New Roman"/>
        </w:rPr>
      </w:pPr>
      <w:r w:rsidRPr="0036143C">
        <w:rPr>
          <w:rStyle w:val="Ppogrubienie"/>
        </w:rPr>
        <w:t>§ 5.</w:t>
      </w:r>
      <w:r w:rsidRPr="0036143C">
        <w:rPr>
          <w:rFonts w:ascii="Times New Roman" w:hAnsi="Times New Roman"/>
        </w:rPr>
        <w:t xml:space="preserve"> Rozporządzenie wchodzi w życie z dniem następującym po dniu ogłoszenia.</w:t>
      </w:r>
    </w:p>
    <w:p w14:paraId="145C2009" w14:textId="3D4EAF93" w:rsidR="00A44E13" w:rsidRPr="0036143C" w:rsidRDefault="00A44E13" w:rsidP="00A74BE6">
      <w:pPr>
        <w:pStyle w:val="ARTartustawynprozporzdzenia"/>
        <w:rPr>
          <w:rFonts w:ascii="Times New Roman" w:hAnsi="Times New Roman"/>
        </w:rPr>
      </w:pPr>
    </w:p>
    <w:p w14:paraId="68030845" w14:textId="79BEBFC5" w:rsidR="00E07616" w:rsidRDefault="00E07616" w:rsidP="00541A54">
      <w:pPr>
        <w:pStyle w:val="NAZORGWYDnazwaorganuwydajcegoprojektowanyakt"/>
      </w:pPr>
      <w:r w:rsidRPr="0036143C">
        <w:t>MINISTER Cyfryzacji</w:t>
      </w:r>
    </w:p>
    <w:p w14:paraId="048FC8C0" w14:textId="10B7ACDA" w:rsidR="009702FC" w:rsidRPr="0036143C" w:rsidRDefault="009702FC" w:rsidP="009702FC">
      <w:pPr>
        <w:pStyle w:val="OZNPARAFYADNOTACJE"/>
      </w:pPr>
      <w:r>
        <w:rPr>
          <w:rStyle w:val="Ppogrubienie"/>
        </w:rPr>
        <w:br w:type="page"/>
      </w:r>
    </w:p>
    <w:p w14:paraId="4B487019" w14:textId="4D146E78" w:rsidR="00541A54" w:rsidRPr="0036143C" w:rsidRDefault="00272CB4" w:rsidP="00A74BE6">
      <w:pPr>
        <w:widowControl/>
        <w:tabs>
          <w:tab w:val="center" w:pos="4527"/>
        </w:tabs>
        <w:autoSpaceDE/>
        <w:autoSpaceDN/>
        <w:adjustRightInd/>
      </w:pPr>
      <w:r w:rsidRPr="0036143C">
        <w:lastRenderedPageBreak/>
        <w:tab/>
      </w:r>
    </w:p>
    <w:p w14:paraId="49A3E0EB" w14:textId="11DD7155" w:rsidR="00504205" w:rsidRPr="00504205" w:rsidRDefault="00E07616" w:rsidP="00504205">
      <w:pPr>
        <w:pStyle w:val="TEKSTZacznikido"/>
      </w:pPr>
      <w:r w:rsidRPr="00504205">
        <w:t>Załąc</w:t>
      </w:r>
      <w:r w:rsidR="00504205" w:rsidRPr="00504205">
        <w:t xml:space="preserve">znik do rozporządzenia Ministra </w:t>
      </w:r>
      <w:r w:rsidRPr="00504205">
        <w:t xml:space="preserve">Cyfryzacji </w:t>
      </w:r>
    </w:p>
    <w:p w14:paraId="57613F58" w14:textId="6F91DBA3" w:rsidR="00E07616" w:rsidRPr="00504205" w:rsidRDefault="00E07616" w:rsidP="00504205">
      <w:pPr>
        <w:pStyle w:val="TEKSTZacznikido"/>
      </w:pPr>
      <w:r w:rsidRPr="00504205">
        <w:t xml:space="preserve">z dnia  </w:t>
      </w:r>
      <w:r w:rsidR="00504205" w:rsidRPr="00504205">
        <w:t xml:space="preserve">              </w:t>
      </w:r>
      <w:r w:rsidRPr="00504205">
        <w:t xml:space="preserve">  202</w:t>
      </w:r>
      <w:r w:rsidR="00480E91" w:rsidRPr="00504205">
        <w:t>1</w:t>
      </w:r>
      <w:r w:rsidRPr="00504205">
        <w:t xml:space="preserve"> r. (</w:t>
      </w:r>
      <w:r w:rsidR="002F0DB3" w:rsidRPr="00504205">
        <w:t xml:space="preserve">poz. </w:t>
      </w:r>
      <w:r w:rsidRPr="00504205">
        <w:t>….)</w:t>
      </w:r>
    </w:p>
    <w:p w14:paraId="48C7EB9C" w14:textId="46CEBFFF" w:rsidR="00E07616" w:rsidRPr="0036143C" w:rsidRDefault="00E07616" w:rsidP="00E07616">
      <w:pPr>
        <w:pStyle w:val="ARTartustawynprozporzdzenia"/>
      </w:pPr>
      <w:r w:rsidRPr="0036143C">
        <w:t>Dostępność skrzyn</w:t>
      </w:r>
      <w:r w:rsidR="007D4170" w:rsidRPr="0036143C">
        <w:t>ek</w:t>
      </w:r>
      <w:r w:rsidRPr="0036143C">
        <w:t xml:space="preserve"> doręczeń pod</w:t>
      </w:r>
      <w:r w:rsidR="007D4170" w:rsidRPr="0036143C">
        <w:t>miotów</w:t>
      </w:r>
      <w:r w:rsidRPr="0036143C">
        <w:t xml:space="preserve"> publiczn</w:t>
      </w:r>
      <w:r w:rsidR="007D4170" w:rsidRPr="0036143C">
        <w:t>ych</w:t>
      </w:r>
      <w:r w:rsidRPr="0036143C">
        <w:t xml:space="preserve"> i niepubliczn</w:t>
      </w:r>
      <w:r w:rsidR="007D4170" w:rsidRPr="0036143C">
        <w:t>ych</w:t>
      </w:r>
      <w:r w:rsidRPr="0036143C">
        <w:t xml:space="preserve"> oblicza się według wzoru:</w:t>
      </w:r>
    </w:p>
    <w:p w14:paraId="38A694F1" w14:textId="77777777" w:rsidR="00E07616" w:rsidRPr="0036143C" w:rsidRDefault="00E07616" w:rsidP="00E07616">
      <w:pPr>
        <w:pStyle w:val="ARTartustawynprozporzdzenia"/>
      </w:pPr>
      <w:r w:rsidRPr="0036143C">
        <w:rPr>
          <w:rStyle w:val="Kkursywa"/>
        </w:rPr>
        <w:t>dostępność rzeczywista</w:t>
      </w:r>
      <w:r w:rsidRPr="0036143C">
        <w:t xml:space="preserve"> = </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OCD-DON</m:t>
            </m:r>
          </m:num>
          <m:den>
            <m:r>
              <m:rPr>
                <m:sty m:val="p"/>
              </m:rPr>
              <w:rPr>
                <w:rFonts w:ascii="Cambria Math" w:hAnsi="Cambria Math"/>
              </w:rPr>
              <m:t>OCD-(WW*WO)</m:t>
            </m:r>
          </m:den>
        </m:f>
        <m:r>
          <m:rPr>
            <m:sty m:val="p"/>
          </m:rPr>
          <w:rPr>
            <w:rFonts w:ascii="Cambria Math" w:hAnsi="Cambria Math"/>
          </w:rPr>
          <m:t>*100</m:t>
        </m:r>
      </m:oMath>
    </w:p>
    <w:p w14:paraId="4C2216EB" w14:textId="42E23836" w:rsidR="00FF47CD" w:rsidRPr="0036143C" w:rsidRDefault="00E07616" w:rsidP="00504205">
      <w:pPr>
        <w:pStyle w:val="ARTartustawynprozporzdzenia"/>
        <w:rPr>
          <w:rStyle w:val="Ppogrubienie"/>
        </w:rPr>
      </w:pPr>
      <w:r w:rsidRPr="0036143C">
        <w:rPr>
          <w:rStyle w:val="Ppogrubienie"/>
        </w:rPr>
        <w:t>gdzie:</w:t>
      </w:r>
    </w:p>
    <w:tbl>
      <w:tblPr>
        <w:tblStyle w:val="Tabela-Siatka"/>
        <w:tblW w:w="0" w:type="auto"/>
        <w:tblLayout w:type="fixed"/>
        <w:tblLook w:val="04A0" w:firstRow="1" w:lastRow="0" w:firstColumn="1" w:lastColumn="0" w:noHBand="0" w:noVBand="1"/>
      </w:tblPr>
      <w:tblGrid>
        <w:gridCol w:w="1668"/>
        <w:gridCol w:w="7512"/>
      </w:tblGrid>
      <w:tr w:rsidR="007D4170" w:rsidRPr="0036143C" w14:paraId="4E5C6FD2" w14:textId="77777777" w:rsidTr="00E27C4E">
        <w:tc>
          <w:tcPr>
            <w:tcW w:w="1668" w:type="dxa"/>
          </w:tcPr>
          <w:p w14:paraId="715C12E4" w14:textId="68A29DCE" w:rsidR="007D4170" w:rsidRPr="0036143C" w:rsidRDefault="007D4170" w:rsidP="00E07616">
            <w:pPr>
              <w:pStyle w:val="ARTartustawynprozporzdzenia"/>
              <w:ind w:firstLine="0"/>
              <w:rPr>
                <w:rStyle w:val="Ppogrubienie"/>
                <w:b w:val="0"/>
              </w:rPr>
            </w:pPr>
            <w:r w:rsidRPr="0036143C">
              <w:rPr>
                <w:rStyle w:val="Ppogrubienie"/>
                <w:b w:val="0"/>
              </w:rPr>
              <w:t>Współczynnik wzoru</w:t>
            </w:r>
          </w:p>
        </w:tc>
        <w:tc>
          <w:tcPr>
            <w:tcW w:w="7512" w:type="dxa"/>
          </w:tcPr>
          <w:p w14:paraId="4B1B4F00" w14:textId="168B702B" w:rsidR="007D4170" w:rsidRPr="0036143C" w:rsidRDefault="007D4170" w:rsidP="00E07616">
            <w:pPr>
              <w:pStyle w:val="ARTartustawynprozporzdzenia"/>
              <w:ind w:firstLine="0"/>
              <w:rPr>
                <w:rStyle w:val="Ppogrubienie"/>
                <w:b w:val="0"/>
              </w:rPr>
            </w:pPr>
            <w:r w:rsidRPr="0036143C">
              <w:rPr>
                <w:rStyle w:val="Ppogrubienie"/>
                <w:b w:val="0"/>
              </w:rPr>
              <w:t>Definicja</w:t>
            </w:r>
          </w:p>
        </w:tc>
      </w:tr>
      <w:tr w:rsidR="007D4170" w:rsidRPr="0036143C" w14:paraId="707DEFE8" w14:textId="77777777" w:rsidTr="00E27C4E">
        <w:tc>
          <w:tcPr>
            <w:tcW w:w="1668" w:type="dxa"/>
          </w:tcPr>
          <w:p w14:paraId="780F9416" w14:textId="33F73B2F" w:rsidR="007D4170" w:rsidRPr="0036143C" w:rsidRDefault="007D4170" w:rsidP="00E07616">
            <w:pPr>
              <w:pStyle w:val="ARTartustawynprozporzdzenia"/>
              <w:ind w:firstLine="0"/>
              <w:rPr>
                <w:rStyle w:val="Ppogrubienie"/>
                <w:b w:val="0"/>
              </w:rPr>
            </w:pPr>
            <w:r w:rsidRPr="0036143C">
              <w:rPr>
                <w:rStyle w:val="Ppogrubienie"/>
                <w:b w:val="0"/>
              </w:rPr>
              <w:t>OCD</w:t>
            </w:r>
          </w:p>
        </w:tc>
        <w:tc>
          <w:tcPr>
            <w:tcW w:w="7512" w:type="dxa"/>
          </w:tcPr>
          <w:p w14:paraId="73A63084" w14:textId="4BBB75DF" w:rsidR="007D4170" w:rsidRPr="0036143C" w:rsidRDefault="007D4170" w:rsidP="00FF47CD">
            <w:pPr>
              <w:pStyle w:val="ARTartustawynprozporzdzenia"/>
              <w:ind w:firstLine="0"/>
            </w:pPr>
            <w:r w:rsidRPr="0036143C">
              <w:t>Oczekiwana liczba godzin działania usługi tygodniowo.</w:t>
            </w:r>
          </w:p>
          <w:p w14:paraId="04C584DC" w14:textId="10F31360" w:rsidR="007D4170" w:rsidRPr="0036143C" w:rsidRDefault="007D4170" w:rsidP="00E27C4E">
            <w:pPr>
              <w:pStyle w:val="ARTartustawynprozporzdzenia"/>
              <w:ind w:firstLine="0"/>
              <w:rPr>
                <w:rStyle w:val="Ppogrubienie"/>
                <w:b w:val="0"/>
              </w:rPr>
            </w:pPr>
            <w:r w:rsidRPr="0036143C">
              <w:t>Przyjmuje się dla podmiotu publicznego i ni</w:t>
            </w:r>
            <w:r w:rsidR="00504205">
              <w:t>epublicznego</w:t>
            </w:r>
            <w:r w:rsidRPr="0036143C">
              <w:t xml:space="preserve"> wartość OCD 96,73% czasu tygodnia, tj. 162 godziny i 30 minut.</w:t>
            </w:r>
          </w:p>
          <w:p w14:paraId="686A95F1" w14:textId="4E4DEF63" w:rsidR="007D4170" w:rsidRPr="0036143C" w:rsidRDefault="007D4170" w:rsidP="007D4170">
            <w:pPr>
              <w:rPr>
                <w:rStyle w:val="Ppogrubienie"/>
                <w:b w:val="0"/>
              </w:rPr>
            </w:pPr>
          </w:p>
        </w:tc>
      </w:tr>
      <w:tr w:rsidR="007D4170" w:rsidRPr="0036143C" w14:paraId="76BAFE6F" w14:textId="77777777" w:rsidTr="00E27C4E">
        <w:tc>
          <w:tcPr>
            <w:tcW w:w="1668" w:type="dxa"/>
          </w:tcPr>
          <w:p w14:paraId="515E6CAD" w14:textId="31CB2329" w:rsidR="007D4170" w:rsidRPr="0036143C" w:rsidRDefault="007D4170" w:rsidP="00E07616">
            <w:pPr>
              <w:pStyle w:val="ARTartustawynprozporzdzenia"/>
              <w:ind w:firstLine="0"/>
              <w:rPr>
                <w:rStyle w:val="Ppogrubienie"/>
                <w:b w:val="0"/>
              </w:rPr>
            </w:pPr>
            <w:r w:rsidRPr="0036143C">
              <w:t>DON</w:t>
            </w:r>
          </w:p>
        </w:tc>
        <w:tc>
          <w:tcPr>
            <w:tcW w:w="7512" w:type="dxa"/>
          </w:tcPr>
          <w:p w14:paraId="3B97137A" w14:textId="16C8F9CA" w:rsidR="007D4170" w:rsidRPr="0036143C" w:rsidRDefault="007D4170" w:rsidP="00504205">
            <w:pPr>
              <w:pStyle w:val="ARTartustawynprozporzdzenia"/>
              <w:ind w:firstLine="0"/>
            </w:pPr>
            <w:r w:rsidRPr="0036143C">
              <w:t>Dopuszczalny okres niedostępności nieplanowanej tygodniowo</w:t>
            </w:r>
            <w:r w:rsidR="00E27C4E" w:rsidRPr="0036143C">
              <w:t xml:space="preserve">, niedostępności, której </w:t>
            </w:r>
            <w:r w:rsidRPr="0036143C">
              <w:rPr>
                <w:rStyle w:val="Ppogrubienie"/>
                <w:b w:val="0"/>
              </w:rPr>
              <w:t xml:space="preserve">dostawca </w:t>
            </w:r>
            <w:r w:rsidR="00504205">
              <w:rPr>
                <w:rStyle w:val="Ppogrubienie"/>
                <w:b w:val="0"/>
              </w:rPr>
              <w:t>skrzynki doręczeń nie planował.</w:t>
            </w:r>
          </w:p>
          <w:p w14:paraId="4D16BEA6" w14:textId="77777777" w:rsidR="007D4170" w:rsidRPr="0036143C" w:rsidRDefault="007D4170" w:rsidP="00E07616">
            <w:pPr>
              <w:pStyle w:val="ARTartustawynprozporzdzenia"/>
              <w:ind w:firstLine="0"/>
            </w:pPr>
            <w:r w:rsidRPr="0036143C">
              <w:t xml:space="preserve">Przyjmuje się dla podmiotu publicznego i niepublicznego  wartość DON 2,08% czasu tygodnia, tj. 3 godziny i 30 minut. </w:t>
            </w:r>
          </w:p>
          <w:p w14:paraId="19A6AA54" w14:textId="4A878C1B" w:rsidR="00E27C4E" w:rsidRPr="0036143C" w:rsidRDefault="00E27C4E" w:rsidP="00E07616">
            <w:pPr>
              <w:pStyle w:val="ARTartustawynprozporzdzenia"/>
              <w:ind w:firstLine="0"/>
              <w:rPr>
                <w:rStyle w:val="Ppogrubienie"/>
                <w:b w:val="0"/>
              </w:rPr>
            </w:pPr>
          </w:p>
        </w:tc>
      </w:tr>
      <w:tr w:rsidR="007D4170" w:rsidRPr="0036143C" w14:paraId="07225422" w14:textId="77777777" w:rsidTr="00E27C4E">
        <w:tc>
          <w:tcPr>
            <w:tcW w:w="1668" w:type="dxa"/>
          </w:tcPr>
          <w:p w14:paraId="01F0AE08" w14:textId="5F8D1B1B" w:rsidR="007D4170" w:rsidRPr="0036143C" w:rsidRDefault="007D4170" w:rsidP="00E07616">
            <w:pPr>
              <w:pStyle w:val="ARTartustawynprozporzdzenia"/>
              <w:ind w:firstLine="0"/>
              <w:rPr>
                <w:rStyle w:val="Ppogrubienie"/>
                <w:b w:val="0"/>
              </w:rPr>
            </w:pPr>
            <w:r w:rsidRPr="0036143C">
              <w:t>WW</w:t>
            </w:r>
          </w:p>
        </w:tc>
        <w:tc>
          <w:tcPr>
            <w:tcW w:w="7512" w:type="dxa"/>
          </w:tcPr>
          <w:p w14:paraId="14C3D4FA" w14:textId="7F865316" w:rsidR="007D4170" w:rsidRPr="0036143C" w:rsidRDefault="007D4170" w:rsidP="00E07616">
            <w:pPr>
              <w:pStyle w:val="ARTartustawynprozporzdzenia"/>
              <w:ind w:firstLine="0"/>
            </w:pPr>
            <w:r w:rsidRPr="0036143C">
              <w:t>Współczynnik wiadomości wysłanych tygodniowo.</w:t>
            </w:r>
          </w:p>
          <w:p w14:paraId="7D5E818B" w14:textId="7EDB87A8" w:rsidR="007D4170" w:rsidRPr="0036143C" w:rsidRDefault="007D4170" w:rsidP="00E07616">
            <w:pPr>
              <w:pStyle w:val="ARTartustawynprozporzdzenia"/>
              <w:ind w:firstLine="0"/>
            </w:pPr>
            <w:r w:rsidRPr="0036143C">
              <w:rPr>
                <w:rStyle w:val="Ppogrubienie"/>
                <w:b w:val="0"/>
              </w:rPr>
              <w:t>Stosunek liczbowy liczby sztuk wiadomości, dla których czynność wysyłania zakończyła się powodzeniem do liczby wszystkich prób wysyłki oraz wartości wagowe 0,01 i 0,1.</w:t>
            </w:r>
          </w:p>
          <w:p w14:paraId="3995E0F2" w14:textId="672A381D" w:rsidR="007D4170" w:rsidRPr="0036143C" w:rsidRDefault="007D4170" w:rsidP="00E07616">
            <w:pPr>
              <w:pStyle w:val="ARTartustawynprozporzdzenia"/>
              <w:ind w:firstLine="0"/>
              <w:rPr>
                <w:rStyle w:val="Ppogrubienie"/>
                <w:b w:val="0"/>
              </w:rPr>
            </w:pPr>
            <w:r w:rsidRPr="0036143C">
              <w:t xml:space="preserve">Współczynnik WW oblicza się za pomocą wzoru: </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liczba wiadomości wysłanych - 0,01</m:t>
                  </m:r>
                </m:num>
                <m:den>
                  <m:r>
                    <m:rPr>
                      <m:sty m:val="p"/>
                    </m:rPr>
                    <w:rPr>
                      <w:rFonts w:ascii="Cambria Math" w:hAnsi="Cambria Math"/>
                    </w:rPr>
                    <m:t>liczba wszystkich prób wysyłki - 0,1</m:t>
                  </m:r>
                </m:den>
              </m:f>
            </m:oMath>
          </w:p>
        </w:tc>
      </w:tr>
      <w:tr w:rsidR="007D4170" w:rsidRPr="0036143C" w14:paraId="1C93815C" w14:textId="77777777" w:rsidTr="00E27C4E">
        <w:tc>
          <w:tcPr>
            <w:tcW w:w="1668" w:type="dxa"/>
          </w:tcPr>
          <w:p w14:paraId="4B025A9B" w14:textId="2D9CAC15" w:rsidR="007D4170" w:rsidRPr="0036143C" w:rsidRDefault="007D4170" w:rsidP="00E07616">
            <w:pPr>
              <w:pStyle w:val="ARTartustawynprozporzdzenia"/>
              <w:ind w:firstLine="0"/>
              <w:rPr>
                <w:rStyle w:val="Ppogrubienie"/>
                <w:b w:val="0"/>
              </w:rPr>
            </w:pPr>
            <w:r w:rsidRPr="0036143C">
              <w:t>WO</w:t>
            </w:r>
          </w:p>
        </w:tc>
        <w:tc>
          <w:tcPr>
            <w:tcW w:w="7512" w:type="dxa"/>
          </w:tcPr>
          <w:p w14:paraId="4694E1B7" w14:textId="7D4B1297" w:rsidR="007D4170" w:rsidRPr="0036143C" w:rsidRDefault="007D4170" w:rsidP="00E07616">
            <w:pPr>
              <w:pStyle w:val="ARTartustawynprozporzdzenia"/>
              <w:ind w:firstLine="0"/>
            </w:pPr>
            <w:r w:rsidRPr="0036143C">
              <w:t>Współczynnik wiadomości odebranych tygodniowo.</w:t>
            </w:r>
          </w:p>
          <w:p w14:paraId="4214E284" w14:textId="1726B30C" w:rsidR="007D4170" w:rsidRPr="0036143C" w:rsidRDefault="007D4170" w:rsidP="00E07616">
            <w:pPr>
              <w:pStyle w:val="ARTartustawynprozporzdzenia"/>
              <w:ind w:firstLine="0"/>
            </w:pPr>
            <w:r w:rsidRPr="0036143C">
              <w:rPr>
                <w:rStyle w:val="Ppogrubienie"/>
                <w:b w:val="0"/>
              </w:rPr>
              <w:t>Stosunek liczbowy liczby sztuk wiadomości, dla których czynność odbierania zakończyła się powodzeniem do liczby wszystkich prób odbioru oraz wartości wagowe 0,01 i 0,1.</w:t>
            </w:r>
          </w:p>
          <w:p w14:paraId="434AE790" w14:textId="6B9277F0" w:rsidR="007D4170" w:rsidRPr="0036143C" w:rsidRDefault="007D4170" w:rsidP="00E07616">
            <w:pPr>
              <w:pStyle w:val="ARTartustawynprozporzdzenia"/>
              <w:ind w:firstLine="0"/>
              <w:rPr>
                <w:rStyle w:val="Ppogrubienie"/>
                <w:b w:val="0"/>
              </w:rPr>
            </w:pPr>
            <w:r w:rsidRPr="0036143C">
              <w:t>Współczynnik WO oblicza się za pomocą wzoru:</w:t>
            </w:r>
            <w:r w:rsidRPr="0036143C">
              <w:rPr>
                <w:rStyle w:val="Ppogrubienie"/>
              </w:rPr>
              <w:t xml:space="preserve"> </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liczba wiadomości odebranych- 0,01</m:t>
                  </m:r>
                </m:num>
                <m:den>
                  <m:r>
                    <m:rPr>
                      <m:sty m:val="p"/>
                    </m:rPr>
                    <w:rPr>
                      <w:rFonts w:ascii="Cambria Math" w:hAnsi="Cambria Math"/>
                    </w:rPr>
                    <m:t>liczba wszystkich prób odbioru - 0,1</m:t>
                  </m:r>
                </m:den>
              </m:f>
            </m:oMath>
          </w:p>
        </w:tc>
      </w:tr>
    </w:tbl>
    <w:p w14:paraId="188255CD" w14:textId="77777777" w:rsidR="00E07616" w:rsidRPr="0036143C" w:rsidRDefault="00E07616" w:rsidP="00E07616">
      <w:pPr>
        <w:pStyle w:val="CZKSIGAoznaczenieiprzedmiotczcilubksigi"/>
      </w:pPr>
      <w:r w:rsidRPr="0036143C">
        <w:t>Uzasadnienie</w:t>
      </w:r>
    </w:p>
    <w:p w14:paraId="5B226526" w14:textId="139BCB24" w:rsidR="00E07616" w:rsidRPr="0036143C" w:rsidRDefault="00E07616" w:rsidP="00F96EA5">
      <w:pPr>
        <w:pStyle w:val="NIEARTTEKSTtekstnieartykuowanynppodstprawnarozplubpreambua"/>
      </w:pPr>
      <w:r w:rsidRPr="0036143C">
        <w:t xml:space="preserve">Projekt rozporządzenia stanowi wykonanie upoważnienia zwartego w art. 38 ust. 6 ustawy z dnia 18 listopada 2020 r. o doręczeniach elektronicznych (Dz. U. poz. </w:t>
      </w:r>
      <w:r w:rsidR="009E10C5" w:rsidRPr="0036143C">
        <w:t>2320</w:t>
      </w:r>
      <w:r w:rsidR="00B8379B" w:rsidRPr="0036143C">
        <w:rPr>
          <w:rFonts w:ascii="Times New Roman" w:hAnsi="Times New Roman"/>
          <w:bCs w:val="0"/>
        </w:rPr>
        <w:t xml:space="preserve"> </w:t>
      </w:r>
      <w:r w:rsidR="00B8379B" w:rsidRPr="0036143C">
        <w:t>oraz z 2021 r. poz. 72</w:t>
      </w:r>
      <w:r w:rsidR="008A00BD">
        <w:t xml:space="preserve"> i 802</w:t>
      </w:r>
      <w:r w:rsidRPr="0036143C">
        <w:t>), zwanej dalej „ustawą o doręczeniach elektronicznych”.</w:t>
      </w:r>
    </w:p>
    <w:p w14:paraId="518F4E2D" w14:textId="515F62BA" w:rsidR="00E07616" w:rsidRPr="0036143C" w:rsidRDefault="00E07616" w:rsidP="00F96EA5">
      <w:pPr>
        <w:pStyle w:val="NIEARTTEKSTtekstnieartykuowanynppodstprawnarozplubpreambua"/>
      </w:pPr>
      <w:r w:rsidRPr="0036143C">
        <w:lastRenderedPageBreak/>
        <w:t xml:space="preserve">Projektowane rozporządzenie określa gwarantowaną dostępność oraz gwarantowaną pojemność skrzynek doręczeń dla podmiotów publicznych oraz podmiotów niepublicznych, którą, zgodnie art. 38 ust. 1, ma obowiązek zapewnić </w:t>
      </w:r>
      <w:r w:rsidR="00B8379B" w:rsidRPr="0036143C">
        <w:t>o</w:t>
      </w:r>
      <w:r w:rsidRPr="0036143C">
        <w:t>perator wyznaczony w związku ze świadczeniem publicznej usługi rejestrowanego doręczenia elektronicznego. Operator wyznaczony jest zobowiązany do zapewnienia systemu teleinformatycznego, w którym udostępniane są skrzynki doręczeń. System ten powinien spełniać wymagania określone w</w:t>
      </w:r>
      <w:r w:rsidR="00F96EA5" w:rsidRPr="0036143C">
        <w:t> </w:t>
      </w:r>
      <w:r w:rsidRPr="0036143C">
        <w:t>przepisach wydanych na podstawie art. 18 ustawy z dnia 17 lutego 2005 r. o informatyzacji działalności podmiotów realizujących zadania publiczne</w:t>
      </w:r>
      <w:r w:rsidR="00A410D7" w:rsidRPr="0036143C">
        <w:t xml:space="preserve"> (</w:t>
      </w:r>
      <w:r w:rsidR="001169F9" w:rsidRPr="0036143C">
        <w:t>Dz.</w:t>
      </w:r>
      <w:r w:rsidR="00504205">
        <w:t xml:space="preserve"> </w:t>
      </w:r>
      <w:r w:rsidR="001169F9" w:rsidRPr="0036143C">
        <w:t>U. z 2021 r. poz. 670</w:t>
      </w:r>
      <w:r w:rsidR="00A410D7" w:rsidRPr="0036143C">
        <w:t>).</w:t>
      </w:r>
      <w:r w:rsidR="00504205">
        <w:t xml:space="preserve"> </w:t>
      </w:r>
      <w:r w:rsidRPr="0036143C">
        <w:t>W</w:t>
      </w:r>
      <w:r w:rsidR="00F96EA5" w:rsidRPr="0036143C">
        <w:t> </w:t>
      </w:r>
      <w:r w:rsidRPr="0036143C">
        <w:t>przepisach ustawy o doręczeniach elektronicznych skrzynka doręczeń została zdefiniowana jako narzędzie umożliwiające wysyłanie, odbieranie i przechowywanie danych zgodnie ze standardem, o którym mowa w art. 26a ustawy z dnia 5 września 2016 r. o usługach zaufania oraz identyfikacji elektronicznej (Dz. U. z 2020 r. poz. 1173</w:t>
      </w:r>
      <w:r w:rsidR="00093BC0" w:rsidRPr="0036143C">
        <w:t xml:space="preserve"> i 2320</w:t>
      </w:r>
      <w:r w:rsidRPr="0036143C">
        <w:t>), w ramach publicznej usługi rejestrowanego doręczenia elektronicznego, a także w ramach publicznej usługi hybrydowej (art. 2 pkt 9).</w:t>
      </w:r>
    </w:p>
    <w:p w14:paraId="01B6F95B" w14:textId="6A662CE2" w:rsidR="00E07616" w:rsidRPr="0036143C" w:rsidRDefault="00E07616" w:rsidP="00F96EA5">
      <w:pPr>
        <w:pStyle w:val="NIEARTTEKSTtekstnieartykuowanynppodstprawnarozplubpreambua"/>
      </w:pPr>
      <w:r w:rsidRPr="0036143C">
        <w:t xml:space="preserve">Zagwarantowanie dostępności i pojemności ma na celu zapewnienie podmiotom korzystającym z usług </w:t>
      </w:r>
      <w:r w:rsidR="00093BC0" w:rsidRPr="0036143C">
        <w:t>o</w:t>
      </w:r>
      <w:r w:rsidRPr="0036143C">
        <w:t xml:space="preserve">peratora wyznaczonego niezbędnej dla wykonywanych przez nich zadań sprawności, mającej duże znaczenie zwłaszcza dla podmiotów publicznych, które zgodnie z art. 8 ustawy, </w:t>
      </w:r>
      <w:r w:rsidR="00FC0D72" w:rsidRPr="0036143C">
        <w:t xml:space="preserve">mają obowiązek </w:t>
      </w:r>
      <w:r w:rsidRPr="0036143C">
        <w:t xml:space="preserve">posiadać adres do doręczeń elektronicznych </w:t>
      </w:r>
      <w:r w:rsidR="00093BC0" w:rsidRPr="0036143C">
        <w:t>wpisan</w:t>
      </w:r>
      <w:r w:rsidR="00FC0D72" w:rsidRPr="0036143C">
        <w:t>y</w:t>
      </w:r>
      <w:r w:rsidR="00093BC0" w:rsidRPr="0036143C">
        <w:t xml:space="preserve"> do bazy adresów elektronicznych, powiązan</w:t>
      </w:r>
      <w:r w:rsidR="000A0D00" w:rsidRPr="0036143C">
        <w:t>y</w:t>
      </w:r>
      <w:r w:rsidR="00093BC0" w:rsidRPr="0036143C">
        <w:t xml:space="preserve"> z publiczną usługą rejestrowanego doręczenia elektronicznego</w:t>
      </w:r>
      <w:r w:rsidR="0019645D" w:rsidRPr="0036143C">
        <w:t xml:space="preserve"> oraz skrzynkę </w:t>
      </w:r>
      <w:r w:rsidR="002251F0" w:rsidRPr="0036143C">
        <w:t>doręczeń</w:t>
      </w:r>
      <w:r w:rsidR="00093BC0" w:rsidRPr="0036143C">
        <w:t>.</w:t>
      </w:r>
    </w:p>
    <w:p w14:paraId="6388C5D7" w14:textId="617D376D" w:rsidR="00E07616" w:rsidRPr="0036143C" w:rsidRDefault="00E07616" w:rsidP="00F96EA5">
      <w:pPr>
        <w:pStyle w:val="NIEARTTEKSTtekstnieartykuowanynppodstprawnarozplubpreambua"/>
      </w:pPr>
      <w:r w:rsidRPr="0036143C">
        <w:t>Wsparcie zadań podmiotu przez skrzynkę doręczeń wymaga zapewnienia funkcji, które wynikają z poszczególnych artykułów ustawy o doręczeniach elektronicznych:</w:t>
      </w:r>
    </w:p>
    <w:p w14:paraId="111AA247" w14:textId="230F20B2" w:rsidR="00E07616" w:rsidRPr="0036143C" w:rsidRDefault="00E07616" w:rsidP="00F96EA5">
      <w:pPr>
        <w:pStyle w:val="NIEARTTEKSTtekstnieartykuowanynppodstprawnarozplubpreambua"/>
      </w:pPr>
      <w:r w:rsidRPr="0036143C">
        <w:t>1</w:t>
      </w:r>
      <w:r w:rsidR="00CD38E3" w:rsidRPr="0036143C">
        <w:t>)</w:t>
      </w:r>
      <w:r w:rsidR="00504205">
        <w:t xml:space="preserve"> </w:t>
      </w:r>
      <w:r w:rsidRPr="0036143C">
        <w:t xml:space="preserve">wysyłanie dokumentów elektronicznych przygotowanych w </w:t>
      </w:r>
      <w:r w:rsidR="00093BC0" w:rsidRPr="0036143C">
        <w:t xml:space="preserve">tzw. </w:t>
      </w:r>
      <w:r w:rsidRPr="0036143C">
        <w:t>aplikacji klienckiej, tj. przekazywanie ich do publicznej usługi rejestrowanego doręczenia elektronicznego i</w:t>
      </w:r>
      <w:r w:rsidR="00F96EA5" w:rsidRPr="0036143C">
        <w:t> </w:t>
      </w:r>
      <w:r w:rsidRPr="0036143C">
        <w:t>publicznej usługi hybrydowej oraz odbieranie dokumentów elektronicznych i dowodów z</w:t>
      </w:r>
      <w:r w:rsidR="00F96EA5" w:rsidRPr="0036143C">
        <w:t> </w:t>
      </w:r>
      <w:r w:rsidRPr="0036143C">
        <w:t>publicznej usługi rejestrowanego doręczenia elektronicznego</w:t>
      </w:r>
      <w:r w:rsidR="00CD38E3" w:rsidRPr="0036143C">
        <w:t>;</w:t>
      </w:r>
    </w:p>
    <w:p w14:paraId="45D027C1" w14:textId="04F0C77A" w:rsidR="00E07616" w:rsidRPr="0036143C" w:rsidRDefault="00E07616" w:rsidP="00F96EA5">
      <w:pPr>
        <w:pStyle w:val="NIEARTTEKSTtekstnieartykuowanynppodstprawnarozplubpreambua"/>
      </w:pPr>
      <w:r w:rsidRPr="0036143C">
        <w:t>2</w:t>
      </w:r>
      <w:r w:rsidR="00CD38E3" w:rsidRPr="0036143C">
        <w:t>)</w:t>
      </w:r>
      <w:r w:rsidR="00504205">
        <w:t xml:space="preserve"> </w:t>
      </w:r>
      <w:r w:rsidRPr="0036143C">
        <w:t>przechowywanie wysłanych i odebranych dokumentów elektronicznych oraz ich dowodów, zarządzanie konfiguracją skrzynki oraz definiowanie reguł przekazywania korespondencji do innych systemów teleinformatycznych, o czym mowa w art. 19 ustawy o</w:t>
      </w:r>
      <w:r w:rsidR="00F96EA5" w:rsidRPr="0036143C">
        <w:t> </w:t>
      </w:r>
      <w:r w:rsidRPr="0036143C">
        <w:t>doręczeniach elektronicznych.</w:t>
      </w:r>
    </w:p>
    <w:p w14:paraId="5D91E629" w14:textId="2D2BA987" w:rsidR="00E07616" w:rsidRPr="0036143C" w:rsidRDefault="00E07616" w:rsidP="00F96EA5">
      <w:pPr>
        <w:pStyle w:val="NIEARTTEKSTtekstnieartykuowanynppodstprawnarozplubpreambua"/>
      </w:pPr>
      <w:r w:rsidRPr="0036143C">
        <w:t>Podział funkcji na obie grupy uzasadniony jest przez art. 21 ustawy o doręczeniach elektronicznych, który opisuje przypadek odłączenia od skrzynki funkcji pierwszej grupy i</w:t>
      </w:r>
      <w:r w:rsidR="00F96EA5" w:rsidRPr="0036143C">
        <w:t> </w:t>
      </w:r>
      <w:r w:rsidRPr="0036143C">
        <w:t>pozostawienia czynnych funkcji należących do drugiej grupy.</w:t>
      </w:r>
    </w:p>
    <w:p w14:paraId="4137A4F0" w14:textId="2543D24C" w:rsidR="00E07616" w:rsidRPr="0036143C" w:rsidRDefault="00E07616" w:rsidP="00F96EA5">
      <w:pPr>
        <w:pStyle w:val="NIEARTTEKSTtekstnieartykuowanynppodstprawnarozplubpreambua"/>
      </w:pPr>
      <w:r w:rsidRPr="0036143C">
        <w:lastRenderedPageBreak/>
        <w:t>Regulacje w zakresie ustalania dostępności skrzynki doręczeń zostały przygotowane w</w:t>
      </w:r>
      <w:r w:rsidR="00F96EA5" w:rsidRPr="0036143C">
        <w:t> </w:t>
      </w:r>
      <w:r w:rsidRPr="0036143C">
        <w:t>oparciu o definicję dostępności IEEE (Institute of Electrical and Electronics Engineers), wg której dostępność oznacza gotowość systemu lub jednego z elementów do zrealizowania postawionego przed nim zadania. W myśl tej definicji pojęcie dostępności należy traktować jako prawdopodobieństwo trwania takiego stanu systemu, w którym może on wykonywać wymagane w danych warunkach i w danym momencie funkcje. Dostępność jest określana jako wartość procentowa odnosząca się do całkowitego okresu jego eksploatacji.</w:t>
      </w:r>
    </w:p>
    <w:p w14:paraId="0EBF5033" w14:textId="39BD16F3" w:rsidR="00E07616" w:rsidRPr="0036143C" w:rsidRDefault="00E07616" w:rsidP="00F96EA5">
      <w:pPr>
        <w:pStyle w:val="NIEARTTEKSTtekstnieartykuowanynppodstprawnarozplubpreambua"/>
      </w:pPr>
      <w:r w:rsidRPr="0036143C">
        <w:t xml:space="preserve">Powyższe założenia posłużyły do </w:t>
      </w:r>
      <w:r w:rsidR="006C2B9E" w:rsidRPr="0036143C">
        <w:t>stworzenia projektu</w:t>
      </w:r>
      <w:r w:rsidR="003415FF" w:rsidRPr="0036143C">
        <w:t xml:space="preserve"> rozporządzenia, które umożliwi opracowanie wykonalnego technicznie</w:t>
      </w:r>
      <w:r w:rsidRPr="0036143C">
        <w:t xml:space="preserve"> sposobu mierzenia dostępności skrzynki</w:t>
      </w:r>
      <w:r w:rsidR="003415FF" w:rsidRPr="0036143C">
        <w:t>,</w:t>
      </w:r>
      <w:r w:rsidRPr="0036143C">
        <w:t xml:space="preserve"> mając na uwadze jej przeznaczenie określone w art. 2 pkt 9 ustawy o doręczeniach elektronicznych; w</w:t>
      </w:r>
      <w:r w:rsidR="00586BC0" w:rsidRPr="0036143C">
        <w:t> </w:t>
      </w:r>
      <w:r w:rsidRPr="0036143C">
        <w:t>przypadku skrzynki doręczeń dostępność oznacza zdolność do wykonywania zarówno pierwszej jak i drugiej grupy wymienionych powyżej funkcji. Należy podkreślić, że istotniejsza jest dostępność pierwszej grupy funkcji, ponieważ konsekwencje niemożności wysłania lub odebrania wiadomości są dla posiadacza skrzynki - ze względu na stosowanie przepisów fikcji doręczenia - bardziej dotkliwe niż niedostępność funkcji przeszukiwania, porządkowania i</w:t>
      </w:r>
      <w:r w:rsidR="00586BC0" w:rsidRPr="0036143C">
        <w:t> </w:t>
      </w:r>
      <w:r w:rsidRPr="0036143C">
        <w:t>przeglądania zgromadzonej korespondencji.</w:t>
      </w:r>
    </w:p>
    <w:p w14:paraId="04C36562" w14:textId="214B1289" w:rsidR="00075CE4" w:rsidRPr="0036143C" w:rsidRDefault="00E07616" w:rsidP="00F96EA5">
      <w:pPr>
        <w:pStyle w:val="ARTartustawynprozporzdzenia"/>
        <w:rPr>
          <w:bCs/>
        </w:rPr>
      </w:pPr>
      <w:r w:rsidRPr="0036143C">
        <w:t xml:space="preserve">Uzasadnione jest zatem, aby wzór obliczeniowy, przedstawiony w załączniku zawierał wyrażenia WW i WO, które mają ścisły związek z pierwszą grupą funkcji. Wyrażenie DON odnosi się natomiast głównie do dostępności powiązanej z dostępem użytkowników wymienionych w art. 19 ustawy </w:t>
      </w:r>
      <w:r w:rsidR="00815524" w:rsidRPr="0036143C">
        <w:t xml:space="preserve">o doręczeniach elektronicznych </w:t>
      </w:r>
      <w:r w:rsidRPr="0036143C">
        <w:t>do korespondencji już zgromadzonej na skrzynce. Dopiero wysoka dostępność obu grup funkcji przesądza o</w:t>
      </w:r>
      <w:r w:rsidR="00586BC0" w:rsidRPr="0036143C">
        <w:t> </w:t>
      </w:r>
      <w:r w:rsidRPr="0036143C">
        <w:t xml:space="preserve">dostępności skrzynki doręczeń jako narzędzia zdefiniowanego w art. 2 </w:t>
      </w:r>
      <w:r w:rsidR="00665B6A" w:rsidRPr="0036143C">
        <w:t xml:space="preserve">pkt 9 </w:t>
      </w:r>
      <w:r w:rsidRPr="0036143C">
        <w:t>ustawy.</w:t>
      </w:r>
      <w:r w:rsidR="003415FF" w:rsidRPr="0036143C">
        <w:t xml:space="preserve"> Należy także podkreślić, że w przypadku okresu niedostępności DON powiązanego z drugą grupą funkcji (utrata dostępu do zasobów skrzynki), następuje także utrata dostępu do pierwszej grupy (wysyłanie i odbieranie), natomiast dostępność funkcji drugiej grupy nie wyklucza niedostępności pierwszej grupy.</w:t>
      </w:r>
      <w:r w:rsidR="00075CE4" w:rsidRPr="0036143C">
        <w:rPr>
          <w:bCs/>
        </w:rPr>
        <w:t xml:space="preserve"> Możliwość wysyłania i odbierania korespondencji jest uzależniona zatem od dostępności zasobów skrzynki. Niemożliwe jest także (z powodów technicznych) wysyłanie i odbieranie korespondencji z pominięciem skrzynki. Niedostępność skrzynki oznacza więc dla nadawcy lub adresata niedostępność publicznej usługi rejestrowanego doręczenia elektronicznego.</w:t>
      </w:r>
    </w:p>
    <w:p w14:paraId="0C585AAA" w14:textId="75BD4B14" w:rsidR="00064D30" w:rsidRDefault="00064D30" w:rsidP="00504205">
      <w:pPr>
        <w:spacing w:before="120"/>
        <w:ind w:firstLine="567"/>
        <w:jc w:val="both"/>
      </w:pPr>
      <w:r w:rsidRPr="0036143C">
        <w:t>Dostępność funkcji wysyłki i odbioru podlega pomiarom, niezależnie czy podmiot tworzy korespondencję manualnie w ramach skrzynki doręczeń, pobiera lub wysyła korespondencję ze skrzynki w sposób zautomatyzowany, z użyciem reguł przekierowania do innych systemów informatycznych.</w:t>
      </w:r>
    </w:p>
    <w:p w14:paraId="3F56804A" w14:textId="5F746847" w:rsidR="004E4652" w:rsidRPr="0036143C" w:rsidRDefault="004E4652" w:rsidP="004E4652">
      <w:pPr>
        <w:spacing w:before="120"/>
        <w:ind w:firstLine="567"/>
        <w:jc w:val="both"/>
      </w:pPr>
      <w:r>
        <w:lastRenderedPageBreak/>
        <w:t xml:space="preserve">Projekt rozporządzenia wprowadza dwa parametry OCD i DON oznaczające odpowiednio: OCD - </w:t>
      </w:r>
      <w:r>
        <w:rPr>
          <w:rStyle w:val="Ppogrubienie"/>
          <w:b w:val="0"/>
        </w:rPr>
        <w:t>s</w:t>
      </w:r>
      <w:r w:rsidRPr="0036143C">
        <w:rPr>
          <w:rStyle w:val="Ppogrubienie"/>
          <w:rFonts w:hint="eastAsia"/>
          <w:b w:val="0"/>
        </w:rPr>
        <w:t>atysfakcjonujący</w:t>
      </w:r>
      <w:r w:rsidRPr="0036143C">
        <w:rPr>
          <w:rStyle w:val="Ppogrubienie"/>
          <w:b w:val="0"/>
        </w:rPr>
        <w:t xml:space="preserve"> dla podmiot</w:t>
      </w:r>
      <w:r>
        <w:rPr>
          <w:rStyle w:val="Ppogrubienie"/>
          <w:b w:val="0"/>
        </w:rPr>
        <w:t>ów korzystających</w:t>
      </w:r>
      <w:r w:rsidRPr="0036143C">
        <w:rPr>
          <w:rStyle w:val="Ppogrubienie"/>
          <w:b w:val="0"/>
        </w:rPr>
        <w:t xml:space="preserve"> z</w:t>
      </w:r>
      <w:r>
        <w:rPr>
          <w:rStyle w:val="Ppogrubienie"/>
          <w:b w:val="0"/>
        </w:rPr>
        <w:t>e</w:t>
      </w:r>
      <w:r w:rsidRPr="0036143C">
        <w:rPr>
          <w:rStyle w:val="Ppogrubienie"/>
          <w:b w:val="0"/>
        </w:rPr>
        <w:t xml:space="preserve"> </w:t>
      </w:r>
      <w:r>
        <w:rPr>
          <w:rStyle w:val="Ppogrubienie"/>
          <w:b w:val="0"/>
        </w:rPr>
        <w:t>skrzynek doręczeń</w:t>
      </w:r>
      <w:r w:rsidRPr="0036143C">
        <w:rPr>
          <w:rStyle w:val="Ppogrubienie"/>
          <w:b w:val="0"/>
        </w:rPr>
        <w:t xml:space="preserve"> okres dostępności</w:t>
      </w:r>
      <w:r>
        <w:rPr>
          <w:rStyle w:val="Ppogrubienie"/>
          <w:b w:val="0"/>
        </w:rPr>
        <w:t xml:space="preserve"> wyrażony w godzinach i</w:t>
      </w:r>
      <w:r w:rsidRPr="0036143C">
        <w:rPr>
          <w:rStyle w:val="Ppogrubienie"/>
          <w:b w:val="0"/>
        </w:rPr>
        <w:t xml:space="preserve"> zawierający się w okresie pomiarowym tygodnia</w:t>
      </w:r>
      <w:r>
        <w:rPr>
          <w:rStyle w:val="Ppogrubienie"/>
          <w:b w:val="0"/>
        </w:rPr>
        <w:t xml:space="preserve">, DON: </w:t>
      </w:r>
      <w:r>
        <w:t>o</w:t>
      </w:r>
      <w:r w:rsidRPr="0036143C">
        <w:t>kres</w:t>
      </w:r>
      <w:r>
        <w:t xml:space="preserve"> niedostępności nieplanowanej</w:t>
      </w:r>
      <w:r w:rsidR="00226397">
        <w:t>,</w:t>
      </w:r>
      <w:r>
        <w:t xml:space="preserve"> tj.</w:t>
      </w:r>
      <w:r w:rsidRPr="0036143C">
        <w:t xml:space="preserve"> okres, w którym posiadacz skrzynki lub osoby upoważnione nie mogą korzystać ze skrzynki doręczeń z uwagi na jej niedostępność i okres ten nie został zgłoszony z wyprzedzeniem.</w:t>
      </w:r>
    </w:p>
    <w:p w14:paraId="5BB68680" w14:textId="00A29FE2" w:rsidR="00815524" w:rsidRPr="0036143C" w:rsidRDefault="00E07616" w:rsidP="00F96EA5">
      <w:pPr>
        <w:pStyle w:val="ARTartustawynprozporzdzenia"/>
      </w:pPr>
      <w:r w:rsidRPr="0036143C">
        <w:t xml:space="preserve">W projekcie rozporządzenia zaproponowano, aby gwarantowaną </w:t>
      </w:r>
      <w:r w:rsidR="00DF3F21" w:rsidRPr="0036143C">
        <w:t xml:space="preserve">dostępność skrzynek </w:t>
      </w:r>
      <w:r w:rsidRPr="0036143C">
        <w:t xml:space="preserve">doręczeń obliczać za </w:t>
      </w:r>
      <w:r w:rsidRPr="0036143C">
        <w:rPr>
          <w:bCs/>
        </w:rPr>
        <w:t>pomocą</w:t>
      </w:r>
      <w:r w:rsidRPr="0036143C">
        <w:t xml:space="preserve"> wzoru, w którym dwa parametry (OCD i DON) </w:t>
      </w:r>
      <w:r w:rsidR="00504205">
        <w:t>są takie same w </w:t>
      </w:r>
      <w:r w:rsidR="002A0AD6" w:rsidRPr="0036143C">
        <w:t>przypadku podmiotów publicznych i podmiotów niepublicznych</w:t>
      </w:r>
      <w:r w:rsidRPr="0036143C">
        <w:t>.</w:t>
      </w:r>
      <w:r w:rsidR="003336D5" w:rsidRPr="0036143C">
        <w:t xml:space="preserve"> Zgodnie z § </w:t>
      </w:r>
      <w:r w:rsidR="004A7F0E">
        <w:t>1</w:t>
      </w:r>
      <w:r w:rsidR="001F1FC8" w:rsidRPr="0036143C">
        <w:t xml:space="preserve"> ust. </w:t>
      </w:r>
      <w:r w:rsidR="008D47C3" w:rsidRPr="0036143C">
        <w:t>2</w:t>
      </w:r>
      <w:r w:rsidR="00CA4A80" w:rsidRPr="0036143C">
        <w:t xml:space="preserve"> projektu rozporządzenia wzór służący </w:t>
      </w:r>
      <w:r w:rsidR="00F37A06" w:rsidRPr="0036143C">
        <w:t>obliczeniu</w:t>
      </w:r>
      <w:r w:rsidR="00CA4A80" w:rsidRPr="0036143C">
        <w:t xml:space="preserve"> poziomu </w:t>
      </w:r>
      <w:r w:rsidR="003336D5" w:rsidRPr="0036143C">
        <w:t>dostępności skrzynki doręczeń określon</w:t>
      </w:r>
      <w:r w:rsidR="00CA4A80" w:rsidRPr="0036143C">
        <w:t xml:space="preserve">y został </w:t>
      </w:r>
      <w:r w:rsidR="003336D5" w:rsidRPr="0036143C">
        <w:t>w</w:t>
      </w:r>
      <w:r w:rsidR="006C1824" w:rsidRPr="0036143C">
        <w:t xml:space="preserve"> </w:t>
      </w:r>
      <w:r w:rsidR="003336D5" w:rsidRPr="0036143C">
        <w:t>załączniku do rozporządzenia.</w:t>
      </w:r>
    </w:p>
    <w:p w14:paraId="760723CE" w14:textId="7850EA86" w:rsidR="00815524" w:rsidRPr="0036143C" w:rsidRDefault="00541A54" w:rsidP="00F96EA5">
      <w:pPr>
        <w:pStyle w:val="ARTartustawynprozporzdzenia"/>
      </w:pPr>
      <w:r w:rsidRPr="0036143C">
        <w:t>Wzór obliczeniowy używa</w:t>
      </w:r>
      <w:sdt>
        <w:sdtPr>
          <w:rPr>
            <w:bCs/>
          </w:rPr>
          <w:tag w:val="goog_rdk_95"/>
          <w:id w:val="-1057854356"/>
        </w:sdtPr>
        <w:sdtEndPr/>
        <w:sdtContent>
          <w:r w:rsidRPr="0036143C">
            <w:t xml:space="preserve"> -</w:t>
          </w:r>
        </w:sdtContent>
      </w:sdt>
      <w:r w:rsidRPr="0036143C">
        <w:t xml:space="preserve"> zgodnie z wyżej zapisaną definicją dostępności</w:t>
      </w:r>
      <w:sdt>
        <w:sdtPr>
          <w:rPr>
            <w:bCs/>
          </w:rPr>
          <w:tag w:val="goog_rdk_97"/>
          <w:id w:val="-88314140"/>
        </w:sdtPr>
        <w:sdtEndPr/>
        <w:sdtContent>
          <w:r w:rsidRPr="0036143C">
            <w:t xml:space="preserve"> -</w:t>
          </w:r>
        </w:sdtContent>
      </w:sdt>
      <w:r w:rsidRPr="0036143C">
        <w:t xml:space="preserve"> </w:t>
      </w:r>
      <w:sdt>
        <w:sdtPr>
          <w:rPr>
            <w:bCs/>
          </w:rPr>
          <w:tag w:val="goog_rdk_99"/>
          <w:id w:val="-2080350298"/>
        </w:sdtPr>
        <w:sdtEndPr/>
        <w:sdtContent>
          <w:r w:rsidRPr="0036143C">
            <w:t xml:space="preserve">tygodni jako </w:t>
          </w:r>
        </w:sdtContent>
      </w:sdt>
      <w:r w:rsidRPr="0036143C">
        <w:t>jednostek pomiaru czasu eksploatacji. Przyjęcie tygodnia wynika z równej liczby godzin tej jednostki (168) i równej liczby tygodni w roku (52), co ułatwi mierzenie i raportowanie liczby godzin dostępności i niedostępnośc</w:t>
      </w:r>
      <w:r w:rsidR="00E363EF" w:rsidRPr="0036143C">
        <w:rPr>
          <w:bCs/>
        </w:rPr>
        <w:t>i.</w:t>
      </w:r>
      <w:r w:rsidR="005127A0" w:rsidRPr="0036143C">
        <w:t xml:space="preserve"> Tydzień jest najmniejszą i niepodzielną jednostką pomiarową. Pomiar i raportowanie powinno zatem rozpocząć się z początkiem kalendarzowego tygodnia, a wynik pomiaru, skorygowany o wyłączenie zdarzeń z przyczyn niezależnych od operatora wyznaczonego, powinien być dostępny w ostatni dzień tygodnia. Użycie danych zebranych dla danego dnia tygodnia jest zatem jednorazowe, co redukuje moc obliczeniową zużywaną w celu prowadzenia pomiarów.</w:t>
      </w:r>
    </w:p>
    <w:p w14:paraId="1D7FE8E4" w14:textId="55D4086B" w:rsidR="00541A54" w:rsidRPr="0036143C" w:rsidRDefault="00541A54" w:rsidP="00F96EA5">
      <w:pPr>
        <w:pStyle w:val="NIEARTTEKSTtekstnieartykuowanynppodstprawnarozplubpreambua"/>
      </w:pPr>
      <w:r w:rsidRPr="0036143C">
        <w:t>Przyjęte we wzorze stał</w:t>
      </w:r>
      <w:r w:rsidR="00EF5B1D" w:rsidRPr="0036143C">
        <w:t>e</w:t>
      </w:r>
      <w:r w:rsidRPr="0036143C">
        <w:t xml:space="preserve"> wartości wyrażeń OCD i DON oraz wymagane pojemności skrzynek zostały dobrane drogą przeprowadzonych symulacji</w:t>
      </w:r>
      <w:sdt>
        <w:sdtPr>
          <w:rPr>
            <w:bCs w:val="0"/>
          </w:rPr>
          <w:tag w:val="goog_rdk_102"/>
          <w:id w:val="1048420027"/>
        </w:sdtPr>
        <w:sdtEndPr/>
        <w:sdtContent>
          <w:r w:rsidRPr="0036143C">
            <w:t xml:space="preserve"> popytu na dostępność publicznej usługi rejestrowanego doręczenia</w:t>
          </w:r>
        </w:sdtContent>
      </w:sdt>
      <w:r w:rsidRPr="0036143C">
        <w:t>.</w:t>
      </w:r>
      <w:r w:rsidR="00815524" w:rsidRPr="0036143C">
        <w:t xml:space="preserve"> </w:t>
      </w:r>
      <w:r w:rsidRPr="0036143C">
        <w:t>Natomiast wartości zmiennych dotyczących stanu aktualnego dobrano poprzez badanie rejestrów publicznych oraz wniosków i pism przesłanych platformą ePUAP.</w:t>
      </w:r>
    </w:p>
    <w:p w14:paraId="4F164746" w14:textId="77777777" w:rsidR="00541A54" w:rsidRPr="0036143C" w:rsidRDefault="00541A54" w:rsidP="00F96EA5">
      <w:pPr>
        <w:ind w:left="170" w:firstLine="397"/>
        <w:jc w:val="both"/>
      </w:pPr>
      <w:r w:rsidRPr="0036143C">
        <w:t>Obliczenia opierały się na:</w:t>
      </w:r>
    </w:p>
    <w:p w14:paraId="24B9171B" w14:textId="77777777" w:rsidR="00541A54" w:rsidRPr="0036143C" w:rsidRDefault="00541A54" w:rsidP="00F96EA5">
      <w:pPr>
        <w:jc w:val="both"/>
      </w:pPr>
      <w:r w:rsidRPr="0036143C">
        <w:t>– uśrednionej liczbie podmiotów-nadawców,</w:t>
      </w:r>
    </w:p>
    <w:p w14:paraId="6BB83601" w14:textId="77777777" w:rsidR="00541A54" w:rsidRPr="0036143C" w:rsidRDefault="00541A54" w:rsidP="00F96EA5">
      <w:pPr>
        <w:jc w:val="both"/>
      </w:pPr>
      <w:r w:rsidRPr="0036143C">
        <w:t>– uśrednionej liczbie podmiotów-odbiorców,</w:t>
      </w:r>
    </w:p>
    <w:p w14:paraId="14FCC458" w14:textId="77777777" w:rsidR="00541A54" w:rsidRPr="0036143C" w:rsidRDefault="00541A54" w:rsidP="00F96EA5">
      <w:pPr>
        <w:jc w:val="both"/>
      </w:pPr>
      <w:r w:rsidRPr="0036143C">
        <w:t>– uśrednionej liczbie pracowników obsługujących skrzynkę doręczeń,</w:t>
      </w:r>
    </w:p>
    <w:p w14:paraId="400520BC" w14:textId="77777777" w:rsidR="00541A54" w:rsidRPr="0036143C" w:rsidRDefault="00541A54" w:rsidP="00F96EA5">
      <w:pPr>
        <w:jc w:val="both"/>
      </w:pPr>
      <w:r w:rsidRPr="0036143C">
        <w:t>– uśrednionej liczbie dokumentów elektronicznych przychodzących na dobę,</w:t>
      </w:r>
    </w:p>
    <w:p w14:paraId="1FC5B20D" w14:textId="77777777" w:rsidR="00541A54" w:rsidRPr="0036143C" w:rsidRDefault="00541A54" w:rsidP="00F96EA5">
      <w:pPr>
        <w:jc w:val="both"/>
      </w:pPr>
      <w:r w:rsidRPr="0036143C">
        <w:t>– uśrednionej liczbie dokumentów elektronicznych wychodzących na dobę,</w:t>
      </w:r>
    </w:p>
    <w:p w14:paraId="7E4C69D2" w14:textId="77777777" w:rsidR="00541A54" w:rsidRPr="0036143C" w:rsidRDefault="00541A54" w:rsidP="00F96EA5">
      <w:pPr>
        <w:jc w:val="both"/>
      </w:pPr>
      <w:r w:rsidRPr="0036143C">
        <w:t>– uśrednionej liczbie dokumentów elektronicznych usuwanych na dobę,</w:t>
      </w:r>
    </w:p>
    <w:p w14:paraId="548499F8" w14:textId="77777777" w:rsidR="00541A54" w:rsidRPr="0036143C" w:rsidRDefault="00541A54" w:rsidP="00F96EA5">
      <w:pPr>
        <w:jc w:val="both"/>
      </w:pPr>
      <w:r w:rsidRPr="0036143C">
        <w:t>– minimalnej i maksymalnej objętości pojedynczego dokumentu elektronicznego,</w:t>
      </w:r>
    </w:p>
    <w:p w14:paraId="7E13A285" w14:textId="7CE01497" w:rsidR="00541A54" w:rsidRPr="0036143C" w:rsidRDefault="00541A54" w:rsidP="00F96EA5">
      <w:pPr>
        <w:ind w:left="142" w:hanging="142"/>
        <w:jc w:val="both"/>
      </w:pPr>
      <w:r w:rsidRPr="0036143C">
        <w:t xml:space="preserve">– zbiorczej objętości dowodów technicznych oraz dowodów wysłania i odebrania </w:t>
      </w:r>
      <w:r w:rsidRPr="0036143C">
        <w:lastRenderedPageBreak/>
        <w:t>wystawionych dla dokumentu elektronicznego</w:t>
      </w:r>
      <w:r w:rsidR="00F37A06" w:rsidRPr="0036143C">
        <w:t>.</w:t>
      </w:r>
    </w:p>
    <w:p w14:paraId="1C47A236" w14:textId="327D460D" w:rsidR="00A3263E" w:rsidRPr="0036143C" w:rsidRDefault="00541A54" w:rsidP="00F96EA5">
      <w:pPr>
        <w:pStyle w:val="ARTartustawynprozporzdzenia"/>
        <w:rPr>
          <w:rFonts w:ascii="Times New Roman" w:hAnsi="Times New Roman"/>
        </w:rPr>
      </w:pPr>
      <w:r w:rsidRPr="0036143C">
        <w:rPr>
          <w:rFonts w:ascii="Times New Roman" w:hAnsi="Times New Roman"/>
        </w:rPr>
        <w:t xml:space="preserve">Wartości dostępności gwarantowanej określone w § </w:t>
      </w:r>
      <w:r w:rsidR="00E363EF" w:rsidRPr="0036143C">
        <w:rPr>
          <w:rFonts w:ascii="Times New Roman" w:hAnsi="Times New Roman"/>
        </w:rPr>
        <w:t xml:space="preserve">1 </w:t>
      </w:r>
      <w:r w:rsidRPr="0036143C">
        <w:rPr>
          <w:rFonts w:ascii="Times New Roman" w:hAnsi="Times New Roman"/>
        </w:rPr>
        <w:t>ust. 1 rozporządzenia zostały ustalone jako minimalne, przy założeniu, że WW i WO mają wartość 0</w:t>
      </w:r>
      <w:r w:rsidR="00F37A06" w:rsidRPr="0036143C">
        <w:rPr>
          <w:rFonts w:ascii="Times New Roman" w:hAnsi="Times New Roman"/>
        </w:rPr>
        <w:t xml:space="preserve">,1, co oznacza brak </w:t>
      </w:r>
      <w:r w:rsidR="00075CE4" w:rsidRPr="0036143C">
        <w:rPr>
          <w:rFonts w:ascii="Times New Roman" w:hAnsi="Times New Roman"/>
        </w:rPr>
        <w:t xml:space="preserve">użycia funkcji </w:t>
      </w:r>
      <w:r w:rsidR="00F37A06" w:rsidRPr="0036143C">
        <w:rPr>
          <w:rFonts w:ascii="Times New Roman" w:hAnsi="Times New Roman"/>
        </w:rPr>
        <w:t>wysyłki i odbioru korespondencji</w:t>
      </w:r>
      <w:r w:rsidR="00075CE4" w:rsidRPr="0036143C">
        <w:rPr>
          <w:rFonts w:ascii="Times New Roman" w:hAnsi="Times New Roman"/>
        </w:rPr>
        <w:t xml:space="preserve"> w okresie pomiarowym</w:t>
      </w:r>
      <w:r w:rsidRPr="0036143C">
        <w:rPr>
          <w:rFonts w:ascii="Times New Roman" w:hAnsi="Times New Roman"/>
        </w:rPr>
        <w:t xml:space="preserve">. Założenie to uzasadnione jest tym, że </w:t>
      </w:r>
      <w:r w:rsidR="00F37A06" w:rsidRPr="0036143C">
        <w:rPr>
          <w:rFonts w:ascii="Times New Roman" w:hAnsi="Times New Roman"/>
        </w:rPr>
        <w:t xml:space="preserve">operator </w:t>
      </w:r>
      <w:r w:rsidRPr="0036143C">
        <w:rPr>
          <w:rFonts w:ascii="Times New Roman" w:hAnsi="Times New Roman"/>
        </w:rPr>
        <w:t>wyznaczony nie ma wpływu na liczbę wysyłanych i</w:t>
      </w:r>
      <w:r w:rsidR="00586BC0" w:rsidRPr="0036143C">
        <w:rPr>
          <w:rFonts w:ascii="Times New Roman" w:hAnsi="Times New Roman"/>
        </w:rPr>
        <w:t> </w:t>
      </w:r>
      <w:r w:rsidRPr="0036143C">
        <w:rPr>
          <w:rFonts w:ascii="Times New Roman" w:hAnsi="Times New Roman"/>
        </w:rPr>
        <w:t xml:space="preserve">odbieranych przez użytkownika dokumentów elektronicznych, ale przesył </w:t>
      </w:r>
      <w:r w:rsidR="00F37A06" w:rsidRPr="0036143C">
        <w:rPr>
          <w:rFonts w:ascii="Times New Roman" w:hAnsi="Times New Roman"/>
        </w:rPr>
        <w:t>korespondencji</w:t>
      </w:r>
      <w:r w:rsidRPr="0036143C">
        <w:rPr>
          <w:rFonts w:ascii="Times New Roman" w:hAnsi="Times New Roman"/>
        </w:rPr>
        <w:t xml:space="preserve"> pomiędzy skrzynką doręczeń a jego własną usługą doręczenia elektronicznego pozostaje pod jego wyłączną kontrolą. Postać wzoru obliczeniowego powoduje, że skuteczne (pomyślne) wysłanie lub odebranie dokumentu elektronicznego podwyższa rzeczywistą dostępność skrzynki, natomiast podjęcie próby zakończonej niepowodzeniem – nieznacznie ją obniża.</w:t>
      </w:r>
    </w:p>
    <w:p w14:paraId="33A605AF" w14:textId="0C8F22A2" w:rsidR="00541A54" w:rsidRPr="0036143C" w:rsidRDefault="00C56021" w:rsidP="00F96EA5">
      <w:pPr>
        <w:pStyle w:val="ARTartustawynprozporzdzenia"/>
      </w:pPr>
      <w:r w:rsidRPr="0036143C">
        <w:t>Współczynniki WW i WO informujące o dostępności funkcji wysyłki o odbioru mogą być wyrażone</w:t>
      </w:r>
      <w:r w:rsidR="000E138A" w:rsidRPr="0036143C">
        <w:t xml:space="preserve"> tylko za pomocą</w:t>
      </w:r>
      <w:r w:rsidRPr="0036143C">
        <w:t xml:space="preserve"> proporcji, tj.</w:t>
      </w:r>
      <w:r w:rsidR="000E138A" w:rsidRPr="0036143C">
        <w:t xml:space="preserve"> ilorazu</w:t>
      </w:r>
      <w:r w:rsidRPr="0036143C">
        <w:t xml:space="preserve"> liczby </w:t>
      </w:r>
      <w:r w:rsidRPr="0036143C">
        <w:rPr>
          <w:rStyle w:val="Ppogrubienie"/>
          <w:b w:val="0"/>
        </w:rPr>
        <w:t>wszystkich prób wysyłki/odbioru i</w:t>
      </w:r>
      <w:r w:rsidR="00586BC0" w:rsidRPr="0036143C">
        <w:rPr>
          <w:rStyle w:val="Ppogrubienie"/>
          <w:b w:val="0"/>
        </w:rPr>
        <w:t> </w:t>
      </w:r>
      <w:r w:rsidRPr="0036143C">
        <w:rPr>
          <w:rStyle w:val="Ppogrubienie"/>
          <w:b w:val="0"/>
        </w:rPr>
        <w:t>liczby wiadomości wysłanych/odebranych</w:t>
      </w:r>
      <w:r w:rsidR="000E138A" w:rsidRPr="0036143C">
        <w:t>, z uwagi na duży rozstęp między minimalnymi a</w:t>
      </w:r>
      <w:r w:rsidR="00586BC0" w:rsidRPr="0036143C">
        <w:t> </w:t>
      </w:r>
      <w:r w:rsidR="000E138A" w:rsidRPr="0036143C">
        <w:t>maksymalnymi oczekiwanymi wolumenami korespondencji przepływającej przez skrzynkę.</w:t>
      </w:r>
      <w:r w:rsidR="00E06408" w:rsidRPr="0036143C">
        <w:t xml:space="preserve"> </w:t>
      </w:r>
      <w:r w:rsidR="00AA5A1D" w:rsidRPr="0036143C">
        <w:t>Występujące</w:t>
      </w:r>
      <w:r w:rsidR="00F37A06" w:rsidRPr="0036143C">
        <w:t xml:space="preserve"> we </w:t>
      </w:r>
      <w:r w:rsidR="000E138A" w:rsidRPr="0036143C">
        <w:t>wzorach służących obliczeniu współczynników WW i WO</w:t>
      </w:r>
      <w:r w:rsidR="00F37A06" w:rsidRPr="0036143C">
        <w:t xml:space="preserve"> stałe wartości korygujące</w:t>
      </w:r>
      <w:r w:rsidR="001F09A7" w:rsidRPr="0036143C">
        <w:t xml:space="preserve"> 0,1 i 0,01 uzasadnione są </w:t>
      </w:r>
      <w:r w:rsidR="00C332A2" w:rsidRPr="0036143C">
        <w:t>trzema przyczynami:</w:t>
      </w:r>
      <w:r w:rsidR="000E138A" w:rsidRPr="0036143C">
        <w:t xml:space="preserve"> przybliżenia wyniku </w:t>
      </w:r>
      <w:r w:rsidR="00075CE4" w:rsidRPr="0036143C">
        <w:t>maksymalnego</w:t>
      </w:r>
      <w:r w:rsidR="000E138A" w:rsidRPr="0036143C">
        <w:t xml:space="preserve"> do wartości 100%</w:t>
      </w:r>
      <w:r w:rsidRPr="0036143C">
        <w:t>,</w:t>
      </w:r>
      <w:r w:rsidR="00F37A06" w:rsidRPr="0036143C">
        <w:t xml:space="preserve"> uniknięcia ryzyka dzielenia przez </w:t>
      </w:r>
      <w:r w:rsidRPr="0036143C">
        <w:t>zero oraz</w:t>
      </w:r>
      <w:r w:rsidR="001F09A7" w:rsidRPr="0036143C">
        <w:rPr>
          <w:rFonts w:ascii="Times New Roman" w:hAnsi="Times New Roman"/>
        </w:rPr>
        <w:t xml:space="preserve"> zapewnienia możliwości reagowania na ewentualne problemy z charakterystyką działania skrzynek</w:t>
      </w:r>
      <w:r w:rsidR="00AA5A1D" w:rsidRPr="0036143C">
        <w:rPr>
          <w:rFonts w:ascii="Times New Roman" w:hAnsi="Times New Roman"/>
        </w:rPr>
        <w:t xml:space="preserve">. W tym celu wprowadzono możliwość </w:t>
      </w:r>
      <w:r w:rsidR="001F09A7" w:rsidRPr="0036143C">
        <w:rPr>
          <w:rFonts w:ascii="Times New Roman" w:hAnsi="Times New Roman"/>
        </w:rPr>
        <w:t>korygowania</w:t>
      </w:r>
      <w:r w:rsidRPr="0036143C">
        <w:rPr>
          <w:rFonts w:ascii="Times New Roman" w:hAnsi="Times New Roman"/>
        </w:rPr>
        <w:t xml:space="preserve"> w przyszłości</w:t>
      </w:r>
      <w:r w:rsidR="001F09A7" w:rsidRPr="0036143C">
        <w:rPr>
          <w:rFonts w:ascii="Times New Roman" w:hAnsi="Times New Roman"/>
        </w:rPr>
        <w:t xml:space="preserve"> wpływu WW i WO na wynik dostępności ogólnej skrzynki doręczeń</w:t>
      </w:r>
      <w:r w:rsidR="00AA5A1D" w:rsidRPr="0036143C">
        <w:rPr>
          <w:rFonts w:ascii="Times New Roman" w:hAnsi="Times New Roman"/>
        </w:rPr>
        <w:t xml:space="preserve"> poprzez uaktualnienie wartości stałych 0,1 i 0,01</w:t>
      </w:r>
      <w:r w:rsidRPr="0036143C">
        <w:rPr>
          <w:rFonts w:ascii="Times New Roman" w:hAnsi="Times New Roman"/>
        </w:rPr>
        <w:t>.</w:t>
      </w:r>
      <w:r w:rsidR="001F09A7" w:rsidRPr="0036143C">
        <w:rPr>
          <w:rFonts w:ascii="Times New Roman" w:hAnsi="Times New Roman"/>
        </w:rPr>
        <w:t xml:space="preserve"> </w:t>
      </w:r>
      <w:r w:rsidR="00075CE4" w:rsidRPr="0036143C">
        <w:rPr>
          <w:rFonts w:ascii="Times New Roman" w:hAnsi="Times New Roman"/>
        </w:rPr>
        <w:t>W projekcie rozporządzenia</w:t>
      </w:r>
      <w:r w:rsidR="00AA5A1D" w:rsidRPr="0036143C">
        <w:rPr>
          <w:rFonts w:ascii="Times New Roman" w:hAnsi="Times New Roman"/>
        </w:rPr>
        <w:t xml:space="preserve"> </w:t>
      </w:r>
      <w:r w:rsidR="00075CE4" w:rsidRPr="0036143C">
        <w:rPr>
          <w:rFonts w:ascii="Times New Roman" w:hAnsi="Times New Roman"/>
        </w:rPr>
        <w:t>założono</w:t>
      </w:r>
      <w:r w:rsidR="00AA5A1D" w:rsidRPr="0036143C">
        <w:rPr>
          <w:rFonts w:ascii="Times New Roman" w:hAnsi="Times New Roman"/>
        </w:rPr>
        <w:t xml:space="preserve"> </w:t>
      </w:r>
      <w:r w:rsidR="001F09A7" w:rsidRPr="0036143C">
        <w:rPr>
          <w:rFonts w:ascii="Times New Roman" w:hAnsi="Times New Roman"/>
        </w:rPr>
        <w:t>jednoprocentow</w:t>
      </w:r>
      <w:r w:rsidR="00AA5A1D" w:rsidRPr="0036143C">
        <w:rPr>
          <w:rFonts w:ascii="Times New Roman" w:hAnsi="Times New Roman"/>
        </w:rPr>
        <w:t>y wpływ WW i WO na wynik obliczeń.</w:t>
      </w:r>
      <w:r w:rsidR="001F09A7" w:rsidRPr="0036143C">
        <w:rPr>
          <w:rFonts w:ascii="Times New Roman" w:hAnsi="Times New Roman"/>
        </w:rPr>
        <w:t xml:space="preserve"> </w:t>
      </w:r>
    </w:p>
    <w:p w14:paraId="0334C9F8" w14:textId="238645A6" w:rsidR="00541A54" w:rsidRPr="0036143C" w:rsidRDefault="00541A54" w:rsidP="00F96EA5">
      <w:pPr>
        <w:pStyle w:val="ARTartustawynprozporzdzenia"/>
      </w:pPr>
      <w:r w:rsidRPr="0036143C">
        <w:rPr>
          <w:rFonts w:ascii="Times New Roman" w:hAnsi="Times New Roman"/>
        </w:rPr>
        <w:t>Przyjęcie wartości OCD na poziomie niższym niż 100%, a DON na poziomie wyższym niż 0% podyktowane jest utrudnieniami w budowie rozwiązań technicznych obsługujących dużą liczbę podmiotów, wynikającymi z konieczności zbudowania nadmiarowej zapasowej infrastruktury technicznej, która przejmuje obsługę procesów dostawcy natychmiast po wystąpieniu usterki w infrastrukturze podstawowej. Przyjęte wartości są kompromi</w:t>
      </w:r>
      <w:r w:rsidR="00F66511" w:rsidRPr="0036143C">
        <w:rPr>
          <w:rFonts w:ascii="Times New Roman" w:hAnsi="Times New Roman"/>
        </w:rPr>
        <w:t>sem między potrzebami klientów o</w:t>
      </w:r>
      <w:r w:rsidRPr="0036143C">
        <w:rPr>
          <w:rFonts w:ascii="Times New Roman" w:hAnsi="Times New Roman"/>
        </w:rPr>
        <w:t>peratora wyznaczonego a kosztami, które gwałtownie rosną przy wartościach dostępności bliskich 100%.</w:t>
      </w:r>
    </w:p>
    <w:p w14:paraId="691DAB1B" w14:textId="07CB9992" w:rsidR="009F7982" w:rsidRPr="0036143C" w:rsidRDefault="00541A54" w:rsidP="00F96EA5">
      <w:pPr>
        <w:pStyle w:val="ARTartustawynprozporzdzenia"/>
        <w:rPr>
          <w:bCs/>
        </w:rPr>
      </w:pPr>
      <w:r w:rsidRPr="0036143C">
        <w:rPr>
          <w:rFonts w:ascii="Times New Roman" w:hAnsi="Times New Roman"/>
        </w:rPr>
        <w:t xml:space="preserve">Stała wartość OCD mniejsza niż 100% ma także zachęcić </w:t>
      </w:r>
      <w:r w:rsidR="00F66511" w:rsidRPr="0036143C">
        <w:rPr>
          <w:rFonts w:ascii="Times New Roman" w:hAnsi="Times New Roman"/>
        </w:rPr>
        <w:t>o</w:t>
      </w:r>
      <w:r w:rsidRPr="0036143C">
        <w:rPr>
          <w:rFonts w:ascii="Times New Roman" w:hAnsi="Times New Roman"/>
        </w:rPr>
        <w:t xml:space="preserve">peratora wyznaczonego do przeznaczenia ok. 2% czasu tygodnia na </w:t>
      </w:r>
      <w:sdt>
        <w:sdtPr>
          <w:rPr>
            <w:rFonts w:ascii="Times New Roman" w:hAnsi="Times New Roman"/>
          </w:rPr>
          <w:tag w:val="goog_rdk_104"/>
          <w:id w:val="-4601399"/>
        </w:sdtPr>
        <w:sdtEndPr/>
        <w:sdtContent>
          <w:r w:rsidRPr="0036143C">
            <w:rPr>
              <w:rFonts w:ascii="Times New Roman" w:hAnsi="Times New Roman"/>
            </w:rPr>
            <w:t>planowane</w:t>
          </w:r>
        </w:sdtContent>
      </w:sdt>
      <w:r w:rsidRPr="0036143C">
        <w:rPr>
          <w:rFonts w:ascii="Times New Roman" w:hAnsi="Times New Roman"/>
        </w:rPr>
        <w:t xml:space="preserve"> prace serwisowe i rozwojowe.</w:t>
      </w:r>
    </w:p>
    <w:p w14:paraId="323A1402" w14:textId="63F957C4" w:rsidR="009F7982" w:rsidRPr="0036143C" w:rsidRDefault="009F7982" w:rsidP="00F96EA5">
      <w:pPr>
        <w:pStyle w:val="ARTartustawynprozporzdzenia"/>
        <w:rPr>
          <w:bCs/>
        </w:rPr>
      </w:pPr>
      <w:r w:rsidRPr="0036143C">
        <w:rPr>
          <w:bCs/>
        </w:rPr>
        <w:t xml:space="preserve">Projekt nie przesądza, czy </w:t>
      </w:r>
      <w:r w:rsidR="000348D3" w:rsidRPr="0036143C">
        <w:rPr>
          <w:bCs/>
        </w:rPr>
        <w:t xml:space="preserve">- </w:t>
      </w:r>
      <w:r w:rsidRPr="0036143C">
        <w:rPr>
          <w:bCs/>
        </w:rPr>
        <w:t xml:space="preserve">poza OCD </w:t>
      </w:r>
      <w:r w:rsidR="000348D3" w:rsidRPr="0036143C">
        <w:rPr>
          <w:bCs/>
        </w:rPr>
        <w:t xml:space="preserve">- </w:t>
      </w:r>
      <w:r w:rsidRPr="0036143C">
        <w:rPr>
          <w:bCs/>
        </w:rPr>
        <w:t>przez pozostałe 5 godz.</w:t>
      </w:r>
      <w:r w:rsidR="00075CE4" w:rsidRPr="0036143C">
        <w:rPr>
          <w:bCs/>
        </w:rPr>
        <w:t xml:space="preserve"> i 30 minut</w:t>
      </w:r>
      <w:r w:rsidRPr="0036143C">
        <w:rPr>
          <w:bCs/>
        </w:rPr>
        <w:t xml:space="preserve"> tygodnia skrzynka musi być dostępna. Dostawca może zapewnić jej dostępność albo wykorzystać ten czas na planowane i </w:t>
      </w:r>
      <w:r w:rsidR="00DB1EF4" w:rsidRPr="0036143C">
        <w:rPr>
          <w:bCs/>
        </w:rPr>
        <w:t>zgłoszone</w:t>
      </w:r>
      <w:r w:rsidRPr="0036143C">
        <w:rPr>
          <w:bCs/>
        </w:rPr>
        <w:t xml:space="preserve"> prace serwisowe. </w:t>
      </w:r>
    </w:p>
    <w:p w14:paraId="0B3CBA28" w14:textId="0FA2C359" w:rsidR="00075CE4" w:rsidRPr="0036143C" w:rsidRDefault="009F7982" w:rsidP="00F96EA5">
      <w:pPr>
        <w:jc w:val="both"/>
        <w:rPr>
          <w:bCs/>
        </w:rPr>
      </w:pPr>
      <w:r w:rsidRPr="0036143C">
        <w:rPr>
          <w:bCs/>
        </w:rPr>
        <w:lastRenderedPageBreak/>
        <w:t xml:space="preserve">Dopuszczalny czas niedostępności </w:t>
      </w:r>
      <w:r w:rsidR="00075CE4" w:rsidRPr="0036143C">
        <w:rPr>
          <w:bCs/>
        </w:rPr>
        <w:t xml:space="preserve">DON </w:t>
      </w:r>
      <w:r w:rsidRPr="0036143C">
        <w:rPr>
          <w:bCs/>
        </w:rPr>
        <w:t>wynosi 3 godz.</w:t>
      </w:r>
      <w:r w:rsidR="00075CE4" w:rsidRPr="0036143C">
        <w:rPr>
          <w:bCs/>
        </w:rPr>
        <w:t xml:space="preserve"> i 30 minut</w:t>
      </w:r>
      <w:r w:rsidRPr="0036143C">
        <w:rPr>
          <w:bCs/>
        </w:rPr>
        <w:t xml:space="preserve"> tygodniowo.</w:t>
      </w:r>
      <w:r w:rsidR="002B6ADB" w:rsidRPr="0036143C">
        <w:rPr>
          <w:bCs/>
        </w:rPr>
        <w:t xml:space="preserve"> Przekroczenie tego progu obniża dostępność poniżej 97,852 %.</w:t>
      </w:r>
      <w:r w:rsidRPr="0036143C">
        <w:rPr>
          <w:bCs/>
        </w:rPr>
        <w:t xml:space="preserve"> </w:t>
      </w:r>
      <w:r w:rsidR="00075CE4" w:rsidRPr="0036143C">
        <w:rPr>
          <w:bCs/>
        </w:rPr>
        <w:t xml:space="preserve">Okres niedostępności nieplanowanej będzie naliczany bez </w:t>
      </w:r>
      <w:r w:rsidRPr="0036143C">
        <w:rPr>
          <w:bCs/>
        </w:rPr>
        <w:t>względu na to, czy dostawca</w:t>
      </w:r>
      <w:r w:rsidR="00075CE4" w:rsidRPr="0036143C">
        <w:rPr>
          <w:bCs/>
        </w:rPr>
        <w:t xml:space="preserve"> skrzynek doręczeń w czasie</w:t>
      </w:r>
      <w:r w:rsidRPr="0036143C">
        <w:rPr>
          <w:bCs/>
        </w:rPr>
        <w:t xml:space="preserve"> </w:t>
      </w:r>
      <w:r w:rsidR="002B6ADB" w:rsidRPr="0036143C">
        <w:rPr>
          <w:bCs/>
        </w:rPr>
        <w:t xml:space="preserve">niedostępności podejmuje czynności naprawcze zmierzające do </w:t>
      </w:r>
      <w:r w:rsidRPr="0036143C">
        <w:rPr>
          <w:bCs/>
        </w:rPr>
        <w:t>przywr</w:t>
      </w:r>
      <w:r w:rsidR="002B6ADB" w:rsidRPr="0036143C">
        <w:rPr>
          <w:bCs/>
        </w:rPr>
        <w:t>ócenia</w:t>
      </w:r>
      <w:r w:rsidR="00075CE4" w:rsidRPr="0036143C">
        <w:rPr>
          <w:bCs/>
        </w:rPr>
        <w:t xml:space="preserve"> </w:t>
      </w:r>
      <w:r w:rsidR="002B6ADB" w:rsidRPr="0036143C">
        <w:rPr>
          <w:bCs/>
        </w:rPr>
        <w:t>dostępności skrzynek doręczeń</w:t>
      </w:r>
      <w:r w:rsidR="00075CE4" w:rsidRPr="0036143C">
        <w:rPr>
          <w:bCs/>
        </w:rPr>
        <w:t>.</w:t>
      </w:r>
    </w:p>
    <w:p w14:paraId="18D9C8D4" w14:textId="722CF93B" w:rsidR="00625E97" w:rsidRPr="0036143C" w:rsidRDefault="00625E97" w:rsidP="002B6ADB">
      <w:pPr>
        <w:pStyle w:val="ARTartustawynprozporzdzenia"/>
      </w:pPr>
      <w:r w:rsidRPr="0036143C">
        <w:t>Liczba godzin niedostępności nieplanowanej z przyczyn niezależnych od operatora stanowi podzbiór liczby godzin okresu niedostępności nieplanowanej. Wprowadzenie tego podzbioru było konieczne, ponieważ niektóre awarie zdarzają się w wyniku działania siły wyższej.</w:t>
      </w:r>
    </w:p>
    <w:p w14:paraId="75FA3265" w14:textId="77777777" w:rsidR="00625E97" w:rsidRPr="0036143C" w:rsidRDefault="00625E97" w:rsidP="00F96EA5">
      <w:pPr>
        <w:ind w:firstLine="567"/>
        <w:jc w:val="both"/>
      </w:pPr>
      <w:r w:rsidRPr="0036143C">
        <w:t>Niedostępność nieplanowana liczona jest od momentu jej zarejestrowania przez mechanizmy monitorujące.</w:t>
      </w:r>
    </w:p>
    <w:p w14:paraId="496425D7" w14:textId="593670B3" w:rsidR="00BF7681" w:rsidRPr="0036143C" w:rsidRDefault="00541A54" w:rsidP="00F96EA5">
      <w:pPr>
        <w:pStyle w:val="ARTartustawynprozporzdzenia"/>
      </w:pPr>
      <w:r w:rsidRPr="0036143C">
        <w:rPr>
          <w:rFonts w:ascii="Times New Roman" w:hAnsi="Times New Roman"/>
        </w:rPr>
        <w:t xml:space="preserve">W § </w:t>
      </w:r>
      <w:r w:rsidR="003336D5" w:rsidRPr="0036143C">
        <w:rPr>
          <w:rFonts w:ascii="Times New Roman" w:hAnsi="Times New Roman"/>
        </w:rPr>
        <w:t>2</w:t>
      </w:r>
      <w:r w:rsidR="00157144" w:rsidRPr="0036143C">
        <w:rPr>
          <w:rFonts w:ascii="Times New Roman" w:hAnsi="Times New Roman"/>
        </w:rPr>
        <w:t xml:space="preserve"> </w:t>
      </w:r>
      <w:r w:rsidRPr="0036143C">
        <w:rPr>
          <w:rFonts w:ascii="Times New Roman" w:hAnsi="Times New Roman"/>
        </w:rPr>
        <w:t>ust. 1 rozporządzenia określono także zakres planowanej niedostępności skrzynki doręczeń, która będzie miała miejsce w przypadku prac serwisowych</w:t>
      </w:r>
      <w:r w:rsidR="00064D30" w:rsidRPr="0036143C">
        <w:rPr>
          <w:rFonts w:ascii="Times New Roman" w:hAnsi="Times New Roman"/>
        </w:rPr>
        <w:t xml:space="preserve">, których </w:t>
      </w:r>
      <w:r w:rsidR="005108F4" w:rsidRPr="0036143C">
        <w:rPr>
          <w:rFonts w:ascii="Times New Roman" w:hAnsi="Times New Roman"/>
        </w:rPr>
        <w:t xml:space="preserve">głównym </w:t>
      </w:r>
      <w:r w:rsidR="00064D30" w:rsidRPr="0036143C">
        <w:rPr>
          <w:rFonts w:ascii="Times New Roman" w:hAnsi="Times New Roman"/>
        </w:rPr>
        <w:t>celem jest zachowanie niezbędnej ciągłości świadczenia publicznej usługi rejestrowanego doręczenia elektronicznego</w:t>
      </w:r>
      <w:r w:rsidR="005108F4" w:rsidRPr="0036143C">
        <w:rPr>
          <w:rFonts w:ascii="Times New Roman" w:hAnsi="Times New Roman"/>
        </w:rPr>
        <w:t xml:space="preserve"> w myśl </w:t>
      </w:r>
      <w:r w:rsidR="00064D30" w:rsidRPr="0036143C">
        <w:rPr>
          <w:rFonts w:ascii="Times New Roman" w:hAnsi="Times New Roman"/>
        </w:rPr>
        <w:t>art. 38 ust. 6 ustawy o doręczeniach elektronicznych</w:t>
      </w:r>
      <w:r w:rsidRPr="0036143C">
        <w:rPr>
          <w:rFonts w:ascii="Times New Roman" w:hAnsi="Times New Roman"/>
        </w:rPr>
        <w:t xml:space="preserve">. Operator wyznaczony może prowadzić planowane prace serwisowe po północy, a przed rozpoczęciem dnia roboczego oraz w niedzielę po zakończeniu dnia roboczego, tj. w porach najmniej uciążliwych dla podmiotów </w:t>
      </w:r>
      <w:r w:rsidR="002B6ADB" w:rsidRPr="0036143C">
        <w:rPr>
          <w:rFonts w:ascii="Times New Roman" w:hAnsi="Times New Roman"/>
        </w:rPr>
        <w:t>zarządzających skrzynkami</w:t>
      </w:r>
      <w:r w:rsidRPr="0036143C">
        <w:rPr>
          <w:rFonts w:ascii="Times New Roman" w:hAnsi="Times New Roman"/>
        </w:rPr>
        <w:t xml:space="preserve"> doręczeń. Planowane prace serwisowe powinny być zgłaszane organowi nadzoru z co najmniej 24</w:t>
      </w:r>
      <w:sdt>
        <w:sdtPr>
          <w:rPr>
            <w:rFonts w:ascii="Times New Roman" w:hAnsi="Times New Roman"/>
          </w:rPr>
          <w:tag w:val="goog_rdk_122"/>
          <w:id w:val="-1255657121"/>
        </w:sdtPr>
        <w:sdtEndPr/>
        <w:sdtContent>
          <w:r w:rsidRPr="0036143C">
            <w:rPr>
              <w:rFonts w:ascii="Times New Roman" w:hAnsi="Times New Roman"/>
            </w:rPr>
            <w:t>-</w:t>
          </w:r>
        </w:sdtContent>
      </w:sdt>
      <w:r w:rsidRPr="0036143C">
        <w:rPr>
          <w:rFonts w:ascii="Times New Roman" w:hAnsi="Times New Roman"/>
        </w:rPr>
        <w:t>godzinnym wyprzedzeniem.</w:t>
      </w:r>
      <w:r w:rsidR="00064D30" w:rsidRPr="0036143C">
        <w:rPr>
          <w:rFonts w:ascii="Times New Roman" w:hAnsi="Times New Roman"/>
        </w:rPr>
        <w:t xml:space="preserve"> Jeżeli operator wyznaczony planuje prace w długim horyzoncie czasowym</w:t>
      </w:r>
      <w:r w:rsidR="000348D3" w:rsidRPr="0036143C">
        <w:rPr>
          <w:rFonts w:ascii="Times New Roman" w:hAnsi="Times New Roman"/>
        </w:rPr>
        <w:t xml:space="preserve"> (miesiąc lub dłużej), zgłasza je organowi nadzoru</w:t>
      </w:r>
      <w:r w:rsidRPr="0036143C">
        <w:rPr>
          <w:rFonts w:ascii="Times New Roman" w:hAnsi="Times New Roman"/>
        </w:rPr>
        <w:t xml:space="preserve"> </w:t>
      </w:r>
      <w:r w:rsidR="000348D3" w:rsidRPr="0036143C">
        <w:rPr>
          <w:rFonts w:ascii="Times New Roman" w:hAnsi="Times New Roman"/>
        </w:rPr>
        <w:t>z wyprzedzeniem 7 dni</w:t>
      </w:r>
      <w:r w:rsidR="00DB7CEB" w:rsidRPr="0036143C">
        <w:rPr>
          <w:rFonts w:ascii="Times New Roman" w:hAnsi="Times New Roman"/>
        </w:rPr>
        <w:t>.</w:t>
      </w:r>
      <w:r w:rsidR="000348D3" w:rsidRPr="0036143C">
        <w:rPr>
          <w:rFonts w:ascii="Times New Roman" w:hAnsi="Times New Roman"/>
        </w:rPr>
        <w:t xml:space="preserve"> </w:t>
      </w:r>
      <w:r w:rsidRPr="0036143C">
        <w:rPr>
          <w:rFonts w:ascii="Times New Roman" w:hAnsi="Times New Roman"/>
        </w:rPr>
        <w:t xml:space="preserve">Regulacja wprowadza możliwość mitygacji ryzyka i ograniczenia strat dla </w:t>
      </w:r>
      <w:sdt>
        <w:sdtPr>
          <w:rPr>
            <w:rFonts w:ascii="Times New Roman" w:hAnsi="Times New Roman"/>
          </w:rPr>
          <w:tag w:val="goog_rdk_124"/>
          <w:id w:val="-1066100115"/>
        </w:sdtPr>
        <w:sdtEndPr/>
        <w:sdtContent>
          <w:r w:rsidRPr="0036143C">
            <w:rPr>
              <w:rFonts w:ascii="Times New Roman" w:hAnsi="Times New Roman"/>
            </w:rPr>
            <w:t xml:space="preserve">podmiotów </w:t>
          </w:r>
        </w:sdtContent>
      </w:sdt>
      <w:r w:rsidR="002B6ADB" w:rsidRPr="0036143C">
        <w:rPr>
          <w:rFonts w:ascii="Times New Roman" w:hAnsi="Times New Roman"/>
        </w:rPr>
        <w:t>zarządzających skrzynkami</w:t>
      </w:r>
      <w:sdt>
        <w:sdtPr>
          <w:rPr>
            <w:rFonts w:ascii="Times New Roman" w:hAnsi="Times New Roman"/>
          </w:rPr>
          <w:tag w:val="goog_rdk_125"/>
          <w:id w:val="-1611654074"/>
        </w:sdtPr>
        <w:sdtEndPr/>
        <w:sdtContent>
          <w:r w:rsidRPr="0036143C">
            <w:rPr>
              <w:rFonts w:ascii="Times New Roman" w:hAnsi="Times New Roman"/>
            </w:rPr>
            <w:t xml:space="preserve"> doręczeń</w:t>
          </w:r>
        </w:sdtContent>
      </w:sdt>
      <w:r w:rsidRPr="0036143C">
        <w:rPr>
          <w:rFonts w:ascii="Times New Roman" w:hAnsi="Times New Roman"/>
        </w:rPr>
        <w:t>, jeśli o niedostępności planowanej dowiedzą się z wyprzedzeniem.</w:t>
      </w:r>
      <w:r w:rsidR="00BF7681" w:rsidRPr="0036143C">
        <w:rPr>
          <w:rFonts w:asciiTheme="minorHAnsi" w:eastAsiaTheme="minorHAnsi" w:hAnsiTheme="minorHAnsi" w:cstheme="minorBidi"/>
          <w:sz w:val="22"/>
          <w:szCs w:val="22"/>
          <w:lang w:eastAsia="en-US"/>
        </w:rPr>
        <w:t xml:space="preserve"> </w:t>
      </w:r>
      <w:r w:rsidR="00BF7681" w:rsidRPr="0036143C">
        <w:t>Organem sprawującym nadzór nad usługami zaufania w Polsce jest minister ds. informatyzacji.</w:t>
      </w:r>
      <w:r w:rsidR="000348D3" w:rsidRPr="0036143C">
        <w:t xml:space="preserve"> Jako że niedostępność skrzynki doręczeń podmiotu powoduje, że dotknięty nią podmiot traci dostęp do usługi rejestrowanego doręczenia elektronicznego,</w:t>
      </w:r>
      <w:r w:rsidR="00BF7681" w:rsidRPr="0036143C">
        <w:t xml:space="preserve"> </w:t>
      </w:r>
      <w:r w:rsidR="000348D3" w:rsidRPr="0036143C">
        <w:t xml:space="preserve">w </w:t>
      </w:r>
      <w:r w:rsidR="00BF7681" w:rsidRPr="0036143C">
        <w:t>ramach sprawowanego nadzoru</w:t>
      </w:r>
      <w:r w:rsidR="00BF7681" w:rsidRPr="0036143C">
        <w:rPr>
          <w:rFonts w:ascii="Times New Roman" w:hAnsi="Times New Roman"/>
        </w:rPr>
        <w:t xml:space="preserve"> </w:t>
      </w:r>
      <w:r w:rsidR="00BF7681" w:rsidRPr="0036143C">
        <w:t xml:space="preserve">minister ds. informatyzacji może zwrócić się do nadzorowanego dostawcy usług zaufania o wyjaśnienia dotyczące zgłaszanych przez podmioty korzystające z </w:t>
      </w:r>
      <w:r w:rsidR="002B6ADB" w:rsidRPr="0036143C">
        <w:t>tych usług</w:t>
      </w:r>
      <w:r w:rsidR="00BF7681" w:rsidRPr="0036143C">
        <w:t xml:space="preserve"> przypadków niedostępności usługi zaufania spowodowanej niedostępnością skrzynek doręczeń.  </w:t>
      </w:r>
    </w:p>
    <w:p w14:paraId="3870B822" w14:textId="0A248C38" w:rsidR="00F31113" w:rsidRDefault="00F31113" w:rsidP="00F96EA5">
      <w:pPr>
        <w:pStyle w:val="ARTartustawynprozporzdzenia"/>
        <w:rPr>
          <w:rFonts w:ascii="Times New Roman" w:hAnsi="Times New Roman"/>
        </w:rPr>
      </w:pPr>
      <w:r w:rsidRPr="0036143C">
        <w:rPr>
          <w:rFonts w:ascii="Times New Roman" w:hAnsi="Times New Roman"/>
        </w:rPr>
        <w:t>Poniższa tabela podsumowuje wymienione i zdefiniowane w załączniku do rozporządzenia współczynniki wzoru</w:t>
      </w:r>
      <w:r w:rsidR="00477AAD" w:rsidRPr="0036143C">
        <w:rPr>
          <w:rFonts w:ascii="Times New Roman" w:hAnsi="Times New Roman"/>
        </w:rPr>
        <w:t xml:space="preserve"> i odnosi je do kategorii, do których może zostać zakwalifikowany wynik pomiaru</w:t>
      </w:r>
      <w:r w:rsidRPr="0036143C">
        <w:rPr>
          <w:rFonts w:ascii="Times New Roman" w:hAnsi="Times New Roman"/>
        </w:rPr>
        <w:t>.</w:t>
      </w:r>
    </w:p>
    <w:p w14:paraId="3724073A" w14:textId="23CAA5D0" w:rsidR="00504205" w:rsidRDefault="00504205" w:rsidP="00F96EA5">
      <w:pPr>
        <w:pStyle w:val="ARTartustawynprozporzdzenia"/>
        <w:rPr>
          <w:rFonts w:ascii="Times New Roman" w:hAnsi="Times New Roman"/>
        </w:rPr>
      </w:pPr>
    </w:p>
    <w:p w14:paraId="3047DC67" w14:textId="77777777" w:rsidR="00504205" w:rsidRPr="0036143C" w:rsidRDefault="00504205" w:rsidP="00F96EA5">
      <w:pPr>
        <w:pStyle w:val="ARTartustawynprozporzdzenia"/>
        <w:rPr>
          <w:rFonts w:ascii="Times New Roman" w:hAnsi="Times New Roman"/>
        </w:rPr>
      </w:pPr>
    </w:p>
    <w:tbl>
      <w:tblPr>
        <w:tblW w:w="9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89"/>
        <w:gridCol w:w="6708"/>
      </w:tblGrid>
      <w:tr w:rsidR="00477AAD" w:rsidRPr="0036143C" w14:paraId="6C4D492A" w14:textId="2EE38416" w:rsidTr="00504205">
        <w:trPr>
          <w:trHeight w:val="333"/>
          <w:jc w:val="center"/>
        </w:trPr>
        <w:tc>
          <w:tcPr>
            <w:tcW w:w="2689" w:type="dxa"/>
            <w:shd w:val="clear" w:color="auto" w:fill="99CCFF"/>
            <w:vAlign w:val="center"/>
          </w:tcPr>
          <w:p w14:paraId="4AC46B18" w14:textId="5D16CD45" w:rsidR="00477AAD" w:rsidRPr="0036143C" w:rsidRDefault="00477AAD" w:rsidP="004A7F0E">
            <w:pPr>
              <w:rPr>
                <w:rStyle w:val="Ppogrubienie"/>
              </w:rPr>
            </w:pPr>
            <w:r w:rsidRPr="0036143C">
              <w:rPr>
                <w:rStyle w:val="Ppogrubienie"/>
              </w:rPr>
              <w:lastRenderedPageBreak/>
              <w:t>Współczynnik wzoru</w:t>
            </w:r>
          </w:p>
        </w:tc>
        <w:tc>
          <w:tcPr>
            <w:tcW w:w="6708" w:type="dxa"/>
            <w:shd w:val="clear" w:color="auto" w:fill="99CCFF"/>
            <w:vAlign w:val="center"/>
          </w:tcPr>
          <w:p w14:paraId="694F090C" w14:textId="308F701D" w:rsidR="00477AAD" w:rsidRPr="0036143C" w:rsidRDefault="00477AAD" w:rsidP="004A7F0E">
            <w:pPr>
              <w:rPr>
                <w:rStyle w:val="Ppogrubienie"/>
              </w:rPr>
            </w:pPr>
            <w:r w:rsidRPr="0036143C">
              <w:rPr>
                <w:rStyle w:val="Ppogrubienie"/>
              </w:rPr>
              <w:t>Wzajemne relacje zbiorów</w:t>
            </w:r>
          </w:p>
        </w:tc>
      </w:tr>
      <w:tr w:rsidR="00477AAD" w:rsidRPr="0036143C" w14:paraId="3EB887E0" w14:textId="3771E712" w:rsidTr="00504205">
        <w:trPr>
          <w:trHeight w:val="142"/>
          <w:jc w:val="center"/>
        </w:trPr>
        <w:tc>
          <w:tcPr>
            <w:tcW w:w="2689" w:type="dxa"/>
            <w:shd w:val="clear" w:color="auto" w:fill="FFFFFF"/>
          </w:tcPr>
          <w:p w14:paraId="0E0E096E" w14:textId="77777777" w:rsidR="00477AAD" w:rsidRPr="0036143C" w:rsidRDefault="00477AAD" w:rsidP="00477AAD">
            <w:pPr>
              <w:spacing w:line="276" w:lineRule="auto"/>
              <w:jc w:val="both"/>
            </w:pPr>
            <w:r w:rsidRPr="0036143C">
              <w:t>Okres pomiarowy</w:t>
            </w:r>
          </w:p>
          <w:p w14:paraId="4B8C66B9" w14:textId="644DB606" w:rsidR="00477AAD" w:rsidRPr="0036143C" w:rsidRDefault="00477AAD" w:rsidP="00477AAD">
            <w:pPr>
              <w:spacing w:line="276" w:lineRule="auto"/>
              <w:jc w:val="both"/>
            </w:pPr>
          </w:p>
          <w:p w14:paraId="68D40262" w14:textId="77777777" w:rsidR="00477AAD" w:rsidRPr="0036143C" w:rsidRDefault="00477AAD" w:rsidP="00477AAD">
            <w:pPr>
              <w:spacing w:line="276" w:lineRule="auto"/>
              <w:jc w:val="both"/>
            </w:pPr>
            <w:r w:rsidRPr="0036143C">
              <w:t xml:space="preserve">Oczekiwany czas dostępności </w:t>
            </w:r>
          </w:p>
          <w:p w14:paraId="60ED6379" w14:textId="77777777" w:rsidR="00477AAD" w:rsidRPr="0036143C" w:rsidRDefault="00477AAD" w:rsidP="00477AAD">
            <w:pPr>
              <w:spacing w:line="276" w:lineRule="auto"/>
              <w:jc w:val="both"/>
            </w:pPr>
          </w:p>
          <w:p w14:paraId="6D800AEA" w14:textId="0C642002" w:rsidR="00477AAD" w:rsidRPr="0036143C" w:rsidRDefault="00477AAD" w:rsidP="00477AAD">
            <w:pPr>
              <w:spacing w:line="276" w:lineRule="auto"/>
              <w:jc w:val="both"/>
            </w:pPr>
            <w:r w:rsidRPr="0036143C">
              <w:t>Zmierzony okres dostępności</w:t>
            </w:r>
          </w:p>
          <w:p w14:paraId="142639F0" w14:textId="77777777" w:rsidR="00477AAD" w:rsidRPr="0036143C" w:rsidRDefault="00477AAD" w:rsidP="00477AAD">
            <w:pPr>
              <w:spacing w:line="276" w:lineRule="auto"/>
              <w:jc w:val="both"/>
            </w:pPr>
          </w:p>
          <w:p w14:paraId="5122CA52" w14:textId="1989643D" w:rsidR="00477AAD" w:rsidRPr="0036143C" w:rsidRDefault="00477AAD" w:rsidP="00477AAD">
            <w:pPr>
              <w:spacing w:line="276" w:lineRule="auto"/>
              <w:jc w:val="both"/>
              <w:rPr>
                <w:rStyle w:val="Kkursywa"/>
              </w:rPr>
            </w:pPr>
            <w:r w:rsidRPr="0036143C">
              <w:t>Czas niedostępności wynikającej z prac serwisowych (planowanej)</w:t>
            </w:r>
          </w:p>
        </w:tc>
        <w:tc>
          <w:tcPr>
            <w:tcW w:w="6708" w:type="dxa"/>
            <w:shd w:val="clear" w:color="auto" w:fill="FFFFFF"/>
          </w:tcPr>
          <w:p w14:paraId="560ACD73" w14:textId="499F94DF" w:rsidR="00477AAD" w:rsidRPr="0036143C" w:rsidRDefault="00477AAD" w:rsidP="00477AAD">
            <w:pPr>
              <w:spacing w:line="276" w:lineRule="auto"/>
              <w:jc w:val="both"/>
              <w:rPr>
                <w:rStyle w:val="Kkursywa"/>
                <w:i w:val="0"/>
              </w:rPr>
            </w:pPr>
            <w:r w:rsidRPr="0036143C">
              <w:rPr>
                <w:rStyle w:val="Kkursywa"/>
                <w:i w:val="0"/>
              </w:rPr>
              <w:t>W okresie pomiarowym (168 godzin tygodnia) okres dostępności może być wyższy niż oczekiwany (OCD), jeśli operator wyznaczony nie planuje przeprowadzenia prac serwisowych powodujących niedostępność skrzynki doręczeń.</w:t>
            </w:r>
          </w:p>
          <w:p w14:paraId="0A1F093B" w14:textId="77777777" w:rsidR="00477AAD" w:rsidRPr="0036143C" w:rsidRDefault="00477AAD" w:rsidP="00477AAD">
            <w:pPr>
              <w:spacing w:line="276" w:lineRule="auto"/>
              <w:jc w:val="both"/>
              <w:rPr>
                <w:rStyle w:val="Kkursywa"/>
                <w:i w:val="0"/>
              </w:rPr>
            </w:pPr>
          </w:p>
          <w:p w14:paraId="27BA5DE7" w14:textId="48C5A388" w:rsidR="00477AAD" w:rsidRPr="0036143C" w:rsidRDefault="00477AAD" w:rsidP="006336F7">
            <w:pPr>
              <w:spacing w:line="276" w:lineRule="auto"/>
              <w:jc w:val="both"/>
              <w:rPr>
                <w:rStyle w:val="Kkursywa"/>
              </w:rPr>
            </w:pPr>
            <w:r w:rsidRPr="0036143C">
              <w:rPr>
                <w:rStyle w:val="Kkursywa"/>
                <w:i w:val="0"/>
              </w:rPr>
              <w:t>OCD nie jest podzbiorem ani nie zawiera w sobie godzin przewidzianych na planowe prace serwisowe (5,5 godziny tygodniowo).</w:t>
            </w:r>
          </w:p>
        </w:tc>
      </w:tr>
      <w:tr w:rsidR="00477AAD" w:rsidRPr="0036143C" w14:paraId="65D712CE" w14:textId="77777777" w:rsidTr="00504205">
        <w:trPr>
          <w:trHeight w:val="142"/>
          <w:jc w:val="center"/>
        </w:trPr>
        <w:tc>
          <w:tcPr>
            <w:tcW w:w="2689" w:type="dxa"/>
            <w:shd w:val="clear" w:color="auto" w:fill="FFFFFF"/>
          </w:tcPr>
          <w:p w14:paraId="5BDE48DF" w14:textId="77777777" w:rsidR="00477AAD" w:rsidRPr="0036143C" w:rsidRDefault="00477AAD" w:rsidP="00477AAD">
            <w:pPr>
              <w:spacing w:line="276" w:lineRule="auto"/>
              <w:jc w:val="both"/>
            </w:pPr>
            <w:r w:rsidRPr="0036143C">
              <w:t>Dopuszczalny okres niedostępności nieplanowanej</w:t>
            </w:r>
          </w:p>
          <w:p w14:paraId="5CE82C67" w14:textId="77777777" w:rsidR="00477AAD" w:rsidRPr="0036143C" w:rsidRDefault="00477AAD" w:rsidP="00477AAD">
            <w:pPr>
              <w:spacing w:line="276" w:lineRule="auto"/>
              <w:jc w:val="both"/>
            </w:pPr>
          </w:p>
          <w:p w14:paraId="6F5FC259" w14:textId="77777777" w:rsidR="00477AAD" w:rsidRPr="0036143C" w:rsidRDefault="00477AAD" w:rsidP="00477AAD">
            <w:pPr>
              <w:spacing w:line="276" w:lineRule="auto"/>
              <w:jc w:val="both"/>
            </w:pPr>
            <w:r w:rsidRPr="0036143C">
              <w:t xml:space="preserve">Zmierzony czas dostępności nieplanowanej </w:t>
            </w:r>
          </w:p>
          <w:p w14:paraId="3E72AE6E" w14:textId="77777777" w:rsidR="00477AAD" w:rsidRPr="0036143C" w:rsidRDefault="00477AAD" w:rsidP="00477AAD">
            <w:pPr>
              <w:spacing w:line="276" w:lineRule="auto"/>
              <w:jc w:val="both"/>
            </w:pPr>
          </w:p>
          <w:p w14:paraId="5EE7591A" w14:textId="77777777" w:rsidR="00477AAD" w:rsidRPr="0036143C" w:rsidRDefault="00477AAD" w:rsidP="00477AAD">
            <w:pPr>
              <w:spacing w:line="276" w:lineRule="auto"/>
              <w:jc w:val="both"/>
            </w:pPr>
            <w:r w:rsidRPr="0036143C">
              <w:t xml:space="preserve">Współczynnik wiadomości wysłanych </w:t>
            </w:r>
          </w:p>
          <w:p w14:paraId="23A4A8E9" w14:textId="77777777" w:rsidR="00477AAD" w:rsidRPr="0036143C" w:rsidRDefault="00477AAD" w:rsidP="00477AAD">
            <w:pPr>
              <w:spacing w:line="276" w:lineRule="auto"/>
              <w:jc w:val="both"/>
            </w:pPr>
          </w:p>
          <w:p w14:paraId="29A87283" w14:textId="6C5212B5" w:rsidR="00477AAD" w:rsidRPr="0036143C" w:rsidRDefault="00477AAD" w:rsidP="00477AAD">
            <w:pPr>
              <w:spacing w:line="276" w:lineRule="auto"/>
              <w:jc w:val="both"/>
            </w:pPr>
            <w:r w:rsidRPr="0036143C">
              <w:t>Współczynnik wiadomości odebranych</w:t>
            </w:r>
          </w:p>
        </w:tc>
        <w:tc>
          <w:tcPr>
            <w:tcW w:w="6708" w:type="dxa"/>
            <w:shd w:val="clear" w:color="auto" w:fill="FFFFFF"/>
          </w:tcPr>
          <w:p w14:paraId="5B49918D" w14:textId="77777777" w:rsidR="00477AAD" w:rsidRPr="0036143C" w:rsidRDefault="00477AAD" w:rsidP="00477AAD">
            <w:pPr>
              <w:spacing w:line="276" w:lineRule="auto"/>
              <w:jc w:val="both"/>
              <w:rPr>
                <w:rStyle w:val="Kkursywa"/>
                <w:i w:val="0"/>
              </w:rPr>
            </w:pPr>
            <w:r w:rsidRPr="0036143C">
              <w:rPr>
                <w:rStyle w:val="Kkursywa"/>
                <w:i w:val="0"/>
              </w:rPr>
              <w:t>Jeśli okres niedostępności nieplanowanej wystąpi, zmniejsza liczbę godzin czasu dostępności i obniża wartości WW i WO. Jeśli przekroczy wartość dopuszczalną (DON), spowoduje obniżenie  poziomu dostępności poniżej poziomu gwarantowanego.</w:t>
            </w:r>
          </w:p>
          <w:p w14:paraId="3061B912" w14:textId="77777777" w:rsidR="00477AAD" w:rsidRPr="0036143C" w:rsidRDefault="00477AAD" w:rsidP="00477AAD">
            <w:pPr>
              <w:spacing w:line="276" w:lineRule="auto"/>
              <w:jc w:val="both"/>
              <w:rPr>
                <w:rStyle w:val="Kkursywa"/>
                <w:i w:val="0"/>
              </w:rPr>
            </w:pPr>
          </w:p>
          <w:p w14:paraId="3E3DD9BE" w14:textId="3005C221" w:rsidR="00477AAD" w:rsidRPr="0036143C" w:rsidRDefault="00477AAD" w:rsidP="00477AAD">
            <w:pPr>
              <w:spacing w:line="276" w:lineRule="auto"/>
              <w:jc w:val="both"/>
              <w:rPr>
                <w:rStyle w:val="Kkursywa"/>
                <w:i w:val="0"/>
              </w:rPr>
            </w:pPr>
            <w:r w:rsidRPr="0036143C">
              <w:rPr>
                <w:rStyle w:val="Kkursywa"/>
                <w:i w:val="0"/>
              </w:rPr>
              <w:t>Jeśli niedostępność nieplanowana nastąpiła z uwagi na siłę wyższą, jej czas zostanie pominięty w zliczaniu okresu dostępności nieplanowanej.</w:t>
            </w:r>
          </w:p>
        </w:tc>
      </w:tr>
      <w:tr w:rsidR="00477AAD" w:rsidRPr="0036143C" w14:paraId="63CE9113" w14:textId="77777777" w:rsidTr="00504205">
        <w:trPr>
          <w:trHeight w:val="142"/>
          <w:jc w:val="center"/>
        </w:trPr>
        <w:tc>
          <w:tcPr>
            <w:tcW w:w="2689" w:type="dxa"/>
            <w:shd w:val="clear" w:color="auto" w:fill="FFFFFF"/>
          </w:tcPr>
          <w:p w14:paraId="728BF4A3" w14:textId="77777777" w:rsidR="00477AAD" w:rsidRPr="0036143C" w:rsidRDefault="00477AAD" w:rsidP="00477AAD">
            <w:pPr>
              <w:spacing w:line="276" w:lineRule="auto"/>
              <w:jc w:val="both"/>
            </w:pPr>
            <w:r w:rsidRPr="0036143C">
              <w:t xml:space="preserve">Współczynnik wiadomości wysłanych/odebranych </w:t>
            </w:r>
          </w:p>
          <w:p w14:paraId="51C52BD4" w14:textId="77777777" w:rsidR="00477AAD" w:rsidRPr="0036143C" w:rsidRDefault="00477AAD" w:rsidP="00477AAD">
            <w:pPr>
              <w:spacing w:line="276" w:lineRule="auto"/>
              <w:jc w:val="both"/>
            </w:pPr>
          </w:p>
          <w:p w14:paraId="0915A2E9" w14:textId="19CA8569" w:rsidR="00477AAD" w:rsidRPr="0036143C" w:rsidRDefault="00477AAD" w:rsidP="00477AAD">
            <w:pPr>
              <w:spacing w:line="276" w:lineRule="auto"/>
              <w:jc w:val="both"/>
            </w:pPr>
            <w:r w:rsidRPr="0036143C">
              <w:t xml:space="preserve">Liczba wszystkich prób wysyłki/odbioru, </w:t>
            </w:r>
          </w:p>
          <w:p w14:paraId="05C6EAAB" w14:textId="77777777" w:rsidR="00477AAD" w:rsidRPr="0036143C" w:rsidRDefault="00477AAD" w:rsidP="00477AAD">
            <w:pPr>
              <w:spacing w:line="276" w:lineRule="auto"/>
              <w:jc w:val="both"/>
            </w:pPr>
          </w:p>
          <w:p w14:paraId="4376C348" w14:textId="77777777" w:rsidR="00477AAD" w:rsidRPr="0036143C" w:rsidRDefault="00477AAD" w:rsidP="00477AAD">
            <w:pPr>
              <w:spacing w:line="276" w:lineRule="auto"/>
              <w:jc w:val="both"/>
            </w:pPr>
            <w:r w:rsidRPr="0036143C">
              <w:t>Liczba wiadomości pomyślnie wysłanych/odebranych</w:t>
            </w:r>
          </w:p>
          <w:p w14:paraId="191D0FB5" w14:textId="77777777" w:rsidR="00477AAD" w:rsidRPr="0036143C" w:rsidRDefault="00477AAD" w:rsidP="00477AAD">
            <w:pPr>
              <w:spacing w:line="276" w:lineRule="auto"/>
              <w:jc w:val="both"/>
            </w:pPr>
          </w:p>
          <w:p w14:paraId="727F07FB" w14:textId="7EA84E23" w:rsidR="00477AAD" w:rsidRPr="0036143C" w:rsidRDefault="00477AAD" w:rsidP="00477AAD">
            <w:pPr>
              <w:spacing w:line="276" w:lineRule="auto"/>
              <w:jc w:val="both"/>
            </w:pPr>
            <w:r w:rsidRPr="0036143C">
              <w:t>Liczba nieudanych prób wysyłki/odbioru</w:t>
            </w:r>
          </w:p>
        </w:tc>
        <w:tc>
          <w:tcPr>
            <w:tcW w:w="6708" w:type="dxa"/>
            <w:shd w:val="clear" w:color="auto" w:fill="FFFFFF"/>
          </w:tcPr>
          <w:p w14:paraId="05110590" w14:textId="77777777" w:rsidR="00477AAD" w:rsidRPr="0036143C" w:rsidRDefault="00477AAD" w:rsidP="00477AAD">
            <w:pPr>
              <w:spacing w:line="276" w:lineRule="auto"/>
              <w:jc w:val="both"/>
              <w:rPr>
                <w:rStyle w:val="Kkursywa"/>
                <w:i w:val="0"/>
              </w:rPr>
            </w:pPr>
            <w:r w:rsidRPr="0036143C">
              <w:rPr>
                <w:rStyle w:val="Kkursywa"/>
                <w:i w:val="0"/>
              </w:rPr>
              <w:t>Różnica pomiędzy liczbą wszystkich prób wysyłki/odbioru a liczbą wiadomości wysłanych/odebranych oznacza liczbę prób wysyłki/odbioru zakończonych niepowodzeniem, która nie może być liczbą ujemną.</w:t>
            </w:r>
          </w:p>
          <w:p w14:paraId="096CC7D1" w14:textId="77777777" w:rsidR="00477AAD" w:rsidRPr="0036143C" w:rsidRDefault="00477AAD" w:rsidP="00477AAD">
            <w:pPr>
              <w:spacing w:line="276" w:lineRule="auto"/>
              <w:jc w:val="both"/>
              <w:rPr>
                <w:rStyle w:val="Kkursywa"/>
                <w:i w:val="0"/>
              </w:rPr>
            </w:pPr>
          </w:p>
          <w:p w14:paraId="790F1557" w14:textId="77777777" w:rsidR="00477AAD" w:rsidRPr="0036143C" w:rsidRDefault="00477AAD" w:rsidP="00477AAD">
            <w:pPr>
              <w:spacing w:line="276" w:lineRule="auto"/>
              <w:jc w:val="both"/>
              <w:rPr>
                <w:rStyle w:val="Kkursywa"/>
                <w:i w:val="0"/>
              </w:rPr>
            </w:pPr>
            <w:r w:rsidRPr="0036143C">
              <w:rPr>
                <w:rStyle w:val="Kkursywa"/>
                <w:i w:val="0"/>
              </w:rPr>
              <w:t>Stan braku wysyłki i odbierania korespondencji oznacza, że zarówno liczba wiadomości wysłanych/odebranych jak i liczba prób wysyłki/odbioru wynoszą 0, a współczynnik WW/WO przyjmuje wartość 0,1.</w:t>
            </w:r>
          </w:p>
          <w:p w14:paraId="0E62150F" w14:textId="52B29501" w:rsidR="00477AAD" w:rsidRPr="0036143C" w:rsidRDefault="00477AAD" w:rsidP="00477AAD">
            <w:pPr>
              <w:spacing w:line="276" w:lineRule="auto"/>
              <w:jc w:val="both"/>
              <w:rPr>
                <w:rStyle w:val="Kkursywa"/>
                <w:i w:val="0"/>
              </w:rPr>
            </w:pPr>
            <w:r w:rsidRPr="0036143C">
              <w:rPr>
                <w:rStyle w:val="Kkursywa"/>
                <w:i w:val="0"/>
              </w:rPr>
              <w:t>Przy niezerowej liczbie prób wysyłki/odbioru najwyższą (optymalną) wartością WW/WO jest 1,1.</w:t>
            </w:r>
          </w:p>
        </w:tc>
      </w:tr>
    </w:tbl>
    <w:p w14:paraId="42AB3983" w14:textId="77777777" w:rsidR="00477AAD" w:rsidRPr="0036143C" w:rsidRDefault="00477AAD" w:rsidP="00F96EA5">
      <w:pPr>
        <w:pStyle w:val="ARTartustawynprozporzdzenia"/>
        <w:rPr>
          <w:rFonts w:ascii="Times New Roman" w:hAnsi="Times New Roman"/>
        </w:rPr>
      </w:pPr>
    </w:p>
    <w:p w14:paraId="63F40A0F" w14:textId="2F8A63D6" w:rsidR="007D4170" w:rsidRPr="0036143C" w:rsidRDefault="007D4170" w:rsidP="00504205">
      <w:pPr>
        <w:pStyle w:val="ARTartustawynprozporzdzenia"/>
        <w:ind w:firstLine="0"/>
        <w:rPr>
          <w:rStyle w:val="Ppogrubienie"/>
          <w:b w:val="0"/>
        </w:rPr>
      </w:pPr>
    </w:p>
    <w:p w14:paraId="280B1E82" w14:textId="77777777" w:rsidR="00477AAD" w:rsidRPr="0036143C" w:rsidRDefault="00477AAD" w:rsidP="00F96EA5">
      <w:pPr>
        <w:pStyle w:val="ARTartustawynprozporzdzenia"/>
        <w:rPr>
          <w:rFonts w:ascii="Times New Roman" w:hAnsi="Times New Roman"/>
        </w:rPr>
      </w:pPr>
    </w:p>
    <w:p w14:paraId="31516557" w14:textId="77777777" w:rsidR="00F31113" w:rsidRPr="0036143C" w:rsidRDefault="00F31113" w:rsidP="00F31113">
      <w:pPr>
        <w:pStyle w:val="ARTartustawynprozporzdzenia"/>
        <w:rPr>
          <w:rFonts w:ascii="Times New Roman" w:hAnsi="Times New Roman"/>
        </w:rPr>
      </w:pPr>
      <w:r w:rsidRPr="0036143C">
        <w:rPr>
          <w:rFonts w:ascii="Times New Roman" w:hAnsi="Times New Roman"/>
        </w:rPr>
        <w:lastRenderedPageBreak/>
        <w:t xml:space="preserve">Zgodnie z art. 38 ust. 5 pkt 3 ustawy </w:t>
      </w:r>
      <w:r w:rsidRPr="0036143C">
        <w:t>o doręczeniach elektronicznych</w:t>
      </w:r>
      <w:sdt>
        <w:sdtPr>
          <w:rPr>
            <w:rFonts w:ascii="Times New Roman" w:hAnsi="Times New Roman"/>
          </w:rPr>
          <w:tag w:val="goog_rdk_131"/>
          <w:id w:val="1601606442"/>
        </w:sdtPr>
        <w:sdtEndPr/>
        <w:sdtContent>
          <w:r w:rsidRPr="0036143C">
            <w:rPr>
              <w:rFonts w:ascii="Times New Roman" w:hAnsi="Times New Roman"/>
            </w:rPr>
            <w:t>,</w:t>
          </w:r>
        </w:sdtContent>
      </w:sdt>
      <w:r w:rsidRPr="0036143C">
        <w:rPr>
          <w:rFonts w:ascii="Times New Roman" w:hAnsi="Times New Roman"/>
        </w:rPr>
        <w:t xml:space="preserve"> operator wyznaczony udostępnia podmiotom publicznym oraz podmiotom niepublicznym korzystającym z publicznej usługi rejestrowanego doręczenia elektronicznego skrzynki doręczeń, z obowiązkiem zapewnienia przechowywania wysłanych i odebranych danych w ramach gwarantowanej pojemności skrzynki doręczeń.</w:t>
      </w:r>
    </w:p>
    <w:p w14:paraId="7ED994C6" w14:textId="7647758C" w:rsidR="00E07616" w:rsidRPr="0036143C" w:rsidRDefault="00E07616" w:rsidP="00F96EA5">
      <w:pPr>
        <w:pStyle w:val="NIEARTTEKSTtekstnieartykuowanynppodstprawnarozplubpreambua"/>
      </w:pPr>
      <w:r w:rsidRPr="0036143C">
        <w:t>Gwarantowana pojemność skrzynki doręczeń, wyrażana w gigabajtach, oznacza maksymalny wolumen danych, które można umieścić na skrzynce doręc</w:t>
      </w:r>
      <w:r w:rsidR="00504205">
        <w:t>zeń w ramach usługi publicznej.</w:t>
      </w:r>
    </w:p>
    <w:p w14:paraId="7C2D6DA8" w14:textId="19A638FC" w:rsidR="00E07616" w:rsidRPr="0036143C" w:rsidRDefault="00E07616" w:rsidP="00F96EA5">
      <w:pPr>
        <w:pStyle w:val="NIEARTTEKSTtekstnieartykuowanynppodstprawnarozplubpreambua"/>
      </w:pPr>
      <w:r w:rsidRPr="0036143C">
        <w:t xml:space="preserve">W zakresie ustalania gwarantowanej pojemności skrzynki doręczeń przewidziano także rozróżnienie wielkości tej pojemności ze względu na podmiot zarządzający skrzynką (§ </w:t>
      </w:r>
      <w:r w:rsidR="00063DCA" w:rsidRPr="0036143C">
        <w:t>3</w:t>
      </w:r>
      <w:r w:rsidR="00983312" w:rsidRPr="0036143C">
        <w:t>)</w:t>
      </w:r>
      <w:r w:rsidRPr="0036143C">
        <w:t>.</w:t>
      </w:r>
    </w:p>
    <w:p w14:paraId="75D4BE70" w14:textId="77777777" w:rsidR="00E07616" w:rsidRPr="0036143C" w:rsidRDefault="00E07616" w:rsidP="00F96EA5">
      <w:pPr>
        <w:pStyle w:val="NIEARTTEKSTtekstnieartykuowanynppodstprawnarozplubpreambua"/>
      </w:pPr>
      <w:r w:rsidRPr="0036143C">
        <w:t>Wartości przyjęte w rozporządzeniu dla gwarantowanej pojemności skrzynek wynikają ze zróżnicowania potrzeb korespondencyjnych podmiotów publicznych wyspecjalizowanych w obsłudze korespondencji wychodzącej i przychodzącej oraz archiwizowaniu jej i podmiotów niepublicznych, które wymagają nieco wyższej dostępności, a znacząco mniejszej pojemności.</w:t>
      </w:r>
    </w:p>
    <w:p w14:paraId="7D9ACAFD" w14:textId="317D522D" w:rsidR="00E07616" w:rsidRPr="0036143C" w:rsidRDefault="00E07616" w:rsidP="00F96EA5">
      <w:pPr>
        <w:pStyle w:val="NIEARTTEKSTtekstnieartykuowanynppodstprawnarozplubpreambua"/>
      </w:pPr>
      <w:r w:rsidRPr="0036143C">
        <w:t xml:space="preserve">Dla podmiotów publicznych wyznaczono maksymalną pojemność </w:t>
      </w:r>
      <w:r w:rsidR="00614F81" w:rsidRPr="0036143C">
        <w:t xml:space="preserve">30 </w:t>
      </w:r>
      <w:r w:rsidRPr="0036143C">
        <w:t xml:space="preserve">GB. </w:t>
      </w:r>
    </w:p>
    <w:p w14:paraId="28F0AF86" w14:textId="18E4EC19" w:rsidR="00E07616" w:rsidRPr="0036143C" w:rsidRDefault="00E07616" w:rsidP="00F96EA5">
      <w:pPr>
        <w:pStyle w:val="NIEARTTEKSTtekstnieartykuowanynppodstprawnarozplubpreambua"/>
      </w:pPr>
      <w:r w:rsidRPr="0036143C">
        <w:t>Dla podmiotów niepublicznych gwarantowana pojemność skrzynek doręczeń pro</w:t>
      </w:r>
      <w:r w:rsidR="00A44E13" w:rsidRPr="0036143C">
        <w:t xml:space="preserve">ponuje się ustalić na poziomie </w:t>
      </w:r>
      <w:r w:rsidR="002A4DCE" w:rsidRPr="0036143C">
        <w:t>3</w:t>
      </w:r>
      <w:r w:rsidRPr="0036143C">
        <w:t xml:space="preserve"> GB</w:t>
      </w:r>
      <w:r w:rsidR="00ED25E9" w:rsidRPr="0036143C">
        <w:t>.</w:t>
      </w:r>
    </w:p>
    <w:p w14:paraId="45C817B1" w14:textId="16231222" w:rsidR="008F6C31" w:rsidRPr="0036143C" w:rsidRDefault="008F6C31" w:rsidP="00F96EA5">
      <w:pPr>
        <w:pStyle w:val="NIEARTTEKSTtekstnieartykuowanynppodstprawnarozplubpreambua"/>
      </w:pPr>
      <w:r w:rsidRPr="0036143C">
        <w:t>Wartość gwarantowanej pojemności jest w największej mierze zależna od oczekiwanej średniej objętości dokumentu elektronicznego, oczekiwanej liczby przetwarzanych dokumentów elektronicznych, ale jest także uzależniona od oczekiwanego tempa i usuwania ze skrzynki przez użytkownika zgromadzonej tam korespondencji. Przyjęte w symulacjach założenia pozwoliły na dobór wartości pojemności gwarantowanej na poziomie bezpiecznym, tj. niepowodującym przymuszenia użytkownika do odbierania ze skrzynki korespondencji z częstotliwością krótszą niż tygodniowa.</w:t>
      </w:r>
    </w:p>
    <w:p w14:paraId="74E95163" w14:textId="05D34A58" w:rsidR="000857B4" w:rsidRPr="0036143C" w:rsidRDefault="00E07616" w:rsidP="00F96EA5">
      <w:pPr>
        <w:pStyle w:val="NIEARTTEKSTtekstnieartykuowanynppodstprawnarozplubpreambua"/>
      </w:pPr>
      <w:r w:rsidRPr="0036143C">
        <w:t xml:space="preserve">Jeśli </w:t>
      </w:r>
      <w:r w:rsidR="00F66511" w:rsidRPr="0036143C">
        <w:t>o</w:t>
      </w:r>
      <w:r w:rsidRPr="0036143C">
        <w:t xml:space="preserve">perator wyznaczony nie zapewniałby użytkownikom usługi możliwości usuwania </w:t>
      </w:r>
      <w:r w:rsidR="00186A1E" w:rsidRPr="0036143C">
        <w:t xml:space="preserve">tj. </w:t>
      </w:r>
      <w:r w:rsidRPr="0036143C">
        <w:t xml:space="preserve">pobierania danych </w:t>
      </w:r>
      <w:r w:rsidR="00186A1E" w:rsidRPr="0036143C">
        <w:t>poza skrzynkę</w:t>
      </w:r>
      <w:r w:rsidRPr="0036143C">
        <w:t xml:space="preserve">, </w:t>
      </w:r>
      <w:r w:rsidR="008F6C31" w:rsidRPr="0036143C">
        <w:t xml:space="preserve">to jest funkcji obniżających poziom zapełnienia skrzynki, </w:t>
      </w:r>
      <w:r w:rsidRPr="0036143C">
        <w:t xml:space="preserve">gwarantowane pojemności musiałyby być znacznie większe, aby poziom zapełnienia skrzynki nie powodował </w:t>
      </w:r>
      <w:r w:rsidR="008F6C31" w:rsidRPr="0036143C">
        <w:t xml:space="preserve">niepożądanego </w:t>
      </w:r>
      <w:r w:rsidRPr="0036143C">
        <w:t xml:space="preserve">efektu ubocznego dla nadawców w postaci odmowy doręczenia korespondencji na adres do doręczeń elektronicznych adresata. Stąd wprowadzono dodatkową regulację w § </w:t>
      </w:r>
      <w:r w:rsidR="002F1AD5" w:rsidRPr="0036143C">
        <w:t>4</w:t>
      </w:r>
      <w:r w:rsidR="00157144" w:rsidRPr="0036143C">
        <w:t xml:space="preserve"> </w:t>
      </w:r>
      <w:r w:rsidRPr="0036143C">
        <w:t xml:space="preserve">ust. 3 i przepisy mające na celu przeciwdziałanie zapełnianiu skrzynki doręczeń. </w:t>
      </w:r>
    </w:p>
    <w:p w14:paraId="39328A3B" w14:textId="5A8D2B95" w:rsidR="000857B4" w:rsidRPr="0036143C" w:rsidRDefault="000857B4" w:rsidP="00F96EA5">
      <w:pPr>
        <w:pStyle w:val="NIEARTTEKSTtekstnieartykuowanynppodstprawnarozplubpreambua"/>
      </w:pPr>
      <w:r w:rsidRPr="0036143C">
        <w:t xml:space="preserve">W § 4 ust. 3 </w:t>
      </w:r>
      <w:r w:rsidR="009C2284">
        <w:t xml:space="preserve">projektu </w:t>
      </w:r>
      <w:r w:rsidRPr="0036143C">
        <w:t xml:space="preserve">rozporządzenia doprecyzowano, że do gwarantowanej pojemności skrzynek nie będzie wliczana przestrzeń na wiadomości oczekujące na pobranie ich z usługi </w:t>
      </w:r>
      <w:r w:rsidRPr="0036143C">
        <w:lastRenderedPageBreak/>
        <w:t>rejestrowanego doręczenia elektronicznego na skrzynkę doręczeń. Przestrzeń na wiadomości oczekujące na pobranie jest rozwiązaniem obejmującym wszystkich dostawców i należy ona do obszaru usługi rejestrowanego doręczenia elektronicznego, podczas gdy przestrzeń skrzynki doręczeń znajduje się pod kontrolą podmiotu korzystającego z publicznej usługi rejestrowanego doręczenia świadczonej przez operatora wyznaczonego. Przestrzenie te muszą zatem być traktowane rozdzielnie i nie jest dopuszczalne traktowanie ich lub łączenie w jedną całość.</w:t>
      </w:r>
    </w:p>
    <w:p w14:paraId="62EDD897" w14:textId="77777777" w:rsidR="000857B4" w:rsidRPr="0036143C" w:rsidRDefault="000857B4" w:rsidP="00F96EA5">
      <w:pPr>
        <w:pStyle w:val="NIEARTTEKSTtekstnieartykuowanynppodstprawnarozplubpreambua"/>
      </w:pPr>
      <w:r w:rsidRPr="0036143C">
        <w:t>Obowiązek monitorowania i wykonywania pomiaru stopnia zapełnienia skrzynki doręczeń został nałożony na operatora wyznaczonego, ponieważ:</w:t>
      </w:r>
    </w:p>
    <w:p w14:paraId="599B0CEB" w14:textId="77777777" w:rsidR="000857B4" w:rsidRPr="0036143C" w:rsidRDefault="000857B4" w:rsidP="00F96EA5">
      <w:pPr>
        <w:pStyle w:val="NIEARTTEKSTtekstnieartykuowanynppodstprawnarozplubpreambua"/>
      </w:pPr>
      <w:r w:rsidRPr="0036143C">
        <w:t>– również jego dotykają konsekwencje przepełnienia skrzynki (niemożność przekazania wiadomości, konieczność wykazania, że usługa nie została wykonana z winy adresata),</w:t>
      </w:r>
    </w:p>
    <w:p w14:paraId="2C4B7B13" w14:textId="77777777" w:rsidR="000857B4" w:rsidRPr="0036143C" w:rsidRDefault="000857B4" w:rsidP="00F96EA5">
      <w:pPr>
        <w:pStyle w:val="NIEARTTEKSTtekstnieartykuowanynppodstprawnarozplubpreambua"/>
      </w:pPr>
      <w:r w:rsidRPr="0036143C">
        <w:t>– operator wyznaczony może najszybciej i najskuteczniej reagować na ryzyko przekroczenia stanów alarmowych zapełnienia skrzynki.</w:t>
      </w:r>
    </w:p>
    <w:p w14:paraId="16CA671E" w14:textId="53BE3363" w:rsidR="000857B4" w:rsidRPr="0036143C" w:rsidRDefault="00F66511" w:rsidP="00F96EA5">
      <w:pPr>
        <w:pStyle w:val="NIEARTTEKSTtekstnieartykuowanynppodstprawnarozplubpreambua"/>
      </w:pPr>
      <w:r w:rsidRPr="0036143C">
        <w:t>Reakcja o</w:t>
      </w:r>
      <w:r w:rsidR="000857B4" w:rsidRPr="0036143C">
        <w:t>peratora wyznaczonego obejmuje wysłanie powiadomień i ograniczenie możliwości wysyłania korespondencji przez użytkownika. Dzięki temu rozwiązaniu możliwe jest zmniejszenie ryzyka obciążenia konsekwencjami problemu potencjalnych nadawców, którzy nie mogliby przesyłać kolejnych wiadomości do adresata, gdyby wyczerpał on całą dostępną przestrzeń oferowaną przez skrzynkę i usługę rejestrowanego doręczenia</w:t>
      </w:r>
    </w:p>
    <w:p w14:paraId="259E0670" w14:textId="63F43BA2" w:rsidR="00186A1E" w:rsidRPr="0036143C" w:rsidRDefault="008F6C31" w:rsidP="00F96EA5">
      <w:pPr>
        <w:pStyle w:val="NIEARTTEKSTtekstnieartykuowanynppodstprawnarozplubpreambua"/>
      </w:pPr>
      <w:r w:rsidRPr="0036143C">
        <w:t>W projekcie rozporządzenia</w:t>
      </w:r>
      <w:r w:rsidR="00E07616" w:rsidRPr="0036143C">
        <w:t xml:space="preserve"> wskazano, </w:t>
      </w:r>
      <w:r w:rsidR="00655812" w:rsidRPr="0036143C">
        <w:t>ż</w:t>
      </w:r>
      <w:r w:rsidR="00E07616" w:rsidRPr="0036143C">
        <w:t>e operator wyznaczony ma za zadanie monitorować na bieżąco</w:t>
      </w:r>
      <w:r w:rsidR="002A4DCE" w:rsidRPr="0036143C">
        <w:t xml:space="preserve"> </w:t>
      </w:r>
      <w:r w:rsidR="00186A1E" w:rsidRPr="0036143C">
        <w:t>poziom zapełnienia każdej ze skrzynek doręcz</w:t>
      </w:r>
      <w:r w:rsidR="00655812" w:rsidRPr="0036143C">
        <w:t>e</w:t>
      </w:r>
      <w:r w:rsidR="00186A1E" w:rsidRPr="0036143C">
        <w:t>ń</w:t>
      </w:r>
      <w:r w:rsidR="00E07616" w:rsidRPr="0036143C">
        <w:t>. W przypadku</w:t>
      </w:r>
      <w:r w:rsidR="00186A1E" w:rsidRPr="0036143C">
        <w:t xml:space="preserve"> przekroczenia progu alarmowego 90%</w:t>
      </w:r>
      <w:r w:rsidR="00E07616" w:rsidRPr="0036143C">
        <w:t xml:space="preserve"> </w:t>
      </w:r>
      <w:r w:rsidR="00186A1E" w:rsidRPr="0036143C">
        <w:t>zapełnienia</w:t>
      </w:r>
      <w:r w:rsidR="00E07616" w:rsidRPr="0036143C">
        <w:t xml:space="preserve"> </w:t>
      </w:r>
      <w:r w:rsidR="002A4DCE" w:rsidRPr="0036143C">
        <w:t xml:space="preserve">pojemności gwarantowanej </w:t>
      </w:r>
      <w:r w:rsidR="00E07616" w:rsidRPr="0036143C">
        <w:t xml:space="preserve">operator wyznaczony powinien ostrzegać użytkownika przed konsekwencjami zapełnienia skrzynki doręczeń. </w:t>
      </w:r>
      <w:r w:rsidRPr="0036143C">
        <w:t>Operator wyznaczony może wykorzystać do tego wskazany przez podmiot korzystający z usługi rejestrowanego doręczenia elektronicznego kanał dostarczania powiadomień.</w:t>
      </w:r>
    </w:p>
    <w:p w14:paraId="348A6546" w14:textId="2BA099F5" w:rsidR="00E07616" w:rsidRPr="0036143C" w:rsidRDefault="008F6C31" w:rsidP="00F96EA5">
      <w:pPr>
        <w:pStyle w:val="NIEARTTEKSTtekstnieartykuowanynppodstprawnarozplubpreambua"/>
      </w:pPr>
      <w:r w:rsidRPr="0036143C">
        <w:t>P</w:t>
      </w:r>
      <w:r w:rsidR="00E07616" w:rsidRPr="0036143C">
        <w:t xml:space="preserve">o zapełnieniu </w:t>
      </w:r>
      <w:r w:rsidR="00186A1E" w:rsidRPr="0036143C">
        <w:t xml:space="preserve">98 % </w:t>
      </w:r>
      <w:r w:rsidR="002A4DCE" w:rsidRPr="0036143C">
        <w:t xml:space="preserve">pojemności gwarantowanej </w:t>
      </w:r>
      <w:r w:rsidR="00E07616" w:rsidRPr="0036143C">
        <w:t xml:space="preserve">funkcjonalność skrzynki doręczeń zostanie </w:t>
      </w:r>
      <w:r w:rsidR="00186A1E" w:rsidRPr="0036143C">
        <w:t xml:space="preserve">ograniczona </w:t>
      </w:r>
      <w:r w:rsidR="00E07616" w:rsidRPr="0036143C">
        <w:t>wyłącznie do</w:t>
      </w:r>
      <w:r w:rsidR="002A4DCE" w:rsidRPr="0036143C">
        <w:t xml:space="preserve"> odczytywania</w:t>
      </w:r>
      <w:r w:rsidR="00E07616" w:rsidRPr="0036143C">
        <w:t xml:space="preserve"> i usuwania korespondencji</w:t>
      </w:r>
      <w:r w:rsidR="00186A1E" w:rsidRPr="0036143C">
        <w:t>, to znaczy funkcji niezwiększających zapełnienie skrzynki</w:t>
      </w:r>
      <w:r w:rsidR="00E07616" w:rsidRPr="0036143C">
        <w:t>. W tej sytuacji użytkownik będzie mógł wysyłać nowe wiadomości dopiero po zwolnieniu przestrzeni na skrzynce doręczeń.</w:t>
      </w:r>
    </w:p>
    <w:p w14:paraId="23DF26A5" w14:textId="4B3454A6" w:rsidR="00186A1E" w:rsidRPr="0036143C" w:rsidRDefault="00186A1E" w:rsidP="00F96EA5">
      <w:pPr>
        <w:pStyle w:val="ARTartustawynprozporzdzenia"/>
      </w:pPr>
      <w:r w:rsidRPr="0036143C">
        <w:t xml:space="preserve">Próg 90 % </w:t>
      </w:r>
      <w:r w:rsidR="006F2495" w:rsidRPr="0036143C">
        <w:t>został zaproponowany z uwagi na pojemność</w:t>
      </w:r>
      <w:r w:rsidR="008F6C31" w:rsidRPr="0036143C">
        <w:t>,</w:t>
      </w:r>
      <w:r w:rsidR="006F2495" w:rsidRPr="0036143C">
        <w:t xml:space="preserve"> wyraż</w:t>
      </w:r>
      <w:r w:rsidR="008F6C31" w:rsidRPr="0036143C">
        <w:t>o</w:t>
      </w:r>
      <w:r w:rsidR="006F2495" w:rsidRPr="0036143C">
        <w:t xml:space="preserve">ną </w:t>
      </w:r>
      <w:r w:rsidR="008F6C31" w:rsidRPr="0036143C">
        <w:t xml:space="preserve">w projekcie rozporządzenia </w:t>
      </w:r>
      <w:r w:rsidR="006F2495" w:rsidRPr="0036143C">
        <w:t xml:space="preserve">w jednostkach bezwzględnych (gigabajtach); </w:t>
      </w:r>
      <w:r w:rsidR="008F6C31" w:rsidRPr="0036143C">
        <w:t>przy progu alarmowym o</w:t>
      </w:r>
      <w:r w:rsidR="00586BC0" w:rsidRPr="0036143C">
        <w:t> </w:t>
      </w:r>
      <w:r w:rsidR="008F6C31" w:rsidRPr="0036143C">
        <w:t xml:space="preserve">wartości 90 % </w:t>
      </w:r>
      <w:r w:rsidR="006F2495" w:rsidRPr="0036143C">
        <w:t xml:space="preserve">po otrzymaniu ostrzeżenia podmiot niepubliczny może umieścić na skrzynce </w:t>
      </w:r>
      <w:r w:rsidR="006F2495" w:rsidRPr="0036143C">
        <w:lastRenderedPageBreak/>
        <w:t xml:space="preserve">doręczeń bez żadnych ograniczeń funkcjonalności jeszcze 300 MB danych, </w:t>
      </w:r>
      <w:r w:rsidR="008F6C31" w:rsidRPr="0036143C">
        <w:t xml:space="preserve">zaś </w:t>
      </w:r>
      <w:r w:rsidR="006F2495" w:rsidRPr="0036143C">
        <w:t>podmiot publiczny – jeszcze 3000 MB.</w:t>
      </w:r>
    </w:p>
    <w:p w14:paraId="6C9FA6EE" w14:textId="6AF0E93D" w:rsidR="006F2495" w:rsidRPr="0036143C" w:rsidRDefault="006F2495" w:rsidP="00F96EA5">
      <w:pPr>
        <w:pStyle w:val="ARTartustawynprozporzdzenia"/>
      </w:pPr>
      <w:r w:rsidRPr="0036143C">
        <w:t xml:space="preserve">Próg 98% został zaproponowany z uwagi na pojemność i maksymalną objętość wiadomości, która wynosi 15 MB. </w:t>
      </w:r>
      <w:r w:rsidR="000857B4" w:rsidRPr="0036143C">
        <w:t>Funkcje zwiększające zapełnienie skrzynki muszą zostać wyłączone jeszcze przed osiągnięciem progu 100 % zapełnienia, aby nie doszło do przekazania tylko części danych i utraty ich integralności.</w:t>
      </w:r>
    </w:p>
    <w:p w14:paraId="5F86366F" w14:textId="4EB8B6DE" w:rsidR="00074911" w:rsidRPr="0036143C" w:rsidRDefault="007571C5" w:rsidP="00F96EA5">
      <w:pPr>
        <w:pStyle w:val="ARTartustawynprozporzdzenia"/>
      </w:pPr>
      <w:r w:rsidRPr="0036143C">
        <w:t>Termin wejścia w życie rozporządzenia przewidziano na</w:t>
      </w:r>
      <w:r w:rsidRPr="0036143C">
        <w:rPr>
          <w:rFonts w:ascii="Times New Roman" w:hAnsi="Times New Roman"/>
        </w:rPr>
        <w:t xml:space="preserve"> </w:t>
      </w:r>
      <w:r w:rsidRPr="0036143C">
        <w:t>dzień następujący po dniu ogłoszenia</w:t>
      </w:r>
      <w:r w:rsidR="009D3E57" w:rsidRPr="0036143C">
        <w:t xml:space="preserve">, co jest podyktowane ważnym interesem państwa, zaś zasady demokratycznego państwa prawnego nie stoją temu na przeszkodzie. Natychmiastowy termin wejścia w życie rozporządzenia </w:t>
      </w:r>
      <w:r w:rsidR="009D33AF" w:rsidRPr="0036143C">
        <w:t xml:space="preserve">jest związany z potrzebą wdrożenia infrastruktury </w:t>
      </w:r>
      <w:r w:rsidR="002A2A40" w:rsidRPr="0036143C">
        <w:t xml:space="preserve">informatycznej </w:t>
      </w:r>
      <w:r w:rsidR="009D33AF" w:rsidRPr="0036143C">
        <w:t xml:space="preserve">skrzynek doręczeń </w:t>
      </w:r>
      <w:r w:rsidR="002A2A40" w:rsidRPr="0036143C">
        <w:t xml:space="preserve">oraz wydania innych aktów normatywnych bazujących na ustaleniach przedmiotowego rozporządzenia, </w:t>
      </w:r>
      <w:r w:rsidR="00547128" w:rsidRPr="0036143C">
        <w:t>które powinny być gotowe</w:t>
      </w:r>
      <w:r w:rsidR="00547128" w:rsidRPr="0036143C">
        <w:rPr>
          <w:rFonts w:ascii="Times New Roman" w:hAnsi="Times New Roman"/>
        </w:rPr>
        <w:t xml:space="preserve"> </w:t>
      </w:r>
      <w:r w:rsidR="00547128" w:rsidRPr="0036143C">
        <w:t>z dniem 1 lipca 2021 r. - dniem wejścia w życie ustawy o doręczeniach elektronicznych</w:t>
      </w:r>
      <w:r w:rsidR="00097ADB" w:rsidRPr="0036143C">
        <w:t>.</w:t>
      </w:r>
      <w:r w:rsidR="00074911" w:rsidRPr="0036143C">
        <w:t xml:space="preserve"> </w:t>
      </w:r>
    </w:p>
    <w:p w14:paraId="17DD074A" w14:textId="1F4C3DD7" w:rsidR="00E07616" w:rsidRPr="0036143C" w:rsidRDefault="002A4DCE" w:rsidP="00F96EA5">
      <w:pPr>
        <w:pStyle w:val="NIEARTTEKSTtekstnieartykuowanynppodstprawnarozplubpreambua"/>
      </w:pPr>
      <w:r w:rsidRPr="0036143C">
        <w:t>O</w:t>
      </w:r>
      <w:r w:rsidR="00E07616" w:rsidRPr="0036143C">
        <w:t>SR projektu nie był oceniany w trybie § 32 uchwały nr 190 Rady Ministrów z dnia 29 października 2013 r. – Regulamin pracy Rady Ministrów (M. P. z 2016 r. poz. 1006, z późn. zm.).</w:t>
      </w:r>
    </w:p>
    <w:p w14:paraId="156D6B8A" w14:textId="77777777" w:rsidR="00E07616" w:rsidRPr="0036143C" w:rsidRDefault="00E07616" w:rsidP="00F96EA5">
      <w:pPr>
        <w:pStyle w:val="NIEARTTEKSTtekstnieartykuowanynppodstprawnarozplubpreambua"/>
      </w:pPr>
      <w:r w:rsidRPr="0036143C">
        <w:t>Projektowana regulacja nie zawiera przepisów technicznych w rozumieniu rozporządzenia Rady Ministrów z dnia 23 grudnia 2002 r. w sprawie sposobu funkcjonowania krajowego systemu notyfikacji norm i aktów prawnych (Dz. U. poz. 2039, z późn. zm.) i nie podlega notyfikacji Komisji Europejskiej.</w:t>
      </w:r>
    </w:p>
    <w:p w14:paraId="21C355D1" w14:textId="77777777" w:rsidR="00E07616" w:rsidRPr="0036143C" w:rsidRDefault="00E07616" w:rsidP="00F96EA5">
      <w:pPr>
        <w:pStyle w:val="NIEARTTEKSTtekstnieartykuowanynppodstprawnarozplubpreambua"/>
      </w:pPr>
      <w:r w:rsidRPr="0036143C">
        <w:t>Projektowana regulacja nie będzie wymagała notyfikacji Komisji Europejskiej w trybie ustawy z dnia 30 kwietnia 2004 r. o postępowaniu w sprawach dotyczących pomocy publicznej (Dz. U. z 2018 r. poz. 362, z 2019 r. poz. 730 i 1063 oraz z 2020 r. poz. 284).</w:t>
      </w:r>
    </w:p>
    <w:p w14:paraId="5DBFEDBE" w14:textId="77777777" w:rsidR="00E07616" w:rsidRPr="0036143C" w:rsidRDefault="00E07616" w:rsidP="00F96EA5">
      <w:pPr>
        <w:pStyle w:val="NIEARTTEKSTtekstnieartykuowanynppodstprawnarozplubpreambua"/>
      </w:pPr>
      <w:r w:rsidRPr="0036143C">
        <w:t>Projekt rozporządzenia nie jest sprzeczny z prawem Unii Europejskiej.</w:t>
      </w:r>
    </w:p>
    <w:p w14:paraId="2710826B" w14:textId="77777777" w:rsidR="00E07616" w:rsidRPr="0036143C" w:rsidRDefault="00E07616" w:rsidP="00F96EA5">
      <w:pPr>
        <w:pStyle w:val="NIEARTTEKSTtekstnieartykuowanynppodstprawnarozplubpreambua"/>
      </w:pPr>
      <w:r w:rsidRPr="0036143C">
        <w:t>Projekt rozporządzenia nie wymaga przedłożenia instytucjom i organom Unii Europejskiej, w tym Europejskiemu Bankowi Centralnemu, w celu uzyskania opinii, dokonania powiadomienia, konsultacji albo uzgodnienia.</w:t>
      </w:r>
    </w:p>
    <w:p w14:paraId="3F680808" w14:textId="77777777" w:rsidR="00E07616" w:rsidRPr="0036143C" w:rsidRDefault="00E07616" w:rsidP="00F96EA5">
      <w:pPr>
        <w:pStyle w:val="NIEARTTEKSTtekstnieartykuowanynppodstprawnarozplubpreambua"/>
      </w:pPr>
      <w:r w:rsidRPr="0036143C">
        <w:t xml:space="preserve">Projekt zostanie udostępniony w Biuletynie Informacji Publicznej na stronie internetowej Rządowego Centrum Legislacji w zakładce Rządowy Proces Legislacyjny zgodnie z § 52 uchwały nr 190 Rady Ministrów z dnia 29 października 2013 r. – Regulamin pracy Rady Ministrów (M.P. z 2016 r. poz. 1006, z późn. zm.) oraz stosownie do wymogów art. 5 ustawy z dnia 7 lipca 2005 r. o działalności lobbingowej w procesie stanowienia prawa (Dz. U. z 2017 </w:t>
      </w:r>
      <w:r w:rsidRPr="0036143C">
        <w:lastRenderedPageBreak/>
        <w:t>r. poz. 248) oraz w Biuletynie Informacji Publicznej na stronie podmiotowej Ministra Cyfryzacji.</w:t>
      </w:r>
    </w:p>
    <w:p w14:paraId="1508E77C" w14:textId="77777777" w:rsidR="00E07616" w:rsidRPr="0036143C" w:rsidRDefault="00E07616" w:rsidP="00F96EA5">
      <w:pPr>
        <w:jc w:val="both"/>
      </w:pPr>
      <w:r w:rsidRPr="0036143C">
        <w:br w:type="page"/>
      </w: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460"/>
        <w:gridCol w:w="187"/>
        <w:gridCol w:w="890"/>
        <w:gridCol w:w="414"/>
        <w:gridCol w:w="134"/>
        <w:gridCol w:w="208"/>
        <w:gridCol w:w="383"/>
        <w:gridCol w:w="194"/>
        <w:gridCol w:w="360"/>
        <w:gridCol w:w="16"/>
        <w:gridCol w:w="269"/>
        <w:gridCol w:w="300"/>
        <w:gridCol w:w="353"/>
        <w:gridCol w:w="217"/>
        <w:gridCol w:w="570"/>
        <w:gridCol w:w="80"/>
        <w:gridCol w:w="71"/>
        <w:gridCol w:w="174"/>
        <w:gridCol w:w="245"/>
        <w:gridCol w:w="113"/>
        <w:gridCol w:w="405"/>
        <w:gridCol w:w="51"/>
        <w:gridCol w:w="570"/>
        <w:gridCol w:w="317"/>
        <w:gridCol w:w="253"/>
        <w:gridCol w:w="570"/>
        <w:gridCol w:w="115"/>
        <w:gridCol w:w="1401"/>
      </w:tblGrid>
      <w:tr w:rsidR="00E07616" w:rsidRPr="0036143C" w14:paraId="7E39BFEB" w14:textId="77777777" w:rsidTr="00DF3E14">
        <w:trPr>
          <w:trHeight w:val="1611"/>
          <w:jc w:val="center"/>
        </w:trPr>
        <w:tc>
          <w:tcPr>
            <w:tcW w:w="6631" w:type="dxa"/>
            <w:gridSpan w:val="17"/>
          </w:tcPr>
          <w:p w14:paraId="11A54BF4" w14:textId="7FECB93F" w:rsidR="00E07616" w:rsidRPr="0036143C" w:rsidRDefault="00E07616" w:rsidP="00155B22">
            <w:pPr>
              <w:spacing w:line="276" w:lineRule="auto"/>
              <w:rPr>
                <w:rStyle w:val="Ppogrubienie"/>
              </w:rPr>
            </w:pPr>
            <w:bookmarkStart w:id="0" w:name="t1"/>
            <w:r w:rsidRPr="0036143C">
              <w:rPr>
                <w:rStyle w:val="Ppogrubienie"/>
              </w:rPr>
              <w:lastRenderedPageBreak/>
              <w:t>Nazwa projektu</w:t>
            </w:r>
            <w:r w:rsidR="00DF3E14" w:rsidRPr="0036143C">
              <w:rPr>
                <w:rStyle w:val="Ppogrubienie"/>
              </w:rPr>
              <w:t>:</w:t>
            </w:r>
          </w:p>
          <w:p w14:paraId="4ED204BB" w14:textId="72F2F1C1" w:rsidR="004922C6" w:rsidRPr="0036143C" w:rsidRDefault="00E07616" w:rsidP="00155B22">
            <w:pPr>
              <w:spacing w:line="276" w:lineRule="auto"/>
              <w:rPr>
                <w:bCs/>
              </w:rPr>
            </w:pPr>
            <w:r w:rsidRPr="0036143C">
              <w:t xml:space="preserve">Projekt rozporządzenia Ministra Cyfryzacji w sprawie </w:t>
            </w:r>
            <w:r w:rsidR="004922C6" w:rsidRPr="0036143C">
              <w:rPr>
                <w:bCs/>
              </w:rPr>
              <w:t>w sprawie gwarantowan</w:t>
            </w:r>
            <w:r w:rsidR="006336F7">
              <w:rPr>
                <w:bCs/>
              </w:rPr>
              <w:t>ej</w:t>
            </w:r>
            <w:r w:rsidR="004922C6" w:rsidRPr="0036143C">
              <w:rPr>
                <w:bCs/>
              </w:rPr>
              <w:t xml:space="preserve"> dostępności oraz pojemności skrzynek doręczeń dla podmiotów publicznych oraz podmiotów niepublicznych</w:t>
            </w:r>
          </w:p>
          <w:p w14:paraId="347164D4" w14:textId="77777777" w:rsidR="005F3DA7" w:rsidRPr="0036143C" w:rsidRDefault="005F3DA7" w:rsidP="00155B22">
            <w:pPr>
              <w:spacing w:line="276" w:lineRule="auto"/>
            </w:pPr>
          </w:p>
          <w:p w14:paraId="2438C771" w14:textId="6AF18BC9" w:rsidR="00E07616" w:rsidRPr="0036143C" w:rsidRDefault="00E07616" w:rsidP="00155B22">
            <w:pPr>
              <w:spacing w:line="276" w:lineRule="auto"/>
              <w:rPr>
                <w:rStyle w:val="Ppogrubienie"/>
              </w:rPr>
            </w:pPr>
            <w:r w:rsidRPr="0036143C">
              <w:rPr>
                <w:rStyle w:val="Ppogrubienie"/>
              </w:rPr>
              <w:t>Ministerstwo wiodące i ministerstwa współpracujące</w:t>
            </w:r>
            <w:r w:rsidR="00815524" w:rsidRPr="0036143C">
              <w:rPr>
                <w:rStyle w:val="Ppogrubienie"/>
              </w:rPr>
              <w:t>:</w:t>
            </w:r>
          </w:p>
          <w:bookmarkEnd w:id="0"/>
          <w:p w14:paraId="31480F52" w14:textId="77777777" w:rsidR="00E07616" w:rsidRPr="0036143C" w:rsidRDefault="00E07616" w:rsidP="00155B22">
            <w:pPr>
              <w:spacing w:line="276" w:lineRule="auto"/>
            </w:pPr>
            <w:r w:rsidRPr="0036143C">
              <w:t xml:space="preserve">Kancelaria Prezesa Rady Ministrów </w:t>
            </w:r>
          </w:p>
          <w:p w14:paraId="34808B64" w14:textId="77777777" w:rsidR="00E07616" w:rsidRPr="0036143C" w:rsidRDefault="00E07616" w:rsidP="00155B22">
            <w:pPr>
              <w:spacing w:line="276" w:lineRule="auto"/>
            </w:pPr>
          </w:p>
          <w:p w14:paraId="4270438F" w14:textId="77777777" w:rsidR="00E07616" w:rsidRPr="0036143C" w:rsidRDefault="00E07616" w:rsidP="00155B22">
            <w:pPr>
              <w:spacing w:line="276" w:lineRule="auto"/>
              <w:rPr>
                <w:rStyle w:val="Ppogrubienie"/>
              </w:rPr>
            </w:pPr>
            <w:r w:rsidRPr="0036143C">
              <w:rPr>
                <w:rStyle w:val="Ppogrubienie"/>
              </w:rPr>
              <w:t xml:space="preserve">Osoba odpowiedzialna za projekt w randze Ministra, Sekretarza Stanu lub Podsekretarza Stanu </w:t>
            </w:r>
          </w:p>
          <w:p w14:paraId="67DCA2AF" w14:textId="77777777" w:rsidR="00E07616" w:rsidRPr="0036143C" w:rsidRDefault="00E07616" w:rsidP="00155B22">
            <w:pPr>
              <w:spacing w:line="276" w:lineRule="auto"/>
            </w:pPr>
            <w:r w:rsidRPr="0036143C">
              <w:t>Marek Zagórski, Sekretarz Stanu w Kancelarii Prezesa Rady Ministrów</w:t>
            </w:r>
          </w:p>
          <w:p w14:paraId="7D35DE2C" w14:textId="77777777" w:rsidR="005F3DA7" w:rsidRPr="0036143C" w:rsidRDefault="005F3DA7" w:rsidP="00155B22">
            <w:pPr>
              <w:spacing w:line="276" w:lineRule="auto"/>
            </w:pPr>
          </w:p>
          <w:p w14:paraId="1659F655" w14:textId="54C40B27" w:rsidR="00E07616" w:rsidRPr="0036143C" w:rsidRDefault="00E07616" w:rsidP="00155B22">
            <w:pPr>
              <w:spacing w:line="276" w:lineRule="auto"/>
              <w:rPr>
                <w:rStyle w:val="Ppogrubienie"/>
              </w:rPr>
            </w:pPr>
            <w:r w:rsidRPr="0036143C">
              <w:rPr>
                <w:rStyle w:val="Ppogrubienie"/>
              </w:rPr>
              <w:t>Kontakt do opiekuna merytorycznego projektu</w:t>
            </w:r>
            <w:r w:rsidR="00DF3E14" w:rsidRPr="0036143C">
              <w:rPr>
                <w:rStyle w:val="Ppogrubienie"/>
              </w:rPr>
              <w:t>:</w:t>
            </w:r>
          </w:p>
          <w:p w14:paraId="144BDDCB" w14:textId="77777777" w:rsidR="00E07616" w:rsidRPr="0036143C" w:rsidRDefault="00E07616" w:rsidP="00155B22">
            <w:pPr>
              <w:spacing w:line="276" w:lineRule="auto"/>
            </w:pPr>
            <w:r w:rsidRPr="0036143C">
              <w:t>Michał Przymusiński – Zastępca Dyrektora Departamentu Rozwoju Usług w Kancelarii Prezesa Rady Ministrów, adres e-mail: Sekretariat.DRU@mc.gov.pl, tel. 222455883 lub 605333553</w:t>
            </w:r>
          </w:p>
        </w:tc>
        <w:tc>
          <w:tcPr>
            <w:tcW w:w="4285" w:type="dxa"/>
            <w:gridSpan w:val="12"/>
            <w:shd w:val="clear" w:color="auto" w:fill="FFFFFF"/>
          </w:tcPr>
          <w:p w14:paraId="3D887017" w14:textId="77777777" w:rsidR="00E07616" w:rsidRPr="0036143C" w:rsidRDefault="00E07616" w:rsidP="00155B22">
            <w:pPr>
              <w:spacing w:line="276" w:lineRule="auto"/>
            </w:pPr>
            <w:r w:rsidRPr="0036143C">
              <w:t>Data sporządzenia</w:t>
            </w:r>
          </w:p>
          <w:p w14:paraId="3640F6CD" w14:textId="20F4DF8C" w:rsidR="00E07616" w:rsidRPr="0036143C" w:rsidRDefault="004161E3" w:rsidP="00155B22">
            <w:pPr>
              <w:spacing w:line="276" w:lineRule="auto"/>
            </w:pPr>
            <w:r>
              <w:t>28.05</w:t>
            </w:r>
            <w:bookmarkStart w:id="1" w:name="_GoBack"/>
            <w:bookmarkEnd w:id="1"/>
            <w:r w:rsidR="00A44E13" w:rsidRPr="0036143C">
              <w:t>.2021</w:t>
            </w:r>
            <w:r w:rsidR="00E07616" w:rsidRPr="0036143C">
              <w:t xml:space="preserve"> r.</w:t>
            </w:r>
          </w:p>
          <w:p w14:paraId="7548E525" w14:textId="77777777" w:rsidR="00E07616" w:rsidRPr="0036143C" w:rsidRDefault="00E07616" w:rsidP="00155B22">
            <w:pPr>
              <w:spacing w:line="276" w:lineRule="auto"/>
            </w:pPr>
            <w:r w:rsidRPr="0036143C">
              <w:t xml:space="preserve">Źródło: </w:t>
            </w:r>
            <w:bookmarkStart w:id="2" w:name="Lista1"/>
          </w:p>
          <w:bookmarkEnd w:id="2"/>
          <w:p w14:paraId="4F8D068A" w14:textId="77777777" w:rsidR="003851EA" w:rsidRPr="0036143C" w:rsidRDefault="003851EA" w:rsidP="00155B22">
            <w:pPr>
              <w:spacing w:line="276" w:lineRule="auto"/>
            </w:pPr>
          </w:p>
          <w:p w14:paraId="088BB202" w14:textId="77777777" w:rsidR="00E07616" w:rsidRPr="0036143C" w:rsidRDefault="00E07616" w:rsidP="00155B22">
            <w:pPr>
              <w:spacing w:line="276" w:lineRule="auto"/>
            </w:pPr>
            <w:r w:rsidRPr="0036143C">
              <w:fldChar w:fldCharType="begin">
                <w:ffData>
                  <w:name w:val=""/>
                  <w:enabled/>
                  <w:calcOnExit w:val="0"/>
                  <w:ddList>
                    <w:listEntry w:val="Upoważnienie ustawowe"/>
                    <w:listEntry w:val="inne"/>
                    <w:listEntry w:val="Expose Premiera"/>
                    <w:listEntry w:val="decyzja PRM/RM"/>
                    <w:listEntry w:val="Prawo UE"/>
                    <w:listEntry w:val="Orzeczenie TK"/>
                    <w:listEntry w:val="Stategia"/>
                  </w:ddList>
                </w:ffData>
              </w:fldChar>
            </w:r>
            <w:r w:rsidRPr="0036143C">
              <w:instrText xml:space="preserve"> FORMDROPDOWN </w:instrText>
            </w:r>
            <w:r w:rsidR="001E03AD">
              <w:fldChar w:fldCharType="separate"/>
            </w:r>
            <w:r w:rsidRPr="0036143C">
              <w:fldChar w:fldCharType="end"/>
            </w:r>
          </w:p>
          <w:p w14:paraId="7238AA0D" w14:textId="36219CB8" w:rsidR="00E07616" w:rsidRPr="0036143C" w:rsidRDefault="00E07616" w:rsidP="00155B22">
            <w:pPr>
              <w:spacing w:line="276" w:lineRule="auto"/>
            </w:pPr>
            <w:r w:rsidRPr="0036143C">
              <w:t>- art. 38 ust. 6 ustawy z dnia 18 listopada 2020 r. o doręczeniach elektronicznych (Dz.</w:t>
            </w:r>
            <w:r w:rsidR="00815524" w:rsidRPr="0036143C">
              <w:t xml:space="preserve"> </w:t>
            </w:r>
            <w:r w:rsidRPr="0036143C">
              <w:t xml:space="preserve">U. poz. </w:t>
            </w:r>
            <w:r w:rsidR="0046172A" w:rsidRPr="0036143C">
              <w:t>2320</w:t>
            </w:r>
            <w:r w:rsidR="003C580C" w:rsidRPr="0036143C">
              <w:t xml:space="preserve"> oraz z 2021 r. poz. 72</w:t>
            </w:r>
            <w:r w:rsidR="006336F7">
              <w:t xml:space="preserve"> i 802</w:t>
            </w:r>
            <w:r w:rsidRPr="0036143C">
              <w:t>)</w:t>
            </w:r>
          </w:p>
          <w:p w14:paraId="02E09ED3" w14:textId="257D6DC9" w:rsidR="00E07616" w:rsidRPr="0036143C" w:rsidRDefault="00E07616" w:rsidP="00155B22">
            <w:pPr>
              <w:spacing w:line="276" w:lineRule="auto"/>
            </w:pPr>
            <w:r w:rsidRPr="0036143C">
              <w:t>Nr w wykazie prac:</w:t>
            </w:r>
            <w:r w:rsidR="00C65F93" w:rsidRPr="0036143C">
              <w:t xml:space="preserve"> 169</w:t>
            </w:r>
          </w:p>
        </w:tc>
      </w:tr>
      <w:tr w:rsidR="00E07616" w:rsidRPr="0036143C" w14:paraId="6050977D" w14:textId="77777777" w:rsidTr="00DF3E14">
        <w:trPr>
          <w:trHeight w:val="142"/>
          <w:jc w:val="center"/>
        </w:trPr>
        <w:tc>
          <w:tcPr>
            <w:tcW w:w="10916" w:type="dxa"/>
            <w:gridSpan w:val="29"/>
            <w:shd w:val="clear" w:color="auto" w:fill="99CCFF"/>
          </w:tcPr>
          <w:p w14:paraId="08848E37" w14:textId="77777777" w:rsidR="00E07616" w:rsidRPr="0036143C" w:rsidRDefault="00E07616" w:rsidP="00DF3E14">
            <w:pPr>
              <w:rPr>
                <w:rStyle w:val="Ppogrubienie"/>
              </w:rPr>
            </w:pPr>
            <w:r w:rsidRPr="0036143C">
              <w:rPr>
                <w:rStyle w:val="Ppogrubienie"/>
              </w:rPr>
              <w:t>OCENA SKUTKÓW REGULACJI</w:t>
            </w:r>
          </w:p>
        </w:tc>
      </w:tr>
      <w:tr w:rsidR="00E07616" w:rsidRPr="0036143C" w14:paraId="7137CD56" w14:textId="77777777" w:rsidTr="00DF3E14">
        <w:trPr>
          <w:trHeight w:val="333"/>
          <w:jc w:val="center"/>
        </w:trPr>
        <w:tc>
          <w:tcPr>
            <w:tcW w:w="10916" w:type="dxa"/>
            <w:gridSpan w:val="29"/>
            <w:shd w:val="clear" w:color="auto" w:fill="99CCFF"/>
            <w:vAlign w:val="center"/>
          </w:tcPr>
          <w:p w14:paraId="0ED08981" w14:textId="77777777" w:rsidR="00E07616" w:rsidRPr="0036143C" w:rsidRDefault="00E07616" w:rsidP="00DF3E14">
            <w:pPr>
              <w:rPr>
                <w:rStyle w:val="Ppogrubienie"/>
              </w:rPr>
            </w:pPr>
            <w:r w:rsidRPr="0036143C">
              <w:rPr>
                <w:rStyle w:val="Ppogrubienie"/>
              </w:rPr>
              <w:t>1.</w:t>
            </w:r>
            <w:r w:rsidRPr="0036143C">
              <w:rPr>
                <w:rStyle w:val="Ppogrubienie"/>
              </w:rPr>
              <w:tab/>
              <w:t>Jaki problem jest rozwiązywany?</w:t>
            </w:r>
            <w:bookmarkStart w:id="3" w:name="Wybór1"/>
            <w:bookmarkEnd w:id="3"/>
          </w:p>
        </w:tc>
      </w:tr>
      <w:tr w:rsidR="00E07616" w:rsidRPr="0036143C" w14:paraId="1D1920A7" w14:textId="77777777" w:rsidTr="00DF3E14">
        <w:trPr>
          <w:trHeight w:val="142"/>
          <w:jc w:val="center"/>
        </w:trPr>
        <w:tc>
          <w:tcPr>
            <w:tcW w:w="10916" w:type="dxa"/>
            <w:gridSpan w:val="29"/>
            <w:shd w:val="clear" w:color="auto" w:fill="FFFFFF"/>
          </w:tcPr>
          <w:p w14:paraId="04CD5448" w14:textId="5C8C2E3B" w:rsidR="00E07616" w:rsidRPr="0036143C" w:rsidRDefault="00E07616" w:rsidP="00586BC0">
            <w:pPr>
              <w:spacing w:line="276" w:lineRule="auto"/>
              <w:jc w:val="both"/>
            </w:pPr>
            <w:r w:rsidRPr="0036143C">
              <w:t>W związku z ustawowym obowiązkiem, wyrażonym w art. 38 ust. 5,</w:t>
            </w:r>
            <w:r w:rsidRPr="0036143C">
              <w:rPr>
                <w:rStyle w:val="Kkursywa"/>
              </w:rPr>
              <w:t xml:space="preserve"> </w:t>
            </w:r>
            <w:r w:rsidRPr="0036143C">
              <w:t xml:space="preserve">zapewnienia przez </w:t>
            </w:r>
            <w:r w:rsidR="00F66511" w:rsidRPr="0036143C">
              <w:t>o</w:t>
            </w:r>
            <w:r w:rsidRPr="0036143C">
              <w:t xml:space="preserve">peratora wyznaczonego w ramach udostępniania skrzynek gwarantowanej dostępności i pojemności skrzynek doręczeń pojawiła się konieczność określenia wartości </w:t>
            </w:r>
            <w:r w:rsidR="004E633A" w:rsidRPr="0036143C">
              <w:t xml:space="preserve">tych </w:t>
            </w:r>
            <w:r w:rsidRPr="0036143C">
              <w:t xml:space="preserve">parametrów. </w:t>
            </w:r>
          </w:p>
          <w:p w14:paraId="54270155" w14:textId="02543C51" w:rsidR="00E07616" w:rsidRPr="0036143C" w:rsidRDefault="00E07616" w:rsidP="00586BC0">
            <w:pPr>
              <w:spacing w:line="276" w:lineRule="auto"/>
              <w:jc w:val="both"/>
            </w:pPr>
            <w:r w:rsidRPr="0036143C">
              <w:t xml:space="preserve">Zagwarantowanie przez </w:t>
            </w:r>
            <w:r w:rsidR="00F66511" w:rsidRPr="0036143C">
              <w:t>o</w:t>
            </w:r>
            <w:r w:rsidRPr="0036143C">
              <w:t xml:space="preserve">peratora wyznaczonego określonej pojemności i dostępności skrzynek doręczeń jest niezbędne w celu zapewnienia </w:t>
            </w:r>
            <w:r w:rsidR="00E634F1" w:rsidRPr="0036143C">
              <w:t>ciągłości i wysokiej jakości</w:t>
            </w:r>
            <w:r w:rsidRPr="0036143C">
              <w:t xml:space="preserve"> obsługi podmiotu korzystającego z usługi</w:t>
            </w:r>
            <w:r w:rsidR="00E634F1" w:rsidRPr="0036143C">
              <w:t xml:space="preserve"> RDE</w:t>
            </w:r>
            <w:r w:rsidRPr="0036143C">
              <w:t xml:space="preserve"> na całej drodze od nadawcy do adresata. </w:t>
            </w:r>
          </w:p>
          <w:p w14:paraId="776AF60A" w14:textId="749A9BB5" w:rsidR="00E07616" w:rsidRPr="0036143C" w:rsidRDefault="00E07616" w:rsidP="00586BC0">
            <w:pPr>
              <w:spacing w:line="276" w:lineRule="auto"/>
              <w:jc w:val="both"/>
            </w:pPr>
            <w:r w:rsidRPr="0036143C">
              <w:t>Szacuje się, że w ciągu 5 lat od wdrożenia publiczna usługa doręczenia elektronicznego w Polsce może swoim zasięgiem objąć ponad 18 mln podmiotów (w tym ok. 17 mln. osób fizycznych, 1,5 mln. przedsiębiorców i ok. 60 tys. podmiotów publicznych). Tak duża skala działalności systemu wymaga szczególnego przemyślenia i</w:t>
            </w:r>
            <w:r w:rsidR="002D637B" w:rsidRPr="0036143C">
              <w:t> </w:t>
            </w:r>
            <w:r w:rsidRPr="0036143C">
              <w:t>określenia najbardziej newralgicznych z punktu widzenia używalności oraz komfortu pracy użytkownika kluczowych czynników wydajności (KPI) oraz niezbędnej dla sprawnego kontaktu nadawcy z adresatem w</w:t>
            </w:r>
            <w:r w:rsidR="002D637B" w:rsidRPr="0036143C">
              <w:t> </w:t>
            </w:r>
            <w:r w:rsidRPr="0036143C">
              <w:t>doręczeniach publicznych, unifikacji rozwiązań stosowanych przez podmioty korzystające z usługi.</w:t>
            </w:r>
          </w:p>
          <w:p w14:paraId="5D6DC781" w14:textId="32E4E130" w:rsidR="00E07616" w:rsidRPr="0036143C" w:rsidRDefault="00E07616" w:rsidP="00586BC0">
            <w:pPr>
              <w:spacing w:line="276" w:lineRule="auto"/>
              <w:jc w:val="both"/>
            </w:pPr>
            <w:r w:rsidRPr="0036143C">
              <w:t xml:space="preserve">Brak określenia sposobu funkcjonowania </w:t>
            </w:r>
            <w:r w:rsidR="00E634F1" w:rsidRPr="0036143C">
              <w:t>skrzynek</w:t>
            </w:r>
            <w:r w:rsidRPr="0036143C">
              <w:t xml:space="preserve"> doręczeń powiększałby bariery konieczne do pokonania przez podmiot, aby rozpocząć korzystanie z usługi</w:t>
            </w:r>
            <w:r w:rsidR="00DF3E14" w:rsidRPr="0036143C">
              <w:t xml:space="preserve"> oraz powiększałby</w:t>
            </w:r>
            <w:r w:rsidRPr="0036143C">
              <w:t xml:space="preserve"> nakład prac integracyjnych</w:t>
            </w:r>
            <w:r w:rsidR="00DF3E14" w:rsidRPr="0036143C">
              <w:t xml:space="preserve"> po stronie podmiotu. Wpłynęłoby</w:t>
            </w:r>
            <w:r w:rsidRPr="0036143C">
              <w:t xml:space="preserve"> także negatywnie na odsetek korespondencji odrzuconej na etapie przekazania pomiędzy dostawcami. </w:t>
            </w:r>
          </w:p>
          <w:p w14:paraId="578B9307" w14:textId="0170959C" w:rsidR="00E07616" w:rsidRPr="0036143C" w:rsidRDefault="00E07616" w:rsidP="00586BC0">
            <w:pPr>
              <w:spacing w:line="276" w:lineRule="auto"/>
              <w:jc w:val="both"/>
            </w:pPr>
            <w:r w:rsidRPr="0036143C">
              <w:t>Do kluczowych czynników zapewniających sprawność działania podmiotu należą także pojemność i dostępność skrzynek doręczeń. Gdyby zostały one określone</w:t>
            </w:r>
            <w:r w:rsidR="00E634F1" w:rsidRPr="0036143C">
              <w:t xml:space="preserve"> już</w:t>
            </w:r>
            <w:r w:rsidRPr="0036143C">
              <w:t xml:space="preserve"> po wdrożeniu usługi e-doręczeń, mogłoby to spowodować konieczność przedefiniowania projektu systemu teleinformatycznego </w:t>
            </w:r>
            <w:r w:rsidR="00F66511" w:rsidRPr="0036143C">
              <w:t>o</w:t>
            </w:r>
            <w:r w:rsidRPr="0036143C">
              <w:t>peratora wyznaczonego i wdrażania kosztownych poprawek infrastruktur</w:t>
            </w:r>
            <w:r w:rsidR="00E634F1" w:rsidRPr="0036143C">
              <w:t>y technicznej</w:t>
            </w:r>
            <w:r w:rsidRPr="0036143C">
              <w:t xml:space="preserve"> przy konieczności zachowania ciągłości obsługi. </w:t>
            </w:r>
            <w:r w:rsidR="00E634F1" w:rsidRPr="0036143C">
              <w:t>Obowiązek</w:t>
            </w:r>
            <w:r w:rsidRPr="0036143C">
              <w:t xml:space="preserve"> korzystania z usług RDE </w:t>
            </w:r>
            <w:r w:rsidR="00E634F1" w:rsidRPr="0036143C">
              <w:t>przez podmioty publiczne</w:t>
            </w:r>
            <w:r w:rsidRPr="0036143C">
              <w:t>, w połączeniu z niedostatecznym poziomem omawianych parametrów jakościowych skrzynki doręczeń zagrażałby sprawnemu wykonywaniu wyznaczonych tym podmiotom zadań i m</w:t>
            </w:r>
            <w:r w:rsidR="00E634F1" w:rsidRPr="0036143C">
              <w:t>ógłby</w:t>
            </w:r>
            <w:r w:rsidRPr="0036143C">
              <w:t xml:space="preserve"> wpłynąć na ich ogólną wydajność oraz zniechęcić kolejne podmioty do podniesienia poziomu cyfryzacji swoich procesów. </w:t>
            </w:r>
          </w:p>
          <w:p w14:paraId="2094545A" w14:textId="29BB54BE" w:rsidR="00E07616" w:rsidRPr="0036143C" w:rsidRDefault="00E07616" w:rsidP="00586BC0">
            <w:pPr>
              <w:spacing w:line="276" w:lineRule="auto"/>
              <w:jc w:val="both"/>
            </w:pPr>
            <w:r w:rsidRPr="0036143C">
              <w:t xml:space="preserve">Podmiot, który zdecyduje się na </w:t>
            </w:r>
            <w:r w:rsidR="002B6ADB" w:rsidRPr="0036143C">
              <w:t>rezygnację</w:t>
            </w:r>
            <w:r w:rsidRPr="0036143C">
              <w:t xml:space="preserve"> z papierowej postaci korespondencji rejestrowanej lub skrzynki </w:t>
            </w:r>
            <w:r w:rsidRPr="0036143C">
              <w:lastRenderedPageBreak/>
              <w:t>ePUAP, znając gwarantowany poziom dostępności i pojemności skrzynki doręczeń, może dokonać samo-oceny, czy założone w rozporządzeniu wartości pozwolą mu na sprawne działanie.</w:t>
            </w:r>
          </w:p>
          <w:p w14:paraId="7574CE3E" w14:textId="77777777" w:rsidR="00E07616" w:rsidRPr="0036143C" w:rsidRDefault="00E07616" w:rsidP="00586BC0">
            <w:pPr>
              <w:spacing w:line="276" w:lineRule="auto"/>
              <w:jc w:val="both"/>
              <w:rPr>
                <w:rStyle w:val="Kkursywa"/>
              </w:rPr>
            </w:pPr>
            <w:r w:rsidRPr="0036143C">
              <w:t>Określenie minimalnej, gwarantowanej pojemności i dostępności skrzynki doręczeń nie tylko zabezpiecza podmioty korzystające z publicznej usługi RDE, ale także pełni rolę wytycznej dla podejścia wykonawczego operatora wyznaczonego do zadań utrzymania infrastruktury technicznej.</w:t>
            </w:r>
          </w:p>
        </w:tc>
      </w:tr>
      <w:tr w:rsidR="00E07616" w:rsidRPr="0036143C" w14:paraId="5A3DE6C3" w14:textId="77777777" w:rsidTr="00DF3E14">
        <w:trPr>
          <w:trHeight w:val="142"/>
          <w:jc w:val="center"/>
        </w:trPr>
        <w:tc>
          <w:tcPr>
            <w:tcW w:w="10916" w:type="dxa"/>
            <w:gridSpan w:val="29"/>
            <w:shd w:val="clear" w:color="auto" w:fill="99CCFF"/>
            <w:vAlign w:val="center"/>
          </w:tcPr>
          <w:p w14:paraId="68067185" w14:textId="77777777" w:rsidR="00E07616" w:rsidRPr="0036143C" w:rsidRDefault="00E07616" w:rsidP="00DF3E14">
            <w:pPr>
              <w:rPr>
                <w:rStyle w:val="Ppogrubienie"/>
              </w:rPr>
            </w:pPr>
            <w:r w:rsidRPr="0036143C">
              <w:rPr>
                <w:rStyle w:val="Ppogrubienie"/>
              </w:rPr>
              <w:lastRenderedPageBreak/>
              <w:t>2.</w:t>
            </w:r>
            <w:r w:rsidRPr="0036143C">
              <w:rPr>
                <w:rStyle w:val="Ppogrubienie"/>
              </w:rPr>
              <w:tab/>
              <w:t>Rekomendowane rozwiązanie, w tym planowane narzędzia interwencji, i oczekiwany efekt</w:t>
            </w:r>
          </w:p>
        </w:tc>
      </w:tr>
      <w:tr w:rsidR="00E07616" w:rsidRPr="0036143C" w14:paraId="31F9A7CE" w14:textId="77777777" w:rsidTr="00DF3E14">
        <w:trPr>
          <w:trHeight w:val="142"/>
          <w:jc w:val="center"/>
        </w:trPr>
        <w:tc>
          <w:tcPr>
            <w:tcW w:w="10916" w:type="dxa"/>
            <w:gridSpan w:val="29"/>
            <w:shd w:val="clear" w:color="auto" w:fill="auto"/>
          </w:tcPr>
          <w:p w14:paraId="13CAB2D1" w14:textId="2652C270" w:rsidR="00E07616" w:rsidRPr="0036143C" w:rsidRDefault="00E07616" w:rsidP="002D637B">
            <w:pPr>
              <w:spacing w:line="276" w:lineRule="auto"/>
              <w:jc w:val="both"/>
            </w:pPr>
            <w:r w:rsidRPr="0036143C">
              <w:t xml:space="preserve">Przedmiotowy projekt określa wartości dla gwarantowanej dostępność i pojemności skrzynki doręczeń. Jest to niezbędne do prawidłowego wykonania ustawowego obowiązku zapewnienia przez </w:t>
            </w:r>
            <w:r w:rsidR="00F66511" w:rsidRPr="0036143C">
              <w:t>o</w:t>
            </w:r>
            <w:r w:rsidRPr="0036143C">
              <w:t>peratora wyznaczonego zagwarantowanego dostępu oraz możliwości przechowywania wysłanych i odebranych danych w ramach gwarantowanej pojemności skrzynki.</w:t>
            </w:r>
          </w:p>
          <w:p w14:paraId="623AA596" w14:textId="2B12255C" w:rsidR="00E07616" w:rsidRPr="0036143C" w:rsidRDefault="00E07616" w:rsidP="002D637B">
            <w:pPr>
              <w:spacing w:line="276" w:lineRule="auto"/>
              <w:jc w:val="both"/>
            </w:pPr>
            <w:r w:rsidRPr="0036143C">
              <w:t>Przepisy zawarte w niniejszym rozporządzeniu zaprojektowane zostały tak, aby zapewnić równowagę między potrzebami użytkowników skrzynek doręczeń a potrzebą operatora wyznaczonego polegającą na wypełnieniu zarówno ustawowego obowiązku utrzymania rozwiązań zaprojektowanych dla obsługi klienta masowego jak i</w:t>
            </w:r>
            <w:r w:rsidR="002D637B" w:rsidRPr="0036143C">
              <w:t> </w:t>
            </w:r>
            <w:r w:rsidRPr="0036143C">
              <w:t xml:space="preserve">planowym wykonywaniem prac naprawczych i rozwojowych przy zachowaniu rozsądnego ekonomicznie poziomu alokacji personelu zajmującego się utrzymaniem i administracją systemami teleinformatycznymi. </w:t>
            </w:r>
          </w:p>
          <w:p w14:paraId="7EEF4507" w14:textId="77777777" w:rsidR="00E07616" w:rsidRPr="0036143C" w:rsidRDefault="00E07616" w:rsidP="002D637B">
            <w:pPr>
              <w:spacing w:line="276" w:lineRule="auto"/>
              <w:jc w:val="both"/>
            </w:pPr>
            <w:r w:rsidRPr="0036143C">
              <w:t>Rozwiązania zaproponowane w rozporządzeniu obejmują:</w:t>
            </w:r>
          </w:p>
          <w:p w14:paraId="3C382012" w14:textId="57283213" w:rsidR="00E07616" w:rsidRPr="0036143C" w:rsidRDefault="00E07616" w:rsidP="002D637B">
            <w:pPr>
              <w:spacing w:line="276" w:lineRule="auto"/>
              <w:jc w:val="both"/>
            </w:pPr>
            <w:r w:rsidRPr="0036143C">
              <w:t></w:t>
            </w:r>
            <w:r w:rsidRPr="0036143C">
              <w:tab/>
              <w:t>Zagwarantowanie dostępności skrzynek doręczeń podmiotów publicznych</w:t>
            </w:r>
            <w:r w:rsidR="00E634F1" w:rsidRPr="0036143C">
              <w:t xml:space="preserve"> i niepublicznych</w:t>
            </w:r>
            <w:r w:rsidRPr="0036143C">
              <w:t xml:space="preserve"> obliczanej na podstawie przyjętego wzoru, podanego w załączniku;</w:t>
            </w:r>
          </w:p>
          <w:p w14:paraId="15BA9267" w14:textId="1867ECC5" w:rsidR="00E07616" w:rsidRPr="0036143C" w:rsidRDefault="00E07616" w:rsidP="002D637B">
            <w:pPr>
              <w:spacing w:line="276" w:lineRule="auto"/>
              <w:jc w:val="both"/>
            </w:pPr>
            <w:r w:rsidRPr="0036143C">
              <w:t></w:t>
            </w:r>
            <w:r w:rsidRPr="0036143C">
              <w:tab/>
              <w:t>Określenie podstawowych zasad przeprowadzania planowanych prac serwisowych</w:t>
            </w:r>
            <w:r w:rsidR="00180AD4" w:rsidRPr="0036143C">
              <w:t xml:space="preserve"> oraz informowania o nich</w:t>
            </w:r>
            <w:r w:rsidRPr="0036143C">
              <w:t>, mających na celu przeniesienie okresów planowanej niedostępności na pory dnia powodujące najmniejsze uciążliwości</w:t>
            </w:r>
            <w:r w:rsidR="002F0DB3" w:rsidRPr="0036143C">
              <w:t>;</w:t>
            </w:r>
          </w:p>
          <w:p w14:paraId="318F257A" w14:textId="65F30680" w:rsidR="00E07616" w:rsidRPr="0036143C" w:rsidRDefault="00E07616" w:rsidP="002D637B">
            <w:pPr>
              <w:spacing w:line="276" w:lineRule="auto"/>
              <w:jc w:val="both"/>
            </w:pPr>
            <w:r w:rsidRPr="0036143C">
              <w:t></w:t>
            </w:r>
            <w:r w:rsidRPr="0036143C">
              <w:tab/>
              <w:t xml:space="preserve">Zagwarantowanie przez </w:t>
            </w:r>
            <w:r w:rsidR="00E32CA7" w:rsidRPr="0036143C">
              <w:t>o</w:t>
            </w:r>
            <w:r w:rsidRPr="0036143C">
              <w:t>peratora wyznaczonego minimalnej</w:t>
            </w:r>
            <w:r w:rsidR="00180AD4" w:rsidRPr="0036143C">
              <w:t xml:space="preserve"> gwarantowanej</w:t>
            </w:r>
            <w:r w:rsidRPr="0036143C">
              <w:t xml:space="preserve"> pojemności z uwzględnieniem różnic w</w:t>
            </w:r>
            <w:r w:rsidR="002D637B" w:rsidRPr="0036143C">
              <w:t> </w:t>
            </w:r>
            <w:r w:rsidRPr="0036143C">
              <w:t>potrzebach podmiotów publicznych i niepublicznych</w:t>
            </w:r>
            <w:r w:rsidR="002F0DB3" w:rsidRPr="0036143C">
              <w:t>;</w:t>
            </w:r>
          </w:p>
          <w:p w14:paraId="4603EA80" w14:textId="77777777" w:rsidR="00E07616" w:rsidRPr="0036143C" w:rsidRDefault="00E07616" w:rsidP="002D637B">
            <w:pPr>
              <w:spacing w:line="276" w:lineRule="auto"/>
              <w:jc w:val="both"/>
            </w:pPr>
            <w:r w:rsidRPr="0036143C">
              <w:t></w:t>
            </w:r>
            <w:r w:rsidRPr="0036143C">
              <w:tab/>
              <w:t>Zapewnienie dostawcy rozwiązania możliwości reagowania na zapełnienie skrzynki doręczeń ponad bezpieczny poziom.</w:t>
            </w:r>
          </w:p>
          <w:p w14:paraId="1F480000" w14:textId="77777777" w:rsidR="00E07616" w:rsidRPr="0036143C" w:rsidRDefault="00E07616" w:rsidP="002D637B">
            <w:pPr>
              <w:spacing w:line="276" w:lineRule="auto"/>
              <w:jc w:val="both"/>
            </w:pPr>
            <w:r w:rsidRPr="0036143C">
              <w:t xml:space="preserve">Oczekiwanym efektem jest: </w:t>
            </w:r>
          </w:p>
          <w:p w14:paraId="2834CF20" w14:textId="461CDAF8" w:rsidR="00E07616" w:rsidRPr="0036143C" w:rsidRDefault="00E07616" w:rsidP="002D637B">
            <w:pPr>
              <w:spacing w:line="276" w:lineRule="auto"/>
              <w:jc w:val="both"/>
            </w:pPr>
            <w:r w:rsidRPr="0036143C">
              <w:t></w:t>
            </w:r>
            <w:r w:rsidRPr="0036143C">
              <w:tab/>
              <w:t>Maksymalizacja odsetka doręczeń zakończonych przekazaniem wiadomości adresatowi - skrzynka doręczeń znajdująca się w infrastrukturze tego samego podmiotu, który rea</w:t>
            </w:r>
            <w:r w:rsidR="00E634F1" w:rsidRPr="0036143C">
              <w:t>lizuje doręczenie, powinna</w:t>
            </w:r>
            <w:r w:rsidRPr="0036143C">
              <w:t xml:space="preserve"> płynnie wysyłać i odbierać wiadomości z/do usługi</w:t>
            </w:r>
            <w:r w:rsidR="00E634F1" w:rsidRPr="0036143C">
              <w:t xml:space="preserve"> RDE</w:t>
            </w:r>
            <w:r w:rsidRPr="0036143C">
              <w:t>.</w:t>
            </w:r>
          </w:p>
          <w:p w14:paraId="0CFAD146" w14:textId="5C0935A2" w:rsidR="00E07616" w:rsidRPr="0036143C" w:rsidRDefault="00E07616" w:rsidP="002D637B">
            <w:pPr>
              <w:spacing w:line="276" w:lineRule="auto"/>
              <w:jc w:val="both"/>
            </w:pPr>
            <w:r w:rsidRPr="0036143C">
              <w:t></w:t>
            </w:r>
            <w:r w:rsidRPr="0036143C">
              <w:tab/>
              <w:t xml:space="preserve">Zmniejszenie liczby sytuacji spornych i nieokreślonych prawnie, polegających na trudności z określeniem, czy wiadomość została faktycznie </w:t>
            </w:r>
            <w:r w:rsidR="00E634F1" w:rsidRPr="0036143C">
              <w:t xml:space="preserve">nadana lub </w:t>
            </w:r>
            <w:r w:rsidRPr="0036143C">
              <w:t>przekazana podmiotowi czy nie – poprzez położenie nacisku na sprawność komunikacji skrzynka-usługa</w:t>
            </w:r>
            <w:r w:rsidR="00180AD4" w:rsidRPr="0036143C">
              <w:t xml:space="preserve"> RDE, co przekłada się na ciągłość świadczenia publicznej usługi RDE</w:t>
            </w:r>
            <w:r w:rsidRPr="0036143C">
              <w:t>.</w:t>
            </w:r>
          </w:p>
          <w:p w14:paraId="0D3B2B52" w14:textId="69FB65A3" w:rsidR="00E07616" w:rsidRPr="0036143C" w:rsidRDefault="00E07616" w:rsidP="00180AD4">
            <w:pPr>
              <w:spacing w:line="276" w:lineRule="auto"/>
              <w:jc w:val="both"/>
            </w:pPr>
            <w:r w:rsidRPr="0036143C">
              <w:t></w:t>
            </w:r>
            <w:r w:rsidRPr="0036143C">
              <w:tab/>
              <w:t xml:space="preserve">Oddzielenie czynności </w:t>
            </w:r>
            <w:r w:rsidR="00180AD4" w:rsidRPr="0036143C">
              <w:t>doręczenia</w:t>
            </w:r>
            <w:r w:rsidRPr="0036143C">
              <w:t xml:space="preserve"> od czynności </w:t>
            </w:r>
            <w:r w:rsidR="00180AD4" w:rsidRPr="0036143C">
              <w:t>przekazania na skrzynkę</w:t>
            </w:r>
            <w:r w:rsidRPr="0036143C">
              <w:t xml:space="preserve"> – </w:t>
            </w:r>
            <w:r w:rsidR="00180AD4" w:rsidRPr="0036143C">
              <w:t>usunięcie ewentualnych wątpliwości prawnych dotyczących czy doręczenie nastąpiło; niemożność pobrania korespondencji na skrzynkę jest osobnym zagadnieniem, nie wpływającym na uznanie doręczenia za skuteczne.</w:t>
            </w:r>
          </w:p>
        </w:tc>
      </w:tr>
      <w:tr w:rsidR="00E07616" w:rsidRPr="0036143C" w14:paraId="1C46256E" w14:textId="77777777" w:rsidTr="00DF3E14">
        <w:trPr>
          <w:trHeight w:val="307"/>
          <w:jc w:val="center"/>
        </w:trPr>
        <w:tc>
          <w:tcPr>
            <w:tcW w:w="10916" w:type="dxa"/>
            <w:gridSpan w:val="29"/>
            <w:shd w:val="clear" w:color="auto" w:fill="99CCFF"/>
            <w:vAlign w:val="center"/>
          </w:tcPr>
          <w:p w14:paraId="51A75A75" w14:textId="77777777" w:rsidR="00E07616" w:rsidRPr="0036143C" w:rsidRDefault="00E07616" w:rsidP="00DF3E14">
            <w:pPr>
              <w:rPr>
                <w:rStyle w:val="Ppogrubienie"/>
              </w:rPr>
            </w:pPr>
            <w:r w:rsidRPr="0036143C">
              <w:rPr>
                <w:rStyle w:val="Ppogrubienie"/>
              </w:rPr>
              <w:t>3.</w:t>
            </w:r>
            <w:r w:rsidRPr="0036143C">
              <w:rPr>
                <w:rStyle w:val="Ppogrubienie"/>
              </w:rPr>
              <w:tab/>
              <w:t xml:space="preserve">Jak problem został rozwiązany w innych krajach, w szczególności krajach członkowskich OECD/UE? </w:t>
            </w:r>
          </w:p>
        </w:tc>
      </w:tr>
      <w:tr w:rsidR="00E07616" w:rsidRPr="0036143C" w14:paraId="624B614C" w14:textId="77777777" w:rsidTr="00DF3E14">
        <w:trPr>
          <w:trHeight w:val="142"/>
          <w:jc w:val="center"/>
        </w:trPr>
        <w:tc>
          <w:tcPr>
            <w:tcW w:w="10916" w:type="dxa"/>
            <w:gridSpan w:val="29"/>
            <w:shd w:val="clear" w:color="auto" w:fill="auto"/>
          </w:tcPr>
          <w:p w14:paraId="4A16A827" w14:textId="77777777" w:rsidR="00E07616" w:rsidRPr="0036143C" w:rsidRDefault="00E07616" w:rsidP="002D637B">
            <w:pPr>
              <w:spacing w:line="276" w:lineRule="auto"/>
              <w:jc w:val="both"/>
            </w:pPr>
            <w:r w:rsidRPr="0036143C">
              <w:t>Rejestrowane doręczenie elektroniczne powiązane z możliwością składowania korespondencji zostało skutecznie wdrożone i umocowane prawnie w wielu krajach członkowskich Unii Europejskiej takich jak Francja, Czechy, Dania, Włochy, Estonia i in.. Zagadnienia objęte niniejszym rozporządzeniem pozostają w gestii państw członkowskich. W ramach prac nad niniejszym rozporządzeniem przeanalizowano kilka wybranych wariantów zaimplementowanych w krajach na terenie UE:</w:t>
            </w:r>
          </w:p>
          <w:tbl>
            <w:tblPr>
              <w:tblW w:w="10343" w:type="dxa"/>
              <w:tblLayout w:type="fixed"/>
              <w:tblCellMar>
                <w:left w:w="0" w:type="dxa"/>
                <w:right w:w="0" w:type="dxa"/>
              </w:tblCellMar>
              <w:tblLook w:val="04A0" w:firstRow="1" w:lastRow="0" w:firstColumn="1" w:lastColumn="0" w:noHBand="0" w:noVBand="1"/>
            </w:tblPr>
            <w:tblGrid>
              <w:gridCol w:w="1896"/>
              <w:gridCol w:w="2126"/>
              <w:gridCol w:w="3028"/>
              <w:gridCol w:w="3293"/>
            </w:tblGrid>
            <w:tr w:rsidR="00E07616" w:rsidRPr="0036143C" w14:paraId="2F6887ED" w14:textId="77777777" w:rsidTr="00DF3E14">
              <w:trPr>
                <w:trHeight w:val="404"/>
              </w:trPr>
              <w:tc>
                <w:tcPr>
                  <w:tcW w:w="1896" w:type="dxa"/>
                  <w:tcBorders>
                    <w:top w:val="single" w:sz="8" w:space="0" w:color="FFFFFF"/>
                    <w:left w:val="single" w:sz="8" w:space="0" w:color="FFFFFF"/>
                    <w:bottom w:val="single" w:sz="24" w:space="0" w:color="FFFFFF"/>
                    <w:right w:val="single" w:sz="8" w:space="0" w:color="FFFFFF"/>
                  </w:tcBorders>
                  <w:shd w:val="clear" w:color="auto" w:fill="A5A5A5"/>
                  <w:tcMar>
                    <w:top w:w="16" w:type="dxa"/>
                    <w:left w:w="16" w:type="dxa"/>
                    <w:bottom w:w="0" w:type="dxa"/>
                    <w:right w:w="16" w:type="dxa"/>
                  </w:tcMar>
                  <w:hideMark/>
                </w:tcPr>
                <w:p w14:paraId="623DCD09" w14:textId="77777777" w:rsidR="00E07616" w:rsidRPr="0036143C" w:rsidRDefault="00E07616" w:rsidP="00DF3E14">
                  <w:r w:rsidRPr="0036143C">
                    <w:t>Kraj</w:t>
                  </w:r>
                </w:p>
              </w:tc>
              <w:tc>
                <w:tcPr>
                  <w:tcW w:w="2126" w:type="dxa"/>
                  <w:tcBorders>
                    <w:top w:val="single" w:sz="8" w:space="0" w:color="FFFFFF"/>
                    <w:left w:val="single" w:sz="8" w:space="0" w:color="FFFFFF"/>
                    <w:bottom w:val="single" w:sz="24" w:space="0" w:color="FFFFFF"/>
                    <w:right w:val="single" w:sz="8" w:space="0" w:color="FFFFFF"/>
                  </w:tcBorders>
                  <w:shd w:val="clear" w:color="auto" w:fill="A5A5A5"/>
                  <w:tcMar>
                    <w:top w:w="16" w:type="dxa"/>
                    <w:left w:w="16" w:type="dxa"/>
                    <w:bottom w:w="0" w:type="dxa"/>
                    <w:right w:w="16" w:type="dxa"/>
                  </w:tcMar>
                  <w:hideMark/>
                </w:tcPr>
                <w:p w14:paraId="77EFCF8C" w14:textId="77777777" w:rsidR="00E07616" w:rsidRPr="0036143C" w:rsidRDefault="00E07616" w:rsidP="00DF3E14">
                  <w:r w:rsidRPr="0036143C">
                    <w:t>Strony doręczeń</w:t>
                  </w:r>
                </w:p>
              </w:tc>
              <w:tc>
                <w:tcPr>
                  <w:tcW w:w="3028" w:type="dxa"/>
                  <w:tcBorders>
                    <w:top w:val="single" w:sz="8" w:space="0" w:color="FFFFFF"/>
                    <w:left w:val="single" w:sz="8" w:space="0" w:color="FFFFFF"/>
                    <w:bottom w:val="single" w:sz="24" w:space="0" w:color="FFFFFF"/>
                    <w:right w:val="single" w:sz="8" w:space="0" w:color="FFFFFF"/>
                  </w:tcBorders>
                  <w:shd w:val="clear" w:color="auto" w:fill="A5A5A5"/>
                  <w:tcMar>
                    <w:top w:w="16" w:type="dxa"/>
                    <w:left w:w="16" w:type="dxa"/>
                    <w:bottom w:w="0" w:type="dxa"/>
                    <w:right w:w="16" w:type="dxa"/>
                  </w:tcMar>
                  <w:hideMark/>
                </w:tcPr>
                <w:p w14:paraId="45FA22AC" w14:textId="77777777" w:rsidR="00E07616" w:rsidRPr="0036143C" w:rsidRDefault="00E07616" w:rsidP="00DF3E14">
                  <w:r w:rsidRPr="0036143C">
                    <w:t>Warunki świadczenia usługi</w:t>
                  </w:r>
                </w:p>
              </w:tc>
              <w:tc>
                <w:tcPr>
                  <w:tcW w:w="3293" w:type="dxa"/>
                  <w:tcBorders>
                    <w:top w:val="single" w:sz="8" w:space="0" w:color="FFFFFF"/>
                    <w:left w:val="single" w:sz="8" w:space="0" w:color="FFFFFF"/>
                    <w:bottom w:val="single" w:sz="24" w:space="0" w:color="FFFFFF"/>
                    <w:right w:val="single" w:sz="8" w:space="0" w:color="FFFFFF"/>
                  </w:tcBorders>
                  <w:shd w:val="clear" w:color="auto" w:fill="A5A5A5"/>
                  <w:tcMar>
                    <w:top w:w="16" w:type="dxa"/>
                    <w:left w:w="16" w:type="dxa"/>
                    <w:bottom w:w="0" w:type="dxa"/>
                    <w:right w:w="16" w:type="dxa"/>
                  </w:tcMar>
                  <w:hideMark/>
                </w:tcPr>
                <w:p w14:paraId="28110138" w14:textId="77777777" w:rsidR="00E07616" w:rsidRPr="0036143C" w:rsidRDefault="00E07616" w:rsidP="00DF3E14">
                  <w:r w:rsidRPr="0036143C">
                    <w:t>Uwarunkowania Prawne</w:t>
                  </w:r>
                </w:p>
              </w:tc>
            </w:tr>
            <w:tr w:rsidR="00E07616" w:rsidRPr="0036143C" w14:paraId="75F2BC71" w14:textId="77777777" w:rsidTr="00DF3E14">
              <w:trPr>
                <w:trHeight w:val="978"/>
              </w:trPr>
              <w:tc>
                <w:tcPr>
                  <w:tcW w:w="1896" w:type="dxa"/>
                  <w:tcBorders>
                    <w:top w:val="single" w:sz="24"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14:paraId="58336CFB" w14:textId="77777777" w:rsidR="00E07616" w:rsidRPr="0036143C" w:rsidRDefault="00E07616" w:rsidP="00155B22">
                  <w:pPr>
                    <w:spacing w:line="276" w:lineRule="auto"/>
                  </w:pPr>
                  <w:r w:rsidRPr="0036143C">
                    <w:lastRenderedPageBreak/>
                    <w:t xml:space="preserve">Francja, </w:t>
                  </w:r>
                </w:p>
                <w:p w14:paraId="47E8C9E0" w14:textId="77777777" w:rsidR="00E07616" w:rsidRPr="0036143C" w:rsidRDefault="00E07616" w:rsidP="00155B22">
                  <w:pPr>
                    <w:spacing w:line="276" w:lineRule="auto"/>
                  </w:pPr>
                  <w:r w:rsidRPr="0036143C">
                    <w:t>Le Poste</w:t>
                  </w:r>
                </w:p>
              </w:tc>
              <w:tc>
                <w:tcPr>
                  <w:tcW w:w="2126" w:type="dxa"/>
                  <w:tcBorders>
                    <w:top w:val="single" w:sz="24"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48957768" w14:textId="77777777" w:rsidR="00E07616" w:rsidRPr="0036143C" w:rsidRDefault="00E07616" w:rsidP="00155B22">
                  <w:pPr>
                    <w:spacing w:line="276" w:lineRule="auto"/>
                  </w:pPr>
                  <w:r w:rsidRPr="0036143C">
                    <w:t>Osoby fizyczne, przedsiębiorcy, administracja</w:t>
                  </w:r>
                </w:p>
              </w:tc>
              <w:tc>
                <w:tcPr>
                  <w:tcW w:w="3028" w:type="dxa"/>
                  <w:tcBorders>
                    <w:top w:val="single" w:sz="24"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2912B33D" w14:textId="77777777" w:rsidR="00E07616" w:rsidRPr="0036143C" w:rsidRDefault="00E07616" w:rsidP="00155B22">
                  <w:pPr>
                    <w:spacing w:line="276" w:lineRule="auto"/>
                  </w:pPr>
                  <w:r w:rsidRPr="0036143C">
                    <w:t></w:t>
                  </w:r>
                  <w:r w:rsidRPr="0036143C">
                    <w:tab/>
                    <w:t>Gwarantowane 5GB przestrzeni dyskowej;</w:t>
                  </w:r>
                </w:p>
                <w:p w14:paraId="4D72F890" w14:textId="77777777" w:rsidR="00E07616" w:rsidRPr="0036143C" w:rsidRDefault="00E07616" w:rsidP="00155B22">
                  <w:pPr>
                    <w:spacing w:line="276" w:lineRule="auto"/>
                  </w:pPr>
                  <w:r w:rsidRPr="0036143C">
                    <w:t></w:t>
                  </w:r>
                  <w:r w:rsidRPr="0036143C">
                    <w:tab/>
                    <w:t>Korespondencja o maksymalnej wielkości 20MB;</w:t>
                  </w:r>
                </w:p>
                <w:p w14:paraId="4EB67824" w14:textId="77777777" w:rsidR="00E07616" w:rsidRPr="0036143C" w:rsidRDefault="00E07616" w:rsidP="00155B22">
                  <w:pPr>
                    <w:spacing w:line="276" w:lineRule="auto"/>
                  </w:pPr>
                  <w:r w:rsidRPr="0036143C">
                    <w:t></w:t>
                  </w:r>
                  <w:r w:rsidRPr="0036143C">
                    <w:tab/>
                    <w:t>Płatne nadanie przesyłki i dodatkowa przestrzeń dyskowa.</w:t>
                  </w:r>
                </w:p>
              </w:tc>
              <w:tc>
                <w:tcPr>
                  <w:tcW w:w="3293" w:type="dxa"/>
                  <w:tcBorders>
                    <w:top w:val="single" w:sz="24"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492BD006" w14:textId="77777777" w:rsidR="00E07616" w:rsidRPr="0036143C" w:rsidRDefault="00E07616" w:rsidP="00155B22">
                  <w:pPr>
                    <w:spacing w:line="276" w:lineRule="auto"/>
                  </w:pPr>
                  <w:r w:rsidRPr="0036143C">
                    <w:t>Ustawa o Republice Cyfrowej (LOI n° 2016-1321 du 7 octobre 2016 pour une République numérique) art. 93</w:t>
                  </w:r>
                </w:p>
                <w:p w14:paraId="30D852F1" w14:textId="77777777" w:rsidR="00E07616" w:rsidRPr="0036143C" w:rsidRDefault="00E07616" w:rsidP="00155B22">
                  <w:pPr>
                    <w:spacing w:line="276" w:lineRule="auto"/>
                  </w:pPr>
                </w:p>
              </w:tc>
            </w:tr>
            <w:tr w:rsidR="00E07616" w:rsidRPr="0036143C" w14:paraId="2C4AE61B" w14:textId="77777777" w:rsidTr="00DF3E14">
              <w:trPr>
                <w:trHeight w:val="1565"/>
              </w:trPr>
              <w:tc>
                <w:tcPr>
                  <w:tcW w:w="1896" w:type="dxa"/>
                  <w:tcBorders>
                    <w:top w:val="single" w:sz="8"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14:paraId="7C343388" w14:textId="77777777" w:rsidR="00E07616" w:rsidRPr="0036143C" w:rsidRDefault="00E07616" w:rsidP="00155B22">
                  <w:pPr>
                    <w:spacing w:line="276" w:lineRule="auto"/>
                  </w:pPr>
                  <w:r w:rsidRPr="0036143C">
                    <w:t xml:space="preserve">Włochy, </w:t>
                  </w:r>
                </w:p>
                <w:p w14:paraId="79A9EB9A" w14:textId="77777777" w:rsidR="00E07616" w:rsidRPr="0036143C" w:rsidRDefault="00E07616" w:rsidP="00155B22">
                  <w:pPr>
                    <w:spacing w:line="276" w:lineRule="auto"/>
                  </w:pPr>
                  <w:r w:rsidRPr="0036143C">
                    <w:t xml:space="preserve">Posta Elettronica                                Certificata </w:t>
                  </w:r>
                </w:p>
              </w:tc>
              <w:tc>
                <w:tcPr>
                  <w:tcW w:w="2126"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14:paraId="06C07540" w14:textId="77777777" w:rsidR="00E07616" w:rsidRPr="0036143C" w:rsidRDefault="00E07616" w:rsidP="00155B22">
                  <w:pPr>
                    <w:spacing w:line="276" w:lineRule="auto"/>
                  </w:pPr>
                  <w:r w:rsidRPr="0036143C">
                    <w:t>Osoby fizyczne, przedsiębiorcy, podmioty publiczne</w:t>
                  </w:r>
                </w:p>
              </w:tc>
              <w:tc>
                <w:tcPr>
                  <w:tcW w:w="3028"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14:paraId="205EC6EF" w14:textId="77777777" w:rsidR="00E07616" w:rsidRPr="0036143C" w:rsidRDefault="00E07616" w:rsidP="00155B22">
                  <w:pPr>
                    <w:spacing w:line="276" w:lineRule="auto"/>
                  </w:pPr>
                  <w:r w:rsidRPr="0036143C">
                    <w:t></w:t>
                  </w:r>
                  <w:r w:rsidRPr="0036143C">
                    <w:tab/>
                    <w:t>Opłaty abonamentowe w różnych wysokościach ustalanych przez dostawców usług;</w:t>
                  </w:r>
                </w:p>
                <w:p w14:paraId="6F027884" w14:textId="77777777" w:rsidR="00E07616" w:rsidRPr="0036143C" w:rsidRDefault="00E07616" w:rsidP="00155B22">
                  <w:pPr>
                    <w:spacing w:line="276" w:lineRule="auto"/>
                  </w:pPr>
                  <w:r w:rsidRPr="0036143C">
                    <w:t></w:t>
                  </w:r>
                  <w:r w:rsidRPr="0036143C">
                    <w:tab/>
                    <w:t>Minimalna pojemność skrzynki doręczeń wynosi 100MB;</w:t>
                  </w:r>
                </w:p>
                <w:p w14:paraId="4CD65AE9" w14:textId="77777777" w:rsidR="00E07616" w:rsidRPr="0036143C" w:rsidRDefault="00E07616" w:rsidP="00155B22">
                  <w:pPr>
                    <w:spacing w:line="276" w:lineRule="auto"/>
                  </w:pPr>
                  <w:r w:rsidRPr="0036143C">
                    <w:t></w:t>
                  </w:r>
                  <w:r w:rsidRPr="0036143C">
                    <w:tab/>
                    <w:t>Maksymalna wielkość pojedynczej wysyłanej korespondencji różni się w zależności od wybranego dostawcy;</w:t>
                  </w:r>
                </w:p>
                <w:p w14:paraId="566A7954" w14:textId="77777777" w:rsidR="00E07616" w:rsidRPr="0036143C" w:rsidRDefault="00E07616" w:rsidP="00155B22">
                  <w:pPr>
                    <w:spacing w:line="276" w:lineRule="auto"/>
                  </w:pPr>
                </w:p>
              </w:tc>
              <w:tc>
                <w:tcPr>
                  <w:tcW w:w="3293"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14:paraId="4DBD7FCE" w14:textId="77777777" w:rsidR="00E07616" w:rsidRPr="0036143C" w:rsidRDefault="00E07616" w:rsidP="00155B22">
                  <w:pPr>
                    <w:spacing w:line="276" w:lineRule="auto"/>
                    <w:rPr>
                      <w:lang w:val="it-IT"/>
                    </w:rPr>
                  </w:pPr>
                  <w:r w:rsidRPr="0036143C">
                    <w:rPr>
                      <w:lang w:val="it-IT"/>
                    </w:rPr>
                    <w:t>Kodeks Administracji Cyfrowej (Codice dell’Administrazione Digitale, Decreto Legislativo 82/2005 modificato ed integrato dal Decreto Legislativo 235/2010),</w:t>
                  </w:r>
                </w:p>
                <w:p w14:paraId="79DCD813" w14:textId="77777777" w:rsidR="00E07616" w:rsidRPr="0036143C" w:rsidRDefault="00E07616" w:rsidP="00155B22">
                  <w:pPr>
                    <w:spacing w:line="276" w:lineRule="auto"/>
                    <w:rPr>
                      <w:lang w:val="it-IT"/>
                    </w:rPr>
                  </w:pPr>
                  <w:r w:rsidRPr="0036143C">
                    <w:rPr>
                      <w:lang w:val="it-IT"/>
                    </w:rPr>
                    <w:t>Dekret Prezydenta Republiki z dnia 11 lutego 2005 r. N. 68 (Decreto del Presidente della Repubblica 11 febbraio 2005 n. 68)</w:t>
                  </w:r>
                </w:p>
                <w:p w14:paraId="285A53BB" w14:textId="77777777" w:rsidR="00E07616" w:rsidRPr="0036143C" w:rsidRDefault="00E07616" w:rsidP="00155B22">
                  <w:pPr>
                    <w:spacing w:line="276" w:lineRule="auto"/>
                    <w:rPr>
                      <w:lang w:val="it-IT"/>
                    </w:rPr>
                  </w:pPr>
                </w:p>
              </w:tc>
            </w:tr>
            <w:tr w:rsidR="00E07616" w:rsidRPr="0036143C" w14:paraId="4408947B" w14:textId="77777777" w:rsidTr="00DF3E14">
              <w:trPr>
                <w:trHeight w:val="978"/>
              </w:trPr>
              <w:tc>
                <w:tcPr>
                  <w:tcW w:w="1896" w:type="dxa"/>
                  <w:tcBorders>
                    <w:top w:val="single" w:sz="8"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14:paraId="506A63FD" w14:textId="77777777" w:rsidR="00E07616" w:rsidRPr="0036143C" w:rsidRDefault="00E07616" w:rsidP="00155B22">
                  <w:pPr>
                    <w:spacing w:line="276" w:lineRule="auto"/>
                  </w:pPr>
                  <w:r w:rsidRPr="0036143C">
                    <w:t>Czechy, Datova Schranka</w:t>
                  </w:r>
                </w:p>
              </w:tc>
              <w:tc>
                <w:tcPr>
                  <w:tcW w:w="2126"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1C8AB402" w14:textId="77777777" w:rsidR="00E07616" w:rsidRPr="0036143C" w:rsidRDefault="00E07616" w:rsidP="00155B22">
                  <w:pPr>
                    <w:spacing w:line="276" w:lineRule="auto"/>
                  </w:pPr>
                  <w:r w:rsidRPr="0036143C">
                    <w:t>Osoby fizyczne, przedsiębiorcy, administracja</w:t>
                  </w:r>
                </w:p>
              </w:tc>
              <w:tc>
                <w:tcPr>
                  <w:tcW w:w="3028"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10287510" w14:textId="77777777" w:rsidR="00E07616" w:rsidRPr="0036143C" w:rsidRDefault="00E07616" w:rsidP="00155B22">
                  <w:pPr>
                    <w:spacing w:line="276" w:lineRule="auto"/>
                  </w:pPr>
                  <w:r w:rsidRPr="0036143C">
                    <w:t></w:t>
                  </w:r>
                  <w:r w:rsidRPr="0036143C">
                    <w:tab/>
                    <w:t>Darmowe dla osób fizycznych i przedsiębiorców;</w:t>
                  </w:r>
                </w:p>
                <w:p w14:paraId="7B1FB376" w14:textId="77777777" w:rsidR="00E07616" w:rsidRPr="0036143C" w:rsidRDefault="00E07616" w:rsidP="00155B22">
                  <w:pPr>
                    <w:spacing w:line="276" w:lineRule="auto"/>
                  </w:pPr>
                  <w:r w:rsidRPr="0036143C">
                    <w:t></w:t>
                  </w:r>
                  <w:r w:rsidRPr="0036143C">
                    <w:tab/>
                    <w:t>Użytkownicy płacą za usługi dodatkowe;</w:t>
                  </w:r>
                </w:p>
                <w:p w14:paraId="0A34AF1B" w14:textId="77777777" w:rsidR="00E07616" w:rsidRPr="0036143C" w:rsidRDefault="00E07616" w:rsidP="00155B22">
                  <w:pPr>
                    <w:spacing w:line="276" w:lineRule="auto"/>
                  </w:pPr>
                  <w:r w:rsidRPr="0036143C">
                    <w:t></w:t>
                  </w:r>
                  <w:r w:rsidRPr="0036143C">
                    <w:tab/>
                    <w:t>Pojemność skrzynki nie jest ograniczona, korespondencja jest automatycznie kasowana po 90 dniach;</w:t>
                  </w:r>
                </w:p>
                <w:p w14:paraId="222E4E64" w14:textId="77777777" w:rsidR="00E07616" w:rsidRPr="0036143C" w:rsidRDefault="00E07616" w:rsidP="00155B22">
                  <w:pPr>
                    <w:spacing w:line="276" w:lineRule="auto"/>
                  </w:pPr>
                  <w:r w:rsidRPr="0036143C">
                    <w:t></w:t>
                  </w:r>
                  <w:r w:rsidRPr="0036143C">
                    <w:tab/>
                    <w:t>Maksymalna wielkość pojedynczej wiadomości to 50MB;</w:t>
                  </w:r>
                </w:p>
              </w:tc>
              <w:tc>
                <w:tcPr>
                  <w:tcW w:w="3293"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658212EA" w14:textId="77777777" w:rsidR="00E07616" w:rsidRPr="0036143C" w:rsidRDefault="00E07616" w:rsidP="00155B22">
                  <w:pPr>
                    <w:spacing w:line="276" w:lineRule="auto"/>
                  </w:pPr>
                  <w:r w:rsidRPr="0036143C">
                    <w:t>Ustawa nr 300/2008 kol. w sprawie działań elektronicznych i autoryzowanej konwersji dokumentów (Zákon č. 300/2008 Sb. O elektronických úkonech a autorizované konverzi dokumentu)</w:t>
                  </w:r>
                </w:p>
                <w:p w14:paraId="4A1C8AE0" w14:textId="77777777" w:rsidR="00E07616" w:rsidRPr="0036143C" w:rsidRDefault="00E07616" w:rsidP="00155B22">
                  <w:pPr>
                    <w:spacing w:line="276" w:lineRule="auto"/>
                  </w:pPr>
                </w:p>
              </w:tc>
            </w:tr>
            <w:tr w:rsidR="00E07616" w:rsidRPr="0036143C" w14:paraId="5C9DE584" w14:textId="77777777" w:rsidTr="00DF3E14">
              <w:trPr>
                <w:trHeight w:val="1468"/>
              </w:trPr>
              <w:tc>
                <w:tcPr>
                  <w:tcW w:w="1896" w:type="dxa"/>
                  <w:tcBorders>
                    <w:top w:val="single" w:sz="8"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14:paraId="18351C1C" w14:textId="77777777" w:rsidR="00E07616" w:rsidRPr="0036143C" w:rsidRDefault="00E07616" w:rsidP="00155B22">
                  <w:pPr>
                    <w:spacing w:line="276" w:lineRule="auto"/>
                  </w:pPr>
                  <w:r w:rsidRPr="0036143C">
                    <w:t xml:space="preserve">Dania, </w:t>
                  </w:r>
                </w:p>
                <w:p w14:paraId="48842774" w14:textId="77777777" w:rsidR="00E07616" w:rsidRPr="0036143C" w:rsidRDefault="00E07616" w:rsidP="00155B22">
                  <w:pPr>
                    <w:spacing w:line="276" w:lineRule="auto"/>
                  </w:pPr>
                  <w:r w:rsidRPr="0036143C">
                    <w:t xml:space="preserve">DigitalPost </w:t>
                  </w:r>
                </w:p>
                <w:p w14:paraId="10EA5959" w14:textId="77777777" w:rsidR="00E07616" w:rsidRPr="0036143C" w:rsidRDefault="00E07616" w:rsidP="00155B22">
                  <w:pPr>
                    <w:spacing w:line="276" w:lineRule="auto"/>
                  </w:pPr>
                  <w:r w:rsidRPr="0036143C">
                    <w:t>(eBoks, vrk.dk)</w:t>
                  </w:r>
                </w:p>
              </w:tc>
              <w:tc>
                <w:tcPr>
                  <w:tcW w:w="2126"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14:paraId="09725465" w14:textId="77777777" w:rsidR="00E07616" w:rsidRPr="0036143C" w:rsidRDefault="00E07616" w:rsidP="00155B22">
                  <w:pPr>
                    <w:spacing w:line="276" w:lineRule="auto"/>
                  </w:pPr>
                  <w:r w:rsidRPr="0036143C">
                    <w:t>Osoby fizyczne, przedsiębiorcy, administracja,</w:t>
                  </w:r>
                </w:p>
                <w:p w14:paraId="021C6EDA" w14:textId="77777777" w:rsidR="00E07616" w:rsidRPr="0036143C" w:rsidRDefault="00E07616" w:rsidP="00155B22">
                  <w:pPr>
                    <w:spacing w:line="276" w:lineRule="auto"/>
                  </w:pPr>
                  <w:r w:rsidRPr="0036143C">
                    <w:t>częściowo sądy (nawet w postępowaniach karnych)</w:t>
                  </w:r>
                </w:p>
              </w:tc>
              <w:tc>
                <w:tcPr>
                  <w:tcW w:w="3028"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14:paraId="17D5519A" w14:textId="77777777" w:rsidR="00E07616" w:rsidRPr="0036143C" w:rsidRDefault="00E07616" w:rsidP="00155B22">
                  <w:pPr>
                    <w:spacing w:line="276" w:lineRule="auto"/>
                  </w:pPr>
                  <w:r w:rsidRPr="0036143C">
                    <w:t></w:t>
                  </w:r>
                  <w:r w:rsidRPr="0036143C">
                    <w:tab/>
                    <w:t>Darmowa korespondencja dla osób fizycznych, płatna wysyłka dla firm i podmiotów publicznych.</w:t>
                  </w:r>
                </w:p>
                <w:p w14:paraId="6DA84175" w14:textId="77777777" w:rsidR="00E07616" w:rsidRPr="0036143C" w:rsidRDefault="00E07616" w:rsidP="00155B22">
                  <w:pPr>
                    <w:spacing w:line="276" w:lineRule="auto"/>
                  </w:pPr>
                  <w:r w:rsidRPr="0036143C">
                    <w:t></w:t>
                  </w:r>
                  <w:r w:rsidRPr="0036143C">
                    <w:tab/>
                    <w:t>Brak ograniczeń w przechowywaniu ilości korespondencji otrzymanej;</w:t>
                  </w:r>
                </w:p>
                <w:p w14:paraId="6AE42567" w14:textId="77777777" w:rsidR="00E07616" w:rsidRPr="0036143C" w:rsidRDefault="00E07616" w:rsidP="00155B22">
                  <w:pPr>
                    <w:spacing w:line="276" w:lineRule="auto"/>
                  </w:pPr>
                  <w:r w:rsidRPr="0036143C">
                    <w:t></w:t>
                  </w:r>
                  <w:r w:rsidRPr="0036143C">
                    <w:tab/>
                    <w:t xml:space="preserve">Dostępny 1GB </w:t>
                  </w:r>
                  <w:r w:rsidRPr="0036143C">
                    <w:lastRenderedPageBreak/>
                    <w:t>przestrzeni dyskowej na korespondencję wysyłaną;</w:t>
                  </w:r>
                </w:p>
                <w:p w14:paraId="4D7BE304" w14:textId="77777777" w:rsidR="00E07616" w:rsidRPr="0036143C" w:rsidRDefault="00E07616" w:rsidP="00155B22">
                  <w:pPr>
                    <w:spacing w:line="276" w:lineRule="auto"/>
                  </w:pPr>
                  <w:r w:rsidRPr="0036143C">
                    <w:t></w:t>
                  </w:r>
                  <w:r w:rsidRPr="0036143C">
                    <w:tab/>
                    <w:t>Maksymalna wielkość pojedynczej korespondencji wynosi 10MB;</w:t>
                  </w:r>
                </w:p>
              </w:tc>
              <w:tc>
                <w:tcPr>
                  <w:tcW w:w="3293" w:type="dxa"/>
                  <w:tcBorders>
                    <w:top w:val="single" w:sz="8" w:space="0" w:color="FFFFFF"/>
                    <w:left w:val="single" w:sz="8" w:space="0" w:color="FFFFFF"/>
                    <w:bottom w:val="single" w:sz="8" w:space="0" w:color="FFFFFF"/>
                    <w:right w:val="single" w:sz="8" w:space="0" w:color="FFFFFF"/>
                  </w:tcBorders>
                  <w:shd w:val="clear" w:color="auto" w:fill="F0F0F0"/>
                  <w:tcMar>
                    <w:top w:w="72" w:type="dxa"/>
                    <w:left w:w="144" w:type="dxa"/>
                    <w:bottom w:w="72" w:type="dxa"/>
                    <w:right w:w="144" w:type="dxa"/>
                  </w:tcMar>
                  <w:hideMark/>
                </w:tcPr>
                <w:p w14:paraId="24C1015F" w14:textId="77777777" w:rsidR="00E07616" w:rsidRPr="0036143C" w:rsidRDefault="00E07616" w:rsidP="00155B22">
                  <w:pPr>
                    <w:spacing w:line="276" w:lineRule="auto"/>
                  </w:pPr>
                  <w:r w:rsidRPr="0036143C">
                    <w:lastRenderedPageBreak/>
                    <w:t xml:space="preserve">Ustawa o postępowaniu cyfrowym (Lov om Offentlig Digital Post). Zrównanie listu poleconego </w:t>
                  </w:r>
                </w:p>
                <w:p w14:paraId="1B5E6917" w14:textId="77777777" w:rsidR="00E07616" w:rsidRPr="0036143C" w:rsidRDefault="00E07616" w:rsidP="00155B22">
                  <w:pPr>
                    <w:spacing w:line="276" w:lineRule="auto"/>
                  </w:pPr>
                  <w:r w:rsidRPr="0036143C">
                    <w:t xml:space="preserve">z e-doręczeniem. Obowiązek odbierania Digital Post od podmiotów publicznych nałożony na przedsiębiorców i osoby fizyczne. Minister </w:t>
                  </w:r>
                  <w:r w:rsidRPr="0036143C">
                    <w:lastRenderedPageBreak/>
                    <w:t>Finansów wyznacza dostawcę usług e-doręczeń</w:t>
                  </w:r>
                </w:p>
                <w:p w14:paraId="0FF24717" w14:textId="77777777" w:rsidR="00E07616" w:rsidRPr="0036143C" w:rsidRDefault="00E07616" w:rsidP="00155B22">
                  <w:pPr>
                    <w:spacing w:line="276" w:lineRule="auto"/>
                  </w:pPr>
                </w:p>
              </w:tc>
            </w:tr>
            <w:tr w:rsidR="00E07616" w:rsidRPr="0036143C" w14:paraId="1D753E48" w14:textId="77777777" w:rsidTr="00DF3E14">
              <w:trPr>
                <w:trHeight w:val="978"/>
              </w:trPr>
              <w:tc>
                <w:tcPr>
                  <w:tcW w:w="1896" w:type="dxa"/>
                  <w:tcBorders>
                    <w:top w:val="single" w:sz="8"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hideMark/>
                </w:tcPr>
                <w:p w14:paraId="307AE095" w14:textId="77777777" w:rsidR="00E07616" w:rsidRPr="0036143C" w:rsidRDefault="00E07616" w:rsidP="00155B22">
                  <w:pPr>
                    <w:spacing w:line="276" w:lineRule="auto"/>
                  </w:pPr>
                  <w:r w:rsidRPr="0036143C">
                    <w:lastRenderedPageBreak/>
                    <w:t xml:space="preserve">Estonia, </w:t>
                  </w:r>
                </w:p>
                <w:p w14:paraId="75066F9E" w14:textId="77777777" w:rsidR="00E07616" w:rsidRPr="0036143C" w:rsidRDefault="00E07616" w:rsidP="00155B22">
                  <w:pPr>
                    <w:spacing w:line="276" w:lineRule="auto"/>
                  </w:pPr>
                  <w:r w:rsidRPr="0036143C">
                    <w:t xml:space="preserve">DigiDoc, </w:t>
                  </w:r>
                </w:p>
                <w:p w14:paraId="12F50925" w14:textId="77777777" w:rsidR="00E07616" w:rsidRPr="0036143C" w:rsidRDefault="00E07616" w:rsidP="00155B22">
                  <w:pPr>
                    <w:spacing w:line="276" w:lineRule="auto"/>
                  </w:pPr>
                  <w:r w:rsidRPr="0036143C">
                    <w:t>e-resident</w:t>
                  </w:r>
                </w:p>
              </w:tc>
              <w:tc>
                <w:tcPr>
                  <w:tcW w:w="2126"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5D6C96F3" w14:textId="77777777" w:rsidR="00E07616" w:rsidRPr="0036143C" w:rsidRDefault="00E07616" w:rsidP="00155B22">
                  <w:pPr>
                    <w:spacing w:line="276" w:lineRule="auto"/>
                  </w:pPr>
                  <w:r w:rsidRPr="0036143C">
                    <w:t>Osoby fizyczne, przedsiębiorcy, administracja.</w:t>
                  </w:r>
                </w:p>
              </w:tc>
              <w:tc>
                <w:tcPr>
                  <w:tcW w:w="3028"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29E7BF32" w14:textId="77777777" w:rsidR="00E07616" w:rsidRPr="0036143C" w:rsidRDefault="00E07616" w:rsidP="00155B22">
                  <w:pPr>
                    <w:spacing w:line="276" w:lineRule="auto"/>
                  </w:pPr>
                  <w:r w:rsidRPr="0036143C">
                    <w:t></w:t>
                  </w:r>
                  <w:r w:rsidRPr="0036143C">
                    <w:tab/>
                    <w:t>Brak ograniczenia dot. liczby archiwizowanych korespondencji.</w:t>
                  </w:r>
                </w:p>
                <w:p w14:paraId="3A9EAF9D" w14:textId="77777777" w:rsidR="00E07616" w:rsidRPr="0036143C" w:rsidRDefault="00E07616" w:rsidP="00155B22">
                  <w:pPr>
                    <w:spacing w:line="276" w:lineRule="auto"/>
                  </w:pPr>
                  <w:r w:rsidRPr="0036143C">
                    <w:t></w:t>
                  </w:r>
                  <w:r w:rsidRPr="0036143C">
                    <w:tab/>
                    <w:t>Zróżnicowana wysokość opłat abonamentowych.</w:t>
                  </w:r>
                </w:p>
              </w:tc>
              <w:tc>
                <w:tcPr>
                  <w:tcW w:w="3293"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hideMark/>
                </w:tcPr>
                <w:p w14:paraId="74C3FAB1" w14:textId="77777777" w:rsidR="00E07616" w:rsidRPr="0036143C" w:rsidRDefault="00E07616" w:rsidP="00155B22">
                  <w:pPr>
                    <w:spacing w:line="276" w:lineRule="auto"/>
                  </w:pPr>
                  <w:r w:rsidRPr="0036143C">
                    <w:t>Porozumienie rządowe</w:t>
                  </w:r>
                </w:p>
              </w:tc>
            </w:tr>
            <w:tr w:rsidR="00A44E13" w:rsidRPr="0036143C" w14:paraId="2EE70977" w14:textId="77777777" w:rsidTr="00DF3E14">
              <w:trPr>
                <w:trHeight w:val="978"/>
              </w:trPr>
              <w:tc>
                <w:tcPr>
                  <w:tcW w:w="1896" w:type="dxa"/>
                  <w:tcBorders>
                    <w:top w:val="single" w:sz="8" w:space="0" w:color="FFFFFF"/>
                    <w:left w:val="single" w:sz="8" w:space="0" w:color="FFFFFF"/>
                    <w:bottom w:val="single" w:sz="8" w:space="0" w:color="FFFFFF"/>
                    <w:right w:val="single" w:sz="8" w:space="0" w:color="FFFFFF"/>
                  </w:tcBorders>
                  <w:shd w:val="clear" w:color="auto" w:fill="A5A5A5"/>
                  <w:tcMar>
                    <w:top w:w="72" w:type="dxa"/>
                    <w:left w:w="144" w:type="dxa"/>
                    <w:bottom w:w="72" w:type="dxa"/>
                    <w:right w:w="144" w:type="dxa"/>
                  </w:tcMar>
                </w:tcPr>
                <w:p w14:paraId="6FCF4091" w14:textId="683F5547" w:rsidR="00A44E13" w:rsidRPr="0036143C" w:rsidRDefault="001E03AD" w:rsidP="00155B22">
                  <w:pPr>
                    <w:spacing w:line="276" w:lineRule="auto"/>
                  </w:pPr>
                  <w:sdt>
                    <w:sdtPr>
                      <w:tag w:val="goog_rdk_300"/>
                      <w:id w:val="-1170942990"/>
                    </w:sdtPr>
                    <w:sdtEndPr/>
                    <w:sdtContent>
                      <w:r w:rsidR="00A44E13" w:rsidRPr="0036143C">
                        <w:t>Litwa,</w:t>
                      </w:r>
                    </w:sdtContent>
                  </w:sdt>
                </w:p>
                <w:sdt>
                  <w:sdtPr>
                    <w:tag w:val="goog_rdk_303"/>
                    <w:id w:val="-1606339164"/>
                  </w:sdtPr>
                  <w:sdtEndPr/>
                  <w:sdtContent>
                    <w:p w14:paraId="1E425C02" w14:textId="7CECE213" w:rsidR="00A44E13" w:rsidRPr="0036143C" w:rsidRDefault="001E03AD" w:rsidP="00155B22">
                      <w:pPr>
                        <w:spacing w:line="276" w:lineRule="auto"/>
                      </w:pPr>
                      <w:sdt>
                        <w:sdtPr>
                          <w:tag w:val="goog_rdk_302"/>
                          <w:id w:val="-1498416184"/>
                        </w:sdtPr>
                        <w:sdtEndPr/>
                        <w:sdtContent>
                          <w:r w:rsidR="00A44E13" w:rsidRPr="0036143C">
                            <w:t>E. pristatymas</w:t>
                          </w:r>
                        </w:sdtContent>
                      </w:sdt>
                    </w:p>
                  </w:sdtContent>
                </w:sdt>
              </w:tc>
              <w:tc>
                <w:tcPr>
                  <w:tcW w:w="2126"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tcPr>
                <w:sdt>
                  <w:sdtPr>
                    <w:tag w:val="goog_rdk_305"/>
                    <w:id w:val="692420685"/>
                  </w:sdtPr>
                  <w:sdtEndPr/>
                  <w:sdtContent>
                    <w:p w14:paraId="72D08A2C" w14:textId="26A9E638" w:rsidR="00A44E13" w:rsidRPr="0036143C" w:rsidRDefault="001E03AD" w:rsidP="00155B22">
                      <w:pPr>
                        <w:spacing w:line="276" w:lineRule="auto"/>
                      </w:pPr>
                      <w:sdt>
                        <w:sdtPr>
                          <w:tag w:val="goog_rdk_304"/>
                          <w:id w:val="553580475"/>
                        </w:sdtPr>
                        <w:sdtEndPr/>
                        <w:sdtContent>
                          <w:r w:rsidR="00A44E13" w:rsidRPr="0036143C">
                            <w:t>Osoby fizyczne,</w:t>
                          </w:r>
                          <w:r w:rsidR="00A44E13" w:rsidRPr="0036143C">
                            <w:br/>
                            <w:t>przedsiębiorcy,</w:t>
                          </w:r>
                          <w:r w:rsidR="00A44E13" w:rsidRPr="0036143C">
                            <w:br/>
                            <w:t>administracja</w:t>
                          </w:r>
                        </w:sdtContent>
                      </w:sdt>
                    </w:p>
                  </w:sdtContent>
                </w:sdt>
              </w:tc>
              <w:tc>
                <w:tcPr>
                  <w:tcW w:w="3028"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tcPr>
                <w:sdt>
                  <w:sdtPr>
                    <w:tag w:val="goog_rdk_307"/>
                    <w:id w:val="128455789"/>
                  </w:sdtPr>
                  <w:sdtEndPr/>
                  <w:sdtContent>
                    <w:p w14:paraId="5EF1BACC" w14:textId="77777777" w:rsidR="00A44E13" w:rsidRPr="0036143C" w:rsidRDefault="001E03AD" w:rsidP="00155B22">
                      <w:pPr>
                        <w:spacing w:line="276" w:lineRule="auto"/>
                      </w:pPr>
                      <w:sdt>
                        <w:sdtPr>
                          <w:tag w:val="goog_rdk_306"/>
                          <w:id w:val="1423369321"/>
                        </w:sdtPr>
                        <w:sdtEndPr/>
                        <w:sdtContent>
                          <w:r w:rsidR="00A44E13" w:rsidRPr="0036143C">
                            <w:t></w:t>
                          </w:r>
                          <w:r w:rsidR="00A44E13" w:rsidRPr="0036143C">
                            <w:tab/>
                            <w:t>Brak ograniczenia dot. liczby archiwizowanych korespondencji.</w:t>
                          </w:r>
                        </w:sdtContent>
                      </w:sdt>
                    </w:p>
                  </w:sdtContent>
                </w:sdt>
                <w:sdt>
                  <w:sdtPr>
                    <w:tag w:val="goog_rdk_309"/>
                    <w:id w:val="1885827734"/>
                  </w:sdtPr>
                  <w:sdtEndPr/>
                  <w:sdtContent>
                    <w:p w14:paraId="4551A4D5" w14:textId="7A9816BF" w:rsidR="00A44E13" w:rsidRPr="0036143C" w:rsidRDefault="001E03AD" w:rsidP="00155B22">
                      <w:pPr>
                        <w:spacing w:line="276" w:lineRule="auto"/>
                      </w:pPr>
                      <w:sdt>
                        <w:sdtPr>
                          <w:tag w:val="goog_rdk_308"/>
                          <w:id w:val="-513529632"/>
                        </w:sdtPr>
                        <w:sdtEndPr/>
                        <w:sdtContent>
                          <w:r w:rsidR="00A44E13" w:rsidRPr="0036143C">
                            <w:t></w:t>
                          </w:r>
                          <w:r w:rsidR="00A44E13" w:rsidRPr="0036143C">
                            <w:tab/>
                            <w:t>Automatyczne kasowanie korespondencji po 180 dniach</w:t>
                          </w:r>
                        </w:sdtContent>
                      </w:sdt>
                    </w:p>
                  </w:sdtContent>
                </w:sdt>
              </w:tc>
              <w:tc>
                <w:tcPr>
                  <w:tcW w:w="3293" w:type="dxa"/>
                  <w:tcBorders>
                    <w:top w:val="single" w:sz="8" w:space="0" w:color="FFFFFF"/>
                    <w:left w:val="single" w:sz="8" w:space="0" w:color="FFFFFF"/>
                    <w:bottom w:val="single" w:sz="8" w:space="0" w:color="FFFFFF"/>
                    <w:right w:val="single" w:sz="8" w:space="0" w:color="FFFFFF"/>
                  </w:tcBorders>
                  <w:shd w:val="clear" w:color="auto" w:fill="E1E1E1"/>
                  <w:tcMar>
                    <w:top w:w="72" w:type="dxa"/>
                    <w:left w:w="144" w:type="dxa"/>
                    <w:bottom w:w="72" w:type="dxa"/>
                    <w:right w:w="144" w:type="dxa"/>
                  </w:tcMar>
                </w:tcPr>
                <w:p w14:paraId="682D5A1D" w14:textId="70829C54" w:rsidR="00A44E13" w:rsidRPr="0036143C" w:rsidRDefault="001E03AD" w:rsidP="00155B22">
                  <w:pPr>
                    <w:spacing w:line="276" w:lineRule="auto"/>
                  </w:pPr>
                  <w:sdt>
                    <w:sdtPr>
                      <w:tag w:val="goog_rdk_311"/>
                      <w:id w:val="522453630"/>
                    </w:sdtPr>
                    <w:sdtEndPr/>
                    <w:sdtContent>
                      <w:sdt>
                        <w:sdtPr>
                          <w:tag w:val="goog_rdk_310"/>
                          <w:id w:val="1091904363"/>
                        </w:sdtPr>
                        <w:sdtEndPr/>
                        <w:sdtContent>
                          <w:r w:rsidR="00A44E13" w:rsidRPr="0036143C">
                            <w:t xml:space="preserve">Ustawa nr 914 </w:t>
                          </w:r>
                          <w:r w:rsidR="00A44E13" w:rsidRPr="0036143C">
                            <w:br/>
                            <w:t>„O zatwierdzeniu zapisów Krajowego Systemu Informatycznego Doręczania Przesyłek Elektronicznych w Sieci Pocztowej” („Dėl Nacionalinės elektroninių siuntų pristatymo, naudojant pašto tinklą, informacinės sistemos nuostatų patvirtinimo“)</w:t>
                          </w:r>
                        </w:sdtContent>
                      </w:sdt>
                    </w:sdtContent>
                  </w:sdt>
                </w:p>
              </w:tc>
            </w:tr>
          </w:tbl>
          <w:p w14:paraId="35E30BE0" w14:textId="77777777" w:rsidR="00E07616" w:rsidRPr="0036143C" w:rsidRDefault="00E07616" w:rsidP="002D637B">
            <w:pPr>
              <w:spacing w:line="276" w:lineRule="auto"/>
              <w:jc w:val="both"/>
            </w:pPr>
            <w:r w:rsidRPr="0036143C">
              <w:t>Różnice w podejściu do omawianego zagadnienia w innych krajach UE obejmują nie tylko pojemność skrzynki lub limit wolumenu dokumentu elektronicznego, ale też możliwość (lub jej brak) dynamicznego zarządzania dostępną pojemnością przez wykupienie dodatkowych pakietów rozszerzających lub zastosowanie mechanizmów automatycznego kasowania archiwalnych wiadomości. Wybór konkretnych rozwiązań zależny jest przede wszystkim od uwarunkowań prawa państwa członkowskiego oraz od technicznych i organizacyjnych ograniczeń systemów elektronicznych doręczeń w danym państwie, a także od przyjętego modelu jednostki służącej do pomiaru ilości korespondencji (np. liczba wiadomości w Czechach i liczba MB/GB w większości pozostałych krajów UE).</w:t>
            </w:r>
          </w:p>
        </w:tc>
      </w:tr>
      <w:tr w:rsidR="00E07616" w:rsidRPr="0036143C" w14:paraId="3FC35412" w14:textId="77777777" w:rsidTr="00DF3E14">
        <w:trPr>
          <w:trHeight w:val="359"/>
          <w:jc w:val="center"/>
        </w:trPr>
        <w:tc>
          <w:tcPr>
            <w:tcW w:w="10916" w:type="dxa"/>
            <w:gridSpan w:val="29"/>
            <w:shd w:val="clear" w:color="auto" w:fill="99CCFF"/>
            <w:vAlign w:val="center"/>
          </w:tcPr>
          <w:p w14:paraId="00E0810C" w14:textId="77777777" w:rsidR="00E07616" w:rsidRPr="0036143C" w:rsidRDefault="00E07616" w:rsidP="00DF3E14">
            <w:pPr>
              <w:rPr>
                <w:rStyle w:val="Ppogrubienie"/>
              </w:rPr>
            </w:pPr>
            <w:r w:rsidRPr="0036143C">
              <w:rPr>
                <w:rStyle w:val="Ppogrubienie"/>
              </w:rPr>
              <w:lastRenderedPageBreak/>
              <w:t>4.</w:t>
            </w:r>
            <w:r w:rsidRPr="0036143C">
              <w:rPr>
                <w:rStyle w:val="Ppogrubienie"/>
              </w:rPr>
              <w:tab/>
              <w:t>Podmioty, na które oddziałuje projekt</w:t>
            </w:r>
          </w:p>
        </w:tc>
      </w:tr>
      <w:tr w:rsidR="00E07616" w:rsidRPr="0036143C" w14:paraId="2EB96A18" w14:textId="77777777" w:rsidTr="00DF3E14">
        <w:trPr>
          <w:trHeight w:val="142"/>
          <w:jc w:val="center"/>
        </w:trPr>
        <w:tc>
          <w:tcPr>
            <w:tcW w:w="2056" w:type="dxa"/>
            <w:gridSpan w:val="2"/>
            <w:shd w:val="clear" w:color="auto" w:fill="auto"/>
          </w:tcPr>
          <w:p w14:paraId="437CFE8C" w14:textId="77777777" w:rsidR="00E07616" w:rsidRPr="0036143C" w:rsidRDefault="00E07616" w:rsidP="00DF3E14">
            <w:r w:rsidRPr="0036143C">
              <w:t>Grupa</w:t>
            </w:r>
          </w:p>
        </w:tc>
        <w:tc>
          <w:tcPr>
            <w:tcW w:w="2410" w:type="dxa"/>
            <w:gridSpan w:val="7"/>
            <w:shd w:val="clear" w:color="auto" w:fill="auto"/>
          </w:tcPr>
          <w:p w14:paraId="2D3E1528" w14:textId="77777777" w:rsidR="00E07616" w:rsidRPr="0036143C" w:rsidRDefault="00E07616" w:rsidP="00DF3E14">
            <w:r w:rsidRPr="0036143C">
              <w:t>Wielkość</w:t>
            </w:r>
          </w:p>
        </w:tc>
        <w:tc>
          <w:tcPr>
            <w:tcW w:w="2410" w:type="dxa"/>
            <w:gridSpan w:val="10"/>
            <w:shd w:val="clear" w:color="auto" w:fill="auto"/>
          </w:tcPr>
          <w:p w14:paraId="41BE6045" w14:textId="77777777" w:rsidR="00E07616" w:rsidRPr="0036143C" w:rsidRDefault="00E07616" w:rsidP="00DF3E14">
            <w:r w:rsidRPr="0036143C">
              <w:t>Źródło danych</w:t>
            </w:r>
            <w:r w:rsidRPr="0036143C" w:rsidDel="00260F33">
              <w:t xml:space="preserve"> </w:t>
            </w:r>
          </w:p>
        </w:tc>
        <w:tc>
          <w:tcPr>
            <w:tcW w:w="4040" w:type="dxa"/>
            <w:gridSpan w:val="10"/>
            <w:shd w:val="clear" w:color="auto" w:fill="auto"/>
          </w:tcPr>
          <w:p w14:paraId="3F800E82" w14:textId="77777777" w:rsidR="00E07616" w:rsidRPr="0036143C" w:rsidRDefault="00E07616" w:rsidP="00DF3E14">
            <w:r w:rsidRPr="0036143C">
              <w:t>Oddziaływanie</w:t>
            </w:r>
          </w:p>
        </w:tc>
      </w:tr>
      <w:tr w:rsidR="00E07616" w:rsidRPr="0036143C" w14:paraId="539A588B" w14:textId="77777777" w:rsidTr="00DF3E14">
        <w:trPr>
          <w:trHeight w:val="142"/>
          <w:jc w:val="center"/>
        </w:trPr>
        <w:tc>
          <w:tcPr>
            <w:tcW w:w="2056" w:type="dxa"/>
            <w:gridSpan w:val="2"/>
            <w:shd w:val="clear" w:color="auto" w:fill="auto"/>
          </w:tcPr>
          <w:p w14:paraId="1A27DE88" w14:textId="77777777" w:rsidR="00E07616" w:rsidRPr="0036143C" w:rsidRDefault="00E07616" w:rsidP="00155B22">
            <w:pPr>
              <w:spacing w:line="276" w:lineRule="auto"/>
              <w:rPr>
                <w:rStyle w:val="Ppogrubienie"/>
              </w:rPr>
            </w:pPr>
            <w:r w:rsidRPr="0036143C">
              <w:rPr>
                <w:rStyle w:val="Kkursywa"/>
                <w:i w:val="0"/>
              </w:rPr>
              <w:t>Operator wyznaczony – Poczta Polska S.A.</w:t>
            </w:r>
          </w:p>
        </w:tc>
        <w:tc>
          <w:tcPr>
            <w:tcW w:w="2410" w:type="dxa"/>
            <w:gridSpan w:val="7"/>
            <w:shd w:val="clear" w:color="auto" w:fill="auto"/>
          </w:tcPr>
          <w:p w14:paraId="0690C9A6" w14:textId="77777777" w:rsidR="00E07616" w:rsidRPr="0036143C" w:rsidRDefault="00E07616" w:rsidP="00155B22">
            <w:pPr>
              <w:spacing w:line="276" w:lineRule="auto"/>
            </w:pPr>
            <w:r w:rsidRPr="0036143C">
              <w:t xml:space="preserve">Przedsiębiorca o </w:t>
            </w:r>
          </w:p>
          <w:p w14:paraId="7B94884B" w14:textId="77777777" w:rsidR="00E07616" w:rsidRPr="0036143C" w:rsidRDefault="00E07616" w:rsidP="00155B22">
            <w:pPr>
              <w:spacing w:line="276" w:lineRule="auto"/>
            </w:pPr>
            <w:r w:rsidRPr="0036143C">
              <w:t xml:space="preserve">ogólnopolskim zasięgu </w:t>
            </w:r>
          </w:p>
          <w:p w14:paraId="0C3D9EC9" w14:textId="77777777" w:rsidR="00E07616" w:rsidRPr="0036143C" w:rsidRDefault="00E07616" w:rsidP="00155B22">
            <w:pPr>
              <w:spacing w:line="276" w:lineRule="auto"/>
            </w:pPr>
            <w:r w:rsidRPr="0036143C">
              <w:t xml:space="preserve">działania zatrudniający ok. </w:t>
            </w:r>
          </w:p>
          <w:p w14:paraId="33012A1C" w14:textId="77777777" w:rsidR="00E07616" w:rsidRPr="0036143C" w:rsidRDefault="00E07616" w:rsidP="00155B22">
            <w:pPr>
              <w:spacing w:line="276" w:lineRule="auto"/>
            </w:pPr>
            <w:r w:rsidRPr="0036143C">
              <w:t>80 000 osób</w:t>
            </w:r>
          </w:p>
        </w:tc>
        <w:tc>
          <w:tcPr>
            <w:tcW w:w="2410" w:type="dxa"/>
            <w:gridSpan w:val="10"/>
            <w:shd w:val="clear" w:color="auto" w:fill="auto"/>
          </w:tcPr>
          <w:p w14:paraId="4EB94AA3" w14:textId="77777777" w:rsidR="00E07616" w:rsidRPr="0036143C" w:rsidRDefault="00E07616" w:rsidP="00155B22">
            <w:pPr>
              <w:spacing w:line="276" w:lineRule="auto"/>
            </w:pPr>
            <w:r w:rsidRPr="0036143C">
              <w:t xml:space="preserve">Raport UKE o stanie </w:t>
            </w:r>
          </w:p>
          <w:p w14:paraId="35714095" w14:textId="77777777" w:rsidR="00E07616" w:rsidRPr="0036143C" w:rsidRDefault="00E07616" w:rsidP="00155B22">
            <w:pPr>
              <w:spacing w:line="276" w:lineRule="auto"/>
            </w:pPr>
            <w:r w:rsidRPr="0036143C">
              <w:t xml:space="preserve">rynku pocztowego w </w:t>
            </w:r>
          </w:p>
          <w:p w14:paraId="54C76726" w14:textId="285AF52F" w:rsidR="00E07616" w:rsidRPr="0036143C" w:rsidRDefault="00E07616" w:rsidP="00155B22">
            <w:pPr>
              <w:spacing w:line="276" w:lineRule="auto"/>
            </w:pPr>
            <w:r w:rsidRPr="0036143C">
              <w:t>2017 r</w:t>
            </w:r>
            <w:r w:rsidR="00446710" w:rsidRPr="0036143C">
              <w:t>.</w:t>
            </w:r>
          </w:p>
        </w:tc>
        <w:tc>
          <w:tcPr>
            <w:tcW w:w="4040" w:type="dxa"/>
            <w:gridSpan w:val="10"/>
            <w:shd w:val="clear" w:color="auto" w:fill="auto"/>
          </w:tcPr>
          <w:p w14:paraId="00CD008A" w14:textId="2A89EF60" w:rsidR="00E07616" w:rsidRPr="0036143C" w:rsidRDefault="00E07616" w:rsidP="00155B22">
            <w:pPr>
              <w:spacing w:line="276" w:lineRule="auto"/>
            </w:pPr>
            <w:r w:rsidRPr="0036143C">
              <w:t xml:space="preserve">Rozporządzenie doprecyzowuje wymagania ustawy w zakresie warunków przyjmowania i przekazywania danych z/do publicznej usługi rejestrowanego doręczenia elektronicznego realizowanej przez </w:t>
            </w:r>
            <w:r w:rsidR="00446710" w:rsidRPr="0036143C">
              <w:t>o</w:t>
            </w:r>
            <w:r w:rsidRPr="0036143C">
              <w:t xml:space="preserve">peratora </w:t>
            </w:r>
            <w:r w:rsidR="00446710" w:rsidRPr="0036143C">
              <w:t>w</w:t>
            </w:r>
            <w:r w:rsidRPr="0036143C">
              <w:t xml:space="preserve">yznaczonego. </w:t>
            </w:r>
          </w:p>
        </w:tc>
      </w:tr>
      <w:tr w:rsidR="00E07616" w:rsidRPr="0036143C" w14:paraId="6251B223" w14:textId="77777777" w:rsidTr="00DF3E14">
        <w:trPr>
          <w:trHeight w:val="142"/>
          <w:jc w:val="center"/>
        </w:trPr>
        <w:tc>
          <w:tcPr>
            <w:tcW w:w="2056" w:type="dxa"/>
            <w:gridSpan w:val="2"/>
            <w:shd w:val="clear" w:color="auto" w:fill="auto"/>
          </w:tcPr>
          <w:p w14:paraId="63439EFE" w14:textId="77777777" w:rsidR="00E07616" w:rsidRPr="0036143C" w:rsidRDefault="00E07616" w:rsidP="00155B22">
            <w:pPr>
              <w:spacing w:line="276" w:lineRule="auto"/>
            </w:pPr>
            <w:r w:rsidRPr="0036143C">
              <w:rPr>
                <w:rStyle w:val="Kkursywa"/>
                <w:i w:val="0"/>
              </w:rPr>
              <w:t>Końcowi użytkownicy skrzynek doręczeń</w:t>
            </w:r>
          </w:p>
        </w:tc>
        <w:tc>
          <w:tcPr>
            <w:tcW w:w="2410" w:type="dxa"/>
            <w:gridSpan w:val="7"/>
            <w:shd w:val="clear" w:color="auto" w:fill="auto"/>
          </w:tcPr>
          <w:p w14:paraId="34375B0E" w14:textId="77777777" w:rsidR="00E07616" w:rsidRPr="0036143C" w:rsidRDefault="00E07616" w:rsidP="00155B22">
            <w:pPr>
              <w:spacing w:line="276" w:lineRule="auto"/>
            </w:pPr>
            <w:r w:rsidRPr="0036143C">
              <w:rPr>
                <w:rStyle w:val="Kkursywa"/>
                <w:i w:val="0"/>
              </w:rPr>
              <w:t xml:space="preserve">Ok. 31,5 miliona osób w wieku produkcyjnym i poprodukcyjnym oraz ok. 4,5 mln </w:t>
            </w:r>
            <w:r w:rsidRPr="0036143C">
              <w:rPr>
                <w:rStyle w:val="Kkursywa"/>
                <w:i w:val="0"/>
              </w:rPr>
              <w:lastRenderedPageBreak/>
              <w:t xml:space="preserve">podmiotów zarejestrowanych w rejestrze REGON, </w:t>
            </w:r>
          </w:p>
          <w:p w14:paraId="4AACE753" w14:textId="77777777" w:rsidR="00E07616" w:rsidRPr="0036143C" w:rsidRDefault="00E07616" w:rsidP="00155B22">
            <w:pPr>
              <w:spacing w:line="276" w:lineRule="auto"/>
            </w:pPr>
            <w:r w:rsidRPr="0036143C">
              <w:t xml:space="preserve">w tym: </w:t>
            </w:r>
          </w:p>
          <w:p w14:paraId="663340AE" w14:textId="77777777" w:rsidR="00E07616" w:rsidRPr="0036143C" w:rsidRDefault="00E07616" w:rsidP="00155B22">
            <w:pPr>
              <w:spacing w:line="276" w:lineRule="auto"/>
            </w:pPr>
            <w:r w:rsidRPr="0036143C">
              <w:t xml:space="preserve">podmioty sektora </w:t>
            </w:r>
          </w:p>
          <w:p w14:paraId="574531C5" w14:textId="77777777" w:rsidR="00E07616" w:rsidRPr="0036143C" w:rsidRDefault="00E07616" w:rsidP="00155B22">
            <w:pPr>
              <w:spacing w:line="276" w:lineRule="auto"/>
            </w:pPr>
            <w:r w:rsidRPr="0036143C">
              <w:t xml:space="preserve">publicznego  </w:t>
            </w:r>
          </w:p>
          <w:p w14:paraId="14933540" w14:textId="77777777" w:rsidR="00E07616" w:rsidRPr="0036143C" w:rsidRDefault="00E07616" w:rsidP="00155B22">
            <w:pPr>
              <w:spacing w:line="276" w:lineRule="auto"/>
            </w:pPr>
            <w:r w:rsidRPr="0036143C">
              <w:t xml:space="preserve">ok. 70 000  </w:t>
            </w:r>
          </w:p>
          <w:p w14:paraId="6E6E9431" w14:textId="77777777" w:rsidR="00E07616" w:rsidRPr="0036143C" w:rsidRDefault="00E07616" w:rsidP="00155B22">
            <w:pPr>
              <w:spacing w:line="276" w:lineRule="auto"/>
            </w:pPr>
            <w:r w:rsidRPr="0036143C">
              <w:t>oraz ok. 3,5 mln przedsiębiorców</w:t>
            </w:r>
          </w:p>
        </w:tc>
        <w:tc>
          <w:tcPr>
            <w:tcW w:w="2410" w:type="dxa"/>
            <w:gridSpan w:val="10"/>
            <w:shd w:val="clear" w:color="auto" w:fill="auto"/>
          </w:tcPr>
          <w:p w14:paraId="233801A1" w14:textId="77777777" w:rsidR="00E07616" w:rsidRPr="0036143C" w:rsidRDefault="00E07616" w:rsidP="00155B22">
            <w:pPr>
              <w:spacing w:line="276" w:lineRule="auto"/>
              <w:rPr>
                <w:rStyle w:val="Kkursywa"/>
                <w:i w:val="0"/>
              </w:rPr>
            </w:pPr>
            <w:r w:rsidRPr="0036143C">
              <w:rPr>
                <w:rStyle w:val="Kkursywa"/>
                <w:i w:val="0"/>
              </w:rPr>
              <w:lastRenderedPageBreak/>
              <w:t xml:space="preserve">Mały Rocznik Statystyczny GUS 2020, </w:t>
            </w:r>
          </w:p>
          <w:p w14:paraId="36A351A2" w14:textId="77777777" w:rsidR="00E07616" w:rsidRPr="0036143C" w:rsidRDefault="00E07616" w:rsidP="00155B22">
            <w:pPr>
              <w:spacing w:line="276" w:lineRule="auto"/>
            </w:pPr>
            <w:r w:rsidRPr="0036143C">
              <w:rPr>
                <w:rStyle w:val="Kkursywa"/>
                <w:i w:val="0"/>
              </w:rPr>
              <w:t>Rejestr REGON</w:t>
            </w:r>
          </w:p>
        </w:tc>
        <w:tc>
          <w:tcPr>
            <w:tcW w:w="4040" w:type="dxa"/>
            <w:gridSpan w:val="10"/>
            <w:shd w:val="clear" w:color="auto" w:fill="auto"/>
          </w:tcPr>
          <w:p w14:paraId="327F8D04" w14:textId="0CFD42F1" w:rsidR="00E07616" w:rsidRPr="0036143C" w:rsidRDefault="00E07616" w:rsidP="00FE2667">
            <w:pPr>
              <w:spacing w:line="276" w:lineRule="auto"/>
            </w:pPr>
            <w:r w:rsidRPr="0036143C">
              <w:rPr>
                <w:rStyle w:val="Kkursywa"/>
                <w:i w:val="0"/>
              </w:rPr>
              <w:t xml:space="preserve">Projekt wpływa na użytkowników skrzynek doręczeń – ich poziom zaufania do niezawodności usługi oraz nawyk regularnego </w:t>
            </w:r>
            <w:r w:rsidR="00FE2667">
              <w:rPr>
                <w:rStyle w:val="Kkursywa"/>
                <w:i w:val="0"/>
              </w:rPr>
              <w:t xml:space="preserve">pobierania </w:t>
            </w:r>
            <w:r w:rsidRPr="0036143C">
              <w:rPr>
                <w:rStyle w:val="Kkursywa"/>
                <w:i w:val="0"/>
              </w:rPr>
              <w:t>wiadomości</w:t>
            </w:r>
            <w:r w:rsidR="00FE2667">
              <w:rPr>
                <w:rStyle w:val="Kkursywa"/>
                <w:i w:val="0"/>
              </w:rPr>
              <w:t xml:space="preserve"> poza skrzynkę</w:t>
            </w:r>
            <w:r w:rsidRPr="0036143C">
              <w:rPr>
                <w:rStyle w:val="Kkursywa"/>
                <w:i w:val="0"/>
              </w:rPr>
              <w:t xml:space="preserve">. Są oni </w:t>
            </w:r>
            <w:r w:rsidRPr="0036143C">
              <w:rPr>
                <w:rStyle w:val="Kkursywa"/>
                <w:i w:val="0"/>
              </w:rPr>
              <w:lastRenderedPageBreak/>
              <w:t>odbiorcami powiadomień o przepełnieniu skrzynki. W przypadku wyznaczenia administratora skrzynki doręczeń będzie on obowiązany do reagowania na informacje i ostrzeżenia OW związane z zapełnianiem przestrzeni dyskowej skrzynki doręczeń.</w:t>
            </w:r>
          </w:p>
        </w:tc>
      </w:tr>
      <w:tr w:rsidR="00E07616" w:rsidRPr="0036143C" w14:paraId="00EB36E8" w14:textId="77777777" w:rsidTr="00DF3E14">
        <w:trPr>
          <w:trHeight w:val="142"/>
          <w:jc w:val="center"/>
        </w:trPr>
        <w:tc>
          <w:tcPr>
            <w:tcW w:w="2056" w:type="dxa"/>
            <w:gridSpan w:val="2"/>
            <w:shd w:val="clear" w:color="auto" w:fill="auto"/>
          </w:tcPr>
          <w:p w14:paraId="732BC0D4" w14:textId="77777777" w:rsidR="00E07616" w:rsidRPr="0036143C" w:rsidRDefault="00E07616" w:rsidP="00155B22">
            <w:pPr>
              <w:spacing w:line="276" w:lineRule="auto"/>
              <w:rPr>
                <w:rStyle w:val="Kkursywa"/>
                <w:i w:val="0"/>
              </w:rPr>
            </w:pPr>
            <w:r w:rsidRPr="0036143C">
              <w:rPr>
                <w:rStyle w:val="Kkursywa"/>
                <w:i w:val="0"/>
              </w:rPr>
              <w:lastRenderedPageBreak/>
              <w:t>Producenci aplikacji klienckich (EZD)</w:t>
            </w:r>
          </w:p>
        </w:tc>
        <w:tc>
          <w:tcPr>
            <w:tcW w:w="2410" w:type="dxa"/>
            <w:gridSpan w:val="7"/>
            <w:shd w:val="clear" w:color="auto" w:fill="auto"/>
          </w:tcPr>
          <w:p w14:paraId="7091763B" w14:textId="77777777" w:rsidR="00E07616" w:rsidRPr="0036143C" w:rsidRDefault="00E07616" w:rsidP="00155B22">
            <w:pPr>
              <w:spacing w:line="276" w:lineRule="auto"/>
              <w:rPr>
                <w:rStyle w:val="Kkursywa"/>
                <w:i w:val="0"/>
              </w:rPr>
            </w:pPr>
            <w:r w:rsidRPr="0036143C">
              <w:rPr>
                <w:rStyle w:val="Kkursywa"/>
                <w:i w:val="0"/>
              </w:rPr>
              <w:t>Do 10: EZD RP, eDOK, EZD PUW, Comarch EZD, eObiegEZD i aplikacje, które powstaną dla klienta niepublicznego</w:t>
            </w:r>
          </w:p>
        </w:tc>
        <w:tc>
          <w:tcPr>
            <w:tcW w:w="2410" w:type="dxa"/>
            <w:gridSpan w:val="10"/>
            <w:shd w:val="clear" w:color="auto" w:fill="auto"/>
          </w:tcPr>
          <w:p w14:paraId="1771A0F5" w14:textId="77777777" w:rsidR="00E07616" w:rsidRPr="0036143C" w:rsidRDefault="00E07616" w:rsidP="00155B22">
            <w:pPr>
              <w:spacing w:line="276" w:lineRule="auto"/>
              <w:rPr>
                <w:rStyle w:val="Kkursywa"/>
                <w:i w:val="0"/>
              </w:rPr>
            </w:pPr>
            <w:r w:rsidRPr="0036143C">
              <w:rPr>
                <w:rStyle w:val="Kkursywa"/>
                <w:i w:val="0"/>
              </w:rPr>
              <w:t>Wartość szacunkowa</w:t>
            </w:r>
          </w:p>
        </w:tc>
        <w:tc>
          <w:tcPr>
            <w:tcW w:w="4040" w:type="dxa"/>
            <w:gridSpan w:val="10"/>
            <w:shd w:val="clear" w:color="auto" w:fill="auto"/>
          </w:tcPr>
          <w:p w14:paraId="7D38A3A7" w14:textId="77777777" w:rsidR="00E07616" w:rsidRPr="0036143C" w:rsidRDefault="00E07616" w:rsidP="00155B22">
            <w:pPr>
              <w:spacing w:line="276" w:lineRule="auto"/>
              <w:rPr>
                <w:rStyle w:val="Kkursywa"/>
                <w:i w:val="0"/>
              </w:rPr>
            </w:pPr>
            <w:r w:rsidRPr="0036143C">
              <w:rPr>
                <w:rStyle w:val="Kkursywa"/>
                <w:i w:val="0"/>
              </w:rPr>
              <w:t>Aplikacje klienckie będą musiały zostać zmodyfikowane w celu łączenia się ze skrzynką doręczeń i usługą RDE. Ich producenci mogą wyposażyć je w mechanizmy pomiaru rzeczywistej dostępności i pojemności skrzynki doręczeń, co wiąże się z przetwarzaniem danych stricte technicznych.</w:t>
            </w:r>
          </w:p>
        </w:tc>
      </w:tr>
      <w:tr w:rsidR="00E07616" w:rsidRPr="0036143C" w14:paraId="4D56AA2A" w14:textId="77777777" w:rsidTr="00DF3E14">
        <w:trPr>
          <w:trHeight w:val="142"/>
          <w:jc w:val="center"/>
        </w:trPr>
        <w:tc>
          <w:tcPr>
            <w:tcW w:w="2056" w:type="dxa"/>
            <w:gridSpan w:val="2"/>
            <w:shd w:val="clear" w:color="auto" w:fill="auto"/>
          </w:tcPr>
          <w:p w14:paraId="5AA611DC" w14:textId="77777777" w:rsidR="00E07616" w:rsidRPr="0036143C" w:rsidRDefault="00E07616" w:rsidP="00155B22">
            <w:pPr>
              <w:spacing w:line="276" w:lineRule="auto"/>
              <w:rPr>
                <w:rStyle w:val="Kkursywa"/>
                <w:i w:val="0"/>
              </w:rPr>
            </w:pPr>
            <w:r w:rsidRPr="0036143C">
              <w:rPr>
                <w:rStyle w:val="Kkursywa"/>
                <w:i w:val="0"/>
              </w:rPr>
              <w:t>Producent aplikacji frontendowej e-Doręczenia</w:t>
            </w:r>
          </w:p>
        </w:tc>
        <w:tc>
          <w:tcPr>
            <w:tcW w:w="2410" w:type="dxa"/>
            <w:gridSpan w:val="7"/>
            <w:shd w:val="clear" w:color="auto" w:fill="auto"/>
          </w:tcPr>
          <w:p w14:paraId="30080BE0" w14:textId="77777777" w:rsidR="00E07616" w:rsidRPr="0036143C" w:rsidRDefault="00E07616" w:rsidP="00155B22">
            <w:pPr>
              <w:spacing w:line="276" w:lineRule="auto"/>
              <w:rPr>
                <w:rStyle w:val="Kkursywa"/>
                <w:i w:val="0"/>
              </w:rPr>
            </w:pPr>
            <w:r w:rsidRPr="0036143C">
              <w:rPr>
                <w:rStyle w:val="Kkursywa"/>
                <w:i w:val="0"/>
              </w:rPr>
              <w:t>2 (aplikacja dla obywatela i urzędnika oraz aplikacja dla przedsiębiorcy)</w:t>
            </w:r>
          </w:p>
        </w:tc>
        <w:tc>
          <w:tcPr>
            <w:tcW w:w="2410" w:type="dxa"/>
            <w:gridSpan w:val="10"/>
            <w:shd w:val="clear" w:color="auto" w:fill="auto"/>
          </w:tcPr>
          <w:p w14:paraId="3FBC6558" w14:textId="77777777" w:rsidR="00E07616" w:rsidRPr="0036143C" w:rsidRDefault="00E07616" w:rsidP="00155B22">
            <w:pPr>
              <w:spacing w:line="276" w:lineRule="auto"/>
              <w:rPr>
                <w:rStyle w:val="Kkursywa"/>
                <w:i w:val="0"/>
              </w:rPr>
            </w:pPr>
            <w:r w:rsidRPr="0036143C">
              <w:rPr>
                <w:rStyle w:val="Kkursywa"/>
                <w:i w:val="0"/>
              </w:rPr>
              <w:t>Studium wykonalności i założenia projektu e-Doręczenia</w:t>
            </w:r>
          </w:p>
        </w:tc>
        <w:tc>
          <w:tcPr>
            <w:tcW w:w="4040" w:type="dxa"/>
            <w:gridSpan w:val="10"/>
            <w:shd w:val="clear" w:color="auto" w:fill="auto"/>
          </w:tcPr>
          <w:p w14:paraId="3988BA0F" w14:textId="77777777" w:rsidR="00E07616" w:rsidRPr="0036143C" w:rsidRDefault="00E07616" w:rsidP="00155B22">
            <w:pPr>
              <w:spacing w:line="276" w:lineRule="auto"/>
              <w:rPr>
                <w:rStyle w:val="Kkursywa"/>
                <w:i w:val="0"/>
              </w:rPr>
            </w:pPr>
            <w:r w:rsidRPr="0036143C">
              <w:rPr>
                <w:rStyle w:val="Kkursywa"/>
                <w:i w:val="0"/>
              </w:rPr>
              <w:t>Aplikacje państwowe zostaną przygotowane do łączenia się ze skrzynką doręczeń i usługą RDE oraz będą mogły prowadzić pomiar rzeczywistej dostępności i pojemności skrzynki doręczeń. Pozyskane dane pozwolą planować rozwój usługi.</w:t>
            </w:r>
          </w:p>
        </w:tc>
      </w:tr>
      <w:tr w:rsidR="00E07616" w:rsidRPr="0036143C" w14:paraId="536C779D" w14:textId="77777777" w:rsidTr="00DF3E14">
        <w:trPr>
          <w:trHeight w:val="302"/>
          <w:jc w:val="center"/>
        </w:trPr>
        <w:tc>
          <w:tcPr>
            <w:tcW w:w="10916" w:type="dxa"/>
            <w:gridSpan w:val="29"/>
            <w:shd w:val="clear" w:color="auto" w:fill="99CCFF"/>
            <w:vAlign w:val="center"/>
          </w:tcPr>
          <w:p w14:paraId="10CAE97F" w14:textId="3E37E86B" w:rsidR="00E07616" w:rsidRPr="0036143C" w:rsidRDefault="0013334D" w:rsidP="00DF3E14">
            <w:pPr>
              <w:rPr>
                <w:rStyle w:val="Ppogrubienie"/>
              </w:rPr>
            </w:pPr>
            <w:r w:rsidRPr="0036143C">
              <w:rPr>
                <w:rStyle w:val="Ppogrubienie"/>
              </w:rPr>
              <w:t xml:space="preserve">5. </w:t>
            </w:r>
            <w:r w:rsidR="00E07616" w:rsidRPr="0036143C">
              <w:rPr>
                <w:rStyle w:val="Ppogrubienie"/>
              </w:rPr>
              <w:t>Informacje na temat zakresu, czasu trwania i podsumowanie wyników konsultacji</w:t>
            </w:r>
          </w:p>
        </w:tc>
      </w:tr>
      <w:tr w:rsidR="00E07616" w:rsidRPr="0036143C" w14:paraId="34345F49" w14:textId="77777777" w:rsidTr="00DF3E14">
        <w:trPr>
          <w:trHeight w:val="342"/>
          <w:jc w:val="center"/>
        </w:trPr>
        <w:tc>
          <w:tcPr>
            <w:tcW w:w="10916" w:type="dxa"/>
            <w:gridSpan w:val="29"/>
            <w:shd w:val="clear" w:color="auto" w:fill="FFFFFF"/>
          </w:tcPr>
          <w:p w14:paraId="0335B102" w14:textId="15CCF0C3" w:rsidR="00E07616" w:rsidRPr="0036143C" w:rsidRDefault="00E07616" w:rsidP="00155B22">
            <w:pPr>
              <w:spacing w:line="276" w:lineRule="auto"/>
            </w:pPr>
            <w:r w:rsidRPr="0036143C">
              <w:t xml:space="preserve">Projekt rozporządzenia zostanie skierowany do </w:t>
            </w:r>
            <w:r w:rsidR="00DF3E14" w:rsidRPr="0036143C">
              <w:t>opiniowania</w:t>
            </w:r>
            <w:r w:rsidRPr="0036143C">
              <w:t xml:space="preserve"> do następujących podmiotów:</w:t>
            </w:r>
          </w:p>
          <w:p w14:paraId="009EB72B" w14:textId="77777777" w:rsidR="00836516" w:rsidRDefault="00E07616" w:rsidP="00836516">
            <w:pPr>
              <w:pStyle w:val="Akapitzlist"/>
              <w:numPr>
                <w:ilvl w:val="0"/>
                <w:numId w:val="1"/>
              </w:numPr>
              <w:spacing w:line="276" w:lineRule="auto"/>
            </w:pPr>
            <w:r w:rsidRPr="0036143C">
              <w:t>Prezes Urz</w:t>
            </w:r>
            <w:r w:rsidR="003C30BD" w:rsidRPr="0036143C">
              <w:t>ędu Komunikacji Elektronicznej</w:t>
            </w:r>
          </w:p>
          <w:p w14:paraId="14B0F4EC" w14:textId="63E590BC" w:rsidR="00E07616" w:rsidRPr="0036143C" w:rsidRDefault="00E07616" w:rsidP="00836516">
            <w:pPr>
              <w:pStyle w:val="Akapitzlist"/>
              <w:numPr>
                <w:ilvl w:val="0"/>
                <w:numId w:val="1"/>
              </w:numPr>
              <w:spacing w:line="276" w:lineRule="auto"/>
            </w:pPr>
            <w:r w:rsidRPr="0036143C">
              <w:t>Prezes Urzędu Ochrony Kon</w:t>
            </w:r>
            <w:r w:rsidR="003C30BD" w:rsidRPr="0036143C">
              <w:t>kurencji i Konsumentów</w:t>
            </w:r>
          </w:p>
          <w:p w14:paraId="63B0B728" w14:textId="2F5D6D55" w:rsidR="00E07616" w:rsidRPr="0036143C" w:rsidRDefault="00E07616" w:rsidP="00836516">
            <w:pPr>
              <w:pStyle w:val="Akapitzlist"/>
              <w:numPr>
                <w:ilvl w:val="0"/>
                <w:numId w:val="1"/>
              </w:numPr>
              <w:spacing w:line="276" w:lineRule="auto"/>
            </w:pPr>
            <w:r w:rsidRPr="0036143C">
              <w:tab/>
              <w:t>Naczeln</w:t>
            </w:r>
            <w:r w:rsidR="003C30BD" w:rsidRPr="0036143C">
              <w:t>y Dyrektor Archiwów Państwowych</w:t>
            </w:r>
          </w:p>
          <w:p w14:paraId="1A96D961" w14:textId="2E382BAC" w:rsidR="00E07616" w:rsidRPr="0036143C" w:rsidRDefault="00E07616" w:rsidP="00836516">
            <w:pPr>
              <w:pStyle w:val="Akapitzlist"/>
              <w:numPr>
                <w:ilvl w:val="0"/>
                <w:numId w:val="1"/>
              </w:numPr>
              <w:spacing w:line="276" w:lineRule="auto"/>
            </w:pPr>
            <w:r w:rsidRPr="0036143C">
              <w:tab/>
              <w:t>Prezes U</w:t>
            </w:r>
            <w:r w:rsidR="003C30BD" w:rsidRPr="0036143C">
              <w:t>rzędu Ochrony Danych Osobowych</w:t>
            </w:r>
          </w:p>
          <w:p w14:paraId="281E2B91" w14:textId="3BF03E80" w:rsidR="00E07616" w:rsidRPr="0036143C" w:rsidRDefault="00E07616" w:rsidP="00836516">
            <w:pPr>
              <w:pStyle w:val="Akapitzlist"/>
              <w:numPr>
                <w:ilvl w:val="0"/>
                <w:numId w:val="1"/>
              </w:numPr>
              <w:spacing w:line="276" w:lineRule="auto"/>
            </w:pPr>
            <w:r w:rsidRPr="0036143C">
              <w:tab/>
              <w:t>Prez</w:t>
            </w:r>
            <w:r w:rsidR="003C30BD" w:rsidRPr="0036143C">
              <w:t>es Urzędu Zamówień Publicznych</w:t>
            </w:r>
          </w:p>
          <w:p w14:paraId="287A1E89" w14:textId="0A9A8640" w:rsidR="00E07616" w:rsidRPr="0036143C" w:rsidRDefault="00E07616" w:rsidP="00836516">
            <w:pPr>
              <w:pStyle w:val="Akapitzlist"/>
              <w:numPr>
                <w:ilvl w:val="0"/>
                <w:numId w:val="1"/>
              </w:numPr>
              <w:spacing w:line="276" w:lineRule="auto"/>
            </w:pPr>
            <w:r w:rsidRPr="0036143C">
              <w:tab/>
              <w:t>Prezes Nac</w:t>
            </w:r>
            <w:r w:rsidR="003C30BD" w:rsidRPr="0036143C">
              <w:t>zelnego Sądu Administracyjnego</w:t>
            </w:r>
          </w:p>
          <w:p w14:paraId="6FF244D5" w14:textId="651CFF3E" w:rsidR="00E07616" w:rsidRPr="0036143C" w:rsidRDefault="00E07616" w:rsidP="00836516">
            <w:pPr>
              <w:pStyle w:val="Akapitzlist"/>
              <w:numPr>
                <w:ilvl w:val="0"/>
                <w:numId w:val="1"/>
              </w:numPr>
              <w:spacing w:line="276" w:lineRule="auto"/>
            </w:pPr>
            <w:r w:rsidRPr="0036143C">
              <w:tab/>
              <w:t>Szef Agenc</w:t>
            </w:r>
            <w:r w:rsidR="003C30BD" w:rsidRPr="0036143C">
              <w:t>ji Bezpieczeństwa Wewnętrznego</w:t>
            </w:r>
          </w:p>
          <w:p w14:paraId="3C47A221" w14:textId="4BE92566" w:rsidR="00E07616" w:rsidRPr="0036143C" w:rsidRDefault="002D4E86" w:rsidP="00836516">
            <w:pPr>
              <w:pStyle w:val="Akapitzlist"/>
              <w:numPr>
                <w:ilvl w:val="0"/>
                <w:numId w:val="1"/>
              </w:numPr>
              <w:spacing w:line="276" w:lineRule="auto"/>
            </w:pPr>
            <w:r w:rsidRPr="0036143C" w:rsidDel="002D4E86">
              <w:t xml:space="preserve"> </w:t>
            </w:r>
            <w:r w:rsidR="003C30BD" w:rsidRPr="0036143C">
              <w:t>Szef Agencji Wywiadu</w:t>
            </w:r>
          </w:p>
          <w:p w14:paraId="2323A47B" w14:textId="4A4CA8E0" w:rsidR="00E07616" w:rsidRPr="0036143C" w:rsidRDefault="00E07616" w:rsidP="00836516">
            <w:pPr>
              <w:pStyle w:val="Akapitzlist"/>
              <w:numPr>
                <w:ilvl w:val="0"/>
                <w:numId w:val="1"/>
              </w:numPr>
              <w:spacing w:line="276" w:lineRule="auto"/>
            </w:pPr>
            <w:r w:rsidRPr="0036143C">
              <w:t>Szef Cen</w:t>
            </w:r>
            <w:r w:rsidR="003C30BD" w:rsidRPr="0036143C">
              <w:t>tralnego Biura Antykorupcyjnego</w:t>
            </w:r>
          </w:p>
          <w:p w14:paraId="2969CA04" w14:textId="79F765A6" w:rsidR="00E07616" w:rsidRPr="0036143C" w:rsidRDefault="00E07616" w:rsidP="00836516">
            <w:pPr>
              <w:pStyle w:val="Akapitzlist"/>
              <w:numPr>
                <w:ilvl w:val="0"/>
                <w:numId w:val="1"/>
              </w:numPr>
              <w:spacing w:line="276" w:lineRule="auto"/>
            </w:pPr>
            <w:r w:rsidRPr="0036143C">
              <w:tab/>
              <w:t>Szef</w:t>
            </w:r>
            <w:r w:rsidR="003C30BD" w:rsidRPr="0036143C">
              <w:t xml:space="preserve"> Służby Kontrwywiadu Wojskowego</w:t>
            </w:r>
          </w:p>
          <w:p w14:paraId="5A77D24B" w14:textId="23038E10" w:rsidR="00E07616" w:rsidRPr="0036143C" w:rsidRDefault="00E07616" w:rsidP="00836516">
            <w:pPr>
              <w:pStyle w:val="Akapitzlist"/>
              <w:numPr>
                <w:ilvl w:val="0"/>
                <w:numId w:val="1"/>
              </w:numPr>
              <w:spacing w:line="276" w:lineRule="auto"/>
            </w:pPr>
            <w:r w:rsidRPr="0036143C">
              <w:tab/>
            </w:r>
            <w:r w:rsidR="003C30BD" w:rsidRPr="0036143C">
              <w:t>Szef Służby Wywiadu Wojskowego</w:t>
            </w:r>
          </w:p>
          <w:p w14:paraId="05935D42" w14:textId="5A6DBFEC" w:rsidR="000F0679" w:rsidRPr="0036143C" w:rsidRDefault="000F0679" w:rsidP="00836516">
            <w:pPr>
              <w:pStyle w:val="Akapitzlist"/>
              <w:numPr>
                <w:ilvl w:val="0"/>
                <w:numId w:val="1"/>
              </w:numPr>
              <w:spacing w:line="276" w:lineRule="auto"/>
            </w:pPr>
            <w:r w:rsidRPr="0036143C">
              <w:tab/>
              <w:t>Dolnośląski Urząd Wojewódzki</w:t>
            </w:r>
          </w:p>
          <w:p w14:paraId="016D7270" w14:textId="2BA2A3B4" w:rsidR="000F0679" w:rsidRPr="0036143C" w:rsidRDefault="000F0679" w:rsidP="00836516">
            <w:pPr>
              <w:pStyle w:val="Akapitzlist"/>
              <w:numPr>
                <w:ilvl w:val="0"/>
                <w:numId w:val="1"/>
              </w:numPr>
              <w:spacing w:line="276" w:lineRule="auto"/>
            </w:pPr>
            <w:r w:rsidRPr="0036143C">
              <w:tab/>
              <w:t>Kujawsko-Pomorski Urząd Wojewódzki</w:t>
            </w:r>
          </w:p>
          <w:p w14:paraId="5ECBF4C6" w14:textId="5321F407" w:rsidR="000F0679" w:rsidRPr="0036143C" w:rsidRDefault="000F0679" w:rsidP="00836516">
            <w:pPr>
              <w:pStyle w:val="Akapitzlist"/>
              <w:numPr>
                <w:ilvl w:val="0"/>
                <w:numId w:val="1"/>
              </w:numPr>
              <w:spacing w:line="276" w:lineRule="auto"/>
            </w:pPr>
            <w:r w:rsidRPr="0036143C">
              <w:tab/>
              <w:t>Lubelski Urząd Wojewódzki</w:t>
            </w:r>
          </w:p>
          <w:p w14:paraId="517A31B6" w14:textId="6465E8C2" w:rsidR="000F0679" w:rsidRPr="0036143C" w:rsidRDefault="000F0679" w:rsidP="00836516">
            <w:pPr>
              <w:pStyle w:val="Akapitzlist"/>
              <w:numPr>
                <w:ilvl w:val="0"/>
                <w:numId w:val="1"/>
              </w:numPr>
              <w:spacing w:line="276" w:lineRule="auto"/>
            </w:pPr>
            <w:r w:rsidRPr="0036143C">
              <w:tab/>
              <w:t>Lubuski Urząd Wojewódzki</w:t>
            </w:r>
          </w:p>
          <w:p w14:paraId="57D1F9FE" w14:textId="6035B914" w:rsidR="000F0679" w:rsidRPr="0036143C" w:rsidRDefault="000F0679" w:rsidP="00836516">
            <w:pPr>
              <w:pStyle w:val="Akapitzlist"/>
              <w:numPr>
                <w:ilvl w:val="0"/>
                <w:numId w:val="1"/>
              </w:numPr>
              <w:spacing w:line="276" w:lineRule="auto"/>
            </w:pPr>
            <w:r w:rsidRPr="0036143C">
              <w:tab/>
              <w:t>Łódzki Urząd Wojewódzki</w:t>
            </w:r>
          </w:p>
          <w:p w14:paraId="2D706E2D" w14:textId="097A9D8E" w:rsidR="000F0679" w:rsidRPr="0036143C" w:rsidRDefault="000F0679" w:rsidP="00836516">
            <w:pPr>
              <w:pStyle w:val="Akapitzlist"/>
              <w:numPr>
                <w:ilvl w:val="0"/>
                <w:numId w:val="1"/>
              </w:numPr>
              <w:spacing w:line="276" w:lineRule="auto"/>
            </w:pPr>
            <w:r w:rsidRPr="0036143C">
              <w:tab/>
              <w:t>Małopolski Urząd Wojewódzki</w:t>
            </w:r>
          </w:p>
          <w:p w14:paraId="4D3F7336" w14:textId="1CF43EAF" w:rsidR="000F0679" w:rsidRPr="0036143C" w:rsidRDefault="000F0679" w:rsidP="00836516">
            <w:pPr>
              <w:pStyle w:val="Akapitzlist"/>
              <w:numPr>
                <w:ilvl w:val="0"/>
                <w:numId w:val="1"/>
              </w:numPr>
              <w:spacing w:line="276" w:lineRule="auto"/>
            </w:pPr>
            <w:r w:rsidRPr="0036143C">
              <w:tab/>
              <w:t>Mazowiecki Urząd Wojewódzki</w:t>
            </w:r>
          </w:p>
          <w:p w14:paraId="1633C7AB" w14:textId="10F3D3FD" w:rsidR="000F0679" w:rsidRPr="0036143C" w:rsidRDefault="000F0679" w:rsidP="00836516">
            <w:pPr>
              <w:pStyle w:val="Akapitzlist"/>
              <w:numPr>
                <w:ilvl w:val="0"/>
                <w:numId w:val="1"/>
              </w:numPr>
              <w:spacing w:line="276" w:lineRule="auto"/>
            </w:pPr>
            <w:r w:rsidRPr="0036143C">
              <w:lastRenderedPageBreak/>
              <w:tab/>
              <w:t>Śląski Urząd Wojewódzki</w:t>
            </w:r>
          </w:p>
          <w:p w14:paraId="5B7FB7EC" w14:textId="4226578E" w:rsidR="000F0679" w:rsidRPr="0036143C" w:rsidRDefault="000F0679" w:rsidP="00836516">
            <w:pPr>
              <w:pStyle w:val="Akapitzlist"/>
              <w:numPr>
                <w:ilvl w:val="0"/>
                <w:numId w:val="1"/>
              </w:numPr>
              <w:spacing w:line="276" w:lineRule="auto"/>
            </w:pPr>
            <w:r w:rsidRPr="0036143C">
              <w:tab/>
              <w:t>Świętokrzyski Urząd Wojewódzki</w:t>
            </w:r>
          </w:p>
          <w:p w14:paraId="4DBFB98B" w14:textId="2EDB31FA" w:rsidR="000F0679" w:rsidRPr="0036143C" w:rsidRDefault="000F0679" w:rsidP="00836516">
            <w:pPr>
              <w:pStyle w:val="Akapitzlist"/>
              <w:numPr>
                <w:ilvl w:val="0"/>
                <w:numId w:val="1"/>
              </w:numPr>
              <w:spacing w:line="276" w:lineRule="auto"/>
            </w:pPr>
            <w:r w:rsidRPr="0036143C">
              <w:tab/>
              <w:t>Opolski Urząd Wojewódzki</w:t>
            </w:r>
          </w:p>
          <w:p w14:paraId="4F3DD70C" w14:textId="201533C2" w:rsidR="000F0679" w:rsidRPr="0036143C" w:rsidRDefault="000F0679" w:rsidP="00836516">
            <w:pPr>
              <w:pStyle w:val="Akapitzlist"/>
              <w:numPr>
                <w:ilvl w:val="0"/>
                <w:numId w:val="1"/>
              </w:numPr>
              <w:spacing w:line="276" w:lineRule="auto"/>
            </w:pPr>
            <w:r w:rsidRPr="0036143C">
              <w:tab/>
              <w:t>Podkarpacki Urząd Wojewódzki</w:t>
            </w:r>
          </w:p>
          <w:p w14:paraId="126FC120" w14:textId="15040EFB" w:rsidR="000F0679" w:rsidRPr="0036143C" w:rsidRDefault="000F0679" w:rsidP="00836516">
            <w:pPr>
              <w:pStyle w:val="Akapitzlist"/>
              <w:numPr>
                <w:ilvl w:val="0"/>
                <w:numId w:val="1"/>
              </w:numPr>
              <w:spacing w:line="276" w:lineRule="auto"/>
            </w:pPr>
            <w:r w:rsidRPr="0036143C">
              <w:tab/>
              <w:t>Podlaski Urząd Wojewódzki</w:t>
            </w:r>
          </w:p>
          <w:p w14:paraId="6450B354" w14:textId="68AF0693" w:rsidR="000F0679" w:rsidRPr="0036143C" w:rsidRDefault="000F0679" w:rsidP="00836516">
            <w:pPr>
              <w:pStyle w:val="Akapitzlist"/>
              <w:numPr>
                <w:ilvl w:val="0"/>
                <w:numId w:val="1"/>
              </w:numPr>
              <w:spacing w:line="276" w:lineRule="auto"/>
            </w:pPr>
            <w:r w:rsidRPr="0036143C">
              <w:tab/>
              <w:t>Pomorski Urząd Wojewódzki</w:t>
            </w:r>
          </w:p>
          <w:p w14:paraId="06FC7B08" w14:textId="0CF50AA8" w:rsidR="000F0679" w:rsidRPr="0036143C" w:rsidRDefault="000F0679" w:rsidP="00836516">
            <w:pPr>
              <w:pStyle w:val="Akapitzlist"/>
              <w:numPr>
                <w:ilvl w:val="0"/>
                <w:numId w:val="1"/>
              </w:numPr>
              <w:spacing w:line="276" w:lineRule="auto"/>
            </w:pPr>
            <w:r w:rsidRPr="0036143C">
              <w:tab/>
              <w:t>Warmińsko-Mazurski Urząd Wojewódzki</w:t>
            </w:r>
          </w:p>
          <w:p w14:paraId="1F088965" w14:textId="223A0348" w:rsidR="000F0679" w:rsidRPr="0036143C" w:rsidRDefault="000F0679" w:rsidP="00836516">
            <w:pPr>
              <w:pStyle w:val="Akapitzlist"/>
              <w:numPr>
                <w:ilvl w:val="0"/>
                <w:numId w:val="1"/>
              </w:numPr>
              <w:spacing w:line="276" w:lineRule="auto"/>
            </w:pPr>
            <w:r w:rsidRPr="0036143C">
              <w:tab/>
              <w:t>Wielkopolski Urząd Wojewódzki</w:t>
            </w:r>
          </w:p>
          <w:p w14:paraId="227B43DF" w14:textId="77777777" w:rsidR="00B25797" w:rsidRDefault="000F0679" w:rsidP="00B25797">
            <w:pPr>
              <w:pStyle w:val="Akapitzlist"/>
              <w:numPr>
                <w:ilvl w:val="0"/>
                <w:numId w:val="1"/>
              </w:numPr>
              <w:spacing w:line="276" w:lineRule="auto"/>
            </w:pPr>
            <w:r w:rsidRPr="0036143C">
              <w:tab/>
              <w:t>Zachodniopomorski Urząd Wojewódzki</w:t>
            </w:r>
          </w:p>
          <w:p w14:paraId="314DDBBC" w14:textId="6DE79242" w:rsidR="00164280" w:rsidRPr="0036143C" w:rsidRDefault="00164280" w:rsidP="00B25797">
            <w:pPr>
              <w:pStyle w:val="Akapitzlist"/>
              <w:numPr>
                <w:ilvl w:val="0"/>
                <w:numId w:val="1"/>
              </w:numPr>
              <w:spacing w:line="276" w:lineRule="auto"/>
            </w:pPr>
            <w:r w:rsidRPr="0036143C">
              <w:t xml:space="preserve"> Narodowy Bank Polski</w:t>
            </w:r>
          </w:p>
          <w:p w14:paraId="62E60D1B" w14:textId="66450A29" w:rsidR="00E07616" w:rsidRPr="0036143C" w:rsidRDefault="00E07616" w:rsidP="00155B22">
            <w:pPr>
              <w:spacing w:line="276" w:lineRule="auto"/>
            </w:pPr>
            <w:r w:rsidRPr="0036143C">
              <w:t xml:space="preserve">oraz do </w:t>
            </w:r>
            <w:r w:rsidR="009E774B" w:rsidRPr="0036143C">
              <w:t>konsultacji publicznych</w:t>
            </w:r>
            <w:r w:rsidR="005F3DA7" w:rsidRPr="0036143C">
              <w:t xml:space="preserve"> do następujących podmiotów</w:t>
            </w:r>
            <w:r w:rsidRPr="0036143C">
              <w:t>:</w:t>
            </w:r>
          </w:p>
          <w:p w14:paraId="224260C8" w14:textId="7FC561A3" w:rsidR="003C30BD" w:rsidRPr="0036143C" w:rsidRDefault="003C30BD" w:rsidP="00155B22">
            <w:pPr>
              <w:spacing w:line="276" w:lineRule="auto"/>
            </w:pPr>
            <w:r w:rsidRPr="0036143C">
              <w:t>1)</w:t>
            </w:r>
            <w:r w:rsidRPr="0036143C">
              <w:tab/>
              <w:t>Stowarzyszenie Archiwistów Polskich</w:t>
            </w:r>
          </w:p>
          <w:p w14:paraId="6787AC6D" w14:textId="6F657D72" w:rsidR="003C30BD" w:rsidRPr="0036143C" w:rsidRDefault="003C30BD" w:rsidP="00155B22">
            <w:pPr>
              <w:spacing w:line="276" w:lineRule="auto"/>
            </w:pPr>
            <w:r w:rsidRPr="0036143C">
              <w:t>2)</w:t>
            </w:r>
            <w:r w:rsidRPr="0036143C">
              <w:tab/>
              <w:t>Instytut Logistyki i Magazynowania</w:t>
            </w:r>
          </w:p>
          <w:p w14:paraId="5AEEAE48" w14:textId="11A9F66C" w:rsidR="003C30BD" w:rsidRPr="0036143C" w:rsidRDefault="003C30BD" w:rsidP="00155B22">
            <w:pPr>
              <w:spacing w:line="276" w:lineRule="auto"/>
            </w:pPr>
            <w:r w:rsidRPr="0036143C">
              <w:t>3)</w:t>
            </w:r>
            <w:r w:rsidRPr="0036143C">
              <w:tab/>
              <w:t>Poczta Polska</w:t>
            </w:r>
          </w:p>
          <w:p w14:paraId="5A1A5E5F" w14:textId="651FFC04" w:rsidR="003C30BD" w:rsidRPr="0036143C" w:rsidRDefault="003C30BD" w:rsidP="00155B22">
            <w:pPr>
              <w:spacing w:line="276" w:lineRule="auto"/>
            </w:pPr>
            <w:r w:rsidRPr="0036143C">
              <w:t>4)</w:t>
            </w:r>
            <w:r w:rsidRPr="0036143C">
              <w:tab/>
              <w:t>Polska Izba Informatyki i Telekomunikacji</w:t>
            </w:r>
          </w:p>
          <w:p w14:paraId="40A3584D" w14:textId="7A5476F1" w:rsidR="003C30BD" w:rsidRPr="0036143C" w:rsidRDefault="003C30BD" w:rsidP="00155B22">
            <w:pPr>
              <w:spacing w:line="276" w:lineRule="auto"/>
            </w:pPr>
            <w:r w:rsidRPr="0036143C">
              <w:t>6)</w:t>
            </w:r>
            <w:r w:rsidRPr="0036143C">
              <w:tab/>
              <w:t>Krajowa Izba Gospodarcza Elektroniki</w:t>
            </w:r>
          </w:p>
          <w:p w14:paraId="557F4A21" w14:textId="37C3AC9A" w:rsidR="003C30BD" w:rsidRPr="0036143C" w:rsidRDefault="003C30BD" w:rsidP="00155B22">
            <w:pPr>
              <w:spacing w:line="276" w:lineRule="auto"/>
            </w:pPr>
            <w:r w:rsidRPr="0036143C">
              <w:t>7)</w:t>
            </w:r>
            <w:r w:rsidRPr="0036143C">
              <w:tab/>
              <w:t>Krajowa Izba Gospodarcza Elektroniki i Telekomunikacji</w:t>
            </w:r>
          </w:p>
          <w:p w14:paraId="0F4BAAC2" w14:textId="5EC1F8AA" w:rsidR="003C30BD" w:rsidRPr="0036143C" w:rsidRDefault="003C30BD" w:rsidP="00155B22">
            <w:pPr>
              <w:spacing w:line="276" w:lineRule="auto"/>
            </w:pPr>
            <w:r w:rsidRPr="0036143C">
              <w:t>8)</w:t>
            </w:r>
            <w:r w:rsidRPr="0036143C">
              <w:tab/>
              <w:t>Polska Izba Komunikacji Elektronicznej</w:t>
            </w:r>
          </w:p>
          <w:p w14:paraId="64E294FD" w14:textId="4D691FDD" w:rsidR="003C30BD" w:rsidRPr="0036143C" w:rsidRDefault="003C30BD" w:rsidP="00155B22">
            <w:pPr>
              <w:spacing w:line="276" w:lineRule="auto"/>
            </w:pPr>
            <w:r w:rsidRPr="0036143C">
              <w:t>9)</w:t>
            </w:r>
            <w:r w:rsidRPr="0036143C">
              <w:tab/>
              <w:t>Krajowa Izba Gospodarcza</w:t>
            </w:r>
          </w:p>
          <w:p w14:paraId="637A96CF" w14:textId="50887D3D" w:rsidR="003C30BD" w:rsidRPr="0036143C" w:rsidRDefault="003C30BD" w:rsidP="00155B22">
            <w:pPr>
              <w:spacing w:line="276" w:lineRule="auto"/>
            </w:pPr>
            <w:r w:rsidRPr="0036143C">
              <w:t>10)</w:t>
            </w:r>
            <w:r w:rsidRPr="0036143C">
              <w:tab/>
              <w:t>Krajowa Izba Komunikacji Internetowej</w:t>
            </w:r>
          </w:p>
          <w:p w14:paraId="70F8686D" w14:textId="788A58A9" w:rsidR="003C30BD" w:rsidRPr="0036143C" w:rsidRDefault="003C30BD" w:rsidP="00155B22">
            <w:pPr>
              <w:spacing w:line="276" w:lineRule="auto"/>
            </w:pPr>
            <w:r w:rsidRPr="0036143C">
              <w:t>11)</w:t>
            </w:r>
            <w:r w:rsidRPr="0036143C">
              <w:tab/>
              <w:t>Polska Izba Handlu</w:t>
            </w:r>
          </w:p>
          <w:p w14:paraId="04CB06A7" w14:textId="1601F4E4" w:rsidR="003C30BD" w:rsidRPr="0036143C" w:rsidRDefault="003C30BD" w:rsidP="00155B22">
            <w:pPr>
              <w:spacing w:line="276" w:lineRule="auto"/>
            </w:pPr>
            <w:r w:rsidRPr="0036143C">
              <w:t>12)</w:t>
            </w:r>
            <w:r w:rsidRPr="0036143C">
              <w:tab/>
              <w:t>Fundacja Bezpieczna Cyberprzestrzeń</w:t>
            </w:r>
          </w:p>
          <w:p w14:paraId="7BCADB41" w14:textId="338949FA" w:rsidR="003C30BD" w:rsidRPr="0036143C" w:rsidRDefault="003C30BD" w:rsidP="00155B22">
            <w:pPr>
              <w:spacing w:line="276" w:lineRule="auto"/>
            </w:pPr>
            <w:r w:rsidRPr="0036143C">
              <w:t>13)</w:t>
            </w:r>
            <w:r w:rsidRPr="0036143C">
              <w:tab/>
              <w:t>Polskie Towarzystwo Informatyczne</w:t>
            </w:r>
          </w:p>
          <w:p w14:paraId="304A3B5C" w14:textId="3AA0E13A" w:rsidR="003C30BD" w:rsidRPr="0036143C" w:rsidRDefault="003C30BD" w:rsidP="00155B22">
            <w:pPr>
              <w:spacing w:line="276" w:lineRule="auto"/>
            </w:pPr>
            <w:r w:rsidRPr="0036143C">
              <w:t>14)</w:t>
            </w:r>
            <w:r w:rsidRPr="0036143C">
              <w:tab/>
              <w:t>Stowarzyszenie Inżynierów Telekomunikacji</w:t>
            </w:r>
          </w:p>
          <w:p w14:paraId="2AD3FDE2" w14:textId="2CA8D0EA" w:rsidR="003C30BD" w:rsidRPr="0036143C" w:rsidRDefault="003C30BD" w:rsidP="00155B22">
            <w:pPr>
              <w:spacing w:line="276" w:lineRule="auto"/>
            </w:pPr>
            <w:r w:rsidRPr="0036143C">
              <w:t>15)</w:t>
            </w:r>
            <w:r w:rsidRPr="0036143C">
              <w:tab/>
              <w:t>Fundacja Panoptykon</w:t>
            </w:r>
          </w:p>
          <w:p w14:paraId="21BF8931" w14:textId="78DA3A9B" w:rsidR="003C30BD" w:rsidRPr="0036143C" w:rsidRDefault="003C30BD" w:rsidP="00155B22">
            <w:pPr>
              <w:spacing w:line="276" w:lineRule="auto"/>
            </w:pPr>
            <w:r w:rsidRPr="0036143C">
              <w:t>16)</w:t>
            </w:r>
            <w:r w:rsidRPr="0036143C">
              <w:tab/>
              <w:t>Stowarzyszenie Naukowe Centrum Prawno – Informatyczne</w:t>
            </w:r>
          </w:p>
          <w:p w14:paraId="4BFED838" w14:textId="4F51A552" w:rsidR="003C30BD" w:rsidRPr="0036143C" w:rsidRDefault="003C30BD" w:rsidP="00155B22">
            <w:pPr>
              <w:spacing w:line="276" w:lineRule="auto"/>
            </w:pPr>
            <w:r w:rsidRPr="0036143C">
              <w:t>17)</w:t>
            </w:r>
            <w:r w:rsidRPr="0036143C">
              <w:tab/>
              <w:t>Ogólnopolski Związek Pracodawców Niepublicznych Operatorów Pocztowych</w:t>
            </w:r>
          </w:p>
          <w:p w14:paraId="0AB9B7C3" w14:textId="0E88016C" w:rsidR="003C30BD" w:rsidRPr="0036143C" w:rsidRDefault="003C30BD" w:rsidP="00155B22">
            <w:pPr>
              <w:spacing w:line="276" w:lineRule="auto"/>
            </w:pPr>
            <w:r w:rsidRPr="0036143C">
              <w:t>18)</w:t>
            </w:r>
            <w:r w:rsidRPr="0036143C">
              <w:tab/>
              <w:t>Centrum Badań Problemów Prawnych i Ekonomicznych Komunikacji Elektronicznej Uniwersytetu Wrocławskiego</w:t>
            </w:r>
          </w:p>
          <w:p w14:paraId="11CB5809" w14:textId="56DFFC1C" w:rsidR="003C30BD" w:rsidRPr="0036143C" w:rsidRDefault="003C30BD" w:rsidP="00155B22">
            <w:pPr>
              <w:spacing w:line="276" w:lineRule="auto"/>
            </w:pPr>
            <w:r w:rsidRPr="0036143C">
              <w:t>19)</w:t>
            </w:r>
            <w:r w:rsidRPr="0036143C">
              <w:tab/>
              <w:t>Polski Komitet Normalizacyjny</w:t>
            </w:r>
          </w:p>
          <w:p w14:paraId="40FCFA7B" w14:textId="4DE3445C" w:rsidR="003C30BD" w:rsidRPr="0036143C" w:rsidRDefault="003C30BD" w:rsidP="00155B22">
            <w:pPr>
              <w:spacing w:line="276" w:lineRule="auto"/>
            </w:pPr>
            <w:r w:rsidRPr="0036143C">
              <w:t>20)</w:t>
            </w:r>
            <w:r w:rsidRPr="0036143C">
              <w:tab/>
              <w:t>Związek Importerów i Producentów Sprzętu Elektrycznego i Elektronicznego – ZIPSEE Cyfrowa</w:t>
            </w:r>
          </w:p>
          <w:p w14:paraId="2E91ACF6" w14:textId="143E7B27" w:rsidR="00E07616" w:rsidRPr="0036143C" w:rsidRDefault="003C30BD" w:rsidP="00155B22">
            <w:pPr>
              <w:spacing w:line="276" w:lineRule="auto"/>
            </w:pPr>
            <w:r w:rsidRPr="0036143C">
              <w:t>2</w:t>
            </w:r>
            <w:r w:rsidR="00E07616" w:rsidRPr="0036143C">
              <w:t>1)</w:t>
            </w:r>
            <w:r w:rsidR="00E07616" w:rsidRPr="0036143C">
              <w:tab/>
            </w:r>
            <w:r w:rsidRPr="0036143C">
              <w:t>Krajowa Rada Komornicza</w:t>
            </w:r>
          </w:p>
          <w:p w14:paraId="25A51F47" w14:textId="7ED4416B" w:rsidR="00E07616" w:rsidRPr="0036143C" w:rsidRDefault="003C30BD" w:rsidP="00155B22">
            <w:pPr>
              <w:spacing w:line="276" w:lineRule="auto"/>
            </w:pPr>
            <w:r w:rsidRPr="0036143C">
              <w:t>2</w:t>
            </w:r>
            <w:r w:rsidR="00E07616" w:rsidRPr="0036143C">
              <w:t>2)</w:t>
            </w:r>
            <w:r w:rsidR="00E07616" w:rsidRPr="0036143C">
              <w:tab/>
            </w:r>
            <w:r w:rsidRPr="0036143C">
              <w:t>Krajowa Rada Notarialna</w:t>
            </w:r>
          </w:p>
          <w:p w14:paraId="4AADAC53" w14:textId="091D951B" w:rsidR="00E07616" w:rsidRPr="0036143C" w:rsidRDefault="003C30BD" w:rsidP="00155B22">
            <w:pPr>
              <w:spacing w:line="276" w:lineRule="auto"/>
            </w:pPr>
            <w:r w:rsidRPr="0036143C">
              <w:t>2</w:t>
            </w:r>
            <w:r w:rsidR="00E07616" w:rsidRPr="0036143C">
              <w:t>3)</w:t>
            </w:r>
            <w:r w:rsidR="00E07616" w:rsidRPr="0036143C">
              <w:tab/>
            </w:r>
            <w:r w:rsidRPr="0036143C">
              <w:t>Krajowa Rada Radców Prawnych</w:t>
            </w:r>
          </w:p>
          <w:p w14:paraId="03B8DB93" w14:textId="159FCF42" w:rsidR="00E07616" w:rsidRPr="0036143C" w:rsidRDefault="003C30BD" w:rsidP="00155B22">
            <w:pPr>
              <w:spacing w:line="276" w:lineRule="auto"/>
            </w:pPr>
            <w:r w:rsidRPr="0036143C">
              <w:t>2</w:t>
            </w:r>
            <w:r w:rsidR="00E07616" w:rsidRPr="0036143C">
              <w:t>4)</w:t>
            </w:r>
            <w:r w:rsidR="00E07616" w:rsidRPr="0036143C">
              <w:tab/>
            </w:r>
            <w:r w:rsidRPr="0036143C">
              <w:t>Krajowa Federacja Konsumentów</w:t>
            </w:r>
          </w:p>
          <w:p w14:paraId="410ED3DE" w14:textId="0A8FCF0A" w:rsidR="00E07616" w:rsidRPr="0036143C" w:rsidRDefault="003C30BD" w:rsidP="00155B22">
            <w:pPr>
              <w:spacing w:line="276" w:lineRule="auto"/>
            </w:pPr>
            <w:r w:rsidRPr="0036143C">
              <w:t>25</w:t>
            </w:r>
            <w:r w:rsidR="00E07616" w:rsidRPr="0036143C">
              <w:t>)</w:t>
            </w:r>
            <w:r w:rsidR="00E07616" w:rsidRPr="0036143C">
              <w:tab/>
              <w:t>Polska Wytwórn</w:t>
            </w:r>
            <w:r w:rsidRPr="0036143C">
              <w:t>ia Papierów Wartościowych S.A.</w:t>
            </w:r>
          </w:p>
          <w:p w14:paraId="70E2CBA1" w14:textId="6A9B8474" w:rsidR="00E07616" w:rsidRPr="0036143C" w:rsidRDefault="003C30BD" w:rsidP="00155B22">
            <w:pPr>
              <w:spacing w:line="276" w:lineRule="auto"/>
            </w:pPr>
            <w:r w:rsidRPr="0036143C">
              <w:t>26</w:t>
            </w:r>
            <w:r w:rsidR="00E07616" w:rsidRPr="0036143C">
              <w:t>)</w:t>
            </w:r>
            <w:r w:rsidR="00E07616" w:rsidRPr="0036143C">
              <w:tab/>
              <w:t>K</w:t>
            </w:r>
            <w:r w:rsidRPr="0036143C">
              <w:t>rajowa Izba Rozliczeniowa S.A.</w:t>
            </w:r>
          </w:p>
          <w:p w14:paraId="47AAD37A" w14:textId="73647782" w:rsidR="00E07616" w:rsidRPr="0036143C" w:rsidRDefault="003C30BD" w:rsidP="00155B22">
            <w:pPr>
              <w:spacing w:line="276" w:lineRule="auto"/>
            </w:pPr>
            <w:r w:rsidRPr="0036143C">
              <w:t>27</w:t>
            </w:r>
            <w:r w:rsidR="00E07616" w:rsidRPr="0036143C">
              <w:t>)</w:t>
            </w:r>
            <w:r w:rsidR="00E07616" w:rsidRPr="0036143C">
              <w:tab/>
              <w:t>Enigma Systemy</w:t>
            </w:r>
            <w:r w:rsidRPr="0036143C">
              <w:t xml:space="preserve"> Ochrony Informacji Sp. z o.o.</w:t>
            </w:r>
          </w:p>
          <w:p w14:paraId="7F7FD00D" w14:textId="5373138A" w:rsidR="00E07616" w:rsidRPr="0036143C" w:rsidRDefault="003C30BD" w:rsidP="00155B22">
            <w:pPr>
              <w:spacing w:line="276" w:lineRule="auto"/>
            </w:pPr>
            <w:r w:rsidRPr="0036143C">
              <w:t>28</w:t>
            </w:r>
            <w:r w:rsidR="00E07616" w:rsidRPr="0036143C">
              <w:t>)</w:t>
            </w:r>
            <w:r w:rsidR="00E07616" w:rsidRPr="0036143C">
              <w:tab/>
            </w:r>
            <w:r w:rsidRPr="0036143C">
              <w:t>EuroCert Sp. z o.o.</w:t>
            </w:r>
          </w:p>
          <w:p w14:paraId="655D6FAB" w14:textId="1946870F" w:rsidR="00E07616" w:rsidRPr="0036143C" w:rsidRDefault="003C30BD" w:rsidP="00155B22">
            <w:pPr>
              <w:spacing w:line="276" w:lineRule="auto"/>
              <w:rPr>
                <w:lang w:val="en-GB"/>
              </w:rPr>
            </w:pPr>
            <w:r w:rsidRPr="0036143C">
              <w:rPr>
                <w:lang w:val="en-GB"/>
              </w:rPr>
              <w:t>29</w:t>
            </w:r>
            <w:r w:rsidR="00E07616" w:rsidRPr="0036143C">
              <w:rPr>
                <w:lang w:val="en-GB"/>
              </w:rPr>
              <w:t>)</w:t>
            </w:r>
            <w:r w:rsidR="00E07616" w:rsidRPr="0036143C">
              <w:rPr>
                <w:lang w:val="en-GB"/>
              </w:rPr>
              <w:tab/>
            </w:r>
            <w:r w:rsidRPr="0036143C">
              <w:rPr>
                <w:lang w:val="en-GB"/>
              </w:rPr>
              <w:t>Asseco Data Systems S.A.</w:t>
            </w:r>
          </w:p>
          <w:p w14:paraId="4C91D128" w14:textId="4F3B54BB" w:rsidR="00E07616" w:rsidRPr="0036143C" w:rsidRDefault="003C30BD" w:rsidP="00155B22">
            <w:pPr>
              <w:spacing w:line="276" w:lineRule="auto"/>
            </w:pPr>
            <w:r w:rsidRPr="0036143C">
              <w:t>30</w:t>
            </w:r>
            <w:r w:rsidR="00E07616" w:rsidRPr="0036143C">
              <w:t>)</w:t>
            </w:r>
            <w:r w:rsidR="00E07616" w:rsidRPr="0036143C">
              <w:tab/>
            </w:r>
            <w:r w:rsidRPr="0036143C">
              <w:t>Madkom S.A.</w:t>
            </w:r>
          </w:p>
          <w:p w14:paraId="1111C3CD" w14:textId="381E1B75" w:rsidR="00E07616" w:rsidRPr="0036143C" w:rsidRDefault="003C30BD" w:rsidP="00155B22">
            <w:pPr>
              <w:spacing w:line="276" w:lineRule="auto"/>
            </w:pPr>
            <w:r w:rsidRPr="0036143C">
              <w:t>31</w:t>
            </w:r>
            <w:r w:rsidR="00E07616" w:rsidRPr="0036143C">
              <w:t>)</w:t>
            </w:r>
            <w:r w:rsidR="00E07616" w:rsidRPr="0036143C">
              <w:tab/>
            </w:r>
            <w:r w:rsidRPr="0036143C">
              <w:t>Orange Polska S.A.</w:t>
            </w:r>
            <w:r w:rsidR="00E07616" w:rsidRPr="0036143C">
              <w:t xml:space="preserve"> </w:t>
            </w:r>
          </w:p>
          <w:p w14:paraId="719141E6" w14:textId="646D43B8" w:rsidR="00E07616" w:rsidRPr="0036143C" w:rsidRDefault="003C30BD" w:rsidP="00155B22">
            <w:pPr>
              <w:spacing w:line="276" w:lineRule="auto"/>
            </w:pPr>
            <w:r w:rsidRPr="0036143C">
              <w:t>32</w:t>
            </w:r>
            <w:r w:rsidR="00E07616" w:rsidRPr="0036143C">
              <w:t>)</w:t>
            </w:r>
            <w:r w:rsidR="00E07616" w:rsidRPr="0036143C">
              <w:tab/>
            </w:r>
            <w:r w:rsidRPr="0036143C">
              <w:t>T-Mobile Polska S.A.</w:t>
            </w:r>
          </w:p>
          <w:p w14:paraId="6C99F7C2" w14:textId="7CFEC123" w:rsidR="00E07616" w:rsidRPr="0036143C" w:rsidRDefault="003C30BD" w:rsidP="00155B22">
            <w:pPr>
              <w:spacing w:line="276" w:lineRule="auto"/>
            </w:pPr>
            <w:r w:rsidRPr="0036143C">
              <w:t>33</w:t>
            </w:r>
            <w:r w:rsidR="00E07616" w:rsidRPr="0036143C">
              <w:t>)</w:t>
            </w:r>
            <w:r w:rsidR="00E07616" w:rsidRPr="0036143C">
              <w:tab/>
            </w:r>
            <w:r w:rsidRPr="0036143C">
              <w:t>P4 Sp z o.o.</w:t>
            </w:r>
          </w:p>
          <w:p w14:paraId="69C2BA32" w14:textId="345B79E0" w:rsidR="00E07616" w:rsidRPr="0036143C" w:rsidRDefault="003C30BD" w:rsidP="00155B22">
            <w:pPr>
              <w:spacing w:line="276" w:lineRule="auto"/>
            </w:pPr>
            <w:r w:rsidRPr="0036143C">
              <w:lastRenderedPageBreak/>
              <w:t>34</w:t>
            </w:r>
            <w:r w:rsidR="00E07616" w:rsidRPr="0036143C">
              <w:t>)</w:t>
            </w:r>
            <w:r w:rsidR="00E07616" w:rsidRPr="0036143C">
              <w:tab/>
              <w:t>Polkomtel Sp. z o.o.</w:t>
            </w:r>
          </w:p>
          <w:p w14:paraId="6E6DFF94" w14:textId="77777777" w:rsidR="00E07616" w:rsidRPr="0036143C" w:rsidRDefault="00E07616" w:rsidP="00155B22">
            <w:pPr>
              <w:spacing w:line="276" w:lineRule="auto"/>
            </w:pPr>
            <w:r w:rsidRPr="0036143C">
              <w:t>oraz na 21 dni do następujących podmiotów:</w:t>
            </w:r>
          </w:p>
          <w:p w14:paraId="0CF2D4CB" w14:textId="77777777" w:rsidR="00E07616" w:rsidRPr="0036143C" w:rsidRDefault="00E07616" w:rsidP="00155B22">
            <w:pPr>
              <w:spacing w:line="276" w:lineRule="auto"/>
            </w:pPr>
            <w:r w:rsidRPr="0036143C">
              <w:t>1)</w:t>
            </w:r>
            <w:r w:rsidRPr="0036143C">
              <w:tab/>
              <w:t>Rada Dialogu Społecznego</w:t>
            </w:r>
          </w:p>
          <w:p w14:paraId="5ADA2552" w14:textId="77777777" w:rsidR="00E07616" w:rsidRPr="0036143C" w:rsidRDefault="00E07616" w:rsidP="00155B22">
            <w:pPr>
              <w:spacing w:line="276" w:lineRule="auto"/>
            </w:pPr>
            <w:r w:rsidRPr="0036143C">
              <w:t>2)</w:t>
            </w:r>
            <w:r w:rsidRPr="0036143C">
              <w:tab/>
              <w:t>Business Centre Club – Związku Pracodawców</w:t>
            </w:r>
          </w:p>
          <w:p w14:paraId="7DD68FC1" w14:textId="77777777" w:rsidR="00E07616" w:rsidRPr="0036143C" w:rsidRDefault="00E07616" w:rsidP="00155B22">
            <w:pPr>
              <w:spacing w:line="276" w:lineRule="auto"/>
            </w:pPr>
            <w:r w:rsidRPr="0036143C">
              <w:t>3)</w:t>
            </w:r>
            <w:r w:rsidRPr="0036143C">
              <w:tab/>
              <w:t>Niezależny Samorządny Związek Zawodowy „Solidarność”</w:t>
            </w:r>
          </w:p>
          <w:p w14:paraId="2B55DE91" w14:textId="77777777" w:rsidR="00E07616" w:rsidRPr="0036143C" w:rsidRDefault="00E07616" w:rsidP="00155B22">
            <w:pPr>
              <w:spacing w:line="276" w:lineRule="auto"/>
            </w:pPr>
            <w:r w:rsidRPr="0036143C">
              <w:t>4)</w:t>
            </w:r>
            <w:r w:rsidRPr="0036143C">
              <w:tab/>
              <w:t>Ogólnopolskie Porozumienie Związków Zawodowych</w:t>
            </w:r>
          </w:p>
          <w:p w14:paraId="18483978" w14:textId="77777777" w:rsidR="00E07616" w:rsidRPr="0036143C" w:rsidRDefault="00E07616" w:rsidP="00155B22">
            <w:pPr>
              <w:spacing w:line="276" w:lineRule="auto"/>
            </w:pPr>
            <w:r w:rsidRPr="0036143C">
              <w:t>5)</w:t>
            </w:r>
            <w:r w:rsidRPr="0036143C">
              <w:tab/>
              <w:t>Forum Związków Zawodowych</w:t>
            </w:r>
          </w:p>
          <w:p w14:paraId="25D16D70" w14:textId="77777777" w:rsidR="00E07616" w:rsidRPr="0036143C" w:rsidRDefault="00E07616" w:rsidP="00155B22">
            <w:pPr>
              <w:spacing w:line="276" w:lineRule="auto"/>
            </w:pPr>
            <w:r w:rsidRPr="0036143C">
              <w:t>6)</w:t>
            </w:r>
            <w:r w:rsidRPr="0036143C">
              <w:tab/>
              <w:t>Pracodawcy Rzeczypospolitej Polskiej</w:t>
            </w:r>
          </w:p>
          <w:p w14:paraId="6E60280B" w14:textId="77777777" w:rsidR="00E07616" w:rsidRPr="0036143C" w:rsidRDefault="00E07616" w:rsidP="00155B22">
            <w:pPr>
              <w:spacing w:line="276" w:lineRule="auto"/>
            </w:pPr>
            <w:r w:rsidRPr="0036143C">
              <w:t>7)</w:t>
            </w:r>
            <w:r w:rsidRPr="0036143C">
              <w:tab/>
              <w:t>Konfederacja Lewiatan</w:t>
            </w:r>
          </w:p>
          <w:p w14:paraId="79ED1D56" w14:textId="77777777" w:rsidR="00E07616" w:rsidRPr="0036143C" w:rsidRDefault="00E07616" w:rsidP="00155B22">
            <w:pPr>
              <w:spacing w:line="276" w:lineRule="auto"/>
            </w:pPr>
            <w:r w:rsidRPr="0036143C">
              <w:t>8)</w:t>
            </w:r>
            <w:r w:rsidRPr="0036143C">
              <w:tab/>
              <w:t>Związek Przedsiębiorców i Pracodawców</w:t>
            </w:r>
          </w:p>
          <w:p w14:paraId="188B6973" w14:textId="77777777" w:rsidR="00E07616" w:rsidRPr="0036143C" w:rsidRDefault="00E07616" w:rsidP="00155B22">
            <w:pPr>
              <w:spacing w:line="276" w:lineRule="auto"/>
            </w:pPr>
            <w:r w:rsidRPr="0036143C">
              <w:t>9)</w:t>
            </w:r>
            <w:r w:rsidRPr="0036143C">
              <w:tab/>
              <w:t>Związek Rzemiosła Polskiego</w:t>
            </w:r>
          </w:p>
          <w:p w14:paraId="37592856" w14:textId="77777777" w:rsidR="00E07616" w:rsidRPr="0036143C" w:rsidRDefault="00E07616" w:rsidP="00155B22">
            <w:pPr>
              <w:spacing w:line="276" w:lineRule="auto"/>
            </w:pPr>
            <w:r w:rsidRPr="0036143C">
              <w:t>10)</w:t>
            </w:r>
            <w:r w:rsidRPr="0036143C">
              <w:tab/>
              <w:t>Związek Przedsiębiorców i Pracodawców</w:t>
            </w:r>
          </w:p>
          <w:p w14:paraId="726D309F" w14:textId="703BC4C5" w:rsidR="00E07616" w:rsidRPr="0036143C" w:rsidRDefault="00E07616" w:rsidP="00155B22">
            <w:pPr>
              <w:spacing w:line="276" w:lineRule="auto"/>
            </w:pPr>
            <w:r w:rsidRPr="0036143C">
              <w:t>11)</w:t>
            </w:r>
            <w:r w:rsidRPr="0036143C">
              <w:tab/>
              <w:t>Forum Związków Zawodowych</w:t>
            </w:r>
            <w:r w:rsidR="003C30BD" w:rsidRPr="0036143C">
              <w:t>.</w:t>
            </w:r>
          </w:p>
          <w:p w14:paraId="61EF4B9B" w14:textId="222544EC" w:rsidR="00E07616" w:rsidRPr="0036143C" w:rsidRDefault="00E07616" w:rsidP="00E70CD1">
            <w:pPr>
              <w:spacing w:line="276" w:lineRule="auto"/>
              <w:jc w:val="both"/>
            </w:pPr>
            <w:r w:rsidRPr="0036143C">
              <w:t>Zgodnie z art. 5 ustawy z dnia 7 lipca 2005 r. o działalności lobbingowej w procesie stanowienia prawa (Dz. U. z 2017 r. poz. 248) projektowane rozporządzenie zostanie zamieszczone w Biuletynie Informacji Publicznej na stronie podmiotowej Rządowego Centrum Legislacji, w serwisie „Rządowy Proces Legislacyjny” oraz w</w:t>
            </w:r>
            <w:r w:rsidR="00E70CD1" w:rsidRPr="0036143C">
              <w:t> </w:t>
            </w:r>
            <w:r w:rsidRPr="0036143C">
              <w:t>Biuletynie Informacji Publicznej na stronie podmiotowej Ministra Cyfryzacji.</w:t>
            </w:r>
          </w:p>
        </w:tc>
      </w:tr>
      <w:tr w:rsidR="00E07616" w:rsidRPr="0036143C" w14:paraId="0435E600" w14:textId="77777777" w:rsidTr="00DF3E14">
        <w:trPr>
          <w:trHeight w:val="363"/>
          <w:jc w:val="center"/>
        </w:trPr>
        <w:tc>
          <w:tcPr>
            <w:tcW w:w="10916" w:type="dxa"/>
            <w:gridSpan w:val="29"/>
            <w:shd w:val="clear" w:color="auto" w:fill="99CCFF"/>
            <w:vAlign w:val="center"/>
          </w:tcPr>
          <w:p w14:paraId="58385586" w14:textId="01DC35F4" w:rsidR="00E07616" w:rsidRPr="0036143C" w:rsidRDefault="00E07616" w:rsidP="00DF3E14">
            <w:pPr>
              <w:rPr>
                <w:rStyle w:val="Ppogrubienie"/>
              </w:rPr>
            </w:pPr>
            <w:r w:rsidRPr="0036143C">
              <w:lastRenderedPageBreak/>
              <w:t xml:space="preserve"> </w:t>
            </w:r>
            <w:r w:rsidR="0013334D" w:rsidRPr="0036143C">
              <w:rPr>
                <w:b/>
              </w:rPr>
              <w:t>6.</w:t>
            </w:r>
            <w:r w:rsidR="0013334D" w:rsidRPr="0036143C">
              <w:t xml:space="preserve"> </w:t>
            </w:r>
            <w:r w:rsidRPr="0036143C">
              <w:rPr>
                <w:rStyle w:val="Ppogrubienie"/>
              </w:rPr>
              <w:t>Wpływ na sektor finansów publicznych</w:t>
            </w:r>
          </w:p>
        </w:tc>
      </w:tr>
      <w:tr w:rsidR="00E07616" w:rsidRPr="0036143C" w14:paraId="19672E08" w14:textId="77777777" w:rsidTr="00DF3E14">
        <w:trPr>
          <w:trHeight w:val="142"/>
          <w:jc w:val="center"/>
        </w:trPr>
        <w:tc>
          <w:tcPr>
            <w:tcW w:w="3133" w:type="dxa"/>
            <w:gridSpan w:val="4"/>
            <w:vMerge w:val="restart"/>
            <w:shd w:val="clear" w:color="auto" w:fill="FFFFFF"/>
          </w:tcPr>
          <w:p w14:paraId="22C54C31" w14:textId="77777777" w:rsidR="00E07616" w:rsidRPr="0036143C" w:rsidRDefault="00E07616" w:rsidP="00DF3E14">
            <w:r w:rsidRPr="0036143C">
              <w:t>(ceny stałe z …… r.)</w:t>
            </w:r>
          </w:p>
        </w:tc>
        <w:tc>
          <w:tcPr>
            <w:tcW w:w="7783" w:type="dxa"/>
            <w:gridSpan w:val="25"/>
            <w:shd w:val="clear" w:color="auto" w:fill="FFFFFF"/>
          </w:tcPr>
          <w:p w14:paraId="0608C481" w14:textId="77777777" w:rsidR="00E07616" w:rsidRPr="0036143C" w:rsidRDefault="00E07616" w:rsidP="00DF3E14">
            <w:r w:rsidRPr="0036143C">
              <w:t>Skutki w okresie 10 lat od wejścia w życie zmian [mln zł]</w:t>
            </w:r>
          </w:p>
        </w:tc>
      </w:tr>
      <w:tr w:rsidR="00E07616" w:rsidRPr="0036143C" w14:paraId="22916831" w14:textId="77777777" w:rsidTr="00DF3E14">
        <w:trPr>
          <w:trHeight w:val="142"/>
          <w:jc w:val="center"/>
        </w:trPr>
        <w:tc>
          <w:tcPr>
            <w:tcW w:w="3133" w:type="dxa"/>
            <w:gridSpan w:val="4"/>
            <w:vMerge/>
            <w:shd w:val="clear" w:color="auto" w:fill="FFFFFF"/>
          </w:tcPr>
          <w:p w14:paraId="265D9FFB" w14:textId="77777777" w:rsidR="00E07616" w:rsidRPr="0036143C" w:rsidRDefault="00E07616" w:rsidP="00DF3E14"/>
        </w:tc>
        <w:tc>
          <w:tcPr>
            <w:tcW w:w="548" w:type="dxa"/>
            <w:gridSpan w:val="2"/>
            <w:shd w:val="clear" w:color="auto" w:fill="FFFFFF"/>
          </w:tcPr>
          <w:p w14:paraId="70CF2710" w14:textId="77777777" w:rsidR="00E07616" w:rsidRPr="0036143C" w:rsidRDefault="00E07616" w:rsidP="00DF3E14">
            <w:r w:rsidRPr="0036143C">
              <w:t>0</w:t>
            </w:r>
          </w:p>
        </w:tc>
        <w:tc>
          <w:tcPr>
            <w:tcW w:w="591" w:type="dxa"/>
            <w:gridSpan w:val="2"/>
            <w:shd w:val="clear" w:color="auto" w:fill="FFFFFF"/>
          </w:tcPr>
          <w:p w14:paraId="561A8A92" w14:textId="77777777" w:rsidR="00E07616" w:rsidRPr="0036143C" w:rsidRDefault="00E07616" w:rsidP="00DF3E14">
            <w:r w:rsidRPr="0036143C">
              <w:t>1</w:t>
            </w:r>
          </w:p>
        </w:tc>
        <w:tc>
          <w:tcPr>
            <w:tcW w:w="570" w:type="dxa"/>
            <w:gridSpan w:val="3"/>
            <w:shd w:val="clear" w:color="auto" w:fill="FFFFFF"/>
          </w:tcPr>
          <w:p w14:paraId="5342E352" w14:textId="77777777" w:rsidR="00E07616" w:rsidRPr="0036143C" w:rsidRDefault="00E07616" w:rsidP="00DF3E14">
            <w:r w:rsidRPr="0036143C">
              <w:t>2</w:t>
            </w:r>
          </w:p>
        </w:tc>
        <w:tc>
          <w:tcPr>
            <w:tcW w:w="569" w:type="dxa"/>
            <w:gridSpan w:val="2"/>
            <w:shd w:val="clear" w:color="auto" w:fill="FFFFFF"/>
          </w:tcPr>
          <w:p w14:paraId="4817AA4A" w14:textId="77777777" w:rsidR="00E07616" w:rsidRPr="0036143C" w:rsidRDefault="00E07616" w:rsidP="00DF3E14">
            <w:r w:rsidRPr="0036143C">
              <w:t>3</w:t>
            </w:r>
          </w:p>
        </w:tc>
        <w:tc>
          <w:tcPr>
            <w:tcW w:w="570" w:type="dxa"/>
            <w:gridSpan w:val="2"/>
            <w:shd w:val="clear" w:color="auto" w:fill="FFFFFF"/>
          </w:tcPr>
          <w:p w14:paraId="4EECA921" w14:textId="77777777" w:rsidR="00E07616" w:rsidRPr="0036143C" w:rsidRDefault="00E07616" w:rsidP="00DF3E14">
            <w:r w:rsidRPr="0036143C">
              <w:t>4</w:t>
            </w:r>
          </w:p>
        </w:tc>
        <w:tc>
          <w:tcPr>
            <w:tcW w:w="570" w:type="dxa"/>
            <w:shd w:val="clear" w:color="auto" w:fill="FFFFFF"/>
          </w:tcPr>
          <w:p w14:paraId="6821456E" w14:textId="77777777" w:rsidR="00E07616" w:rsidRPr="0036143C" w:rsidRDefault="00E07616" w:rsidP="00DF3E14">
            <w:r w:rsidRPr="0036143C">
              <w:t>5</w:t>
            </w:r>
          </w:p>
        </w:tc>
        <w:tc>
          <w:tcPr>
            <w:tcW w:w="570" w:type="dxa"/>
            <w:gridSpan w:val="4"/>
            <w:shd w:val="clear" w:color="auto" w:fill="FFFFFF"/>
          </w:tcPr>
          <w:p w14:paraId="5F71831F" w14:textId="77777777" w:rsidR="00E07616" w:rsidRPr="0036143C" w:rsidRDefault="00E07616" w:rsidP="00DF3E14">
            <w:r w:rsidRPr="0036143C">
              <w:t>6</w:t>
            </w:r>
          </w:p>
        </w:tc>
        <w:tc>
          <w:tcPr>
            <w:tcW w:w="569" w:type="dxa"/>
            <w:gridSpan w:val="3"/>
            <w:shd w:val="clear" w:color="auto" w:fill="FFFFFF"/>
          </w:tcPr>
          <w:p w14:paraId="20C02743" w14:textId="77777777" w:rsidR="00E07616" w:rsidRPr="0036143C" w:rsidRDefault="00E07616" w:rsidP="00DF3E14">
            <w:r w:rsidRPr="0036143C">
              <w:t>7</w:t>
            </w:r>
          </w:p>
        </w:tc>
        <w:tc>
          <w:tcPr>
            <w:tcW w:w="570" w:type="dxa"/>
            <w:shd w:val="clear" w:color="auto" w:fill="FFFFFF"/>
          </w:tcPr>
          <w:p w14:paraId="06AEF781" w14:textId="77777777" w:rsidR="00E07616" w:rsidRPr="0036143C" w:rsidRDefault="00E07616" w:rsidP="00DF3E14">
            <w:r w:rsidRPr="0036143C">
              <w:t>8</w:t>
            </w:r>
          </w:p>
        </w:tc>
        <w:tc>
          <w:tcPr>
            <w:tcW w:w="570" w:type="dxa"/>
            <w:gridSpan w:val="2"/>
            <w:shd w:val="clear" w:color="auto" w:fill="FFFFFF"/>
          </w:tcPr>
          <w:p w14:paraId="0159D241" w14:textId="77777777" w:rsidR="00E07616" w:rsidRPr="0036143C" w:rsidRDefault="00E07616" w:rsidP="00DF3E14">
            <w:r w:rsidRPr="0036143C">
              <w:t>9</w:t>
            </w:r>
          </w:p>
        </w:tc>
        <w:tc>
          <w:tcPr>
            <w:tcW w:w="570" w:type="dxa"/>
            <w:shd w:val="clear" w:color="auto" w:fill="FFFFFF"/>
          </w:tcPr>
          <w:p w14:paraId="6DE3B88A" w14:textId="77777777" w:rsidR="00E07616" w:rsidRPr="0036143C" w:rsidRDefault="00E07616" w:rsidP="00DF3E14">
            <w:r w:rsidRPr="0036143C">
              <w:t>10</w:t>
            </w:r>
          </w:p>
        </w:tc>
        <w:tc>
          <w:tcPr>
            <w:tcW w:w="1516" w:type="dxa"/>
            <w:gridSpan w:val="2"/>
            <w:shd w:val="clear" w:color="auto" w:fill="FFFFFF"/>
          </w:tcPr>
          <w:p w14:paraId="542B776D" w14:textId="77777777" w:rsidR="00E07616" w:rsidRPr="0036143C" w:rsidRDefault="00E07616" w:rsidP="00DF3E14">
            <w:r w:rsidRPr="0036143C">
              <w:t>Łącznie (0-10)</w:t>
            </w:r>
          </w:p>
        </w:tc>
      </w:tr>
      <w:tr w:rsidR="00E07616" w:rsidRPr="0036143C" w14:paraId="2C2A830D" w14:textId="77777777" w:rsidTr="00DF3E14">
        <w:trPr>
          <w:trHeight w:val="321"/>
          <w:jc w:val="center"/>
        </w:trPr>
        <w:tc>
          <w:tcPr>
            <w:tcW w:w="3133" w:type="dxa"/>
            <w:gridSpan w:val="4"/>
            <w:shd w:val="clear" w:color="auto" w:fill="FFFFFF"/>
            <w:vAlign w:val="center"/>
          </w:tcPr>
          <w:p w14:paraId="3F56E03D" w14:textId="77777777" w:rsidR="00E07616" w:rsidRPr="0036143C" w:rsidRDefault="00E07616" w:rsidP="00DF3E14">
            <w:r w:rsidRPr="0036143C">
              <w:t>Dochody ogółem</w:t>
            </w:r>
          </w:p>
        </w:tc>
        <w:tc>
          <w:tcPr>
            <w:tcW w:w="548" w:type="dxa"/>
            <w:gridSpan w:val="2"/>
            <w:shd w:val="clear" w:color="auto" w:fill="FFFFFF"/>
          </w:tcPr>
          <w:p w14:paraId="02E56618" w14:textId="77777777" w:rsidR="00E07616" w:rsidRPr="0036143C" w:rsidRDefault="00E07616" w:rsidP="00DF3E14">
            <w:r w:rsidRPr="0036143C">
              <w:t>0</w:t>
            </w:r>
          </w:p>
        </w:tc>
        <w:tc>
          <w:tcPr>
            <w:tcW w:w="591" w:type="dxa"/>
            <w:gridSpan w:val="2"/>
            <w:shd w:val="clear" w:color="auto" w:fill="FFFFFF"/>
          </w:tcPr>
          <w:p w14:paraId="358A69B5" w14:textId="77777777" w:rsidR="00E07616" w:rsidRPr="0036143C" w:rsidRDefault="00E07616" w:rsidP="00DF3E14">
            <w:r w:rsidRPr="0036143C">
              <w:t>0</w:t>
            </w:r>
          </w:p>
        </w:tc>
        <w:tc>
          <w:tcPr>
            <w:tcW w:w="570" w:type="dxa"/>
            <w:gridSpan w:val="3"/>
            <w:shd w:val="clear" w:color="auto" w:fill="FFFFFF"/>
          </w:tcPr>
          <w:p w14:paraId="1A060712" w14:textId="77777777" w:rsidR="00E07616" w:rsidRPr="0036143C" w:rsidRDefault="00E07616" w:rsidP="00DF3E14">
            <w:r w:rsidRPr="0036143C">
              <w:t>0</w:t>
            </w:r>
          </w:p>
        </w:tc>
        <w:tc>
          <w:tcPr>
            <w:tcW w:w="569" w:type="dxa"/>
            <w:gridSpan w:val="2"/>
            <w:shd w:val="clear" w:color="auto" w:fill="FFFFFF"/>
          </w:tcPr>
          <w:p w14:paraId="7449FE80" w14:textId="77777777" w:rsidR="00E07616" w:rsidRPr="0036143C" w:rsidRDefault="00E07616" w:rsidP="00DF3E14">
            <w:r w:rsidRPr="0036143C">
              <w:t>0</w:t>
            </w:r>
          </w:p>
        </w:tc>
        <w:tc>
          <w:tcPr>
            <w:tcW w:w="570" w:type="dxa"/>
            <w:gridSpan w:val="2"/>
            <w:shd w:val="clear" w:color="auto" w:fill="FFFFFF"/>
          </w:tcPr>
          <w:p w14:paraId="55B560D8" w14:textId="77777777" w:rsidR="00E07616" w:rsidRPr="0036143C" w:rsidRDefault="00E07616" w:rsidP="00DF3E14">
            <w:r w:rsidRPr="0036143C">
              <w:t>0</w:t>
            </w:r>
          </w:p>
        </w:tc>
        <w:tc>
          <w:tcPr>
            <w:tcW w:w="570" w:type="dxa"/>
            <w:shd w:val="clear" w:color="auto" w:fill="FFFFFF"/>
          </w:tcPr>
          <w:p w14:paraId="2A51317C" w14:textId="77777777" w:rsidR="00E07616" w:rsidRPr="0036143C" w:rsidRDefault="00E07616" w:rsidP="00DF3E14">
            <w:r w:rsidRPr="0036143C">
              <w:t>0</w:t>
            </w:r>
          </w:p>
        </w:tc>
        <w:tc>
          <w:tcPr>
            <w:tcW w:w="570" w:type="dxa"/>
            <w:gridSpan w:val="4"/>
            <w:shd w:val="clear" w:color="auto" w:fill="FFFFFF"/>
          </w:tcPr>
          <w:p w14:paraId="07E434EC" w14:textId="77777777" w:rsidR="00E07616" w:rsidRPr="0036143C" w:rsidRDefault="00E07616" w:rsidP="00DF3E14">
            <w:r w:rsidRPr="0036143C">
              <w:t>0</w:t>
            </w:r>
          </w:p>
        </w:tc>
        <w:tc>
          <w:tcPr>
            <w:tcW w:w="569" w:type="dxa"/>
            <w:gridSpan w:val="3"/>
            <w:shd w:val="clear" w:color="auto" w:fill="FFFFFF"/>
          </w:tcPr>
          <w:p w14:paraId="58CEF12A" w14:textId="77777777" w:rsidR="00E07616" w:rsidRPr="0036143C" w:rsidRDefault="00E07616" w:rsidP="00DF3E14">
            <w:r w:rsidRPr="0036143C">
              <w:t>0</w:t>
            </w:r>
          </w:p>
        </w:tc>
        <w:tc>
          <w:tcPr>
            <w:tcW w:w="570" w:type="dxa"/>
            <w:shd w:val="clear" w:color="auto" w:fill="FFFFFF"/>
          </w:tcPr>
          <w:p w14:paraId="1606B147" w14:textId="77777777" w:rsidR="00E07616" w:rsidRPr="0036143C" w:rsidRDefault="00E07616" w:rsidP="00DF3E14">
            <w:r w:rsidRPr="0036143C">
              <w:t>0</w:t>
            </w:r>
          </w:p>
        </w:tc>
        <w:tc>
          <w:tcPr>
            <w:tcW w:w="570" w:type="dxa"/>
            <w:gridSpan w:val="2"/>
            <w:shd w:val="clear" w:color="auto" w:fill="FFFFFF"/>
          </w:tcPr>
          <w:p w14:paraId="19CB9C2E" w14:textId="77777777" w:rsidR="00E07616" w:rsidRPr="0036143C" w:rsidRDefault="00E07616" w:rsidP="00DF3E14">
            <w:r w:rsidRPr="0036143C">
              <w:t>0</w:t>
            </w:r>
          </w:p>
        </w:tc>
        <w:tc>
          <w:tcPr>
            <w:tcW w:w="570" w:type="dxa"/>
            <w:shd w:val="clear" w:color="auto" w:fill="FFFFFF"/>
          </w:tcPr>
          <w:p w14:paraId="33334AB5" w14:textId="77777777" w:rsidR="00E07616" w:rsidRPr="0036143C" w:rsidRDefault="00E07616" w:rsidP="00DF3E14">
            <w:r w:rsidRPr="0036143C">
              <w:t>0</w:t>
            </w:r>
          </w:p>
        </w:tc>
        <w:tc>
          <w:tcPr>
            <w:tcW w:w="1516" w:type="dxa"/>
            <w:gridSpan w:val="2"/>
            <w:shd w:val="clear" w:color="auto" w:fill="FFFFFF"/>
          </w:tcPr>
          <w:p w14:paraId="51C5CBDB" w14:textId="77777777" w:rsidR="00E07616" w:rsidRPr="0036143C" w:rsidRDefault="00E07616" w:rsidP="00DF3E14">
            <w:pPr>
              <w:rPr>
                <w:rStyle w:val="Kkursywa"/>
              </w:rPr>
            </w:pPr>
          </w:p>
        </w:tc>
      </w:tr>
      <w:tr w:rsidR="00E07616" w:rsidRPr="0036143C" w14:paraId="0D7B9727" w14:textId="77777777" w:rsidTr="00DF3E14">
        <w:trPr>
          <w:trHeight w:val="321"/>
          <w:jc w:val="center"/>
        </w:trPr>
        <w:tc>
          <w:tcPr>
            <w:tcW w:w="3133" w:type="dxa"/>
            <w:gridSpan w:val="4"/>
            <w:shd w:val="clear" w:color="auto" w:fill="FFFFFF"/>
            <w:vAlign w:val="center"/>
          </w:tcPr>
          <w:p w14:paraId="75F2522D" w14:textId="77777777" w:rsidR="00E07616" w:rsidRPr="0036143C" w:rsidRDefault="00E07616" w:rsidP="00DF3E14">
            <w:r w:rsidRPr="0036143C">
              <w:t>budżet państwa</w:t>
            </w:r>
          </w:p>
        </w:tc>
        <w:tc>
          <w:tcPr>
            <w:tcW w:w="548" w:type="dxa"/>
            <w:gridSpan w:val="2"/>
            <w:shd w:val="clear" w:color="auto" w:fill="FFFFFF"/>
          </w:tcPr>
          <w:p w14:paraId="6C477AFC" w14:textId="77777777" w:rsidR="00E07616" w:rsidRPr="0036143C" w:rsidRDefault="00E07616" w:rsidP="00DF3E14">
            <w:r w:rsidRPr="0036143C">
              <w:t>0</w:t>
            </w:r>
          </w:p>
        </w:tc>
        <w:tc>
          <w:tcPr>
            <w:tcW w:w="591" w:type="dxa"/>
            <w:gridSpan w:val="2"/>
            <w:shd w:val="clear" w:color="auto" w:fill="FFFFFF"/>
          </w:tcPr>
          <w:p w14:paraId="0D461275" w14:textId="77777777" w:rsidR="00E07616" w:rsidRPr="0036143C" w:rsidRDefault="00E07616" w:rsidP="00DF3E14">
            <w:r w:rsidRPr="0036143C">
              <w:t>0</w:t>
            </w:r>
          </w:p>
        </w:tc>
        <w:tc>
          <w:tcPr>
            <w:tcW w:w="570" w:type="dxa"/>
            <w:gridSpan w:val="3"/>
            <w:shd w:val="clear" w:color="auto" w:fill="FFFFFF"/>
          </w:tcPr>
          <w:p w14:paraId="543EBE30" w14:textId="77777777" w:rsidR="00E07616" w:rsidRPr="0036143C" w:rsidRDefault="00E07616" w:rsidP="00DF3E14">
            <w:r w:rsidRPr="0036143C">
              <w:t>0</w:t>
            </w:r>
          </w:p>
        </w:tc>
        <w:tc>
          <w:tcPr>
            <w:tcW w:w="569" w:type="dxa"/>
            <w:gridSpan w:val="2"/>
            <w:shd w:val="clear" w:color="auto" w:fill="FFFFFF"/>
          </w:tcPr>
          <w:p w14:paraId="06130D4F" w14:textId="77777777" w:rsidR="00E07616" w:rsidRPr="0036143C" w:rsidRDefault="00E07616" w:rsidP="00DF3E14">
            <w:r w:rsidRPr="0036143C">
              <w:t>0</w:t>
            </w:r>
          </w:p>
        </w:tc>
        <w:tc>
          <w:tcPr>
            <w:tcW w:w="570" w:type="dxa"/>
            <w:gridSpan w:val="2"/>
            <w:shd w:val="clear" w:color="auto" w:fill="FFFFFF"/>
          </w:tcPr>
          <w:p w14:paraId="23F24952" w14:textId="77777777" w:rsidR="00E07616" w:rsidRPr="0036143C" w:rsidRDefault="00E07616" w:rsidP="00DF3E14">
            <w:r w:rsidRPr="0036143C">
              <w:t>0</w:t>
            </w:r>
          </w:p>
        </w:tc>
        <w:tc>
          <w:tcPr>
            <w:tcW w:w="570" w:type="dxa"/>
            <w:shd w:val="clear" w:color="auto" w:fill="FFFFFF"/>
          </w:tcPr>
          <w:p w14:paraId="20F39C6B" w14:textId="77777777" w:rsidR="00E07616" w:rsidRPr="0036143C" w:rsidRDefault="00E07616" w:rsidP="00DF3E14">
            <w:r w:rsidRPr="0036143C">
              <w:t>0</w:t>
            </w:r>
          </w:p>
        </w:tc>
        <w:tc>
          <w:tcPr>
            <w:tcW w:w="570" w:type="dxa"/>
            <w:gridSpan w:val="4"/>
            <w:shd w:val="clear" w:color="auto" w:fill="FFFFFF"/>
          </w:tcPr>
          <w:p w14:paraId="3CC46F3E" w14:textId="77777777" w:rsidR="00E07616" w:rsidRPr="0036143C" w:rsidRDefault="00E07616" w:rsidP="00DF3E14">
            <w:r w:rsidRPr="0036143C">
              <w:t>0</w:t>
            </w:r>
          </w:p>
        </w:tc>
        <w:tc>
          <w:tcPr>
            <w:tcW w:w="569" w:type="dxa"/>
            <w:gridSpan w:val="3"/>
            <w:shd w:val="clear" w:color="auto" w:fill="FFFFFF"/>
          </w:tcPr>
          <w:p w14:paraId="56EC641B" w14:textId="77777777" w:rsidR="00E07616" w:rsidRPr="0036143C" w:rsidRDefault="00E07616" w:rsidP="00DF3E14">
            <w:r w:rsidRPr="0036143C">
              <w:t>0</w:t>
            </w:r>
          </w:p>
        </w:tc>
        <w:tc>
          <w:tcPr>
            <w:tcW w:w="570" w:type="dxa"/>
            <w:shd w:val="clear" w:color="auto" w:fill="FFFFFF"/>
          </w:tcPr>
          <w:p w14:paraId="45C93DB2" w14:textId="77777777" w:rsidR="00E07616" w:rsidRPr="0036143C" w:rsidRDefault="00E07616" w:rsidP="00DF3E14">
            <w:r w:rsidRPr="0036143C">
              <w:t>0</w:t>
            </w:r>
          </w:p>
        </w:tc>
        <w:tc>
          <w:tcPr>
            <w:tcW w:w="570" w:type="dxa"/>
            <w:gridSpan w:val="2"/>
            <w:shd w:val="clear" w:color="auto" w:fill="FFFFFF"/>
          </w:tcPr>
          <w:p w14:paraId="54509FFE" w14:textId="77777777" w:rsidR="00E07616" w:rsidRPr="0036143C" w:rsidRDefault="00E07616" w:rsidP="00DF3E14">
            <w:r w:rsidRPr="0036143C">
              <w:t>0</w:t>
            </w:r>
          </w:p>
        </w:tc>
        <w:tc>
          <w:tcPr>
            <w:tcW w:w="570" w:type="dxa"/>
            <w:shd w:val="clear" w:color="auto" w:fill="FFFFFF"/>
          </w:tcPr>
          <w:p w14:paraId="3416B44E" w14:textId="77777777" w:rsidR="00E07616" w:rsidRPr="0036143C" w:rsidRDefault="00E07616" w:rsidP="00DF3E14">
            <w:r w:rsidRPr="0036143C">
              <w:t>0</w:t>
            </w:r>
          </w:p>
        </w:tc>
        <w:tc>
          <w:tcPr>
            <w:tcW w:w="1516" w:type="dxa"/>
            <w:gridSpan w:val="2"/>
            <w:shd w:val="clear" w:color="auto" w:fill="FFFFFF"/>
          </w:tcPr>
          <w:p w14:paraId="660FF6CA" w14:textId="77777777" w:rsidR="00E07616" w:rsidRPr="0036143C" w:rsidRDefault="00E07616" w:rsidP="00DF3E14">
            <w:r w:rsidRPr="0036143C">
              <w:t>0</w:t>
            </w:r>
          </w:p>
        </w:tc>
      </w:tr>
      <w:tr w:rsidR="00E07616" w:rsidRPr="0036143C" w14:paraId="2B01BF57" w14:textId="77777777" w:rsidTr="00DF3E14">
        <w:trPr>
          <w:trHeight w:val="344"/>
          <w:jc w:val="center"/>
        </w:trPr>
        <w:tc>
          <w:tcPr>
            <w:tcW w:w="3133" w:type="dxa"/>
            <w:gridSpan w:val="4"/>
            <w:shd w:val="clear" w:color="auto" w:fill="FFFFFF"/>
            <w:vAlign w:val="center"/>
          </w:tcPr>
          <w:p w14:paraId="596258A2" w14:textId="77777777" w:rsidR="00E07616" w:rsidRPr="0036143C" w:rsidRDefault="00E07616" w:rsidP="00DF3E14">
            <w:r w:rsidRPr="0036143C">
              <w:t>JST</w:t>
            </w:r>
          </w:p>
        </w:tc>
        <w:tc>
          <w:tcPr>
            <w:tcW w:w="548" w:type="dxa"/>
            <w:gridSpan w:val="2"/>
            <w:shd w:val="clear" w:color="auto" w:fill="FFFFFF"/>
          </w:tcPr>
          <w:p w14:paraId="2CEF11CC" w14:textId="77777777" w:rsidR="00E07616" w:rsidRPr="0036143C" w:rsidRDefault="00E07616" w:rsidP="00DF3E14">
            <w:r w:rsidRPr="0036143C">
              <w:t>0</w:t>
            </w:r>
          </w:p>
        </w:tc>
        <w:tc>
          <w:tcPr>
            <w:tcW w:w="591" w:type="dxa"/>
            <w:gridSpan w:val="2"/>
            <w:shd w:val="clear" w:color="auto" w:fill="FFFFFF"/>
          </w:tcPr>
          <w:p w14:paraId="6A8A9BDE" w14:textId="77777777" w:rsidR="00E07616" w:rsidRPr="0036143C" w:rsidRDefault="00E07616" w:rsidP="00DF3E14">
            <w:r w:rsidRPr="0036143C">
              <w:t>0</w:t>
            </w:r>
          </w:p>
        </w:tc>
        <w:tc>
          <w:tcPr>
            <w:tcW w:w="570" w:type="dxa"/>
            <w:gridSpan w:val="3"/>
            <w:shd w:val="clear" w:color="auto" w:fill="FFFFFF"/>
          </w:tcPr>
          <w:p w14:paraId="628A8EE7" w14:textId="77777777" w:rsidR="00E07616" w:rsidRPr="0036143C" w:rsidRDefault="00E07616" w:rsidP="00DF3E14">
            <w:r w:rsidRPr="0036143C">
              <w:t>0</w:t>
            </w:r>
          </w:p>
        </w:tc>
        <w:tc>
          <w:tcPr>
            <w:tcW w:w="569" w:type="dxa"/>
            <w:gridSpan w:val="2"/>
            <w:shd w:val="clear" w:color="auto" w:fill="FFFFFF"/>
          </w:tcPr>
          <w:p w14:paraId="78992C66" w14:textId="77777777" w:rsidR="00E07616" w:rsidRPr="0036143C" w:rsidRDefault="00E07616" w:rsidP="00DF3E14">
            <w:r w:rsidRPr="0036143C">
              <w:t>0</w:t>
            </w:r>
          </w:p>
        </w:tc>
        <w:tc>
          <w:tcPr>
            <w:tcW w:w="570" w:type="dxa"/>
            <w:gridSpan w:val="2"/>
            <w:shd w:val="clear" w:color="auto" w:fill="FFFFFF"/>
          </w:tcPr>
          <w:p w14:paraId="27494842" w14:textId="77777777" w:rsidR="00E07616" w:rsidRPr="0036143C" w:rsidRDefault="00E07616" w:rsidP="00DF3E14">
            <w:r w:rsidRPr="0036143C">
              <w:t>0</w:t>
            </w:r>
          </w:p>
        </w:tc>
        <w:tc>
          <w:tcPr>
            <w:tcW w:w="570" w:type="dxa"/>
            <w:shd w:val="clear" w:color="auto" w:fill="FFFFFF"/>
          </w:tcPr>
          <w:p w14:paraId="4165C18D" w14:textId="77777777" w:rsidR="00E07616" w:rsidRPr="0036143C" w:rsidRDefault="00E07616" w:rsidP="00DF3E14">
            <w:r w:rsidRPr="0036143C">
              <w:t>0</w:t>
            </w:r>
          </w:p>
        </w:tc>
        <w:tc>
          <w:tcPr>
            <w:tcW w:w="570" w:type="dxa"/>
            <w:gridSpan w:val="4"/>
            <w:shd w:val="clear" w:color="auto" w:fill="FFFFFF"/>
          </w:tcPr>
          <w:p w14:paraId="77BF1330" w14:textId="77777777" w:rsidR="00E07616" w:rsidRPr="0036143C" w:rsidRDefault="00E07616" w:rsidP="00DF3E14">
            <w:r w:rsidRPr="0036143C">
              <w:t>0</w:t>
            </w:r>
          </w:p>
        </w:tc>
        <w:tc>
          <w:tcPr>
            <w:tcW w:w="569" w:type="dxa"/>
            <w:gridSpan w:val="3"/>
            <w:shd w:val="clear" w:color="auto" w:fill="FFFFFF"/>
          </w:tcPr>
          <w:p w14:paraId="785017E3" w14:textId="77777777" w:rsidR="00E07616" w:rsidRPr="0036143C" w:rsidRDefault="00E07616" w:rsidP="00DF3E14">
            <w:r w:rsidRPr="0036143C">
              <w:t>0</w:t>
            </w:r>
          </w:p>
        </w:tc>
        <w:tc>
          <w:tcPr>
            <w:tcW w:w="570" w:type="dxa"/>
            <w:shd w:val="clear" w:color="auto" w:fill="FFFFFF"/>
          </w:tcPr>
          <w:p w14:paraId="33B15E9F" w14:textId="77777777" w:rsidR="00E07616" w:rsidRPr="0036143C" w:rsidRDefault="00E07616" w:rsidP="00DF3E14">
            <w:r w:rsidRPr="0036143C">
              <w:t>0</w:t>
            </w:r>
          </w:p>
        </w:tc>
        <w:tc>
          <w:tcPr>
            <w:tcW w:w="570" w:type="dxa"/>
            <w:gridSpan w:val="2"/>
            <w:shd w:val="clear" w:color="auto" w:fill="FFFFFF"/>
          </w:tcPr>
          <w:p w14:paraId="3687B6AE" w14:textId="77777777" w:rsidR="00E07616" w:rsidRPr="0036143C" w:rsidRDefault="00E07616" w:rsidP="00DF3E14">
            <w:r w:rsidRPr="0036143C">
              <w:t>0</w:t>
            </w:r>
          </w:p>
        </w:tc>
        <w:tc>
          <w:tcPr>
            <w:tcW w:w="570" w:type="dxa"/>
            <w:shd w:val="clear" w:color="auto" w:fill="FFFFFF"/>
          </w:tcPr>
          <w:p w14:paraId="0F77FE8A" w14:textId="77777777" w:rsidR="00E07616" w:rsidRPr="0036143C" w:rsidRDefault="00E07616" w:rsidP="00DF3E14">
            <w:r w:rsidRPr="0036143C">
              <w:t>0</w:t>
            </w:r>
          </w:p>
        </w:tc>
        <w:tc>
          <w:tcPr>
            <w:tcW w:w="1516" w:type="dxa"/>
            <w:gridSpan w:val="2"/>
            <w:shd w:val="clear" w:color="auto" w:fill="FFFFFF"/>
          </w:tcPr>
          <w:p w14:paraId="096CB8FF" w14:textId="77777777" w:rsidR="00E07616" w:rsidRPr="0036143C" w:rsidRDefault="00E07616" w:rsidP="00DF3E14">
            <w:r w:rsidRPr="0036143C">
              <w:t>0</w:t>
            </w:r>
          </w:p>
        </w:tc>
      </w:tr>
      <w:tr w:rsidR="00E07616" w:rsidRPr="0036143C" w14:paraId="1A6047E2" w14:textId="77777777" w:rsidTr="00DF3E14">
        <w:trPr>
          <w:trHeight w:val="344"/>
          <w:jc w:val="center"/>
        </w:trPr>
        <w:tc>
          <w:tcPr>
            <w:tcW w:w="3133" w:type="dxa"/>
            <w:gridSpan w:val="4"/>
            <w:shd w:val="clear" w:color="auto" w:fill="FFFFFF"/>
            <w:vAlign w:val="center"/>
          </w:tcPr>
          <w:p w14:paraId="7D1648FD" w14:textId="77777777" w:rsidR="00E07616" w:rsidRPr="0036143C" w:rsidRDefault="00E07616" w:rsidP="00DF3E14">
            <w:r w:rsidRPr="0036143C">
              <w:t>pozostałe jednostki (oddzielnie)</w:t>
            </w:r>
          </w:p>
        </w:tc>
        <w:tc>
          <w:tcPr>
            <w:tcW w:w="548" w:type="dxa"/>
            <w:gridSpan w:val="2"/>
            <w:shd w:val="clear" w:color="auto" w:fill="FFFFFF"/>
          </w:tcPr>
          <w:p w14:paraId="5AFB10B0" w14:textId="77777777" w:rsidR="00E07616" w:rsidRPr="0036143C" w:rsidRDefault="00E07616" w:rsidP="00DF3E14">
            <w:r w:rsidRPr="0036143C">
              <w:t>0</w:t>
            </w:r>
          </w:p>
        </w:tc>
        <w:tc>
          <w:tcPr>
            <w:tcW w:w="591" w:type="dxa"/>
            <w:gridSpan w:val="2"/>
            <w:shd w:val="clear" w:color="auto" w:fill="FFFFFF"/>
          </w:tcPr>
          <w:p w14:paraId="6CBC16A9" w14:textId="77777777" w:rsidR="00E07616" w:rsidRPr="0036143C" w:rsidRDefault="00E07616" w:rsidP="00DF3E14">
            <w:r w:rsidRPr="0036143C">
              <w:t>0</w:t>
            </w:r>
          </w:p>
        </w:tc>
        <w:tc>
          <w:tcPr>
            <w:tcW w:w="570" w:type="dxa"/>
            <w:gridSpan w:val="3"/>
            <w:shd w:val="clear" w:color="auto" w:fill="FFFFFF"/>
          </w:tcPr>
          <w:p w14:paraId="06BE52B9" w14:textId="77777777" w:rsidR="00E07616" w:rsidRPr="0036143C" w:rsidRDefault="00E07616" w:rsidP="00DF3E14">
            <w:r w:rsidRPr="0036143C">
              <w:t>0</w:t>
            </w:r>
          </w:p>
        </w:tc>
        <w:tc>
          <w:tcPr>
            <w:tcW w:w="569" w:type="dxa"/>
            <w:gridSpan w:val="2"/>
            <w:shd w:val="clear" w:color="auto" w:fill="FFFFFF"/>
          </w:tcPr>
          <w:p w14:paraId="4E784A77" w14:textId="77777777" w:rsidR="00E07616" w:rsidRPr="0036143C" w:rsidRDefault="00E07616" w:rsidP="00DF3E14">
            <w:r w:rsidRPr="0036143C">
              <w:t>0</w:t>
            </w:r>
          </w:p>
        </w:tc>
        <w:tc>
          <w:tcPr>
            <w:tcW w:w="570" w:type="dxa"/>
            <w:gridSpan w:val="2"/>
            <w:shd w:val="clear" w:color="auto" w:fill="FFFFFF"/>
          </w:tcPr>
          <w:p w14:paraId="77CD871A" w14:textId="77777777" w:rsidR="00E07616" w:rsidRPr="0036143C" w:rsidRDefault="00E07616" w:rsidP="00DF3E14">
            <w:r w:rsidRPr="0036143C">
              <w:t>0</w:t>
            </w:r>
          </w:p>
        </w:tc>
        <w:tc>
          <w:tcPr>
            <w:tcW w:w="570" w:type="dxa"/>
            <w:shd w:val="clear" w:color="auto" w:fill="FFFFFF"/>
          </w:tcPr>
          <w:p w14:paraId="22C4E26A" w14:textId="77777777" w:rsidR="00E07616" w:rsidRPr="0036143C" w:rsidRDefault="00E07616" w:rsidP="00DF3E14">
            <w:r w:rsidRPr="0036143C">
              <w:t>0</w:t>
            </w:r>
          </w:p>
        </w:tc>
        <w:tc>
          <w:tcPr>
            <w:tcW w:w="570" w:type="dxa"/>
            <w:gridSpan w:val="4"/>
            <w:shd w:val="clear" w:color="auto" w:fill="FFFFFF"/>
          </w:tcPr>
          <w:p w14:paraId="762EBA9F" w14:textId="77777777" w:rsidR="00E07616" w:rsidRPr="0036143C" w:rsidRDefault="00E07616" w:rsidP="00DF3E14">
            <w:r w:rsidRPr="0036143C">
              <w:t>0</w:t>
            </w:r>
          </w:p>
        </w:tc>
        <w:tc>
          <w:tcPr>
            <w:tcW w:w="569" w:type="dxa"/>
            <w:gridSpan w:val="3"/>
            <w:shd w:val="clear" w:color="auto" w:fill="FFFFFF"/>
          </w:tcPr>
          <w:p w14:paraId="79BA55DA" w14:textId="77777777" w:rsidR="00E07616" w:rsidRPr="0036143C" w:rsidRDefault="00E07616" w:rsidP="00DF3E14">
            <w:r w:rsidRPr="0036143C">
              <w:t>0</w:t>
            </w:r>
          </w:p>
        </w:tc>
        <w:tc>
          <w:tcPr>
            <w:tcW w:w="570" w:type="dxa"/>
            <w:shd w:val="clear" w:color="auto" w:fill="FFFFFF"/>
          </w:tcPr>
          <w:p w14:paraId="7C7C8234" w14:textId="77777777" w:rsidR="00E07616" w:rsidRPr="0036143C" w:rsidRDefault="00E07616" w:rsidP="00DF3E14">
            <w:r w:rsidRPr="0036143C">
              <w:t>0</w:t>
            </w:r>
          </w:p>
        </w:tc>
        <w:tc>
          <w:tcPr>
            <w:tcW w:w="570" w:type="dxa"/>
            <w:gridSpan w:val="2"/>
            <w:shd w:val="clear" w:color="auto" w:fill="FFFFFF"/>
          </w:tcPr>
          <w:p w14:paraId="4F9C0864" w14:textId="77777777" w:rsidR="00E07616" w:rsidRPr="0036143C" w:rsidRDefault="00E07616" w:rsidP="00DF3E14">
            <w:r w:rsidRPr="0036143C">
              <w:t>0</w:t>
            </w:r>
          </w:p>
        </w:tc>
        <w:tc>
          <w:tcPr>
            <w:tcW w:w="570" w:type="dxa"/>
            <w:shd w:val="clear" w:color="auto" w:fill="FFFFFF"/>
          </w:tcPr>
          <w:p w14:paraId="2FFAB5C7" w14:textId="77777777" w:rsidR="00E07616" w:rsidRPr="0036143C" w:rsidRDefault="00E07616" w:rsidP="00DF3E14">
            <w:r w:rsidRPr="0036143C">
              <w:t>0</w:t>
            </w:r>
          </w:p>
        </w:tc>
        <w:tc>
          <w:tcPr>
            <w:tcW w:w="1516" w:type="dxa"/>
            <w:gridSpan w:val="2"/>
            <w:shd w:val="clear" w:color="auto" w:fill="FFFFFF"/>
          </w:tcPr>
          <w:p w14:paraId="401C57C7" w14:textId="77777777" w:rsidR="00E07616" w:rsidRPr="0036143C" w:rsidRDefault="00E07616" w:rsidP="00DF3E14">
            <w:r w:rsidRPr="0036143C">
              <w:t>0</w:t>
            </w:r>
          </w:p>
        </w:tc>
      </w:tr>
      <w:tr w:rsidR="00E07616" w:rsidRPr="0036143C" w14:paraId="457A2B1F" w14:textId="77777777" w:rsidTr="00DF3E14">
        <w:trPr>
          <w:trHeight w:val="330"/>
          <w:jc w:val="center"/>
        </w:trPr>
        <w:tc>
          <w:tcPr>
            <w:tcW w:w="3133" w:type="dxa"/>
            <w:gridSpan w:val="4"/>
            <w:shd w:val="clear" w:color="auto" w:fill="FFFFFF"/>
            <w:vAlign w:val="center"/>
          </w:tcPr>
          <w:p w14:paraId="7AB273BA" w14:textId="77777777" w:rsidR="00E07616" w:rsidRPr="0036143C" w:rsidRDefault="00E07616" w:rsidP="00DF3E14">
            <w:r w:rsidRPr="0036143C">
              <w:t>Wydatki ogółem</w:t>
            </w:r>
          </w:p>
        </w:tc>
        <w:tc>
          <w:tcPr>
            <w:tcW w:w="548" w:type="dxa"/>
            <w:gridSpan w:val="2"/>
            <w:shd w:val="clear" w:color="auto" w:fill="FFFFFF"/>
          </w:tcPr>
          <w:p w14:paraId="2B0EA37A" w14:textId="77777777" w:rsidR="00E07616" w:rsidRPr="0036143C" w:rsidRDefault="00E07616" w:rsidP="00DF3E14">
            <w:r w:rsidRPr="0036143C">
              <w:t>0</w:t>
            </w:r>
          </w:p>
        </w:tc>
        <w:tc>
          <w:tcPr>
            <w:tcW w:w="591" w:type="dxa"/>
            <w:gridSpan w:val="2"/>
            <w:shd w:val="clear" w:color="auto" w:fill="FFFFFF"/>
          </w:tcPr>
          <w:p w14:paraId="6BA2515D" w14:textId="77777777" w:rsidR="00E07616" w:rsidRPr="0036143C" w:rsidRDefault="00E07616" w:rsidP="00DF3E14">
            <w:r w:rsidRPr="0036143C">
              <w:t>0</w:t>
            </w:r>
          </w:p>
        </w:tc>
        <w:tc>
          <w:tcPr>
            <w:tcW w:w="570" w:type="dxa"/>
            <w:gridSpan w:val="3"/>
            <w:shd w:val="clear" w:color="auto" w:fill="FFFFFF"/>
          </w:tcPr>
          <w:p w14:paraId="4D185904" w14:textId="77777777" w:rsidR="00E07616" w:rsidRPr="0036143C" w:rsidRDefault="00E07616" w:rsidP="00DF3E14">
            <w:r w:rsidRPr="0036143C">
              <w:t>0</w:t>
            </w:r>
          </w:p>
        </w:tc>
        <w:tc>
          <w:tcPr>
            <w:tcW w:w="569" w:type="dxa"/>
            <w:gridSpan w:val="2"/>
            <w:shd w:val="clear" w:color="auto" w:fill="FFFFFF"/>
          </w:tcPr>
          <w:p w14:paraId="3A1BCE96" w14:textId="77777777" w:rsidR="00E07616" w:rsidRPr="0036143C" w:rsidRDefault="00E07616" w:rsidP="00DF3E14">
            <w:r w:rsidRPr="0036143C">
              <w:t>0</w:t>
            </w:r>
          </w:p>
        </w:tc>
        <w:tc>
          <w:tcPr>
            <w:tcW w:w="570" w:type="dxa"/>
            <w:gridSpan w:val="2"/>
            <w:shd w:val="clear" w:color="auto" w:fill="FFFFFF"/>
          </w:tcPr>
          <w:p w14:paraId="57D12C0E" w14:textId="77777777" w:rsidR="00E07616" w:rsidRPr="0036143C" w:rsidRDefault="00E07616" w:rsidP="00DF3E14">
            <w:r w:rsidRPr="0036143C">
              <w:t>0</w:t>
            </w:r>
          </w:p>
        </w:tc>
        <w:tc>
          <w:tcPr>
            <w:tcW w:w="570" w:type="dxa"/>
            <w:shd w:val="clear" w:color="auto" w:fill="FFFFFF"/>
          </w:tcPr>
          <w:p w14:paraId="0E93ED94" w14:textId="77777777" w:rsidR="00E07616" w:rsidRPr="0036143C" w:rsidRDefault="00E07616" w:rsidP="00DF3E14">
            <w:r w:rsidRPr="0036143C">
              <w:t>0</w:t>
            </w:r>
          </w:p>
        </w:tc>
        <w:tc>
          <w:tcPr>
            <w:tcW w:w="570" w:type="dxa"/>
            <w:gridSpan w:val="4"/>
            <w:shd w:val="clear" w:color="auto" w:fill="FFFFFF"/>
          </w:tcPr>
          <w:p w14:paraId="5C0E0E19" w14:textId="77777777" w:rsidR="00E07616" w:rsidRPr="0036143C" w:rsidRDefault="00E07616" w:rsidP="00DF3E14">
            <w:r w:rsidRPr="0036143C">
              <w:t>0</w:t>
            </w:r>
          </w:p>
        </w:tc>
        <w:tc>
          <w:tcPr>
            <w:tcW w:w="569" w:type="dxa"/>
            <w:gridSpan w:val="3"/>
            <w:shd w:val="clear" w:color="auto" w:fill="FFFFFF"/>
          </w:tcPr>
          <w:p w14:paraId="223FABED" w14:textId="77777777" w:rsidR="00E07616" w:rsidRPr="0036143C" w:rsidRDefault="00E07616" w:rsidP="00DF3E14">
            <w:r w:rsidRPr="0036143C">
              <w:t>0</w:t>
            </w:r>
          </w:p>
        </w:tc>
        <w:tc>
          <w:tcPr>
            <w:tcW w:w="570" w:type="dxa"/>
            <w:shd w:val="clear" w:color="auto" w:fill="FFFFFF"/>
          </w:tcPr>
          <w:p w14:paraId="7FB36A93" w14:textId="77777777" w:rsidR="00E07616" w:rsidRPr="0036143C" w:rsidRDefault="00E07616" w:rsidP="00DF3E14">
            <w:r w:rsidRPr="0036143C">
              <w:t>0</w:t>
            </w:r>
          </w:p>
        </w:tc>
        <w:tc>
          <w:tcPr>
            <w:tcW w:w="570" w:type="dxa"/>
            <w:gridSpan w:val="2"/>
            <w:shd w:val="clear" w:color="auto" w:fill="FFFFFF"/>
          </w:tcPr>
          <w:p w14:paraId="210C948C" w14:textId="77777777" w:rsidR="00E07616" w:rsidRPr="0036143C" w:rsidRDefault="00E07616" w:rsidP="00DF3E14">
            <w:r w:rsidRPr="0036143C">
              <w:t>0</w:t>
            </w:r>
          </w:p>
        </w:tc>
        <w:tc>
          <w:tcPr>
            <w:tcW w:w="570" w:type="dxa"/>
            <w:shd w:val="clear" w:color="auto" w:fill="FFFFFF"/>
          </w:tcPr>
          <w:p w14:paraId="7AAB7E2C" w14:textId="77777777" w:rsidR="00E07616" w:rsidRPr="0036143C" w:rsidRDefault="00E07616" w:rsidP="00DF3E14">
            <w:r w:rsidRPr="0036143C">
              <w:t>0</w:t>
            </w:r>
          </w:p>
        </w:tc>
        <w:tc>
          <w:tcPr>
            <w:tcW w:w="1516" w:type="dxa"/>
            <w:gridSpan w:val="2"/>
            <w:shd w:val="clear" w:color="auto" w:fill="FFFFFF"/>
          </w:tcPr>
          <w:p w14:paraId="20144A7C" w14:textId="77777777" w:rsidR="00E07616" w:rsidRPr="0036143C" w:rsidRDefault="00E07616" w:rsidP="00DF3E14">
            <w:r w:rsidRPr="0036143C">
              <w:rPr>
                <w:rStyle w:val="Kkursywa"/>
              </w:rPr>
              <w:t xml:space="preserve"> </w:t>
            </w:r>
          </w:p>
        </w:tc>
      </w:tr>
      <w:tr w:rsidR="00E07616" w:rsidRPr="0036143C" w14:paraId="66DCDF1E" w14:textId="77777777" w:rsidTr="00DF3E14">
        <w:trPr>
          <w:trHeight w:val="330"/>
          <w:jc w:val="center"/>
        </w:trPr>
        <w:tc>
          <w:tcPr>
            <w:tcW w:w="3133" w:type="dxa"/>
            <w:gridSpan w:val="4"/>
            <w:shd w:val="clear" w:color="auto" w:fill="FFFFFF"/>
          </w:tcPr>
          <w:p w14:paraId="7AD52750" w14:textId="77777777" w:rsidR="00E07616" w:rsidRPr="0036143C" w:rsidRDefault="00E07616" w:rsidP="00DF3E14">
            <w:r w:rsidRPr="0036143C">
              <w:t>0</w:t>
            </w:r>
          </w:p>
        </w:tc>
        <w:tc>
          <w:tcPr>
            <w:tcW w:w="548" w:type="dxa"/>
            <w:gridSpan w:val="2"/>
            <w:shd w:val="clear" w:color="auto" w:fill="FFFFFF"/>
          </w:tcPr>
          <w:p w14:paraId="5E522D35" w14:textId="77777777" w:rsidR="00E07616" w:rsidRPr="0036143C" w:rsidRDefault="00E07616" w:rsidP="00DF3E14">
            <w:r w:rsidRPr="0036143C">
              <w:t>0</w:t>
            </w:r>
          </w:p>
        </w:tc>
        <w:tc>
          <w:tcPr>
            <w:tcW w:w="591" w:type="dxa"/>
            <w:gridSpan w:val="2"/>
            <w:shd w:val="clear" w:color="auto" w:fill="FFFFFF"/>
          </w:tcPr>
          <w:p w14:paraId="119D41EB" w14:textId="77777777" w:rsidR="00E07616" w:rsidRPr="0036143C" w:rsidRDefault="00E07616" w:rsidP="00DF3E14">
            <w:r w:rsidRPr="0036143C">
              <w:t>0</w:t>
            </w:r>
          </w:p>
        </w:tc>
        <w:tc>
          <w:tcPr>
            <w:tcW w:w="570" w:type="dxa"/>
            <w:gridSpan w:val="3"/>
            <w:shd w:val="clear" w:color="auto" w:fill="FFFFFF"/>
          </w:tcPr>
          <w:p w14:paraId="58F68AEB" w14:textId="77777777" w:rsidR="00E07616" w:rsidRPr="0036143C" w:rsidRDefault="00E07616" w:rsidP="00DF3E14">
            <w:r w:rsidRPr="0036143C">
              <w:t>0</w:t>
            </w:r>
          </w:p>
        </w:tc>
        <w:tc>
          <w:tcPr>
            <w:tcW w:w="569" w:type="dxa"/>
            <w:gridSpan w:val="2"/>
            <w:shd w:val="clear" w:color="auto" w:fill="FFFFFF"/>
          </w:tcPr>
          <w:p w14:paraId="053C3C35" w14:textId="77777777" w:rsidR="00E07616" w:rsidRPr="0036143C" w:rsidRDefault="00E07616" w:rsidP="00DF3E14">
            <w:r w:rsidRPr="0036143C">
              <w:t>0</w:t>
            </w:r>
          </w:p>
        </w:tc>
        <w:tc>
          <w:tcPr>
            <w:tcW w:w="570" w:type="dxa"/>
            <w:gridSpan w:val="2"/>
            <w:shd w:val="clear" w:color="auto" w:fill="FFFFFF"/>
          </w:tcPr>
          <w:p w14:paraId="72DE60C4" w14:textId="77777777" w:rsidR="00E07616" w:rsidRPr="0036143C" w:rsidRDefault="00E07616" w:rsidP="00DF3E14">
            <w:r w:rsidRPr="0036143C">
              <w:t>0</w:t>
            </w:r>
          </w:p>
        </w:tc>
        <w:tc>
          <w:tcPr>
            <w:tcW w:w="570" w:type="dxa"/>
            <w:shd w:val="clear" w:color="auto" w:fill="FFFFFF"/>
          </w:tcPr>
          <w:p w14:paraId="58334327" w14:textId="77777777" w:rsidR="00E07616" w:rsidRPr="0036143C" w:rsidRDefault="00E07616" w:rsidP="00DF3E14">
            <w:r w:rsidRPr="0036143C">
              <w:t>0</w:t>
            </w:r>
          </w:p>
        </w:tc>
        <w:tc>
          <w:tcPr>
            <w:tcW w:w="570" w:type="dxa"/>
            <w:gridSpan w:val="4"/>
            <w:shd w:val="clear" w:color="auto" w:fill="FFFFFF"/>
          </w:tcPr>
          <w:p w14:paraId="41A40410" w14:textId="77777777" w:rsidR="00E07616" w:rsidRPr="0036143C" w:rsidRDefault="00E07616" w:rsidP="00DF3E14">
            <w:r w:rsidRPr="0036143C">
              <w:t>0</w:t>
            </w:r>
          </w:p>
        </w:tc>
        <w:tc>
          <w:tcPr>
            <w:tcW w:w="569" w:type="dxa"/>
            <w:gridSpan w:val="3"/>
            <w:shd w:val="clear" w:color="auto" w:fill="FFFFFF"/>
          </w:tcPr>
          <w:p w14:paraId="4C3CABEF" w14:textId="77777777" w:rsidR="00E07616" w:rsidRPr="0036143C" w:rsidRDefault="00E07616" w:rsidP="00DF3E14">
            <w:r w:rsidRPr="0036143C">
              <w:t>0</w:t>
            </w:r>
          </w:p>
        </w:tc>
        <w:tc>
          <w:tcPr>
            <w:tcW w:w="570" w:type="dxa"/>
            <w:shd w:val="clear" w:color="auto" w:fill="FFFFFF"/>
          </w:tcPr>
          <w:p w14:paraId="4E9CCCA9" w14:textId="77777777" w:rsidR="00E07616" w:rsidRPr="0036143C" w:rsidRDefault="00E07616" w:rsidP="00DF3E14">
            <w:r w:rsidRPr="0036143C">
              <w:t>0</w:t>
            </w:r>
          </w:p>
        </w:tc>
        <w:tc>
          <w:tcPr>
            <w:tcW w:w="570" w:type="dxa"/>
            <w:gridSpan w:val="2"/>
            <w:shd w:val="clear" w:color="auto" w:fill="FFFFFF"/>
          </w:tcPr>
          <w:p w14:paraId="70644B41" w14:textId="77777777" w:rsidR="00E07616" w:rsidRPr="0036143C" w:rsidRDefault="00E07616" w:rsidP="00DF3E14">
            <w:r w:rsidRPr="0036143C">
              <w:t>0</w:t>
            </w:r>
          </w:p>
        </w:tc>
        <w:tc>
          <w:tcPr>
            <w:tcW w:w="570" w:type="dxa"/>
            <w:shd w:val="clear" w:color="auto" w:fill="FFFFFF"/>
          </w:tcPr>
          <w:p w14:paraId="52A7F0FA" w14:textId="77777777" w:rsidR="00E07616" w:rsidRPr="0036143C" w:rsidRDefault="00E07616" w:rsidP="00DF3E14">
            <w:r w:rsidRPr="0036143C">
              <w:t>0</w:t>
            </w:r>
          </w:p>
        </w:tc>
        <w:tc>
          <w:tcPr>
            <w:tcW w:w="1516" w:type="dxa"/>
            <w:gridSpan w:val="2"/>
            <w:shd w:val="clear" w:color="auto" w:fill="FFFFFF"/>
          </w:tcPr>
          <w:p w14:paraId="0FD4841C" w14:textId="77777777" w:rsidR="00E07616" w:rsidRPr="0036143C" w:rsidRDefault="00E07616" w:rsidP="00DF3E14">
            <w:r w:rsidRPr="0036143C">
              <w:t>0</w:t>
            </w:r>
          </w:p>
        </w:tc>
      </w:tr>
      <w:tr w:rsidR="00E07616" w:rsidRPr="0036143C" w14:paraId="35BB459D" w14:textId="77777777" w:rsidTr="00DF3E14">
        <w:trPr>
          <w:trHeight w:val="351"/>
          <w:jc w:val="center"/>
        </w:trPr>
        <w:tc>
          <w:tcPr>
            <w:tcW w:w="3133" w:type="dxa"/>
            <w:gridSpan w:val="4"/>
            <w:shd w:val="clear" w:color="auto" w:fill="FFFFFF"/>
            <w:vAlign w:val="center"/>
          </w:tcPr>
          <w:p w14:paraId="42685D89" w14:textId="77777777" w:rsidR="00E07616" w:rsidRPr="0036143C" w:rsidRDefault="00E07616" w:rsidP="00DF3E14">
            <w:r w:rsidRPr="0036143C">
              <w:t>JST</w:t>
            </w:r>
          </w:p>
        </w:tc>
        <w:tc>
          <w:tcPr>
            <w:tcW w:w="548" w:type="dxa"/>
            <w:gridSpan w:val="2"/>
            <w:shd w:val="clear" w:color="auto" w:fill="FFFFFF"/>
          </w:tcPr>
          <w:p w14:paraId="38D9303B" w14:textId="77777777" w:rsidR="00E07616" w:rsidRPr="0036143C" w:rsidRDefault="00E07616" w:rsidP="00DF3E14">
            <w:r w:rsidRPr="0036143C">
              <w:t>0</w:t>
            </w:r>
          </w:p>
        </w:tc>
        <w:tc>
          <w:tcPr>
            <w:tcW w:w="591" w:type="dxa"/>
            <w:gridSpan w:val="2"/>
            <w:shd w:val="clear" w:color="auto" w:fill="FFFFFF"/>
          </w:tcPr>
          <w:p w14:paraId="7F1C0AA4" w14:textId="77777777" w:rsidR="00E07616" w:rsidRPr="0036143C" w:rsidRDefault="00E07616" w:rsidP="00DF3E14">
            <w:r w:rsidRPr="0036143C">
              <w:t>0</w:t>
            </w:r>
          </w:p>
        </w:tc>
        <w:tc>
          <w:tcPr>
            <w:tcW w:w="570" w:type="dxa"/>
            <w:gridSpan w:val="3"/>
            <w:shd w:val="clear" w:color="auto" w:fill="FFFFFF"/>
          </w:tcPr>
          <w:p w14:paraId="71D13328" w14:textId="77777777" w:rsidR="00E07616" w:rsidRPr="0036143C" w:rsidRDefault="00E07616" w:rsidP="00DF3E14">
            <w:r w:rsidRPr="0036143C">
              <w:t>0</w:t>
            </w:r>
          </w:p>
        </w:tc>
        <w:tc>
          <w:tcPr>
            <w:tcW w:w="569" w:type="dxa"/>
            <w:gridSpan w:val="2"/>
            <w:shd w:val="clear" w:color="auto" w:fill="FFFFFF"/>
          </w:tcPr>
          <w:p w14:paraId="01A46FDC" w14:textId="77777777" w:rsidR="00E07616" w:rsidRPr="0036143C" w:rsidRDefault="00E07616" w:rsidP="00DF3E14">
            <w:r w:rsidRPr="0036143C">
              <w:t>0</w:t>
            </w:r>
          </w:p>
        </w:tc>
        <w:tc>
          <w:tcPr>
            <w:tcW w:w="570" w:type="dxa"/>
            <w:gridSpan w:val="2"/>
            <w:shd w:val="clear" w:color="auto" w:fill="FFFFFF"/>
          </w:tcPr>
          <w:p w14:paraId="1C63F4CF" w14:textId="77777777" w:rsidR="00E07616" w:rsidRPr="0036143C" w:rsidRDefault="00E07616" w:rsidP="00DF3E14">
            <w:r w:rsidRPr="0036143C">
              <w:t>0</w:t>
            </w:r>
          </w:p>
        </w:tc>
        <w:tc>
          <w:tcPr>
            <w:tcW w:w="570" w:type="dxa"/>
            <w:shd w:val="clear" w:color="auto" w:fill="FFFFFF"/>
          </w:tcPr>
          <w:p w14:paraId="41B37148" w14:textId="77777777" w:rsidR="00E07616" w:rsidRPr="0036143C" w:rsidRDefault="00E07616" w:rsidP="00DF3E14">
            <w:r w:rsidRPr="0036143C">
              <w:t>0</w:t>
            </w:r>
          </w:p>
        </w:tc>
        <w:tc>
          <w:tcPr>
            <w:tcW w:w="570" w:type="dxa"/>
            <w:gridSpan w:val="4"/>
            <w:shd w:val="clear" w:color="auto" w:fill="FFFFFF"/>
          </w:tcPr>
          <w:p w14:paraId="1C0DB275" w14:textId="77777777" w:rsidR="00E07616" w:rsidRPr="0036143C" w:rsidRDefault="00E07616" w:rsidP="00DF3E14">
            <w:r w:rsidRPr="0036143C">
              <w:t>0</w:t>
            </w:r>
          </w:p>
        </w:tc>
        <w:tc>
          <w:tcPr>
            <w:tcW w:w="569" w:type="dxa"/>
            <w:gridSpan w:val="3"/>
            <w:shd w:val="clear" w:color="auto" w:fill="FFFFFF"/>
          </w:tcPr>
          <w:p w14:paraId="548405D3" w14:textId="77777777" w:rsidR="00E07616" w:rsidRPr="0036143C" w:rsidRDefault="00E07616" w:rsidP="00DF3E14">
            <w:r w:rsidRPr="0036143C">
              <w:t>0</w:t>
            </w:r>
          </w:p>
        </w:tc>
        <w:tc>
          <w:tcPr>
            <w:tcW w:w="570" w:type="dxa"/>
            <w:shd w:val="clear" w:color="auto" w:fill="FFFFFF"/>
          </w:tcPr>
          <w:p w14:paraId="67E048E4" w14:textId="77777777" w:rsidR="00E07616" w:rsidRPr="0036143C" w:rsidRDefault="00E07616" w:rsidP="00DF3E14">
            <w:r w:rsidRPr="0036143C">
              <w:t>0</w:t>
            </w:r>
          </w:p>
        </w:tc>
        <w:tc>
          <w:tcPr>
            <w:tcW w:w="570" w:type="dxa"/>
            <w:gridSpan w:val="2"/>
            <w:shd w:val="clear" w:color="auto" w:fill="FFFFFF"/>
          </w:tcPr>
          <w:p w14:paraId="2259397B" w14:textId="77777777" w:rsidR="00E07616" w:rsidRPr="0036143C" w:rsidRDefault="00E07616" w:rsidP="00DF3E14">
            <w:r w:rsidRPr="0036143C">
              <w:t>0</w:t>
            </w:r>
          </w:p>
        </w:tc>
        <w:tc>
          <w:tcPr>
            <w:tcW w:w="570" w:type="dxa"/>
            <w:shd w:val="clear" w:color="auto" w:fill="FFFFFF"/>
          </w:tcPr>
          <w:p w14:paraId="53FEF7AD" w14:textId="77777777" w:rsidR="00E07616" w:rsidRPr="0036143C" w:rsidRDefault="00E07616" w:rsidP="00DF3E14">
            <w:r w:rsidRPr="0036143C">
              <w:t>0</w:t>
            </w:r>
          </w:p>
        </w:tc>
        <w:tc>
          <w:tcPr>
            <w:tcW w:w="1516" w:type="dxa"/>
            <w:gridSpan w:val="2"/>
            <w:shd w:val="clear" w:color="auto" w:fill="FFFFFF"/>
          </w:tcPr>
          <w:p w14:paraId="77709970" w14:textId="77777777" w:rsidR="00E07616" w:rsidRPr="0036143C" w:rsidRDefault="00E07616" w:rsidP="00DF3E14">
            <w:r w:rsidRPr="0036143C">
              <w:t>0</w:t>
            </w:r>
          </w:p>
        </w:tc>
      </w:tr>
      <w:tr w:rsidR="00E07616" w:rsidRPr="0036143C" w14:paraId="3954BCF9" w14:textId="77777777" w:rsidTr="00DF3E14">
        <w:trPr>
          <w:trHeight w:val="351"/>
          <w:jc w:val="center"/>
        </w:trPr>
        <w:tc>
          <w:tcPr>
            <w:tcW w:w="3133" w:type="dxa"/>
            <w:gridSpan w:val="4"/>
            <w:shd w:val="clear" w:color="auto" w:fill="FFFFFF"/>
            <w:vAlign w:val="center"/>
          </w:tcPr>
          <w:p w14:paraId="6C6A6F79" w14:textId="77777777" w:rsidR="00E07616" w:rsidRPr="0036143C" w:rsidRDefault="00E07616" w:rsidP="00DF3E14">
            <w:r w:rsidRPr="0036143C">
              <w:t>pozostałe jednostki (oddzielnie)</w:t>
            </w:r>
          </w:p>
        </w:tc>
        <w:tc>
          <w:tcPr>
            <w:tcW w:w="548" w:type="dxa"/>
            <w:gridSpan w:val="2"/>
            <w:shd w:val="clear" w:color="auto" w:fill="FFFFFF"/>
          </w:tcPr>
          <w:p w14:paraId="4A43742F" w14:textId="77777777" w:rsidR="00E07616" w:rsidRPr="0036143C" w:rsidRDefault="00E07616" w:rsidP="00DF3E14">
            <w:r w:rsidRPr="0036143C">
              <w:t>0</w:t>
            </w:r>
          </w:p>
        </w:tc>
        <w:tc>
          <w:tcPr>
            <w:tcW w:w="591" w:type="dxa"/>
            <w:gridSpan w:val="2"/>
            <w:shd w:val="clear" w:color="auto" w:fill="FFFFFF"/>
          </w:tcPr>
          <w:p w14:paraId="18CD1966" w14:textId="77777777" w:rsidR="00E07616" w:rsidRPr="0036143C" w:rsidRDefault="00E07616" w:rsidP="00DF3E14">
            <w:r w:rsidRPr="0036143C">
              <w:t>0</w:t>
            </w:r>
          </w:p>
        </w:tc>
        <w:tc>
          <w:tcPr>
            <w:tcW w:w="570" w:type="dxa"/>
            <w:gridSpan w:val="3"/>
            <w:shd w:val="clear" w:color="auto" w:fill="FFFFFF"/>
          </w:tcPr>
          <w:p w14:paraId="0F542E3B" w14:textId="77777777" w:rsidR="00E07616" w:rsidRPr="0036143C" w:rsidRDefault="00E07616" w:rsidP="00DF3E14">
            <w:r w:rsidRPr="0036143C">
              <w:t>0</w:t>
            </w:r>
          </w:p>
        </w:tc>
        <w:tc>
          <w:tcPr>
            <w:tcW w:w="569" w:type="dxa"/>
            <w:gridSpan w:val="2"/>
            <w:shd w:val="clear" w:color="auto" w:fill="FFFFFF"/>
          </w:tcPr>
          <w:p w14:paraId="2B7E4E8C" w14:textId="77777777" w:rsidR="00E07616" w:rsidRPr="0036143C" w:rsidRDefault="00E07616" w:rsidP="00DF3E14">
            <w:r w:rsidRPr="0036143C">
              <w:t>0</w:t>
            </w:r>
          </w:p>
        </w:tc>
        <w:tc>
          <w:tcPr>
            <w:tcW w:w="570" w:type="dxa"/>
            <w:gridSpan w:val="2"/>
            <w:shd w:val="clear" w:color="auto" w:fill="FFFFFF"/>
          </w:tcPr>
          <w:p w14:paraId="279824C8" w14:textId="77777777" w:rsidR="00E07616" w:rsidRPr="0036143C" w:rsidRDefault="00E07616" w:rsidP="00DF3E14">
            <w:r w:rsidRPr="0036143C">
              <w:t>0</w:t>
            </w:r>
          </w:p>
        </w:tc>
        <w:tc>
          <w:tcPr>
            <w:tcW w:w="570" w:type="dxa"/>
            <w:shd w:val="clear" w:color="auto" w:fill="FFFFFF"/>
          </w:tcPr>
          <w:p w14:paraId="12C7D0EB" w14:textId="77777777" w:rsidR="00E07616" w:rsidRPr="0036143C" w:rsidRDefault="00E07616" w:rsidP="00DF3E14">
            <w:r w:rsidRPr="0036143C">
              <w:t>0</w:t>
            </w:r>
          </w:p>
        </w:tc>
        <w:tc>
          <w:tcPr>
            <w:tcW w:w="570" w:type="dxa"/>
            <w:gridSpan w:val="4"/>
            <w:shd w:val="clear" w:color="auto" w:fill="FFFFFF"/>
          </w:tcPr>
          <w:p w14:paraId="16A68D0F" w14:textId="77777777" w:rsidR="00E07616" w:rsidRPr="0036143C" w:rsidRDefault="00E07616" w:rsidP="00DF3E14">
            <w:r w:rsidRPr="0036143C">
              <w:t>0</w:t>
            </w:r>
          </w:p>
        </w:tc>
        <w:tc>
          <w:tcPr>
            <w:tcW w:w="569" w:type="dxa"/>
            <w:gridSpan w:val="3"/>
            <w:shd w:val="clear" w:color="auto" w:fill="FFFFFF"/>
          </w:tcPr>
          <w:p w14:paraId="0E7E2915" w14:textId="77777777" w:rsidR="00E07616" w:rsidRPr="0036143C" w:rsidRDefault="00E07616" w:rsidP="00DF3E14">
            <w:r w:rsidRPr="0036143C">
              <w:t>0</w:t>
            </w:r>
          </w:p>
        </w:tc>
        <w:tc>
          <w:tcPr>
            <w:tcW w:w="570" w:type="dxa"/>
            <w:shd w:val="clear" w:color="auto" w:fill="FFFFFF"/>
          </w:tcPr>
          <w:p w14:paraId="18FAB9B0" w14:textId="77777777" w:rsidR="00E07616" w:rsidRPr="0036143C" w:rsidRDefault="00E07616" w:rsidP="00DF3E14">
            <w:r w:rsidRPr="0036143C">
              <w:t>0</w:t>
            </w:r>
          </w:p>
        </w:tc>
        <w:tc>
          <w:tcPr>
            <w:tcW w:w="570" w:type="dxa"/>
            <w:gridSpan w:val="2"/>
            <w:shd w:val="clear" w:color="auto" w:fill="FFFFFF"/>
          </w:tcPr>
          <w:p w14:paraId="65B24B1C" w14:textId="77777777" w:rsidR="00E07616" w:rsidRPr="0036143C" w:rsidRDefault="00E07616" w:rsidP="00DF3E14">
            <w:r w:rsidRPr="0036143C">
              <w:t>0</w:t>
            </w:r>
          </w:p>
        </w:tc>
        <w:tc>
          <w:tcPr>
            <w:tcW w:w="570" w:type="dxa"/>
            <w:shd w:val="clear" w:color="auto" w:fill="FFFFFF"/>
          </w:tcPr>
          <w:p w14:paraId="03F85787" w14:textId="77777777" w:rsidR="00E07616" w:rsidRPr="0036143C" w:rsidRDefault="00E07616" w:rsidP="00DF3E14">
            <w:r w:rsidRPr="0036143C">
              <w:t>0</w:t>
            </w:r>
          </w:p>
        </w:tc>
        <w:tc>
          <w:tcPr>
            <w:tcW w:w="1516" w:type="dxa"/>
            <w:gridSpan w:val="2"/>
            <w:shd w:val="clear" w:color="auto" w:fill="FFFFFF"/>
          </w:tcPr>
          <w:p w14:paraId="69428E29" w14:textId="77777777" w:rsidR="00E07616" w:rsidRPr="0036143C" w:rsidRDefault="00E07616" w:rsidP="00DF3E14">
            <w:r w:rsidRPr="0036143C">
              <w:t>0</w:t>
            </w:r>
          </w:p>
        </w:tc>
      </w:tr>
      <w:tr w:rsidR="00E07616" w:rsidRPr="0036143C" w14:paraId="2A1DD7CD" w14:textId="77777777" w:rsidTr="00DF3E14">
        <w:trPr>
          <w:trHeight w:val="360"/>
          <w:jc w:val="center"/>
        </w:trPr>
        <w:tc>
          <w:tcPr>
            <w:tcW w:w="3133" w:type="dxa"/>
            <w:gridSpan w:val="4"/>
            <w:shd w:val="clear" w:color="auto" w:fill="FFFFFF"/>
            <w:vAlign w:val="center"/>
          </w:tcPr>
          <w:p w14:paraId="02E25C86" w14:textId="77777777" w:rsidR="00E07616" w:rsidRPr="0036143C" w:rsidRDefault="00E07616" w:rsidP="00DF3E14">
            <w:r w:rsidRPr="0036143C">
              <w:t>Saldo ogółem</w:t>
            </w:r>
          </w:p>
        </w:tc>
        <w:tc>
          <w:tcPr>
            <w:tcW w:w="548" w:type="dxa"/>
            <w:gridSpan w:val="2"/>
            <w:shd w:val="clear" w:color="auto" w:fill="FFFFFF"/>
          </w:tcPr>
          <w:p w14:paraId="41043FC5" w14:textId="77777777" w:rsidR="00E07616" w:rsidRPr="0036143C" w:rsidRDefault="00E07616" w:rsidP="00DF3E14">
            <w:r w:rsidRPr="0036143C">
              <w:t>0</w:t>
            </w:r>
          </w:p>
        </w:tc>
        <w:tc>
          <w:tcPr>
            <w:tcW w:w="591" w:type="dxa"/>
            <w:gridSpan w:val="2"/>
            <w:shd w:val="clear" w:color="auto" w:fill="FFFFFF"/>
          </w:tcPr>
          <w:p w14:paraId="5B0F4029" w14:textId="77777777" w:rsidR="00E07616" w:rsidRPr="0036143C" w:rsidRDefault="00E07616" w:rsidP="00DF3E14">
            <w:r w:rsidRPr="0036143C">
              <w:t>0</w:t>
            </w:r>
          </w:p>
        </w:tc>
        <w:tc>
          <w:tcPr>
            <w:tcW w:w="570" w:type="dxa"/>
            <w:gridSpan w:val="3"/>
            <w:shd w:val="clear" w:color="auto" w:fill="FFFFFF"/>
          </w:tcPr>
          <w:p w14:paraId="731D3C55" w14:textId="77777777" w:rsidR="00E07616" w:rsidRPr="0036143C" w:rsidRDefault="00E07616" w:rsidP="00DF3E14">
            <w:r w:rsidRPr="0036143C">
              <w:t>0</w:t>
            </w:r>
          </w:p>
        </w:tc>
        <w:tc>
          <w:tcPr>
            <w:tcW w:w="569" w:type="dxa"/>
            <w:gridSpan w:val="2"/>
            <w:shd w:val="clear" w:color="auto" w:fill="FFFFFF"/>
          </w:tcPr>
          <w:p w14:paraId="43A0881B" w14:textId="77777777" w:rsidR="00E07616" w:rsidRPr="0036143C" w:rsidRDefault="00E07616" w:rsidP="00DF3E14">
            <w:r w:rsidRPr="0036143C">
              <w:t>0</w:t>
            </w:r>
          </w:p>
        </w:tc>
        <w:tc>
          <w:tcPr>
            <w:tcW w:w="570" w:type="dxa"/>
            <w:gridSpan w:val="2"/>
            <w:shd w:val="clear" w:color="auto" w:fill="FFFFFF"/>
          </w:tcPr>
          <w:p w14:paraId="00925E23" w14:textId="77777777" w:rsidR="00E07616" w:rsidRPr="0036143C" w:rsidRDefault="00E07616" w:rsidP="00DF3E14">
            <w:r w:rsidRPr="0036143C">
              <w:t>0</w:t>
            </w:r>
          </w:p>
        </w:tc>
        <w:tc>
          <w:tcPr>
            <w:tcW w:w="570" w:type="dxa"/>
            <w:shd w:val="clear" w:color="auto" w:fill="FFFFFF"/>
          </w:tcPr>
          <w:p w14:paraId="0A320E87" w14:textId="77777777" w:rsidR="00E07616" w:rsidRPr="0036143C" w:rsidRDefault="00E07616" w:rsidP="00DF3E14">
            <w:r w:rsidRPr="0036143C">
              <w:t>0</w:t>
            </w:r>
          </w:p>
        </w:tc>
        <w:tc>
          <w:tcPr>
            <w:tcW w:w="570" w:type="dxa"/>
            <w:gridSpan w:val="4"/>
            <w:shd w:val="clear" w:color="auto" w:fill="FFFFFF"/>
          </w:tcPr>
          <w:p w14:paraId="3D641228" w14:textId="77777777" w:rsidR="00E07616" w:rsidRPr="0036143C" w:rsidRDefault="00E07616" w:rsidP="00DF3E14">
            <w:r w:rsidRPr="0036143C">
              <w:t>0</w:t>
            </w:r>
          </w:p>
        </w:tc>
        <w:tc>
          <w:tcPr>
            <w:tcW w:w="569" w:type="dxa"/>
            <w:gridSpan w:val="3"/>
            <w:shd w:val="clear" w:color="auto" w:fill="FFFFFF"/>
          </w:tcPr>
          <w:p w14:paraId="431967F4" w14:textId="77777777" w:rsidR="00E07616" w:rsidRPr="0036143C" w:rsidRDefault="00E07616" w:rsidP="00DF3E14">
            <w:r w:rsidRPr="0036143C">
              <w:t>0</w:t>
            </w:r>
          </w:p>
        </w:tc>
        <w:tc>
          <w:tcPr>
            <w:tcW w:w="570" w:type="dxa"/>
            <w:shd w:val="clear" w:color="auto" w:fill="FFFFFF"/>
          </w:tcPr>
          <w:p w14:paraId="40B5CE83" w14:textId="77777777" w:rsidR="00E07616" w:rsidRPr="0036143C" w:rsidRDefault="00E07616" w:rsidP="00DF3E14">
            <w:r w:rsidRPr="0036143C">
              <w:t>0</w:t>
            </w:r>
          </w:p>
        </w:tc>
        <w:tc>
          <w:tcPr>
            <w:tcW w:w="570" w:type="dxa"/>
            <w:gridSpan w:val="2"/>
            <w:shd w:val="clear" w:color="auto" w:fill="FFFFFF"/>
          </w:tcPr>
          <w:p w14:paraId="19C04D63" w14:textId="77777777" w:rsidR="00E07616" w:rsidRPr="0036143C" w:rsidRDefault="00E07616" w:rsidP="00DF3E14">
            <w:r w:rsidRPr="0036143C">
              <w:t>0</w:t>
            </w:r>
          </w:p>
        </w:tc>
        <w:tc>
          <w:tcPr>
            <w:tcW w:w="570" w:type="dxa"/>
            <w:shd w:val="clear" w:color="auto" w:fill="FFFFFF"/>
          </w:tcPr>
          <w:p w14:paraId="0165819F" w14:textId="77777777" w:rsidR="00E07616" w:rsidRPr="0036143C" w:rsidRDefault="00E07616" w:rsidP="00DF3E14">
            <w:r w:rsidRPr="0036143C">
              <w:t>0</w:t>
            </w:r>
          </w:p>
        </w:tc>
        <w:tc>
          <w:tcPr>
            <w:tcW w:w="1516" w:type="dxa"/>
            <w:gridSpan w:val="2"/>
            <w:shd w:val="clear" w:color="auto" w:fill="FFFFFF"/>
          </w:tcPr>
          <w:p w14:paraId="2E2A5C26" w14:textId="77777777" w:rsidR="00E07616" w:rsidRPr="0036143C" w:rsidRDefault="00E07616" w:rsidP="00DF3E14">
            <w:r w:rsidRPr="0036143C">
              <w:t>0</w:t>
            </w:r>
          </w:p>
        </w:tc>
      </w:tr>
      <w:tr w:rsidR="00E07616" w:rsidRPr="0036143C" w14:paraId="29632DD1" w14:textId="77777777" w:rsidTr="00DF3E14">
        <w:trPr>
          <w:trHeight w:val="360"/>
          <w:jc w:val="center"/>
        </w:trPr>
        <w:tc>
          <w:tcPr>
            <w:tcW w:w="3133" w:type="dxa"/>
            <w:gridSpan w:val="4"/>
            <w:shd w:val="clear" w:color="auto" w:fill="FFFFFF"/>
            <w:vAlign w:val="center"/>
          </w:tcPr>
          <w:p w14:paraId="55ECA914" w14:textId="77777777" w:rsidR="00E07616" w:rsidRPr="0036143C" w:rsidRDefault="00E07616" w:rsidP="00DF3E14">
            <w:r w:rsidRPr="0036143C">
              <w:t>budżet państwa</w:t>
            </w:r>
          </w:p>
        </w:tc>
        <w:tc>
          <w:tcPr>
            <w:tcW w:w="548" w:type="dxa"/>
            <w:gridSpan w:val="2"/>
            <w:shd w:val="clear" w:color="auto" w:fill="FFFFFF"/>
          </w:tcPr>
          <w:p w14:paraId="731F3F0A" w14:textId="77777777" w:rsidR="00E07616" w:rsidRPr="0036143C" w:rsidRDefault="00E07616" w:rsidP="00DF3E14">
            <w:r w:rsidRPr="0036143C">
              <w:t>0</w:t>
            </w:r>
          </w:p>
        </w:tc>
        <w:tc>
          <w:tcPr>
            <w:tcW w:w="591" w:type="dxa"/>
            <w:gridSpan w:val="2"/>
            <w:shd w:val="clear" w:color="auto" w:fill="FFFFFF"/>
          </w:tcPr>
          <w:p w14:paraId="10C251D4" w14:textId="77777777" w:rsidR="00E07616" w:rsidRPr="0036143C" w:rsidRDefault="00E07616" w:rsidP="00DF3E14">
            <w:r w:rsidRPr="0036143C">
              <w:t>0</w:t>
            </w:r>
          </w:p>
        </w:tc>
        <w:tc>
          <w:tcPr>
            <w:tcW w:w="570" w:type="dxa"/>
            <w:gridSpan w:val="3"/>
            <w:shd w:val="clear" w:color="auto" w:fill="FFFFFF"/>
          </w:tcPr>
          <w:p w14:paraId="09C9FAC6" w14:textId="77777777" w:rsidR="00E07616" w:rsidRPr="0036143C" w:rsidRDefault="00E07616" w:rsidP="00DF3E14">
            <w:r w:rsidRPr="0036143C">
              <w:t>0</w:t>
            </w:r>
          </w:p>
        </w:tc>
        <w:tc>
          <w:tcPr>
            <w:tcW w:w="569" w:type="dxa"/>
            <w:gridSpan w:val="2"/>
            <w:shd w:val="clear" w:color="auto" w:fill="FFFFFF"/>
          </w:tcPr>
          <w:p w14:paraId="24A63FB8" w14:textId="77777777" w:rsidR="00E07616" w:rsidRPr="0036143C" w:rsidRDefault="00E07616" w:rsidP="00DF3E14">
            <w:r w:rsidRPr="0036143C">
              <w:t>0</w:t>
            </w:r>
          </w:p>
        </w:tc>
        <w:tc>
          <w:tcPr>
            <w:tcW w:w="570" w:type="dxa"/>
            <w:gridSpan w:val="2"/>
            <w:shd w:val="clear" w:color="auto" w:fill="FFFFFF"/>
          </w:tcPr>
          <w:p w14:paraId="18E73BC1" w14:textId="77777777" w:rsidR="00E07616" w:rsidRPr="0036143C" w:rsidRDefault="00E07616" w:rsidP="00DF3E14">
            <w:r w:rsidRPr="0036143C">
              <w:t>0</w:t>
            </w:r>
          </w:p>
        </w:tc>
        <w:tc>
          <w:tcPr>
            <w:tcW w:w="570" w:type="dxa"/>
            <w:shd w:val="clear" w:color="auto" w:fill="FFFFFF"/>
          </w:tcPr>
          <w:p w14:paraId="79EC20A5" w14:textId="77777777" w:rsidR="00E07616" w:rsidRPr="0036143C" w:rsidRDefault="00E07616" w:rsidP="00DF3E14">
            <w:r w:rsidRPr="0036143C">
              <w:t>0</w:t>
            </w:r>
          </w:p>
        </w:tc>
        <w:tc>
          <w:tcPr>
            <w:tcW w:w="570" w:type="dxa"/>
            <w:gridSpan w:val="4"/>
            <w:shd w:val="clear" w:color="auto" w:fill="FFFFFF"/>
          </w:tcPr>
          <w:p w14:paraId="72AD495B" w14:textId="77777777" w:rsidR="00E07616" w:rsidRPr="0036143C" w:rsidRDefault="00E07616" w:rsidP="00DF3E14">
            <w:r w:rsidRPr="0036143C">
              <w:t>0</w:t>
            </w:r>
          </w:p>
        </w:tc>
        <w:tc>
          <w:tcPr>
            <w:tcW w:w="569" w:type="dxa"/>
            <w:gridSpan w:val="3"/>
            <w:shd w:val="clear" w:color="auto" w:fill="FFFFFF"/>
          </w:tcPr>
          <w:p w14:paraId="7CE42C27" w14:textId="77777777" w:rsidR="00E07616" w:rsidRPr="0036143C" w:rsidRDefault="00E07616" w:rsidP="00DF3E14">
            <w:r w:rsidRPr="0036143C">
              <w:t>0</w:t>
            </w:r>
          </w:p>
        </w:tc>
        <w:tc>
          <w:tcPr>
            <w:tcW w:w="570" w:type="dxa"/>
            <w:shd w:val="clear" w:color="auto" w:fill="FFFFFF"/>
          </w:tcPr>
          <w:p w14:paraId="587EDD5C" w14:textId="77777777" w:rsidR="00E07616" w:rsidRPr="0036143C" w:rsidRDefault="00E07616" w:rsidP="00DF3E14">
            <w:r w:rsidRPr="0036143C">
              <w:t>0</w:t>
            </w:r>
          </w:p>
        </w:tc>
        <w:tc>
          <w:tcPr>
            <w:tcW w:w="570" w:type="dxa"/>
            <w:gridSpan w:val="2"/>
            <w:shd w:val="clear" w:color="auto" w:fill="FFFFFF"/>
          </w:tcPr>
          <w:p w14:paraId="15FF02BE" w14:textId="77777777" w:rsidR="00E07616" w:rsidRPr="0036143C" w:rsidRDefault="00E07616" w:rsidP="00DF3E14">
            <w:r w:rsidRPr="0036143C">
              <w:t>0</w:t>
            </w:r>
          </w:p>
        </w:tc>
        <w:tc>
          <w:tcPr>
            <w:tcW w:w="570" w:type="dxa"/>
            <w:shd w:val="clear" w:color="auto" w:fill="FFFFFF"/>
          </w:tcPr>
          <w:p w14:paraId="7318F136" w14:textId="77777777" w:rsidR="00E07616" w:rsidRPr="0036143C" w:rsidRDefault="00E07616" w:rsidP="00DF3E14">
            <w:r w:rsidRPr="0036143C">
              <w:t>0</w:t>
            </w:r>
          </w:p>
        </w:tc>
        <w:tc>
          <w:tcPr>
            <w:tcW w:w="1516" w:type="dxa"/>
            <w:gridSpan w:val="2"/>
            <w:shd w:val="clear" w:color="auto" w:fill="FFFFFF"/>
          </w:tcPr>
          <w:p w14:paraId="1EEA9BAE" w14:textId="77777777" w:rsidR="00E07616" w:rsidRPr="0036143C" w:rsidRDefault="00E07616" w:rsidP="00DF3E14">
            <w:r w:rsidRPr="0036143C">
              <w:t>0</w:t>
            </w:r>
          </w:p>
        </w:tc>
      </w:tr>
      <w:tr w:rsidR="00E07616" w:rsidRPr="0036143C" w14:paraId="3A72F151" w14:textId="77777777" w:rsidTr="00DF3E14">
        <w:trPr>
          <w:trHeight w:val="357"/>
          <w:jc w:val="center"/>
        </w:trPr>
        <w:tc>
          <w:tcPr>
            <w:tcW w:w="3133" w:type="dxa"/>
            <w:gridSpan w:val="4"/>
            <w:shd w:val="clear" w:color="auto" w:fill="FFFFFF"/>
            <w:vAlign w:val="center"/>
          </w:tcPr>
          <w:p w14:paraId="5CE168F7" w14:textId="77777777" w:rsidR="00E07616" w:rsidRPr="0036143C" w:rsidRDefault="00E07616" w:rsidP="00DF3E14">
            <w:r w:rsidRPr="0036143C">
              <w:t>JST</w:t>
            </w:r>
          </w:p>
        </w:tc>
        <w:tc>
          <w:tcPr>
            <w:tcW w:w="548" w:type="dxa"/>
            <w:gridSpan w:val="2"/>
            <w:shd w:val="clear" w:color="auto" w:fill="FFFFFF"/>
          </w:tcPr>
          <w:p w14:paraId="4E84B4DB" w14:textId="77777777" w:rsidR="00E07616" w:rsidRPr="0036143C" w:rsidRDefault="00E07616" w:rsidP="00DF3E14">
            <w:r w:rsidRPr="0036143C">
              <w:t>0</w:t>
            </w:r>
          </w:p>
        </w:tc>
        <w:tc>
          <w:tcPr>
            <w:tcW w:w="591" w:type="dxa"/>
            <w:gridSpan w:val="2"/>
            <w:shd w:val="clear" w:color="auto" w:fill="FFFFFF"/>
          </w:tcPr>
          <w:p w14:paraId="541B0954" w14:textId="77777777" w:rsidR="00E07616" w:rsidRPr="0036143C" w:rsidRDefault="00E07616" w:rsidP="00DF3E14">
            <w:r w:rsidRPr="0036143C">
              <w:t>0</w:t>
            </w:r>
          </w:p>
        </w:tc>
        <w:tc>
          <w:tcPr>
            <w:tcW w:w="570" w:type="dxa"/>
            <w:gridSpan w:val="3"/>
            <w:shd w:val="clear" w:color="auto" w:fill="FFFFFF"/>
          </w:tcPr>
          <w:p w14:paraId="2C41B834" w14:textId="77777777" w:rsidR="00E07616" w:rsidRPr="0036143C" w:rsidRDefault="00E07616" w:rsidP="00DF3E14">
            <w:r w:rsidRPr="0036143C">
              <w:t>0</w:t>
            </w:r>
          </w:p>
        </w:tc>
        <w:tc>
          <w:tcPr>
            <w:tcW w:w="569" w:type="dxa"/>
            <w:gridSpan w:val="2"/>
            <w:shd w:val="clear" w:color="auto" w:fill="FFFFFF"/>
          </w:tcPr>
          <w:p w14:paraId="704470D0" w14:textId="77777777" w:rsidR="00E07616" w:rsidRPr="0036143C" w:rsidRDefault="00E07616" w:rsidP="00DF3E14">
            <w:r w:rsidRPr="0036143C">
              <w:t>0</w:t>
            </w:r>
          </w:p>
        </w:tc>
        <w:tc>
          <w:tcPr>
            <w:tcW w:w="570" w:type="dxa"/>
            <w:gridSpan w:val="2"/>
            <w:shd w:val="clear" w:color="auto" w:fill="FFFFFF"/>
          </w:tcPr>
          <w:p w14:paraId="0CA8D82C" w14:textId="77777777" w:rsidR="00E07616" w:rsidRPr="0036143C" w:rsidRDefault="00E07616" w:rsidP="00DF3E14">
            <w:r w:rsidRPr="0036143C">
              <w:t>0</w:t>
            </w:r>
          </w:p>
        </w:tc>
        <w:tc>
          <w:tcPr>
            <w:tcW w:w="570" w:type="dxa"/>
            <w:shd w:val="clear" w:color="auto" w:fill="FFFFFF"/>
          </w:tcPr>
          <w:p w14:paraId="4479C628" w14:textId="77777777" w:rsidR="00E07616" w:rsidRPr="0036143C" w:rsidRDefault="00E07616" w:rsidP="00DF3E14">
            <w:r w:rsidRPr="0036143C">
              <w:t>0</w:t>
            </w:r>
          </w:p>
        </w:tc>
        <w:tc>
          <w:tcPr>
            <w:tcW w:w="570" w:type="dxa"/>
            <w:gridSpan w:val="4"/>
            <w:shd w:val="clear" w:color="auto" w:fill="FFFFFF"/>
          </w:tcPr>
          <w:p w14:paraId="0EB3D2E3" w14:textId="77777777" w:rsidR="00E07616" w:rsidRPr="0036143C" w:rsidRDefault="00E07616" w:rsidP="00DF3E14">
            <w:r w:rsidRPr="0036143C">
              <w:t>0</w:t>
            </w:r>
          </w:p>
        </w:tc>
        <w:tc>
          <w:tcPr>
            <w:tcW w:w="569" w:type="dxa"/>
            <w:gridSpan w:val="3"/>
            <w:shd w:val="clear" w:color="auto" w:fill="FFFFFF"/>
          </w:tcPr>
          <w:p w14:paraId="23AE0697" w14:textId="77777777" w:rsidR="00E07616" w:rsidRPr="0036143C" w:rsidRDefault="00E07616" w:rsidP="00DF3E14">
            <w:r w:rsidRPr="0036143C">
              <w:t>0</w:t>
            </w:r>
          </w:p>
        </w:tc>
        <w:tc>
          <w:tcPr>
            <w:tcW w:w="570" w:type="dxa"/>
            <w:shd w:val="clear" w:color="auto" w:fill="FFFFFF"/>
          </w:tcPr>
          <w:p w14:paraId="663F8434" w14:textId="77777777" w:rsidR="00E07616" w:rsidRPr="0036143C" w:rsidRDefault="00E07616" w:rsidP="00DF3E14">
            <w:r w:rsidRPr="0036143C">
              <w:t>0</w:t>
            </w:r>
          </w:p>
        </w:tc>
        <w:tc>
          <w:tcPr>
            <w:tcW w:w="570" w:type="dxa"/>
            <w:gridSpan w:val="2"/>
            <w:shd w:val="clear" w:color="auto" w:fill="FFFFFF"/>
          </w:tcPr>
          <w:p w14:paraId="2DBFA552" w14:textId="77777777" w:rsidR="00E07616" w:rsidRPr="0036143C" w:rsidRDefault="00E07616" w:rsidP="00DF3E14">
            <w:r w:rsidRPr="0036143C">
              <w:t>0</w:t>
            </w:r>
          </w:p>
        </w:tc>
        <w:tc>
          <w:tcPr>
            <w:tcW w:w="570" w:type="dxa"/>
            <w:shd w:val="clear" w:color="auto" w:fill="FFFFFF"/>
          </w:tcPr>
          <w:p w14:paraId="2C35F9E1" w14:textId="77777777" w:rsidR="00E07616" w:rsidRPr="0036143C" w:rsidRDefault="00E07616" w:rsidP="00DF3E14">
            <w:r w:rsidRPr="0036143C">
              <w:t>0</w:t>
            </w:r>
          </w:p>
        </w:tc>
        <w:tc>
          <w:tcPr>
            <w:tcW w:w="1516" w:type="dxa"/>
            <w:gridSpan w:val="2"/>
            <w:shd w:val="clear" w:color="auto" w:fill="FFFFFF"/>
          </w:tcPr>
          <w:p w14:paraId="2DC00455" w14:textId="77777777" w:rsidR="00E07616" w:rsidRPr="0036143C" w:rsidRDefault="00E07616" w:rsidP="00DF3E14">
            <w:r w:rsidRPr="0036143C">
              <w:t>0</w:t>
            </w:r>
          </w:p>
        </w:tc>
      </w:tr>
      <w:tr w:rsidR="00E07616" w:rsidRPr="0036143C" w14:paraId="1815DADD" w14:textId="77777777" w:rsidTr="00DF3E14">
        <w:trPr>
          <w:trHeight w:val="357"/>
          <w:jc w:val="center"/>
        </w:trPr>
        <w:tc>
          <w:tcPr>
            <w:tcW w:w="3133" w:type="dxa"/>
            <w:gridSpan w:val="4"/>
            <w:shd w:val="clear" w:color="auto" w:fill="FFFFFF"/>
            <w:vAlign w:val="center"/>
          </w:tcPr>
          <w:p w14:paraId="66A0925B" w14:textId="77777777" w:rsidR="00E07616" w:rsidRPr="0036143C" w:rsidRDefault="00E07616" w:rsidP="00DF3E14">
            <w:r w:rsidRPr="0036143C">
              <w:t>pozostałe jednostki (oddzielnie)</w:t>
            </w:r>
          </w:p>
        </w:tc>
        <w:tc>
          <w:tcPr>
            <w:tcW w:w="548" w:type="dxa"/>
            <w:gridSpan w:val="2"/>
            <w:shd w:val="clear" w:color="auto" w:fill="FFFFFF"/>
          </w:tcPr>
          <w:p w14:paraId="391B9669" w14:textId="77777777" w:rsidR="00E07616" w:rsidRPr="0036143C" w:rsidRDefault="00E07616" w:rsidP="00DF3E14">
            <w:r w:rsidRPr="0036143C">
              <w:t>0</w:t>
            </w:r>
          </w:p>
        </w:tc>
        <w:tc>
          <w:tcPr>
            <w:tcW w:w="591" w:type="dxa"/>
            <w:gridSpan w:val="2"/>
            <w:shd w:val="clear" w:color="auto" w:fill="FFFFFF"/>
          </w:tcPr>
          <w:p w14:paraId="7265FC74" w14:textId="77777777" w:rsidR="00E07616" w:rsidRPr="0036143C" w:rsidRDefault="00E07616" w:rsidP="00DF3E14">
            <w:r w:rsidRPr="0036143C">
              <w:t>0</w:t>
            </w:r>
          </w:p>
        </w:tc>
        <w:tc>
          <w:tcPr>
            <w:tcW w:w="570" w:type="dxa"/>
            <w:gridSpan w:val="3"/>
            <w:shd w:val="clear" w:color="auto" w:fill="FFFFFF"/>
          </w:tcPr>
          <w:p w14:paraId="4D92E4D4" w14:textId="77777777" w:rsidR="00E07616" w:rsidRPr="0036143C" w:rsidRDefault="00E07616" w:rsidP="00DF3E14">
            <w:r w:rsidRPr="0036143C">
              <w:t>0</w:t>
            </w:r>
          </w:p>
        </w:tc>
        <w:tc>
          <w:tcPr>
            <w:tcW w:w="569" w:type="dxa"/>
            <w:gridSpan w:val="2"/>
            <w:shd w:val="clear" w:color="auto" w:fill="FFFFFF"/>
          </w:tcPr>
          <w:p w14:paraId="17616811" w14:textId="77777777" w:rsidR="00E07616" w:rsidRPr="0036143C" w:rsidRDefault="00E07616" w:rsidP="00DF3E14">
            <w:r w:rsidRPr="0036143C">
              <w:t>0</w:t>
            </w:r>
          </w:p>
        </w:tc>
        <w:tc>
          <w:tcPr>
            <w:tcW w:w="570" w:type="dxa"/>
            <w:gridSpan w:val="2"/>
            <w:shd w:val="clear" w:color="auto" w:fill="FFFFFF"/>
          </w:tcPr>
          <w:p w14:paraId="0EE21FDB" w14:textId="77777777" w:rsidR="00E07616" w:rsidRPr="0036143C" w:rsidRDefault="00E07616" w:rsidP="00DF3E14">
            <w:r w:rsidRPr="0036143C">
              <w:t>0</w:t>
            </w:r>
          </w:p>
        </w:tc>
        <w:tc>
          <w:tcPr>
            <w:tcW w:w="570" w:type="dxa"/>
            <w:shd w:val="clear" w:color="auto" w:fill="FFFFFF"/>
          </w:tcPr>
          <w:p w14:paraId="13ECD992" w14:textId="77777777" w:rsidR="00E07616" w:rsidRPr="0036143C" w:rsidRDefault="00E07616" w:rsidP="00DF3E14">
            <w:r w:rsidRPr="0036143C">
              <w:t>0</w:t>
            </w:r>
          </w:p>
        </w:tc>
        <w:tc>
          <w:tcPr>
            <w:tcW w:w="570" w:type="dxa"/>
            <w:gridSpan w:val="4"/>
            <w:shd w:val="clear" w:color="auto" w:fill="FFFFFF"/>
          </w:tcPr>
          <w:p w14:paraId="006374AF" w14:textId="77777777" w:rsidR="00E07616" w:rsidRPr="0036143C" w:rsidRDefault="00E07616" w:rsidP="00DF3E14">
            <w:r w:rsidRPr="0036143C">
              <w:t>0</w:t>
            </w:r>
          </w:p>
        </w:tc>
        <w:tc>
          <w:tcPr>
            <w:tcW w:w="569" w:type="dxa"/>
            <w:gridSpan w:val="3"/>
            <w:shd w:val="clear" w:color="auto" w:fill="FFFFFF"/>
          </w:tcPr>
          <w:p w14:paraId="02800B5C" w14:textId="77777777" w:rsidR="00E07616" w:rsidRPr="0036143C" w:rsidRDefault="00E07616" w:rsidP="00DF3E14">
            <w:r w:rsidRPr="0036143C">
              <w:t>0</w:t>
            </w:r>
          </w:p>
        </w:tc>
        <w:tc>
          <w:tcPr>
            <w:tcW w:w="570" w:type="dxa"/>
            <w:shd w:val="clear" w:color="auto" w:fill="FFFFFF"/>
          </w:tcPr>
          <w:p w14:paraId="05407B3B" w14:textId="77777777" w:rsidR="00E07616" w:rsidRPr="0036143C" w:rsidRDefault="00E07616" w:rsidP="00DF3E14">
            <w:r w:rsidRPr="0036143C">
              <w:t>0</w:t>
            </w:r>
          </w:p>
        </w:tc>
        <w:tc>
          <w:tcPr>
            <w:tcW w:w="570" w:type="dxa"/>
            <w:gridSpan w:val="2"/>
            <w:shd w:val="clear" w:color="auto" w:fill="FFFFFF"/>
          </w:tcPr>
          <w:p w14:paraId="15C427C5" w14:textId="77777777" w:rsidR="00E07616" w:rsidRPr="0036143C" w:rsidRDefault="00E07616" w:rsidP="00DF3E14">
            <w:r w:rsidRPr="0036143C">
              <w:t>0</w:t>
            </w:r>
          </w:p>
        </w:tc>
        <w:tc>
          <w:tcPr>
            <w:tcW w:w="570" w:type="dxa"/>
            <w:shd w:val="clear" w:color="auto" w:fill="FFFFFF"/>
          </w:tcPr>
          <w:p w14:paraId="21365DA3" w14:textId="77777777" w:rsidR="00E07616" w:rsidRPr="0036143C" w:rsidRDefault="00E07616" w:rsidP="00DF3E14">
            <w:r w:rsidRPr="0036143C">
              <w:t>0</w:t>
            </w:r>
          </w:p>
        </w:tc>
        <w:tc>
          <w:tcPr>
            <w:tcW w:w="1516" w:type="dxa"/>
            <w:gridSpan w:val="2"/>
            <w:shd w:val="clear" w:color="auto" w:fill="FFFFFF"/>
          </w:tcPr>
          <w:p w14:paraId="3DB306BA" w14:textId="77777777" w:rsidR="00E07616" w:rsidRPr="0036143C" w:rsidRDefault="00E07616" w:rsidP="00DF3E14">
            <w:r w:rsidRPr="0036143C">
              <w:t>0</w:t>
            </w:r>
          </w:p>
        </w:tc>
      </w:tr>
      <w:tr w:rsidR="00E07616" w:rsidRPr="0036143C" w14:paraId="735E19BD" w14:textId="77777777" w:rsidTr="00DF3E14">
        <w:trPr>
          <w:trHeight w:val="348"/>
          <w:jc w:val="center"/>
        </w:trPr>
        <w:tc>
          <w:tcPr>
            <w:tcW w:w="2243" w:type="dxa"/>
            <w:gridSpan w:val="3"/>
            <w:shd w:val="clear" w:color="auto" w:fill="FFFFFF"/>
            <w:vAlign w:val="center"/>
          </w:tcPr>
          <w:p w14:paraId="1979FE72" w14:textId="77777777" w:rsidR="00E07616" w:rsidRPr="0036143C" w:rsidRDefault="00E07616" w:rsidP="00155B22">
            <w:pPr>
              <w:spacing w:line="276" w:lineRule="auto"/>
            </w:pPr>
            <w:r w:rsidRPr="0036143C">
              <w:t xml:space="preserve">Źródła finansowania </w:t>
            </w:r>
          </w:p>
        </w:tc>
        <w:tc>
          <w:tcPr>
            <w:tcW w:w="8673" w:type="dxa"/>
            <w:gridSpan w:val="26"/>
            <w:shd w:val="clear" w:color="auto" w:fill="FFFFFF"/>
            <w:vAlign w:val="center"/>
          </w:tcPr>
          <w:p w14:paraId="78230AB1" w14:textId="15EE7C36" w:rsidR="00E07616" w:rsidRPr="0036143C" w:rsidRDefault="00DA4DF4" w:rsidP="00E70CD1">
            <w:pPr>
              <w:spacing w:line="276" w:lineRule="auto"/>
              <w:jc w:val="both"/>
            </w:pPr>
            <w:r w:rsidRPr="0036143C">
              <w:t>Niniejsze rozporządzenie gwarantujące określoną dostępność i pojemność skrzynek doręczeń nie będzie miało wpływu na sektor finansów publicznych.</w:t>
            </w:r>
          </w:p>
        </w:tc>
      </w:tr>
      <w:tr w:rsidR="00E07616" w:rsidRPr="0036143C" w14:paraId="67D1C9E6" w14:textId="77777777" w:rsidTr="00DF3E14">
        <w:trPr>
          <w:trHeight w:val="1926"/>
          <w:jc w:val="center"/>
        </w:trPr>
        <w:tc>
          <w:tcPr>
            <w:tcW w:w="2243" w:type="dxa"/>
            <w:gridSpan w:val="3"/>
            <w:shd w:val="clear" w:color="auto" w:fill="FFFFFF"/>
          </w:tcPr>
          <w:p w14:paraId="7C0E6829" w14:textId="77777777" w:rsidR="00E07616" w:rsidRPr="0036143C" w:rsidRDefault="00E07616" w:rsidP="00155B22">
            <w:pPr>
              <w:spacing w:line="276" w:lineRule="auto"/>
            </w:pPr>
            <w:r w:rsidRPr="0036143C">
              <w:lastRenderedPageBreak/>
              <w:t>Dodatkowe informacje, w tym wskazanie źródeł danych i przyjętych do obliczeń założeń</w:t>
            </w:r>
          </w:p>
        </w:tc>
        <w:tc>
          <w:tcPr>
            <w:tcW w:w="8673" w:type="dxa"/>
            <w:gridSpan w:val="26"/>
            <w:shd w:val="clear" w:color="auto" w:fill="FFFFFF"/>
          </w:tcPr>
          <w:p w14:paraId="4FBEDA84" w14:textId="55624BAB" w:rsidR="00E07616" w:rsidRPr="0036143C" w:rsidRDefault="00E07616" w:rsidP="00E70CD1">
            <w:pPr>
              <w:spacing w:line="276" w:lineRule="auto"/>
              <w:jc w:val="both"/>
            </w:pPr>
            <w:r w:rsidRPr="0036143C">
              <w:t xml:space="preserve"> Szczegóły dot</w:t>
            </w:r>
            <w:r w:rsidR="002F0DB3" w:rsidRPr="0036143C">
              <w:t>yczące</w:t>
            </w:r>
            <w:r w:rsidRPr="0036143C">
              <w:t xml:space="preserve"> wpływu całości projektu e-Doręczeń na sektor finansów publiczny zostały opisane w ramach dokumentu OSR ustawy z dn. 18 listopada 2020 r. o doręczeniach elektronicznych. Koszty utrzymywania skrzynki doręczeń ponoszone przez operatora wyznaczonego wliczone są do opłat za usługę rejestrowanego doręczenia (art. 52 ust. 4 ustawy </w:t>
            </w:r>
            <w:r w:rsidR="004E633A" w:rsidRPr="0036143C">
              <w:t>z dnia 18 listopada 2020 r. o</w:t>
            </w:r>
            <w:r w:rsidRPr="0036143C">
              <w:t xml:space="preserve"> doręczeniach elektronicznych). Natomiast użytkownikom udostępniona zostanie bezpłatna aplikacja kliencka.</w:t>
            </w:r>
          </w:p>
        </w:tc>
      </w:tr>
      <w:tr w:rsidR="00E07616" w:rsidRPr="0036143C" w14:paraId="62171CB1" w14:textId="77777777" w:rsidTr="00DF3E14">
        <w:trPr>
          <w:trHeight w:val="345"/>
          <w:jc w:val="center"/>
        </w:trPr>
        <w:tc>
          <w:tcPr>
            <w:tcW w:w="10916" w:type="dxa"/>
            <w:gridSpan w:val="29"/>
            <w:shd w:val="clear" w:color="auto" w:fill="99CCFF"/>
          </w:tcPr>
          <w:p w14:paraId="763B757C" w14:textId="780E8663" w:rsidR="00E07616" w:rsidRPr="0036143C" w:rsidRDefault="0013334D" w:rsidP="00DF3E14">
            <w:pPr>
              <w:rPr>
                <w:rStyle w:val="Ppogrubienie"/>
              </w:rPr>
            </w:pPr>
            <w:r w:rsidRPr="0036143C">
              <w:rPr>
                <w:rStyle w:val="Ppogrubienie"/>
              </w:rPr>
              <w:t xml:space="preserve">7. </w:t>
            </w:r>
            <w:r w:rsidR="00E07616" w:rsidRPr="0036143C">
              <w:rPr>
                <w:rStyle w:val="Ppogrubienie"/>
              </w:rPr>
              <w:t xml:space="preserve">Wpływ na konkurencyjność gospodarki i przedsiębiorczość, w tym funkcjonowanie przedsiębiorców oraz na rodzinę, obywateli i gospodarstwa domowe </w:t>
            </w:r>
          </w:p>
        </w:tc>
      </w:tr>
      <w:tr w:rsidR="00E07616" w:rsidRPr="0036143C" w14:paraId="4ACCB797" w14:textId="77777777" w:rsidTr="00DF3E14">
        <w:trPr>
          <w:trHeight w:val="142"/>
          <w:jc w:val="center"/>
        </w:trPr>
        <w:tc>
          <w:tcPr>
            <w:tcW w:w="10916" w:type="dxa"/>
            <w:gridSpan w:val="29"/>
            <w:shd w:val="clear" w:color="auto" w:fill="FFFFFF"/>
          </w:tcPr>
          <w:p w14:paraId="2BB49BE0" w14:textId="77777777" w:rsidR="00E07616" w:rsidRPr="0036143C" w:rsidRDefault="00E07616" w:rsidP="00DF3E14">
            <w:r w:rsidRPr="0036143C">
              <w:t>Skutki</w:t>
            </w:r>
          </w:p>
        </w:tc>
      </w:tr>
      <w:tr w:rsidR="00E07616" w:rsidRPr="0036143C" w14:paraId="4435F4E4" w14:textId="77777777" w:rsidTr="00DF3E14">
        <w:trPr>
          <w:trHeight w:val="142"/>
          <w:jc w:val="center"/>
        </w:trPr>
        <w:tc>
          <w:tcPr>
            <w:tcW w:w="3889" w:type="dxa"/>
            <w:gridSpan w:val="7"/>
            <w:shd w:val="clear" w:color="auto" w:fill="FFFFFF"/>
          </w:tcPr>
          <w:p w14:paraId="2AAC062E" w14:textId="77777777" w:rsidR="00E07616" w:rsidRPr="0036143C" w:rsidRDefault="00E07616" w:rsidP="00DF3E14">
            <w:r w:rsidRPr="0036143C">
              <w:t>Czas w latach od wejścia w życie zmian</w:t>
            </w:r>
          </w:p>
        </w:tc>
        <w:tc>
          <w:tcPr>
            <w:tcW w:w="937" w:type="dxa"/>
            <w:gridSpan w:val="3"/>
            <w:shd w:val="clear" w:color="auto" w:fill="FFFFFF"/>
          </w:tcPr>
          <w:p w14:paraId="2475E2E3" w14:textId="77777777" w:rsidR="00E07616" w:rsidRPr="0036143C" w:rsidRDefault="00E07616" w:rsidP="00DF3E14">
            <w:r w:rsidRPr="0036143C">
              <w:t>0</w:t>
            </w:r>
          </w:p>
        </w:tc>
        <w:tc>
          <w:tcPr>
            <w:tcW w:w="938" w:type="dxa"/>
            <w:gridSpan w:val="4"/>
            <w:shd w:val="clear" w:color="auto" w:fill="FFFFFF"/>
          </w:tcPr>
          <w:p w14:paraId="598DDF94" w14:textId="77777777" w:rsidR="00E07616" w:rsidRPr="0036143C" w:rsidRDefault="00E07616" w:rsidP="00DF3E14">
            <w:r w:rsidRPr="0036143C">
              <w:t>1</w:t>
            </w:r>
          </w:p>
        </w:tc>
        <w:tc>
          <w:tcPr>
            <w:tcW w:w="938" w:type="dxa"/>
            <w:gridSpan w:val="4"/>
            <w:shd w:val="clear" w:color="auto" w:fill="FFFFFF"/>
          </w:tcPr>
          <w:p w14:paraId="32C704B0" w14:textId="77777777" w:rsidR="00E07616" w:rsidRPr="0036143C" w:rsidRDefault="00E07616" w:rsidP="00DF3E14">
            <w:r w:rsidRPr="0036143C">
              <w:t>2</w:t>
            </w:r>
          </w:p>
        </w:tc>
        <w:tc>
          <w:tcPr>
            <w:tcW w:w="937" w:type="dxa"/>
            <w:gridSpan w:val="4"/>
            <w:shd w:val="clear" w:color="auto" w:fill="FFFFFF"/>
          </w:tcPr>
          <w:p w14:paraId="180B9833" w14:textId="77777777" w:rsidR="00E07616" w:rsidRPr="0036143C" w:rsidRDefault="00E07616" w:rsidP="00DF3E14">
            <w:r w:rsidRPr="0036143C">
              <w:t>3</w:t>
            </w:r>
          </w:p>
        </w:tc>
        <w:tc>
          <w:tcPr>
            <w:tcW w:w="938" w:type="dxa"/>
            <w:gridSpan w:val="3"/>
            <w:shd w:val="clear" w:color="auto" w:fill="FFFFFF"/>
          </w:tcPr>
          <w:p w14:paraId="0FDAA237" w14:textId="77777777" w:rsidR="00E07616" w:rsidRPr="0036143C" w:rsidRDefault="00E07616" w:rsidP="00DF3E14">
            <w:r w:rsidRPr="0036143C">
              <w:t>5</w:t>
            </w:r>
          </w:p>
        </w:tc>
        <w:tc>
          <w:tcPr>
            <w:tcW w:w="938" w:type="dxa"/>
            <w:gridSpan w:val="3"/>
            <w:shd w:val="clear" w:color="auto" w:fill="FFFFFF"/>
          </w:tcPr>
          <w:p w14:paraId="518DC89C" w14:textId="77777777" w:rsidR="00E07616" w:rsidRPr="0036143C" w:rsidRDefault="00E07616" w:rsidP="00DF3E14">
            <w:r w:rsidRPr="0036143C">
              <w:t>10</w:t>
            </w:r>
          </w:p>
        </w:tc>
        <w:tc>
          <w:tcPr>
            <w:tcW w:w="1401" w:type="dxa"/>
            <w:shd w:val="clear" w:color="auto" w:fill="FFFFFF"/>
          </w:tcPr>
          <w:p w14:paraId="4755DE17" w14:textId="77777777" w:rsidR="00E07616" w:rsidRPr="0036143C" w:rsidRDefault="00E07616" w:rsidP="00DF3E14">
            <w:r w:rsidRPr="0036143C">
              <w:t>Łącznie</w:t>
            </w:r>
            <w:r w:rsidRPr="0036143C" w:rsidDel="0073273A">
              <w:t xml:space="preserve"> </w:t>
            </w:r>
            <w:r w:rsidRPr="0036143C">
              <w:t>(0-10)</w:t>
            </w:r>
          </w:p>
        </w:tc>
      </w:tr>
      <w:tr w:rsidR="00E07616" w:rsidRPr="0036143C" w14:paraId="6A9F3D53" w14:textId="77777777" w:rsidTr="00DF3E14">
        <w:trPr>
          <w:trHeight w:val="142"/>
          <w:jc w:val="center"/>
        </w:trPr>
        <w:tc>
          <w:tcPr>
            <w:tcW w:w="1596" w:type="dxa"/>
            <w:vMerge w:val="restart"/>
            <w:shd w:val="clear" w:color="auto" w:fill="FFFFFF"/>
          </w:tcPr>
          <w:p w14:paraId="6500B52E" w14:textId="77777777" w:rsidR="00E07616" w:rsidRPr="0036143C" w:rsidRDefault="00E07616" w:rsidP="00DF3E14">
            <w:r w:rsidRPr="0036143C">
              <w:t>W ujęciu pieniężnym</w:t>
            </w:r>
          </w:p>
          <w:p w14:paraId="67338432" w14:textId="77777777" w:rsidR="00E07616" w:rsidRPr="0036143C" w:rsidRDefault="00E07616" w:rsidP="00DF3E14">
            <w:r w:rsidRPr="0036143C">
              <w:t xml:space="preserve">(w mln zł, </w:t>
            </w:r>
          </w:p>
          <w:p w14:paraId="3E634DE0" w14:textId="77777777" w:rsidR="00E07616" w:rsidRPr="0036143C" w:rsidRDefault="00E07616" w:rsidP="00DF3E14">
            <w:r w:rsidRPr="0036143C">
              <w:t>ceny stałe z …… r.)</w:t>
            </w:r>
          </w:p>
        </w:tc>
        <w:tc>
          <w:tcPr>
            <w:tcW w:w="2293" w:type="dxa"/>
            <w:gridSpan w:val="6"/>
            <w:shd w:val="clear" w:color="auto" w:fill="FFFFFF"/>
          </w:tcPr>
          <w:p w14:paraId="02AF70CE" w14:textId="77777777" w:rsidR="00E07616" w:rsidRPr="0036143C" w:rsidRDefault="00E07616" w:rsidP="00DF3E14">
            <w:r w:rsidRPr="0036143C">
              <w:t>duże przedsiębiorstwa</w:t>
            </w:r>
          </w:p>
        </w:tc>
        <w:tc>
          <w:tcPr>
            <w:tcW w:w="937" w:type="dxa"/>
            <w:gridSpan w:val="3"/>
            <w:shd w:val="clear" w:color="auto" w:fill="FFFFFF"/>
          </w:tcPr>
          <w:p w14:paraId="1F874DEE" w14:textId="77777777" w:rsidR="00E07616" w:rsidRPr="0036143C" w:rsidRDefault="00E07616" w:rsidP="00DF3E14">
            <w:r w:rsidRPr="0036143C">
              <w:t>Brak danych</w:t>
            </w:r>
          </w:p>
        </w:tc>
        <w:tc>
          <w:tcPr>
            <w:tcW w:w="938" w:type="dxa"/>
            <w:gridSpan w:val="4"/>
            <w:shd w:val="clear" w:color="auto" w:fill="FFFFFF"/>
          </w:tcPr>
          <w:p w14:paraId="24C554B1" w14:textId="77777777" w:rsidR="00E07616" w:rsidRPr="0036143C" w:rsidRDefault="00E07616" w:rsidP="00DF3E14"/>
        </w:tc>
        <w:tc>
          <w:tcPr>
            <w:tcW w:w="938" w:type="dxa"/>
            <w:gridSpan w:val="4"/>
            <w:shd w:val="clear" w:color="auto" w:fill="FFFFFF"/>
          </w:tcPr>
          <w:p w14:paraId="414EE1BE" w14:textId="77777777" w:rsidR="00E07616" w:rsidRPr="0036143C" w:rsidRDefault="00E07616" w:rsidP="00DF3E14"/>
        </w:tc>
        <w:tc>
          <w:tcPr>
            <w:tcW w:w="937" w:type="dxa"/>
            <w:gridSpan w:val="4"/>
            <w:shd w:val="clear" w:color="auto" w:fill="FFFFFF"/>
          </w:tcPr>
          <w:p w14:paraId="0A370EE4" w14:textId="77777777" w:rsidR="00E07616" w:rsidRPr="0036143C" w:rsidRDefault="00E07616" w:rsidP="00DF3E14"/>
        </w:tc>
        <w:tc>
          <w:tcPr>
            <w:tcW w:w="938" w:type="dxa"/>
            <w:gridSpan w:val="3"/>
            <w:shd w:val="clear" w:color="auto" w:fill="FFFFFF"/>
          </w:tcPr>
          <w:p w14:paraId="7D4304A3" w14:textId="77777777" w:rsidR="00E07616" w:rsidRPr="0036143C" w:rsidRDefault="00E07616" w:rsidP="00DF3E14"/>
        </w:tc>
        <w:tc>
          <w:tcPr>
            <w:tcW w:w="938" w:type="dxa"/>
            <w:gridSpan w:val="3"/>
            <w:shd w:val="clear" w:color="auto" w:fill="FFFFFF"/>
          </w:tcPr>
          <w:p w14:paraId="0F15C9D1" w14:textId="77777777" w:rsidR="00E07616" w:rsidRPr="0036143C" w:rsidRDefault="00E07616" w:rsidP="00DF3E14"/>
        </w:tc>
        <w:tc>
          <w:tcPr>
            <w:tcW w:w="1401" w:type="dxa"/>
            <w:shd w:val="clear" w:color="auto" w:fill="FFFFFF"/>
          </w:tcPr>
          <w:p w14:paraId="51EC2048" w14:textId="77777777" w:rsidR="00E07616" w:rsidRPr="0036143C" w:rsidRDefault="00E07616" w:rsidP="00DF3E14"/>
        </w:tc>
      </w:tr>
      <w:tr w:rsidR="00E07616" w:rsidRPr="0036143C" w14:paraId="1FB18629" w14:textId="77777777" w:rsidTr="00DF3E14">
        <w:trPr>
          <w:trHeight w:val="142"/>
          <w:jc w:val="center"/>
        </w:trPr>
        <w:tc>
          <w:tcPr>
            <w:tcW w:w="1596" w:type="dxa"/>
            <w:vMerge/>
            <w:shd w:val="clear" w:color="auto" w:fill="FFFFFF"/>
          </w:tcPr>
          <w:p w14:paraId="7A008AD1" w14:textId="77777777" w:rsidR="00E07616" w:rsidRPr="0036143C" w:rsidRDefault="00E07616" w:rsidP="00DF3E14"/>
        </w:tc>
        <w:tc>
          <w:tcPr>
            <w:tcW w:w="2293" w:type="dxa"/>
            <w:gridSpan w:val="6"/>
            <w:shd w:val="clear" w:color="auto" w:fill="FFFFFF"/>
          </w:tcPr>
          <w:p w14:paraId="01DA62D3" w14:textId="77777777" w:rsidR="00E07616" w:rsidRPr="0036143C" w:rsidRDefault="00E07616" w:rsidP="00DF3E14">
            <w:r w:rsidRPr="0036143C">
              <w:t>sektor mikro-, małych i średnich przedsiębiorstw</w:t>
            </w:r>
          </w:p>
        </w:tc>
        <w:tc>
          <w:tcPr>
            <w:tcW w:w="937" w:type="dxa"/>
            <w:gridSpan w:val="3"/>
            <w:shd w:val="clear" w:color="auto" w:fill="FFFFFF"/>
          </w:tcPr>
          <w:p w14:paraId="320DE589" w14:textId="77777777" w:rsidR="00E07616" w:rsidRPr="0036143C" w:rsidRDefault="00E07616" w:rsidP="00DF3E14">
            <w:r w:rsidRPr="0036143C">
              <w:t>Brak danych</w:t>
            </w:r>
          </w:p>
        </w:tc>
        <w:tc>
          <w:tcPr>
            <w:tcW w:w="938" w:type="dxa"/>
            <w:gridSpan w:val="4"/>
            <w:shd w:val="clear" w:color="auto" w:fill="FFFFFF"/>
          </w:tcPr>
          <w:p w14:paraId="5A2B8B0B" w14:textId="77777777" w:rsidR="00E07616" w:rsidRPr="0036143C" w:rsidRDefault="00E07616" w:rsidP="00DF3E14"/>
        </w:tc>
        <w:tc>
          <w:tcPr>
            <w:tcW w:w="938" w:type="dxa"/>
            <w:gridSpan w:val="4"/>
            <w:shd w:val="clear" w:color="auto" w:fill="FFFFFF"/>
          </w:tcPr>
          <w:p w14:paraId="53820068" w14:textId="77777777" w:rsidR="00E07616" w:rsidRPr="0036143C" w:rsidRDefault="00E07616" w:rsidP="00DF3E14"/>
        </w:tc>
        <w:tc>
          <w:tcPr>
            <w:tcW w:w="937" w:type="dxa"/>
            <w:gridSpan w:val="4"/>
            <w:shd w:val="clear" w:color="auto" w:fill="FFFFFF"/>
          </w:tcPr>
          <w:p w14:paraId="3D5686B3" w14:textId="77777777" w:rsidR="00E07616" w:rsidRPr="0036143C" w:rsidRDefault="00E07616" w:rsidP="00DF3E14"/>
        </w:tc>
        <w:tc>
          <w:tcPr>
            <w:tcW w:w="938" w:type="dxa"/>
            <w:gridSpan w:val="3"/>
            <w:shd w:val="clear" w:color="auto" w:fill="FFFFFF"/>
          </w:tcPr>
          <w:p w14:paraId="3B7A509A" w14:textId="77777777" w:rsidR="00E07616" w:rsidRPr="0036143C" w:rsidRDefault="00E07616" w:rsidP="00DF3E14"/>
        </w:tc>
        <w:tc>
          <w:tcPr>
            <w:tcW w:w="938" w:type="dxa"/>
            <w:gridSpan w:val="3"/>
            <w:shd w:val="clear" w:color="auto" w:fill="FFFFFF"/>
          </w:tcPr>
          <w:p w14:paraId="5E72FA09" w14:textId="77777777" w:rsidR="00E07616" w:rsidRPr="0036143C" w:rsidRDefault="00E07616" w:rsidP="00DF3E14"/>
        </w:tc>
        <w:tc>
          <w:tcPr>
            <w:tcW w:w="1401" w:type="dxa"/>
            <w:shd w:val="clear" w:color="auto" w:fill="FFFFFF"/>
          </w:tcPr>
          <w:p w14:paraId="7BEF2028" w14:textId="77777777" w:rsidR="00E07616" w:rsidRPr="0036143C" w:rsidRDefault="00E07616" w:rsidP="00DF3E14"/>
        </w:tc>
      </w:tr>
      <w:tr w:rsidR="00E07616" w:rsidRPr="0036143C" w14:paraId="08416026" w14:textId="77777777" w:rsidTr="00DF3E14">
        <w:trPr>
          <w:trHeight w:val="493"/>
          <w:jc w:val="center"/>
        </w:trPr>
        <w:tc>
          <w:tcPr>
            <w:tcW w:w="1596" w:type="dxa"/>
            <w:vMerge/>
            <w:shd w:val="clear" w:color="auto" w:fill="FFFFFF"/>
          </w:tcPr>
          <w:p w14:paraId="78748E76" w14:textId="77777777" w:rsidR="00E07616" w:rsidRPr="0036143C" w:rsidRDefault="00E07616" w:rsidP="00DF3E14"/>
        </w:tc>
        <w:tc>
          <w:tcPr>
            <w:tcW w:w="2293" w:type="dxa"/>
            <w:gridSpan w:val="6"/>
            <w:shd w:val="clear" w:color="auto" w:fill="FFFFFF"/>
          </w:tcPr>
          <w:p w14:paraId="2A8A2E38" w14:textId="77777777" w:rsidR="00E07616" w:rsidRPr="0036143C" w:rsidRDefault="00E07616" w:rsidP="00DF3E14">
            <w:r w:rsidRPr="0036143C">
              <w:t>rodzina, obywatele oraz gospodarstwa domowe</w:t>
            </w:r>
          </w:p>
        </w:tc>
        <w:tc>
          <w:tcPr>
            <w:tcW w:w="937" w:type="dxa"/>
            <w:gridSpan w:val="3"/>
            <w:shd w:val="clear" w:color="auto" w:fill="FFFFFF"/>
          </w:tcPr>
          <w:p w14:paraId="121BDCCF" w14:textId="77777777" w:rsidR="00E07616" w:rsidRPr="0036143C" w:rsidRDefault="00E07616" w:rsidP="00DF3E14">
            <w:r w:rsidRPr="0036143C">
              <w:t>Brak danych</w:t>
            </w:r>
          </w:p>
        </w:tc>
        <w:tc>
          <w:tcPr>
            <w:tcW w:w="938" w:type="dxa"/>
            <w:gridSpan w:val="4"/>
            <w:shd w:val="clear" w:color="auto" w:fill="FFFFFF"/>
          </w:tcPr>
          <w:p w14:paraId="51F2A918" w14:textId="77777777" w:rsidR="00E07616" w:rsidRPr="0036143C" w:rsidRDefault="00E07616" w:rsidP="00DF3E14"/>
        </w:tc>
        <w:tc>
          <w:tcPr>
            <w:tcW w:w="938" w:type="dxa"/>
            <w:gridSpan w:val="4"/>
            <w:shd w:val="clear" w:color="auto" w:fill="FFFFFF"/>
          </w:tcPr>
          <w:p w14:paraId="654DEAE3" w14:textId="77777777" w:rsidR="00E07616" w:rsidRPr="0036143C" w:rsidRDefault="00E07616" w:rsidP="00DF3E14"/>
        </w:tc>
        <w:tc>
          <w:tcPr>
            <w:tcW w:w="937" w:type="dxa"/>
            <w:gridSpan w:val="4"/>
            <w:shd w:val="clear" w:color="auto" w:fill="FFFFFF"/>
          </w:tcPr>
          <w:p w14:paraId="7938F940" w14:textId="77777777" w:rsidR="00E07616" w:rsidRPr="0036143C" w:rsidRDefault="00E07616" w:rsidP="00DF3E14"/>
        </w:tc>
        <w:tc>
          <w:tcPr>
            <w:tcW w:w="938" w:type="dxa"/>
            <w:gridSpan w:val="3"/>
            <w:shd w:val="clear" w:color="auto" w:fill="FFFFFF"/>
          </w:tcPr>
          <w:p w14:paraId="19BF16F2" w14:textId="77777777" w:rsidR="00E07616" w:rsidRPr="0036143C" w:rsidRDefault="00E07616" w:rsidP="00DF3E14"/>
        </w:tc>
        <w:tc>
          <w:tcPr>
            <w:tcW w:w="938" w:type="dxa"/>
            <w:gridSpan w:val="3"/>
            <w:shd w:val="clear" w:color="auto" w:fill="FFFFFF"/>
          </w:tcPr>
          <w:p w14:paraId="52DFFDC8" w14:textId="77777777" w:rsidR="00E07616" w:rsidRPr="0036143C" w:rsidRDefault="00E07616" w:rsidP="00DF3E14"/>
        </w:tc>
        <w:tc>
          <w:tcPr>
            <w:tcW w:w="1401" w:type="dxa"/>
            <w:shd w:val="clear" w:color="auto" w:fill="FFFFFF"/>
          </w:tcPr>
          <w:p w14:paraId="7617C083" w14:textId="77777777" w:rsidR="00E07616" w:rsidRPr="0036143C" w:rsidRDefault="00E07616" w:rsidP="00DF3E14"/>
        </w:tc>
      </w:tr>
      <w:tr w:rsidR="00E07616" w:rsidRPr="0036143C" w14:paraId="5685A95D" w14:textId="77777777" w:rsidTr="00DF3E14">
        <w:trPr>
          <w:trHeight w:val="142"/>
          <w:jc w:val="center"/>
        </w:trPr>
        <w:tc>
          <w:tcPr>
            <w:tcW w:w="1596" w:type="dxa"/>
            <w:vMerge w:val="restart"/>
            <w:shd w:val="clear" w:color="auto" w:fill="FFFFFF"/>
          </w:tcPr>
          <w:p w14:paraId="4F123D56" w14:textId="77777777" w:rsidR="00E07616" w:rsidRPr="0036143C" w:rsidRDefault="00E07616" w:rsidP="00155B22">
            <w:pPr>
              <w:spacing w:line="276" w:lineRule="auto"/>
            </w:pPr>
            <w:r w:rsidRPr="0036143C">
              <w:t>W ujęciu niepieniężnym</w:t>
            </w:r>
          </w:p>
        </w:tc>
        <w:tc>
          <w:tcPr>
            <w:tcW w:w="2293" w:type="dxa"/>
            <w:gridSpan w:val="6"/>
            <w:shd w:val="clear" w:color="auto" w:fill="FFFFFF"/>
          </w:tcPr>
          <w:p w14:paraId="09C7FA8A" w14:textId="77777777" w:rsidR="00E07616" w:rsidRPr="0036143C" w:rsidRDefault="00E07616" w:rsidP="00155B22">
            <w:pPr>
              <w:spacing w:line="276" w:lineRule="auto"/>
            </w:pPr>
            <w:r w:rsidRPr="0036143C">
              <w:t>duże przedsiębiorstwa</w:t>
            </w:r>
          </w:p>
        </w:tc>
        <w:tc>
          <w:tcPr>
            <w:tcW w:w="7027" w:type="dxa"/>
            <w:gridSpan w:val="22"/>
            <w:shd w:val="clear" w:color="auto" w:fill="FFFFFF"/>
          </w:tcPr>
          <w:p w14:paraId="57E341FE" w14:textId="5370E3DD" w:rsidR="00E07616" w:rsidRPr="0036143C" w:rsidRDefault="00E07616" w:rsidP="00E70CD1">
            <w:pPr>
              <w:spacing w:line="276" w:lineRule="auto"/>
              <w:jc w:val="both"/>
              <w:rPr>
                <w:rStyle w:val="Kkursywa"/>
                <w:i w:val="0"/>
              </w:rPr>
            </w:pPr>
            <w:r w:rsidRPr="0036143C">
              <w:rPr>
                <w:rStyle w:val="Kkursywa"/>
                <w:i w:val="0"/>
              </w:rPr>
              <w:t>Przedsiębiorcy będą mogli obniżyć koszty stałe dzięki możliwości bezpłatnej komunikacji elektronicznej z organami administracji publicznej. Wysyłanie korespondencji poprzez skrzynkę doręczeń wprowadza alternatywę wobec konieczności posiadania kont i manualnego przekazywania danych osobowych, medycznych, skarbowych i innych danych wrażliwych w trakcie sesji użytkowników publicznych lub niepublicznych portali WWW, co podniesie bezpieczeństwo teleinformatyczne i ograniczy nakłady na obsługę administracyjną do archiwizowania korespondencji.</w:t>
            </w:r>
          </w:p>
          <w:p w14:paraId="4467A083" w14:textId="77777777" w:rsidR="00E07616" w:rsidRPr="0036143C" w:rsidRDefault="00E07616" w:rsidP="00E70CD1">
            <w:pPr>
              <w:spacing w:line="276" w:lineRule="auto"/>
              <w:jc w:val="both"/>
              <w:rPr>
                <w:rStyle w:val="Kkursywa"/>
                <w:i w:val="0"/>
              </w:rPr>
            </w:pPr>
            <w:r w:rsidRPr="0036143C">
              <w:rPr>
                <w:rStyle w:val="Kkursywa"/>
                <w:i w:val="0"/>
              </w:rPr>
              <w:t xml:space="preserve">Zmieni to proces korzystania z usług i sposób kontaktu z administracją publiczną, np. dokonywanie wpisu w KRS/CEIDG. </w:t>
            </w:r>
          </w:p>
        </w:tc>
      </w:tr>
      <w:tr w:rsidR="00E07616" w:rsidRPr="0036143C" w14:paraId="42423E70" w14:textId="77777777" w:rsidTr="00DF3E14">
        <w:trPr>
          <w:trHeight w:val="142"/>
          <w:jc w:val="center"/>
        </w:trPr>
        <w:tc>
          <w:tcPr>
            <w:tcW w:w="1596" w:type="dxa"/>
            <w:vMerge/>
            <w:shd w:val="clear" w:color="auto" w:fill="FFFFFF"/>
          </w:tcPr>
          <w:p w14:paraId="60BF4494" w14:textId="77777777" w:rsidR="00E07616" w:rsidRPr="0036143C" w:rsidRDefault="00E07616" w:rsidP="008B517B">
            <w:pPr>
              <w:spacing w:line="276" w:lineRule="auto"/>
            </w:pPr>
          </w:p>
        </w:tc>
        <w:tc>
          <w:tcPr>
            <w:tcW w:w="2293" w:type="dxa"/>
            <w:gridSpan w:val="6"/>
            <w:shd w:val="clear" w:color="auto" w:fill="FFFFFF"/>
          </w:tcPr>
          <w:p w14:paraId="24B6BBE8" w14:textId="77777777" w:rsidR="00E07616" w:rsidRPr="0036143C" w:rsidRDefault="00E07616" w:rsidP="008B517B">
            <w:pPr>
              <w:spacing w:line="276" w:lineRule="auto"/>
            </w:pPr>
            <w:r w:rsidRPr="0036143C">
              <w:t>sektor mikro-, małych i średnich przedsiębiorstw</w:t>
            </w:r>
          </w:p>
        </w:tc>
        <w:tc>
          <w:tcPr>
            <w:tcW w:w="7027" w:type="dxa"/>
            <w:gridSpan w:val="22"/>
            <w:shd w:val="clear" w:color="auto" w:fill="FFFFFF"/>
          </w:tcPr>
          <w:p w14:paraId="11537A77" w14:textId="77777777" w:rsidR="00E07616" w:rsidRPr="0036143C" w:rsidRDefault="00E07616" w:rsidP="00E70CD1">
            <w:pPr>
              <w:spacing w:line="276" w:lineRule="auto"/>
              <w:jc w:val="both"/>
              <w:rPr>
                <w:rStyle w:val="Kkursywa"/>
                <w:i w:val="0"/>
              </w:rPr>
            </w:pPr>
            <w:r w:rsidRPr="0036143C">
              <w:rPr>
                <w:rStyle w:val="Kkursywa"/>
                <w:i w:val="0"/>
              </w:rPr>
              <w:t>Przedsiębiorcy odczują korzyści analogicznie do dużych przedsiębiorstw. Należy podkreślić, że gwarantowana pojemność i dostępność skrzynki doręczeń zmniejszy liczbę doręczeń korespondencji w trybie fikcji doręczenia od organów administracji lub sądów.</w:t>
            </w:r>
          </w:p>
          <w:p w14:paraId="4A8DF023" w14:textId="77777777" w:rsidR="00E07616" w:rsidRPr="0036143C" w:rsidRDefault="00E07616" w:rsidP="00E70CD1">
            <w:pPr>
              <w:spacing w:line="276" w:lineRule="auto"/>
              <w:jc w:val="both"/>
              <w:rPr>
                <w:rStyle w:val="Kkursywa"/>
                <w:i w:val="0"/>
              </w:rPr>
            </w:pPr>
            <w:r w:rsidRPr="0036143C">
              <w:rPr>
                <w:rStyle w:val="Kkursywa"/>
                <w:i w:val="0"/>
              </w:rPr>
              <w:t>Przedsiębiorca będzie mógł – korzystając z dostępności skrzynki doręczeń także w godzinach nocnych – przesłać korespondencję rejestrowaną o godzinie wygodnej dla siebie, bez konieczności udawania się do placówki pocztowej.</w:t>
            </w:r>
          </w:p>
        </w:tc>
      </w:tr>
      <w:tr w:rsidR="00E07616" w:rsidRPr="0036143C" w14:paraId="160A3C6C" w14:textId="77777777" w:rsidTr="00DF3E14">
        <w:trPr>
          <w:trHeight w:val="652"/>
          <w:jc w:val="center"/>
        </w:trPr>
        <w:tc>
          <w:tcPr>
            <w:tcW w:w="1596" w:type="dxa"/>
            <w:vMerge/>
            <w:shd w:val="clear" w:color="auto" w:fill="FFFFFF"/>
          </w:tcPr>
          <w:p w14:paraId="026232B9" w14:textId="77777777" w:rsidR="00E07616" w:rsidRPr="0036143C" w:rsidRDefault="00E07616" w:rsidP="008B517B">
            <w:pPr>
              <w:spacing w:line="276" w:lineRule="auto"/>
            </w:pPr>
          </w:p>
        </w:tc>
        <w:tc>
          <w:tcPr>
            <w:tcW w:w="2293" w:type="dxa"/>
            <w:gridSpan w:val="6"/>
            <w:shd w:val="clear" w:color="auto" w:fill="FFFFFF"/>
          </w:tcPr>
          <w:p w14:paraId="0C408321" w14:textId="77777777" w:rsidR="00E07616" w:rsidRPr="0036143C" w:rsidRDefault="00E07616" w:rsidP="008B517B">
            <w:pPr>
              <w:spacing w:line="276" w:lineRule="auto"/>
            </w:pPr>
            <w:r w:rsidRPr="0036143C">
              <w:t xml:space="preserve">rodzina, obywatele oraz gospodarstwa </w:t>
            </w:r>
            <w:r w:rsidRPr="0036143C">
              <w:lastRenderedPageBreak/>
              <w:t xml:space="preserve">domowe </w:t>
            </w:r>
          </w:p>
        </w:tc>
        <w:tc>
          <w:tcPr>
            <w:tcW w:w="7027" w:type="dxa"/>
            <w:gridSpan w:val="22"/>
            <w:shd w:val="clear" w:color="auto" w:fill="FFFFFF"/>
          </w:tcPr>
          <w:p w14:paraId="21F34B01" w14:textId="77777777" w:rsidR="00E07616" w:rsidRPr="0036143C" w:rsidRDefault="00E07616" w:rsidP="00E70CD1">
            <w:pPr>
              <w:spacing w:line="276" w:lineRule="auto"/>
              <w:jc w:val="both"/>
              <w:rPr>
                <w:rStyle w:val="Kkursywa"/>
                <w:i w:val="0"/>
              </w:rPr>
            </w:pPr>
            <w:r w:rsidRPr="0036143C">
              <w:rPr>
                <w:rStyle w:val="Kkursywa"/>
                <w:i w:val="0"/>
              </w:rPr>
              <w:lastRenderedPageBreak/>
              <w:t xml:space="preserve">Istnienie skrzynki doręczeń i jej dostępność poprzez portale ministrów informatyzacji i gospodarki ogranicza nakłady na pozyskanie </w:t>
            </w:r>
            <w:r w:rsidRPr="0036143C">
              <w:rPr>
                <w:rStyle w:val="Kkursywa"/>
                <w:i w:val="0"/>
              </w:rPr>
              <w:lastRenderedPageBreak/>
              <w:t>możliwości prowadzenia korespondencji w kanale elektronicznym do zaopatrzenia się w urządzenie końcowe z przeglądarką internetową.</w:t>
            </w:r>
          </w:p>
          <w:p w14:paraId="0D9130CF" w14:textId="6AFDD5D0" w:rsidR="00E07616" w:rsidRPr="0036143C" w:rsidRDefault="00E07616" w:rsidP="0086553A">
            <w:pPr>
              <w:spacing w:line="276" w:lineRule="auto"/>
              <w:jc w:val="both"/>
              <w:rPr>
                <w:rStyle w:val="Kkursywa"/>
                <w:i w:val="0"/>
              </w:rPr>
            </w:pPr>
            <w:r w:rsidRPr="0036143C">
              <w:rPr>
                <w:rStyle w:val="Kkursywa"/>
                <w:i w:val="0"/>
              </w:rPr>
              <w:t xml:space="preserve">Gwarantowana pojemność skrzynki ograniczy do minimum konieczność </w:t>
            </w:r>
            <w:r w:rsidR="0086553A">
              <w:rPr>
                <w:rStyle w:val="Kkursywa"/>
                <w:i w:val="0"/>
              </w:rPr>
              <w:t xml:space="preserve">pobierania poza skrzynkę </w:t>
            </w:r>
            <w:r w:rsidRPr="0036143C">
              <w:rPr>
                <w:rStyle w:val="Kkursywa"/>
                <w:i w:val="0"/>
              </w:rPr>
              <w:t xml:space="preserve">wiadomości dla tych obywateli, którzy wymieniają z innymi podmiotami korespondencję w ilościach nie przekraczających 100 pism rocznie. </w:t>
            </w:r>
          </w:p>
        </w:tc>
      </w:tr>
      <w:tr w:rsidR="00E07616" w:rsidRPr="0036143C" w14:paraId="2BAACCA1" w14:textId="77777777" w:rsidTr="00DF3E14">
        <w:trPr>
          <w:trHeight w:val="142"/>
          <w:jc w:val="center"/>
        </w:trPr>
        <w:tc>
          <w:tcPr>
            <w:tcW w:w="1596" w:type="dxa"/>
            <w:shd w:val="clear" w:color="auto" w:fill="FFFFFF"/>
          </w:tcPr>
          <w:p w14:paraId="21BCB472" w14:textId="77777777" w:rsidR="00E07616" w:rsidRPr="0036143C" w:rsidRDefault="00E07616" w:rsidP="00155B22">
            <w:pPr>
              <w:spacing w:line="276" w:lineRule="auto"/>
            </w:pPr>
            <w:r w:rsidRPr="0036143C">
              <w:lastRenderedPageBreak/>
              <w:t>Niemierzalne</w:t>
            </w:r>
          </w:p>
        </w:tc>
        <w:tc>
          <w:tcPr>
            <w:tcW w:w="2293" w:type="dxa"/>
            <w:gridSpan w:val="6"/>
            <w:shd w:val="clear" w:color="auto" w:fill="FFFFFF"/>
          </w:tcPr>
          <w:p w14:paraId="5F6333E5" w14:textId="77777777" w:rsidR="00E07616" w:rsidRPr="0036143C" w:rsidRDefault="00E07616" w:rsidP="00155B22">
            <w:pPr>
              <w:spacing w:line="276" w:lineRule="auto"/>
              <w:rPr>
                <w:i/>
              </w:rPr>
            </w:pPr>
          </w:p>
        </w:tc>
        <w:tc>
          <w:tcPr>
            <w:tcW w:w="7027" w:type="dxa"/>
            <w:gridSpan w:val="22"/>
            <w:shd w:val="clear" w:color="auto" w:fill="FFFFFF"/>
          </w:tcPr>
          <w:p w14:paraId="7BCABC68" w14:textId="77777777" w:rsidR="00E07616" w:rsidRPr="0036143C" w:rsidRDefault="00E07616" w:rsidP="00E70CD1">
            <w:pPr>
              <w:spacing w:line="276" w:lineRule="auto"/>
              <w:jc w:val="both"/>
            </w:pPr>
            <w:r w:rsidRPr="0036143C">
              <w:t>Zmniejszające się zapotrzebowanie na skrzynki ESP i ESD platformy ePUAP. Tempo jest zależne od popytu na skrzynkę doręczeń i jej zdolności do zaspokojenia potrzeby przechowywania korespondencji podmiotu.</w:t>
            </w:r>
          </w:p>
        </w:tc>
      </w:tr>
      <w:tr w:rsidR="00E07616" w:rsidRPr="0036143C" w14:paraId="745C0F83" w14:textId="77777777" w:rsidTr="00DF3E14">
        <w:trPr>
          <w:trHeight w:val="1643"/>
          <w:jc w:val="center"/>
        </w:trPr>
        <w:tc>
          <w:tcPr>
            <w:tcW w:w="2243" w:type="dxa"/>
            <w:gridSpan w:val="3"/>
            <w:shd w:val="clear" w:color="auto" w:fill="FFFFFF"/>
          </w:tcPr>
          <w:p w14:paraId="5279173A" w14:textId="77777777" w:rsidR="00E07616" w:rsidRPr="0036143C" w:rsidRDefault="00E07616" w:rsidP="00155B22">
            <w:pPr>
              <w:spacing w:line="276" w:lineRule="auto"/>
            </w:pPr>
            <w:r w:rsidRPr="0036143C">
              <w:t xml:space="preserve">Dodatkowe informacje, w tym wskazanie źródeł danych i przyjętych do obliczeń założeń </w:t>
            </w:r>
          </w:p>
        </w:tc>
        <w:tc>
          <w:tcPr>
            <w:tcW w:w="8673" w:type="dxa"/>
            <w:gridSpan w:val="26"/>
            <w:shd w:val="clear" w:color="auto" w:fill="FFFFFF"/>
            <w:vAlign w:val="center"/>
          </w:tcPr>
          <w:p w14:paraId="0A7CE4A4" w14:textId="77777777" w:rsidR="00E07616" w:rsidRPr="0036143C" w:rsidRDefault="00E07616" w:rsidP="005F3DA7"/>
        </w:tc>
      </w:tr>
      <w:tr w:rsidR="00E07616" w:rsidRPr="0036143C" w14:paraId="51356DB4" w14:textId="77777777" w:rsidTr="00DF3E14">
        <w:trPr>
          <w:trHeight w:val="342"/>
          <w:jc w:val="center"/>
        </w:trPr>
        <w:tc>
          <w:tcPr>
            <w:tcW w:w="10916" w:type="dxa"/>
            <w:gridSpan w:val="29"/>
            <w:shd w:val="clear" w:color="auto" w:fill="99CCFF"/>
            <w:vAlign w:val="center"/>
          </w:tcPr>
          <w:p w14:paraId="0ACC0DAD" w14:textId="60467F5F" w:rsidR="00E07616" w:rsidRPr="0036143C" w:rsidRDefault="0013334D" w:rsidP="00DF3E14">
            <w:pPr>
              <w:rPr>
                <w:rStyle w:val="Ppogrubienie"/>
              </w:rPr>
            </w:pPr>
            <w:r w:rsidRPr="0036143C">
              <w:rPr>
                <w:rStyle w:val="Ppogrubienie"/>
              </w:rPr>
              <w:t xml:space="preserve">8. </w:t>
            </w:r>
            <w:r w:rsidR="00E07616" w:rsidRPr="0036143C">
              <w:rPr>
                <w:rStyle w:val="Ppogrubienie"/>
              </w:rPr>
              <w:t>Zmiana obciążeń regulacyjnych (w tym obowiązków informacyjnych) wynikających z projektu</w:t>
            </w:r>
          </w:p>
        </w:tc>
      </w:tr>
      <w:tr w:rsidR="00E07616" w:rsidRPr="0036143C" w14:paraId="6A67784D" w14:textId="77777777" w:rsidTr="00DF3E14">
        <w:trPr>
          <w:trHeight w:val="151"/>
          <w:jc w:val="center"/>
        </w:trPr>
        <w:tc>
          <w:tcPr>
            <w:tcW w:w="10916" w:type="dxa"/>
            <w:gridSpan w:val="29"/>
            <w:shd w:val="clear" w:color="auto" w:fill="FFFFFF"/>
          </w:tcPr>
          <w:p w14:paraId="09BE73A7"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nie dotyczy</w:t>
            </w:r>
          </w:p>
        </w:tc>
      </w:tr>
      <w:tr w:rsidR="00E07616" w:rsidRPr="0036143C" w14:paraId="2F08D960" w14:textId="77777777" w:rsidTr="00DF3E14">
        <w:trPr>
          <w:trHeight w:val="946"/>
          <w:jc w:val="center"/>
        </w:trPr>
        <w:tc>
          <w:tcPr>
            <w:tcW w:w="5111" w:type="dxa"/>
            <w:gridSpan w:val="12"/>
            <w:shd w:val="clear" w:color="auto" w:fill="FFFFFF"/>
          </w:tcPr>
          <w:p w14:paraId="1E7F0960" w14:textId="77777777" w:rsidR="00E07616" w:rsidRPr="0036143C" w:rsidRDefault="00E07616" w:rsidP="00DF3E14">
            <w:r w:rsidRPr="0036143C">
              <w:t>Wprowadzane są obciążenia poza bezwzględnie wymaganymi przez UE (szczegóły w odwróconej tabeli zgodności).</w:t>
            </w:r>
          </w:p>
        </w:tc>
        <w:tc>
          <w:tcPr>
            <w:tcW w:w="5805" w:type="dxa"/>
            <w:gridSpan w:val="17"/>
            <w:shd w:val="clear" w:color="auto" w:fill="FFFFFF"/>
          </w:tcPr>
          <w:p w14:paraId="0A9774D4"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tak</w:t>
            </w:r>
          </w:p>
          <w:p w14:paraId="6F69B165"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nie</w:t>
            </w:r>
          </w:p>
          <w:p w14:paraId="44C75B5D" w14:textId="77777777" w:rsidR="00E07616" w:rsidRPr="0036143C" w:rsidRDefault="00E07616" w:rsidP="00DF3E14">
            <w:r w:rsidRPr="0036143C">
              <w:fldChar w:fldCharType="begin">
                <w:ffData>
                  <w:name w:val=""/>
                  <w:enabled/>
                  <w:calcOnExit w:val="0"/>
                  <w:checkBox>
                    <w:sizeAuto/>
                    <w:default w:val="1"/>
                  </w:checkBox>
                </w:ffData>
              </w:fldChar>
            </w:r>
            <w:r w:rsidRPr="0036143C">
              <w:instrText xml:space="preserve"> FORMCHECKBOX </w:instrText>
            </w:r>
            <w:r w:rsidR="001E03AD">
              <w:fldChar w:fldCharType="separate"/>
            </w:r>
            <w:r w:rsidRPr="0036143C">
              <w:fldChar w:fldCharType="end"/>
            </w:r>
            <w:r w:rsidRPr="0036143C">
              <w:t xml:space="preserve"> nie dotyczy</w:t>
            </w:r>
          </w:p>
        </w:tc>
      </w:tr>
      <w:tr w:rsidR="00E07616" w:rsidRPr="0036143C" w14:paraId="234C5628" w14:textId="77777777" w:rsidTr="00DF3E14">
        <w:trPr>
          <w:trHeight w:val="1245"/>
          <w:jc w:val="center"/>
        </w:trPr>
        <w:tc>
          <w:tcPr>
            <w:tcW w:w="5111" w:type="dxa"/>
            <w:gridSpan w:val="12"/>
            <w:shd w:val="clear" w:color="auto" w:fill="FFFFFF"/>
          </w:tcPr>
          <w:p w14:paraId="01880282"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zmniejszenie liczby dokumentów </w:t>
            </w:r>
          </w:p>
          <w:p w14:paraId="59D4E567"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zmniejszenie liczby procedur</w:t>
            </w:r>
          </w:p>
          <w:p w14:paraId="577198C1"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skrócenie czasu na załatwienie sprawy</w:t>
            </w:r>
          </w:p>
          <w:p w14:paraId="3BFDFE7A"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inne: </w:t>
            </w:r>
          </w:p>
        </w:tc>
        <w:tc>
          <w:tcPr>
            <w:tcW w:w="5805" w:type="dxa"/>
            <w:gridSpan w:val="17"/>
            <w:shd w:val="clear" w:color="auto" w:fill="FFFFFF"/>
          </w:tcPr>
          <w:p w14:paraId="1A186A69"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zwiększenie liczby dokumentów</w:t>
            </w:r>
          </w:p>
          <w:p w14:paraId="35B6FAB0"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zwiększenie liczby procedur</w:t>
            </w:r>
          </w:p>
          <w:p w14:paraId="47BC02C9"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wydłużenie czasu na załatwienie sprawy</w:t>
            </w:r>
          </w:p>
          <w:p w14:paraId="12C3B27D"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inne: </w:t>
            </w:r>
            <w:r w:rsidRPr="0036143C">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36143C">
              <w:instrText xml:space="preserve"> FORMTEXT </w:instrText>
            </w:r>
            <w:r w:rsidRPr="0036143C">
              <w:fldChar w:fldCharType="separate"/>
            </w:r>
            <w:r w:rsidRPr="0036143C">
              <w:t> </w:t>
            </w:r>
            <w:r w:rsidRPr="0036143C">
              <w:t> </w:t>
            </w:r>
            <w:r w:rsidRPr="0036143C">
              <w:t> </w:t>
            </w:r>
            <w:r w:rsidRPr="0036143C">
              <w:t> </w:t>
            </w:r>
            <w:r w:rsidRPr="0036143C">
              <w:t> </w:t>
            </w:r>
            <w:r w:rsidRPr="0036143C">
              <w:fldChar w:fldCharType="end"/>
            </w:r>
          </w:p>
          <w:p w14:paraId="78A3143D" w14:textId="77777777" w:rsidR="00E07616" w:rsidRPr="0036143C" w:rsidRDefault="00E07616" w:rsidP="00DF3E14"/>
        </w:tc>
      </w:tr>
      <w:tr w:rsidR="00E07616" w:rsidRPr="0036143C" w14:paraId="20FCAD8F" w14:textId="77777777" w:rsidTr="00DF3E14">
        <w:trPr>
          <w:trHeight w:val="870"/>
          <w:jc w:val="center"/>
        </w:trPr>
        <w:tc>
          <w:tcPr>
            <w:tcW w:w="5111" w:type="dxa"/>
            <w:gridSpan w:val="12"/>
            <w:shd w:val="clear" w:color="auto" w:fill="FFFFFF"/>
          </w:tcPr>
          <w:p w14:paraId="429208E2" w14:textId="77777777" w:rsidR="00E07616" w:rsidRPr="0036143C" w:rsidRDefault="00E07616" w:rsidP="00DF3E14">
            <w:r w:rsidRPr="0036143C">
              <w:t xml:space="preserve">Wprowadzane obciążenia są przystosowane do ich elektronizacji. </w:t>
            </w:r>
          </w:p>
        </w:tc>
        <w:tc>
          <w:tcPr>
            <w:tcW w:w="5805" w:type="dxa"/>
            <w:gridSpan w:val="17"/>
            <w:shd w:val="clear" w:color="auto" w:fill="FFFFFF"/>
          </w:tcPr>
          <w:p w14:paraId="776BA376" w14:textId="77777777" w:rsidR="00E07616" w:rsidRPr="0036143C" w:rsidRDefault="00E07616" w:rsidP="00DF3E14">
            <w:r w:rsidRPr="0036143C">
              <w:fldChar w:fldCharType="begin">
                <w:ffData>
                  <w:name w:val=""/>
                  <w:enabled/>
                  <w:calcOnExit w:val="0"/>
                  <w:checkBox>
                    <w:sizeAuto/>
                    <w:default w:val="1"/>
                  </w:checkBox>
                </w:ffData>
              </w:fldChar>
            </w:r>
            <w:r w:rsidRPr="0036143C">
              <w:instrText xml:space="preserve"> FORMCHECKBOX </w:instrText>
            </w:r>
            <w:r w:rsidR="001E03AD">
              <w:fldChar w:fldCharType="separate"/>
            </w:r>
            <w:r w:rsidRPr="0036143C">
              <w:fldChar w:fldCharType="end"/>
            </w:r>
            <w:r w:rsidRPr="0036143C">
              <w:t xml:space="preserve"> tak</w:t>
            </w:r>
          </w:p>
          <w:p w14:paraId="776ACC24"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nie</w:t>
            </w:r>
          </w:p>
          <w:p w14:paraId="57267F08"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nie dotyczy</w:t>
            </w:r>
          </w:p>
          <w:p w14:paraId="7AE43CC8" w14:textId="77777777" w:rsidR="00E07616" w:rsidRPr="0036143C" w:rsidRDefault="00E07616" w:rsidP="00DF3E14"/>
        </w:tc>
      </w:tr>
      <w:tr w:rsidR="00E07616" w:rsidRPr="0036143C" w14:paraId="0E3AE59E" w14:textId="77777777" w:rsidTr="00DF3E14">
        <w:trPr>
          <w:trHeight w:val="630"/>
          <w:jc w:val="center"/>
        </w:trPr>
        <w:tc>
          <w:tcPr>
            <w:tcW w:w="10916" w:type="dxa"/>
            <w:gridSpan w:val="29"/>
            <w:shd w:val="clear" w:color="auto" w:fill="FFFFFF"/>
          </w:tcPr>
          <w:p w14:paraId="189B05D1" w14:textId="77777777" w:rsidR="00E07616" w:rsidRPr="0036143C" w:rsidRDefault="00E07616" w:rsidP="00E70CD1">
            <w:pPr>
              <w:spacing w:line="276" w:lineRule="auto"/>
              <w:jc w:val="both"/>
            </w:pPr>
            <w:r w:rsidRPr="0036143C">
              <w:t>Komentarz: Projektowane rozporządzenie nie będzie miało bezpośrednio wpływu na powyższe zagadnienia. Wyznaczenie gwarantowanej dostępności i pojemności skrzynek doręczeń stanowi doprecyzowanie ustawowej zasady zagwarantowania określonej przepisami rozporządzenia dostępności i pojemności skrzynek. Wprowadzane regulacje wpływają pośrednio na realizację celu wprowadzenia elektronizacji doręczeń.</w:t>
            </w:r>
          </w:p>
        </w:tc>
      </w:tr>
      <w:tr w:rsidR="00E07616" w:rsidRPr="0036143C" w14:paraId="5DFFE68C" w14:textId="77777777" w:rsidTr="00DF3E14">
        <w:trPr>
          <w:trHeight w:val="142"/>
          <w:jc w:val="center"/>
        </w:trPr>
        <w:tc>
          <w:tcPr>
            <w:tcW w:w="10916" w:type="dxa"/>
            <w:gridSpan w:val="29"/>
            <w:shd w:val="clear" w:color="auto" w:fill="99CCFF"/>
          </w:tcPr>
          <w:p w14:paraId="048784D7" w14:textId="0B915694" w:rsidR="00E07616" w:rsidRPr="0036143C" w:rsidRDefault="0013334D" w:rsidP="00DF3E14">
            <w:pPr>
              <w:rPr>
                <w:rStyle w:val="Ppogrubienie"/>
              </w:rPr>
            </w:pPr>
            <w:r w:rsidRPr="0036143C">
              <w:rPr>
                <w:rStyle w:val="Ppogrubienie"/>
              </w:rPr>
              <w:t xml:space="preserve">9. </w:t>
            </w:r>
            <w:r w:rsidR="00E07616" w:rsidRPr="0036143C">
              <w:rPr>
                <w:rStyle w:val="Ppogrubienie"/>
              </w:rPr>
              <w:t xml:space="preserve">Wpływ na rynek pracy </w:t>
            </w:r>
          </w:p>
        </w:tc>
      </w:tr>
      <w:tr w:rsidR="00E07616" w:rsidRPr="0036143C" w14:paraId="548B91B1" w14:textId="77777777" w:rsidTr="00DF3E14">
        <w:trPr>
          <w:trHeight w:val="142"/>
          <w:jc w:val="center"/>
        </w:trPr>
        <w:tc>
          <w:tcPr>
            <w:tcW w:w="10916" w:type="dxa"/>
            <w:gridSpan w:val="29"/>
            <w:shd w:val="clear" w:color="auto" w:fill="auto"/>
          </w:tcPr>
          <w:p w14:paraId="3D3C7CC6" w14:textId="36FDC03B" w:rsidR="00E07616" w:rsidRPr="0036143C" w:rsidRDefault="00E07616" w:rsidP="00E70CD1">
            <w:pPr>
              <w:spacing w:line="276" w:lineRule="auto"/>
              <w:jc w:val="both"/>
            </w:pPr>
            <w:r w:rsidRPr="0036143C">
              <w:t>Niniejsze rozporządzenie gwarantujące określoną dostępność i pojemność skrzynek doręczeń nie będzie miało wpływu na rynek pracy. Szczegóły dot</w:t>
            </w:r>
            <w:r w:rsidR="002F0DB3" w:rsidRPr="0036143C">
              <w:t>yczące</w:t>
            </w:r>
            <w:r w:rsidRPr="0036143C">
              <w:t xml:space="preserve"> wpływu całości projektu e-Doręczeń na rynek pracy zostały opisane w ramach dokumentu OSR ustawy z dn</w:t>
            </w:r>
            <w:r w:rsidR="005F3DA7" w:rsidRPr="0036143C">
              <w:t>ia</w:t>
            </w:r>
            <w:r w:rsidRPr="0036143C">
              <w:t xml:space="preserve"> 18 listopada 2020 r. o doręczeniach elektronicznych. </w:t>
            </w:r>
          </w:p>
        </w:tc>
      </w:tr>
      <w:tr w:rsidR="00E07616" w:rsidRPr="0036143C" w14:paraId="6EBD07A8" w14:textId="77777777" w:rsidTr="00DF3E14">
        <w:trPr>
          <w:trHeight w:val="142"/>
          <w:jc w:val="center"/>
        </w:trPr>
        <w:tc>
          <w:tcPr>
            <w:tcW w:w="10916" w:type="dxa"/>
            <w:gridSpan w:val="29"/>
            <w:shd w:val="clear" w:color="auto" w:fill="99CCFF"/>
          </w:tcPr>
          <w:p w14:paraId="0961245F" w14:textId="61B310EE" w:rsidR="00E07616" w:rsidRPr="0036143C" w:rsidRDefault="0013334D" w:rsidP="00DF3E14">
            <w:pPr>
              <w:rPr>
                <w:rStyle w:val="Ppogrubienie"/>
              </w:rPr>
            </w:pPr>
            <w:r w:rsidRPr="0036143C">
              <w:rPr>
                <w:rStyle w:val="Ppogrubienie"/>
              </w:rPr>
              <w:t xml:space="preserve">10. </w:t>
            </w:r>
            <w:r w:rsidR="00E07616" w:rsidRPr="0036143C">
              <w:rPr>
                <w:rStyle w:val="Ppogrubienie"/>
              </w:rPr>
              <w:t>Wpływ na pozostałe obszary</w:t>
            </w:r>
          </w:p>
        </w:tc>
      </w:tr>
      <w:tr w:rsidR="00E07616" w:rsidRPr="0036143C" w14:paraId="6E062C3F" w14:textId="77777777" w:rsidTr="00DF3E14">
        <w:trPr>
          <w:trHeight w:val="1031"/>
          <w:jc w:val="center"/>
        </w:trPr>
        <w:tc>
          <w:tcPr>
            <w:tcW w:w="3547" w:type="dxa"/>
            <w:gridSpan w:val="5"/>
            <w:shd w:val="clear" w:color="auto" w:fill="FFFFFF"/>
          </w:tcPr>
          <w:p w14:paraId="64DBAC3E" w14:textId="77777777" w:rsidR="00E07616" w:rsidRPr="0036143C" w:rsidRDefault="00E07616" w:rsidP="00DF3E14"/>
          <w:p w14:paraId="5A6BBC3C"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środowisko naturalne</w:t>
            </w:r>
          </w:p>
          <w:p w14:paraId="72213158"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sytuacja i rozwój regionalny</w:t>
            </w:r>
          </w:p>
          <w:p w14:paraId="7E6EFE37"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inne: </w:t>
            </w:r>
          </w:p>
        </w:tc>
        <w:tc>
          <w:tcPr>
            <w:tcW w:w="3687" w:type="dxa"/>
            <w:gridSpan w:val="16"/>
            <w:shd w:val="clear" w:color="auto" w:fill="FFFFFF"/>
          </w:tcPr>
          <w:p w14:paraId="031B90ED" w14:textId="77777777" w:rsidR="00E07616" w:rsidRPr="0036143C" w:rsidRDefault="00E07616" w:rsidP="00DF3E14"/>
          <w:p w14:paraId="53937AD6"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demografia</w:t>
            </w:r>
          </w:p>
          <w:p w14:paraId="5BDC3A10" w14:textId="77777777" w:rsidR="00E07616" w:rsidRPr="0036143C" w:rsidRDefault="00E07616" w:rsidP="00DF3E14">
            <w:r w:rsidRPr="0036143C">
              <w:fldChar w:fldCharType="begin">
                <w:ffData>
                  <w:name w:val=""/>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mienie państwowe</w:t>
            </w:r>
          </w:p>
        </w:tc>
        <w:tc>
          <w:tcPr>
            <w:tcW w:w="3682" w:type="dxa"/>
            <w:gridSpan w:val="8"/>
            <w:shd w:val="clear" w:color="auto" w:fill="FFFFFF"/>
          </w:tcPr>
          <w:p w14:paraId="2AAC4BE2" w14:textId="77777777" w:rsidR="00E07616" w:rsidRPr="0036143C" w:rsidRDefault="00E07616" w:rsidP="00DF3E14"/>
          <w:p w14:paraId="2EE7EF4D" w14:textId="77777777" w:rsidR="00E07616" w:rsidRPr="0036143C" w:rsidRDefault="00E07616" w:rsidP="00DF3E14">
            <w:r w:rsidRPr="0036143C">
              <w:fldChar w:fldCharType="begin">
                <w:ffData>
                  <w:name w:val=""/>
                  <w:enabled/>
                  <w:calcOnExit w:val="0"/>
                  <w:checkBox>
                    <w:sizeAuto/>
                    <w:default w:val="1"/>
                  </w:checkBox>
                </w:ffData>
              </w:fldChar>
            </w:r>
            <w:r w:rsidRPr="0036143C">
              <w:instrText xml:space="preserve"> FORMCHECKBOX </w:instrText>
            </w:r>
            <w:r w:rsidR="001E03AD">
              <w:fldChar w:fldCharType="separate"/>
            </w:r>
            <w:r w:rsidRPr="0036143C">
              <w:fldChar w:fldCharType="end"/>
            </w:r>
            <w:r w:rsidRPr="0036143C">
              <w:t xml:space="preserve"> informatyzacja</w:t>
            </w:r>
          </w:p>
          <w:p w14:paraId="12D41A6B" w14:textId="77777777" w:rsidR="00E07616" w:rsidRPr="0036143C" w:rsidRDefault="00E07616" w:rsidP="00DF3E14">
            <w:r w:rsidRPr="0036143C">
              <w:fldChar w:fldCharType="begin">
                <w:ffData>
                  <w:name w:val="Wybór1"/>
                  <w:enabled/>
                  <w:calcOnExit w:val="0"/>
                  <w:checkBox>
                    <w:sizeAuto/>
                    <w:default w:val="0"/>
                  </w:checkBox>
                </w:ffData>
              </w:fldChar>
            </w:r>
            <w:r w:rsidRPr="0036143C">
              <w:instrText xml:space="preserve"> FORMCHECKBOX </w:instrText>
            </w:r>
            <w:r w:rsidR="001E03AD">
              <w:fldChar w:fldCharType="separate"/>
            </w:r>
            <w:r w:rsidRPr="0036143C">
              <w:fldChar w:fldCharType="end"/>
            </w:r>
            <w:r w:rsidRPr="0036143C">
              <w:t xml:space="preserve"> zdrowie</w:t>
            </w:r>
          </w:p>
        </w:tc>
      </w:tr>
      <w:tr w:rsidR="00E07616" w:rsidRPr="0036143C" w14:paraId="5389A57A" w14:textId="77777777" w:rsidTr="00DF3E14">
        <w:trPr>
          <w:trHeight w:val="712"/>
          <w:jc w:val="center"/>
        </w:trPr>
        <w:tc>
          <w:tcPr>
            <w:tcW w:w="2243" w:type="dxa"/>
            <w:gridSpan w:val="3"/>
            <w:shd w:val="clear" w:color="auto" w:fill="FFFFFF"/>
            <w:vAlign w:val="center"/>
          </w:tcPr>
          <w:p w14:paraId="7DDC619F" w14:textId="77777777" w:rsidR="00E07616" w:rsidRPr="0036143C" w:rsidRDefault="00E07616" w:rsidP="00DF3E14">
            <w:r w:rsidRPr="0036143C">
              <w:t>Omówienie wpływu</w:t>
            </w:r>
          </w:p>
        </w:tc>
        <w:tc>
          <w:tcPr>
            <w:tcW w:w="8673" w:type="dxa"/>
            <w:gridSpan w:val="26"/>
            <w:shd w:val="clear" w:color="auto" w:fill="FFFFFF"/>
            <w:vAlign w:val="center"/>
          </w:tcPr>
          <w:p w14:paraId="0A9A10F8" w14:textId="476FEAB1" w:rsidR="00E07616" w:rsidRPr="0036143C" w:rsidRDefault="00E07616" w:rsidP="00C567FB">
            <w:pPr>
              <w:spacing w:line="276" w:lineRule="auto"/>
              <w:jc w:val="both"/>
            </w:pPr>
            <w:r w:rsidRPr="0036143C">
              <w:t xml:space="preserve">Możliwość czasowego składowania na skrzynce doręczeń wolumenu korespondencji w ilości odpowiadającej gwarantowanej pojemności określonej niniejszym rozporządzeniem oraz możliwość jej </w:t>
            </w:r>
            <w:r w:rsidR="00C567FB" w:rsidRPr="0036143C">
              <w:t>dalszego przechowywania w postaci elektronicznej po przeniesieniu poza skrzynkę doręczeń</w:t>
            </w:r>
            <w:r w:rsidRPr="0036143C">
              <w:t xml:space="preserve"> skutkować będzie zmniejszeniem zużycia papieru oraz prawdopodobnie zwiększy popyt na usługi przechowywania danych w postaci elektronicznej i </w:t>
            </w:r>
            <w:r w:rsidR="00C567FB" w:rsidRPr="0036143C">
              <w:t xml:space="preserve">popyt </w:t>
            </w:r>
            <w:r w:rsidRPr="0036143C">
              <w:t>na usługi zaufania polegające na weryfikacji integralności treści dokumentu elektronicznego lub autentyczności podpisu.</w:t>
            </w:r>
          </w:p>
        </w:tc>
      </w:tr>
      <w:tr w:rsidR="00E07616" w:rsidRPr="0036143C" w14:paraId="664BF250" w14:textId="77777777" w:rsidTr="00DF3E14">
        <w:trPr>
          <w:trHeight w:val="142"/>
          <w:jc w:val="center"/>
        </w:trPr>
        <w:tc>
          <w:tcPr>
            <w:tcW w:w="10916" w:type="dxa"/>
            <w:gridSpan w:val="29"/>
            <w:shd w:val="clear" w:color="auto" w:fill="99CCFF"/>
          </w:tcPr>
          <w:p w14:paraId="629E19AD" w14:textId="2D9D57E6" w:rsidR="00E07616" w:rsidRPr="0036143C" w:rsidRDefault="0013334D" w:rsidP="00DF3E14">
            <w:pPr>
              <w:rPr>
                <w:rStyle w:val="Ppogrubienie"/>
              </w:rPr>
            </w:pPr>
            <w:r w:rsidRPr="0036143C">
              <w:rPr>
                <w:rStyle w:val="Ppogrubienie"/>
              </w:rPr>
              <w:t xml:space="preserve">11. </w:t>
            </w:r>
            <w:r w:rsidR="00E07616" w:rsidRPr="0036143C">
              <w:rPr>
                <w:rStyle w:val="Ppogrubienie"/>
              </w:rPr>
              <w:t>Planowane wykonanie przepisów aktu prawnego</w:t>
            </w:r>
          </w:p>
        </w:tc>
      </w:tr>
      <w:tr w:rsidR="00E07616" w:rsidRPr="0036143C" w14:paraId="4F60A346" w14:textId="77777777" w:rsidTr="00DF3E14">
        <w:trPr>
          <w:trHeight w:val="142"/>
          <w:jc w:val="center"/>
        </w:trPr>
        <w:tc>
          <w:tcPr>
            <w:tcW w:w="10916" w:type="dxa"/>
            <w:gridSpan w:val="29"/>
            <w:shd w:val="clear" w:color="auto" w:fill="FFFFFF"/>
          </w:tcPr>
          <w:p w14:paraId="17F5E50B" w14:textId="57060843" w:rsidR="00E07616" w:rsidRPr="0036143C" w:rsidRDefault="00E07616" w:rsidP="00D94612">
            <w:r w:rsidRPr="0036143C">
              <w:t xml:space="preserve">Rozporządzenie </w:t>
            </w:r>
            <w:r w:rsidR="005F3DA7" w:rsidRPr="0036143C">
              <w:t>wchodzi w życie z dniem następującym po dniu ogłoszenia.</w:t>
            </w:r>
          </w:p>
        </w:tc>
      </w:tr>
      <w:tr w:rsidR="00E07616" w:rsidRPr="0036143C" w14:paraId="312E84B0" w14:textId="77777777" w:rsidTr="00DF3E14">
        <w:trPr>
          <w:trHeight w:val="142"/>
          <w:jc w:val="center"/>
        </w:trPr>
        <w:tc>
          <w:tcPr>
            <w:tcW w:w="10916" w:type="dxa"/>
            <w:gridSpan w:val="29"/>
            <w:shd w:val="clear" w:color="auto" w:fill="99CCFF"/>
          </w:tcPr>
          <w:p w14:paraId="49648AD2" w14:textId="0841D971" w:rsidR="00E07616" w:rsidRPr="0036143C" w:rsidRDefault="0013334D" w:rsidP="00DF3E14">
            <w:pPr>
              <w:rPr>
                <w:rStyle w:val="Ppogrubienie"/>
              </w:rPr>
            </w:pPr>
            <w:r w:rsidRPr="0036143C">
              <w:rPr>
                <w:rStyle w:val="Ppogrubienie"/>
              </w:rPr>
              <w:t xml:space="preserve">12. </w:t>
            </w:r>
            <w:r w:rsidR="00E07616" w:rsidRPr="0036143C">
              <w:rPr>
                <w:rStyle w:val="Ppogrubienie"/>
              </w:rPr>
              <w:t>W jaki sposób i kiedy nastąpi ewaluacja efektów projektu oraz jakie mierniki zostaną zastosowane?</w:t>
            </w:r>
          </w:p>
        </w:tc>
      </w:tr>
      <w:tr w:rsidR="00E07616" w:rsidRPr="0036143C" w14:paraId="32E3850F" w14:textId="77777777" w:rsidTr="00DF3E14">
        <w:trPr>
          <w:trHeight w:val="142"/>
          <w:jc w:val="center"/>
        </w:trPr>
        <w:tc>
          <w:tcPr>
            <w:tcW w:w="10916" w:type="dxa"/>
            <w:gridSpan w:val="29"/>
            <w:shd w:val="clear" w:color="auto" w:fill="FFFFFF"/>
          </w:tcPr>
          <w:p w14:paraId="3B72819F" w14:textId="7EFE58CE" w:rsidR="00E07616" w:rsidRPr="0036143C" w:rsidRDefault="00714E37" w:rsidP="00E70CD1">
            <w:pPr>
              <w:spacing w:line="276" w:lineRule="auto"/>
              <w:jc w:val="both"/>
            </w:pPr>
            <w:r w:rsidRPr="0036143C">
              <w:t>Art. 51</w:t>
            </w:r>
            <w:r w:rsidR="00E07616" w:rsidRPr="0036143C">
              <w:t xml:space="preserve"> ustawy </w:t>
            </w:r>
            <w:r w:rsidR="004E633A" w:rsidRPr="0036143C">
              <w:t xml:space="preserve">z dnia 18 listopada 2020 r. </w:t>
            </w:r>
            <w:r w:rsidR="00E07616" w:rsidRPr="0036143C">
              <w:t>o doręczeniach nakazuje operatorowi wyznaczonemu przekazywanie zagregowanych danych z wykonywania usługi RDE. Wyniki pomiarów jakości komunikacji skrzynki doręczeń z usługą rejestrowanego doręczenia elektronicznego prowadzonych przez aplikacje klienckie lub dowolne inne oprogramowanie usługowe, umożliwiają obliczenie jej rzeczywistej dostępności i pojemności.</w:t>
            </w:r>
          </w:p>
        </w:tc>
      </w:tr>
      <w:tr w:rsidR="00E07616" w:rsidRPr="0036143C" w14:paraId="525B75E1" w14:textId="77777777" w:rsidTr="00DF3E14">
        <w:trPr>
          <w:trHeight w:val="142"/>
          <w:jc w:val="center"/>
        </w:trPr>
        <w:tc>
          <w:tcPr>
            <w:tcW w:w="10916" w:type="dxa"/>
            <w:gridSpan w:val="29"/>
            <w:shd w:val="clear" w:color="auto" w:fill="99CCFF"/>
          </w:tcPr>
          <w:p w14:paraId="5D745130" w14:textId="3FD1C410" w:rsidR="00E07616" w:rsidRPr="0036143C" w:rsidRDefault="0013334D" w:rsidP="00DF3E14">
            <w:pPr>
              <w:rPr>
                <w:rStyle w:val="Ppogrubienie"/>
              </w:rPr>
            </w:pPr>
            <w:r w:rsidRPr="0036143C">
              <w:rPr>
                <w:rStyle w:val="Ppogrubienie"/>
              </w:rPr>
              <w:t>13</w:t>
            </w:r>
            <w:r w:rsidR="00E70CD1" w:rsidRPr="0036143C">
              <w:rPr>
                <w:rStyle w:val="Ppogrubienie"/>
              </w:rPr>
              <w:t xml:space="preserve">. </w:t>
            </w:r>
            <w:r w:rsidR="00E07616" w:rsidRPr="0036143C">
              <w:rPr>
                <w:rStyle w:val="Ppogrubienie"/>
              </w:rPr>
              <w:t xml:space="preserve">Załączniki (istotne dokumenty źródłowe, badania, analizy itp.) </w:t>
            </w:r>
          </w:p>
        </w:tc>
      </w:tr>
      <w:tr w:rsidR="00E07616" w:rsidRPr="0000175D" w14:paraId="5E9E2B1E" w14:textId="77777777" w:rsidTr="00DF3E14">
        <w:trPr>
          <w:trHeight w:val="633"/>
          <w:jc w:val="center"/>
        </w:trPr>
        <w:tc>
          <w:tcPr>
            <w:tcW w:w="10916" w:type="dxa"/>
            <w:gridSpan w:val="29"/>
            <w:shd w:val="clear" w:color="auto" w:fill="FFFFFF"/>
          </w:tcPr>
          <w:p w14:paraId="19C6119B" w14:textId="3FFEDDE6" w:rsidR="00E07616" w:rsidRPr="0000175D" w:rsidRDefault="005F3DA7" w:rsidP="00E70CD1">
            <w:pPr>
              <w:spacing w:line="276" w:lineRule="auto"/>
            </w:pPr>
            <w:r w:rsidRPr="0036143C">
              <w:t>Brak</w:t>
            </w:r>
          </w:p>
        </w:tc>
      </w:tr>
    </w:tbl>
    <w:p w14:paraId="74E9067F" w14:textId="77777777" w:rsidR="00261A16" w:rsidRPr="00737F6A" w:rsidRDefault="00261A16" w:rsidP="00737F6A"/>
    <w:sectPr w:rsidR="00261A16" w:rsidRPr="00737F6A" w:rsidSect="00272A31">
      <w:headerReference w:type="default" r:id="rId9"/>
      <w:footnotePr>
        <w:numRestart w:val="eachSect"/>
      </w:footnotePr>
      <w:pgSz w:w="11906" w:h="16838"/>
      <w:pgMar w:top="709" w:right="1434" w:bottom="1276"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05B78" w14:textId="77777777" w:rsidR="001E03AD" w:rsidRDefault="001E03AD">
      <w:r>
        <w:separator/>
      </w:r>
    </w:p>
  </w:endnote>
  <w:endnote w:type="continuationSeparator" w:id="0">
    <w:p w14:paraId="4E9A5132" w14:textId="77777777" w:rsidR="001E03AD" w:rsidRDefault="001E0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EE"/>
    <w:family w:val="roman"/>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6CECA" w14:textId="77777777" w:rsidR="001E03AD" w:rsidRDefault="001E03AD">
      <w:r>
        <w:separator/>
      </w:r>
    </w:p>
  </w:footnote>
  <w:footnote w:type="continuationSeparator" w:id="0">
    <w:p w14:paraId="2B54A905" w14:textId="77777777" w:rsidR="001E03AD" w:rsidRDefault="001E03AD">
      <w:r>
        <w:continuationSeparator/>
      </w:r>
    </w:p>
  </w:footnote>
  <w:footnote w:id="1">
    <w:p w14:paraId="43B5E1F3" w14:textId="77777777" w:rsidR="00AF416E" w:rsidRPr="004E1CB0" w:rsidRDefault="00AF416E" w:rsidP="00E07616">
      <w:pPr>
        <w:pStyle w:val="ODNONIKtreodnonika"/>
      </w:pPr>
      <w:r w:rsidRPr="00990EB9">
        <w:rPr>
          <w:rStyle w:val="IGindeksgrny"/>
        </w:rPr>
        <w:footnoteRef/>
      </w:r>
      <w:r w:rsidRPr="00990EB9">
        <w:rPr>
          <w:rStyle w:val="IGindeksgrny"/>
        </w:rPr>
        <w:t>)</w:t>
      </w:r>
      <w:r>
        <w:tab/>
      </w:r>
      <w:r w:rsidRPr="00612ADC">
        <w:t xml:space="preserve">Minister Cyfryzacji kieruje działem administracji rządowej – informatyzacja, na podstawie § 1 ust. 2 rozporządzenia </w:t>
      </w:r>
      <w:r>
        <w:t>Prezesa Rady Ministrów z dnia 6 października 2020</w:t>
      </w:r>
      <w:r w:rsidRPr="00612ADC">
        <w:t xml:space="preserve"> r. w sprawie szczegółowego zakresu działania Minis</w:t>
      </w:r>
      <w:r>
        <w:t>tra Cyfryzacji (Dz. U. poz. 1716</w:t>
      </w:r>
      <w:r w:rsidRPr="00612AD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48DAE" w14:textId="2F6D6DC8" w:rsidR="00AF416E" w:rsidRPr="00B371CC" w:rsidRDefault="00AF416E" w:rsidP="00B371CC">
    <w:pPr>
      <w:pStyle w:val="Nagwek"/>
      <w:jc w:val="center"/>
    </w:pPr>
    <w:r>
      <w:t xml:space="preserve">– </w:t>
    </w:r>
    <w:r>
      <w:fldChar w:fldCharType="begin"/>
    </w:r>
    <w:r>
      <w:instrText xml:space="preserve"> PAGE  \* MERGEFORMAT </w:instrText>
    </w:r>
    <w:r>
      <w:fldChar w:fldCharType="separate"/>
    </w:r>
    <w:r w:rsidR="004161E3">
      <w:rPr>
        <w:noProof/>
      </w:rPr>
      <w:t>22</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533BC"/>
    <w:multiLevelType w:val="hybridMultilevel"/>
    <w:tmpl w:val="DFE624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616"/>
    <w:rsid w:val="000012DA"/>
    <w:rsid w:val="000021D6"/>
    <w:rsid w:val="0000246E"/>
    <w:rsid w:val="00003862"/>
    <w:rsid w:val="0001101A"/>
    <w:rsid w:val="00012490"/>
    <w:rsid w:val="00012A35"/>
    <w:rsid w:val="00016099"/>
    <w:rsid w:val="00017DC2"/>
    <w:rsid w:val="00021292"/>
    <w:rsid w:val="00021522"/>
    <w:rsid w:val="00023471"/>
    <w:rsid w:val="00023F13"/>
    <w:rsid w:val="00027E64"/>
    <w:rsid w:val="00030634"/>
    <w:rsid w:val="000319C1"/>
    <w:rsid w:val="00031A8B"/>
    <w:rsid w:val="00031BCA"/>
    <w:rsid w:val="000330FA"/>
    <w:rsid w:val="0003362F"/>
    <w:rsid w:val="000348D3"/>
    <w:rsid w:val="00036B63"/>
    <w:rsid w:val="00037E1A"/>
    <w:rsid w:val="00043495"/>
    <w:rsid w:val="000434F8"/>
    <w:rsid w:val="00046A75"/>
    <w:rsid w:val="00047312"/>
    <w:rsid w:val="000508BD"/>
    <w:rsid w:val="000517AB"/>
    <w:rsid w:val="000521FE"/>
    <w:rsid w:val="0005339C"/>
    <w:rsid w:val="0005571B"/>
    <w:rsid w:val="00057AB3"/>
    <w:rsid w:val="00060076"/>
    <w:rsid w:val="00060432"/>
    <w:rsid w:val="00060D87"/>
    <w:rsid w:val="000615A5"/>
    <w:rsid w:val="00063DCA"/>
    <w:rsid w:val="00064D30"/>
    <w:rsid w:val="00064E4C"/>
    <w:rsid w:val="0006594B"/>
    <w:rsid w:val="00066901"/>
    <w:rsid w:val="00071BEE"/>
    <w:rsid w:val="000736CD"/>
    <w:rsid w:val="00074911"/>
    <w:rsid w:val="0007533B"/>
    <w:rsid w:val="0007545D"/>
    <w:rsid w:val="00075CE4"/>
    <w:rsid w:val="00075FAE"/>
    <w:rsid w:val="000760BF"/>
    <w:rsid w:val="0007613E"/>
    <w:rsid w:val="00076BFC"/>
    <w:rsid w:val="000814A7"/>
    <w:rsid w:val="0008557B"/>
    <w:rsid w:val="000857B4"/>
    <w:rsid w:val="00085CE7"/>
    <w:rsid w:val="000906EE"/>
    <w:rsid w:val="00091BA2"/>
    <w:rsid w:val="00093BC0"/>
    <w:rsid w:val="000944EF"/>
    <w:rsid w:val="0009732D"/>
    <w:rsid w:val="000973F0"/>
    <w:rsid w:val="00097ADB"/>
    <w:rsid w:val="000A0D00"/>
    <w:rsid w:val="000A1296"/>
    <w:rsid w:val="000A1C27"/>
    <w:rsid w:val="000A1DAD"/>
    <w:rsid w:val="000A2649"/>
    <w:rsid w:val="000A323B"/>
    <w:rsid w:val="000A4BA5"/>
    <w:rsid w:val="000A61D2"/>
    <w:rsid w:val="000B298D"/>
    <w:rsid w:val="000B5B2D"/>
    <w:rsid w:val="000B5DCE"/>
    <w:rsid w:val="000B5F0A"/>
    <w:rsid w:val="000C05BA"/>
    <w:rsid w:val="000C0E8F"/>
    <w:rsid w:val="000C2D61"/>
    <w:rsid w:val="000C4BC4"/>
    <w:rsid w:val="000D0110"/>
    <w:rsid w:val="000D2468"/>
    <w:rsid w:val="000D318A"/>
    <w:rsid w:val="000D6173"/>
    <w:rsid w:val="000D6F83"/>
    <w:rsid w:val="000E138A"/>
    <w:rsid w:val="000E25CC"/>
    <w:rsid w:val="000E3694"/>
    <w:rsid w:val="000E3FF8"/>
    <w:rsid w:val="000E490F"/>
    <w:rsid w:val="000E6241"/>
    <w:rsid w:val="000F0679"/>
    <w:rsid w:val="000F12F4"/>
    <w:rsid w:val="000F2BE3"/>
    <w:rsid w:val="000F3D0D"/>
    <w:rsid w:val="000F6ED4"/>
    <w:rsid w:val="000F7A6E"/>
    <w:rsid w:val="00102341"/>
    <w:rsid w:val="001042BA"/>
    <w:rsid w:val="00104998"/>
    <w:rsid w:val="00106D03"/>
    <w:rsid w:val="00107BB3"/>
    <w:rsid w:val="00110465"/>
    <w:rsid w:val="00110628"/>
    <w:rsid w:val="0011245A"/>
    <w:rsid w:val="0011493E"/>
    <w:rsid w:val="00115B72"/>
    <w:rsid w:val="001169F9"/>
    <w:rsid w:val="0012034A"/>
    <w:rsid w:val="001209EC"/>
    <w:rsid w:val="00120A9E"/>
    <w:rsid w:val="00125A9C"/>
    <w:rsid w:val="001270A2"/>
    <w:rsid w:val="00131237"/>
    <w:rsid w:val="001329AC"/>
    <w:rsid w:val="0013334D"/>
    <w:rsid w:val="00134CA0"/>
    <w:rsid w:val="0014026F"/>
    <w:rsid w:val="0014338B"/>
    <w:rsid w:val="00147A47"/>
    <w:rsid w:val="00147AA1"/>
    <w:rsid w:val="001520CF"/>
    <w:rsid w:val="0015340D"/>
    <w:rsid w:val="00155B22"/>
    <w:rsid w:val="0015667C"/>
    <w:rsid w:val="00157110"/>
    <w:rsid w:val="00157144"/>
    <w:rsid w:val="0015742A"/>
    <w:rsid w:val="00157B4B"/>
    <w:rsid w:val="00157DA1"/>
    <w:rsid w:val="00163147"/>
    <w:rsid w:val="00164280"/>
    <w:rsid w:val="00164C57"/>
    <w:rsid w:val="00164C9D"/>
    <w:rsid w:val="00166B8C"/>
    <w:rsid w:val="00167C30"/>
    <w:rsid w:val="00171DE6"/>
    <w:rsid w:val="00172F7A"/>
    <w:rsid w:val="00173150"/>
    <w:rsid w:val="00173390"/>
    <w:rsid w:val="001736F0"/>
    <w:rsid w:val="00173BB3"/>
    <w:rsid w:val="001740D0"/>
    <w:rsid w:val="001745B2"/>
    <w:rsid w:val="00174F2C"/>
    <w:rsid w:val="00180AD4"/>
    <w:rsid w:val="00180F2A"/>
    <w:rsid w:val="00182F69"/>
    <w:rsid w:val="0018418D"/>
    <w:rsid w:val="00184B91"/>
    <w:rsid w:val="00184D4A"/>
    <w:rsid w:val="00186A1E"/>
    <w:rsid w:val="00186EC1"/>
    <w:rsid w:val="00191E1F"/>
    <w:rsid w:val="00193F33"/>
    <w:rsid w:val="0019473B"/>
    <w:rsid w:val="001952B1"/>
    <w:rsid w:val="0019645D"/>
    <w:rsid w:val="00196E39"/>
    <w:rsid w:val="00197649"/>
    <w:rsid w:val="001A01FB"/>
    <w:rsid w:val="001A10E9"/>
    <w:rsid w:val="001A183D"/>
    <w:rsid w:val="001A2B65"/>
    <w:rsid w:val="001A3CD3"/>
    <w:rsid w:val="001A5BEF"/>
    <w:rsid w:val="001A7F15"/>
    <w:rsid w:val="001B342E"/>
    <w:rsid w:val="001C1832"/>
    <w:rsid w:val="001C188C"/>
    <w:rsid w:val="001D1783"/>
    <w:rsid w:val="001D53CD"/>
    <w:rsid w:val="001D55A3"/>
    <w:rsid w:val="001D5AF5"/>
    <w:rsid w:val="001E03AD"/>
    <w:rsid w:val="001E1E73"/>
    <w:rsid w:val="001E4E0C"/>
    <w:rsid w:val="001E526D"/>
    <w:rsid w:val="001E5655"/>
    <w:rsid w:val="001E71D3"/>
    <w:rsid w:val="001F09A7"/>
    <w:rsid w:val="001F1832"/>
    <w:rsid w:val="001F1FC8"/>
    <w:rsid w:val="001F220F"/>
    <w:rsid w:val="001F25B3"/>
    <w:rsid w:val="001F6616"/>
    <w:rsid w:val="00202BD4"/>
    <w:rsid w:val="00204A97"/>
    <w:rsid w:val="0020595C"/>
    <w:rsid w:val="0021101C"/>
    <w:rsid w:val="002114EF"/>
    <w:rsid w:val="0021426B"/>
    <w:rsid w:val="0021509F"/>
    <w:rsid w:val="0021593E"/>
    <w:rsid w:val="002166AD"/>
    <w:rsid w:val="0021781F"/>
    <w:rsid w:val="00217871"/>
    <w:rsid w:val="00221ED8"/>
    <w:rsid w:val="002231EA"/>
    <w:rsid w:val="002238C8"/>
    <w:rsid w:val="00223FDF"/>
    <w:rsid w:val="00225122"/>
    <w:rsid w:val="002251F0"/>
    <w:rsid w:val="00226397"/>
    <w:rsid w:val="002279C0"/>
    <w:rsid w:val="0023727E"/>
    <w:rsid w:val="00242081"/>
    <w:rsid w:val="00243777"/>
    <w:rsid w:val="002441CD"/>
    <w:rsid w:val="00246F07"/>
    <w:rsid w:val="002501A3"/>
    <w:rsid w:val="0025166C"/>
    <w:rsid w:val="0025218B"/>
    <w:rsid w:val="002555D4"/>
    <w:rsid w:val="00261A16"/>
    <w:rsid w:val="00262667"/>
    <w:rsid w:val="00263522"/>
    <w:rsid w:val="00264EC6"/>
    <w:rsid w:val="00271013"/>
    <w:rsid w:val="002715B6"/>
    <w:rsid w:val="0027179A"/>
    <w:rsid w:val="00272A31"/>
    <w:rsid w:val="00272CB4"/>
    <w:rsid w:val="00273FE4"/>
    <w:rsid w:val="00274EFB"/>
    <w:rsid w:val="002765B4"/>
    <w:rsid w:val="00276A94"/>
    <w:rsid w:val="00293AA9"/>
    <w:rsid w:val="00293ECF"/>
    <w:rsid w:val="0029405D"/>
    <w:rsid w:val="00294FA6"/>
    <w:rsid w:val="00295A6F"/>
    <w:rsid w:val="002A0AD6"/>
    <w:rsid w:val="002A20C4"/>
    <w:rsid w:val="002A2A40"/>
    <w:rsid w:val="002A2B10"/>
    <w:rsid w:val="002A4DCE"/>
    <w:rsid w:val="002A570F"/>
    <w:rsid w:val="002A7292"/>
    <w:rsid w:val="002A7358"/>
    <w:rsid w:val="002A7902"/>
    <w:rsid w:val="002B0F6B"/>
    <w:rsid w:val="002B21B0"/>
    <w:rsid w:val="002B23B8"/>
    <w:rsid w:val="002B4429"/>
    <w:rsid w:val="002B68A6"/>
    <w:rsid w:val="002B6ADB"/>
    <w:rsid w:val="002B74E3"/>
    <w:rsid w:val="002B7FAF"/>
    <w:rsid w:val="002C1115"/>
    <w:rsid w:val="002C1BEA"/>
    <w:rsid w:val="002D0C4F"/>
    <w:rsid w:val="002D1364"/>
    <w:rsid w:val="002D17BF"/>
    <w:rsid w:val="002D257E"/>
    <w:rsid w:val="002D4D30"/>
    <w:rsid w:val="002D4E86"/>
    <w:rsid w:val="002D5000"/>
    <w:rsid w:val="002D598D"/>
    <w:rsid w:val="002D637B"/>
    <w:rsid w:val="002D7188"/>
    <w:rsid w:val="002E1DE3"/>
    <w:rsid w:val="002E2AB6"/>
    <w:rsid w:val="002E3F34"/>
    <w:rsid w:val="002E5F79"/>
    <w:rsid w:val="002E64FA"/>
    <w:rsid w:val="002F0A00"/>
    <w:rsid w:val="002F0CFA"/>
    <w:rsid w:val="002F0DB3"/>
    <w:rsid w:val="002F1AD5"/>
    <w:rsid w:val="002F669F"/>
    <w:rsid w:val="00300893"/>
    <w:rsid w:val="00301C97"/>
    <w:rsid w:val="00301E16"/>
    <w:rsid w:val="00303962"/>
    <w:rsid w:val="003076D9"/>
    <w:rsid w:val="0031004C"/>
    <w:rsid w:val="003105F6"/>
    <w:rsid w:val="00311297"/>
    <w:rsid w:val="003113BE"/>
    <w:rsid w:val="003122CA"/>
    <w:rsid w:val="003148FD"/>
    <w:rsid w:val="00321080"/>
    <w:rsid w:val="00322D45"/>
    <w:rsid w:val="0032569A"/>
    <w:rsid w:val="00325A1F"/>
    <w:rsid w:val="003268F9"/>
    <w:rsid w:val="00330BAF"/>
    <w:rsid w:val="00330F10"/>
    <w:rsid w:val="00331F93"/>
    <w:rsid w:val="003336D5"/>
    <w:rsid w:val="00334E3A"/>
    <w:rsid w:val="003361DD"/>
    <w:rsid w:val="003415FF"/>
    <w:rsid w:val="00341A6A"/>
    <w:rsid w:val="00345B9C"/>
    <w:rsid w:val="00352DAE"/>
    <w:rsid w:val="00354EB9"/>
    <w:rsid w:val="003602AE"/>
    <w:rsid w:val="00360929"/>
    <w:rsid w:val="0036143C"/>
    <w:rsid w:val="00364620"/>
    <w:rsid w:val="003647D5"/>
    <w:rsid w:val="00364E6C"/>
    <w:rsid w:val="003674B0"/>
    <w:rsid w:val="0037727C"/>
    <w:rsid w:val="00377E70"/>
    <w:rsid w:val="00380904"/>
    <w:rsid w:val="003823EE"/>
    <w:rsid w:val="00382960"/>
    <w:rsid w:val="00383DE4"/>
    <w:rsid w:val="003846F7"/>
    <w:rsid w:val="003851EA"/>
    <w:rsid w:val="003851ED"/>
    <w:rsid w:val="00385B39"/>
    <w:rsid w:val="00386785"/>
    <w:rsid w:val="00390E89"/>
    <w:rsid w:val="00391B1A"/>
    <w:rsid w:val="003940F3"/>
    <w:rsid w:val="00394423"/>
    <w:rsid w:val="00395B9F"/>
    <w:rsid w:val="00396942"/>
    <w:rsid w:val="00396B49"/>
    <w:rsid w:val="00396E3E"/>
    <w:rsid w:val="003A306E"/>
    <w:rsid w:val="003A345C"/>
    <w:rsid w:val="003A60DC"/>
    <w:rsid w:val="003A6A46"/>
    <w:rsid w:val="003A7A63"/>
    <w:rsid w:val="003B000C"/>
    <w:rsid w:val="003B0C69"/>
    <w:rsid w:val="003B0DB0"/>
    <w:rsid w:val="003B0F1D"/>
    <w:rsid w:val="003B1EC3"/>
    <w:rsid w:val="003B4A57"/>
    <w:rsid w:val="003C0AD9"/>
    <w:rsid w:val="003C0ED0"/>
    <w:rsid w:val="003C1D49"/>
    <w:rsid w:val="003C30BD"/>
    <w:rsid w:val="003C35C4"/>
    <w:rsid w:val="003C4FE2"/>
    <w:rsid w:val="003C580C"/>
    <w:rsid w:val="003C69F1"/>
    <w:rsid w:val="003C7337"/>
    <w:rsid w:val="003D12C2"/>
    <w:rsid w:val="003D31B9"/>
    <w:rsid w:val="003D3867"/>
    <w:rsid w:val="003D5EDC"/>
    <w:rsid w:val="003E0D1A"/>
    <w:rsid w:val="003E2DA3"/>
    <w:rsid w:val="003E3BEB"/>
    <w:rsid w:val="003E6730"/>
    <w:rsid w:val="003E684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61E3"/>
    <w:rsid w:val="00416B67"/>
    <w:rsid w:val="00417B22"/>
    <w:rsid w:val="00420A87"/>
    <w:rsid w:val="00421085"/>
    <w:rsid w:val="0042465E"/>
    <w:rsid w:val="00424DF7"/>
    <w:rsid w:val="00432B76"/>
    <w:rsid w:val="00434D01"/>
    <w:rsid w:val="00435D26"/>
    <w:rsid w:val="00440C99"/>
    <w:rsid w:val="0044175C"/>
    <w:rsid w:val="00445F4D"/>
    <w:rsid w:val="00446710"/>
    <w:rsid w:val="004504C0"/>
    <w:rsid w:val="00454229"/>
    <w:rsid w:val="004550FB"/>
    <w:rsid w:val="004608DD"/>
    <w:rsid w:val="0046111A"/>
    <w:rsid w:val="0046172A"/>
    <w:rsid w:val="00462535"/>
    <w:rsid w:val="00462946"/>
    <w:rsid w:val="00463F43"/>
    <w:rsid w:val="00464B94"/>
    <w:rsid w:val="004653A8"/>
    <w:rsid w:val="00465A0B"/>
    <w:rsid w:val="0047077C"/>
    <w:rsid w:val="00470B05"/>
    <w:rsid w:val="0047207C"/>
    <w:rsid w:val="00472CD6"/>
    <w:rsid w:val="00474E3C"/>
    <w:rsid w:val="00477AAD"/>
    <w:rsid w:val="00480A58"/>
    <w:rsid w:val="00480E91"/>
    <w:rsid w:val="00482151"/>
    <w:rsid w:val="00485FAD"/>
    <w:rsid w:val="004871B1"/>
    <w:rsid w:val="00487AED"/>
    <w:rsid w:val="00491EDF"/>
    <w:rsid w:val="004922C6"/>
    <w:rsid w:val="00492A3F"/>
    <w:rsid w:val="00494F62"/>
    <w:rsid w:val="004A2001"/>
    <w:rsid w:val="004A3590"/>
    <w:rsid w:val="004A7F0E"/>
    <w:rsid w:val="004B00A7"/>
    <w:rsid w:val="004B25E2"/>
    <w:rsid w:val="004B34D7"/>
    <w:rsid w:val="004B5037"/>
    <w:rsid w:val="004B5B2F"/>
    <w:rsid w:val="004B626A"/>
    <w:rsid w:val="004B660E"/>
    <w:rsid w:val="004C05BD"/>
    <w:rsid w:val="004C3B06"/>
    <w:rsid w:val="004C3F97"/>
    <w:rsid w:val="004C7EE7"/>
    <w:rsid w:val="004D2DEE"/>
    <w:rsid w:val="004D2E1F"/>
    <w:rsid w:val="004D34A2"/>
    <w:rsid w:val="004D46DC"/>
    <w:rsid w:val="004D7FD9"/>
    <w:rsid w:val="004E1324"/>
    <w:rsid w:val="004E19A5"/>
    <w:rsid w:val="004E2A44"/>
    <w:rsid w:val="004E37E5"/>
    <w:rsid w:val="004E3FDB"/>
    <w:rsid w:val="004E4652"/>
    <w:rsid w:val="004E633A"/>
    <w:rsid w:val="004F1F4A"/>
    <w:rsid w:val="004F24A1"/>
    <w:rsid w:val="004F296D"/>
    <w:rsid w:val="004F508B"/>
    <w:rsid w:val="004F695F"/>
    <w:rsid w:val="004F6CA4"/>
    <w:rsid w:val="00500752"/>
    <w:rsid w:val="00501A50"/>
    <w:rsid w:val="0050222D"/>
    <w:rsid w:val="00503AF3"/>
    <w:rsid w:val="00504205"/>
    <w:rsid w:val="0050696D"/>
    <w:rsid w:val="005108F4"/>
    <w:rsid w:val="0051094B"/>
    <w:rsid w:val="005110D7"/>
    <w:rsid w:val="00511D99"/>
    <w:rsid w:val="005127A0"/>
    <w:rsid w:val="005128D3"/>
    <w:rsid w:val="005132E8"/>
    <w:rsid w:val="005136A7"/>
    <w:rsid w:val="005147E8"/>
    <w:rsid w:val="005158F2"/>
    <w:rsid w:val="00526DFC"/>
    <w:rsid w:val="00526F43"/>
    <w:rsid w:val="00527651"/>
    <w:rsid w:val="005363AB"/>
    <w:rsid w:val="005366B8"/>
    <w:rsid w:val="00541A54"/>
    <w:rsid w:val="00544EF4"/>
    <w:rsid w:val="00545E53"/>
    <w:rsid w:val="00546137"/>
    <w:rsid w:val="00547128"/>
    <w:rsid w:val="005479D9"/>
    <w:rsid w:val="005572BD"/>
    <w:rsid w:val="00557A12"/>
    <w:rsid w:val="00560AC7"/>
    <w:rsid w:val="00561AFB"/>
    <w:rsid w:val="00561FA8"/>
    <w:rsid w:val="005635ED"/>
    <w:rsid w:val="005638DF"/>
    <w:rsid w:val="00565253"/>
    <w:rsid w:val="00567B96"/>
    <w:rsid w:val="00570191"/>
    <w:rsid w:val="00570570"/>
    <w:rsid w:val="00570752"/>
    <w:rsid w:val="00572512"/>
    <w:rsid w:val="00573EE6"/>
    <w:rsid w:val="0057528A"/>
    <w:rsid w:val="0057547F"/>
    <w:rsid w:val="005754EE"/>
    <w:rsid w:val="0057617E"/>
    <w:rsid w:val="00576497"/>
    <w:rsid w:val="005835E7"/>
    <w:rsid w:val="0058397F"/>
    <w:rsid w:val="00583BF8"/>
    <w:rsid w:val="00585F33"/>
    <w:rsid w:val="00586BC0"/>
    <w:rsid w:val="00591124"/>
    <w:rsid w:val="005913C2"/>
    <w:rsid w:val="00597024"/>
    <w:rsid w:val="005A0274"/>
    <w:rsid w:val="005A095C"/>
    <w:rsid w:val="005A2672"/>
    <w:rsid w:val="005A669D"/>
    <w:rsid w:val="005A75D8"/>
    <w:rsid w:val="005B30DA"/>
    <w:rsid w:val="005B53A3"/>
    <w:rsid w:val="005B6545"/>
    <w:rsid w:val="005B713E"/>
    <w:rsid w:val="005C03B6"/>
    <w:rsid w:val="005C348E"/>
    <w:rsid w:val="005C68E1"/>
    <w:rsid w:val="005D14D8"/>
    <w:rsid w:val="005D34BC"/>
    <w:rsid w:val="005D3763"/>
    <w:rsid w:val="005D55E1"/>
    <w:rsid w:val="005E19F7"/>
    <w:rsid w:val="005E34F0"/>
    <w:rsid w:val="005E4F04"/>
    <w:rsid w:val="005E62C2"/>
    <w:rsid w:val="005E6C71"/>
    <w:rsid w:val="005F0963"/>
    <w:rsid w:val="005F1CD2"/>
    <w:rsid w:val="005F2824"/>
    <w:rsid w:val="005F2EBA"/>
    <w:rsid w:val="005F35ED"/>
    <w:rsid w:val="005F3DA7"/>
    <w:rsid w:val="005F7812"/>
    <w:rsid w:val="005F7A88"/>
    <w:rsid w:val="0060373E"/>
    <w:rsid w:val="00603A1A"/>
    <w:rsid w:val="006046D5"/>
    <w:rsid w:val="00607A93"/>
    <w:rsid w:val="00610C08"/>
    <w:rsid w:val="00611F74"/>
    <w:rsid w:val="006126BD"/>
    <w:rsid w:val="00614F81"/>
    <w:rsid w:val="00615772"/>
    <w:rsid w:val="00621256"/>
    <w:rsid w:val="00621FCC"/>
    <w:rsid w:val="00622E4B"/>
    <w:rsid w:val="00625E97"/>
    <w:rsid w:val="00626A3F"/>
    <w:rsid w:val="006333DA"/>
    <w:rsid w:val="006336F7"/>
    <w:rsid w:val="00635134"/>
    <w:rsid w:val="006356E2"/>
    <w:rsid w:val="00636BDC"/>
    <w:rsid w:val="00642A65"/>
    <w:rsid w:val="006459DB"/>
    <w:rsid w:val="00645DCE"/>
    <w:rsid w:val="006465AC"/>
    <w:rsid w:val="006465BF"/>
    <w:rsid w:val="00647F22"/>
    <w:rsid w:val="00653B22"/>
    <w:rsid w:val="00655812"/>
    <w:rsid w:val="00657BF4"/>
    <w:rsid w:val="006603FB"/>
    <w:rsid w:val="006608DF"/>
    <w:rsid w:val="006623AC"/>
    <w:rsid w:val="00665B6A"/>
    <w:rsid w:val="006678AF"/>
    <w:rsid w:val="006701EF"/>
    <w:rsid w:val="00670D0A"/>
    <w:rsid w:val="00673BA5"/>
    <w:rsid w:val="00680058"/>
    <w:rsid w:val="00681F9F"/>
    <w:rsid w:val="00682F7B"/>
    <w:rsid w:val="006840EA"/>
    <w:rsid w:val="006844E2"/>
    <w:rsid w:val="00685267"/>
    <w:rsid w:val="00686333"/>
    <w:rsid w:val="006872AE"/>
    <w:rsid w:val="00690082"/>
    <w:rsid w:val="00690252"/>
    <w:rsid w:val="006946BB"/>
    <w:rsid w:val="00694E2E"/>
    <w:rsid w:val="006969FA"/>
    <w:rsid w:val="006A0A9E"/>
    <w:rsid w:val="006A19EA"/>
    <w:rsid w:val="006A2B9B"/>
    <w:rsid w:val="006A35D5"/>
    <w:rsid w:val="006A748A"/>
    <w:rsid w:val="006B1D76"/>
    <w:rsid w:val="006B2128"/>
    <w:rsid w:val="006B4BC6"/>
    <w:rsid w:val="006C0032"/>
    <w:rsid w:val="006C1824"/>
    <w:rsid w:val="006C2B9E"/>
    <w:rsid w:val="006C419E"/>
    <w:rsid w:val="006C4A31"/>
    <w:rsid w:val="006C5AC2"/>
    <w:rsid w:val="006C6663"/>
    <w:rsid w:val="006C6AFB"/>
    <w:rsid w:val="006D2735"/>
    <w:rsid w:val="006D45B2"/>
    <w:rsid w:val="006D4751"/>
    <w:rsid w:val="006E0650"/>
    <w:rsid w:val="006E0FCC"/>
    <w:rsid w:val="006E125D"/>
    <w:rsid w:val="006E1E96"/>
    <w:rsid w:val="006E3825"/>
    <w:rsid w:val="006E3EED"/>
    <w:rsid w:val="006E5E21"/>
    <w:rsid w:val="006F2495"/>
    <w:rsid w:val="006F2648"/>
    <w:rsid w:val="006F2F10"/>
    <w:rsid w:val="006F3503"/>
    <w:rsid w:val="006F4403"/>
    <w:rsid w:val="006F482B"/>
    <w:rsid w:val="006F6311"/>
    <w:rsid w:val="006F77C3"/>
    <w:rsid w:val="00701952"/>
    <w:rsid w:val="00702556"/>
    <w:rsid w:val="0070277E"/>
    <w:rsid w:val="00704156"/>
    <w:rsid w:val="007069FC"/>
    <w:rsid w:val="00711221"/>
    <w:rsid w:val="00712675"/>
    <w:rsid w:val="007128C1"/>
    <w:rsid w:val="00713808"/>
    <w:rsid w:val="00714E37"/>
    <w:rsid w:val="007151B6"/>
    <w:rsid w:val="0071520D"/>
    <w:rsid w:val="00715EDB"/>
    <w:rsid w:val="007160D5"/>
    <w:rsid w:val="007163FB"/>
    <w:rsid w:val="00717C2E"/>
    <w:rsid w:val="007204FA"/>
    <w:rsid w:val="007213B3"/>
    <w:rsid w:val="00722923"/>
    <w:rsid w:val="0072457F"/>
    <w:rsid w:val="00725406"/>
    <w:rsid w:val="0072621B"/>
    <w:rsid w:val="00730555"/>
    <w:rsid w:val="007312CC"/>
    <w:rsid w:val="00736A64"/>
    <w:rsid w:val="00737F6A"/>
    <w:rsid w:val="0074053D"/>
    <w:rsid w:val="007410B6"/>
    <w:rsid w:val="00744C6F"/>
    <w:rsid w:val="007457F6"/>
    <w:rsid w:val="00745ABB"/>
    <w:rsid w:val="0074612F"/>
    <w:rsid w:val="00746E38"/>
    <w:rsid w:val="00747CD5"/>
    <w:rsid w:val="00747E0C"/>
    <w:rsid w:val="007511BF"/>
    <w:rsid w:val="00753B51"/>
    <w:rsid w:val="0075615A"/>
    <w:rsid w:val="00756629"/>
    <w:rsid w:val="007571C5"/>
    <w:rsid w:val="007575D2"/>
    <w:rsid w:val="00757B4F"/>
    <w:rsid w:val="00757B6A"/>
    <w:rsid w:val="007610E0"/>
    <w:rsid w:val="007621AA"/>
    <w:rsid w:val="0076260A"/>
    <w:rsid w:val="00764A67"/>
    <w:rsid w:val="00764B20"/>
    <w:rsid w:val="00770CD1"/>
    <w:rsid w:val="00770F6B"/>
    <w:rsid w:val="00771883"/>
    <w:rsid w:val="00776DC2"/>
    <w:rsid w:val="00780122"/>
    <w:rsid w:val="0078214B"/>
    <w:rsid w:val="00783982"/>
    <w:rsid w:val="0078498A"/>
    <w:rsid w:val="007878FE"/>
    <w:rsid w:val="00792207"/>
    <w:rsid w:val="00792B64"/>
    <w:rsid w:val="00792E29"/>
    <w:rsid w:val="0079379A"/>
    <w:rsid w:val="00794953"/>
    <w:rsid w:val="0079517F"/>
    <w:rsid w:val="007A1F2F"/>
    <w:rsid w:val="007A2A5C"/>
    <w:rsid w:val="007A5150"/>
    <w:rsid w:val="007A5373"/>
    <w:rsid w:val="007A789F"/>
    <w:rsid w:val="007B10D7"/>
    <w:rsid w:val="007B75BC"/>
    <w:rsid w:val="007C0BD6"/>
    <w:rsid w:val="007C14AF"/>
    <w:rsid w:val="007C3806"/>
    <w:rsid w:val="007C5BB7"/>
    <w:rsid w:val="007D07D5"/>
    <w:rsid w:val="007D1C64"/>
    <w:rsid w:val="007D296C"/>
    <w:rsid w:val="007D32DD"/>
    <w:rsid w:val="007D4170"/>
    <w:rsid w:val="007D6DCE"/>
    <w:rsid w:val="007D72C4"/>
    <w:rsid w:val="007E1BD3"/>
    <w:rsid w:val="007E2CFE"/>
    <w:rsid w:val="007E59C9"/>
    <w:rsid w:val="007F0072"/>
    <w:rsid w:val="007F1CD0"/>
    <w:rsid w:val="007F2EB6"/>
    <w:rsid w:val="007F4D05"/>
    <w:rsid w:val="007F54C3"/>
    <w:rsid w:val="007F7286"/>
    <w:rsid w:val="0080139A"/>
    <w:rsid w:val="00802949"/>
    <w:rsid w:val="00802E49"/>
    <w:rsid w:val="0080301E"/>
    <w:rsid w:val="0080365F"/>
    <w:rsid w:val="008041B0"/>
    <w:rsid w:val="00806645"/>
    <w:rsid w:val="00811F6C"/>
    <w:rsid w:val="00812BE5"/>
    <w:rsid w:val="00815524"/>
    <w:rsid w:val="008163BF"/>
    <w:rsid w:val="00817429"/>
    <w:rsid w:val="00821514"/>
    <w:rsid w:val="00821E35"/>
    <w:rsid w:val="00824591"/>
    <w:rsid w:val="00824AED"/>
    <w:rsid w:val="00827820"/>
    <w:rsid w:val="00830790"/>
    <w:rsid w:val="00831353"/>
    <w:rsid w:val="00831B8B"/>
    <w:rsid w:val="0083405D"/>
    <w:rsid w:val="008352D4"/>
    <w:rsid w:val="00836516"/>
    <w:rsid w:val="00836DB9"/>
    <w:rsid w:val="00837C67"/>
    <w:rsid w:val="008415B0"/>
    <w:rsid w:val="00842028"/>
    <w:rsid w:val="008436B8"/>
    <w:rsid w:val="00844B21"/>
    <w:rsid w:val="008460B6"/>
    <w:rsid w:val="00850C9D"/>
    <w:rsid w:val="00852B59"/>
    <w:rsid w:val="00856272"/>
    <w:rsid w:val="008563FF"/>
    <w:rsid w:val="0086018B"/>
    <w:rsid w:val="00860FB6"/>
    <w:rsid w:val="008611DD"/>
    <w:rsid w:val="008620DE"/>
    <w:rsid w:val="0086553A"/>
    <w:rsid w:val="00866867"/>
    <w:rsid w:val="00867FAC"/>
    <w:rsid w:val="00870227"/>
    <w:rsid w:val="00872257"/>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00BD"/>
    <w:rsid w:val="008A334F"/>
    <w:rsid w:val="008A5D26"/>
    <w:rsid w:val="008A6B13"/>
    <w:rsid w:val="008A6ECB"/>
    <w:rsid w:val="008B0BF9"/>
    <w:rsid w:val="008B2866"/>
    <w:rsid w:val="008B3859"/>
    <w:rsid w:val="008B436D"/>
    <w:rsid w:val="008B4E49"/>
    <w:rsid w:val="008B517B"/>
    <w:rsid w:val="008B7712"/>
    <w:rsid w:val="008B7B26"/>
    <w:rsid w:val="008C1551"/>
    <w:rsid w:val="008C15E4"/>
    <w:rsid w:val="008C3524"/>
    <w:rsid w:val="008C4061"/>
    <w:rsid w:val="008C4229"/>
    <w:rsid w:val="008C5BE0"/>
    <w:rsid w:val="008C7233"/>
    <w:rsid w:val="008D2434"/>
    <w:rsid w:val="008D47C3"/>
    <w:rsid w:val="008E171D"/>
    <w:rsid w:val="008E2785"/>
    <w:rsid w:val="008E6B50"/>
    <w:rsid w:val="008E78A3"/>
    <w:rsid w:val="008F0654"/>
    <w:rsid w:val="008F06CB"/>
    <w:rsid w:val="008F2E83"/>
    <w:rsid w:val="008F5657"/>
    <w:rsid w:val="008F612A"/>
    <w:rsid w:val="008F6C31"/>
    <w:rsid w:val="008F7011"/>
    <w:rsid w:val="0090293D"/>
    <w:rsid w:val="009034DE"/>
    <w:rsid w:val="00905396"/>
    <w:rsid w:val="0090605D"/>
    <w:rsid w:val="00906419"/>
    <w:rsid w:val="00912889"/>
    <w:rsid w:val="00913A42"/>
    <w:rsid w:val="00914167"/>
    <w:rsid w:val="009143DB"/>
    <w:rsid w:val="00915065"/>
    <w:rsid w:val="009165CD"/>
    <w:rsid w:val="00917CE5"/>
    <w:rsid w:val="00920A99"/>
    <w:rsid w:val="009217C0"/>
    <w:rsid w:val="00922CC6"/>
    <w:rsid w:val="00925241"/>
    <w:rsid w:val="00925CEC"/>
    <w:rsid w:val="00926A3F"/>
    <w:rsid w:val="00926D6E"/>
    <w:rsid w:val="00927396"/>
    <w:rsid w:val="0092794E"/>
    <w:rsid w:val="00927CDC"/>
    <w:rsid w:val="00930D30"/>
    <w:rsid w:val="009332A2"/>
    <w:rsid w:val="00937598"/>
    <w:rsid w:val="0093790B"/>
    <w:rsid w:val="009426DE"/>
    <w:rsid w:val="00943751"/>
    <w:rsid w:val="00946112"/>
    <w:rsid w:val="00946DD0"/>
    <w:rsid w:val="00947C01"/>
    <w:rsid w:val="009509E6"/>
    <w:rsid w:val="00952018"/>
    <w:rsid w:val="00952800"/>
    <w:rsid w:val="0095300D"/>
    <w:rsid w:val="00956812"/>
    <w:rsid w:val="0095719A"/>
    <w:rsid w:val="009623E9"/>
    <w:rsid w:val="00963EEB"/>
    <w:rsid w:val="009648BC"/>
    <w:rsid w:val="00964C2F"/>
    <w:rsid w:val="00965F88"/>
    <w:rsid w:val="009702FC"/>
    <w:rsid w:val="009720DB"/>
    <w:rsid w:val="00983312"/>
    <w:rsid w:val="00983881"/>
    <w:rsid w:val="00984E03"/>
    <w:rsid w:val="00987E85"/>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2284"/>
    <w:rsid w:val="009C328C"/>
    <w:rsid w:val="009C4444"/>
    <w:rsid w:val="009C5D5D"/>
    <w:rsid w:val="009C664D"/>
    <w:rsid w:val="009C79AD"/>
    <w:rsid w:val="009C7CA6"/>
    <w:rsid w:val="009D31D3"/>
    <w:rsid w:val="009D3316"/>
    <w:rsid w:val="009D33AF"/>
    <w:rsid w:val="009D3E57"/>
    <w:rsid w:val="009D4628"/>
    <w:rsid w:val="009D4663"/>
    <w:rsid w:val="009D55AA"/>
    <w:rsid w:val="009E10C5"/>
    <w:rsid w:val="009E3E77"/>
    <w:rsid w:val="009E3FAB"/>
    <w:rsid w:val="009E5B3F"/>
    <w:rsid w:val="009E774B"/>
    <w:rsid w:val="009E7D90"/>
    <w:rsid w:val="009E7FAD"/>
    <w:rsid w:val="009F1AB0"/>
    <w:rsid w:val="009F501D"/>
    <w:rsid w:val="009F7982"/>
    <w:rsid w:val="009F7A98"/>
    <w:rsid w:val="00A039D5"/>
    <w:rsid w:val="00A046AD"/>
    <w:rsid w:val="00A079C1"/>
    <w:rsid w:val="00A12520"/>
    <w:rsid w:val="00A130FD"/>
    <w:rsid w:val="00A13D6D"/>
    <w:rsid w:val="00A14769"/>
    <w:rsid w:val="00A16151"/>
    <w:rsid w:val="00A16EC6"/>
    <w:rsid w:val="00A17C06"/>
    <w:rsid w:val="00A20F88"/>
    <w:rsid w:val="00A2126E"/>
    <w:rsid w:val="00A21706"/>
    <w:rsid w:val="00A249B8"/>
    <w:rsid w:val="00A24FCC"/>
    <w:rsid w:val="00A26A90"/>
    <w:rsid w:val="00A26B27"/>
    <w:rsid w:val="00A30E4F"/>
    <w:rsid w:val="00A32253"/>
    <w:rsid w:val="00A3263E"/>
    <w:rsid w:val="00A3310E"/>
    <w:rsid w:val="00A333A0"/>
    <w:rsid w:val="00A35A64"/>
    <w:rsid w:val="00A37E4A"/>
    <w:rsid w:val="00A37E70"/>
    <w:rsid w:val="00A410D7"/>
    <w:rsid w:val="00A437E1"/>
    <w:rsid w:val="00A44E13"/>
    <w:rsid w:val="00A4685E"/>
    <w:rsid w:val="00A50CD4"/>
    <w:rsid w:val="00A51191"/>
    <w:rsid w:val="00A56D62"/>
    <w:rsid w:val="00A56F07"/>
    <w:rsid w:val="00A5762C"/>
    <w:rsid w:val="00A600FC"/>
    <w:rsid w:val="00A60BCA"/>
    <w:rsid w:val="00A6238B"/>
    <w:rsid w:val="00A638DA"/>
    <w:rsid w:val="00A65B41"/>
    <w:rsid w:val="00A65E00"/>
    <w:rsid w:val="00A66A78"/>
    <w:rsid w:val="00A66BBD"/>
    <w:rsid w:val="00A7436E"/>
    <w:rsid w:val="00A74BE6"/>
    <w:rsid w:val="00A74E96"/>
    <w:rsid w:val="00A75A8E"/>
    <w:rsid w:val="00A77B53"/>
    <w:rsid w:val="00A824DD"/>
    <w:rsid w:val="00A83676"/>
    <w:rsid w:val="00A83B7B"/>
    <w:rsid w:val="00A84274"/>
    <w:rsid w:val="00A850F3"/>
    <w:rsid w:val="00A864E3"/>
    <w:rsid w:val="00A94574"/>
    <w:rsid w:val="00A95936"/>
    <w:rsid w:val="00A96265"/>
    <w:rsid w:val="00A97084"/>
    <w:rsid w:val="00AA1C2C"/>
    <w:rsid w:val="00AA35F6"/>
    <w:rsid w:val="00AA5A1D"/>
    <w:rsid w:val="00AA667C"/>
    <w:rsid w:val="00AA6E91"/>
    <w:rsid w:val="00AA7439"/>
    <w:rsid w:val="00AB047E"/>
    <w:rsid w:val="00AB0B0A"/>
    <w:rsid w:val="00AB0BB7"/>
    <w:rsid w:val="00AB22C6"/>
    <w:rsid w:val="00AB2AD0"/>
    <w:rsid w:val="00AB67FC"/>
    <w:rsid w:val="00AC00F2"/>
    <w:rsid w:val="00AC18CC"/>
    <w:rsid w:val="00AC31B5"/>
    <w:rsid w:val="00AC4CD9"/>
    <w:rsid w:val="00AC4EA1"/>
    <w:rsid w:val="00AC5381"/>
    <w:rsid w:val="00AC5920"/>
    <w:rsid w:val="00AD0E65"/>
    <w:rsid w:val="00AD2BF2"/>
    <w:rsid w:val="00AD4E90"/>
    <w:rsid w:val="00AD5422"/>
    <w:rsid w:val="00AE4179"/>
    <w:rsid w:val="00AE4425"/>
    <w:rsid w:val="00AE4FBE"/>
    <w:rsid w:val="00AE650F"/>
    <w:rsid w:val="00AE6555"/>
    <w:rsid w:val="00AE7D16"/>
    <w:rsid w:val="00AF0629"/>
    <w:rsid w:val="00AF416E"/>
    <w:rsid w:val="00AF4CAA"/>
    <w:rsid w:val="00AF571A"/>
    <w:rsid w:val="00AF60A0"/>
    <w:rsid w:val="00AF67FC"/>
    <w:rsid w:val="00AF7DF5"/>
    <w:rsid w:val="00B006E5"/>
    <w:rsid w:val="00B024C2"/>
    <w:rsid w:val="00B07700"/>
    <w:rsid w:val="00B13921"/>
    <w:rsid w:val="00B1528C"/>
    <w:rsid w:val="00B16ACD"/>
    <w:rsid w:val="00B21487"/>
    <w:rsid w:val="00B22F1C"/>
    <w:rsid w:val="00B232D1"/>
    <w:rsid w:val="00B24DB5"/>
    <w:rsid w:val="00B25797"/>
    <w:rsid w:val="00B31F9E"/>
    <w:rsid w:val="00B3268F"/>
    <w:rsid w:val="00B32C2C"/>
    <w:rsid w:val="00B331A0"/>
    <w:rsid w:val="00B33A1A"/>
    <w:rsid w:val="00B33E6C"/>
    <w:rsid w:val="00B371CC"/>
    <w:rsid w:val="00B41CD9"/>
    <w:rsid w:val="00B427E6"/>
    <w:rsid w:val="00B428A6"/>
    <w:rsid w:val="00B43E1F"/>
    <w:rsid w:val="00B45FBC"/>
    <w:rsid w:val="00B51A7D"/>
    <w:rsid w:val="00B535C2"/>
    <w:rsid w:val="00B54616"/>
    <w:rsid w:val="00B55544"/>
    <w:rsid w:val="00B63A70"/>
    <w:rsid w:val="00B642FC"/>
    <w:rsid w:val="00B64D26"/>
    <w:rsid w:val="00B64FBB"/>
    <w:rsid w:val="00B70E22"/>
    <w:rsid w:val="00B71FBB"/>
    <w:rsid w:val="00B774CB"/>
    <w:rsid w:val="00B80402"/>
    <w:rsid w:val="00B80B9A"/>
    <w:rsid w:val="00B830B7"/>
    <w:rsid w:val="00B8379B"/>
    <w:rsid w:val="00B848EA"/>
    <w:rsid w:val="00B84B2B"/>
    <w:rsid w:val="00B90500"/>
    <w:rsid w:val="00B9176C"/>
    <w:rsid w:val="00B935A4"/>
    <w:rsid w:val="00BA561A"/>
    <w:rsid w:val="00BB0DC6"/>
    <w:rsid w:val="00BB15E4"/>
    <w:rsid w:val="00BB1E19"/>
    <w:rsid w:val="00BB21D1"/>
    <w:rsid w:val="00BB32F2"/>
    <w:rsid w:val="00BB4338"/>
    <w:rsid w:val="00BB617B"/>
    <w:rsid w:val="00BB6C0E"/>
    <w:rsid w:val="00BB7B38"/>
    <w:rsid w:val="00BC11E5"/>
    <w:rsid w:val="00BC4BC6"/>
    <w:rsid w:val="00BC52FD"/>
    <w:rsid w:val="00BC58AE"/>
    <w:rsid w:val="00BC58EE"/>
    <w:rsid w:val="00BC6E62"/>
    <w:rsid w:val="00BC7443"/>
    <w:rsid w:val="00BD0648"/>
    <w:rsid w:val="00BD1040"/>
    <w:rsid w:val="00BD34AA"/>
    <w:rsid w:val="00BE0C44"/>
    <w:rsid w:val="00BE1B8B"/>
    <w:rsid w:val="00BE2A18"/>
    <w:rsid w:val="00BE2C01"/>
    <w:rsid w:val="00BE41EC"/>
    <w:rsid w:val="00BE5060"/>
    <w:rsid w:val="00BE56FB"/>
    <w:rsid w:val="00BE6DE3"/>
    <w:rsid w:val="00BF3DDE"/>
    <w:rsid w:val="00BF527E"/>
    <w:rsid w:val="00BF6589"/>
    <w:rsid w:val="00BF6F7F"/>
    <w:rsid w:val="00BF7681"/>
    <w:rsid w:val="00C00647"/>
    <w:rsid w:val="00C02764"/>
    <w:rsid w:val="00C04CEF"/>
    <w:rsid w:val="00C0662F"/>
    <w:rsid w:val="00C11943"/>
    <w:rsid w:val="00C12E96"/>
    <w:rsid w:val="00C14763"/>
    <w:rsid w:val="00C16141"/>
    <w:rsid w:val="00C22DEF"/>
    <w:rsid w:val="00C232B5"/>
    <w:rsid w:val="00C2363F"/>
    <w:rsid w:val="00C236C8"/>
    <w:rsid w:val="00C260B1"/>
    <w:rsid w:val="00C26E56"/>
    <w:rsid w:val="00C31406"/>
    <w:rsid w:val="00C3220C"/>
    <w:rsid w:val="00C332A2"/>
    <w:rsid w:val="00C37194"/>
    <w:rsid w:val="00C40430"/>
    <w:rsid w:val="00C40637"/>
    <w:rsid w:val="00C40F6C"/>
    <w:rsid w:val="00C44426"/>
    <w:rsid w:val="00C445F3"/>
    <w:rsid w:val="00C451F4"/>
    <w:rsid w:val="00C45EB1"/>
    <w:rsid w:val="00C54A3A"/>
    <w:rsid w:val="00C55566"/>
    <w:rsid w:val="00C55B56"/>
    <w:rsid w:val="00C56021"/>
    <w:rsid w:val="00C56448"/>
    <w:rsid w:val="00C5679F"/>
    <w:rsid w:val="00C567FB"/>
    <w:rsid w:val="00C57026"/>
    <w:rsid w:val="00C65F93"/>
    <w:rsid w:val="00C667BE"/>
    <w:rsid w:val="00C6766B"/>
    <w:rsid w:val="00C6767C"/>
    <w:rsid w:val="00C72223"/>
    <w:rsid w:val="00C76417"/>
    <w:rsid w:val="00C7726F"/>
    <w:rsid w:val="00C804A1"/>
    <w:rsid w:val="00C823DA"/>
    <w:rsid w:val="00C8259F"/>
    <w:rsid w:val="00C82746"/>
    <w:rsid w:val="00C8312F"/>
    <w:rsid w:val="00C84C47"/>
    <w:rsid w:val="00C858A4"/>
    <w:rsid w:val="00C86AFA"/>
    <w:rsid w:val="00CA3F30"/>
    <w:rsid w:val="00CA4A80"/>
    <w:rsid w:val="00CB18D0"/>
    <w:rsid w:val="00CB1C8A"/>
    <w:rsid w:val="00CB24F5"/>
    <w:rsid w:val="00CB2663"/>
    <w:rsid w:val="00CB3BBE"/>
    <w:rsid w:val="00CB59E9"/>
    <w:rsid w:val="00CC0D6A"/>
    <w:rsid w:val="00CC3831"/>
    <w:rsid w:val="00CC3E3D"/>
    <w:rsid w:val="00CC519B"/>
    <w:rsid w:val="00CD1260"/>
    <w:rsid w:val="00CD12C1"/>
    <w:rsid w:val="00CD214E"/>
    <w:rsid w:val="00CD38E3"/>
    <w:rsid w:val="00CD46FA"/>
    <w:rsid w:val="00CD5973"/>
    <w:rsid w:val="00CE2BB0"/>
    <w:rsid w:val="00CE31A6"/>
    <w:rsid w:val="00CE5272"/>
    <w:rsid w:val="00CE605A"/>
    <w:rsid w:val="00CF09AA"/>
    <w:rsid w:val="00CF40CE"/>
    <w:rsid w:val="00CF4813"/>
    <w:rsid w:val="00CF5233"/>
    <w:rsid w:val="00CF6556"/>
    <w:rsid w:val="00D011EF"/>
    <w:rsid w:val="00D029B8"/>
    <w:rsid w:val="00D02F60"/>
    <w:rsid w:val="00D0464E"/>
    <w:rsid w:val="00D04A96"/>
    <w:rsid w:val="00D06612"/>
    <w:rsid w:val="00D07A7B"/>
    <w:rsid w:val="00D101BD"/>
    <w:rsid w:val="00D10E06"/>
    <w:rsid w:val="00D147A4"/>
    <w:rsid w:val="00D15197"/>
    <w:rsid w:val="00D15470"/>
    <w:rsid w:val="00D16820"/>
    <w:rsid w:val="00D169C8"/>
    <w:rsid w:val="00D1793F"/>
    <w:rsid w:val="00D17D8A"/>
    <w:rsid w:val="00D22AF5"/>
    <w:rsid w:val="00D235EA"/>
    <w:rsid w:val="00D247A9"/>
    <w:rsid w:val="00D32721"/>
    <w:rsid w:val="00D328DC"/>
    <w:rsid w:val="00D33387"/>
    <w:rsid w:val="00D402FB"/>
    <w:rsid w:val="00D40FA4"/>
    <w:rsid w:val="00D4685B"/>
    <w:rsid w:val="00D47D7A"/>
    <w:rsid w:val="00D50ABD"/>
    <w:rsid w:val="00D55290"/>
    <w:rsid w:val="00D57791"/>
    <w:rsid w:val="00D6046A"/>
    <w:rsid w:val="00D62870"/>
    <w:rsid w:val="00D655D9"/>
    <w:rsid w:val="00D65872"/>
    <w:rsid w:val="00D676F3"/>
    <w:rsid w:val="00D70EF5"/>
    <w:rsid w:val="00D71024"/>
    <w:rsid w:val="00D71A25"/>
    <w:rsid w:val="00D71FCF"/>
    <w:rsid w:val="00D72A54"/>
    <w:rsid w:val="00D72CC1"/>
    <w:rsid w:val="00D76EC9"/>
    <w:rsid w:val="00D80E7D"/>
    <w:rsid w:val="00D81397"/>
    <w:rsid w:val="00D840F9"/>
    <w:rsid w:val="00D848B9"/>
    <w:rsid w:val="00D90E69"/>
    <w:rsid w:val="00D91368"/>
    <w:rsid w:val="00D93106"/>
    <w:rsid w:val="00D933E9"/>
    <w:rsid w:val="00D94612"/>
    <w:rsid w:val="00D9505D"/>
    <w:rsid w:val="00D953D0"/>
    <w:rsid w:val="00D959F5"/>
    <w:rsid w:val="00D96884"/>
    <w:rsid w:val="00DA3FDD"/>
    <w:rsid w:val="00DA4DF4"/>
    <w:rsid w:val="00DA6B67"/>
    <w:rsid w:val="00DA7017"/>
    <w:rsid w:val="00DA7028"/>
    <w:rsid w:val="00DB1AD2"/>
    <w:rsid w:val="00DB1EF4"/>
    <w:rsid w:val="00DB2B58"/>
    <w:rsid w:val="00DB5206"/>
    <w:rsid w:val="00DB6276"/>
    <w:rsid w:val="00DB63F5"/>
    <w:rsid w:val="00DB7CEB"/>
    <w:rsid w:val="00DC1C6B"/>
    <w:rsid w:val="00DC29FB"/>
    <w:rsid w:val="00DC2C2E"/>
    <w:rsid w:val="00DC4AF0"/>
    <w:rsid w:val="00DC5CBE"/>
    <w:rsid w:val="00DC7886"/>
    <w:rsid w:val="00DD0CF2"/>
    <w:rsid w:val="00DD1A8B"/>
    <w:rsid w:val="00DD55DB"/>
    <w:rsid w:val="00DD70A8"/>
    <w:rsid w:val="00DE1554"/>
    <w:rsid w:val="00DE2901"/>
    <w:rsid w:val="00DE34D8"/>
    <w:rsid w:val="00DE590F"/>
    <w:rsid w:val="00DE7DC1"/>
    <w:rsid w:val="00DF3E14"/>
    <w:rsid w:val="00DF3F21"/>
    <w:rsid w:val="00DF3F7E"/>
    <w:rsid w:val="00DF50AC"/>
    <w:rsid w:val="00DF7648"/>
    <w:rsid w:val="00E00E29"/>
    <w:rsid w:val="00E02BAB"/>
    <w:rsid w:val="00E04CEB"/>
    <w:rsid w:val="00E060BC"/>
    <w:rsid w:val="00E06408"/>
    <w:rsid w:val="00E07616"/>
    <w:rsid w:val="00E11420"/>
    <w:rsid w:val="00E132FB"/>
    <w:rsid w:val="00E170B7"/>
    <w:rsid w:val="00E177DD"/>
    <w:rsid w:val="00E20900"/>
    <w:rsid w:val="00E20C7F"/>
    <w:rsid w:val="00E2396E"/>
    <w:rsid w:val="00E24728"/>
    <w:rsid w:val="00E276AC"/>
    <w:rsid w:val="00E27C4E"/>
    <w:rsid w:val="00E32CA7"/>
    <w:rsid w:val="00E34A35"/>
    <w:rsid w:val="00E363EF"/>
    <w:rsid w:val="00E37C2F"/>
    <w:rsid w:val="00E41128"/>
    <w:rsid w:val="00E41C28"/>
    <w:rsid w:val="00E46308"/>
    <w:rsid w:val="00E51E17"/>
    <w:rsid w:val="00E52DAB"/>
    <w:rsid w:val="00E539B0"/>
    <w:rsid w:val="00E55994"/>
    <w:rsid w:val="00E60606"/>
    <w:rsid w:val="00E60C66"/>
    <w:rsid w:val="00E6164D"/>
    <w:rsid w:val="00E618C9"/>
    <w:rsid w:val="00E62774"/>
    <w:rsid w:val="00E6307C"/>
    <w:rsid w:val="00E634F1"/>
    <w:rsid w:val="00E636FA"/>
    <w:rsid w:val="00E66C50"/>
    <w:rsid w:val="00E679D3"/>
    <w:rsid w:val="00E70CD1"/>
    <w:rsid w:val="00E71208"/>
    <w:rsid w:val="00E71444"/>
    <w:rsid w:val="00E71C91"/>
    <w:rsid w:val="00E720A1"/>
    <w:rsid w:val="00E75B11"/>
    <w:rsid w:val="00E75DDA"/>
    <w:rsid w:val="00E773E8"/>
    <w:rsid w:val="00E83ADD"/>
    <w:rsid w:val="00E84F38"/>
    <w:rsid w:val="00E85623"/>
    <w:rsid w:val="00E87441"/>
    <w:rsid w:val="00E91FAE"/>
    <w:rsid w:val="00E96521"/>
    <w:rsid w:val="00E96E3F"/>
    <w:rsid w:val="00EA0595"/>
    <w:rsid w:val="00EA0B5C"/>
    <w:rsid w:val="00EA270C"/>
    <w:rsid w:val="00EA4974"/>
    <w:rsid w:val="00EA532E"/>
    <w:rsid w:val="00EA6B88"/>
    <w:rsid w:val="00EB06D9"/>
    <w:rsid w:val="00EB1359"/>
    <w:rsid w:val="00EB192B"/>
    <w:rsid w:val="00EB19ED"/>
    <w:rsid w:val="00EB1CAB"/>
    <w:rsid w:val="00EB5A46"/>
    <w:rsid w:val="00EC0F5A"/>
    <w:rsid w:val="00EC423D"/>
    <w:rsid w:val="00EC4265"/>
    <w:rsid w:val="00EC4B8D"/>
    <w:rsid w:val="00EC4CEB"/>
    <w:rsid w:val="00EC659E"/>
    <w:rsid w:val="00ED2072"/>
    <w:rsid w:val="00ED25E9"/>
    <w:rsid w:val="00ED2AA5"/>
    <w:rsid w:val="00ED2AE0"/>
    <w:rsid w:val="00ED358A"/>
    <w:rsid w:val="00ED5553"/>
    <w:rsid w:val="00ED5E36"/>
    <w:rsid w:val="00ED6961"/>
    <w:rsid w:val="00EE0706"/>
    <w:rsid w:val="00EE5868"/>
    <w:rsid w:val="00EF0B96"/>
    <w:rsid w:val="00EF3134"/>
    <w:rsid w:val="00EF3486"/>
    <w:rsid w:val="00EF47AF"/>
    <w:rsid w:val="00EF53B6"/>
    <w:rsid w:val="00EF5B1D"/>
    <w:rsid w:val="00F00B73"/>
    <w:rsid w:val="00F05828"/>
    <w:rsid w:val="00F115CA"/>
    <w:rsid w:val="00F14817"/>
    <w:rsid w:val="00F14EBA"/>
    <w:rsid w:val="00F1510F"/>
    <w:rsid w:val="00F1533A"/>
    <w:rsid w:val="00F15E5A"/>
    <w:rsid w:val="00F17F0A"/>
    <w:rsid w:val="00F22C66"/>
    <w:rsid w:val="00F264E7"/>
    <w:rsid w:val="00F2668F"/>
    <w:rsid w:val="00F2742F"/>
    <w:rsid w:val="00F2753B"/>
    <w:rsid w:val="00F31113"/>
    <w:rsid w:val="00F33F8B"/>
    <w:rsid w:val="00F340B2"/>
    <w:rsid w:val="00F37A06"/>
    <w:rsid w:val="00F43390"/>
    <w:rsid w:val="00F443B2"/>
    <w:rsid w:val="00F458D8"/>
    <w:rsid w:val="00F50237"/>
    <w:rsid w:val="00F53596"/>
    <w:rsid w:val="00F55BA8"/>
    <w:rsid w:val="00F55DB1"/>
    <w:rsid w:val="00F56ACA"/>
    <w:rsid w:val="00F600FE"/>
    <w:rsid w:val="00F62E4D"/>
    <w:rsid w:val="00F66511"/>
    <w:rsid w:val="00F66B34"/>
    <w:rsid w:val="00F675B9"/>
    <w:rsid w:val="00F711C9"/>
    <w:rsid w:val="00F74C59"/>
    <w:rsid w:val="00F7530A"/>
    <w:rsid w:val="00F75C3A"/>
    <w:rsid w:val="00F77089"/>
    <w:rsid w:val="00F8265E"/>
    <w:rsid w:val="00F82E30"/>
    <w:rsid w:val="00F831CB"/>
    <w:rsid w:val="00F848A3"/>
    <w:rsid w:val="00F84ACF"/>
    <w:rsid w:val="00F85742"/>
    <w:rsid w:val="00F85BF8"/>
    <w:rsid w:val="00F871CE"/>
    <w:rsid w:val="00F87802"/>
    <w:rsid w:val="00F92C0A"/>
    <w:rsid w:val="00F9415B"/>
    <w:rsid w:val="00F96EA5"/>
    <w:rsid w:val="00FA13C2"/>
    <w:rsid w:val="00FA7F91"/>
    <w:rsid w:val="00FB121C"/>
    <w:rsid w:val="00FB1CDD"/>
    <w:rsid w:val="00FB1FBF"/>
    <w:rsid w:val="00FB2C2F"/>
    <w:rsid w:val="00FB305C"/>
    <w:rsid w:val="00FC0D72"/>
    <w:rsid w:val="00FC2E3D"/>
    <w:rsid w:val="00FC3BDE"/>
    <w:rsid w:val="00FC59DE"/>
    <w:rsid w:val="00FD1059"/>
    <w:rsid w:val="00FD1DBE"/>
    <w:rsid w:val="00FD25A7"/>
    <w:rsid w:val="00FD27B6"/>
    <w:rsid w:val="00FD3689"/>
    <w:rsid w:val="00FD42A3"/>
    <w:rsid w:val="00FD7468"/>
    <w:rsid w:val="00FD7707"/>
    <w:rsid w:val="00FD7CE0"/>
    <w:rsid w:val="00FE0B3B"/>
    <w:rsid w:val="00FE1BE2"/>
    <w:rsid w:val="00FE2667"/>
    <w:rsid w:val="00FE5788"/>
    <w:rsid w:val="00FE64F9"/>
    <w:rsid w:val="00FE730A"/>
    <w:rsid w:val="00FF1DD7"/>
    <w:rsid w:val="00FF4453"/>
    <w:rsid w:val="00FF47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08CEA7"/>
  <w15:docId w15:val="{746DCFF8-0835-44EB-A7F3-B621AA511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6"/>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E07616"/>
    <w:pPr>
      <w:widowControl/>
      <w:autoSpaceDE/>
      <w:autoSpaceDN/>
      <w:adjustRightInd/>
      <w:spacing w:after="160" w:line="256" w:lineRule="auto"/>
      <w:ind w:left="720"/>
      <w:contextualSpacing/>
    </w:pPr>
    <w:rPr>
      <w:rFonts w:ascii="Times" w:eastAsia="Times New Roman" w:hAnsi="Times" w:cs="Times New Roman"/>
      <w:szCs w:val="24"/>
    </w:rPr>
  </w:style>
  <w:style w:type="character" w:styleId="Odwoanieprzypisukocowego">
    <w:name w:val="endnote reference"/>
    <w:uiPriority w:val="99"/>
    <w:semiHidden/>
    <w:unhideWhenUsed/>
    <w:rsid w:val="001F09A7"/>
    <w:rPr>
      <w:rFonts w:cs="Times New Roman"/>
      <w:vertAlign w:val="superscript"/>
    </w:rPr>
  </w:style>
  <w:style w:type="paragraph" w:styleId="Tekstprzypisukocowego">
    <w:name w:val="endnote text"/>
    <w:basedOn w:val="Normalny"/>
    <w:link w:val="TekstprzypisukocowegoZnak"/>
    <w:uiPriority w:val="99"/>
    <w:semiHidden/>
    <w:unhideWhenUsed/>
    <w:rsid w:val="009D3E57"/>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D3E57"/>
    <w:rPr>
      <w:rFonts w:ascii="Times New Roman" w:eastAsiaTheme="minorEastAsia" w:hAnsi="Times New Roman" w:cs="Arial"/>
      <w:sz w:val="20"/>
      <w:szCs w:val="20"/>
    </w:rPr>
  </w:style>
  <w:style w:type="paragraph" w:styleId="Poprawka">
    <w:name w:val="Revision"/>
    <w:hidden/>
    <w:uiPriority w:val="99"/>
    <w:semiHidden/>
    <w:rsid w:val="00301E16"/>
    <w:pPr>
      <w:spacing w:line="240" w:lineRule="auto"/>
    </w:pPr>
    <w:rPr>
      <w:rFonts w:ascii="Times New Roman" w:eastAsiaTheme="minorEastAsia"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502871">
      <w:bodyDiv w:val="1"/>
      <w:marLeft w:val="0"/>
      <w:marRight w:val="0"/>
      <w:marTop w:val="0"/>
      <w:marBottom w:val="0"/>
      <w:divBdr>
        <w:top w:val="none" w:sz="0" w:space="0" w:color="auto"/>
        <w:left w:val="none" w:sz="0" w:space="0" w:color="auto"/>
        <w:bottom w:val="none" w:sz="0" w:space="0" w:color="auto"/>
        <w:right w:val="none" w:sz="0" w:space="0" w:color="auto"/>
      </w:divBdr>
    </w:div>
    <w:div w:id="526455293">
      <w:bodyDiv w:val="1"/>
      <w:marLeft w:val="0"/>
      <w:marRight w:val="0"/>
      <w:marTop w:val="0"/>
      <w:marBottom w:val="0"/>
      <w:divBdr>
        <w:top w:val="none" w:sz="0" w:space="0" w:color="auto"/>
        <w:left w:val="none" w:sz="0" w:space="0" w:color="auto"/>
        <w:bottom w:val="none" w:sz="0" w:space="0" w:color="auto"/>
        <w:right w:val="none" w:sz="0" w:space="0" w:color="auto"/>
      </w:divBdr>
    </w:div>
    <w:div w:id="72741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dzikowski\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2903EE-DA8A-4696-AE8B-E8B95FD22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TotalTime>
  <Pages>1</Pages>
  <Words>7100</Words>
  <Characters>42602</Characters>
  <Application>Microsoft Office Word</Application>
  <DocSecurity>0</DocSecurity>
  <Lines>355</Lines>
  <Paragraphs>99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49603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Piekart Andrzej</dc:creator>
  <cp:lastModifiedBy>Witkowska-Krzymowska Magdalena</cp:lastModifiedBy>
  <cp:revision>4</cp:revision>
  <cp:lastPrinted>2021-04-13T11:27:00Z</cp:lastPrinted>
  <dcterms:created xsi:type="dcterms:W3CDTF">2021-05-26T15:46:00Z</dcterms:created>
  <dcterms:modified xsi:type="dcterms:W3CDTF">2021-05-28T21:23:00Z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