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250E" w14:textId="77777777" w:rsidR="00962B65" w:rsidRPr="00962B65" w:rsidRDefault="00962B65" w:rsidP="00962B65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Pan</w:t>
      </w:r>
    </w:p>
    <w:p w14:paraId="11A0250F" w14:textId="77777777" w:rsidR="00962B65" w:rsidRPr="00962B65" w:rsidRDefault="005B3FB7" w:rsidP="00962B65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14:paraId="11A02510" w14:textId="77777777"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 xml:space="preserve">Sekretarz </w:t>
      </w:r>
    </w:p>
    <w:p w14:paraId="11A02511" w14:textId="77777777"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Komi</w:t>
      </w:r>
      <w:r w:rsidR="005B3FB7">
        <w:rPr>
          <w:rFonts w:ascii="Calibri" w:hAnsi="Calibri"/>
          <w:b/>
        </w:rPr>
        <w:t>tetu Rady Ministrów do spraw Cyfryzacji</w:t>
      </w:r>
    </w:p>
    <w:p w14:paraId="11A02513" w14:textId="77777777" w:rsidR="004A1DE4" w:rsidRDefault="00745DFB" w:rsidP="004A1DE4">
      <w:pPr>
        <w:spacing w:before="600" w:after="120"/>
        <w:rPr>
          <w:rFonts w:ascii="Calibri" w:hAnsi="Calibri"/>
        </w:rPr>
      </w:pPr>
      <w:r>
        <w:rPr>
          <w:rFonts w:ascii="Calibri" w:hAnsi="Calibri"/>
          <w:i/>
        </w:rPr>
        <w:t xml:space="preserve">Szanowny Panie </w:t>
      </w:r>
      <w:r w:rsidR="00962B65">
        <w:rPr>
          <w:rFonts w:ascii="Calibri" w:hAnsi="Calibri"/>
          <w:i/>
        </w:rPr>
        <w:t>Sekretarzu</w:t>
      </w:r>
      <w:r>
        <w:rPr>
          <w:rFonts w:ascii="Calibri" w:hAnsi="Calibri"/>
        </w:rPr>
        <w:t>,</w:t>
      </w:r>
    </w:p>
    <w:p w14:paraId="668842AB" w14:textId="1AB61C66" w:rsidR="00F53B87" w:rsidRDefault="0016243F" w:rsidP="00F53B8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związku ze zgłoszonymi </w:t>
      </w:r>
      <w:r w:rsidR="00F72560">
        <w:rPr>
          <w:rFonts w:ascii="Calibri" w:hAnsi="Calibri" w:cs="Calibri"/>
        </w:rPr>
        <w:t>w ramach</w:t>
      </w:r>
      <w:r w:rsidR="00F72560" w:rsidRPr="000B3846">
        <w:rPr>
          <w:rFonts w:ascii="Calibri" w:hAnsi="Calibri" w:cs="Calibri"/>
        </w:rPr>
        <w:t xml:space="preserve"> Komitetu </w:t>
      </w:r>
      <w:r w:rsidR="00F72560">
        <w:rPr>
          <w:rFonts w:ascii="Calibri" w:hAnsi="Calibri" w:cs="Calibri"/>
        </w:rPr>
        <w:t xml:space="preserve">Rady Ministrów </w:t>
      </w:r>
      <w:r w:rsidR="00ED5747">
        <w:rPr>
          <w:rFonts w:ascii="Calibri" w:hAnsi="Calibri" w:cs="Calibri"/>
        </w:rPr>
        <w:t>do s</w:t>
      </w:r>
      <w:bookmarkStart w:id="0" w:name="_GoBack"/>
      <w:bookmarkEnd w:id="0"/>
      <w:r w:rsidR="00F72560" w:rsidRPr="000B3846">
        <w:rPr>
          <w:rFonts w:ascii="Calibri" w:hAnsi="Calibri" w:cs="Calibri"/>
        </w:rPr>
        <w:t xml:space="preserve">praw </w:t>
      </w:r>
      <w:r w:rsidR="00F72560">
        <w:rPr>
          <w:rFonts w:ascii="Calibri" w:hAnsi="Calibri" w:cs="Calibri"/>
        </w:rPr>
        <w:t xml:space="preserve">Cyfryzacji </w:t>
      </w:r>
      <w:r w:rsidR="00DA7189">
        <w:rPr>
          <w:rFonts w:ascii="Calibri" w:hAnsi="Calibri" w:cs="Calibri"/>
        </w:rPr>
        <w:t xml:space="preserve">uwagami </w:t>
      </w:r>
      <w:r>
        <w:rPr>
          <w:rFonts w:ascii="Calibri" w:hAnsi="Calibri" w:cs="Calibri"/>
        </w:rPr>
        <w:t>do projektów:</w:t>
      </w:r>
    </w:p>
    <w:p w14:paraId="14728259" w14:textId="77777777" w:rsidR="00F53B87" w:rsidRPr="00ED5747" w:rsidRDefault="00F53B87" w:rsidP="00F53B87">
      <w:pPr>
        <w:numPr>
          <w:ilvl w:val="0"/>
          <w:numId w:val="1"/>
        </w:numPr>
        <w:rPr>
          <w:rFonts w:ascii="Calibri" w:hAnsi="Calibri"/>
        </w:rPr>
      </w:pPr>
      <w:r w:rsidRPr="00ED5747">
        <w:rPr>
          <w:rFonts w:ascii="Calibri" w:hAnsi="Calibri" w:cs="Calibri"/>
          <w:b/>
          <w:bCs/>
        </w:rPr>
        <w:t xml:space="preserve">Prawo komunikacji elektronicznej </w:t>
      </w:r>
      <w:r w:rsidRPr="00ED5747">
        <w:rPr>
          <w:rFonts w:ascii="Calibri" w:hAnsi="Calibri" w:cs="Calibri"/>
          <w:bCs/>
        </w:rPr>
        <w:t xml:space="preserve">oraz </w:t>
      </w:r>
    </w:p>
    <w:p w14:paraId="07FF5D36" w14:textId="77777777" w:rsidR="00F53B87" w:rsidRPr="00ED5747" w:rsidRDefault="00F53B87" w:rsidP="00F53B87">
      <w:pPr>
        <w:numPr>
          <w:ilvl w:val="0"/>
          <w:numId w:val="1"/>
        </w:numPr>
        <w:spacing w:after="120"/>
        <w:rPr>
          <w:rFonts w:ascii="Calibri" w:hAnsi="Calibri"/>
        </w:rPr>
      </w:pPr>
      <w:r w:rsidRPr="00ED5747">
        <w:rPr>
          <w:rFonts w:ascii="Calibri" w:hAnsi="Calibri" w:cs="Calibri"/>
          <w:b/>
          <w:bCs/>
        </w:rPr>
        <w:t xml:space="preserve">Przepisy wprowadzające ustawę - Prawo komunikacji elektronicznej </w:t>
      </w:r>
    </w:p>
    <w:p w14:paraId="6AA7A207" w14:textId="0AA243B7" w:rsidR="00F53B87" w:rsidRPr="005B3FB7" w:rsidRDefault="0016243F" w:rsidP="00F53B8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stanowisko Ministra Cyfryzacji do </w:t>
      </w:r>
      <w:r w:rsidR="00DA7189">
        <w:rPr>
          <w:rFonts w:ascii="Calibri" w:hAnsi="Calibri" w:cs="Calibri"/>
        </w:rPr>
        <w:t xml:space="preserve">tych </w:t>
      </w:r>
      <w:r>
        <w:rPr>
          <w:rFonts w:ascii="Calibri" w:hAnsi="Calibri" w:cs="Calibri"/>
        </w:rPr>
        <w:t>uwag.</w:t>
      </w:r>
    </w:p>
    <w:p w14:paraId="11A0251B" w14:textId="77777777" w:rsidR="004A1DE4" w:rsidRDefault="00745DFB" w:rsidP="004A1DE4">
      <w:pPr>
        <w:spacing w:before="480" w:after="120"/>
        <w:ind w:left="4536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Z poważaniem,</w:t>
      </w:r>
    </w:p>
    <w:p w14:paraId="11A0251C" w14:textId="77777777" w:rsidR="00F532D8" w:rsidRDefault="00745DFB" w:rsidP="00F532D8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Marek Zagórski</w:t>
      </w:r>
    </w:p>
    <w:p w14:paraId="11A0251D" w14:textId="77777777" w:rsidR="00F532D8" w:rsidRDefault="00745DFB" w:rsidP="00F532D8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11A0251E" w14:textId="77777777" w:rsidR="00F532D8" w:rsidRDefault="00745DFB" w:rsidP="00F532D8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11A0251F" w14:textId="77777777" w:rsidR="00B30905" w:rsidRPr="004A1DE4" w:rsidRDefault="00745DFB" w:rsidP="004A1DE4">
      <w:pPr>
        <w:ind w:left="4536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/podpisano kwalifikowanym podpisem elektronicznym/</w:t>
      </w:r>
    </w:p>
    <w:sectPr w:rsidR="00B30905" w:rsidRPr="004A1DE4" w:rsidSect="004633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17165" w14:textId="77777777" w:rsidR="005B061E" w:rsidRDefault="005B061E">
      <w:r>
        <w:separator/>
      </w:r>
    </w:p>
  </w:endnote>
  <w:endnote w:type="continuationSeparator" w:id="0">
    <w:p w14:paraId="725D877B" w14:textId="77777777" w:rsidR="005B061E" w:rsidRDefault="005B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CD968" w14:textId="77777777" w:rsidR="0016243F" w:rsidRDefault="001624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4" w14:textId="77777777" w:rsidR="005E753F" w:rsidRDefault="00745DF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1A02529" wp14:editId="11A0252A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5" w14:textId="77777777" w:rsidR="005E753F" w:rsidRDefault="00745DFB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1A025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11A02535" w14:textId="77777777" w:rsidR="005E753F" w:rsidRDefault="00745DFB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1A0252B" wp14:editId="11A0252C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8" w14:textId="77777777" w:rsidR="00AE7731" w:rsidRDefault="00745DFB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11A02533" wp14:editId="11A02534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AAE8A" w14:textId="77777777" w:rsidR="005B061E" w:rsidRDefault="005B061E">
      <w:r>
        <w:separator/>
      </w:r>
    </w:p>
  </w:footnote>
  <w:footnote w:type="continuationSeparator" w:id="0">
    <w:p w14:paraId="1CE5FBDF" w14:textId="77777777" w:rsidR="005B061E" w:rsidRDefault="005B0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F920A" w14:textId="77777777" w:rsidR="0016243F" w:rsidRDefault="001624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B1200" w14:textId="77777777" w:rsidR="0016243F" w:rsidRDefault="001624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5" w14:textId="77777777" w:rsidR="007018D3" w:rsidRDefault="005B061E" w:rsidP="007018D3">
    <w:pPr>
      <w:pStyle w:val="Nagwek"/>
      <w:jc w:val="right"/>
    </w:pPr>
  </w:p>
  <w:p w14:paraId="11A02526" w14:textId="77777777" w:rsidR="007018D3" w:rsidRDefault="005B061E" w:rsidP="007018D3">
    <w:pPr>
      <w:pStyle w:val="Nagwek"/>
      <w:jc w:val="right"/>
    </w:pPr>
  </w:p>
  <w:p w14:paraId="11A02527" w14:textId="61CA43C1" w:rsidR="004633D0" w:rsidRDefault="00745DFB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1A0252D" wp14:editId="11A0252E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6" w14:textId="5C9C3575" w:rsidR="0033475C" w:rsidRDefault="0081733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Pr="00817338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RC.WL.06</w:t>
                          </w:r>
                          <w:r w:rsidR="00CC103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10</w:t>
                          </w:r>
                          <w:r w:rsidRPr="00817338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</w:t>
                          </w:r>
                          <w:r w:rsidR="00CC103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2</w:t>
                          </w:r>
                          <w:r w:rsidRPr="00817338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  <w:p w14:paraId="11A02537" w14:textId="77777777" w:rsidR="00817338" w:rsidRPr="00DA3527" w:rsidRDefault="00817338" w:rsidP="00962B65">
                          <w:pP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1A02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1A02536" w14:textId="5C9C3575" w:rsidR="0033475C" w:rsidRDefault="00817338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Pr="00817338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RC.WL.06</w:t>
                    </w:r>
                    <w:r w:rsidR="00CC103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10</w:t>
                    </w:r>
                    <w:r w:rsidRPr="00817338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</w:t>
                    </w:r>
                    <w:r w:rsidR="00CC103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2</w:t>
                    </w:r>
                    <w:r w:rsidRPr="00817338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  <w:p w14:paraId="11A02537" w14:textId="77777777" w:rsidR="00817338" w:rsidRPr="00DA3527" w:rsidRDefault="00817338" w:rsidP="00962B65">
                    <w:pP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A0252F" wp14:editId="11A02530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8" w14:textId="77777777" w:rsidR="007018D3" w:rsidRPr="00495DA1" w:rsidRDefault="00745DFB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1A0252F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11A02538" w14:textId="77777777" w:rsidR="007018D3" w:rsidRPr="00495DA1" w:rsidRDefault="00745DFB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1A02531" wp14:editId="11A02532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r w:rsidR="0016243F">
      <w:t>4 marca</w:t>
    </w:r>
    <w:r>
      <w:t xml:space="preserve"> 202</w:t>
    </w:r>
    <w:bookmarkEnd w:id="1"/>
    <w:r w:rsidR="00817338">
      <w:t>1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215BB"/>
    <w:multiLevelType w:val="hybridMultilevel"/>
    <w:tmpl w:val="CE8EA9E4"/>
    <w:lvl w:ilvl="0" w:tplc="610C6D88">
      <w:start w:val="1"/>
      <w:numFmt w:val="decimal"/>
      <w:lvlText w:val="%1)"/>
      <w:lvlJc w:val="left"/>
      <w:pPr>
        <w:ind w:left="773" w:hanging="360"/>
      </w:pPr>
    </w:lvl>
    <w:lvl w:ilvl="1" w:tplc="6CB25D40">
      <w:start w:val="1"/>
      <w:numFmt w:val="lowerLetter"/>
      <w:lvlText w:val="%2."/>
      <w:lvlJc w:val="left"/>
      <w:pPr>
        <w:ind w:left="1493" w:hanging="360"/>
      </w:pPr>
    </w:lvl>
    <w:lvl w:ilvl="2" w:tplc="BDCCF4C4">
      <w:start w:val="1"/>
      <w:numFmt w:val="lowerRoman"/>
      <w:lvlText w:val="%3."/>
      <w:lvlJc w:val="right"/>
      <w:pPr>
        <w:ind w:left="2213" w:hanging="180"/>
      </w:pPr>
    </w:lvl>
    <w:lvl w:ilvl="3" w:tplc="97840F66">
      <w:start w:val="1"/>
      <w:numFmt w:val="decimal"/>
      <w:lvlText w:val="%4."/>
      <w:lvlJc w:val="left"/>
      <w:pPr>
        <w:ind w:left="2933" w:hanging="360"/>
      </w:pPr>
    </w:lvl>
    <w:lvl w:ilvl="4" w:tplc="1794F836">
      <w:start w:val="1"/>
      <w:numFmt w:val="lowerLetter"/>
      <w:lvlText w:val="%5."/>
      <w:lvlJc w:val="left"/>
      <w:pPr>
        <w:ind w:left="3653" w:hanging="360"/>
      </w:pPr>
    </w:lvl>
    <w:lvl w:ilvl="5" w:tplc="D370F954">
      <w:start w:val="1"/>
      <w:numFmt w:val="lowerRoman"/>
      <w:lvlText w:val="%6."/>
      <w:lvlJc w:val="right"/>
      <w:pPr>
        <w:ind w:left="4373" w:hanging="180"/>
      </w:pPr>
    </w:lvl>
    <w:lvl w:ilvl="6" w:tplc="A0009CCE">
      <w:start w:val="1"/>
      <w:numFmt w:val="decimal"/>
      <w:lvlText w:val="%7."/>
      <w:lvlJc w:val="left"/>
      <w:pPr>
        <w:ind w:left="5093" w:hanging="360"/>
      </w:pPr>
    </w:lvl>
    <w:lvl w:ilvl="7" w:tplc="2C38DEB2">
      <w:start w:val="1"/>
      <w:numFmt w:val="lowerLetter"/>
      <w:lvlText w:val="%8."/>
      <w:lvlJc w:val="left"/>
      <w:pPr>
        <w:ind w:left="5813" w:hanging="360"/>
      </w:pPr>
    </w:lvl>
    <w:lvl w:ilvl="8" w:tplc="E842BEE6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17"/>
    <w:rsid w:val="00000CF2"/>
    <w:rsid w:val="00003327"/>
    <w:rsid w:val="000F71DF"/>
    <w:rsid w:val="00102A45"/>
    <w:rsid w:val="00153B0D"/>
    <w:rsid w:val="0016243F"/>
    <w:rsid w:val="001C007C"/>
    <w:rsid w:val="00367FA0"/>
    <w:rsid w:val="003807DF"/>
    <w:rsid w:val="003E3152"/>
    <w:rsid w:val="003F0A1B"/>
    <w:rsid w:val="004117E0"/>
    <w:rsid w:val="00462220"/>
    <w:rsid w:val="004D7ED1"/>
    <w:rsid w:val="005A1832"/>
    <w:rsid w:val="005B061E"/>
    <w:rsid w:val="005B3FB7"/>
    <w:rsid w:val="00636E73"/>
    <w:rsid w:val="00745DFB"/>
    <w:rsid w:val="00787699"/>
    <w:rsid w:val="007A78FD"/>
    <w:rsid w:val="00807146"/>
    <w:rsid w:val="00817338"/>
    <w:rsid w:val="00847FBF"/>
    <w:rsid w:val="008A3CFE"/>
    <w:rsid w:val="0091021D"/>
    <w:rsid w:val="00937516"/>
    <w:rsid w:val="00962B65"/>
    <w:rsid w:val="00AC42FE"/>
    <w:rsid w:val="00B01F59"/>
    <w:rsid w:val="00B10901"/>
    <w:rsid w:val="00B146CF"/>
    <w:rsid w:val="00C21B97"/>
    <w:rsid w:val="00CC1039"/>
    <w:rsid w:val="00D15731"/>
    <w:rsid w:val="00D725C8"/>
    <w:rsid w:val="00D81C17"/>
    <w:rsid w:val="00D97C65"/>
    <w:rsid w:val="00DA7189"/>
    <w:rsid w:val="00E0213B"/>
    <w:rsid w:val="00E13C2D"/>
    <w:rsid w:val="00E64591"/>
    <w:rsid w:val="00ED5747"/>
    <w:rsid w:val="00F53B87"/>
    <w:rsid w:val="00F72560"/>
    <w:rsid w:val="00F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A0250E"/>
  <w15:docId w15:val="{A62BD50D-9DAD-4F71-977E-4A41F7A1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45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6</cp:revision>
  <dcterms:created xsi:type="dcterms:W3CDTF">2021-03-04T11:43:00Z</dcterms:created>
  <dcterms:modified xsi:type="dcterms:W3CDTF">2021-03-04T15:07:00Z</dcterms:modified>
</cp:coreProperties>
</file>