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1F9" w:rsidRPr="001971F9" w:rsidRDefault="000629F7" w:rsidP="001971F9">
      <w:pPr>
        <w:ind w:left="5040" w:firstLine="62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Warszawa, 4</w:t>
      </w:r>
      <w:r w:rsidR="001971F9" w:rsidRPr="001971F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listopada</w:t>
      </w:r>
      <w:r w:rsidR="001971F9" w:rsidRPr="001971F9">
        <w:rPr>
          <w:rFonts w:asciiTheme="minorHAnsi" w:hAnsiTheme="minorHAnsi" w:cstheme="minorHAnsi"/>
          <w:sz w:val="22"/>
          <w:szCs w:val="22"/>
        </w:rPr>
        <w:t xml:space="preserve"> 2021 r. </w:t>
      </w:r>
    </w:p>
    <w:p w:rsidR="001971F9" w:rsidRDefault="001971F9" w:rsidP="001971F9">
      <w:pPr>
        <w:ind w:left="5040" w:hanging="504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1971F9" w:rsidRPr="00A22FF0" w:rsidRDefault="000629F7" w:rsidP="001971F9">
      <w:pPr>
        <w:ind w:left="5040" w:hanging="504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DRU.WWP.7212.9.1.2021(14</w:t>
      </w:r>
      <w:r w:rsidR="00A22FF0" w:rsidRPr="00A22FF0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</w:p>
    <w:p w:rsidR="000629F7" w:rsidRDefault="000629F7" w:rsidP="000629F7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Pani</w:t>
      </w:r>
    </w:p>
    <w:p w:rsidR="000629F7" w:rsidRDefault="000629F7" w:rsidP="000629F7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Wioletta Zwara</w:t>
      </w:r>
    </w:p>
    <w:p w:rsidR="000629F7" w:rsidRDefault="000629F7" w:rsidP="000629F7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0629F7" w:rsidRDefault="000629F7" w:rsidP="000629F7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0629F7" w:rsidRDefault="000629F7" w:rsidP="000629F7">
      <w:pPr>
        <w:spacing w:after="240"/>
        <w:ind w:left="4956" w:firstLine="709"/>
        <w:rPr>
          <w:rFonts w:ascii="Calibri" w:hAnsi="Calibri"/>
          <w:b/>
        </w:rPr>
      </w:pPr>
    </w:p>
    <w:p w:rsidR="000629F7" w:rsidRPr="00310A4C" w:rsidRDefault="000629F7" w:rsidP="000629F7">
      <w:pPr>
        <w:spacing w:line="254" w:lineRule="auto"/>
        <w:jc w:val="both"/>
        <w:rPr>
          <w:rFonts w:ascii="Calibri" w:hAnsi="Calibri"/>
          <w:i/>
        </w:rPr>
      </w:pPr>
      <w:r w:rsidRPr="336E291A">
        <w:rPr>
          <w:rFonts w:ascii="Calibri" w:hAnsi="Calibri"/>
          <w:i/>
          <w:iCs/>
        </w:rPr>
        <w:t>Szanown</w:t>
      </w:r>
      <w:r>
        <w:rPr>
          <w:rFonts w:ascii="Calibri" w:hAnsi="Calibri"/>
          <w:i/>
          <w:iCs/>
        </w:rPr>
        <w:t>a</w:t>
      </w:r>
      <w:r w:rsidRPr="336E291A">
        <w:rPr>
          <w:rFonts w:ascii="Calibri" w:hAnsi="Calibri"/>
          <w:i/>
          <w:iCs/>
        </w:rPr>
        <w:t xml:space="preserve"> Pani Sekretarz, </w:t>
      </w:r>
    </w:p>
    <w:p w:rsidR="000629F7" w:rsidRDefault="000629F7" w:rsidP="000629F7">
      <w:pPr>
        <w:spacing w:line="254" w:lineRule="auto"/>
        <w:jc w:val="both"/>
        <w:rPr>
          <w:rFonts w:ascii="Calibri" w:hAnsi="Calibri"/>
          <w:i/>
          <w:iCs/>
        </w:rPr>
      </w:pPr>
    </w:p>
    <w:p w:rsidR="000629F7" w:rsidRDefault="000629F7" w:rsidP="000629F7">
      <w:pPr>
        <w:spacing w:beforeAutospacing="1" w:afterAutospacing="1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w załączeniu przekazuję </w:t>
      </w:r>
      <w:r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autokorektę</w:t>
      </w:r>
      <w:r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 opis</w:t>
      </w:r>
      <w:r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u</w:t>
      </w:r>
      <w:r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 założeń projektu informatycznego pn. „System Ewidencji Państwowej Inspekcji Sanitarnej (SEPIS)”</w:t>
      </w:r>
      <w:r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:rsidR="000629F7" w:rsidRPr="00BB51B1" w:rsidRDefault="000629F7" w:rsidP="000629F7">
      <w:pPr>
        <w:spacing w:beforeAutospacing="1" w:afterAutospacing="1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Opis został poprawiony w obszarze wskaźników i KPI zgodnie z załączonymi uwagami od </w:t>
      </w:r>
      <w:proofErr w:type="spellStart"/>
      <w:r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MFiPR</w:t>
      </w:r>
      <w:proofErr w:type="spellEnd"/>
      <w:r w:rsidR="00791125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.</w:t>
      </w:r>
      <w:bookmarkStart w:id="0" w:name="_GoBack"/>
      <w:bookmarkEnd w:id="0"/>
    </w:p>
    <w:p w:rsidR="000629F7" w:rsidRDefault="000629F7" w:rsidP="000629F7">
      <w:pPr>
        <w:spacing w:beforeAutospacing="1" w:afterAutospacing="1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Zwracam się z uprzejmą prośbą o zaopiniowanie powyższego projektu przez Komitet Rady Ministrów do spraw Cyfryzacji.</w:t>
      </w:r>
    </w:p>
    <w:p w:rsidR="000629F7" w:rsidRDefault="000629F7" w:rsidP="000629F7">
      <w:pPr>
        <w:pStyle w:val="paragraph"/>
        <w:jc w:val="both"/>
        <w:rPr>
          <w:rStyle w:val="normaltextrun"/>
          <w:rFonts w:ascii="Calibri" w:eastAsia="Calibri" w:hAnsi="Calibri" w:cs="Calibri"/>
          <w:color w:val="000000" w:themeColor="text1"/>
        </w:rPr>
      </w:pPr>
    </w:p>
    <w:p w:rsidR="000629F7" w:rsidRPr="0033475C" w:rsidRDefault="000629F7" w:rsidP="000629F7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629F7" w:rsidRDefault="000629F7" w:rsidP="000629F7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629F7" w:rsidRPr="0033475C" w:rsidRDefault="000629F7" w:rsidP="000629F7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629F7" w:rsidRPr="0033475C" w:rsidRDefault="000629F7" w:rsidP="000629F7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629F7" w:rsidRPr="0033475C" w:rsidRDefault="000629F7" w:rsidP="000629F7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>
        <w:rPr>
          <w:rFonts w:asciiTheme="minorHAnsi" w:hAnsiTheme="minorHAnsi" w:cstheme="minorHAnsi"/>
          <w:b/>
          <w:bCs/>
        </w:rPr>
        <w:t>Janusz Cieszyński</w:t>
      </w:r>
    </w:p>
    <w:p w:rsidR="000629F7" w:rsidRPr="0033475C" w:rsidRDefault="000629F7" w:rsidP="000629F7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0629F7" w:rsidRPr="0033475C" w:rsidRDefault="000629F7" w:rsidP="000629F7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629F7" w:rsidRPr="0033475C" w:rsidRDefault="000629F7" w:rsidP="000629F7">
      <w:pPr>
        <w:ind w:left="4860"/>
        <w:jc w:val="center"/>
        <w:rPr>
          <w:rFonts w:asciiTheme="minorHAnsi" w:hAnsiTheme="minorHAnsi" w:cstheme="minorHAnsi"/>
        </w:rPr>
      </w:pPr>
    </w:p>
    <w:p w:rsidR="000629F7" w:rsidRPr="0033475C" w:rsidRDefault="000629F7" w:rsidP="000629F7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0629F7" w:rsidRDefault="000629F7" w:rsidP="000629F7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629F7" w:rsidRDefault="000629F7" w:rsidP="000629F7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629F7" w:rsidRDefault="000629F7" w:rsidP="000629F7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629F7" w:rsidRPr="009F17A4" w:rsidRDefault="000629F7" w:rsidP="000629F7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9F17A4">
        <w:rPr>
          <w:rFonts w:asciiTheme="minorHAnsi" w:hAnsiTheme="minorHAnsi" w:cstheme="minorHAnsi"/>
          <w:sz w:val="18"/>
          <w:szCs w:val="18"/>
        </w:rPr>
        <w:t xml:space="preserve">Załącznik: </w:t>
      </w:r>
    </w:p>
    <w:p w:rsidR="000629F7" w:rsidRDefault="000629F7" w:rsidP="000629F7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9F17A4">
        <w:rPr>
          <w:rFonts w:asciiTheme="minorHAnsi" w:hAnsiTheme="minorHAnsi" w:cstheme="minorHAnsi"/>
          <w:sz w:val="18"/>
          <w:szCs w:val="18"/>
        </w:rPr>
        <w:t xml:space="preserve">Opis założeń projektu dla projektu pn. „System Ewidencji Państwowej Inspekcji Sanitarnej (SEPIS)”. </w:t>
      </w:r>
    </w:p>
    <w:p w:rsidR="000629F7" w:rsidRPr="009F17A4" w:rsidRDefault="000629F7" w:rsidP="000629F7">
      <w:pPr>
        <w:pStyle w:val="Bezodstpw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Uwagi </w:t>
      </w:r>
      <w:proofErr w:type="spellStart"/>
      <w:r>
        <w:rPr>
          <w:rFonts w:asciiTheme="minorHAnsi" w:hAnsiTheme="minorHAnsi" w:cstheme="minorHAnsi"/>
          <w:sz w:val="18"/>
          <w:szCs w:val="18"/>
        </w:rPr>
        <w:t>MFiPR</w:t>
      </w:r>
      <w:proofErr w:type="spellEnd"/>
    </w:p>
    <w:p w:rsidR="000629F7" w:rsidRPr="0033475C" w:rsidRDefault="000629F7" w:rsidP="000629F7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971F9" w:rsidRPr="0033475C" w:rsidRDefault="001971F9" w:rsidP="000629F7">
      <w:pPr>
        <w:ind w:left="5040" w:firstLine="624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1971F9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8EF" w:rsidRDefault="000778EF">
      <w:r>
        <w:separator/>
      </w:r>
    </w:p>
  </w:endnote>
  <w:endnote w:type="continuationSeparator" w:id="0">
    <w:p w:rsidR="000778EF" w:rsidRDefault="00077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2569C">
    <w:pPr>
      <w:pStyle w:val="Stopka"/>
    </w:pPr>
    <w:r>
      <w:rPr>
        <w:noProof/>
      </w:rPr>
      <w:drawing>
        <wp:inline distT="0" distB="0" distL="0" distR="0" wp14:anchorId="3213FA06">
          <wp:extent cx="5389245" cy="963295"/>
          <wp:effectExtent l="0" t="0" r="190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8EF" w:rsidRDefault="000778EF">
      <w:r>
        <w:separator/>
      </w:r>
    </w:p>
  </w:footnote>
  <w:footnote w:type="continuationSeparator" w:id="0">
    <w:p w:rsidR="000778EF" w:rsidRDefault="00077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0778EF" w:rsidP="007018D3">
    <w:pPr>
      <w:pStyle w:val="Nagwek"/>
      <w:jc w:val="right"/>
    </w:pPr>
  </w:p>
  <w:p w:rsidR="007018D3" w:rsidRDefault="000778EF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0778EF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0778EF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061534"/>
    <w:rsid w:val="000629F7"/>
    <w:rsid w:val="000778EF"/>
    <w:rsid w:val="00136C90"/>
    <w:rsid w:val="001971F9"/>
    <w:rsid w:val="001D2BBE"/>
    <w:rsid w:val="001D6ED7"/>
    <w:rsid w:val="002621B5"/>
    <w:rsid w:val="00366959"/>
    <w:rsid w:val="00480DFF"/>
    <w:rsid w:val="004C265D"/>
    <w:rsid w:val="004C6BBB"/>
    <w:rsid w:val="0054409F"/>
    <w:rsid w:val="0059414A"/>
    <w:rsid w:val="006605C8"/>
    <w:rsid w:val="006C3C2F"/>
    <w:rsid w:val="006D52C9"/>
    <w:rsid w:val="006E7FD0"/>
    <w:rsid w:val="007115B6"/>
    <w:rsid w:val="00760FB9"/>
    <w:rsid w:val="00780C7A"/>
    <w:rsid w:val="00791125"/>
    <w:rsid w:val="007C60D7"/>
    <w:rsid w:val="007D0DB4"/>
    <w:rsid w:val="007D1DC9"/>
    <w:rsid w:val="007D7B20"/>
    <w:rsid w:val="00827442"/>
    <w:rsid w:val="0096524E"/>
    <w:rsid w:val="009704EF"/>
    <w:rsid w:val="00987C99"/>
    <w:rsid w:val="00A22FF0"/>
    <w:rsid w:val="00A2569C"/>
    <w:rsid w:val="00A57161"/>
    <w:rsid w:val="00AE0752"/>
    <w:rsid w:val="00AE6336"/>
    <w:rsid w:val="00B117F7"/>
    <w:rsid w:val="00BE74D5"/>
    <w:rsid w:val="00C467A7"/>
    <w:rsid w:val="00CA537C"/>
    <w:rsid w:val="00CB01A1"/>
    <w:rsid w:val="00CE08E5"/>
    <w:rsid w:val="00F7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  <w:style w:type="character" w:customStyle="1" w:styleId="normaltextrun">
    <w:name w:val="normaltextrun"/>
    <w:basedOn w:val="Domylnaczcionkaakapitu"/>
    <w:rsid w:val="006C3C2F"/>
  </w:style>
  <w:style w:type="paragraph" w:styleId="Bezodstpw">
    <w:name w:val="No Spacing"/>
    <w:uiPriority w:val="1"/>
    <w:qFormat/>
    <w:rsid w:val="006C3C2F"/>
    <w:rPr>
      <w:sz w:val="24"/>
      <w:szCs w:val="24"/>
    </w:rPr>
  </w:style>
  <w:style w:type="paragraph" w:customStyle="1" w:styleId="paragraph">
    <w:name w:val="paragraph"/>
    <w:basedOn w:val="Normalny"/>
    <w:rsid w:val="000629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2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Karczewska Beata</cp:lastModifiedBy>
  <cp:revision>3</cp:revision>
  <dcterms:created xsi:type="dcterms:W3CDTF">2021-11-04T12:35:00Z</dcterms:created>
  <dcterms:modified xsi:type="dcterms:W3CDTF">2021-11-04T12:37:00Z</dcterms:modified>
</cp:coreProperties>
</file>