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A14C1" w14:textId="77777777" w:rsidR="00A363B8" w:rsidRPr="00D50D80" w:rsidRDefault="003822B0" w:rsidP="004633D0">
      <w:pPr>
        <w:rPr>
          <w:rFonts w:asciiTheme="minorHAnsi" w:hAnsiTheme="minorHAnsi" w:cstheme="minorHAnsi"/>
        </w:rPr>
      </w:pPr>
    </w:p>
    <w:p w14:paraId="14AAEE02" w14:textId="77777777" w:rsidR="000A71A0" w:rsidRPr="00D50D80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D50D80">
        <w:rPr>
          <w:rFonts w:asciiTheme="minorHAnsi" w:eastAsia="Calibri" w:hAnsiTheme="minorHAnsi" w:cstheme="minorHAnsi"/>
          <w:b/>
          <w:lang w:eastAsia="en-US"/>
        </w:rPr>
        <w:t>Pan</w:t>
      </w:r>
      <w:r w:rsidR="00395AC2" w:rsidRPr="00D50D80">
        <w:rPr>
          <w:rFonts w:asciiTheme="minorHAnsi" w:eastAsia="Calibri" w:hAnsiTheme="minorHAnsi" w:cstheme="minorHAnsi"/>
          <w:b/>
          <w:lang w:eastAsia="en-US"/>
        </w:rPr>
        <w:t>i</w:t>
      </w:r>
    </w:p>
    <w:p w14:paraId="7C79778C" w14:textId="77777777" w:rsidR="00395AC2" w:rsidRPr="00D50D80" w:rsidRDefault="00395AC2" w:rsidP="00695ADF">
      <w:pPr>
        <w:ind w:left="4956" w:firstLine="708"/>
        <w:rPr>
          <w:rFonts w:asciiTheme="minorHAnsi" w:eastAsia="Calibri" w:hAnsiTheme="minorHAnsi" w:cstheme="minorHAnsi"/>
          <w:b/>
          <w:lang w:eastAsia="en-US"/>
        </w:rPr>
      </w:pPr>
      <w:r w:rsidRPr="00D50D80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5AEC383C" w14:textId="77777777" w:rsidR="00695ADF" w:rsidRPr="00D50D80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D50D80">
        <w:rPr>
          <w:rFonts w:asciiTheme="minorHAnsi" w:eastAsia="Calibri" w:hAnsiTheme="minorHAnsi" w:cstheme="minorHAnsi"/>
          <w:lang w:eastAsia="en-US"/>
        </w:rPr>
        <w:t>Sekretarz Komitetu</w:t>
      </w:r>
    </w:p>
    <w:p w14:paraId="333631BC" w14:textId="77777777" w:rsidR="00695ADF" w:rsidRPr="00D50D80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D50D80">
        <w:rPr>
          <w:rFonts w:asciiTheme="minorHAnsi" w:eastAsia="Calibri" w:hAnsiTheme="minorHAnsi" w:cstheme="minorHAnsi"/>
          <w:lang w:eastAsia="en-US"/>
        </w:rPr>
        <w:t>Rady Ministrów</w:t>
      </w:r>
    </w:p>
    <w:p w14:paraId="411ECE44" w14:textId="77777777" w:rsidR="000A71A0" w:rsidRPr="00D50D80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D50D80">
        <w:rPr>
          <w:rFonts w:asciiTheme="minorHAnsi" w:eastAsia="Calibri" w:hAnsiTheme="minorHAnsi" w:cstheme="minorHAnsi"/>
          <w:lang w:eastAsia="en-US"/>
        </w:rPr>
        <w:t>do spraw Cyfryzacji</w:t>
      </w:r>
    </w:p>
    <w:p w14:paraId="55DBDFCB" w14:textId="77777777" w:rsidR="000A71A0" w:rsidRPr="00D50D80" w:rsidRDefault="003822B0" w:rsidP="000A71A0">
      <w:pPr>
        <w:rPr>
          <w:rFonts w:asciiTheme="minorHAnsi" w:eastAsia="Calibri" w:hAnsiTheme="minorHAnsi" w:cstheme="minorHAnsi"/>
          <w:iCs/>
          <w:lang w:eastAsia="en-US"/>
        </w:rPr>
      </w:pPr>
      <w:bookmarkStart w:id="0" w:name="_GoBack"/>
      <w:bookmarkEnd w:id="0"/>
    </w:p>
    <w:p w14:paraId="6F254775" w14:textId="77777777" w:rsidR="00636C3E" w:rsidRPr="00D50D80" w:rsidRDefault="002E6796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D50D80">
        <w:rPr>
          <w:rFonts w:asciiTheme="minorHAnsi" w:eastAsia="Calibri" w:hAnsiTheme="minorHAnsi" w:cstheme="minorHAnsi"/>
          <w:i/>
          <w:lang w:eastAsia="en-US"/>
        </w:rPr>
        <w:t>Szanowna Pani Sekretarz,</w:t>
      </w:r>
    </w:p>
    <w:p w14:paraId="0433561C" w14:textId="50EC89C3" w:rsidR="00AD0AD3" w:rsidRPr="00D50D80" w:rsidRDefault="00F63E64" w:rsidP="00395AC2">
      <w:pPr>
        <w:jc w:val="both"/>
        <w:rPr>
          <w:rFonts w:asciiTheme="minorHAnsi" w:hAnsiTheme="minorHAnsi" w:cstheme="minorHAnsi"/>
        </w:rPr>
      </w:pPr>
      <w:r w:rsidRPr="00D50D80">
        <w:rPr>
          <w:rFonts w:asciiTheme="minorHAnsi" w:hAnsiTheme="minorHAnsi" w:cstheme="minorHAnsi"/>
        </w:rPr>
        <w:t xml:space="preserve">w załączeniu przekazuję </w:t>
      </w:r>
      <w:r w:rsidR="00395AC2" w:rsidRPr="00D50D80">
        <w:rPr>
          <w:rFonts w:asciiTheme="minorHAnsi" w:hAnsiTheme="minorHAnsi" w:cstheme="minorHAnsi"/>
        </w:rPr>
        <w:t xml:space="preserve">raport </w:t>
      </w:r>
      <w:r w:rsidR="000F74BA">
        <w:rPr>
          <w:rFonts w:asciiTheme="minorHAnsi" w:hAnsiTheme="minorHAnsi" w:cstheme="minorHAnsi"/>
        </w:rPr>
        <w:t>za I</w:t>
      </w:r>
      <w:r w:rsidR="00E81454">
        <w:rPr>
          <w:rFonts w:asciiTheme="minorHAnsi" w:hAnsiTheme="minorHAnsi" w:cstheme="minorHAnsi"/>
        </w:rPr>
        <w:t>V</w:t>
      </w:r>
      <w:r w:rsidR="000F74BA">
        <w:rPr>
          <w:rFonts w:asciiTheme="minorHAnsi" w:hAnsiTheme="minorHAnsi" w:cstheme="minorHAnsi"/>
        </w:rPr>
        <w:t xml:space="preserve"> kw. 2021 r. z postępu rzeczowo-finansowego</w:t>
      </w:r>
      <w:r w:rsidR="00395AC2" w:rsidRPr="00D50D80">
        <w:rPr>
          <w:rFonts w:asciiTheme="minorHAnsi" w:hAnsiTheme="minorHAnsi" w:cstheme="minorHAnsi"/>
        </w:rPr>
        <w:t xml:space="preserve"> z </w:t>
      </w:r>
      <w:r w:rsidR="00D50D80" w:rsidRPr="00D50D80">
        <w:rPr>
          <w:rFonts w:asciiTheme="minorHAnsi" w:hAnsiTheme="minorHAnsi" w:cstheme="minorHAnsi"/>
        </w:rPr>
        <w:t xml:space="preserve">realizacji projektu informatycznego </w:t>
      </w:r>
      <w:r w:rsidR="00CB5AAE" w:rsidRPr="00CB5AAE">
        <w:rPr>
          <w:rFonts w:asciiTheme="minorHAnsi" w:hAnsiTheme="minorHAnsi" w:cstheme="minorHAnsi"/>
        </w:rPr>
        <w:t>Budowa Punktu Informacyjnego ds. Telekomunikacji</w:t>
      </w:r>
      <w:r w:rsidR="001F291B">
        <w:rPr>
          <w:rFonts w:asciiTheme="minorHAnsi" w:hAnsiTheme="minorHAnsi" w:cstheme="minorHAnsi"/>
        </w:rPr>
        <w:t>, celem </w:t>
      </w:r>
      <w:r w:rsidR="00395AC2" w:rsidRPr="00D50D80">
        <w:rPr>
          <w:rFonts w:asciiTheme="minorHAnsi" w:hAnsiTheme="minorHAnsi" w:cstheme="minorHAnsi"/>
        </w:rPr>
        <w:t>przedłożenia Komitetowi Rady Ministrów do spraw Cyfryzacji.</w:t>
      </w:r>
    </w:p>
    <w:p w14:paraId="407B145D" w14:textId="77777777" w:rsidR="00395AC2" w:rsidRPr="00D50D80" w:rsidRDefault="00395AC2" w:rsidP="00395AC2">
      <w:pPr>
        <w:rPr>
          <w:rFonts w:asciiTheme="minorHAnsi" w:hAnsiTheme="minorHAnsi" w:cstheme="minorHAnsi"/>
        </w:rPr>
      </w:pPr>
    </w:p>
    <w:p w14:paraId="4CC9035C" w14:textId="210D44BC" w:rsidR="000A71A0" w:rsidRPr="00D50D80" w:rsidRDefault="003822B0" w:rsidP="00D50D80">
      <w:pPr>
        <w:rPr>
          <w:rFonts w:asciiTheme="minorHAnsi" w:hAnsiTheme="minorHAnsi" w:cstheme="minorHAnsi"/>
          <w:i/>
          <w:iCs/>
        </w:rPr>
      </w:pPr>
    </w:p>
    <w:p w14:paraId="5692B683" w14:textId="1512ADC7" w:rsidR="000A71A0" w:rsidRDefault="00D50D8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D50D80">
        <w:rPr>
          <w:rFonts w:asciiTheme="minorHAnsi" w:hAnsiTheme="minorHAnsi" w:cstheme="minorHAnsi"/>
          <w:i/>
          <w:iCs/>
        </w:rPr>
        <w:t>Z poważaniem,</w:t>
      </w:r>
    </w:p>
    <w:p w14:paraId="1ECA688E" w14:textId="77777777" w:rsidR="001F291B" w:rsidRPr="00D50D80" w:rsidRDefault="001F291B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5570B47A" w14:textId="77777777" w:rsidR="000A71A0" w:rsidRPr="00D50D80" w:rsidRDefault="00395AC2" w:rsidP="002B0993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D50D80">
        <w:rPr>
          <w:rFonts w:asciiTheme="minorHAnsi" w:hAnsiTheme="minorHAnsi" w:cstheme="minorHAnsi"/>
          <w:b/>
          <w:bCs/>
        </w:rPr>
        <w:t>Janusz Cieszyński</w:t>
      </w:r>
    </w:p>
    <w:p w14:paraId="5FC893F2" w14:textId="77777777" w:rsidR="006A5C4D" w:rsidRPr="001F291B" w:rsidRDefault="00CB3969" w:rsidP="00936F2C">
      <w:pPr>
        <w:ind w:left="486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F291B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6A5C4D" w:rsidRPr="001F291B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CBF2A" w14:textId="77777777" w:rsidR="003822B0" w:rsidRDefault="003822B0">
      <w:r>
        <w:separator/>
      </w:r>
    </w:p>
  </w:endnote>
  <w:endnote w:type="continuationSeparator" w:id="0">
    <w:p w14:paraId="5C1BFCE4" w14:textId="77777777" w:rsidR="003822B0" w:rsidRDefault="0038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D3078" w14:textId="77777777"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C8699FF" wp14:editId="72CE93A4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FD837" w14:textId="77777777"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A02E9C5" wp14:editId="5CCF19AF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87EA8" w14:textId="77777777"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F027A16" wp14:editId="6D12652C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39A28C" w14:textId="77777777"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 wp14:anchorId="75C03840" wp14:editId="6A3AE569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2926B" w14:textId="77777777" w:rsidR="003822B0" w:rsidRDefault="003822B0">
      <w:r>
        <w:separator/>
      </w:r>
    </w:p>
  </w:footnote>
  <w:footnote w:type="continuationSeparator" w:id="0">
    <w:p w14:paraId="2934F4C9" w14:textId="77777777" w:rsidR="003822B0" w:rsidRDefault="00382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881D6" w14:textId="77777777" w:rsidR="007018D3" w:rsidRDefault="003822B0" w:rsidP="007018D3">
    <w:pPr>
      <w:pStyle w:val="Nagwek"/>
      <w:jc w:val="right"/>
    </w:pPr>
  </w:p>
  <w:p w14:paraId="60D9C668" w14:textId="77777777" w:rsidR="007018D3" w:rsidRDefault="003822B0" w:rsidP="007018D3">
    <w:pPr>
      <w:pStyle w:val="Nagwek"/>
      <w:jc w:val="right"/>
    </w:pPr>
  </w:p>
  <w:p w14:paraId="1D9D718E" w14:textId="37A38B9E"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0F74BA">
      <w:rPr>
        <w:rFonts w:asciiTheme="minorHAnsi" w:hAnsiTheme="minorHAnsi" w:cstheme="minorHAnsi"/>
      </w:rPr>
      <w:t>2</w:t>
    </w:r>
    <w:r w:rsidR="0014377B">
      <w:rPr>
        <w:rFonts w:asciiTheme="minorHAnsi" w:hAnsiTheme="minorHAnsi" w:cstheme="minorHAnsi"/>
      </w:rPr>
      <w:t>7</w:t>
    </w:r>
    <w:r w:rsidR="00D50D80">
      <w:rPr>
        <w:rFonts w:asciiTheme="minorHAnsi" w:hAnsiTheme="minorHAnsi" w:cstheme="minorHAnsi"/>
      </w:rPr>
      <w:t>.</w:t>
    </w:r>
    <w:r w:rsidR="00E81454">
      <w:rPr>
        <w:rFonts w:asciiTheme="minorHAnsi" w:hAnsiTheme="minorHAnsi" w:cstheme="minorHAnsi"/>
      </w:rPr>
      <w:t>01</w:t>
    </w:r>
    <w:r w:rsidR="00955B7A" w:rsidRPr="00955B7A">
      <w:rPr>
        <w:rFonts w:asciiTheme="minorHAnsi" w:hAnsiTheme="minorHAnsi" w:cstheme="minorHAnsi"/>
      </w:rPr>
      <w:t>.202</w:t>
    </w:r>
    <w:r w:rsidR="00E81454">
      <w:rPr>
        <w:rFonts w:asciiTheme="minorHAnsi" w:hAnsiTheme="minorHAnsi" w:cstheme="minorHAnsi"/>
      </w:rPr>
      <w:t>2</w:t>
    </w:r>
    <w:r w:rsidRPr="00955B7A">
      <w:rPr>
        <w:rFonts w:asciiTheme="minorHAnsi" w:hAnsiTheme="minorHAnsi" w:cstheme="minorHAnsi"/>
      </w:rPr>
      <w:t xml:space="preserve"> r.</w:t>
    </w:r>
  </w:p>
  <w:p w14:paraId="3C1A0C09" w14:textId="77777777"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01936CD" wp14:editId="3258235A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56F795" w14:textId="77777777" w:rsidR="007018D3" w:rsidRDefault="00395AC2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Janusz Cieszyński</w:t>
                          </w:r>
                        </w:p>
                        <w:p w14:paraId="24650D3C" w14:textId="77777777"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395AC2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Janusz Cieszyński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 wp14:anchorId="7A50F51B" wp14:editId="0ED7FC9B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4C78A1" w14:textId="5867E3A6" w:rsidR="00955B7A" w:rsidRPr="00955B7A" w:rsidRDefault="00E81454" w:rsidP="0014377B">
    <w:pPr>
      <w:pStyle w:val="Nagwek"/>
      <w:ind w:left="1134"/>
      <w:rPr>
        <w:rFonts w:asciiTheme="minorHAnsi" w:hAnsiTheme="minorHAnsi" w:cstheme="minorHAnsi"/>
        <w:sz w:val="20"/>
        <w:szCs w:val="20"/>
      </w:rPr>
    </w:pPr>
    <w:r w:rsidRPr="00E81454">
      <w:rPr>
        <w:rFonts w:asciiTheme="minorHAnsi" w:hAnsiTheme="minorHAnsi" w:cstheme="minorHAnsi"/>
        <w:sz w:val="20"/>
        <w:szCs w:val="20"/>
      </w:rPr>
      <w:t>DT.WWRKE.714.4.2022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073B79"/>
    <w:rsid w:val="000C64D7"/>
    <w:rsid w:val="000F74BA"/>
    <w:rsid w:val="0014377B"/>
    <w:rsid w:val="00184CCB"/>
    <w:rsid w:val="001F291B"/>
    <w:rsid w:val="002B0993"/>
    <w:rsid w:val="002E6796"/>
    <w:rsid w:val="0030357D"/>
    <w:rsid w:val="003822B0"/>
    <w:rsid w:val="00395AC2"/>
    <w:rsid w:val="0049347F"/>
    <w:rsid w:val="005226AB"/>
    <w:rsid w:val="005B5759"/>
    <w:rsid w:val="00636C3E"/>
    <w:rsid w:val="00695ADF"/>
    <w:rsid w:val="006E60D0"/>
    <w:rsid w:val="00745D00"/>
    <w:rsid w:val="00771B6C"/>
    <w:rsid w:val="008F5337"/>
    <w:rsid w:val="00936F2C"/>
    <w:rsid w:val="00955B7A"/>
    <w:rsid w:val="009E534C"/>
    <w:rsid w:val="009E6B6F"/>
    <w:rsid w:val="00A524E6"/>
    <w:rsid w:val="00A52CF0"/>
    <w:rsid w:val="00AA5154"/>
    <w:rsid w:val="00AD0AD3"/>
    <w:rsid w:val="00AE3E47"/>
    <w:rsid w:val="00BA5778"/>
    <w:rsid w:val="00BB07CC"/>
    <w:rsid w:val="00C05857"/>
    <w:rsid w:val="00C11B94"/>
    <w:rsid w:val="00C70146"/>
    <w:rsid w:val="00C81F8A"/>
    <w:rsid w:val="00CA393C"/>
    <w:rsid w:val="00CB3969"/>
    <w:rsid w:val="00CB5AAE"/>
    <w:rsid w:val="00D50D80"/>
    <w:rsid w:val="00E81454"/>
    <w:rsid w:val="00E96D38"/>
    <w:rsid w:val="00F130C8"/>
    <w:rsid w:val="00F63E64"/>
    <w:rsid w:val="00F771FE"/>
    <w:rsid w:val="00FD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70D620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</TotalTime>
  <Pages>1</Pages>
  <Words>60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4</cp:revision>
  <dcterms:created xsi:type="dcterms:W3CDTF">2022-01-26T07:08:00Z</dcterms:created>
  <dcterms:modified xsi:type="dcterms:W3CDTF">2022-01-27T12:05:00Z</dcterms:modified>
</cp:coreProperties>
</file>