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3BCCB" w14:textId="5288863D" w:rsidR="00377059" w:rsidRDefault="00377059" w:rsidP="00377059">
      <w:pPr>
        <w:widowControl/>
        <w:autoSpaceDE/>
        <w:autoSpaceDN/>
        <w:adjustRightInd/>
        <w:jc w:val="right"/>
        <w:rPr>
          <w:rFonts w:eastAsia="Times New Roman"/>
          <w:u w:val="single"/>
        </w:rPr>
      </w:pPr>
      <w:r w:rsidRPr="00377059">
        <w:rPr>
          <w:rFonts w:eastAsia="Times New Roman"/>
          <w:u w:val="single"/>
        </w:rPr>
        <w:t xml:space="preserve">Projekt z dnia </w:t>
      </w:r>
      <w:r w:rsidR="00014096">
        <w:rPr>
          <w:rFonts w:eastAsia="Times New Roman"/>
          <w:u w:val="single"/>
        </w:rPr>
        <w:t>1</w:t>
      </w:r>
      <w:r w:rsidR="00E94A9D">
        <w:rPr>
          <w:rFonts w:eastAsia="Times New Roman"/>
          <w:u w:val="single"/>
        </w:rPr>
        <w:t>9</w:t>
      </w:r>
      <w:r w:rsidR="006B5BF1">
        <w:rPr>
          <w:rFonts w:eastAsia="Times New Roman"/>
          <w:u w:val="single"/>
        </w:rPr>
        <w:t xml:space="preserve"> </w:t>
      </w:r>
      <w:r w:rsidR="00E03345">
        <w:rPr>
          <w:rFonts w:eastAsia="Times New Roman"/>
          <w:u w:val="single"/>
        </w:rPr>
        <w:t>października</w:t>
      </w:r>
      <w:r w:rsidR="00493270">
        <w:rPr>
          <w:rFonts w:eastAsia="Times New Roman"/>
          <w:u w:val="single"/>
        </w:rPr>
        <w:t xml:space="preserve"> </w:t>
      </w:r>
      <w:r w:rsidRPr="00377059">
        <w:rPr>
          <w:rFonts w:eastAsia="Times New Roman"/>
          <w:u w:val="single"/>
        </w:rPr>
        <w:t>202</w:t>
      </w:r>
      <w:r w:rsidR="004F350B">
        <w:rPr>
          <w:rFonts w:eastAsia="Times New Roman"/>
          <w:u w:val="single"/>
        </w:rPr>
        <w:t>2</w:t>
      </w:r>
      <w:r w:rsidRPr="00377059">
        <w:rPr>
          <w:rFonts w:eastAsia="Times New Roman"/>
          <w:u w:val="single"/>
        </w:rPr>
        <w:t xml:space="preserve"> r. </w:t>
      </w:r>
    </w:p>
    <w:p w14:paraId="18AEA080" w14:textId="77777777" w:rsidR="00377059" w:rsidRPr="00377059" w:rsidRDefault="00377059" w:rsidP="00377059">
      <w:pPr>
        <w:widowControl/>
        <w:autoSpaceDE/>
        <w:autoSpaceDN/>
        <w:adjustRightInd/>
        <w:jc w:val="right"/>
        <w:rPr>
          <w:rFonts w:eastAsia="Times New Roman"/>
          <w:u w:val="single"/>
        </w:rPr>
      </w:pPr>
    </w:p>
    <w:p w14:paraId="7E4FFF6D" w14:textId="77777777" w:rsidR="00201899" w:rsidRPr="00CF042D" w:rsidRDefault="00201899" w:rsidP="00201899">
      <w:pPr>
        <w:pStyle w:val="OZNRODZAKTUtznustawalubrozporzdzenieiorganwydajcy"/>
      </w:pPr>
      <w:r w:rsidRPr="00CF042D">
        <w:t xml:space="preserve">Rozporządzenie </w:t>
      </w:r>
    </w:p>
    <w:p w14:paraId="5E06E9E3" w14:textId="77777777" w:rsidR="00201899" w:rsidRPr="006C07EB" w:rsidRDefault="00201899" w:rsidP="00201899">
      <w:pPr>
        <w:pStyle w:val="OZNRODZAKTUtznustawalubrozporzdzenieiorganwydajcy"/>
      </w:pPr>
      <w:r w:rsidRPr="00CF042D">
        <w:t>Minist</w:t>
      </w:r>
      <w:r>
        <w:t>ra ROZWOJu i Technologii</w:t>
      </w:r>
      <w:r>
        <w:rPr>
          <w:rStyle w:val="Odwoanieprzypisudolnego"/>
        </w:rPr>
        <w:footnoteReference w:id="1"/>
      </w:r>
      <w:r>
        <w:rPr>
          <w:rStyle w:val="IGindeksgrny"/>
        </w:rPr>
        <w:t>)</w:t>
      </w:r>
    </w:p>
    <w:p w14:paraId="4A479BE1" w14:textId="03509265" w:rsidR="002278D7" w:rsidRDefault="001F4929" w:rsidP="00072DF3">
      <w:pPr>
        <w:pStyle w:val="DATAAKTUdatauchwalenialubwydaniaaktu"/>
      </w:pPr>
      <w:r>
        <w:t xml:space="preserve"> </w:t>
      </w:r>
      <w:r w:rsidR="002278D7">
        <w:t xml:space="preserve">z dnia </w:t>
      </w:r>
      <w:r w:rsidR="007C18D0">
        <w:t>…</w:t>
      </w:r>
      <w:r w:rsidR="006B5BF1">
        <w:t>……………………………</w:t>
      </w:r>
    </w:p>
    <w:p w14:paraId="3833EE97" w14:textId="77777777" w:rsidR="002278D7" w:rsidRDefault="002278D7">
      <w:pPr>
        <w:pStyle w:val="h1maintyt"/>
      </w:pPr>
    </w:p>
    <w:p w14:paraId="3B54E741" w14:textId="77777777" w:rsidR="001F4929" w:rsidRDefault="001F4929" w:rsidP="00072DF3">
      <w:pPr>
        <w:pStyle w:val="TYTUAKTUprzedmiotregulacjiustawylubrozporzdzenia"/>
      </w:pPr>
      <w:r>
        <w:t>w sprawie dziennika budowy</w:t>
      </w:r>
      <w:r w:rsidR="00601872">
        <w:t xml:space="preserve"> </w:t>
      </w:r>
      <w:r w:rsidR="008869BB">
        <w:t>oraz</w:t>
      </w:r>
      <w:bookmarkStart w:id="0" w:name="_Hlk41998617"/>
      <w:r w:rsidR="008869BB" w:rsidRPr="008869BB">
        <w:t xml:space="preserve"> system</w:t>
      </w:r>
      <w:r w:rsidR="00EC3395">
        <w:t>u</w:t>
      </w:r>
      <w:r w:rsidR="008869BB" w:rsidRPr="008869BB">
        <w:t xml:space="preserve"> </w:t>
      </w:r>
      <w:bookmarkEnd w:id="0"/>
      <w:r w:rsidR="00373432" w:rsidRPr="00373432">
        <w:t>Elektroniczny Dziennik Budowy</w:t>
      </w:r>
    </w:p>
    <w:p w14:paraId="43387EA2" w14:textId="4D44D691" w:rsidR="001F4929" w:rsidRDefault="001F4929" w:rsidP="00072DF3">
      <w:pPr>
        <w:pStyle w:val="NIEARTTEKSTtekstnieartykuowanynppodstprawnarozplubpreambua"/>
      </w:pPr>
      <w:r>
        <w:t xml:space="preserve">Na podstawie art. </w:t>
      </w:r>
      <w:r w:rsidR="00DA26DB">
        <w:t>47</w:t>
      </w:r>
      <w:r w:rsidR="0074626A">
        <w:t>u</w:t>
      </w:r>
      <w:r w:rsidR="00DA26DB">
        <w:t xml:space="preserve"> </w:t>
      </w:r>
      <w:r>
        <w:t>ustawy z dnia 7 lipca 1994 r. - Prawo budowlane (</w:t>
      </w:r>
      <w:r w:rsidR="00F2179E" w:rsidRPr="00F2179E">
        <w:t xml:space="preserve">Dz. U. z 2021 r. poz. 2351 </w:t>
      </w:r>
      <w:r w:rsidR="00CD6A3C">
        <w:t>oraz z 2022 r. poz. 88</w:t>
      </w:r>
      <w:r w:rsidR="008D424E">
        <w:t>,</w:t>
      </w:r>
      <w:r w:rsidR="007521BB">
        <w:t xml:space="preserve"> </w:t>
      </w:r>
      <w:r w:rsidR="0051094D">
        <w:t>1557</w:t>
      </w:r>
      <w:r w:rsidR="008D424E">
        <w:t>, 1768, 1783 i 1846</w:t>
      </w:r>
      <w:r w:rsidR="00764C66" w:rsidRPr="005E3DF5">
        <w:t xml:space="preserve">) </w:t>
      </w:r>
      <w:r>
        <w:t>zarządza się, co następuje:</w:t>
      </w:r>
    </w:p>
    <w:p w14:paraId="695ED468" w14:textId="77777777" w:rsidR="00072DF3" w:rsidRDefault="001F4929" w:rsidP="00072DF3">
      <w:pPr>
        <w:pStyle w:val="ROZDZODDZOZNoznaczenierozdziauluboddziau"/>
      </w:pPr>
      <w:r>
        <w:t>Rozdział 1</w:t>
      </w:r>
    </w:p>
    <w:p w14:paraId="76078586" w14:textId="77777777" w:rsidR="001F4929" w:rsidRDefault="001F4929" w:rsidP="00072DF3">
      <w:pPr>
        <w:pStyle w:val="ROZDZODDZPRZEDMprzedmiotregulacjirozdziauluboddziau"/>
      </w:pPr>
      <w:r>
        <w:t>Przepisy ogólne</w:t>
      </w:r>
    </w:p>
    <w:p w14:paraId="199A6D87" w14:textId="77777777" w:rsidR="00DA5B31" w:rsidRDefault="001F4929" w:rsidP="001C4966">
      <w:pPr>
        <w:pStyle w:val="ARTartustawynprozporzdzenia"/>
      </w:pPr>
      <w:r w:rsidRPr="00CD6A3C">
        <w:rPr>
          <w:b/>
        </w:rPr>
        <w:t>§ 1</w:t>
      </w:r>
      <w:r w:rsidR="00072DF3">
        <w:t>.</w:t>
      </w:r>
      <w:r>
        <w:t xml:space="preserve"> Rozporządzenie określa</w:t>
      </w:r>
      <w:r w:rsidR="00DA5B31">
        <w:t>:</w:t>
      </w:r>
    </w:p>
    <w:p w14:paraId="546893A8" w14:textId="77777777" w:rsidR="00DA5B31" w:rsidRDefault="00DA5B31" w:rsidP="00DA5B31">
      <w:pPr>
        <w:pStyle w:val="PKTpunkt"/>
      </w:pPr>
      <w:r>
        <w:t>1)</w:t>
      </w:r>
      <w:r>
        <w:tab/>
      </w:r>
      <w:r w:rsidR="00EC3395" w:rsidRPr="00EC3395">
        <w:t>szczegółowy sposób wydawania i prowadzenia dziennika budowy w postaci papierowej i</w:t>
      </w:r>
      <w:r w:rsidR="00CD6A3C">
        <w:t> </w:t>
      </w:r>
      <w:r w:rsidR="00EC3395" w:rsidRPr="00EC3395">
        <w:t>elektronicznej, w tym dokonywania wpisów</w:t>
      </w:r>
      <w:r>
        <w:t>;</w:t>
      </w:r>
    </w:p>
    <w:p w14:paraId="4AF5760A" w14:textId="77777777" w:rsidR="00D22BA9" w:rsidRDefault="00D22BA9" w:rsidP="00DA5B31">
      <w:pPr>
        <w:pStyle w:val="PKTpunkt"/>
      </w:pPr>
      <w:r>
        <w:t>2)</w:t>
      </w:r>
      <w:r>
        <w:tab/>
      </w:r>
      <w:r w:rsidRPr="00D22BA9">
        <w:t>format dziennika budowy w postaci papierowej</w:t>
      </w:r>
      <w:r>
        <w:t>;</w:t>
      </w:r>
    </w:p>
    <w:p w14:paraId="45BE2796" w14:textId="70962387" w:rsidR="00DA5B31" w:rsidRPr="008869BB" w:rsidRDefault="00BD7C64" w:rsidP="00DA5B31">
      <w:pPr>
        <w:pStyle w:val="PKTpunkt"/>
      </w:pPr>
      <w:r>
        <w:t>3</w:t>
      </w:r>
      <w:r w:rsidR="00DA5B31" w:rsidRPr="008869BB">
        <w:t>)</w:t>
      </w:r>
      <w:r w:rsidR="00DA5B31" w:rsidRPr="008869BB">
        <w:tab/>
      </w:r>
      <w:r w:rsidR="00EC3395" w:rsidRPr="00EC3395">
        <w:t xml:space="preserve">szczegółowy sposób uwierzytelniania i autoryzacji w systemie </w:t>
      </w:r>
      <w:r w:rsidR="00373432" w:rsidRPr="00373432">
        <w:t>Elektroniczny Dziennik Budowy</w:t>
      </w:r>
      <w:r w:rsidR="00373432">
        <w:t>,</w:t>
      </w:r>
      <w:r w:rsidR="00373432" w:rsidRPr="00373432">
        <w:t xml:space="preserve"> </w:t>
      </w:r>
      <w:r w:rsidR="00002B0B" w:rsidRPr="00373432">
        <w:t>zwan</w:t>
      </w:r>
      <w:r w:rsidR="00002B0B">
        <w:t xml:space="preserve">ym </w:t>
      </w:r>
      <w:r w:rsidR="00373432" w:rsidRPr="00373432">
        <w:t>dalej „systemem EDB”</w:t>
      </w:r>
      <w:r w:rsidR="00DA5B31" w:rsidRPr="008869BB">
        <w:t>.</w:t>
      </w:r>
    </w:p>
    <w:p w14:paraId="2B018A0C" w14:textId="77777777" w:rsidR="009F32F5" w:rsidRDefault="001F4929" w:rsidP="009F32F5">
      <w:pPr>
        <w:pStyle w:val="ROZDZODDZOZNoznaczenierozdziauluboddziau"/>
      </w:pPr>
      <w:bookmarkStart w:id="1" w:name="_Hlk40275905"/>
      <w:bookmarkStart w:id="2" w:name="_Hlk40268508"/>
      <w:r>
        <w:t>Rozdział 2</w:t>
      </w:r>
    </w:p>
    <w:p w14:paraId="7519BF0E" w14:textId="77777777" w:rsidR="001F4929" w:rsidRPr="009F32F5" w:rsidRDefault="009C63DA" w:rsidP="00CC4FB8">
      <w:pPr>
        <w:pStyle w:val="ROZDZODDZPRZEDMprzedmiotregulacjirozdziauluboddziau"/>
      </w:pPr>
      <w:r>
        <w:t>Dziennik budowy</w:t>
      </w:r>
    </w:p>
    <w:p w14:paraId="77C36DF9" w14:textId="77777777" w:rsidR="008433FE" w:rsidRDefault="008433FE" w:rsidP="008433FE">
      <w:pPr>
        <w:pStyle w:val="ARTartustawynprozporzdzenia"/>
      </w:pPr>
      <w:bookmarkStart w:id="3" w:name="_Hlk40271249"/>
      <w:bookmarkEnd w:id="1"/>
      <w:bookmarkEnd w:id="2"/>
      <w:r w:rsidRPr="00CD6A3C">
        <w:rPr>
          <w:b/>
        </w:rPr>
        <w:t xml:space="preserve">§ </w:t>
      </w:r>
      <w:r w:rsidR="00591536" w:rsidRPr="00CD6A3C">
        <w:rPr>
          <w:b/>
        </w:rPr>
        <w:t>2</w:t>
      </w:r>
      <w:r w:rsidRPr="00CD6A3C">
        <w:rPr>
          <w:b/>
        </w:rPr>
        <w:t>.</w:t>
      </w:r>
      <w:r>
        <w:t xml:space="preserve"> Dziennik budowy</w:t>
      </w:r>
      <w:r w:rsidR="005A2537">
        <w:t xml:space="preserve"> oraz kolejne tomy dziennika budowy</w:t>
      </w:r>
      <w:r>
        <w:t xml:space="preserve"> składa</w:t>
      </w:r>
      <w:r w:rsidR="005A2537">
        <w:t>ją</w:t>
      </w:r>
      <w:r>
        <w:t xml:space="preserve"> się z:</w:t>
      </w:r>
    </w:p>
    <w:bookmarkEnd w:id="3"/>
    <w:p w14:paraId="1F5EED42" w14:textId="77777777" w:rsidR="008433FE" w:rsidRDefault="008433FE" w:rsidP="008433FE">
      <w:pPr>
        <w:pStyle w:val="PKTpunkt"/>
      </w:pPr>
      <w:r>
        <w:t>1)</w:t>
      </w:r>
      <w:r>
        <w:tab/>
        <w:t>strony tytułowej;</w:t>
      </w:r>
    </w:p>
    <w:p w14:paraId="17C0C3F0" w14:textId="77777777" w:rsidR="008433FE" w:rsidRDefault="008433FE" w:rsidP="00210897">
      <w:pPr>
        <w:pStyle w:val="PKTpunkt"/>
      </w:pPr>
      <w:r>
        <w:t>2)</w:t>
      </w:r>
      <w:r>
        <w:tab/>
      </w:r>
      <w:r w:rsidR="00210897" w:rsidRPr="00210897">
        <w:t>części przeznaczonej do dokonywania wpisów</w:t>
      </w:r>
      <w:r>
        <w:t>.</w:t>
      </w:r>
    </w:p>
    <w:p w14:paraId="59298230" w14:textId="77777777" w:rsidR="008433FE" w:rsidRDefault="008433FE" w:rsidP="008433FE">
      <w:pPr>
        <w:pStyle w:val="ARTartustawynprozporzdzenia"/>
      </w:pPr>
      <w:bookmarkStart w:id="4" w:name="_Hlk40272643"/>
      <w:r w:rsidRPr="00CD6A3C">
        <w:rPr>
          <w:b/>
        </w:rPr>
        <w:t>§</w:t>
      </w:r>
      <w:r w:rsidR="006A7215" w:rsidRPr="00CD6A3C">
        <w:rPr>
          <w:b/>
        </w:rPr>
        <w:t xml:space="preserve"> </w:t>
      </w:r>
      <w:r w:rsidR="00591536" w:rsidRPr="00CD6A3C">
        <w:rPr>
          <w:b/>
        </w:rPr>
        <w:t>3</w:t>
      </w:r>
      <w:r w:rsidRPr="00CD6A3C">
        <w:rPr>
          <w:b/>
        </w:rPr>
        <w:t>.</w:t>
      </w:r>
      <w:r>
        <w:t xml:space="preserve"> </w:t>
      </w:r>
      <w:r w:rsidR="008D7E91">
        <w:t xml:space="preserve">1. </w:t>
      </w:r>
      <w:r w:rsidR="00603DFF">
        <w:t xml:space="preserve">Na stronie tytułowej </w:t>
      </w:r>
      <w:r w:rsidR="001A1D30">
        <w:t xml:space="preserve">dziennika budowy </w:t>
      </w:r>
      <w:r w:rsidR="00603DFF">
        <w:t>zamieszcza się</w:t>
      </w:r>
      <w:r>
        <w:t>:</w:t>
      </w:r>
    </w:p>
    <w:p w14:paraId="28744787" w14:textId="77777777" w:rsidR="008F4606" w:rsidRPr="008F4606" w:rsidRDefault="008F4606" w:rsidP="000827ED">
      <w:pPr>
        <w:pStyle w:val="PKTpunkt"/>
        <w:rPr>
          <w:bCs w:val="0"/>
        </w:rPr>
      </w:pPr>
      <w:bookmarkStart w:id="5" w:name="_Hlk40365463"/>
      <w:r w:rsidRPr="008F4606">
        <w:t>1)</w:t>
      </w:r>
      <w:r w:rsidRPr="008F4606">
        <w:tab/>
        <w:t>numer dziennika budowy;</w:t>
      </w:r>
    </w:p>
    <w:p w14:paraId="0FE8C297" w14:textId="4255E53C" w:rsidR="008F4606" w:rsidRPr="008F4606" w:rsidRDefault="008F4606" w:rsidP="000827ED">
      <w:pPr>
        <w:pStyle w:val="PKTpunkt"/>
        <w:rPr>
          <w:bCs w:val="0"/>
        </w:rPr>
      </w:pPr>
      <w:r w:rsidRPr="008F4606">
        <w:t>2)</w:t>
      </w:r>
      <w:r w:rsidR="007521BB">
        <w:tab/>
        <w:t>datę wydania dziennika budowy;</w:t>
      </w:r>
    </w:p>
    <w:p w14:paraId="6F7DC556" w14:textId="77777777" w:rsidR="008F4606" w:rsidRPr="008F4606" w:rsidRDefault="008F4606" w:rsidP="000827ED">
      <w:pPr>
        <w:pStyle w:val="PKTpunkt"/>
        <w:rPr>
          <w:bCs w:val="0"/>
        </w:rPr>
      </w:pPr>
      <w:r w:rsidRPr="008F4606">
        <w:t>3)</w:t>
      </w:r>
      <w:r w:rsidRPr="008F4606">
        <w:tab/>
        <w:t>imię i nazwisko lub nazwę inwestora</w:t>
      </w:r>
      <w:r w:rsidR="00FA6E4C">
        <w:t>;</w:t>
      </w:r>
    </w:p>
    <w:p w14:paraId="47087412" w14:textId="77777777" w:rsidR="008F4606" w:rsidRPr="008F4606" w:rsidRDefault="008F4606" w:rsidP="000827ED">
      <w:pPr>
        <w:pStyle w:val="PKTpunkt"/>
        <w:rPr>
          <w:bCs w:val="0"/>
        </w:rPr>
      </w:pPr>
      <w:r w:rsidRPr="008F4606">
        <w:t>4)</w:t>
      </w:r>
      <w:r w:rsidRPr="008F4606">
        <w:tab/>
        <w:t>określenie obiektu budowlanego lub rodzaj wykonywanych robót budowlanych;</w:t>
      </w:r>
    </w:p>
    <w:p w14:paraId="2A59ABE2" w14:textId="77777777" w:rsidR="008F4606" w:rsidRPr="008F4606" w:rsidRDefault="008F4606" w:rsidP="000827ED">
      <w:pPr>
        <w:pStyle w:val="PKTpunkt"/>
        <w:rPr>
          <w:bCs w:val="0"/>
        </w:rPr>
      </w:pPr>
      <w:r w:rsidRPr="008F4606">
        <w:lastRenderedPageBreak/>
        <w:t>5)</w:t>
      </w:r>
      <w:r w:rsidRPr="008F4606">
        <w:tab/>
        <w:t>adres obiektu budowlanego lub miejsca wykonywania robót budowlanych;</w:t>
      </w:r>
    </w:p>
    <w:p w14:paraId="4D23D2AB" w14:textId="77777777" w:rsidR="00FA6E4C" w:rsidRDefault="008F4606" w:rsidP="008F4606">
      <w:pPr>
        <w:pStyle w:val="PKTpunkt"/>
      </w:pPr>
      <w:r w:rsidRPr="008F4606">
        <w:t>6)</w:t>
      </w:r>
      <w:r w:rsidRPr="008F4606">
        <w:tab/>
        <w:t>numer i datę wydania decyzji albo numer i datę wpływu zgłoszenia do organ</w:t>
      </w:r>
      <w:r w:rsidR="009027CB">
        <w:t>u</w:t>
      </w:r>
      <w:r w:rsidRPr="008F4606">
        <w:t xml:space="preserve"> administracji architektoniczno-budowlanej</w:t>
      </w:r>
      <w:r w:rsidR="00FA6E4C">
        <w:t xml:space="preserve"> –</w:t>
      </w:r>
      <w:r w:rsidRPr="008F4606">
        <w:t xml:space="preserve"> uprawniających do prowadzenia robót budowlanych</w:t>
      </w:r>
      <w:r w:rsidR="00FA6E4C">
        <w:t>;</w:t>
      </w:r>
    </w:p>
    <w:p w14:paraId="7255D497" w14:textId="77777777" w:rsidR="008F4606" w:rsidRPr="008F4606" w:rsidRDefault="00FA6E4C" w:rsidP="000827ED">
      <w:pPr>
        <w:pStyle w:val="PKTpunkt"/>
        <w:rPr>
          <w:bCs w:val="0"/>
        </w:rPr>
      </w:pPr>
      <w:r>
        <w:t>7)</w:t>
      </w:r>
      <w:r>
        <w:tab/>
      </w:r>
      <w:r w:rsidR="008F4606" w:rsidRPr="008F4606">
        <w:t>nazwę zamierzenia budowlanego;</w:t>
      </w:r>
    </w:p>
    <w:p w14:paraId="4BC11A54" w14:textId="77777777" w:rsidR="00493270" w:rsidRDefault="00FA6E4C" w:rsidP="008F4606">
      <w:pPr>
        <w:pStyle w:val="PKTpunkt"/>
      </w:pPr>
      <w:r>
        <w:t>8</w:t>
      </w:r>
      <w:r w:rsidR="008F4606" w:rsidRPr="008F4606">
        <w:t>)</w:t>
      </w:r>
      <w:r w:rsidR="008F4606" w:rsidRPr="008F4606">
        <w:tab/>
        <w:t>liczbę stron dziennika budowy – w przypadku dziennika budowy w postaci papierowej</w:t>
      </w:r>
      <w:r w:rsidR="00493270">
        <w:t>;</w:t>
      </w:r>
    </w:p>
    <w:p w14:paraId="61C9A954" w14:textId="7CD82CF4" w:rsidR="008F4606" w:rsidRDefault="00493270" w:rsidP="008F4606">
      <w:pPr>
        <w:pStyle w:val="PKTpunkt"/>
      </w:pPr>
      <w:r>
        <w:t>9)</w:t>
      </w:r>
      <w:r>
        <w:tab/>
      </w:r>
      <w:r w:rsidRPr="00493270">
        <w:t>pouczenie o sposobie prowadzenia dziennika i odpowiedzialności określonej w art. 93 pkt 4 ustawy</w:t>
      </w:r>
      <w:r w:rsidR="00DC24D2" w:rsidRPr="00DC24D2">
        <w:t xml:space="preserve"> z dnia 7 lipca 1994 r. </w:t>
      </w:r>
      <w:r w:rsidR="007521BB" w:rsidRPr="00D25BD0">
        <w:t>–</w:t>
      </w:r>
      <w:r w:rsidR="00DC24D2" w:rsidRPr="00DC24D2">
        <w:t xml:space="preserve"> Prawo budowlane</w:t>
      </w:r>
      <w:r w:rsidR="008F4606" w:rsidRPr="008F4606">
        <w:t>.</w:t>
      </w:r>
    </w:p>
    <w:p w14:paraId="1071DAC1" w14:textId="77777777" w:rsidR="001A1D30" w:rsidRDefault="001A1D30" w:rsidP="000827ED">
      <w:pPr>
        <w:pStyle w:val="PKTpunkt"/>
        <w:ind w:firstLine="0"/>
      </w:pPr>
      <w:r>
        <w:t>2. Na stronie tytułowej kolejnych tomów dziennika budowy zamieszcza się:</w:t>
      </w:r>
    </w:p>
    <w:p w14:paraId="7AE1CC6A" w14:textId="77777777" w:rsidR="001A1D30" w:rsidRDefault="001A1D30" w:rsidP="001A1D30">
      <w:pPr>
        <w:pStyle w:val="PKTpunkt"/>
      </w:pPr>
      <w:r>
        <w:t>1)</w:t>
      </w:r>
      <w:r>
        <w:tab/>
        <w:t>numer dziennika budowy;</w:t>
      </w:r>
    </w:p>
    <w:p w14:paraId="436C0873" w14:textId="3F646BC2" w:rsidR="001A1D30" w:rsidRDefault="007521BB" w:rsidP="001A1D30">
      <w:pPr>
        <w:pStyle w:val="PKTpunkt"/>
      </w:pPr>
      <w:r>
        <w:t>2)</w:t>
      </w:r>
      <w:r>
        <w:tab/>
        <w:t>numer tomu;</w:t>
      </w:r>
    </w:p>
    <w:p w14:paraId="228D0D0E" w14:textId="6D66F44C" w:rsidR="001A1D30" w:rsidRDefault="007521BB" w:rsidP="001A1D30">
      <w:pPr>
        <w:pStyle w:val="PKTpunkt"/>
      </w:pPr>
      <w:r>
        <w:t>3)</w:t>
      </w:r>
      <w:r>
        <w:tab/>
        <w:t>liczbę stron tomu.</w:t>
      </w:r>
    </w:p>
    <w:p w14:paraId="183A8D6F" w14:textId="3E82D5D7" w:rsidR="008D7E91" w:rsidRDefault="001A1D30" w:rsidP="008D7E91">
      <w:pPr>
        <w:pStyle w:val="USTustnpkodeksu"/>
      </w:pPr>
      <w:r>
        <w:t>3</w:t>
      </w:r>
      <w:r w:rsidR="008D7E91">
        <w:t xml:space="preserve">. </w:t>
      </w:r>
      <w:r w:rsidR="00531ED3">
        <w:t>Stronę tytułową</w:t>
      </w:r>
      <w:r w:rsidR="008D7E91">
        <w:t xml:space="preserve"> </w:t>
      </w:r>
      <w:r w:rsidRPr="001A1D30">
        <w:t>dziennika budowy</w:t>
      </w:r>
      <w:r>
        <w:t xml:space="preserve"> i </w:t>
      </w:r>
      <w:r w:rsidR="004B0E2D">
        <w:t xml:space="preserve">stronę tytułową </w:t>
      </w:r>
      <w:r>
        <w:t xml:space="preserve">kolejnych tomów dziennika budowy </w:t>
      </w:r>
      <w:r w:rsidR="008D7E91">
        <w:t xml:space="preserve">wypełnia organ </w:t>
      </w:r>
      <w:r w:rsidR="008D7E91" w:rsidRPr="008D7E91">
        <w:t>wydający dziennik budowy</w:t>
      </w:r>
      <w:r w:rsidR="008D7E91">
        <w:t>.</w:t>
      </w:r>
    </w:p>
    <w:bookmarkEnd w:id="4"/>
    <w:bookmarkEnd w:id="5"/>
    <w:p w14:paraId="68B484C2" w14:textId="49F36454" w:rsidR="00531ED3" w:rsidRDefault="00531ED3" w:rsidP="00531ED3">
      <w:pPr>
        <w:pStyle w:val="ARTartustawynprozporzdzenia"/>
      </w:pPr>
      <w:r w:rsidRPr="00CD6A3C">
        <w:rPr>
          <w:b/>
        </w:rPr>
        <w:t xml:space="preserve">§ </w:t>
      </w:r>
      <w:r w:rsidR="00401F19">
        <w:rPr>
          <w:b/>
        </w:rPr>
        <w:t>4</w:t>
      </w:r>
      <w:r w:rsidRPr="00CD6A3C">
        <w:rPr>
          <w:b/>
        </w:rPr>
        <w:t>.</w:t>
      </w:r>
      <w:r>
        <w:rPr>
          <w:b/>
          <w:bCs/>
        </w:rPr>
        <w:t xml:space="preserve"> </w:t>
      </w:r>
      <w:r>
        <w:t>1. Dziennik budowy w postaci papierowej ma format A-4, ponumerowane strony i</w:t>
      </w:r>
      <w:r w:rsidR="00D25BD0">
        <w:t> </w:t>
      </w:r>
      <w:r>
        <w:t xml:space="preserve">jest zabezpieczony przed zdekompletowaniem. </w:t>
      </w:r>
    </w:p>
    <w:p w14:paraId="7055E9E7" w14:textId="77777777" w:rsidR="00531ED3" w:rsidRDefault="00531ED3" w:rsidP="00531ED3">
      <w:pPr>
        <w:pStyle w:val="USTustnpkodeksu"/>
      </w:pPr>
      <w:r>
        <w:t>2. Karty dziennika budowy w postaci papierowej numeruje się z obu stron.</w:t>
      </w:r>
    </w:p>
    <w:p w14:paraId="2755B4E3" w14:textId="3738D8B6" w:rsidR="00F2038B" w:rsidRDefault="006E46A5" w:rsidP="006E46A5">
      <w:pPr>
        <w:pStyle w:val="ARTartustawynprozporzdzenia"/>
      </w:pPr>
      <w:r w:rsidRPr="00CD6A3C">
        <w:rPr>
          <w:b/>
        </w:rPr>
        <w:t xml:space="preserve">§ </w:t>
      </w:r>
      <w:r>
        <w:rPr>
          <w:b/>
        </w:rPr>
        <w:t>5</w:t>
      </w:r>
      <w:r w:rsidR="00135F2D" w:rsidRPr="00BF328F">
        <w:t>.</w:t>
      </w:r>
      <w:r w:rsidR="00531ED3" w:rsidRPr="00BF328F">
        <w:t xml:space="preserve"> </w:t>
      </w:r>
      <w:bookmarkStart w:id="6" w:name="_Hlk104981889"/>
      <w:r w:rsidR="00135F2D" w:rsidRPr="00BF328F">
        <w:t>Organ</w:t>
      </w:r>
      <w:r w:rsidR="00F2038B">
        <w:t>,</w:t>
      </w:r>
      <w:r w:rsidR="00135F2D" w:rsidRPr="00BF328F">
        <w:t xml:space="preserve"> wydając dziennik budowy w postaci</w:t>
      </w:r>
      <w:bookmarkEnd w:id="6"/>
      <w:r w:rsidR="00F2038B">
        <w:t>:</w:t>
      </w:r>
    </w:p>
    <w:p w14:paraId="01DC8FE5" w14:textId="17A08054" w:rsidR="00F2038B" w:rsidRDefault="00F2038B" w:rsidP="00F2038B">
      <w:pPr>
        <w:pStyle w:val="PKTpunkt"/>
      </w:pPr>
      <w:r>
        <w:t>1)</w:t>
      </w:r>
      <w:r>
        <w:tab/>
      </w:r>
      <w:r w:rsidR="00135F2D" w:rsidRPr="00BF328F">
        <w:t xml:space="preserve">papierowej </w:t>
      </w:r>
      <w:r>
        <w:t xml:space="preserve">– </w:t>
      </w:r>
      <w:r w:rsidR="00135F2D" w:rsidRPr="00BF328F">
        <w:t>nanosi na każdą stronę dziennika budowy</w:t>
      </w:r>
      <w:r w:rsidR="00135F2D" w:rsidRPr="00FA33FD">
        <w:t xml:space="preserve"> </w:t>
      </w:r>
      <w:r w:rsidR="00135F2D" w:rsidRPr="00E813D6">
        <w:t>pieczęcie w celu jego ostemplowania</w:t>
      </w:r>
      <w:r w:rsidR="000F078A" w:rsidRPr="006E46A5">
        <w:t xml:space="preserve"> i przekazuje inwestorowi</w:t>
      </w:r>
      <w:r>
        <w:t>;</w:t>
      </w:r>
      <w:r w:rsidRPr="009479D2">
        <w:t xml:space="preserve"> </w:t>
      </w:r>
    </w:p>
    <w:p w14:paraId="495B34CE" w14:textId="5CD65D03" w:rsidR="00135F2D" w:rsidRPr="00BF328F" w:rsidRDefault="00F2038B" w:rsidP="00B02B4B">
      <w:pPr>
        <w:pStyle w:val="PKTpunkt"/>
      </w:pPr>
      <w:r>
        <w:t>2)</w:t>
      </w:r>
      <w:r>
        <w:tab/>
      </w:r>
      <w:r w:rsidRPr="009479D2">
        <w:t xml:space="preserve">elektronicznej </w:t>
      </w:r>
      <w:r>
        <w:t>–</w:t>
      </w:r>
      <w:r w:rsidR="004B0E2D">
        <w:t xml:space="preserve"> </w:t>
      </w:r>
      <w:r w:rsidRPr="009479D2">
        <w:t>przydziel</w:t>
      </w:r>
      <w:r w:rsidR="004B0E2D">
        <w:t>a</w:t>
      </w:r>
      <w:r w:rsidRPr="009479D2">
        <w:t xml:space="preserve"> inwestorowi</w:t>
      </w:r>
      <w:r w:rsidR="004B0E2D">
        <w:t>,</w:t>
      </w:r>
      <w:r w:rsidRPr="009479D2">
        <w:t xml:space="preserve"> </w:t>
      </w:r>
      <w:bookmarkStart w:id="7" w:name="_Hlk104982270"/>
      <w:r w:rsidR="004B0E2D" w:rsidRPr="009479D2">
        <w:t>na koncie tego inwestora w systemie EDB</w:t>
      </w:r>
      <w:r w:rsidR="004B0E2D">
        <w:t>,</w:t>
      </w:r>
      <w:r w:rsidR="004B0E2D" w:rsidRPr="009479D2">
        <w:t xml:space="preserve"> </w:t>
      </w:r>
      <w:r w:rsidRPr="009479D2">
        <w:t>dostęp do dziennika</w:t>
      </w:r>
      <w:bookmarkEnd w:id="7"/>
      <w:r w:rsidRPr="009479D2">
        <w:t xml:space="preserve"> </w:t>
      </w:r>
      <w:r w:rsidR="004B0E2D">
        <w:t>budowy</w:t>
      </w:r>
      <w:r w:rsidRPr="009479D2">
        <w:t>.</w:t>
      </w:r>
    </w:p>
    <w:p w14:paraId="04816BA1" w14:textId="77777777" w:rsidR="00DF3027" w:rsidRPr="00233A90" w:rsidRDefault="00DF3027">
      <w:pPr>
        <w:pStyle w:val="ROZDZODDZOZNoznaczenierozdziauluboddziau"/>
      </w:pPr>
      <w:r w:rsidRPr="00233A90">
        <w:t>Rozdział 3</w:t>
      </w:r>
    </w:p>
    <w:p w14:paraId="740ABEE0" w14:textId="77777777" w:rsidR="00DF3027" w:rsidRPr="009F32F5" w:rsidRDefault="00DF3027" w:rsidP="00DF3027">
      <w:pPr>
        <w:pStyle w:val="ROZDZODDZPRZEDMprzedmiotregulacjirozdziauluboddziau"/>
      </w:pPr>
      <w:r>
        <w:t>Wpisy w dzienniku budowy</w:t>
      </w:r>
    </w:p>
    <w:p w14:paraId="5B498AD7" w14:textId="16FF2861" w:rsidR="00DF3027" w:rsidRDefault="00DF3027" w:rsidP="00DF3027">
      <w:pPr>
        <w:pStyle w:val="ARTartustawynprozporzdzenia"/>
      </w:pPr>
      <w:r w:rsidRPr="00CD6A3C">
        <w:rPr>
          <w:b/>
        </w:rPr>
        <w:t xml:space="preserve">§ </w:t>
      </w:r>
      <w:r w:rsidR="00591536" w:rsidRPr="00CD6A3C">
        <w:rPr>
          <w:b/>
        </w:rPr>
        <w:t>6</w:t>
      </w:r>
      <w:r w:rsidRPr="00CD6A3C">
        <w:rPr>
          <w:b/>
        </w:rPr>
        <w:t>.</w:t>
      </w:r>
      <w:r w:rsidRPr="00DF3027">
        <w:t xml:space="preserve"> </w:t>
      </w:r>
      <w:r w:rsidR="004D429D">
        <w:t xml:space="preserve">1. </w:t>
      </w:r>
      <w:r w:rsidRPr="00DF3027">
        <w:t>Wpisów</w:t>
      </w:r>
      <w:r>
        <w:t xml:space="preserve"> dokonuje się w taki sposób, aby</w:t>
      </w:r>
      <w:r w:rsidRPr="00DF3027">
        <w:t xml:space="preserve"> wynikała </w:t>
      </w:r>
      <w:r>
        <w:t xml:space="preserve">z nich </w:t>
      </w:r>
      <w:r w:rsidRPr="00DF3027">
        <w:t>kolejność</w:t>
      </w:r>
      <w:r w:rsidR="00C26107">
        <w:t xml:space="preserve"> przebiegu robót budowlanych,</w:t>
      </w:r>
      <w:r w:rsidRPr="00DF3027">
        <w:t xml:space="preserve"> zdarzeń i okoliczności, o których mowa w </w:t>
      </w:r>
      <w:r w:rsidR="007A18A5">
        <w:t>art. 47a</w:t>
      </w:r>
      <w:r w:rsidR="00C26107">
        <w:t xml:space="preserve"> ust. 1</w:t>
      </w:r>
      <w:r w:rsidR="007A18A5">
        <w:t xml:space="preserve"> </w:t>
      </w:r>
      <w:r w:rsidR="007A18A5" w:rsidRPr="007A18A5">
        <w:t>ustawy</w:t>
      </w:r>
      <w:r w:rsidR="00591536" w:rsidRPr="00591536">
        <w:t xml:space="preserve"> z dnia 7 lipca 1994 r. </w:t>
      </w:r>
      <w:r w:rsidR="00D25BD0" w:rsidRPr="00D25BD0">
        <w:t>–</w:t>
      </w:r>
      <w:r w:rsidR="00591536" w:rsidRPr="00591536">
        <w:t xml:space="preserve"> Prawo budowlane</w:t>
      </w:r>
      <w:r w:rsidR="00744704">
        <w:t>.</w:t>
      </w:r>
    </w:p>
    <w:p w14:paraId="2F603080" w14:textId="77777777" w:rsidR="004D429D" w:rsidRDefault="004D429D" w:rsidP="004D429D">
      <w:pPr>
        <w:pStyle w:val="USTustnpkodeksu"/>
      </w:pPr>
      <w:r>
        <w:t>2. Wpisy zamieszcza</w:t>
      </w:r>
      <w:r w:rsidR="005B10A2">
        <w:t xml:space="preserve"> się</w:t>
      </w:r>
      <w:r>
        <w:t xml:space="preserve"> w porządku chronologicznym, w sposób uniemożliwiający dokonanie późniejszych uzupełnień.</w:t>
      </w:r>
    </w:p>
    <w:p w14:paraId="1831628A" w14:textId="2E81F9F3" w:rsidR="006A7215" w:rsidRDefault="006A7215" w:rsidP="0048709F">
      <w:pPr>
        <w:pStyle w:val="ARTartustawynprozporzdzenia"/>
      </w:pPr>
      <w:r w:rsidRPr="00CD6A3C">
        <w:rPr>
          <w:b/>
        </w:rPr>
        <w:t xml:space="preserve">§ </w:t>
      </w:r>
      <w:r w:rsidR="00BF328F">
        <w:rPr>
          <w:b/>
        </w:rPr>
        <w:t>7</w:t>
      </w:r>
      <w:r w:rsidRPr="00CD6A3C">
        <w:rPr>
          <w:b/>
        </w:rPr>
        <w:t>.</w:t>
      </w:r>
      <w:r w:rsidR="004D429D">
        <w:t xml:space="preserve"> W razie konieczności wprowadzenia poprawek do dokonanych już wpisów należy</w:t>
      </w:r>
      <w:r w:rsidR="0048709F">
        <w:t xml:space="preserve"> dokonać kolejnego wpisu poprzez </w:t>
      </w:r>
      <w:r w:rsidR="004D429D">
        <w:t>wprowadz</w:t>
      </w:r>
      <w:r w:rsidR="0048709F">
        <w:t>enie</w:t>
      </w:r>
      <w:r w:rsidR="004D429D">
        <w:t xml:space="preserve"> właściw</w:t>
      </w:r>
      <w:r w:rsidR="0048709F">
        <w:t>ej</w:t>
      </w:r>
      <w:r w:rsidR="004D429D">
        <w:t xml:space="preserve"> treś</w:t>
      </w:r>
      <w:r w:rsidR="0048709F">
        <w:t>ci</w:t>
      </w:r>
      <w:r w:rsidR="004D429D">
        <w:t xml:space="preserve"> z uza</w:t>
      </w:r>
      <w:r w:rsidR="007521BB">
        <w:t>sadnieniem wprowadzonej zmiany.</w:t>
      </w:r>
    </w:p>
    <w:p w14:paraId="399DF8E9" w14:textId="5673537B" w:rsidR="00DF3027" w:rsidRDefault="00DF3027" w:rsidP="00DF3027">
      <w:pPr>
        <w:pStyle w:val="ARTartustawynprozporzdzenia"/>
      </w:pPr>
      <w:r w:rsidRPr="00CD6A3C">
        <w:rPr>
          <w:b/>
        </w:rPr>
        <w:lastRenderedPageBreak/>
        <w:t xml:space="preserve">§ </w:t>
      </w:r>
      <w:r w:rsidR="00591536" w:rsidRPr="00CD6A3C">
        <w:rPr>
          <w:b/>
        </w:rPr>
        <w:t>8</w:t>
      </w:r>
      <w:r w:rsidRPr="00CD6A3C">
        <w:rPr>
          <w:b/>
        </w:rPr>
        <w:t>.</w:t>
      </w:r>
      <w:r>
        <w:t xml:space="preserve"> Wpisów w dzienniku budowy dokonuje się w sposób trwały i czytelny</w:t>
      </w:r>
      <w:r w:rsidR="004D429D">
        <w:t>.</w:t>
      </w:r>
      <w:r>
        <w:t xml:space="preserve"> </w:t>
      </w:r>
    </w:p>
    <w:p w14:paraId="7C62E5FF" w14:textId="21567EF6" w:rsidR="00DF3027" w:rsidRDefault="004D429D" w:rsidP="004D429D">
      <w:pPr>
        <w:pStyle w:val="ARTartustawynprozporzdzenia"/>
      </w:pPr>
      <w:r w:rsidRPr="00CD6A3C">
        <w:rPr>
          <w:b/>
        </w:rPr>
        <w:t xml:space="preserve">§ </w:t>
      </w:r>
      <w:r w:rsidR="00591536" w:rsidRPr="00CD6A3C">
        <w:rPr>
          <w:b/>
        </w:rPr>
        <w:t>9</w:t>
      </w:r>
      <w:r w:rsidRPr="00CD6A3C">
        <w:rPr>
          <w:b/>
        </w:rPr>
        <w:t>.</w:t>
      </w:r>
      <w:r>
        <w:t xml:space="preserve"> </w:t>
      </w:r>
      <w:r w:rsidR="00DF3027">
        <w:t>Każdy wpis jest opatrzony:</w:t>
      </w:r>
    </w:p>
    <w:p w14:paraId="791E624B" w14:textId="77777777" w:rsidR="00DF3027" w:rsidRDefault="00DF3027" w:rsidP="00DF3027">
      <w:pPr>
        <w:pStyle w:val="PKTpunkt"/>
      </w:pPr>
      <w:r>
        <w:t>1)</w:t>
      </w:r>
      <w:r>
        <w:tab/>
        <w:t>datą;</w:t>
      </w:r>
    </w:p>
    <w:p w14:paraId="1DADBE6D" w14:textId="77777777" w:rsidR="00DF3027" w:rsidRDefault="00DF3027" w:rsidP="00DF3027">
      <w:pPr>
        <w:pStyle w:val="PKTpunkt"/>
      </w:pPr>
      <w:r>
        <w:t>2)</w:t>
      </w:r>
      <w:r>
        <w:tab/>
        <w:t>danymi osoby dokonującej wpisu:</w:t>
      </w:r>
    </w:p>
    <w:p w14:paraId="2D6F13B8" w14:textId="77777777" w:rsidR="00DF3027" w:rsidRDefault="00DF3027" w:rsidP="00DF3027">
      <w:pPr>
        <w:pStyle w:val="LITlitera"/>
      </w:pPr>
      <w:r>
        <w:t>a)</w:t>
      </w:r>
      <w:r>
        <w:tab/>
        <w:t>imieniem i nazwiskiem,</w:t>
      </w:r>
    </w:p>
    <w:p w14:paraId="1954558F" w14:textId="63D81C1A" w:rsidR="00DF3027" w:rsidRDefault="00DF3027" w:rsidP="00DF3027">
      <w:pPr>
        <w:pStyle w:val="LITlitera"/>
      </w:pPr>
      <w:r>
        <w:t>b)</w:t>
      </w:r>
      <w:r>
        <w:tab/>
        <w:t>funkcją</w:t>
      </w:r>
      <w:r w:rsidR="00FA33FD">
        <w:t>, jaką pełni</w:t>
      </w:r>
      <w:r>
        <w:t xml:space="preserve"> w procesie budowlanym – w przypadku uczestników procesu budowlanego i </w:t>
      </w:r>
      <w:r w:rsidRPr="00520E79">
        <w:t>osoby wykonujące</w:t>
      </w:r>
      <w:r>
        <w:t>j</w:t>
      </w:r>
      <w:r w:rsidRPr="00520E79">
        <w:t xml:space="preserve"> czynności geodezyjne na terenie budowy</w:t>
      </w:r>
      <w:r>
        <w:t>,</w:t>
      </w:r>
    </w:p>
    <w:p w14:paraId="53630F03" w14:textId="77777777" w:rsidR="00DF3027" w:rsidRPr="008869BB" w:rsidRDefault="00DF3027" w:rsidP="00DF3027">
      <w:pPr>
        <w:pStyle w:val="LITlitera"/>
      </w:pPr>
      <w:r>
        <w:t>c)</w:t>
      </w:r>
      <w:r>
        <w:tab/>
        <w:t>nazw</w:t>
      </w:r>
      <w:r w:rsidR="00744704">
        <w:t>ą</w:t>
      </w:r>
      <w:r>
        <w:t xml:space="preserve"> organu </w:t>
      </w:r>
      <w:r w:rsidRPr="00520E79">
        <w:t>uprawnion</w:t>
      </w:r>
      <w:r>
        <w:t>ego</w:t>
      </w:r>
      <w:r w:rsidRPr="00520E79">
        <w:t xml:space="preserve"> do kontroli przestrzegania przepisów na </w:t>
      </w:r>
      <w:r w:rsidR="00744704">
        <w:t>terenie budowy</w:t>
      </w:r>
      <w:r>
        <w:t>, którego reprezentuje, oraz</w:t>
      </w:r>
      <w:r w:rsidRPr="00520E79">
        <w:t xml:space="preserve"> </w:t>
      </w:r>
      <w:r>
        <w:t>funkcj</w:t>
      </w:r>
      <w:r w:rsidR="00744704">
        <w:t>ą</w:t>
      </w:r>
      <w:r>
        <w:t>, jaką w tym organie pełni</w:t>
      </w:r>
      <w:r w:rsidR="003A34B3">
        <w:t xml:space="preserve"> – w przypadku pracowników organów </w:t>
      </w:r>
      <w:r w:rsidR="003A34B3" w:rsidRPr="003A34B3">
        <w:t>uprawnion</w:t>
      </w:r>
      <w:r w:rsidR="003A34B3">
        <w:t>ych</w:t>
      </w:r>
      <w:r w:rsidR="003A34B3" w:rsidRPr="003A34B3">
        <w:t xml:space="preserve"> do kontroli przestrzegania </w:t>
      </w:r>
      <w:r w:rsidR="003A34B3" w:rsidRPr="008869BB">
        <w:t>przepisów na terenie budowy</w:t>
      </w:r>
      <w:r w:rsidRPr="008869BB">
        <w:t>;</w:t>
      </w:r>
    </w:p>
    <w:p w14:paraId="72BE494C" w14:textId="05497328" w:rsidR="00401F19" w:rsidRDefault="00DF3027" w:rsidP="00B02B4B">
      <w:pPr>
        <w:pStyle w:val="PKTpunkt"/>
      </w:pPr>
      <w:r w:rsidRPr="008869BB">
        <w:t>3)</w:t>
      </w:r>
      <w:r w:rsidRPr="008869BB">
        <w:tab/>
        <w:t>podpisem osoby dokonującej wpisu</w:t>
      </w:r>
      <w:r w:rsidR="003155EE" w:rsidRPr="008869BB">
        <w:t xml:space="preserve"> w dzienniku budowy w </w:t>
      </w:r>
      <w:r w:rsidR="00D01FDD" w:rsidRPr="008869BB">
        <w:t>postaci</w:t>
      </w:r>
      <w:r w:rsidR="003155EE" w:rsidRPr="008869BB">
        <w:t xml:space="preserve"> papierowej lub </w:t>
      </w:r>
      <w:r w:rsidR="003908FB" w:rsidRPr="003908FB">
        <w:t>uwierzytelniony przez zalogowanego użytkownika</w:t>
      </w:r>
      <w:r w:rsidR="003908FB">
        <w:t xml:space="preserve"> </w:t>
      </w:r>
      <w:r w:rsidR="003155EE" w:rsidRPr="008869BB">
        <w:t xml:space="preserve">w dzienniku budowy w </w:t>
      </w:r>
      <w:r w:rsidR="00D01FDD" w:rsidRPr="008869BB">
        <w:t>postaci</w:t>
      </w:r>
      <w:r w:rsidR="003155EE" w:rsidRPr="008869BB">
        <w:t xml:space="preserve"> elektronicznej</w:t>
      </w:r>
      <w:r w:rsidRPr="008869BB">
        <w:t>.</w:t>
      </w:r>
    </w:p>
    <w:p w14:paraId="35E46B17" w14:textId="627259F7" w:rsidR="002D3A7D" w:rsidRPr="008869BB" w:rsidRDefault="00744704" w:rsidP="00A72AE8">
      <w:pPr>
        <w:pStyle w:val="ARTartustawynprozporzdzenia"/>
      </w:pPr>
      <w:r w:rsidRPr="00CD6A3C">
        <w:rPr>
          <w:b/>
        </w:rPr>
        <w:t xml:space="preserve">§ </w:t>
      </w:r>
      <w:r w:rsidR="00FA6E4C" w:rsidRPr="00CD6A3C">
        <w:rPr>
          <w:b/>
        </w:rPr>
        <w:t>1</w:t>
      </w:r>
      <w:r w:rsidR="00591536" w:rsidRPr="00CD6A3C">
        <w:rPr>
          <w:b/>
        </w:rPr>
        <w:t>0</w:t>
      </w:r>
      <w:r w:rsidR="00A72AE8" w:rsidRPr="00CD6A3C">
        <w:rPr>
          <w:b/>
        </w:rPr>
        <w:t>.</w:t>
      </w:r>
      <w:r w:rsidR="00A72AE8" w:rsidRPr="008869BB">
        <w:t xml:space="preserve"> 1. Przed rozpoczęciem robót budowlanych </w:t>
      </w:r>
      <w:r w:rsidR="00D37ADA" w:rsidRPr="008869BB">
        <w:t>inwestor</w:t>
      </w:r>
      <w:r w:rsidR="00A72AE8" w:rsidRPr="008869BB">
        <w:t xml:space="preserve"> </w:t>
      </w:r>
      <w:r w:rsidR="00093B31" w:rsidRPr="008869BB">
        <w:t xml:space="preserve">w </w:t>
      </w:r>
      <w:r w:rsidR="00966B39" w:rsidRPr="008869BB">
        <w:t>dzienniku budowy</w:t>
      </w:r>
      <w:r w:rsidR="00401F19">
        <w:t>,</w:t>
      </w:r>
      <w:r w:rsidR="00401F19" w:rsidRPr="00401F19">
        <w:t xml:space="preserve"> </w:t>
      </w:r>
      <w:r w:rsidR="00401F19">
        <w:t>na początku</w:t>
      </w:r>
      <w:r w:rsidR="00401F19" w:rsidRPr="00401F19">
        <w:t xml:space="preserve"> części przeznaczonej do dokonywania wpisów</w:t>
      </w:r>
      <w:r w:rsidR="00401F19">
        <w:t>,</w:t>
      </w:r>
      <w:r w:rsidR="00966B39" w:rsidRPr="008869BB">
        <w:t xml:space="preserve"> </w:t>
      </w:r>
      <w:r w:rsidR="00A72AE8" w:rsidRPr="008869BB">
        <w:t>dokon</w:t>
      </w:r>
      <w:r w:rsidR="00D37ADA" w:rsidRPr="008869BB">
        <w:t>uje</w:t>
      </w:r>
      <w:r w:rsidR="00A72AE8" w:rsidRPr="008869BB">
        <w:t xml:space="preserve"> wpisu </w:t>
      </w:r>
      <w:r w:rsidR="00D37ADA" w:rsidRPr="008869BB">
        <w:t xml:space="preserve">dotyczącego </w:t>
      </w:r>
      <w:r w:rsidR="00A72AE8" w:rsidRPr="008869BB">
        <w:t>osób, któr</w:t>
      </w:r>
      <w:r w:rsidR="00D57F65">
        <w:t xml:space="preserve">ym powierza się </w:t>
      </w:r>
      <w:r w:rsidR="00A72AE8" w:rsidRPr="008869BB">
        <w:t>funkcje</w:t>
      </w:r>
      <w:r w:rsidR="002D3A7D" w:rsidRPr="008869BB">
        <w:t>:</w:t>
      </w:r>
    </w:p>
    <w:p w14:paraId="16ED11CC" w14:textId="647AE9B5" w:rsidR="002D3A7D" w:rsidRDefault="002D3A7D" w:rsidP="00FF06A7">
      <w:pPr>
        <w:pStyle w:val="PKTpunkt"/>
      </w:pPr>
      <w:r>
        <w:t>1)</w:t>
      </w:r>
      <w:r>
        <w:tab/>
      </w:r>
      <w:r w:rsidR="00A72AE8">
        <w:t>kierownika budowy</w:t>
      </w:r>
      <w:r>
        <w:t>;</w:t>
      </w:r>
    </w:p>
    <w:p w14:paraId="0081F48B" w14:textId="5A64AE7A" w:rsidR="00FF06A7" w:rsidRDefault="002D3A7D" w:rsidP="002D3A7D">
      <w:pPr>
        <w:pStyle w:val="PKTpunkt"/>
      </w:pPr>
      <w:r>
        <w:t>2)</w:t>
      </w:r>
      <w:r>
        <w:tab/>
      </w:r>
      <w:r w:rsidR="00A72AE8">
        <w:t>inspektora nadzoru inwestorskiego</w:t>
      </w:r>
      <w:r>
        <w:t xml:space="preserve"> – w przypadku powołania inspektora nadzoru inwestorskiego</w:t>
      </w:r>
      <w:r w:rsidR="00FF06A7">
        <w:t>;</w:t>
      </w:r>
    </w:p>
    <w:p w14:paraId="1FD07AAE" w14:textId="1AE46F93" w:rsidR="00A72AE8" w:rsidRDefault="00FF06A7" w:rsidP="002D3A7D">
      <w:pPr>
        <w:pStyle w:val="PKTpunkt"/>
      </w:pPr>
      <w:r>
        <w:t>3)</w:t>
      </w:r>
      <w:r>
        <w:tab/>
      </w:r>
      <w:r w:rsidRPr="00401F19">
        <w:t>projektanta sprawującego nadzór autorski</w:t>
      </w:r>
      <w:r w:rsidR="008002D3">
        <w:t xml:space="preserve"> – </w:t>
      </w:r>
      <w:r w:rsidR="008002D3" w:rsidRPr="008002D3">
        <w:t>w przypadku powołania projektanta sprawującego nadzór autorski</w:t>
      </w:r>
      <w:r w:rsidR="00A72AE8">
        <w:t xml:space="preserve">. </w:t>
      </w:r>
    </w:p>
    <w:p w14:paraId="1BFF2833" w14:textId="01E118D6" w:rsidR="00A72AE8" w:rsidRDefault="00A72AE8" w:rsidP="00744704">
      <w:pPr>
        <w:pStyle w:val="USTustnpkodeksu"/>
      </w:pPr>
      <w:r>
        <w:t>2. Przed rozpoczęciem robót budowlanych, za które odpowiada</w:t>
      </w:r>
      <w:r w:rsidR="00D57F65">
        <w:t>ć ma</w:t>
      </w:r>
      <w:r>
        <w:t xml:space="preserve"> kierownik robót, </w:t>
      </w:r>
      <w:r w:rsidR="00D37ADA">
        <w:t>inwestor lub kierownik budowy dokonują</w:t>
      </w:r>
      <w:r>
        <w:t xml:space="preserve"> wpisu </w:t>
      </w:r>
      <w:r w:rsidR="00D37ADA">
        <w:t xml:space="preserve">dotyczącego </w:t>
      </w:r>
      <w:r>
        <w:t xml:space="preserve">osoby, </w:t>
      </w:r>
      <w:r w:rsidR="00D57F65">
        <w:t>której powierza się</w:t>
      </w:r>
      <w:r w:rsidR="00565BDD">
        <w:t xml:space="preserve"> </w:t>
      </w:r>
      <w:r>
        <w:t>funkcję kierownika robót.</w:t>
      </w:r>
    </w:p>
    <w:p w14:paraId="26B5EED7" w14:textId="1339A2F1" w:rsidR="00A72AE8" w:rsidRDefault="00A72AE8" w:rsidP="00744704">
      <w:pPr>
        <w:pStyle w:val="USTustnpkodeksu"/>
      </w:pPr>
      <w:bookmarkStart w:id="8" w:name="_Hlk105051314"/>
      <w:r w:rsidDel="0078111B">
        <w:t xml:space="preserve">3. </w:t>
      </w:r>
      <w:r w:rsidR="00D57F65" w:rsidDel="0078111B">
        <w:t>Osob</w:t>
      </w:r>
      <w:r w:rsidR="00D57F65">
        <w:t>a, której powierza się funkcję</w:t>
      </w:r>
      <w:r w:rsidDel="0078111B">
        <w:t xml:space="preserve">, o </w:t>
      </w:r>
      <w:r w:rsidR="00D57F65" w:rsidDel="0078111B">
        <w:t>któr</w:t>
      </w:r>
      <w:r w:rsidR="00D57F65">
        <w:t>ej</w:t>
      </w:r>
      <w:r w:rsidR="00D57F65" w:rsidDel="0078111B">
        <w:t xml:space="preserve"> </w:t>
      </w:r>
      <w:r w:rsidDel="0078111B">
        <w:t xml:space="preserve">mowa w ust. 1 i 2, </w:t>
      </w:r>
      <w:r w:rsidR="00B816BD" w:rsidDel="0078111B">
        <w:t>potwierdza</w:t>
      </w:r>
      <w:r w:rsidDel="0078111B">
        <w:t xml:space="preserve"> </w:t>
      </w:r>
      <w:r w:rsidR="00D37ADA" w:rsidDel="0078111B">
        <w:t>wpisem</w:t>
      </w:r>
      <w:r w:rsidDel="0078111B">
        <w:t xml:space="preserve"> przyjęcie </w:t>
      </w:r>
      <w:r w:rsidR="00D57F65" w:rsidDel="0078111B">
        <w:t>powierzon</w:t>
      </w:r>
      <w:r w:rsidR="00D57F65">
        <w:t>ej</w:t>
      </w:r>
      <w:r w:rsidR="00D57F65" w:rsidDel="0078111B">
        <w:t xml:space="preserve"> </w:t>
      </w:r>
      <w:r w:rsidDel="0078111B">
        <w:t>funkcji</w:t>
      </w:r>
      <w:r w:rsidR="00B93FDC">
        <w:t xml:space="preserve"> </w:t>
      </w:r>
      <w:r w:rsidR="00E85D32">
        <w:t>i</w:t>
      </w:r>
      <w:r w:rsidR="00B93FDC">
        <w:t xml:space="preserve"> wskazuj</w:t>
      </w:r>
      <w:r w:rsidR="00D57F65">
        <w:t>e</w:t>
      </w:r>
      <w:r w:rsidR="00E85D32">
        <w:t xml:space="preserve"> numer posiadanych uprawnień budowlanych.</w:t>
      </w:r>
    </w:p>
    <w:p w14:paraId="252CC0FC" w14:textId="613C06F3" w:rsidR="00406AF7" w:rsidDel="0078111B" w:rsidRDefault="00406AF7" w:rsidP="00744704">
      <w:pPr>
        <w:pStyle w:val="USTustnpkodeksu"/>
      </w:pPr>
      <w:r w:rsidRPr="00406AF7">
        <w:t>4. Wpisów dotyczących osób</w:t>
      </w:r>
      <w:r w:rsidR="00B42AC7">
        <w:t>, o których mowa w</w:t>
      </w:r>
      <w:r w:rsidRPr="00406AF7">
        <w:t xml:space="preserve"> ust. 1 pkt 2 i 3</w:t>
      </w:r>
      <w:r w:rsidR="00B42AC7">
        <w:t>,</w:t>
      </w:r>
      <w:r w:rsidRPr="00406AF7">
        <w:t xml:space="preserve"> można dokonać także po rozpoczęciu robót, jeśli wcześnie</w:t>
      </w:r>
      <w:r>
        <w:t>j</w:t>
      </w:r>
      <w:r w:rsidRPr="00406AF7">
        <w:t xml:space="preserve"> nie zostały one powołane.</w:t>
      </w:r>
    </w:p>
    <w:bookmarkEnd w:id="8"/>
    <w:p w14:paraId="68946BC4" w14:textId="18621B71" w:rsidR="00520E79" w:rsidRDefault="00520E79" w:rsidP="00520E79">
      <w:pPr>
        <w:pStyle w:val="ARTartustawynprozporzdzenia"/>
      </w:pPr>
      <w:r w:rsidRPr="00CD6A3C">
        <w:rPr>
          <w:b/>
        </w:rPr>
        <w:t xml:space="preserve">§ </w:t>
      </w:r>
      <w:r w:rsidR="0078111B" w:rsidRPr="00CD6A3C">
        <w:rPr>
          <w:b/>
        </w:rPr>
        <w:t>1</w:t>
      </w:r>
      <w:r w:rsidR="0078111B">
        <w:rPr>
          <w:b/>
        </w:rPr>
        <w:t>1</w:t>
      </w:r>
      <w:r w:rsidR="008D7E91" w:rsidRPr="00CD6A3C">
        <w:rPr>
          <w:b/>
        </w:rPr>
        <w:t>.</w:t>
      </w:r>
      <w:r w:rsidR="008D7E91">
        <w:t xml:space="preserve"> </w:t>
      </w:r>
      <w:r w:rsidR="000170AA">
        <w:t xml:space="preserve">1. </w:t>
      </w:r>
      <w:r w:rsidR="00747CCF" w:rsidRPr="00747CCF">
        <w:t>Jeżeli w trakcie wykonywania robót budowlanych</w:t>
      </w:r>
      <w:r>
        <w:t>:</w:t>
      </w:r>
    </w:p>
    <w:p w14:paraId="45089126" w14:textId="06C37E7E" w:rsidR="00520E79" w:rsidRDefault="007901F1" w:rsidP="00520E79">
      <w:pPr>
        <w:pStyle w:val="PKTpunkt"/>
      </w:pPr>
      <w:r>
        <w:t>1</w:t>
      </w:r>
      <w:r w:rsidR="00520E79">
        <w:t>)</w:t>
      </w:r>
      <w:r w:rsidR="00520E79">
        <w:tab/>
      </w:r>
      <w:r w:rsidR="008D7E91">
        <w:t xml:space="preserve">kierownik budowy, </w:t>
      </w:r>
    </w:p>
    <w:p w14:paraId="74B52AB4" w14:textId="14D86358" w:rsidR="00520E79" w:rsidRDefault="007901F1" w:rsidP="00520E79">
      <w:pPr>
        <w:pStyle w:val="PKTpunkt"/>
      </w:pPr>
      <w:r>
        <w:t>2</w:t>
      </w:r>
      <w:r w:rsidR="00520E79">
        <w:t>)</w:t>
      </w:r>
      <w:r w:rsidR="00520E79">
        <w:tab/>
      </w:r>
      <w:r w:rsidR="008D7E91">
        <w:t xml:space="preserve">kierownik robót, </w:t>
      </w:r>
    </w:p>
    <w:p w14:paraId="65343BAA" w14:textId="4C67E9F4" w:rsidR="00520E79" w:rsidRDefault="007901F1" w:rsidP="00520E79">
      <w:pPr>
        <w:pStyle w:val="PKTpunkt"/>
      </w:pPr>
      <w:r>
        <w:t>3</w:t>
      </w:r>
      <w:r w:rsidR="00520E79">
        <w:t>)</w:t>
      </w:r>
      <w:r w:rsidR="00520E79">
        <w:tab/>
      </w:r>
      <w:r w:rsidR="008D7E91">
        <w:t>inspektor nadzoru inwestorskiego</w:t>
      </w:r>
      <w:r>
        <w:t>,</w:t>
      </w:r>
    </w:p>
    <w:p w14:paraId="1F7CAF10" w14:textId="5FA2D9BF" w:rsidR="007901F1" w:rsidRDefault="007901F1" w:rsidP="00520E79">
      <w:pPr>
        <w:pStyle w:val="PKTpunkt"/>
      </w:pPr>
      <w:r>
        <w:lastRenderedPageBreak/>
        <w:t>4</w:t>
      </w:r>
      <w:r w:rsidRPr="007901F1">
        <w:t>)</w:t>
      </w:r>
      <w:r w:rsidRPr="007901F1">
        <w:tab/>
        <w:t xml:space="preserve">projektant </w:t>
      </w:r>
      <w:r w:rsidR="00FF5096" w:rsidRPr="007901F1">
        <w:t>sprawując</w:t>
      </w:r>
      <w:r w:rsidR="00FF5096">
        <w:t>y</w:t>
      </w:r>
      <w:r w:rsidR="00FF5096" w:rsidRPr="007901F1">
        <w:t xml:space="preserve"> </w:t>
      </w:r>
      <w:r w:rsidRPr="007901F1">
        <w:t>nadzór autorski</w:t>
      </w:r>
    </w:p>
    <w:p w14:paraId="1FE1E7C3" w14:textId="67AD1567" w:rsidR="000170AA" w:rsidRDefault="00520E79" w:rsidP="00520E79">
      <w:pPr>
        <w:pStyle w:val="CZWSPPKTczwsplnapunktw"/>
      </w:pPr>
      <w:r>
        <w:t xml:space="preserve">- </w:t>
      </w:r>
      <w:r w:rsidR="00747CCF" w:rsidRPr="00747CCF">
        <w:t>zakończy pełnienie powierzonej funkcji, dokonuje wpisu w dzienniku budowy określającego stan zaawansowania i zabezpieczenia robót budowlanych.</w:t>
      </w:r>
    </w:p>
    <w:p w14:paraId="35EB9722" w14:textId="3EDA5EC0" w:rsidR="00E85D32" w:rsidRDefault="002F19C3" w:rsidP="00E85D32">
      <w:pPr>
        <w:pStyle w:val="USTustnpkodeksu"/>
      </w:pPr>
      <w:r>
        <w:t>2</w:t>
      </w:r>
      <w:r w:rsidR="00E85D32" w:rsidRPr="00E85D32">
        <w:t>. Osob</w:t>
      </w:r>
      <w:r w:rsidR="00E85D32">
        <w:t>a</w:t>
      </w:r>
      <w:r w:rsidR="00D57F65">
        <w:t xml:space="preserve">, której powierza się pełnienie funkcji, o której mowa w </w:t>
      </w:r>
      <w:r w:rsidR="00E85D32">
        <w:t xml:space="preserve">ust. 1, </w:t>
      </w:r>
      <w:r w:rsidR="00E85D32" w:rsidRPr="00E85D32">
        <w:t>potwierdza przyjęcie powierz</w:t>
      </w:r>
      <w:r w:rsidR="00E85D32">
        <w:t>a</w:t>
      </w:r>
      <w:r w:rsidR="00E85D32" w:rsidRPr="00E85D32">
        <w:t>n</w:t>
      </w:r>
      <w:r w:rsidR="00D57F65">
        <w:t xml:space="preserve">ej funkcji </w:t>
      </w:r>
      <w:r w:rsidR="00E85D32" w:rsidRPr="00E85D32">
        <w:t>i wskazuje numer posiadanych uprawnień budowlanych.</w:t>
      </w:r>
    </w:p>
    <w:p w14:paraId="6CBE645B" w14:textId="6FE06FBE" w:rsidR="00D57F65" w:rsidRPr="000170AA" w:rsidRDefault="002F19C3" w:rsidP="00D57F65">
      <w:pPr>
        <w:pStyle w:val="USTustnpkodeksu"/>
      </w:pPr>
      <w:r>
        <w:t>3</w:t>
      </w:r>
      <w:r w:rsidR="00D57F65">
        <w:t>. W przypadku, gdy nie jest możliwe dokonanie wpisu</w:t>
      </w:r>
      <w:r w:rsidR="00D57F65" w:rsidRPr="00D57F65">
        <w:t xml:space="preserve"> określającego stan zaawansowania i zabezpieczenia robót budowlanych</w:t>
      </w:r>
      <w:r w:rsidR="00D57F65">
        <w:t xml:space="preserve"> przez osobę, </w:t>
      </w:r>
      <w:r w:rsidR="00D57F65" w:rsidRPr="00D57F65">
        <w:t>która przestaje pełnić funkcję, o której mowa w ust. 1,</w:t>
      </w:r>
      <w:r w:rsidR="00D57F65">
        <w:t xml:space="preserve"> wpisu dokonuje tylko osoba, </w:t>
      </w:r>
      <w:r w:rsidR="00D57F65" w:rsidRPr="00D57F65">
        <w:t xml:space="preserve">której powierza się pełnienie </w:t>
      </w:r>
      <w:r w:rsidR="00D57F65">
        <w:t xml:space="preserve">tej </w:t>
      </w:r>
      <w:r w:rsidR="00D57F65" w:rsidRPr="00D57F65">
        <w:t>funkcji</w:t>
      </w:r>
      <w:r w:rsidR="00D57F65">
        <w:t xml:space="preserve">. We wpisie wskazuje się przyczynę braku możliwości dokonania wpisu </w:t>
      </w:r>
      <w:r w:rsidR="00D57F65" w:rsidRPr="00D57F65">
        <w:t>przez osobę, która przestaje pełnić funkcję, o której mowa w ust. 1</w:t>
      </w:r>
      <w:r w:rsidR="00D57F65">
        <w:t>.</w:t>
      </w:r>
    </w:p>
    <w:p w14:paraId="242B8622" w14:textId="57A87897" w:rsidR="0078111B" w:rsidRDefault="002871E7" w:rsidP="002871E7">
      <w:pPr>
        <w:pStyle w:val="ARTartustawynprozporzdzenia"/>
      </w:pPr>
      <w:r w:rsidRPr="00CD6A3C">
        <w:rPr>
          <w:b/>
        </w:rPr>
        <w:t>§ 1</w:t>
      </w:r>
      <w:r>
        <w:rPr>
          <w:b/>
        </w:rPr>
        <w:t>2</w:t>
      </w:r>
      <w:r w:rsidR="0078111B" w:rsidRPr="0078111B">
        <w:t xml:space="preserve">. W dzienniku budowy w postaci elektronicznej </w:t>
      </w:r>
      <w:r w:rsidR="00721D93">
        <w:t>wpisów</w:t>
      </w:r>
      <w:r w:rsidR="0078111B" w:rsidRPr="0078111B">
        <w:t>, o których mowa w § 10 ust. 1 i 2</w:t>
      </w:r>
      <w:r w:rsidR="0078111B">
        <w:t xml:space="preserve"> i § 11 ust. 1</w:t>
      </w:r>
      <w:r w:rsidR="0078111B" w:rsidRPr="0078111B">
        <w:t>, dokonuje się po</w:t>
      </w:r>
      <w:r w:rsidR="003908FB">
        <w:t>przez przy</w:t>
      </w:r>
      <w:r w:rsidR="00292150">
        <w:t>d</w:t>
      </w:r>
      <w:r w:rsidR="003908FB">
        <w:t>zielenie</w:t>
      </w:r>
      <w:r w:rsidR="0078111B" w:rsidRPr="0078111B">
        <w:t xml:space="preserve"> odpowiednich uprawnień w systemie EDB</w:t>
      </w:r>
      <w:r w:rsidR="004139A4">
        <w:t>,</w:t>
      </w:r>
      <w:r w:rsidR="004139A4" w:rsidRPr="004139A4">
        <w:t xml:space="preserve"> natomiast potwierdzenie przyjęcia powierzonych funkcji, o który</w:t>
      </w:r>
      <w:r w:rsidR="004139A4">
        <w:t>m</w:t>
      </w:r>
      <w:r w:rsidR="004139A4" w:rsidRPr="004139A4">
        <w:t xml:space="preserve"> mowa w § 10 ust. </w:t>
      </w:r>
      <w:r w:rsidR="00D25BD0">
        <w:t>3 i </w:t>
      </w:r>
      <w:r w:rsidR="004139A4">
        <w:t>§ 11 ust. 2</w:t>
      </w:r>
      <w:r w:rsidR="004139A4" w:rsidRPr="004139A4">
        <w:t>, jest dokonywane za pomocą funkcji w systemie EDB świadczących o takim potwierdzeniu</w:t>
      </w:r>
      <w:r w:rsidR="0078111B" w:rsidRPr="0078111B">
        <w:t>.</w:t>
      </w:r>
    </w:p>
    <w:p w14:paraId="28BBC622" w14:textId="26255EE1" w:rsidR="009A2475" w:rsidRDefault="009A2475" w:rsidP="009A2475">
      <w:pPr>
        <w:pStyle w:val="ARTartustawynprozporzdzenia"/>
        <w:rPr>
          <w:bCs/>
        </w:rPr>
      </w:pPr>
      <w:r w:rsidRPr="00CD6A3C">
        <w:rPr>
          <w:b/>
        </w:rPr>
        <w:t>§ 1</w:t>
      </w:r>
      <w:r>
        <w:rPr>
          <w:b/>
        </w:rPr>
        <w:t>3</w:t>
      </w:r>
      <w:r w:rsidRPr="00CD6A3C">
        <w:rPr>
          <w:b/>
        </w:rPr>
        <w:t>.</w:t>
      </w:r>
      <w:r>
        <w:t xml:space="preserve"> W przypadku, </w:t>
      </w:r>
      <w:bookmarkStart w:id="9" w:name="_Hlk107479686"/>
      <w:r>
        <w:t xml:space="preserve">gdy inwestor w systemie EDB </w:t>
      </w:r>
      <w:r w:rsidRPr="009A2475">
        <w:rPr>
          <w:bCs/>
        </w:rPr>
        <w:t>pozbawi</w:t>
      </w:r>
      <w:r w:rsidR="005E41AD">
        <w:rPr>
          <w:bCs/>
        </w:rPr>
        <w:t>a</w:t>
      </w:r>
      <w:r w:rsidRPr="009A2475">
        <w:rPr>
          <w:bCs/>
        </w:rPr>
        <w:t xml:space="preserve"> uczestnik</w:t>
      </w:r>
      <w:r>
        <w:rPr>
          <w:bCs/>
        </w:rPr>
        <w:t>a</w:t>
      </w:r>
      <w:r w:rsidRPr="009A2475">
        <w:rPr>
          <w:bCs/>
        </w:rPr>
        <w:t xml:space="preserve"> procesu budowlanego dostępu do dziennika budowy prowadzonego w postaci elektronicznej</w:t>
      </w:r>
      <w:r>
        <w:rPr>
          <w:bCs/>
        </w:rPr>
        <w:t xml:space="preserve">, uczestnik ten może dokonywać wpisu w </w:t>
      </w:r>
      <w:r w:rsidR="00B752CF">
        <w:rPr>
          <w:bCs/>
        </w:rPr>
        <w:t>dzienniku budowy</w:t>
      </w:r>
      <w:r>
        <w:rPr>
          <w:bCs/>
        </w:rPr>
        <w:t xml:space="preserve"> w terminie </w:t>
      </w:r>
      <w:r w:rsidR="009D216E">
        <w:rPr>
          <w:bCs/>
        </w:rPr>
        <w:t xml:space="preserve">14 </w:t>
      </w:r>
      <w:r>
        <w:rPr>
          <w:bCs/>
        </w:rPr>
        <w:t>dni od pozbawienia dostępu</w:t>
      </w:r>
      <w:r w:rsidR="00B752CF">
        <w:rPr>
          <w:bCs/>
        </w:rPr>
        <w:t xml:space="preserve"> do tego dziennika</w:t>
      </w:r>
      <w:r>
        <w:rPr>
          <w:bCs/>
        </w:rPr>
        <w:t>.</w:t>
      </w:r>
    </w:p>
    <w:p w14:paraId="4993F529" w14:textId="450D5294" w:rsidR="00F87156" w:rsidRDefault="00F87156" w:rsidP="002F5666">
      <w:pPr>
        <w:pStyle w:val="ARTartustawynprozporzdzenia"/>
      </w:pPr>
      <w:bookmarkStart w:id="10" w:name="_Hlk107478979"/>
      <w:bookmarkEnd w:id="9"/>
      <w:r w:rsidRPr="00CD6A3C">
        <w:rPr>
          <w:b/>
        </w:rPr>
        <w:t xml:space="preserve">§ </w:t>
      </w:r>
      <w:r w:rsidR="005E0D61" w:rsidRPr="00CD6A3C">
        <w:rPr>
          <w:b/>
        </w:rPr>
        <w:t>1</w:t>
      </w:r>
      <w:r w:rsidR="009A2475">
        <w:rPr>
          <w:b/>
        </w:rPr>
        <w:t>4</w:t>
      </w:r>
      <w:r w:rsidRPr="00CD6A3C">
        <w:rPr>
          <w:b/>
        </w:rPr>
        <w:t>.</w:t>
      </w:r>
      <w:r w:rsidR="008D7E91">
        <w:t xml:space="preserve"> </w:t>
      </w:r>
      <w:r w:rsidR="002F5666">
        <w:t>W przypadku</w:t>
      </w:r>
      <w:bookmarkEnd w:id="10"/>
      <w:r>
        <w:t>:</w:t>
      </w:r>
      <w:r w:rsidR="008D7E91">
        <w:t xml:space="preserve"> </w:t>
      </w:r>
    </w:p>
    <w:p w14:paraId="4C3103A1" w14:textId="22DDD196" w:rsidR="00F87156" w:rsidRDefault="00F87156" w:rsidP="00F87156">
      <w:pPr>
        <w:pStyle w:val="PKTpunkt"/>
      </w:pPr>
      <w:r>
        <w:t>1)</w:t>
      </w:r>
      <w:r>
        <w:tab/>
      </w:r>
      <w:r w:rsidR="008D7E91">
        <w:t>zamknięcia dziennika</w:t>
      </w:r>
      <w:r>
        <w:t xml:space="preserve"> budowy</w:t>
      </w:r>
      <w:r w:rsidR="00721D93">
        <w:t>,</w:t>
      </w:r>
    </w:p>
    <w:p w14:paraId="4192AA96" w14:textId="4716D479" w:rsidR="002F5666" w:rsidRDefault="00F87156" w:rsidP="00F87156">
      <w:pPr>
        <w:pStyle w:val="PKTpunkt"/>
      </w:pPr>
      <w:r>
        <w:t>2)</w:t>
      </w:r>
      <w:r>
        <w:tab/>
      </w:r>
      <w:r w:rsidR="008D7E91">
        <w:t>kontynuacj</w:t>
      </w:r>
      <w:r w:rsidR="002F5666">
        <w:t>i dziennika budowy</w:t>
      </w:r>
      <w:r w:rsidR="008D7E91">
        <w:t xml:space="preserve"> w </w:t>
      </w:r>
      <w:r w:rsidR="00140770">
        <w:t>kolejnym</w:t>
      </w:r>
      <w:r w:rsidR="008D7E91">
        <w:t xml:space="preserve"> tomie</w:t>
      </w:r>
    </w:p>
    <w:p w14:paraId="0F651A3F" w14:textId="63A10BDF" w:rsidR="008D7E91" w:rsidRDefault="002F5666" w:rsidP="00B02B4B">
      <w:pPr>
        <w:pStyle w:val="CZWSPPKTczwsplnapunktw"/>
      </w:pPr>
      <w:r>
        <w:t>- k</w:t>
      </w:r>
      <w:r w:rsidRPr="002F5666">
        <w:t>ierownik budowy stwierdza</w:t>
      </w:r>
      <w:r>
        <w:t xml:space="preserve"> ten fakt</w:t>
      </w:r>
      <w:r w:rsidRPr="002F5666">
        <w:t xml:space="preserve"> wpisem</w:t>
      </w:r>
      <w:r w:rsidR="008D7E91">
        <w:t>.</w:t>
      </w:r>
    </w:p>
    <w:p w14:paraId="34ACA5CC" w14:textId="3687C98C" w:rsidR="00F4394C" w:rsidRDefault="001F4929" w:rsidP="00F4394C">
      <w:pPr>
        <w:pStyle w:val="ARTartustawynprozporzdzenia"/>
      </w:pPr>
      <w:r w:rsidRPr="00CD6A3C">
        <w:rPr>
          <w:b/>
        </w:rPr>
        <w:t xml:space="preserve">§ </w:t>
      </w:r>
      <w:r w:rsidR="005E0D61" w:rsidRPr="00CD6A3C">
        <w:rPr>
          <w:b/>
        </w:rPr>
        <w:t>1</w:t>
      </w:r>
      <w:r w:rsidR="009A2475">
        <w:rPr>
          <w:b/>
        </w:rPr>
        <w:t>5</w:t>
      </w:r>
      <w:r w:rsidR="00F4394C" w:rsidRPr="00CD6A3C">
        <w:rPr>
          <w:b/>
        </w:rPr>
        <w:t>.</w:t>
      </w:r>
      <w:r w:rsidRPr="004D429D">
        <w:t xml:space="preserve"> 1. Protokoły związane z </w:t>
      </w:r>
      <w:r w:rsidR="004D429D">
        <w:t>robotami budowlanymi</w:t>
      </w:r>
      <w:r w:rsidRPr="004D429D">
        <w:t xml:space="preserve"> lub sporządzane w trakcie wykonywania robót</w:t>
      </w:r>
      <w:r>
        <w:t xml:space="preserve"> budowlanych wpisuje się do dziennika budowy.</w:t>
      </w:r>
    </w:p>
    <w:p w14:paraId="5E6164D0" w14:textId="51E20F28" w:rsidR="00140770" w:rsidRDefault="001F4929" w:rsidP="00454049">
      <w:pPr>
        <w:pStyle w:val="USTustnpkodeksu"/>
      </w:pPr>
      <w:r>
        <w:t>2.</w:t>
      </w:r>
      <w:r w:rsidR="002871E7">
        <w:t xml:space="preserve"> </w:t>
      </w:r>
      <w:r>
        <w:t>Dopuszcza się sporządzanie protokołów</w:t>
      </w:r>
      <w:r w:rsidR="00140770">
        <w:t xml:space="preserve"> </w:t>
      </w:r>
      <w:r>
        <w:t>na oddzielnych arkuszach</w:t>
      </w:r>
      <w:r w:rsidR="00FA6E4C">
        <w:t>.</w:t>
      </w:r>
      <w:r>
        <w:t xml:space="preserve"> </w:t>
      </w:r>
    </w:p>
    <w:p w14:paraId="59657A5E" w14:textId="686C4C44" w:rsidR="00454049" w:rsidRDefault="00EE1F2F" w:rsidP="00454049">
      <w:pPr>
        <w:pStyle w:val="USTustnpkodeksu"/>
      </w:pPr>
      <w:r>
        <w:t>3</w:t>
      </w:r>
      <w:r w:rsidR="00140770">
        <w:t>.</w:t>
      </w:r>
      <w:r w:rsidR="002871E7">
        <w:t xml:space="preserve"> </w:t>
      </w:r>
      <w:r w:rsidR="001F4929">
        <w:t xml:space="preserve">Arkusze </w:t>
      </w:r>
      <w:r w:rsidR="00324FAE">
        <w:t>lub ich kopie</w:t>
      </w:r>
      <w:r w:rsidR="001F4929">
        <w:t xml:space="preserve"> należy dołączyć do dziennika budowy lub zamieścić w</w:t>
      </w:r>
      <w:r w:rsidR="00CD6A3C">
        <w:t> </w:t>
      </w:r>
      <w:r w:rsidR="001F4929">
        <w:t>oddzielnym zbiorze, dokonując w dzienniku budowy wpisu o fakcie ich prowadzenia.</w:t>
      </w:r>
    </w:p>
    <w:p w14:paraId="25145D30" w14:textId="77777777" w:rsidR="00DA5B31" w:rsidRDefault="00DA5B31" w:rsidP="00DA5B31">
      <w:pPr>
        <w:pStyle w:val="ROZDZODDZOZNoznaczenierozdziauluboddziau"/>
      </w:pPr>
      <w:r>
        <w:t xml:space="preserve">Rozdział </w:t>
      </w:r>
      <w:r w:rsidR="004302C8">
        <w:t>4</w:t>
      </w:r>
    </w:p>
    <w:p w14:paraId="1947C9A4" w14:textId="5C05D777" w:rsidR="00DA5B31" w:rsidRPr="000170AA" w:rsidRDefault="0026322F" w:rsidP="00DA5B31">
      <w:pPr>
        <w:pStyle w:val="ROZDZODDZPRZEDMprzedmiotregulacjirozdziauluboddziau"/>
      </w:pPr>
      <w:r w:rsidRPr="000170AA">
        <w:t>U</w:t>
      </w:r>
      <w:r w:rsidR="001D4646" w:rsidRPr="000170AA">
        <w:t>wierzytelniani</w:t>
      </w:r>
      <w:r>
        <w:t>e</w:t>
      </w:r>
      <w:r w:rsidR="006D6C13">
        <w:t xml:space="preserve"> i autoryzacj</w:t>
      </w:r>
      <w:r>
        <w:t>a</w:t>
      </w:r>
      <w:r w:rsidR="001D4646" w:rsidRPr="000170AA">
        <w:t xml:space="preserve"> w </w:t>
      </w:r>
      <w:r w:rsidR="00723670" w:rsidRPr="000170AA">
        <w:t>system</w:t>
      </w:r>
      <w:r w:rsidR="001D4646" w:rsidRPr="000170AA">
        <w:t>ie</w:t>
      </w:r>
      <w:r w:rsidR="00723670" w:rsidRPr="000170AA">
        <w:t xml:space="preserve"> </w:t>
      </w:r>
      <w:r w:rsidR="00603DFF" w:rsidRPr="000170AA">
        <w:t>EDB</w:t>
      </w:r>
    </w:p>
    <w:p w14:paraId="2616CDA0" w14:textId="77F073DD" w:rsidR="0026322F" w:rsidRDefault="0060342E" w:rsidP="0026322F">
      <w:pPr>
        <w:pStyle w:val="ARTartustawynprozporzdzenia"/>
      </w:pPr>
      <w:r w:rsidRPr="00331A76">
        <w:rPr>
          <w:b/>
        </w:rPr>
        <w:t xml:space="preserve">§ </w:t>
      </w:r>
      <w:r>
        <w:rPr>
          <w:b/>
        </w:rPr>
        <w:t>16</w:t>
      </w:r>
      <w:r w:rsidRPr="00331A76">
        <w:rPr>
          <w:b/>
        </w:rPr>
        <w:t>.</w:t>
      </w:r>
      <w:r w:rsidR="0026322F">
        <w:t xml:space="preserve"> 1. Dostęp do systemu EDB wymaga prawidłowego przeprowadzenia procesów:</w:t>
      </w:r>
    </w:p>
    <w:p w14:paraId="53DB4326" w14:textId="776C83AD" w:rsidR="0026322F" w:rsidRDefault="00D25BD0" w:rsidP="0026322F">
      <w:pPr>
        <w:pStyle w:val="PKTpunkt"/>
      </w:pPr>
      <w:r>
        <w:t>1)</w:t>
      </w:r>
      <w:r w:rsidR="0026322F">
        <w:tab/>
        <w:t xml:space="preserve">uwierzytelnienia użytkownika konta po dokonaniu jego identyfikacji oraz </w:t>
      </w:r>
    </w:p>
    <w:p w14:paraId="1DABE259" w14:textId="282E2CF5" w:rsidR="0026322F" w:rsidRDefault="0026322F" w:rsidP="0026322F">
      <w:pPr>
        <w:pStyle w:val="PKTpunkt"/>
      </w:pPr>
      <w:r>
        <w:lastRenderedPageBreak/>
        <w:t>2)</w:t>
      </w:r>
      <w:r>
        <w:tab/>
      </w:r>
      <w:r w:rsidR="00D25BD0">
        <w:t>autoryzacji użytkownika konta.</w:t>
      </w:r>
    </w:p>
    <w:p w14:paraId="66172621" w14:textId="77777777" w:rsidR="0026322F" w:rsidRDefault="0026322F" w:rsidP="0026322F">
      <w:pPr>
        <w:pStyle w:val="USTustnpkodeksu"/>
      </w:pPr>
      <w:r>
        <w:t>2.</w:t>
      </w:r>
      <w:r>
        <w:tab/>
        <w:t>Uwierzytelnienie polega na potwierdzeniu deklarowanej tożsamości użytkownika konta w:</w:t>
      </w:r>
    </w:p>
    <w:p w14:paraId="211EA9DD" w14:textId="268F00B5" w:rsidR="0026322F" w:rsidRDefault="00D25BD0" w:rsidP="00F46F1A">
      <w:pPr>
        <w:pStyle w:val="PKTpunkt"/>
      </w:pPr>
      <w:r>
        <w:t>1)</w:t>
      </w:r>
      <w:r w:rsidR="0026322F">
        <w:tab/>
        <w:t>systemie identyfikacji elektronicznej przyłączonym do węzła krajowego</w:t>
      </w:r>
      <w:r w:rsidR="0026322F" w:rsidRPr="00C34556">
        <w:t xml:space="preserve"> identyfikacji elektronicznej, o którym mowa w art. 21a ust. 1 pkt 2 lit. </w:t>
      </w:r>
      <w:r>
        <w:t>a ustawy z dnia 5 września 2016 </w:t>
      </w:r>
      <w:r w:rsidR="0026322F" w:rsidRPr="00C34556">
        <w:t xml:space="preserve">r. o usługach zaufania oraz identyfikacji elektronicznej (Dz. U. </w:t>
      </w:r>
      <w:r w:rsidR="00F46F1A">
        <w:t>z 2021 r. poz. 1797)</w:t>
      </w:r>
      <w:r w:rsidR="0026322F">
        <w:t xml:space="preserve">, zwanego dalej „węzłem krajowym”, lub </w:t>
      </w:r>
    </w:p>
    <w:p w14:paraId="30675003" w14:textId="084FBD8B" w:rsidR="0026322F" w:rsidRDefault="0026322F" w:rsidP="0026322F">
      <w:pPr>
        <w:pStyle w:val="PKTpunkt"/>
      </w:pPr>
      <w:r>
        <w:t>2)</w:t>
      </w:r>
      <w:r>
        <w:tab/>
        <w:t xml:space="preserve">systemie EDB </w:t>
      </w:r>
      <w:r w:rsidR="00D25BD0">
        <w:t>–</w:t>
      </w:r>
      <w:r w:rsidRPr="002A2B97">
        <w:t xml:space="preserve"> </w:t>
      </w:r>
      <w:r w:rsidR="00D91850" w:rsidRPr="00D91850">
        <w:t>w przypadku pracowników organów administracji architektoniczno-budowlanej, organów nadzoru budowlanego, oraz innych organów uprawnionych do kontroli przestrzegania przepisów na terenie budowy</w:t>
      </w:r>
      <w:r w:rsidR="00D25BD0">
        <w:t>.</w:t>
      </w:r>
    </w:p>
    <w:p w14:paraId="06755CEF" w14:textId="77777777" w:rsidR="0026322F" w:rsidRDefault="0026322F" w:rsidP="0026322F">
      <w:pPr>
        <w:pStyle w:val="USTustnpkodeksu"/>
      </w:pPr>
      <w:r>
        <w:t>3.</w:t>
      </w:r>
      <w:r>
        <w:tab/>
        <w:t>Identyfikacja realizowana jest:</w:t>
      </w:r>
    </w:p>
    <w:p w14:paraId="5F7AE822" w14:textId="77777777" w:rsidR="0026322F" w:rsidRDefault="0026322F" w:rsidP="0026322F">
      <w:pPr>
        <w:pStyle w:val="PKTpunkt"/>
      </w:pPr>
      <w:r>
        <w:t>1)</w:t>
      </w:r>
      <w:r>
        <w:tab/>
        <w:t>przy użyciu środka identyfikacji elektronicznej wydanego w systemie identyfikacji elektronicznej przyłączonym do węzła krajowego lub</w:t>
      </w:r>
    </w:p>
    <w:p w14:paraId="092839BF" w14:textId="5B4352F6" w:rsidR="0026322F" w:rsidRDefault="0026322F" w:rsidP="0026322F">
      <w:pPr>
        <w:pStyle w:val="PKTpunkt"/>
      </w:pPr>
      <w:r>
        <w:t>2)</w:t>
      </w:r>
      <w:r>
        <w:tab/>
        <w:t xml:space="preserve">przy użyciu środka identyfikacji elektronicznej wydanego w wewnętrznym systemie identyfikacji elektronicznej systemu EDB, zapewniającym obsługę procesu uwierzytelniania </w:t>
      </w:r>
      <w:bookmarkStart w:id="11" w:name="_Hlk108781121"/>
      <w:r w:rsidR="00D25BD0">
        <w:t>–</w:t>
      </w:r>
      <w:r>
        <w:t xml:space="preserve"> </w:t>
      </w:r>
      <w:bookmarkEnd w:id="11"/>
      <w:r w:rsidR="00D91850" w:rsidRPr="00D91850">
        <w:t>w przypadku pracowników organów administracji architektoniczno-budowlanej, organów nadzoru budowlanego, oraz innych organów uprawnionych do kontroli przestrzegania przepisów na terenie budowy</w:t>
      </w:r>
      <w:r>
        <w:t xml:space="preserve">. </w:t>
      </w:r>
    </w:p>
    <w:p w14:paraId="673BFC3F" w14:textId="7A58A2CC" w:rsidR="0026322F" w:rsidRDefault="0026322F" w:rsidP="0026322F">
      <w:pPr>
        <w:pStyle w:val="USTustnpkodeksu"/>
      </w:pPr>
      <w:r>
        <w:t>4.</w:t>
      </w:r>
      <w:r>
        <w:tab/>
        <w:t>Autoryzacja</w:t>
      </w:r>
      <w:r w:rsidRPr="00C34556">
        <w:t xml:space="preserve"> </w:t>
      </w:r>
      <w:r>
        <w:t>następuje po poprawnym uwierzytelnieniu użytkownika i polega na przydzieleni</w:t>
      </w:r>
      <w:r w:rsidR="00D25BD0">
        <w:t>u praw dostępu do systemu EDB.</w:t>
      </w:r>
    </w:p>
    <w:p w14:paraId="0348EF02" w14:textId="40B528C8" w:rsidR="0026322F" w:rsidRPr="00C34556" w:rsidRDefault="0060342E" w:rsidP="0026322F">
      <w:pPr>
        <w:pStyle w:val="ARTartustawynprozporzdzenia"/>
      </w:pPr>
      <w:r w:rsidRPr="00331A76">
        <w:rPr>
          <w:b/>
        </w:rPr>
        <w:t xml:space="preserve">§ </w:t>
      </w:r>
      <w:r>
        <w:rPr>
          <w:b/>
        </w:rPr>
        <w:t>17</w:t>
      </w:r>
      <w:r w:rsidR="0026322F" w:rsidRPr="00C34556">
        <w:t>. Zapewnienie:</w:t>
      </w:r>
    </w:p>
    <w:p w14:paraId="2005C558" w14:textId="7353F8CD" w:rsidR="0026322F" w:rsidRPr="00C34556" w:rsidRDefault="0026322F" w:rsidP="0026322F">
      <w:pPr>
        <w:pStyle w:val="PKTpunkt"/>
      </w:pPr>
      <w:r w:rsidRPr="00C34556">
        <w:t>1)</w:t>
      </w:r>
      <w:r w:rsidRPr="00C34556">
        <w:tab/>
        <w:t xml:space="preserve">możliwości wprowadzania danych w systemie </w:t>
      </w:r>
      <w:r>
        <w:t>EDB</w:t>
      </w:r>
      <w:r w:rsidRPr="00C34556">
        <w:t xml:space="preserve">, w szczególności dokonywania wpisów w </w:t>
      </w:r>
      <w:r w:rsidR="0060342E">
        <w:t>dzienniku budowy</w:t>
      </w:r>
      <w:r w:rsidRPr="00C34556">
        <w:t xml:space="preserve"> w postaci elektronicznej, oraz </w:t>
      </w:r>
    </w:p>
    <w:p w14:paraId="18707B7E" w14:textId="4A5DE6AE" w:rsidR="0026322F" w:rsidRDefault="0026322F" w:rsidP="0026322F">
      <w:pPr>
        <w:pStyle w:val="PKTpunkt"/>
      </w:pPr>
      <w:r w:rsidRPr="00C34556">
        <w:t>2)</w:t>
      </w:r>
      <w:r w:rsidRPr="00C34556">
        <w:tab/>
        <w:t xml:space="preserve">praw dostępu do systemu </w:t>
      </w:r>
      <w:r>
        <w:t>EDB</w:t>
      </w:r>
    </w:p>
    <w:p w14:paraId="2E3E55EF" w14:textId="77777777" w:rsidR="0026322F" w:rsidRDefault="0026322F" w:rsidP="0026322F">
      <w:pPr>
        <w:pStyle w:val="CZWSPPKTczwsplnapunktw"/>
      </w:pPr>
      <w:r>
        <w:t xml:space="preserve">- </w:t>
      </w:r>
      <w:r w:rsidRPr="00C34556">
        <w:t>następuje w procesie autoryzacji na podstawie przydzielonych uprawnień.</w:t>
      </w:r>
      <w:r w:rsidRPr="000F0699">
        <w:t xml:space="preserve"> </w:t>
      </w:r>
    </w:p>
    <w:p w14:paraId="28737E67" w14:textId="76D335FF" w:rsidR="0026322F" w:rsidRPr="00C34556" w:rsidRDefault="0060342E" w:rsidP="0026322F">
      <w:pPr>
        <w:pStyle w:val="ARTartustawynprozporzdzenia"/>
      </w:pPr>
      <w:r w:rsidRPr="00331A76">
        <w:rPr>
          <w:b/>
        </w:rPr>
        <w:t xml:space="preserve">§ </w:t>
      </w:r>
      <w:r>
        <w:rPr>
          <w:b/>
        </w:rPr>
        <w:t>18</w:t>
      </w:r>
      <w:r w:rsidR="0026322F" w:rsidRPr="00C34556">
        <w:t xml:space="preserve">. </w:t>
      </w:r>
      <w:bookmarkStart w:id="12" w:name="_Hlk108771402"/>
      <w:r w:rsidR="0026322F" w:rsidRPr="00C34556">
        <w:t xml:space="preserve">Uwierzytelnienie użytkownika konta w systemie identyfikacji elektronicznej przyłączonym do węzła krajowego lub </w:t>
      </w:r>
      <w:r w:rsidR="0026322F">
        <w:t xml:space="preserve">w </w:t>
      </w:r>
      <w:r w:rsidR="0026322F" w:rsidRPr="00C34556">
        <w:t xml:space="preserve">systemie </w:t>
      </w:r>
      <w:r w:rsidR="0026322F">
        <w:t>EDB</w:t>
      </w:r>
      <w:r w:rsidR="0026322F" w:rsidRPr="00C34556">
        <w:t xml:space="preserve"> zapewnia systemowe potwierdzanie tożsamości przy dokonywaniu wpisów w </w:t>
      </w:r>
      <w:r>
        <w:t>dzienniku budowy</w:t>
      </w:r>
      <w:r w:rsidR="0026322F" w:rsidRPr="00C34556">
        <w:t xml:space="preserve"> w postaci elektronicznej.</w:t>
      </w:r>
      <w:bookmarkEnd w:id="12"/>
    </w:p>
    <w:p w14:paraId="550DE016" w14:textId="77777777" w:rsidR="00CC4FB8" w:rsidRDefault="001F4929" w:rsidP="00CC4FB8">
      <w:pPr>
        <w:pStyle w:val="ROZDZODDZOZNoznaczenierozdziauluboddziau"/>
      </w:pPr>
      <w:r>
        <w:lastRenderedPageBreak/>
        <w:t xml:space="preserve">Rozdział </w:t>
      </w:r>
      <w:r w:rsidR="00726152">
        <w:t>5</w:t>
      </w:r>
      <w:r>
        <w:t xml:space="preserve"> </w:t>
      </w:r>
    </w:p>
    <w:p w14:paraId="105A9E56" w14:textId="6B4B2C9B" w:rsidR="001F4929" w:rsidRDefault="001F4929" w:rsidP="00CC4FB8">
      <w:pPr>
        <w:pStyle w:val="ROZDZODDZPRZEDMprzedmiotregulacjirozdziauluboddziau"/>
      </w:pPr>
      <w:r>
        <w:t>Przepis końcow</w:t>
      </w:r>
      <w:r w:rsidR="006B5BF1">
        <w:t>y</w:t>
      </w:r>
    </w:p>
    <w:p w14:paraId="7F7903C2" w14:textId="61650511" w:rsidR="001F4929" w:rsidRDefault="001F4929" w:rsidP="000926EC">
      <w:pPr>
        <w:pStyle w:val="ARTartustawynprozporzdzenia"/>
      </w:pPr>
      <w:bookmarkStart w:id="13" w:name="_Hlk40363994"/>
      <w:r w:rsidRPr="00331A76">
        <w:rPr>
          <w:b/>
        </w:rPr>
        <w:t xml:space="preserve">§ </w:t>
      </w:r>
      <w:r w:rsidR="00401F19">
        <w:rPr>
          <w:b/>
        </w:rPr>
        <w:t>1</w:t>
      </w:r>
      <w:r w:rsidR="0060342E">
        <w:rPr>
          <w:b/>
        </w:rPr>
        <w:t>9</w:t>
      </w:r>
      <w:r w:rsidR="00454049" w:rsidRPr="00331A76">
        <w:rPr>
          <w:b/>
        </w:rPr>
        <w:t>.</w:t>
      </w:r>
      <w:r w:rsidR="00454049" w:rsidRPr="000926EC">
        <w:t xml:space="preserve"> </w:t>
      </w:r>
      <w:r w:rsidRPr="000926EC">
        <w:t xml:space="preserve">Rozporządzenie wchodzi w życie </w:t>
      </w:r>
      <w:r w:rsidR="00E6059D">
        <w:t xml:space="preserve">z dniem </w:t>
      </w:r>
      <w:r w:rsidR="0051094D">
        <w:t>27</w:t>
      </w:r>
      <w:r w:rsidR="009F5CF0" w:rsidRPr="009F5CF0">
        <w:t xml:space="preserve"> stycznia 2023</w:t>
      </w:r>
      <w:r w:rsidR="009F5CF0">
        <w:t xml:space="preserve"> r.</w:t>
      </w:r>
      <w:bookmarkEnd w:id="13"/>
      <w:r w:rsidR="004C3C44">
        <w:rPr>
          <w:rStyle w:val="Odwoanieprzypisudolnego"/>
        </w:rPr>
        <w:footnoteReference w:id="2"/>
      </w:r>
      <w:r w:rsidR="000E355E" w:rsidRPr="000E355E">
        <w:rPr>
          <w:rFonts w:ascii="Times New Roman" w:eastAsia="Times New Roman" w:hAnsi="Times New Roman"/>
          <w:vertAlign w:val="superscript"/>
        </w:rPr>
        <w:t>)</w:t>
      </w:r>
    </w:p>
    <w:p w14:paraId="01D62123" w14:textId="0EC1E634" w:rsidR="003443DB" w:rsidRDefault="003443DB" w:rsidP="000926EC">
      <w:pPr>
        <w:pStyle w:val="ARTartustawynprozporzdzenia"/>
      </w:pPr>
    </w:p>
    <w:p w14:paraId="5CB350CA" w14:textId="77777777" w:rsidR="003443DB" w:rsidRDefault="003443DB" w:rsidP="003443DB">
      <w:pPr>
        <w:pStyle w:val="ARTartustawynprozporzdzenia"/>
      </w:pPr>
    </w:p>
    <w:p w14:paraId="662F3BE2" w14:textId="77777777" w:rsidR="003443DB" w:rsidRDefault="003443DB" w:rsidP="004E0D13">
      <w:pPr>
        <w:pStyle w:val="NAZORGWYDnazwaorganuwydajcegoprojektowanyakt"/>
      </w:pPr>
      <w:r>
        <w:t>MINISTER ROZWOJU I </w:t>
      </w:r>
      <w:r w:rsidRPr="004E0D13">
        <w:t>TECHNOLOGII</w:t>
      </w:r>
    </w:p>
    <w:p w14:paraId="3D193986" w14:textId="77777777" w:rsidR="003443DB" w:rsidRDefault="003443DB" w:rsidP="003443DB">
      <w:pPr>
        <w:pStyle w:val="ARTartustawynprozporzdzenia"/>
      </w:pPr>
    </w:p>
    <w:p w14:paraId="0BC09D27" w14:textId="77777777" w:rsidR="003443DB" w:rsidRDefault="003443DB" w:rsidP="003443DB">
      <w:pPr>
        <w:pStyle w:val="ARTartustawynprozporzdzenia"/>
      </w:pPr>
    </w:p>
    <w:p w14:paraId="7759A1FA" w14:textId="77777777" w:rsidR="003443DB" w:rsidRDefault="003443DB" w:rsidP="003443DB">
      <w:pPr>
        <w:pStyle w:val="ARTartustawynprozporzdzenia"/>
      </w:pPr>
    </w:p>
    <w:p w14:paraId="44A7F898" w14:textId="77777777" w:rsidR="003443DB" w:rsidRDefault="003443DB" w:rsidP="003443DB">
      <w:pPr>
        <w:pStyle w:val="ARTartustawynprozporzdzenia"/>
        <w:ind w:firstLine="0"/>
      </w:pPr>
    </w:p>
    <w:p w14:paraId="7AF8B3F6" w14:textId="77777777" w:rsidR="003443DB" w:rsidRDefault="003443DB" w:rsidP="003443DB">
      <w:pPr>
        <w:pStyle w:val="OZNPARAFYADNOTACJE"/>
      </w:pPr>
      <w:r>
        <w:t>ZA ZGODNOŚĆ POD WZGLĘDEM PRAWNYM,</w:t>
      </w:r>
    </w:p>
    <w:p w14:paraId="321CCEEB" w14:textId="77777777" w:rsidR="003443DB" w:rsidRDefault="003443DB" w:rsidP="003443DB">
      <w:pPr>
        <w:pStyle w:val="OZNPARAFYADNOTACJE"/>
      </w:pPr>
      <w:r>
        <w:t xml:space="preserve">LEGISLACYJNYM I REDAKCYJNYM </w:t>
      </w:r>
    </w:p>
    <w:p w14:paraId="163ACC3D" w14:textId="77777777" w:rsidR="003443DB" w:rsidRDefault="003443DB" w:rsidP="003443DB">
      <w:pPr>
        <w:pStyle w:val="OZNPARAFYADNOTACJE"/>
      </w:pPr>
      <w:r>
        <w:t>Danuta Pływaczewska</w:t>
      </w:r>
    </w:p>
    <w:p w14:paraId="68BA02D8" w14:textId="77777777" w:rsidR="003443DB" w:rsidRDefault="003443DB" w:rsidP="003443DB">
      <w:pPr>
        <w:pStyle w:val="OZNPARAFYADNOTACJE"/>
      </w:pPr>
      <w:r>
        <w:t xml:space="preserve">Dyrektor Departamentu Prawnego </w:t>
      </w:r>
    </w:p>
    <w:p w14:paraId="430C0BA2" w14:textId="77777777" w:rsidR="003443DB" w:rsidRDefault="003443DB" w:rsidP="003443DB">
      <w:pPr>
        <w:pStyle w:val="OZNPARAFYADNOTACJE"/>
      </w:pPr>
      <w:r>
        <w:t>w Głównym Urzędzie Nadzoru Budowlanego</w:t>
      </w:r>
    </w:p>
    <w:p w14:paraId="402726A9" w14:textId="77777777" w:rsidR="003443DB" w:rsidRDefault="003443DB" w:rsidP="003443DB">
      <w:pPr>
        <w:pStyle w:val="OZNPARAFYADNOTACJE"/>
      </w:pPr>
      <w:r>
        <w:t>/podpisano elektronicznie/</w:t>
      </w:r>
    </w:p>
    <w:p w14:paraId="3FA90BFF" w14:textId="77777777" w:rsidR="003443DB" w:rsidRPr="000926EC" w:rsidRDefault="003443DB" w:rsidP="000926EC">
      <w:pPr>
        <w:pStyle w:val="ARTartustawynprozporzdzenia"/>
      </w:pPr>
    </w:p>
    <w:sectPr w:rsidR="003443DB" w:rsidRPr="000926EC">
      <w:footerReference w:type="default" r:id="rId8"/>
      <w:pgSz w:w="11907" w:h="16840"/>
      <w:pgMar w:top="1400" w:right="1400" w:bottom="1400" w:left="1400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CB518" w14:textId="77777777" w:rsidR="00236B5D" w:rsidRDefault="00236B5D">
      <w:pPr>
        <w:spacing w:line="240" w:lineRule="auto"/>
      </w:pPr>
      <w:r>
        <w:separator/>
      </w:r>
    </w:p>
  </w:endnote>
  <w:endnote w:type="continuationSeparator" w:id="0">
    <w:p w14:paraId="4C4EC27B" w14:textId="77777777" w:rsidR="00236B5D" w:rsidRDefault="00236B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D3A24" w14:textId="77777777" w:rsidR="001F4929" w:rsidRDefault="001F4929">
    <w:pPr>
      <w:spacing w:line="320" w:lineRule="atLea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E763F" w14:textId="77777777" w:rsidR="00236B5D" w:rsidRDefault="00236B5D">
      <w:pPr>
        <w:spacing w:line="240" w:lineRule="auto"/>
      </w:pPr>
      <w:r>
        <w:separator/>
      </w:r>
    </w:p>
  </w:footnote>
  <w:footnote w:type="continuationSeparator" w:id="0">
    <w:p w14:paraId="3B56F7D6" w14:textId="77777777" w:rsidR="00236B5D" w:rsidRDefault="00236B5D">
      <w:pPr>
        <w:spacing w:line="240" w:lineRule="auto"/>
      </w:pPr>
      <w:r>
        <w:continuationSeparator/>
      </w:r>
    </w:p>
  </w:footnote>
  <w:footnote w:id="1">
    <w:p w14:paraId="7D9C2767" w14:textId="02CDEEFB" w:rsidR="00302EA1" w:rsidRPr="006C07EB" w:rsidRDefault="00201899" w:rsidP="004C3C44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33471B" w:rsidRPr="0033471B">
        <w:t>Minister Rozwoju i Technologii kieruje działem administracji rządo</w:t>
      </w:r>
      <w:r w:rsidR="006B5BF1">
        <w:t>wej - budownictwo, planowanie i </w:t>
      </w:r>
      <w:r w:rsidR="0033471B" w:rsidRPr="0033471B">
        <w:t xml:space="preserve">zagospodarowanie przestrzenne oraz mieszkalnictwo, na podstawie § 1 ust. 2 pkt 1 rozporządzenia Prezesa Rady Ministrów </w:t>
      </w:r>
      <w:r w:rsidR="00DD6463">
        <w:t>z dnia 15 kwietnia 2022 r. w sprawie szczegółowego zakre</w:t>
      </w:r>
      <w:r w:rsidR="006B5BF1">
        <w:t>su działania Ministra Rozwoju i </w:t>
      </w:r>
      <w:r w:rsidR="00DD6463">
        <w:t>Technologii</w:t>
      </w:r>
      <w:r w:rsidR="0033471B" w:rsidRPr="0033471B">
        <w:t xml:space="preserve"> (Dz. U. poz. </w:t>
      </w:r>
      <w:r w:rsidR="00DD6463">
        <w:t>838</w:t>
      </w:r>
      <w:r w:rsidR="0033471B" w:rsidRPr="0033471B">
        <w:t>)</w:t>
      </w:r>
      <w:r w:rsidRPr="00236657">
        <w:t>.</w:t>
      </w:r>
    </w:p>
  </w:footnote>
  <w:footnote w:id="2">
    <w:p w14:paraId="30118AC6" w14:textId="43F28B6C" w:rsidR="004C3C44" w:rsidRDefault="004C3C44" w:rsidP="004C3C44">
      <w:pPr>
        <w:pStyle w:val="ODNONIKtreodnonika"/>
      </w:pPr>
      <w:r>
        <w:rPr>
          <w:rStyle w:val="Odwoanieprzypisudolnego"/>
        </w:rPr>
        <w:footnoteRef/>
      </w:r>
      <w:r w:rsidRPr="004C3C44">
        <w:rPr>
          <w:vertAlign w:val="superscript"/>
        </w:rPr>
        <w:t>)</w:t>
      </w:r>
      <w:r>
        <w:tab/>
      </w:r>
      <w:r w:rsidRPr="00302EA1">
        <w:rPr>
          <w:rFonts w:eastAsia="Times New Roman"/>
        </w:rPr>
        <w:t xml:space="preserve">Niniejsze rozporządzenie było poprzedzone rozporządzeniem </w:t>
      </w:r>
      <w:r w:rsidRPr="000E355E">
        <w:rPr>
          <w:rFonts w:eastAsia="Times New Roman"/>
        </w:rPr>
        <w:t>Ministra Rozwoju, Pracy i Technologii z dnia 6 września 2021 r. w sprawie sposobu prowadzenia dzienników budowy, montażu i rozbiórki (Dz. U. poz. 1686)</w:t>
      </w:r>
      <w:r>
        <w:rPr>
          <w:rFonts w:eastAsia="Times New Roman"/>
        </w:rPr>
        <w:t xml:space="preserve">, </w:t>
      </w:r>
      <w:r w:rsidRPr="00302EA1">
        <w:rPr>
          <w:rFonts w:eastAsia="Times New Roman"/>
        </w:rPr>
        <w:t>które traci moc</w:t>
      </w:r>
      <w:r>
        <w:rPr>
          <w:rFonts w:eastAsia="Times New Roman"/>
        </w:rPr>
        <w:t xml:space="preserve"> w dniu 27 stycznia 2023 r., zgodnie z art. 9 pkt 2 w zw. z art. 1 pkt 17 </w:t>
      </w:r>
      <w:r w:rsidRPr="00302EA1">
        <w:rPr>
          <w:rFonts w:eastAsia="Times New Roman"/>
        </w:rPr>
        <w:t>ustawy z dnia 7 lipca 2022 r. o zmianie ustawy - Prawo budowlane oraz niektórych innych ustaw (Dz. U. poz. 1557).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rPr>
        <w:rFonts w:cs="Times New Roman"/>
      </w:rPr>
    </w:lvl>
    <w:lvl w:ilvl="1">
      <w:start w:val="1"/>
      <w:numFmt w:val="decimalZero"/>
      <w:isLgl/>
      <w:lvlText w:val="Sekcja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  <w:rPr>
        <w:rFonts w:cs="Times New Roman"/>
      </w:r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998918898">
    <w:abstractNumId w:val="23"/>
  </w:num>
  <w:num w:numId="2" w16cid:durableId="554969553">
    <w:abstractNumId w:val="18"/>
  </w:num>
  <w:num w:numId="3" w16cid:durableId="1327514969">
    <w:abstractNumId w:val="35"/>
  </w:num>
  <w:num w:numId="4" w16cid:durableId="175966794">
    <w:abstractNumId w:val="31"/>
  </w:num>
  <w:num w:numId="5" w16cid:durableId="1738479103">
    <w:abstractNumId w:val="14"/>
  </w:num>
  <w:num w:numId="6" w16cid:durableId="956106534">
    <w:abstractNumId w:val="10"/>
  </w:num>
  <w:num w:numId="7" w16cid:durableId="1139689644">
    <w:abstractNumId w:val="15"/>
  </w:num>
  <w:num w:numId="8" w16cid:durableId="2081127807">
    <w:abstractNumId w:val="26"/>
  </w:num>
  <w:num w:numId="9" w16cid:durableId="1568229051">
    <w:abstractNumId w:val="16"/>
  </w:num>
  <w:num w:numId="10" w16cid:durableId="174224389">
    <w:abstractNumId w:val="8"/>
  </w:num>
  <w:num w:numId="11" w16cid:durableId="1016543290">
    <w:abstractNumId w:val="3"/>
  </w:num>
  <w:num w:numId="12" w16cid:durableId="536355282">
    <w:abstractNumId w:val="2"/>
  </w:num>
  <w:num w:numId="13" w16cid:durableId="812526286">
    <w:abstractNumId w:val="1"/>
  </w:num>
  <w:num w:numId="14" w16cid:durableId="836307321">
    <w:abstractNumId w:val="0"/>
  </w:num>
  <w:num w:numId="15" w16cid:durableId="1875652963">
    <w:abstractNumId w:val="9"/>
  </w:num>
  <w:num w:numId="16" w16cid:durableId="1050883897">
    <w:abstractNumId w:val="7"/>
  </w:num>
  <w:num w:numId="17" w16cid:durableId="75634204">
    <w:abstractNumId w:val="6"/>
  </w:num>
  <w:num w:numId="18" w16cid:durableId="192616008">
    <w:abstractNumId w:val="5"/>
  </w:num>
  <w:num w:numId="19" w16cid:durableId="1717970684">
    <w:abstractNumId w:val="4"/>
  </w:num>
  <w:num w:numId="20" w16cid:durableId="124737307">
    <w:abstractNumId w:val="33"/>
  </w:num>
  <w:num w:numId="21" w16cid:durableId="771584484">
    <w:abstractNumId w:val="25"/>
  </w:num>
  <w:num w:numId="22" w16cid:durableId="862281550">
    <w:abstractNumId w:val="36"/>
  </w:num>
  <w:num w:numId="23" w16cid:durableId="399451099">
    <w:abstractNumId w:val="32"/>
  </w:num>
  <w:num w:numId="24" w16cid:durableId="2054621264">
    <w:abstractNumId w:val="19"/>
  </w:num>
  <w:num w:numId="25" w16cid:durableId="227958128">
    <w:abstractNumId w:val="11"/>
  </w:num>
  <w:num w:numId="26" w16cid:durableId="1716202031">
    <w:abstractNumId w:val="30"/>
  </w:num>
  <w:num w:numId="27" w16cid:durableId="2086144152">
    <w:abstractNumId w:val="20"/>
  </w:num>
  <w:num w:numId="28" w16cid:durableId="56756291">
    <w:abstractNumId w:val="17"/>
  </w:num>
  <w:num w:numId="29" w16cid:durableId="1934629703">
    <w:abstractNumId w:val="22"/>
  </w:num>
  <w:num w:numId="30" w16cid:durableId="697000536">
    <w:abstractNumId w:val="27"/>
  </w:num>
  <w:num w:numId="31" w16cid:durableId="1616206329">
    <w:abstractNumId w:val="24"/>
  </w:num>
  <w:num w:numId="32" w16cid:durableId="1591887448">
    <w:abstractNumId w:val="13"/>
  </w:num>
  <w:num w:numId="33" w16cid:durableId="709569919">
    <w:abstractNumId w:val="29"/>
  </w:num>
  <w:num w:numId="34" w16cid:durableId="2105567440">
    <w:abstractNumId w:val="28"/>
  </w:num>
  <w:num w:numId="35" w16cid:durableId="353465139">
    <w:abstractNumId w:val="21"/>
  </w:num>
  <w:num w:numId="36" w16cid:durableId="1214777873">
    <w:abstractNumId w:val="34"/>
  </w:num>
  <w:num w:numId="37" w16cid:durableId="164681095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821"/>
    <w:rsid w:val="00002B0B"/>
    <w:rsid w:val="00012B43"/>
    <w:rsid w:val="00014096"/>
    <w:rsid w:val="000170AA"/>
    <w:rsid w:val="00020E84"/>
    <w:rsid w:val="00025552"/>
    <w:rsid w:val="0002561C"/>
    <w:rsid w:val="00027E83"/>
    <w:rsid w:val="00072DF3"/>
    <w:rsid w:val="000827ED"/>
    <w:rsid w:val="00082943"/>
    <w:rsid w:val="000926EC"/>
    <w:rsid w:val="00093B31"/>
    <w:rsid w:val="00095054"/>
    <w:rsid w:val="000E355E"/>
    <w:rsid w:val="000F078A"/>
    <w:rsid w:val="000F214A"/>
    <w:rsid w:val="00102ABF"/>
    <w:rsid w:val="00111220"/>
    <w:rsid w:val="00112790"/>
    <w:rsid w:val="00112B7D"/>
    <w:rsid w:val="00116E5A"/>
    <w:rsid w:val="00121664"/>
    <w:rsid w:val="00135F2D"/>
    <w:rsid w:val="001376B0"/>
    <w:rsid w:val="00140770"/>
    <w:rsid w:val="00163718"/>
    <w:rsid w:val="001700A7"/>
    <w:rsid w:val="0017577B"/>
    <w:rsid w:val="001964E8"/>
    <w:rsid w:val="00197F56"/>
    <w:rsid w:val="001A1D30"/>
    <w:rsid w:val="001A37D8"/>
    <w:rsid w:val="001B1585"/>
    <w:rsid w:val="001C41A4"/>
    <w:rsid w:val="001C4966"/>
    <w:rsid w:val="001C7E9D"/>
    <w:rsid w:val="001D2CA6"/>
    <w:rsid w:val="001D4646"/>
    <w:rsid w:val="001E21F0"/>
    <w:rsid w:val="001E494D"/>
    <w:rsid w:val="001F4929"/>
    <w:rsid w:val="001F75D4"/>
    <w:rsid w:val="00201899"/>
    <w:rsid w:val="00204931"/>
    <w:rsid w:val="00210897"/>
    <w:rsid w:val="00214A4C"/>
    <w:rsid w:val="00221BD7"/>
    <w:rsid w:val="002278D7"/>
    <w:rsid w:val="0023158D"/>
    <w:rsid w:val="00233A90"/>
    <w:rsid w:val="00233F0D"/>
    <w:rsid w:val="00236B5D"/>
    <w:rsid w:val="00241042"/>
    <w:rsid w:val="00257FCC"/>
    <w:rsid w:val="0026322F"/>
    <w:rsid w:val="00264307"/>
    <w:rsid w:val="00267B3E"/>
    <w:rsid w:val="00272128"/>
    <w:rsid w:val="00272EDD"/>
    <w:rsid w:val="00283E26"/>
    <w:rsid w:val="00287133"/>
    <w:rsid w:val="002871E7"/>
    <w:rsid w:val="00292150"/>
    <w:rsid w:val="002C58B7"/>
    <w:rsid w:val="002D3A7D"/>
    <w:rsid w:val="002E772E"/>
    <w:rsid w:val="002F19C3"/>
    <w:rsid w:val="002F5666"/>
    <w:rsid w:val="00300C04"/>
    <w:rsid w:val="00302666"/>
    <w:rsid w:val="00302EA1"/>
    <w:rsid w:val="003155EE"/>
    <w:rsid w:val="00316C61"/>
    <w:rsid w:val="00324FAE"/>
    <w:rsid w:val="00331A76"/>
    <w:rsid w:val="00332F97"/>
    <w:rsid w:val="0033471B"/>
    <w:rsid w:val="003443DB"/>
    <w:rsid w:val="003520DE"/>
    <w:rsid w:val="00353BBB"/>
    <w:rsid w:val="00364AB1"/>
    <w:rsid w:val="00365AC7"/>
    <w:rsid w:val="00373432"/>
    <w:rsid w:val="003759EE"/>
    <w:rsid w:val="00377059"/>
    <w:rsid w:val="003908FB"/>
    <w:rsid w:val="0039177B"/>
    <w:rsid w:val="00394C33"/>
    <w:rsid w:val="00396BCA"/>
    <w:rsid w:val="003A1455"/>
    <w:rsid w:val="003A34B3"/>
    <w:rsid w:val="003B02A4"/>
    <w:rsid w:val="003B2FAB"/>
    <w:rsid w:val="003C0B4A"/>
    <w:rsid w:val="003E12E6"/>
    <w:rsid w:val="003F19E2"/>
    <w:rsid w:val="003F751D"/>
    <w:rsid w:val="00401F19"/>
    <w:rsid w:val="00406AF7"/>
    <w:rsid w:val="004139A4"/>
    <w:rsid w:val="00420CBC"/>
    <w:rsid w:val="00420FCC"/>
    <w:rsid w:val="004302C8"/>
    <w:rsid w:val="004428BB"/>
    <w:rsid w:val="00454049"/>
    <w:rsid w:val="00455D9E"/>
    <w:rsid w:val="00482586"/>
    <w:rsid w:val="0048709F"/>
    <w:rsid w:val="00493270"/>
    <w:rsid w:val="00495214"/>
    <w:rsid w:val="004A5042"/>
    <w:rsid w:val="004B0E2D"/>
    <w:rsid w:val="004C3C44"/>
    <w:rsid w:val="004D1F4D"/>
    <w:rsid w:val="004D429D"/>
    <w:rsid w:val="004D4A0D"/>
    <w:rsid w:val="004E0D13"/>
    <w:rsid w:val="004E1CBE"/>
    <w:rsid w:val="004E2C75"/>
    <w:rsid w:val="004F350B"/>
    <w:rsid w:val="004F44E8"/>
    <w:rsid w:val="0051094D"/>
    <w:rsid w:val="00513F18"/>
    <w:rsid w:val="00520E79"/>
    <w:rsid w:val="00531ED3"/>
    <w:rsid w:val="005546A8"/>
    <w:rsid w:val="00565BDD"/>
    <w:rsid w:val="00572E5C"/>
    <w:rsid w:val="00591536"/>
    <w:rsid w:val="005A2537"/>
    <w:rsid w:val="005B10A2"/>
    <w:rsid w:val="005D1BA5"/>
    <w:rsid w:val="005D6FE5"/>
    <w:rsid w:val="005E0D61"/>
    <w:rsid w:val="005E41AD"/>
    <w:rsid w:val="005E70DE"/>
    <w:rsid w:val="00601872"/>
    <w:rsid w:val="0060342E"/>
    <w:rsid w:val="006038F1"/>
    <w:rsid w:val="00603DFF"/>
    <w:rsid w:val="006045B5"/>
    <w:rsid w:val="00606D11"/>
    <w:rsid w:val="00610223"/>
    <w:rsid w:val="0061308E"/>
    <w:rsid w:val="0061543B"/>
    <w:rsid w:val="00621BA3"/>
    <w:rsid w:val="00635D05"/>
    <w:rsid w:val="00636476"/>
    <w:rsid w:val="00654387"/>
    <w:rsid w:val="00666141"/>
    <w:rsid w:val="006770E0"/>
    <w:rsid w:val="00682BB0"/>
    <w:rsid w:val="00686E71"/>
    <w:rsid w:val="0069100F"/>
    <w:rsid w:val="006A085D"/>
    <w:rsid w:val="006A7215"/>
    <w:rsid w:val="006B0BCA"/>
    <w:rsid w:val="006B4545"/>
    <w:rsid w:val="006B5BF1"/>
    <w:rsid w:val="006C419C"/>
    <w:rsid w:val="006D1EB1"/>
    <w:rsid w:val="006D4124"/>
    <w:rsid w:val="006D6C13"/>
    <w:rsid w:val="006E46A5"/>
    <w:rsid w:val="006E7D9D"/>
    <w:rsid w:val="006F24BC"/>
    <w:rsid w:val="006F4B0E"/>
    <w:rsid w:val="007038BC"/>
    <w:rsid w:val="00703C47"/>
    <w:rsid w:val="00716A86"/>
    <w:rsid w:val="00721D93"/>
    <w:rsid w:val="00722218"/>
    <w:rsid w:val="00723670"/>
    <w:rsid w:val="00726152"/>
    <w:rsid w:val="007445B6"/>
    <w:rsid w:val="00744704"/>
    <w:rsid w:val="0074626A"/>
    <w:rsid w:val="00747CCF"/>
    <w:rsid w:val="007521BB"/>
    <w:rsid w:val="007550AE"/>
    <w:rsid w:val="00764C66"/>
    <w:rsid w:val="00773485"/>
    <w:rsid w:val="00776A38"/>
    <w:rsid w:val="0078111B"/>
    <w:rsid w:val="007901F1"/>
    <w:rsid w:val="007904CE"/>
    <w:rsid w:val="007A18A5"/>
    <w:rsid w:val="007B342E"/>
    <w:rsid w:val="007C18D0"/>
    <w:rsid w:val="007C4D23"/>
    <w:rsid w:val="007D34DA"/>
    <w:rsid w:val="007D4001"/>
    <w:rsid w:val="007E1C55"/>
    <w:rsid w:val="007E1DDA"/>
    <w:rsid w:val="007F2446"/>
    <w:rsid w:val="007F7384"/>
    <w:rsid w:val="008002D3"/>
    <w:rsid w:val="00807E7D"/>
    <w:rsid w:val="008154CB"/>
    <w:rsid w:val="008433FE"/>
    <w:rsid w:val="008579C8"/>
    <w:rsid w:val="0086147D"/>
    <w:rsid w:val="008644F0"/>
    <w:rsid w:val="00870C41"/>
    <w:rsid w:val="00875DDD"/>
    <w:rsid w:val="008869BB"/>
    <w:rsid w:val="008A515A"/>
    <w:rsid w:val="008A6921"/>
    <w:rsid w:val="008B3AFD"/>
    <w:rsid w:val="008B4258"/>
    <w:rsid w:val="008B669C"/>
    <w:rsid w:val="008D424E"/>
    <w:rsid w:val="008D7E91"/>
    <w:rsid w:val="008F31B5"/>
    <w:rsid w:val="008F4606"/>
    <w:rsid w:val="008F6B2A"/>
    <w:rsid w:val="009027CB"/>
    <w:rsid w:val="00912309"/>
    <w:rsid w:val="00913DEE"/>
    <w:rsid w:val="00925C78"/>
    <w:rsid w:val="00936576"/>
    <w:rsid w:val="009523DD"/>
    <w:rsid w:val="009619D3"/>
    <w:rsid w:val="00963915"/>
    <w:rsid w:val="00966B39"/>
    <w:rsid w:val="00975821"/>
    <w:rsid w:val="0097650D"/>
    <w:rsid w:val="009800A2"/>
    <w:rsid w:val="009A2475"/>
    <w:rsid w:val="009A26A8"/>
    <w:rsid w:val="009A4616"/>
    <w:rsid w:val="009A6EEC"/>
    <w:rsid w:val="009B0D65"/>
    <w:rsid w:val="009B4135"/>
    <w:rsid w:val="009B6685"/>
    <w:rsid w:val="009C5C43"/>
    <w:rsid w:val="009C63DA"/>
    <w:rsid w:val="009C68D0"/>
    <w:rsid w:val="009C759E"/>
    <w:rsid w:val="009D216E"/>
    <w:rsid w:val="009D39C9"/>
    <w:rsid w:val="009D59B0"/>
    <w:rsid w:val="009F2144"/>
    <w:rsid w:val="009F32F5"/>
    <w:rsid w:val="009F5CF0"/>
    <w:rsid w:val="009F65BD"/>
    <w:rsid w:val="009F6E20"/>
    <w:rsid w:val="00A05DBE"/>
    <w:rsid w:val="00A14825"/>
    <w:rsid w:val="00A224AE"/>
    <w:rsid w:val="00A30D5A"/>
    <w:rsid w:val="00A56B7D"/>
    <w:rsid w:val="00A602F2"/>
    <w:rsid w:val="00A72AE8"/>
    <w:rsid w:val="00A75C5A"/>
    <w:rsid w:val="00A95D64"/>
    <w:rsid w:val="00AB583A"/>
    <w:rsid w:val="00AD55C2"/>
    <w:rsid w:val="00AD5E4C"/>
    <w:rsid w:val="00AD70FA"/>
    <w:rsid w:val="00AF24CA"/>
    <w:rsid w:val="00AF4AFC"/>
    <w:rsid w:val="00B02B4B"/>
    <w:rsid w:val="00B05F23"/>
    <w:rsid w:val="00B07F0A"/>
    <w:rsid w:val="00B25655"/>
    <w:rsid w:val="00B26EE3"/>
    <w:rsid w:val="00B36B4E"/>
    <w:rsid w:val="00B414F8"/>
    <w:rsid w:val="00B42AC7"/>
    <w:rsid w:val="00B51A61"/>
    <w:rsid w:val="00B57324"/>
    <w:rsid w:val="00B57D48"/>
    <w:rsid w:val="00B603AD"/>
    <w:rsid w:val="00B7191F"/>
    <w:rsid w:val="00B752CF"/>
    <w:rsid w:val="00B76355"/>
    <w:rsid w:val="00B816BD"/>
    <w:rsid w:val="00B84316"/>
    <w:rsid w:val="00B93FDC"/>
    <w:rsid w:val="00BB4E64"/>
    <w:rsid w:val="00BB75B6"/>
    <w:rsid w:val="00BC37B7"/>
    <w:rsid w:val="00BC3D22"/>
    <w:rsid w:val="00BC6DD8"/>
    <w:rsid w:val="00BD06C7"/>
    <w:rsid w:val="00BD5B48"/>
    <w:rsid w:val="00BD7C64"/>
    <w:rsid w:val="00BE11CD"/>
    <w:rsid w:val="00BE2AD0"/>
    <w:rsid w:val="00BE7A0D"/>
    <w:rsid w:val="00BF328F"/>
    <w:rsid w:val="00BF65EC"/>
    <w:rsid w:val="00BF73ED"/>
    <w:rsid w:val="00C01914"/>
    <w:rsid w:val="00C02C0C"/>
    <w:rsid w:val="00C16CFD"/>
    <w:rsid w:val="00C218C1"/>
    <w:rsid w:val="00C26107"/>
    <w:rsid w:val="00C44EEE"/>
    <w:rsid w:val="00C65E17"/>
    <w:rsid w:val="00C74D27"/>
    <w:rsid w:val="00C777B3"/>
    <w:rsid w:val="00C81C5D"/>
    <w:rsid w:val="00C8321A"/>
    <w:rsid w:val="00CA5D47"/>
    <w:rsid w:val="00CC2DE4"/>
    <w:rsid w:val="00CC4FB8"/>
    <w:rsid w:val="00CD2E9A"/>
    <w:rsid w:val="00CD6A3C"/>
    <w:rsid w:val="00CF68D7"/>
    <w:rsid w:val="00D01FDD"/>
    <w:rsid w:val="00D0621D"/>
    <w:rsid w:val="00D178F9"/>
    <w:rsid w:val="00D22BA9"/>
    <w:rsid w:val="00D24054"/>
    <w:rsid w:val="00D25BD0"/>
    <w:rsid w:val="00D3032A"/>
    <w:rsid w:val="00D37ADA"/>
    <w:rsid w:val="00D4156B"/>
    <w:rsid w:val="00D4593B"/>
    <w:rsid w:val="00D57F65"/>
    <w:rsid w:val="00D91850"/>
    <w:rsid w:val="00DA26DB"/>
    <w:rsid w:val="00DA5B31"/>
    <w:rsid w:val="00DA6054"/>
    <w:rsid w:val="00DC24D2"/>
    <w:rsid w:val="00DD3AA5"/>
    <w:rsid w:val="00DD43EA"/>
    <w:rsid w:val="00DD6463"/>
    <w:rsid w:val="00DF15A2"/>
    <w:rsid w:val="00DF16A2"/>
    <w:rsid w:val="00DF3027"/>
    <w:rsid w:val="00DF377D"/>
    <w:rsid w:val="00E03345"/>
    <w:rsid w:val="00E1011C"/>
    <w:rsid w:val="00E15535"/>
    <w:rsid w:val="00E2085D"/>
    <w:rsid w:val="00E20BF3"/>
    <w:rsid w:val="00E261B8"/>
    <w:rsid w:val="00E27164"/>
    <w:rsid w:val="00E32E6A"/>
    <w:rsid w:val="00E46B3B"/>
    <w:rsid w:val="00E51BED"/>
    <w:rsid w:val="00E56CFF"/>
    <w:rsid w:val="00E6059D"/>
    <w:rsid w:val="00E64735"/>
    <w:rsid w:val="00E65C0F"/>
    <w:rsid w:val="00E7559B"/>
    <w:rsid w:val="00E76E48"/>
    <w:rsid w:val="00E80C48"/>
    <w:rsid w:val="00E813D6"/>
    <w:rsid w:val="00E8373E"/>
    <w:rsid w:val="00E850FB"/>
    <w:rsid w:val="00E85D32"/>
    <w:rsid w:val="00E94A9D"/>
    <w:rsid w:val="00EA108D"/>
    <w:rsid w:val="00EA1127"/>
    <w:rsid w:val="00EA119E"/>
    <w:rsid w:val="00EA282E"/>
    <w:rsid w:val="00EB3F43"/>
    <w:rsid w:val="00EC3395"/>
    <w:rsid w:val="00ED4447"/>
    <w:rsid w:val="00EE122F"/>
    <w:rsid w:val="00EE1F2F"/>
    <w:rsid w:val="00F00EB2"/>
    <w:rsid w:val="00F0412A"/>
    <w:rsid w:val="00F059FC"/>
    <w:rsid w:val="00F064C4"/>
    <w:rsid w:val="00F17066"/>
    <w:rsid w:val="00F2038B"/>
    <w:rsid w:val="00F2179E"/>
    <w:rsid w:val="00F343C9"/>
    <w:rsid w:val="00F4394C"/>
    <w:rsid w:val="00F46F1A"/>
    <w:rsid w:val="00F64283"/>
    <w:rsid w:val="00F71AE6"/>
    <w:rsid w:val="00F7552C"/>
    <w:rsid w:val="00F75DEE"/>
    <w:rsid w:val="00F87156"/>
    <w:rsid w:val="00F917E2"/>
    <w:rsid w:val="00F939A8"/>
    <w:rsid w:val="00FA33FD"/>
    <w:rsid w:val="00FA6E4C"/>
    <w:rsid w:val="00FC16CC"/>
    <w:rsid w:val="00FC350A"/>
    <w:rsid w:val="00FE479C"/>
    <w:rsid w:val="00FF06A7"/>
    <w:rsid w:val="00FF5096"/>
    <w:rsid w:val="00FF6BD6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B5A370"/>
  <w14:defaultImageDpi w14:val="96"/>
  <w15:docId w15:val="{54FA9E6E-35D0-402A-9FA3-9E181C0FB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2F5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 w:cs="Arial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rsid w:val="00020E84"/>
    <w:pPr>
      <w:keepNext/>
      <w:keepLines/>
      <w:suppressAutoHyphens/>
      <w:autoSpaceDE/>
      <w:autoSpaceDN/>
      <w:adjustRightInd/>
      <w:spacing w:before="480"/>
      <w:outlineLvl w:val="0"/>
    </w:pPr>
    <w:rPr>
      <w:rFonts w:ascii="Cambria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20E84"/>
    <w:rPr>
      <w:rFonts w:ascii="Cambria" w:hAnsi="Cambria" w:cs="Times New Roman"/>
      <w:b/>
      <w:color w:val="365F91"/>
      <w:kern w:val="1"/>
      <w:sz w:val="28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customStyle="1" w:styleId="divsyspart">
    <w:name w:val="div.syspart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proms">
    <w:name w:val="h3.proms"/>
    <w:uiPriority w:val="99"/>
    <w:pPr>
      <w:widowControl w:val="0"/>
      <w:autoSpaceDE w:val="0"/>
      <w:autoSpaceDN w:val="0"/>
      <w:adjustRightInd w:val="0"/>
      <w:spacing w:before="240"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czasoplinks">
    <w:name w:val=".czasoplinks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odstawaprawna">
    <w:name w:val=".podstawaprawna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equation">
    <w:name w:val="div.equation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rok">
    <w:name w:val=".krok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linkzalacznik">
    <w:name w:val="a.linkzalaczni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4"/>
      <w:szCs w:val="14"/>
    </w:rPr>
  </w:style>
  <w:style w:type="paragraph" w:customStyle="1" w:styleId="divnumery-box">
    <w:name w:val="div.numery-box"/>
    <w:uiPriority w:val="99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tresc">
    <w:name w:val=".ramkaprzyklad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commcont">
    <w:name w:val=".commcont"/>
    <w:uiPriority w:val="99"/>
    <w:pPr>
      <w:widowControl w:val="0"/>
      <w:autoSpaceDE w:val="0"/>
      <w:autoSpaceDN w:val="0"/>
      <w:adjustRightInd w:val="0"/>
      <w:spacing w:before="60"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linkzalacznik">
    <w:name w:val="p.linkzalacznik"/>
    <w:uiPriority w:val="99"/>
    <w:pPr>
      <w:widowControl w:val="0"/>
      <w:autoSpaceDE w:val="0"/>
      <w:autoSpaceDN w:val="0"/>
      <w:adjustRightInd w:val="0"/>
      <w:spacing w:before="8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left">
    <w:name w:val="h2.srodpodtytulleft"/>
    <w:uiPriority w:val="99"/>
    <w:pPr>
      <w:widowControl w:val="0"/>
      <w:autoSpaceDE w:val="0"/>
      <w:autoSpaceDN w:val="0"/>
      <w:adjustRightInd w:val="0"/>
      <w:spacing w:before="440" w:after="80" w:line="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bibshort">
    <w:name w:val=".bibshort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header1">
    <w:name w:val="td.metcellheader1"/>
    <w:uiPriority w:val="99"/>
    <w:pPr>
      <w:widowControl w:val="0"/>
      <w:autoSpaceDE w:val="0"/>
      <w:autoSpaceDN w:val="0"/>
      <w:adjustRightInd w:val="0"/>
      <w:spacing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ul">
    <w:name w:val="p.srodtytul"/>
    <w:uiPriority w:val="99"/>
    <w:pPr>
      <w:widowControl w:val="0"/>
      <w:autoSpaceDE w:val="0"/>
      <w:autoSpaceDN w:val="0"/>
      <w:adjustRightInd w:val="0"/>
      <w:spacing w:before="200" w:after="8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ktnum">
    <w:name w:val="div.pktnum"/>
    <w:uiPriority w:val="99"/>
    <w:pPr>
      <w:widowControl w:val="0"/>
      <w:autoSpaceDE w:val="0"/>
      <w:autoSpaceDN w:val="0"/>
      <w:adjustRightInd w:val="0"/>
      <w:spacing w:after="0"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versions-list-document-title">
    <w:name w:val="td.versions-list-document-title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ookbannerimg">
    <w:name w:val=".bookbannerimg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ad">
    <w:name w:val=".lead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zmtable">
    <w:name w:val=".zmtable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">
    <w:name w:val="h1.frontpage_nadpis"/>
    <w:uiPriority w:val="99"/>
    <w:pPr>
      <w:widowControl w:val="0"/>
      <w:autoSpaceDE w:val="0"/>
      <w:autoSpaceDN w:val="0"/>
      <w:adjustRightInd w:val="0"/>
      <w:spacing w:before="280" w:after="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ozdobnyspis">
    <w:name w:val=".ozdobnyspi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h3modul">
    <w:name w:val="h3.modul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10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divsystemspacer">
    <w:name w:val="div.systemspacer"/>
    <w:uiPriority w:val="99"/>
    <w:pPr>
      <w:widowControl w:val="0"/>
      <w:autoSpaceDE w:val="0"/>
      <w:autoSpaceDN w:val="0"/>
      <w:adjustRightInd w:val="0"/>
      <w:spacing w:before="340"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">
    <w:name w:val="table.main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czarna">
    <w:name w:val=".ramkaczarna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odulmain">
    <w:name w:val="table.modul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toctitlenolink">
    <w:name w:val="p.toctitlenolink"/>
    <w:uiPriority w:val="99"/>
    <w:pPr>
      <w:widowControl w:val="0"/>
      <w:autoSpaceDE w:val="0"/>
      <w:autoSpaceDN w:val="0"/>
      <w:adjustRightInd w:val="0"/>
      <w:spacing w:before="140" w:after="0" w:line="40" w:lineRule="atLeast"/>
      <w:ind w:left="80"/>
      <w:jc w:val="both"/>
    </w:pPr>
    <w:rPr>
      <w:rFonts w:ascii="Helvetica" w:hAnsi="Helvetica" w:cs="Helvetica"/>
      <w:b/>
      <w:bCs/>
      <w:color w:val="000000"/>
    </w:rPr>
  </w:style>
  <w:style w:type="paragraph" w:customStyle="1" w:styleId="booktitlefrontpage">
    <w:name w:val=".booktitlefrontpage"/>
    <w:uiPriority w:val="99"/>
    <w:pPr>
      <w:widowControl w:val="0"/>
      <w:autoSpaceDE w:val="0"/>
      <w:autoSpaceDN w:val="0"/>
      <w:adjustRightInd w:val="0"/>
      <w:spacing w:before="1160" w:after="0" w:line="360" w:lineRule="atLeast"/>
      <w:ind w:left="660"/>
      <w:jc w:val="center"/>
    </w:pPr>
    <w:rPr>
      <w:rFonts w:ascii="Helvetica" w:hAnsi="Helvetica" w:cs="Helvetica"/>
      <w:color w:val="000000"/>
      <w:sz w:val="26"/>
      <w:szCs w:val="26"/>
    </w:rPr>
  </w:style>
  <w:style w:type="paragraph" w:customStyle="1" w:styleId="doc">
    <w:name w:val=".doc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infoakt">
    <w:name w:val="table.infoak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tablebeckstartprawomiejscowe">
    <w:name w:val="table.beckstartprawomiejscow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doclink">
    <w:name w:val=".temp_doc_lin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eckstartboxinforreplace">
    <w:name w:val=".beckstartboxinforreplac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leftnote">
    <w:name w:val=".leftnote"/>
    <w:uiPriority w:val="99"/>
    <w:pPr>
      <w:widowControl w:val="0"/>
      <w:autoSpaceDE w:val="0"/>
      <w:autoSpaceDN w:val="0"/>
      <w:adjustRightInd w:val="0"/>
      <w:spacing w:before="80" w:after="0" w:line="40" w:lineRule="atLeast"/>
      <w:ind w:right="100"/>
      <w:jc w:val="right"/>
    </w:pPr>
    <w:rPr>
      <w:rFonts w:ascii="Helvetica" w:hAnsi="Helvetica" w:cs="Helvetica"/>
      <w:b/>
      <w:bCs/>
      <w:color w:val="808080"/>
      <w:sz w:val="18"/>
      <w:szCs w:val="18"/>
    </w:rPr>
  </w:style>
  <w:style w:type="paragraph" w:customStyle="1" w:styleId="tdstart">
    <w:name w:val="td.star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divceneteredimage">
    <w:name w:val="div.ceneteredimag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4proms">
    <w:name w:val="h4.prom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666666"/>
      <w:sz w:val="18"/>
      <w:szCs w:val="18"/>
    </w:rPr>
  </w:style>
  <w:style w:type="paragraph" w:customStyle="1" w:styleId="p">
    <w:name w:val="p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artcont">
    <w:name w:val="div.artcont"/>
    <w:uiPriority w:val="99"/>
    <w:pPr>
      <w:widowControl w:val="0"/>
      <w:autoSpaceDE w:val="0"/>
      <w:autoSpaceDN w:val="0"/>
      <w:adjustRightInd w:val="0"/>
      <w:spacing w:before="80" w:after="0" w:line="22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panstrona">
    <w:name w:val="span.stron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divabstract">
    <w:name w:val="div.abstract"/>
    <w:uiPriority w:val="99"/>
    <w:pPr>
      <w:widowControl w:val="0"/>
      <w:autoSpaceDE w:val="0"/>
      <w:autoSpaceDN w:val="0"/>
      <w:adjustRightInd w:val="0"/>
      <w:spacing w:before="18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msonormaltable0">
    <w:name w:val=".msonormaltable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divbookpunkt">
    <w:name w:val="div.bookpunkt"/>
    <w:uiPriority w:val="9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rok">
    <w:name w:val="h1.frontpage_rok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tdmetrictitle">
    <w:name w:val="td.metric_titl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resc">
    <w:name w:val=".bibtresc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zdobnyspisnotfirst">
    <w:name w:val=".ozdobnyspisnotfirst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ul">
    <w:name w:val="ul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rzmtablerowinner">
    <w:name w:val="tr.zmtablerowinner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">
    <w:name w:val=".nrbrzeg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ramkaprzyklad">
    <w:name w:val=".ramkaprzyklad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paplabel">
    <w:name w:val=".temp_pap_lab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data">
    <w:name w:val="p.frontpage_data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ptytsystem">
    <w:name w:val="p.tytsystem"/>
    <w:uiPriority w:val="99"/>
    <w:pPr>
      <w:widowControl w:val="0"/>
      <w:autoSpaceDE w:val="0"/>
      <w:autoSpaceDN w:val="0"/>
      <w:adjustRightInd w:val="0"/>
      <w:spacing w:after="6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parinner">
    <w:name w:val="p.parinner"/>
    <w:uiPriority w:val="9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modul">
    <w:name w:val="a.modul"/>
    <w:uiPriority w:val="99"/>
    <w:pPr>
      <w:widowControl w:val="0"/>
      <w:autoSpaceDE w:val="0"/>
      <w:autoSpaceDN w:val="0"/>
      <w:adjustRightInd w:val="0"/>
      <w:spacing w:before="40" w:after="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1">
    <w:name w:val=".kompunkt1"/>
    <w:uiPriority w:val="99"/>
    <w:pPr>
      <w:widowControl w:val="0"/>
      <w:autoSpaceDE w:val="0"/>
      <w:autoSpaceDN w:val="0"/>
      <w:adjustRightInd w:val="0"/>
      <w:spacing w:after="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autor">
    <w:name w:val="h3.aut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tart">
    <w:name w:val="p.start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kompunktpunkt">
    <w:name w:val=".kompunktpunkt"/>
    <w:uiPriority w:val="99"/>
    <w:pPr>
      <w:widowControl w:val="0"/>
      <w:autoSpaceDE w:val="0"/>
      <w:autoSpaceDN w:val="0"/>
      <w:adjustRightInd w:val="0"/>
      <w:spacing w:after="0" w:line="40" w:lineRule="atLeast"/>
      <w:ind w:left="70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extline">
    <w:name w:val=".nextline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header">
    <w:name w:val="td.metcellheader"/>
    <w:uiPriority w:val="99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dmetcell">
    <w:name w:val="td.metcell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tabletitlebar">
    <w:name w:val="table.titleba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">
    <w:name w:val="td.modul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aktcell">
    <w:name w:val="td.aktcell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panel">
    <w:name w:val="table.startpan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tytulredakcji">
    <w:name w:val=".orz_tytul_redakcji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laszczorient">
    <w:name w:val="div.plaszcz_orient"/>
    <w:uiPriority w:val="99"/>
    <w:pPr>
      <w:widowControl w:val="0"/>
      <w:autoSpaceDE w:val="0"/>
      <w:autoSpaceDN w:val="0"/>
      <w:adjustRightInd w:val="0"/>
      <w:spacing w:before="340" w:after="340" w:line="40" w:lineRule="atLeast"/>
      <w:ind w:left="340" w:righ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">
    <w:name w:val="p.srodtyt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spanpagebreak">
    <w:name w:val="span.pagebreak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1">
    <w:name w:val="td.zmpubinner1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">
    <w:name w:val="h1"/>
    <w:uiPriority w:val="99"/>
    <w:pPr>
      <w:widowControl w:val="0"/>
      <w:autoSpaceDE w:val="0"/>
      <w:autoSpaceDN w:val="0"/>
      <w:adjustRightInd w:val="0"/>
      <w:spacing w:before="360" w:after="180" w:line="160" w:lineRule="atLeast"/>
    </w:pPr>
    <w:rPr>
      <w:rFonts w:ascii="Helvetica" w:hAnsi="Helvetica" w:cs="Helvetica"/>
      <w:b/>
      <w:bCs/>
      <w:color w:val="000000"/>
      <w:sz w:val="36"/>
      <w:szCs w:val="36"/>
    </w:rPr>
  </w:style>
  <w:style w:type="paragraph" w:customStyle="1" w:styleId="pmainpub">
    <w:name w:val="p.mainpub"/>
    <w:uiPriority w:val="99"/>
    <w:pPr>
      <w:widowControl w:val="0"/>
      <w:autoSpaceDE w:val="0"/>
      <w:autoSpaceDN w:val="0"/>
      <w:adjustRightInd w:val="0"/>
      <w:spacing w:after="12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tabinner">
    <w:name w:val=".tabinner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">
    <w:name w:val="h2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">
    <w:name w:val="h3"/>
    <w:uiPriority w:val="99"/>
    <w:pPr>
      <w:widowControl w:val="0"/>
      <w:autoSpaceDE w:val="0"/>
      <w:autoSpaceDN w:val="0"/>
      <w:adjustRightInd w:val="0"/>
      <w:spacing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ius">
    <w:name w:val="h1.frontpage_autor_ius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h4">
    <w:name w:val="h4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6"/>
      <w:szCs w:val="26"/>
    </w:rPr>
  </w:style>
  <w:style w:type="paragraph" w:customStyle="1" w:styleId="h5">
    <w:name w:val="h5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  <w:sz w:val="24"/>
      <w:szCs w:val="24"/>
    </w:rPr>
  </w:style>
  <w:style w:type="paragraph" w:customStyle="1" w:styleId="h6">
    <w:name w:val="h6"/>
    <w:uiPriority w:val="99"/>
    <w:pPr>
      <w:widowControl w:val="0"/>
      <w:autoSpaceDE w:val="0"/>
      <w:autoSpaceDN w:val="0"/>
      <w:adjustRightInd w:val="0"/>
      <w:spacing w:before="200" w:after="100" w:line="160" w:lineRule="atLeast"/>
    </w:pPr>
    <w:rPr>
      <w:rFonts w:ascii="Helvetica" w:hAnsi="Helvetica" w:cs="Helvetica"/>
      <w:b/>
      <w:bCs/>
      <w:color w:val="000000"/>
    </w:rPr>
  </w:style>
  <w:style w:type="paragraph" w:customStyle="1" w:styleId="tdzmpubinner3">
    <w:name w:val="td.zmpubinner3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zmpubinner2">
    <w:name w:val="td.zmpubinner2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podtytul">
    <w:name w:val=".orz_podtytul"/>
    <w:uiPriority w:val="99"/>
    <w:pPr>
      <w:widowControl w:val="0"/>
      <w:autoSpaceDE w:val="0"/>
      <w:autoSpaceDN w:val="0"/>
      <w:adjustRightInd w:val="0"/>
      <w:spacing w:before="180" w:after="10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odulmain">
    <w:name w:val="td.modul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formolarz">
    <w:name w:val=".beckformolarz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obftyt">
    <w:name w:val=".nobftyt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point">
    <w:name w:val="div.point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5">
    <w:name w:val="h2.srodpodtytul5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6">
    <w:name w:val="h2.srodpodtytul6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7">
    <w:name w:val="h2.srodpodtytul7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8">
    <w:name w:val="h2.srodpodtytul8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rel">
    <w:name w:val="td.metcellleftrel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srodpodtytul1">
    <w:name w:val="h2.srodpodtytul1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2">
    <w:name w:val="h2.srodpodtytul2"/>
    <w:uiPriority w:val="99"/>
    <w:pPr>
      <w:widowControl w:val="0"/>
      <w:autoSpaceDE w:val="0"/>
      <w:autoSpaceDN w:val="0"/>
      <w:adjustRightInd w:val="0"/>
      <w:spacing w:before="80" w:after="8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3">
    <w:name w:val="h2.srodpodtytul3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label">
    <w:name w:val=".temp_autor_labe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srodpodtytul4">
    <w:name w:val="h2.srodpodtytul4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history-current-version">
    <w:name w:val=".document-history-current-versio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divclear">
    <w:name w:val="div.clea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ukryty">
    <w:name w:val=".beckstartboxukryty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wydanie">
    <w:name w:val="h3.lego_wydani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0"/>
      <w:szCs w:val="10"/>
    </w:rPr>
  </w:style>
  <w:style w:type="paragraph" w:customStyle="1" w:styleId="ramkawazne">
    <w:name w:val=".ramkawazne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maintyt">
    <w:name w:val="h1.maintyt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komnohead">
    <w:name w:val=".komnohead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">
    <w:name w:val=".beckstartbox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rzypis">
    <w:name w:val="przypis"/>
    <w:uiPriority w:val="99"/>
    <w:pPr>
      <w:widowControl w:val="0"/>
      <w:autoSpaceDE w:val="0"/>
      <w:autoSpaceDN w:val="0"/>
      <w:adjustRightInd w:val="0"/>
      <w:spacing w:after="120" w:line="240" w:lineRule="auto"/>
    </w:pPr>
    <w:rPr>
      <w:rFonts w:ascii="Helvetica" w:hAnsi="Helvetica" w:cs="Helvetica"/>
      <w:color w:val="000000"/>
      <w:sz w:val="16"/>
      <w:szCs w:val="16"/>
    </w:rPr>
  </w:style>
  <w:style w:type="paragraph" w:customStyle="1" w:styleId="ramkawaznetresc">
    <w:name w:val=".ramkawazne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dstep">
    <w:name w:val="div.odstep"/>
    <w:uiPriority w:val="99"/>
    <w:pPr>
      <w:widowControl w:val="0"/>
      <w:autoSpaceDE w:val="0"/>
      <w:autoSpaceDN w:val="0"/>
      <w:adjustRightInd w:val="0"/>
      <w:spacing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lbibpkt">
    <w:name w:val="ol.bibpkt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url-search-hit">
    <w:name w:val="a.url-search-hit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4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komrow">
    <w:name w:val=".komrow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umerlink1">
    <w:name w:val=".numerlink1"/>
    <w:uiPriority w:val="99"/>
    <w:pPr>
      <w:widowControl w:val="0"/>
      <w:autoSpaceDE w:val="0"/>
      <w:autoSpaceDN w:val="0"/>
      <w:adjustRightInd w:val="0"/>
      <w:spacing w:after="0" w:line="360" w:lineRule="atLeast"/>
      <w:ind w:right="1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9">
    <w:name w:val="h2.srodpodtytul9"/>
    <w:uiPriority w:val="99"/>
    <w:pPr>
      <w:widowControl w:val="0"/>
      <w:autoSpaceDE w:val="0"/>
      <w:autoSpaceDN w:val="0"/>
      <w:adjustRightInd w:val="0"/>
      <w:spacing w:before="20" w:after="2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hrsysrule">
    <w:name w:val="hr.sys_rule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start">
    <w:name w:val="h3.start"/>
    <w:uiPriority w:val="99"/>
    <w:pPr>
      <w:widowControl w:val="0"/>
      <w:autoSpaceDE w:val="0"/>
      <w:autoSpaceDN w:val="0"/>
      <w:adjustRightInd w:val="0"/>
      <w:spacing w:before="240" w:after="240" w:line="40" w:lineRule="atLeast"/>
      <w:ind w:left="240" w:right="240"/>
      <w:jc w:val="both"/>
    </w:pPr>
    <w:rPr>
      <w:rFonts w:ascii="Helvetica" w:hAnsi="Helvetica" w:cs="Helvetica"/>
      <w:b/>
      <w:bCs/>
      <w:color w:val="B52022"/>
      <w:sz w:val="20"/>
      <w:szCs w:val="20"/>
    </w:rPr>
  </w:style>
  <w:style w:type="paragraph" w:customStyle="1" w:styleId="tabtransp">
    <w:name w:val=".tabtransp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eadmore">
    <w:name w:val=".read_more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quotblock">
    <w:name w:val="div.quotblock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pinf">
    <w:name w:val="p.inf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ktnum1">
    <w:name w:val="div.pktnum1"/>
    <w:uiPriority w:val="99"/>
    <w:pPr>
      <w:widowControl w:val="0"/>
      <w:autoSpaceDE w:val="0"/>
      <w:autoSpaceDN w:val="0"/>
      <w:adjustRightInd w:val="0"/>
      <w:spacing w:after="0" w:line="40" w:lineRule="atLeast"/>
      <w:ind w:right="40"/>
      <w:jc w:val="right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2legotitle">
    <w:name w:val="h2.lego_title"/>
    <w:uiPriority w:val="99"/>
    <w:pPr>
      <w:widowControl w:val="0"/>
      <w:autoSpaceDE w:val="0"/>
      <w:autoSpaceDN w:val="0"/>
      <w:adjustRightInd w:val="0"/>
      <w:spacing w:before="120" w:after="12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tableindex">
    <w:name w:val="table.index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ocument-fragment">
    <w:name w:val=".document-fragment"/>
    <w:uiPriority w:val="99"/>
    <w:pPr>
      <w:widowControl w:val="0"/>
      <w:autoSpaceDE w:val="0"/>
      <w:autoSpaceDN w:val="0"/>
      <w:adjustRightInd w:val="0"/>
      <w:spacing w:after="0" w:line="40" w:lineRule="atLeast"/>
      <w:ind w:righ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laszczszczegol">
    <w:name w:val="div.plaszcz_szczego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4"/>
      <w:szCs w:val="14"/>
    </w:rPr>
  </w:style>
  <w:style w:type="paragraph" w:customStyle="1" w:styleId="divpkt">
    <w:name w:val="div.pkt"/>
    <w:uiPriority w:val="99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tytul">
    <w:name w:val="h2.srodtytul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center"/>
    </w:pPr>
    <w:rPr>
      <w:rFonts w:ascii="Helvetica" w:hAnsi="Helvetica" w:cs="Helvetica"/>
      <w:color w:val="000000"/>
    </w:rPr>
  </w:style>
  <w:style w:type="paragraph" w:customStyle="1" w:styleId="pkttyt">
    <w:name w:val=".pkttyt"/>
    <w:uiPriority w:val="99"/>
    <w:pPr>
      <w:widowControl w:val="0"/>
      <w:autoSpaceDE w:val="0"/>
      <w:autoSpaceDN w:val="0"/>
      <w:adjustRightInd w:val="0"/>
      <w:spacing w:after="6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chapter">
    <w:name w:val="h1.chapter"/>
    <w:uiPriority w:val="99"/>
    <w:pPr>
      <w:widowControl w:val="0"/>
      <w:autoSpaceDE w:val="0"/>
      <w:autoSpaceDN w:val="0"/>
      <w:adjustRightInd w:val="0"/>
      <w:spacing w:before="180" w:after="0" w:line="180" w:lineRule="atLeast"/>
      <w:jc w:val="center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bibtable">
    <w:name w:val=".bibtable"/>
    <w:uiPriority w:val="99"/>
    <w:pPr>
      <w:widowControl w:val="0"/>
      <w:autoSpaceDE w:val="0"/>
      <w:autoSpaceDN w:val="0"/>
      <w:adjustRightInd w:val="0"/>
      <w:spacing w:before="140" w:after="140" w:line="40" w:lineRule="atLeast"/>
      <w:jc w:val="both"/>
    </w:pPr>
    <w:rPr>
      <w:rFonts w:ascii="Helvetica" w:hAnsi="Helvetica" w:cs="Helvetica"/>
      <w:color w:val="333333"/>
      <w:sz w:val="12"/>
      <w:szCs w:val="12"/>
    </w:rPr>
  </w:style>
  <w:style w:type="paragraph" w:customStyle="1" w:styleId="beckstartboxinfor">
    <w:name w:val=".beckstartboxinf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author">
    <w:name w:val="td.metric_auth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tablekomentarzowa">
    <w:name w:val="table.komentarzowa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">
    <w:name w:val="div.para"/>
    <w:uiPriority w:val="99"/>
    <w:pPr>
      <w:widowControl w:val="0"/>
      <w:autoSpaceDE w:val="0"/>
      <w:autoSpaceDN w:val="0"/>
      <w:adjustRightInd w:val="0"/>
      <w:spacing w:before="80" w:after="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legoright">
    <w:name w:val="td.lego_right"/>
    <w:uiPriority w:val="99"/>
    <w:pPr>
      <w:widowControl w:val="0"/>
      <w:autoSpaceDE w:val="0"/>
      <w:autoSpaceDN w:val="0"/>
      <w:adjustRightInd w:val="0"/>
      <w:spacing w:before="120" w:after="120" w:line="40" w:lineRule="atLeast"/>
      <w:ind w:left="120" w:right="1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entry-text">
    <w:name w:val=".entry-text"/>
    <w:uiPriority w:val="99"/>
    <w:pPr>
      <w:widowControl w:val="0"/>
      <w:autoSpaceDE w:val="0"/>
      <w:autoSpaceDN w:val="0"/>
      <w:adjustRightInd w:val="0"/>
      <w:spacing w:after="0" w:line="40" w:lineRule="atLeast"/>
      <w:ind w:left="60"/>
      <w:jc w:val="both"/>
    </w:pPr>
    <w:rPr>
      <w:rFonts w:ascii="Helvetica" w:hAnsi="Helvetica" w:cs="Helvetica"/>
      <w:color w:val="0000FF"/>
      <w:sz w:val="14"/>
      <w:szCs w:val="14"/>
    </w:rPr>
  </w:style>
  <w:style w:type="paragraph" w:customStyle="1" w:styleId="tdmetcellright1">
    <w:name w:val="td.metcellright1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ablestartheader">
    <w:name w:val="table.startheader"/>
    <w:uiPriority w:val="99"/>
    <w:pPr>
      <w:widowControl w:val="0"/>
      <w:autoSpaceDE w:val="0"/>
      <w:autoSpaceDN w:val="0"/>
      <w:adjustRightInd w:val="0"/>
      <w:spacing w:after="24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orientacyjna">
    <w:name w:val="div.orientacyjna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beckstartbox1">
    <w:name w:val=".beckstartbox1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modul">
    <w:name w:val="p.modu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6"/>
      <w:szCs w:val="16"/>
    </w:rPr>
  </w:style>
  <w:style w:type="paragraph" w:customStyle="1" w:styleId="ramkawaznenazwa">
    <w:name w:val=".ramkawazne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ptocpagenum">
    <w:name w:val="p.tocpagenum"/>
    <w:uiPriority w:val="99"/>
    <w:pPr>
      <w:widowControl w:val="0"/>
      <w:autoSpaceDE w:val="0"/>
      <w:autoSpaceDN w:val="0"/>
      <w:adjustRightInd w:val="0"/>
      <w:spacing w:after="0" w:line="40" w:lineRule="atLeast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trmetrow">
    <w:name w:val="tr.metrow"/>
    <w:uiPriority w:val="99"/>
    <w:pPr>
      <w:widowControl w:val="0"/>
      <w:autoSpaceDE w:val="0"/>
      <w:autoSpaceDN w:val="0"/>
      <w:adjustRightInd w:val="0"/>
      <w:spacing w:before="20" w:after="20" w:line="40" w:lineRule="atLeast"/>
      <w:ind w:left="20" w:right="20"/>
      <w:jc w:val="both"/>
    </w:pPr>
    <w:rPr>
      <w:rFonts w:ascii="Helvetica" w:hAnsi="Helvetica" w:cs="Helvetica"/>
      <w:color w:val="000000"/>
      <w:sz w:val="12"/>
      <w:szCs w:val="12"/>
    </w:rPr>
  </w:style>
  <w:style w:type="paragraph" w:customStyle="1" w:styleId="psrodtyt5">
    <w:name w:val="p.srodtyt5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7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empautor">
    <w:name w:val=".temp_aut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srodtyt6">
    <w:name w:val="p.srodtyt6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80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pPr>
      <w:widowControl w:val="0"/>
      <w:autoSpaceDE w:val="0"/>
      <w:autoSpaceDN w:val="0"/>
      <w:adjustRightInd w:val="0"/>
      <w:spacing w:after="0" w:line="40" w:lineRule="atLeast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7">
    <w:name w:val="p.srodtyt7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92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owcategory">
    <w:name w:val=".rowcategory"/>
    <w:uiPriority w:val="99"/>
    <w:pPr>
      <w:widowControl w:val="0"/>
      <w:autoSpaceDE w:val="0"/>
      <w:autoSpaceDN w:val="0"/>
      <w:adjustRightInd w:val="0"/>
      <w:spacing w:before="12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dmetcellleft">
    <w:name w:val="td.metcelllef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psrodtyt1">
    <w:name w:val="p.srodtyt1"/>
    <w:uiPriority w:val="99"/>
    <w:pPr>
      <w:widowControl w:val="0"/>
      <w:autoSpaceDE w:val="0"/>
      <w:autoSpaceDN w:val="0"/>
      <w:adjustRightInd w:val="0"/>
      <w:spacing w:before="60" w:after="0" w:line="40" w:lineRule="atLeast"/>
      <w:ind w:left="260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psrodtyt2">
    <w:name w:val="p.srodtyt2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3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3">
    <w:name w:val="p.srodtyt3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4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srodtyt4">
    <w:name w:val="p.srodtyt4"/>
    <w:uiPriority w:val="99"/>
    <w:pPr>
      <w:widowControl w:val="0"/>
      <w:autoSpaceDE w:val="0"/>
      <w:autoSpaceDN w:val="0"/>
      <w:adjustRightInd w:val="0"/>
      <w:spacing w:before="40" w:after="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lemettable">
    <w:name w:val="table.mettable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tabela">
    <w:name w:val="tabel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Helvetica" w:hAnsi="Helvetica" w:cs="Helvetica"/>
      <w:color w:val="000000"/>
      <w:sz w:val="18"/>
      <w:szCs w:val="18"/>
    </w:rPr>
  </w:style>
  <w:style w:type="paragraph" w:customStyle="1" w:styleId="spancytat">
    <w:name w:val="span.cytat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FF00"/>
      <w:sz w:val="18"/>
      <w:szCs w:val="18"/>
    </w:rPr>
  </w:style>
  <w:style w:type="paragraph" w:customStyle="1" w:styleId="h2srodpodtytul">
    <w:name w:val="h2.srodpodtytul"/>
    <w:uiPriority w:val="99"/>
    <w:pPr>
      <w:widowControl w:val="0"/>
      <w:autoSpaceDE w:val="0"/>
      <w:autoSpaceDN w:val="0"/>
      <w:adjustRightInd w:val="0"/>
      <w:spacing w:before="120" w:after="80" w:line="40" w:lineRule="atLeast"/>
      <w:jc w:val="center"/>
    </w:pPr>
    <w:rPr>
      <w:rFonts w:ascii="Helvetica" w:hAnsi="Helvetica" w:cs="Helvetica"/>
      <w:color w:val="000000"/>
      <w:sz w:val="20"/>
      <w:szCs w:val="20"/>
    </w:rPr>
  </w:style>
  <w:style w:type="paragraph" w:customStyle="1" w:styleId="divstronablock">
    <w:name w:val="div.stronablock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tresc">
    <w:name w:val=".ramkaorzeczenietresc"/>
    <w:uiPriority w:val="99"/>
    <w:pPr>
      <w:widowControl w:val="0"/>
      <w:autoSpaceDE w:val="0"/>
      <w:autoSpaceDN w:val="0"/>
      <w:adjustRightInd w:val="0"/>
      <w:spacing w:before="60" w:after="60" w:line="40" w:lineRule="atLeast"/>
      <w:ind w:left="60" w:right="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3legoauthor">
    <w:name w:val="h3.lego_autho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zmtableinner">
    <w:name w:val=".zmtableinn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arttyt">
    <w:name w:val=".arttyt"/>
    <w:uiPriority w:val="99"/>
    <w:pPr>
      <w:widowControl w:val="0"/>
      <w:autoSpaceDE w:val="0"/>
      <w:autoSpaceDN w:val="0"/>
      <w:adjustRightInd w:val="0"/>
      <w:spacing w:after="60" w:line="40" w:lineRule="atLeast"/>
      <w:ind w:right="60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zmtablerowheader">
    <w:name w:val=".zmtablerowhead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hitlist-img">
    <w:name w:val=".hitlist-img"/>
    <w:uiPriority w:val="99"/>
    <w:pPr>
      <w:widowControl w:val="0"/>
      <w:autoSpaceDE w:val="0"/>
      <w:autoSpaceDN w:val="0"/>
      <w:adjustRightInd w:val="0"/>
      <w:spacing w:before="20"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orzeczenie">
    <w:name w:val=".ramkaorzeczenie"/>
    <w:uiPriority w:val="99"/>
    <w:pPr>
      <w:widowControl w:val="0"/>
      <w:autoSpaceDE w:val="0"/>
      <w:autoSpaceDN w:val="0"/>
      <w:adjustRightInd w:val="0"/>
      <w:spacing w:before="180" w:after="18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ramkaprzykladnazwa">
    <w:name w:val=".ramkaprzyklad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h1frontpagenadpisius">
    <w:name w:val="h1.frontpage_nadpis_ius"/>
    <w:uiPriority w:val="99"/>
    <w:pPr>
      <w:widowControl w:val="0"/>
      <w:autoSpaceDE w:val="0"/>
      <w:autoSpaceDN w:val="0"/>
      <w:adjustRightInd w:val="0"/>
      <w:spacing w:before="180" w:after="0" w:line="340" w:lineRule="atLeast"/>
      <w:jc w:val="both"/>
    </w:pPr>
    <w:rPr>
      <w:rFonts w:ascii="Helvetica" w:hAnsi="Helvetica" w:cs="Helvetica"/>
      <w:color w:val="000000"/>
      <w:sz w:val="28"/>
      <w:szCs w:val="28"/>
    </w:rPr>
  </w:style>
  <w:style w:type="paragraph" w:customStyle="1" w:styleId="divpicture">
    <w:name w:val="div.picture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ablemaincenter">
    <w:name w:val="table.maincent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autor">
    <w:name w:val="h1.frontpage_autor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i/>
      <w:iCs/>
      <w:color w:val="000000"/>
      <w:sz w:val="20"/>
      <w:szCs w:val="20"/>
    </w:rPr>
  </w:style>
  <w:style w:type="paragraph" w:customStyle="1" w:styleId="tdmetcellright">
    <w:name w:val="td.metcellright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right"/>
    </w:pPr>
    <w:rPr>
      <w:rFonts w:ascii="Helvetica" w:hAnsi="Helvetica" w:cs="Helvetica"/>
      <w:color w:val="000000"/>
      <w:sz w:val="18"/>
      <w:szCs w:val="18"/>
    </w:rPr>
  </w:style>
  <w:style w:type="paragraph" w:customStyle="1" w:styleId="pmain">
    <w:name w:val="p.main"/>
    <w:uiPriority w:val="99"/>
    <w:pPr>
      <w:widowControl w:val="0"/>
      <w:autoSpaceDE w:val="0"/>
      <w:autoSpaceDN w:val="0"/>
      <w:adjustRightInd w:val="0"/>
      <w:spacing w:after="0" w:line="40" w:lineRule="atLeast"/>
      <w:ind w:left="120"/>
      <w:jc w:val="both"/>
    </w:pPr>
    <w:rPr>
      <w:rFonts w:ascii="Helvetica" w:hAnsi="Helvetica" w:cs="Helvetica"/>
      <w:b/>
      <w:bCs/>
      <w:color w:val="FFFFFF"/>
      <w:sz w:val="16"/>
      <w:szCs w:val="16"/>
    </w:rPr>
  </w:style>
  <w:style w:type="paragraph" w:customStyle="1" w:styleId="iuscell">
    <w:name w:val=".iuscell"/>
    <w:uiPriority w:val="99"/>
    <w:pPr>
      <w:widowControl w:val="0"/>
      <w:autoSpaceDE w:val="0"/>
      <w:autoSpaceDN w:val="0"/>
      <w:adjustRightInd w:val="0"/>
      <w:spacing w:before="40" w:after="40" w:line="40" w:lineRule="atLeast"/>
      <w:ind w:left="40" w:right="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nrbrzegwide">
    <w:name w:val=".nrbrzegwid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808080"/>
      <w:sz w:val="18"/>
      <w:szCs w:val="18"/>
    </w:rPr>
  </w:style>
  <w:style w:type="paragraph" w:customStyle="1" w:styleId="h2proms">
    <w:name w:val="h2.proms"/>
    <w:uiPriority w:val="99"/>
    <w:pPr>
      <w:widowControl w:val="0"/>
      <w:autoSpaceDE w:val="0"/>
      <w:autoSpaceDN w:val="0"/>
      <w:adjustRightInd w:val="0"/>
      <w:spacing w:before="180" w:after="180" w:line="40" w:lineRule="atLeast"/>
      <w:ind w:left="180" w:right="180"/>
      <w:jc w:val="both"/>
    </w:pPr>
    <w:rPr>
      <w:rFonts w:ascii="Helvetica" w:hAnsi="Helvetica" w:cs="Helvetica"/>
      <w:b/>
      <w:bCs/>
      <w:color w:val="000000"/>
      <w:sz w:val="20"/>
      <w:szCs w:val="20"/>
    </w:rPr>
  </w:style>
  <w:style w:type="paragraph" w:customStyle="1" w:styleId="sub-guides">
    <w:name w:val=".sub-guides"/>
    <w:uiPriority w:val="99"/>
    <w:pPr>
      <w:widowControl w:val="0"/>
      <w:autoSpaceDE w:val="0"/>
      <w:autoSpaceDN w:val="0"/>
      <w:adjustRightInd w:val="0"/>
      <w:spacing w:after="0" w:line="40" w:lineRule="atLeast"/>
      <w:ind w:left="58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2srodpodtytulorz">
    <w:name w:val="h2.srodpodtytulorz"/>
    <w:uiPriority w:val="99"/>
    <w:pPr>
      <w:widowControl w:val="0"/>
      <w:autoSpaceDE w:val="0"/>
      <w:autoSpaceDN w:val="0"/>
      <w:adjustRightInd w:val="0"/>
      <w:spacing w:before="280" w:after="120" w:line="4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orznumer">
    <w:name w:val=".orz_numer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i/>
      <w:iCs/>
      <w:color w:val="000000"/>
      <w:sz w:val="18"/>
      <w:szCs w:val="18"/>
    </w:rPr>
  </w:style>
  <w:style w:type="paragraph" w:customStyle="1" w:styleId="ramkaorzeczenienazwa">
    <w:name w:val=".ramkaorzeczenienazwa"/>
    <w:uiPriority w:val="99"/>
    <w:pPr>
      <w:widowControl w:val="0"/>
      <w:autoSpaceDE w:val="0"/>
      <w:autoSpaceDN w:val="0"/>
      <w:adjustRightInd w:val="0"/>
      <w:spacing w:after="0" w:line="40" w:lineRule="atLeast"/>
      <w:ind w:left="60" w:right="60"/>
      <w:jc w:val="both"/>
    </w:pPr>
    <w:rPr>
      <w:rFonts w:ascii="Helvetica" w:hAnsi="Helvetica" w:cs="Helvetica"/>
      <w:b/>
      <w:bCs/>
      <w:color w:val="FFFFFF"/>
      <w:sz w:val="18"/>
      <w:szCs w:val="18"/>
    </w:rPr>
  </w:style>
  <w:style w:type="paragraph" w:customStyle="1" w:styleId="tdmain">
    <w:name w:val="td.main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FFFFFF"/>
      <w:sz w:val="18"/>
      <w:szCs w:val="18"/>
    </w:rPr>
  </w:style>
  <w:style w:type="paragraph" w:customStyle="1" w:styleId="pparorig">
    <w:name w:val="p.parorig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tdmetrictitleimg">
    <w:name w:val="td.metric_title_img"/>
    <w:uiPriority w:val="99"/>
    <w:pPr>
      <w:widowControl w:val="0"/>
      <w:autoSpaceDE w:val="0"/>
      <w:autoSpaceDN w:val="0"/>
      <w:adjustRightInd w:val="0"/>
      <w:spacing w:before="60" w:after="6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showhide">
    <w:name w:val=".showhide"/>
    <w:uiPriority w:val="99"/>
    <w:pPr>
      <w:widowControl w:val="0"/>
      <w:autoSpaceDE w:val="0"/>
      <w:autoSpaceDN w:val="0"/>
      <w:adjustRightInd w:val="0"/>
      <w:spacing w:after="240" w:line="220" w:lineRule="atLeast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h1frontpagenadpis1">
    <w:name w:val="h1.frontpage_nadpis1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color w:val="000000"/>
      <w:sz w:val="20"/>
      <w:szCs w:val="20"/>
    </w:rPr>
  </w:style>
  <w:style w:type="paragraph" w:customStyle="1" w:styleId="divszczegol">
    <w:name w:val="div.szczegol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color w:val="000000"/>
      <w:sz w:val="16"/>
      <w:szCs w:val="16"/>
    </w:rPr>
  </w:style>
  <w:style w:type="paragraph" w:customStyle="1" w:styleId="pnaglowekcenter">
    <w:name w:val="p.naglowek_center"/>
    <w:uiPriority w:val="99"/>
    <w:pPr>
      <w:widowControl w:val="0"/>
      <w:autoSpaceDE w:val="0"/>
      <w:autoSpaceDN w:val="0"/>
      <w:adjustRightInd w:val="0"/>
      <w:spacing w:after="0" w:line="40" w:lineRule="atLeast"/>
      <w:jc w:val="center"/>
    </w:pPr>
    <w:rPr>
      <w:rFonts w:ascii="Helvetica" w:hAnsi="Helvetica" w:cs="Helvetica"/>
      <w:color w:val="000000"/>
      <w:sz w:val="18"/>
      <w:szCs w:val="18"/>
    </w:rPr>
  </w:style>
  <w:style w:type="paragraph" w:customStyle="1" w:styleId="kompunkt">
    <w:name w:val=".kompunkt"/>
    <w:uiPriority w:val="99"/>
    <w:pPr>
      <w:widowControl w:val="0"/>
      <w:autoSpaceDE w:val="0"/>
      <w:autoSpaceDN w:val="0"/>
      <w:adjustRightInd w:val="0"/>
      <w:spacing w:after="0" w:line="40" w:lineRule="atLeast"/>
      <w:ind w:left="460" w:right="540" w:hanging="26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partyt">
    <w:name w:val=".partyt"/>
    <w:uiPriority w:val="99"/>
    <w:pPr>
      <w:widowControl w:val="0"/>
      <w:autoSpaceDE w:val="0"/>
      <w:autoSpaceDN w:val="0"/>
      <w:adjustRightInd w:val="0"/>
      <w:spacing w:after="60" w:line="40" w:lineRule="atLeast"/>
      <w:ind w:right="540"/>
      <w:jc w:val="both"/>
    </w:pPr>
    <w:rPr>
      <w:rFonts w:ascii="Helvetica" w:hAnsi="Helvetica" w:cs="Helvetica"/>
      <w:color w:val="000000"/>
      <w:sz w:val="18"/>
      <w:szCs w:val="18"/>
    </w:rPr>
  </w:style>
  <w:style w:type="paragraph" w:customStyle="1" w:styleId="spanarticletitle">
    <w:name w:val="span.articletitle"/>
    <w:uiPriority w:val="99"/>
    <w:pPr>
      <w:widowControl w:val="0"/>
      <w:autoSpaceDE w:val="0"/>
      <w:autoSpaceDN w:val="0"/>
      <w:adjustRightInd w:val="0"/>
      <w:spacing w:after="0" w:line="40" w:lineRule="atLeast"/>
      <w:jc w:val="both"/>
    </w:pPr>
    <w:rPr>
      <w:rFonts w:ascii="Helvetica" w:hAnsi="Helvetica" w:cs="Helvetica"/>
      <w:b/>
      <w:bCs/>
      <w:color w:val="000000"/>
      <w:sz w:val="18"/>
      <w:szCs w:val="18"/>
    </w:rPr>
  </w:style>
  <w:style w:type="paragraph" w:customStyle="1" w:styleId="pfrontpageautor">
    <w:name w:val="p.frontpage_autor"/>
    <w:uiPriority w:val="99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Helvetica" w:hAnsi="Helvetica" w:cs="Helvetica"/>
      <w:i/>
      <w:iCs/>
      <w:color w:val="000000"/>
      <w:sz w:val="20"/>
      <w:szCs w:val="20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020E84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020E84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020E84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020E84"/>
    <w:pPr>
      <w:ind w:left="1780"/>
    </w:pPr>
  </w:style>
  <w:style w:type="character" w:styleId="Odwoanieprzypisudolnego">
    <w:name w:val="footnote reference"/>
    <w:basedOn w:val="Domylnaczcionkaakapitu"/>
    <w:uiPriority w:val="99"/>
    <w:semiHidden/>
    <w:rsid w:val="00020E8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020E84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20E84"/>
    <w:rPr>
      <w:rFonts w:ascii="Times" w:hAnsi="Times" w:cs="Times New Roman"/>
      <w:kern w:val="1"/>
      <w:sz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semiHidden/>
    <w:rsid w:val="00020E84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020E84"/>
    <w:rPr>
      <w:rFonts w:ascii="Times" w:hAnsi="Times" w:cs="Times New Roman"/>
      <w:kern w:val="1"/>
      <w:sz w:val="24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rsid w:val="00020E84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20E84"/>
    <w:rPr>
      <w:rFonts w:ascii="Tahoma" w:hAnsi="Tahoma" w:cs="Times New Roman"/>
      <w:kern w:val="1"/>
      <w:sz w:val="16"/>
      <w:lang w:val="x-none" w:eastAsia="ar-SA" w:bidi="ar-SA"/>
    </w:rPr>
  </w:style>
  <w:style w:type="paragraph" w:customStyle="1" w:styleId="ARTartustawynprozporzdzenia">
    <w:name w:val="ART(§) – art. ustawy (§ np. rozporządzenia)"/>
    <w:uiPriority w:val="11"/>
    <w:qFormat/>
    <w:rsid w:val="00020E8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sz w:val="24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020E84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020E84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020E84"/>
  </w:style>
  <w:style w:type="paragraph" w:styleId="Bezodstpw">
    <w:name w:val="No Spacing"/>
    <w:uiPriority w:val="99"/>
    <w:rsid w:val="00020E84"/>
    <w:pPr>
      <w:widowControl w:val="0"/>
      <w:suppressAutoHyphens/>
      <w:spacing w:after="0" w:line="360" w:lineRule="auto"/>
    </w:pPr>
    <w:rPr>
      <w:rFonts w:ascii="Times" w:hAnsi="Times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020E84"/>
    <w:pPr>
      <w:ind w:left="1020"/>
    </w:pPr>
  </w:style>
  <w:style w:type="paragraph" w:customStyle="1" w:styleId="ZARTzmartartykuempunktem">
    <w:name w:val="Z/ART(§) – zm. art. (§) artykułem (punktem)"/>
    <w:uiPriority w:val="30"/>
    <w:qFormat/>
    <w:rsid w:val="00020E84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020E84"/>
    <w:pPr>
      <w:keepNext/>
      <w:suppressAutoHyphens/>
      <w:spacing w:before="120" w:after="120" w:line="360" w:lineRule="auto"/>
      <w:jc w:val="center"/>
    </w:pPr>
    <w:rPr>
      <w:rFonts w:ascii="Times" w:hAnsi="Times"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020E84"/>
    <w:pPr>
      <w:keepNext/>
      <w:suppressAutoHyphens/>
      <w:spacing w:before="120" w:after="360" w:line="360" w:lineRule="auto"/>
      <w:jc w:val="center"/>
    </w:pPr>
    <w:rPr>
      <w:rFonts w:ascii="Times" w:hAnsi="Times"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/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next w:val="ARTartustawynprozporzdzenia"/>
    <w:uiPriority w:val="7"/>
    <w:qFormat/>
    <w:rsid w:val="00020E8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020E84"/>
    <w:pPr>
      <w:keepNext/>
      <w:suppressAutoHyphens/>
      <w:spacing w:after="120" w:line="360" w:lineRule="auto"/>
      <w:jc w:val="center"/>
    </w:pPr>
    <w:rPr>
      <w:rFonts w:ascii="Times" w:hAnsi="Times"/>
      <w:b/>
      <w:bCs/>
      <w:caps/>
      <w:spacing w:val="54"/>
      <w:kern w:val="24"/>
      <w:sz w:val="24"/>
      <w:szCs w:val="24"/>
    </w:rPr>
  </w:style>
  <w:style w:type="paragraph" w:customStyle="1" w:styleId="USTustnpkodeksu">
    <w:name w:val="UST(§) – ust. (§ np. kodeksu)"/>
    <w:uiPriority w:val="12"/>
    <w:qFormat/>
    <w:rsid w:val="00020E84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</w:rPr>
  </w:style>
  <w:style w:type="paragraph" w:customStyle="1" w:styleId="PKTpunkt">
    <w:name w:val="PKT – punkt"/>
    <w:uiPriority w:val="13"/>
    <w:qFormat/>
    <w:rsid w:val="00020E84"/>
    <w:pPr>
      <w:spacing w:after="0" w:line="360" w:lineRule="auto"/>
      <w:ind w:left="51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020E84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020E84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020E84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020E84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020E84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020E84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/>
      <w:b/>
      <w:bCs/>
      <w:sz w:val="24"/>
      <w:szCs w:val="24"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020E84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020E84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020E84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020E84"/>
    <w:pPr>
      <w:keepNext/>
      <w:spacing w:before="120" w:after="0" w:line="360" w:lineRule="auto"/>
      <w:jc w:val="center"/>
    </w:pPr>
    <w:rPr>
      <w:rFonts w:ascii="Times" w:hAnsi="Times"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020E84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020E84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020E84"/>
    <w:pPr>
      <w:keepNext/>
      <w:suppressAutoHyphens/>
      <w:spacing w:after="0" w:line="360" w:lineRule="auto"/>
      <w:ind w:left="510"/>
      <w:jc w:val="center"/>
    </w:pPr>
    <w:rPr>
      <w:rFonts w:ascii="Times" w:hAnsi="Times"/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020E84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020E84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020E84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020E84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020E84"/>
    <w:pPr>
      <w:keepNext/>
      <w:suppressAutoHyphens/>
      <w:spacing w:after="0" w:line="360" w:lineRule="auto"/>
      <w:ind w:left="510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020E84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020E84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020E84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020E84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020E84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020E84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020E84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020E84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020E84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020E84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020E84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020E84"/>
    <w:rPr>
      <w:rFonts w:ascii="Times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20E84"/>
    <w:rPr>
      <w:rFonts w:ascii="Times" w:hAnsi="Times" w:cs="Times New Roman"/>
      <w:sz w:val="24"/>
    </w:rPr>
  </w:style>
  <w:style w:type="paragraph" w:customStyle="1" w:styleId="ZTIRLITzmlittiret">
    <w:name w:val="Z_TIR/LIT – zm. lit. tiret"/>
    <w:basedOn w:val="LITlitera"/>
    <w:uiPriority w:val="57"/>
    <w:qFormat/>
    <w:rsid w:val="00020E84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020E84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020E84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020E84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020E84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020E84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020E84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020E84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020E84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020E84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020E84"/>
  </w:style>
  <w:style w:type="paragraph" w:customStyle="1" w:styleId="ZTIR2TIRzmpodwtirtiret">
    <w:name w:val="Z_TIR/2TIR – zm. podw. tir. tiret"/>
    <w:basedOn w:val="TIRtiret"/>
    <w:uiPriority w:val="78"/>
    <w:qFormat/>
    <w:rsid w:val="00020E84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020E84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020E84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020E84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020E84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020E84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020E84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020E84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020E84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020E84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020E84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020E84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020E84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020E84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020E84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020E84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020E84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020E84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020E84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020E84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020E84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020E84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020E84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0E8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0E84"/>
    <w:rPr>
      <w:rFonts w:ascii="Times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020E84"/>
    <w:rPr>
      <w:rFonts w:ascii="Times" w:hAnsi="Times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0E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20E84"/>
    <w:rPr>
      <w:rFonts w:ascii="Times" w:hAnsi="Times" w:cs="Times New Roman"/>
      <w:b/>
      <w:sz w:val="24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020E84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020E84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020E84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020E84"/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020E84"/>
    <w:pPr>
      <w:ind w:left="2404"/>
    </w:pPr>
  </w:style>
  <w:style w:type="paragraph" w:customStyle="1" w:styleId="ODNONIKtreodnonika">
    <w:name w:val="ODNOŚNIK – treść odnośnika"/>
    <w:uiPriority w:val="19"/>
    <w:qFormat/>
    <w:rsid w:val="00020E84"/>
    <w:pPr>
      <w:spacing w:after="0" w:line="240" w:lineRule="auto"/>
      <w:ind w:left="284" w:hanging="284"/>
      <w:jc w:val="both"/>
    </w:pPr>
    <w:rPr>
      <w:rFonts w:ascii="Times New Roman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020E84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020E84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020E84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020E84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020E84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020E84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020E84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020E84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020E84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020E84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020E84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020E84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020E84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020E84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020E84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020E84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020E84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020E84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020E84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020E84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020E84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020E84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020E84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020E84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020E84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020E84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020E84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020E84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020E84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020E84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020E84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020E84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020E84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020E84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020E84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020E84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020E84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020E84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020E84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020E84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020E84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020E84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020E84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020E84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020E84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020E84"/>
  </w:style>
  <w:style w:type="paragraph" w:customStyle="1" w:styleId="ZZUSTzmianazmust">
    <w:name w:val="ZZ/UST(§) – zmiana zm. ust. (§)"/>
    <w:basedOn w:val="ZZARTzmianazmart"/>
    <w:uiPriority w:val="65"/>
    <w:qFormat/>
    <w:rsid w:val="00020E84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020E84"/>
    <w:pPr>
      <w:keepNext/>
      <w:suppressAutoHyphens/>
      <w:spacing w:before="120" w:after="0" w:line="360" w:lineRule="auto"/>
      <w:jc w:val="center"/>
    </w:pPr>
    <w:rPr>
      <w:rFonts w:ascii="Times" w:hAnsi="Times"/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020E84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020E84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020E84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020E84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020E84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020E84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020E84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020E84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020E84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020E84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020E84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020E84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020E84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020E84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020E84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020E84"/>
    <w:pPr>
      <w:spacing w:after="0" w:line="360" w:lineRule="auto"/>
      <w:jc w:val="right"/>
    </w:pPr>
    <w:rPr>
      <w:rFonts w:ascii="Times New Roman" w:hAnsi="Times New Roman" w:cs="Arial"/>
      <w:sz w:val="24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020E84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020E84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020E84"/>
    <w:pPr>
      <w:spacing w:after="0" w:line="360" w:lineRule="auto"/>
    </w:pPr>
    <w:rPr>
      <w:rFonts w:ascii="Times New Roman" w:hAnsi="Times New Roman" w:cs="Arial"/>
      <w:b/>
      <w:sz w:val="24"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020E84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020E84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020E84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020E84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020E84"/>
  </w:style>
  <w:style w:type="paragraph" w:customStyle="1" w:styleId="TEKSTZacznikido">
    <w:name w:val="TEKST&quot;Załącznik(i) do ...&quot;"/>
    <w:uiPriority w:val="28"/>
    <w:qFormat/>
    <w:rsid w:val="00020E84"/>
    <w:pPr>
      <w:keepNext/>
      <w:spacing w:after="240" w:line="240" w:lineRule="auto"/>
      <w:ind w:left="5670"/>
      <w:contextualSpacing/>
    </w:pPr>
    <w:rPr>
      <w:rFonts w:ascii="Times New Roman" w:hAnsi="Times New Roman" w:cs="Arial"/>
      <w:sz w:val="24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020E84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020E84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uiPriority w:val="98"/>
    <w:semiHidden/>
    <w:qFormat/>
    <w:rsid w:val="00020E84"/>
    <w:pPr>
      <w:suppressAutoHyphens/>
      <w:autoSpaceDE w:val="0"/>
      <w:autoSpaceDN w:val="0"/>
      <w:adjustRightInd w:val="0"/>
      <w:spacing w:before="120" w:after="0" w:line="360" w:lineRule="auto"/>
      <w:ind w:left="-510" w:firstLine="510"/>
      <w:jc w:val="both"/>
    </w:pPr>
    <w:rPr>
      <w:rFonts w:ascii="Times" w:hAnsi="Times" w:cs="Arial"/>
      <w:sz w:val="24"/>
      <w:szCs w:val="20"/>
    </w:r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020E84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020E84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020E84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020E84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020E84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020E84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020E84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020E84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020E84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020E84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020E84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020E84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020E84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020E84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020E84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020E84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020E84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020E84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020E84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020E84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020E84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020E84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020E84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020E84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020E84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020E84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020E84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020E84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020E84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020E84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020E84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020E84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020E84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020E84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020E84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020E84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020E84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020E84"/>
    <w:pPr>
      <w:ind w:left="1780"/>
    </w:pPr>
  </w:style>
  <w:style w:type="character" w:customStyle="1" w:styleId="IGindeksgrny">
    <w:name w:val="_IG_ – indeks górny"/>
    <w:uiPriority w:val="2"/>
    <w:qFormat/>
    <w:rsid w:val="00020E84"/>
    <w:rPr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020E84"/>
    <w:rPr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020E84"/>
    <w:rPr>
      <w:b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020E84"/>
    <w:rPr>
      <w:i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020E84"/>
    <w:rPr>
      <w:b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020E84"/>
    <w:rPr>
      <w:i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020E84"/>
    <w:rPr>
      <w:b/>
      <w:i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020E84"/>
    <w:rPr>
      <w:b/>
      <w:i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020E84"/>
    <w:rPr>
      <w:b/>
    </w:rPr>
  </w:style>
  <w:style w:type="character" w:customStyle="1" w:styleId="Kkursywa">
    <w:name w:val="_K_ – kursywa"/>
    <w:uiPriority w:val="1"/>
    <w:qFormat/>
    <w:rsid w:val="00020E84"/>
    <w:rPr>
      <w:i/>
    </w:rPr>
  </w:style>
  <w:style w:type="character" w:customStyle="1" w:styleId="PKpogrubieniekursywa">
    <w:name w:val="_P_K_ – pogrubienie kursywa"/>
    <w:uiPriority w:val="1"/>
    <w:qFormat/>
    <w:rsid w:val="00020E84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020E84"/>
    <w:rPr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020E84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020E84"/>
    <w:rPr>
      <w:b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020E84"/>
    <w:rPr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020E84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020E84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020E84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020E84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020E84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020E84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020E84"/>
    <w:pPr>
      <w:spacing w:after="0" w:line="360" w:lineRule="auto"/>
      <w:jc w:val="center"/>
    </w:pPr>
    <w:rPr>
      <w:rFonts w:ascii="Times New Roman" w:hAnsi="Times New Roman" w:cs="Arial"/>
      <w:sz w:val="24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020E84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020E84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020E84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020E84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020E84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020E84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020E84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020E84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020E84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020E84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020E84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020E84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020E84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020E84"/>
    <w:pPr>
      <w:ind w:left="1780"/>
    </w:pPr>
  </w:style>
  <w:style w:type="table" w:styleId="Tabela-Siatka">
    <w:name w:val="Table Grid"/>
    <w:basedOn w:val="Standardowy"/>
    <w:uiPriority w:val="39"/>
    <w:rsid w:val="00020E84"/>
    <w:pPr>
      <w:spacing w:after="0" w:line="240" w:lineRule="auto"/>
    </w:pPr>
    <w:rPr>
      <w:rFonts w:ascii="Times" w:hAnsi="Times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uiPriority w:val="99"/>
    <w:rsid w:val="00020E8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" w:hAnsi="Times"/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20E84"/>
    <w:pPr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blStylePr w:type="firstRow">
      <w:rPr>
        <w:rFonts w:cs="Times New Roman"/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020E84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020E84"/>
    <w:tblPr/>
    <w:tblStylePr w:type="firstRow">
      <w:rPr>
        <w:rFonts w:cs="Times New Roman"/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rPr>
        <w:rFonts w:cs="Times New Roman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rPr>
        <w:rFonts w:cs="Times New Roman"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020E84"/>
    <w:rPr>
      <w:rFonts w:cs="Times New Roman"/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54387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54387"/>
    <w:rPr>
      <w:rFonts w:ascii="Times New Roman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5438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7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Documents\Szablony\Szablon_aktu_prawnego_4_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10EB49-A261-4245-8316-327F121E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Szablon_aktu_prawnego_4_0.dot</Template>
  <TotalTime>1</TotalTime>
  <Pages>6</Pages>
  <Words>1276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pracownik</dc:creator>
  <cp:keywords/>
  <dc:description/>
  <cp:lastModifiedBy>Herman Anna</cp:lastModifiedBy>
  <cp:revision>2</cp:revision>
  <cp:lastPrinted>2022-06-01T11:35:00Z</cp:lastPrinted>
  <dcterms:created xsi:type="dcterms:W3CDTF">2022-10-28T14:04:00Z</dcterms:created>
  <dcterms:modified xsi:type="dcterms:W3CDTF">2022-10-28T14:04:00Z</dcterms:modified>
</cp:coreProperties>
</file>