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2918F9" w:rsidRPr="002918F9" w14:paraId="003882A8" w14:textId="77777777" w:rsidTr="16EE7690">
        <w:trPr>
          <w:trHeight w:val="1701"/>
        </w:trPr>
        <w:tc>
          <w:tcPr>
            <w:tcW w:w="3969" w:type="dxa"/>
            <w:shd w:val="clear" w:color="auto" w:fill="auto"/>
          </w:tcPr>
          <w:p w14:paraId="67D66966" w14:textId="77777777" w:rsidR="007E3F9E" w:rsidRPr="002918F9" w:rsidRDefault="00DD6AD4" w:rsidP="000C580E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noProof/>
              </w:rPr>
              <w:drawing>
                <wp:inline distT="0" distB="0" distL="0" distR="0" wp14:anchorId="20D9A452" wp14:editId="16EE7690">
                  <wp:extent cx="485775" cy="5143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9659BA" w14:textId="77777777" w:rsidR="006013BE" w:rsidRPr="002918F9" w:rsidRDefault="006013BE" w:rsidP="000C580E">
            <w:pPr>
              <w:pStyle w:val="Nagwek1"/>
              <w:ind w:right="-108"/>
              <w:jc w:val="center"/>
              <w:rPr>
                <w:rFonts w:ascii="Palatino Linotype" w:hAnsi="Palatino Linotype"/>
                <w:szCs w:val="24"/>
                <w:lang w:val="pl-PL" w:eastAsia="pl-PL"/>
              </w:rPr>
            </w:pPr>
            <w:r w:rsidRPr="002918F9">
              <w:rPr>
                <w:rFonts w:ascii="Palatino Linotype" w:hAnsi="Palatino Linotype"/>
                <w:szCs w:val="24"/>
                <w:lang w:val="pl-PL" w:eastAsia="pl-PL"/>
              </w:rPr>
              <w:t>NACZELNY DYREKTOR</w:t>
            </w:r>
            <w:r w:rsidR="004157BE" w:rsidRPr="002918F9">
              <w:rPr>
                <w:rFonts w:ascii="Palatino Linotype" w:hAnsi="Palatino Linotype"/>
                <w:szCs w:val="24"/>
                <w:lang w:val="pl-PL" w:eastAsia="pl-PL"/>
              </w:rPr>
              <w:t xml:space="preserve"> </w:t>
            </w:r>
            <w:r w:rsidR="004157BE"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 xml:space="preserve">ARCHIWÓW </w:t>
            </w:r>
            <w:r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>PAŃSTWOWYCH</w:t>
            </w:r>
          </w:p>
          <w:p w14:paraId="4DFD0F15" w14:textId="77777777" w:rsidR="006013BE" w:rsidRPr="002918F9" w:rsidRDefault="000F468C" w:rsidP="000C580E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rFonts w:ascii="Palatino Linotype" w:hAnsi="Palatino Linotype"/>
                <w:bCs/>
                <w:i/>
              </w:rPr>
              <w:t>Paweł Pietrzyk</w:t>
            </w:r>
          </w:p>
        </w:tc>
      </w:tr>
    </w:tbl>
    <w:p w14:paraId="12F91B56" w14:textId="77777777" w:rsidR="00361355" w:rsidRPr="002918F9" w:rsidRDefault="00361355" w:rsidP="00B35600">
      <w:pPr>
        <w:pStyle w:val="Bezodstpw"/>
        <w:rPr>
          <w:rFonts w:ascii="Palatino Linotype" w:hAnsi="Palatino Linotype"/>
          <w:sz w:val="24"/>
          <w:szCs w:val="24"/>
        </w:rPr>
      </w:pPr>
    </w:p>
    <w:p w14:paraId="799A5D79" w14:textId="77777777" w:rsidR="00B35600" w:rsidRPr="002918F9" w:rsidRDefault="00B35600" w:rsidP="00B3560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252"/>
      </w:tblGrid>
      <w:tr w:rsidR="00D81F3E" w:rsidRPr="009C4688" w14:paraId="7AC7EA42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954F1AA" w14:textId="3EFD8C31" w:rsidR="00D81F3E" w:rsidRPr="00D81F3E" w:rsidRDefault="00D81F3E" w:rsidP="00D81F3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D81F3E">
              <w:rPr>
                <w:rFonts w:ascii="Palatino Linotype" w:hAnsi="Palatino Linotype" w:cs="Calibri-Bold"/>
                <w:b/>
                <w:bCs/>
                <w:sz w:val="24"/>
                <w:szCs w:val="24"/>
              </w:rPr>
              <w:t>Pani</w:t>
            </w:r>
          </w:p>
        </w:tc>
      </w:tr>
      <w:tr w:rsidR="00D81F3E" w:rsidRPr="009C4688" w14:paraId="6E3735F9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72EE92" w14:textId="07CBD9CD" w:rsidR="00D81F3E" w:rsidRPr="00D81F3E" w:rsidRDefault="00D81F3E" w:rsidP="00D81F3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D81F3E">
              <w:rPr>
                <w:rFonts w:ascii="Palatino Linotype" w:hAnsi="Palatino Linotype" w:cs="Calibri-Bold"/>
                <w:b/>
                <w:bCs/>
                <w:sz w:val="24"/>
                <w:szCs w:val="24"/>
              </w:rPr>
              <w:t>Wioletta Zwara</w:t>
            </w:r>
          </w:p>
        </w:tc>
      </w:tr>
      <w:tr w:rsidR="00361355" w:rsidRPr="009C4688" w14:paraId="45D32B40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B12449" w14:textId="77777777" w:rsidR="002918F9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Sekretarz</w:t>
            </w:r>
            <w:r w:rsidR="00056720" w:rsidRPr="00624502">
              <w:rPr>
                <w:rFonts w:ascii="Palatino Linotype" w:hAnsi="Palatino Linotype"/>
                <w:sz w:val="24"/>
                <w:szCs w:val="24"/>
              </w:rPr>
              <w:br/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Komitetu Rady Ministrów </w:t>
            </w:r>
          </w:p>
          <w:p w14:paraId="571E709D" w14:textId="2512F0EB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 spraw Cyfryzacji</w:t>
            </w:r>
          </w:p>
        </w:tc>
      </w:tr>
    </w:tbl>
    <w:p w14:paraId="512F0586" w14:textId="77777777" w:rsidR="00361355" w:rsidRPr="00624502" w:rsidRDefault="00361355" w:rsidP="00361355">
      <w:pPr>
        <w:pStyle w:val="Bezodstpw"/>
        <w:tabs>
          <w:tab w:val="left" w:pos="5595"/>
        </w:tabs>
        <w:rPr>
          <w:rFonts w:ascii="Palatino Linotype" w:hAnsi="Palatino Linotype"/>
          <w:sz w:val="24"/>
          <w:szCs w:val="24"/>
        </w:rPr>
      </w:pPr>
    </w:p>
    <w:p w14:paraId="13F3C644" w14:textId="77777777" w:rsidR="0069171B" w:rsidRPr="00624502" w:rsidRDefault="0069171B" w:rsidP="0069171B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3"/>
        <w:gridCol w:w="3268"/>
        <w:gridCol w:w="2276"/>
        <w:gridCol w:w="1573"/>
      </w:tblGrid>
      <w:tr w:rsidR="00C87FA1" w:rsidRPr="009C4688" w14:paraId="3C0374B7" w14:textId="77777777" w:rsidTr="00C606F2">
        <w:trPr>
          <w:trHeight w:val="156"/>
        </w:trPr>
        <w:tc>
          <w:tcPr>
            <w:tcW w:w="2376" w:type="dxa"/>
            <w:hideMark/>
          </w:tcPr>
          <w:p w14:paraId="0A09D75A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Wasze pismo z dnia:</w:t>
            </w:r>
          </w:p>
        </w:tc>
        <w:tc>
          <w:tcPr>
            <w:tcW w:w="2410" w:type="dxa"/>
            <w:hideMark/>
          </w:tcPr>
          <w:p w14:paraId="36975776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552" w:type="dxa"/>
            <w:hideMark/>
          </w:tcPr>
          <w:p w14:paraId="67031372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42" w:type="dxa"/>
            <w:hideMark/>
          </w:tcPr>
          <w:p w14:paraId="7C0DE47C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C87FA1" w:rsidRPr="009C4688" w14:paraId="58FA35B8" w14:textId="77777777" w:rsidTr="007C578A">
        <w:trPr>
          <w:trHeight w:val="372"/>
        </w:trPr>
        <w:tc>
          <w:tcPr>
            <w:tcW w:w="2376" w:type="dxa"/>
          </w:tcPr>
          <w:p w14:paraId="6BA15A22" w14:textId="17CEABBE" w:rsidR="00C87FA1" w:rsidRPr="00624502" w:rsidRDefault="00D81F3E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12</w:t>
            </w:r>
            <w:r w:rsidR="002918F9">
              <w:rPr>
                <w:rFonts w:ascii="Palatino Linotype" w:hAnsi="Palatino Linotype"/>
                <w:sz w:val="22"/>
                <w:szCs w:val="22"/>
              </w:rPr>
              <w:t>.0</w:t>
            </w:r>
            <w:r>
              <w:rPr>
                <w:rFonts w:ascii="Palatino Linotype" w:hAnsi="Palatino Linotype"/>
                <w:sz w:val="22"/>
                <w:szCs w:val="22"/>
              </w:rPr>
              <w:t>8</w:t>
            </w:r>
            <w:r w:rsid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  <w:tc>
          <w:tcPr>
            <w:tcW w:w="2410" w:type="dxa"/>
            <w:hideMark/>
          </w:tcPr>
          <w:p w14:paraId="280BB966" w14:textId="6B771486" w:rsidR="00C87FA1" w:rsidRPr="00624502" w:rsidRDefault="00D81F3E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D81F3E">
              <w:rPr>
                <w:rFonts w:ascii="Palatino Linotype" w:hAnsi="Palatino Linotype"/>
                <w:sz w:val="22"/>
                <w:szCs w:val="22"/>
              </w:rPr>
              <w:t xml:space="preserve">DAIP.WOKRM.0102.186.1.2021                   </w:t>
            </w:r>
          </w:p>
        </w:tc>
        <w:tc>
          <w:tcPr>
            <w:tcW w:w="2552" w:type="dxa"/>
            <w:hideMark/>
          </w:tcPr>
          <w:p w14:paraId="64D43905" w14:textId="730B9D8B" w:rsidR="00C87FA1" w:rsidRPr="002918F9" w:rsidRDefault="009C315D" w:rsidP="00B3560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DIA.0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25.</w:t>
            </w:r>
            <w:r w:rsidR="00D81F3E">
              <w:rPr>
                <w:rFonts w:ascii="Palatino Linotype" w:hAnsi="Palatino Linotype"/>
                <w:sz w:val="22"/>
                <w:szCs w:val="22"/>
              </w:rPr>
              <w:t>1</w:t>
            </w:r>
            <w:r w:rsidR="00792BEA">
              <w:rPr>
                <w:rFonts w:ascii="Palatino Linotype" w:hAnsi="Palatino Linotype"/>
                <w:sz w:val="22"/>
                <w:szCs w:val="22"/>
              </w:rPr>
              <w:t>8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202</w:t>
            </w:r>
            <w:r w:rsidR="00D35B1E" w:rsidRPr="002918F9"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1842" w:type="dxa"/>
            <w:hideMark/>
          </w:tcPr>
          <w:p w14:paraId="3C9C7325" w14:textId="10EC18D2" w:rsidR="00C87FA1" w:rsidRPr="002918F9" w:rsidRDefault="00BC5322" w:rsidP="00AC6A2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6</w:t>
            </w:r>
            <w:r w:rsidR="00513234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0</w:t>
            </w:r>
            <w:r w:rsidR="00D81F3E">
              <w:rPr>
                <w:rFonts w:ascii="Palatino Linotype" w:hAnsi="Palatino Linotype"/>
                <w:sz w:val="22"/>
                <w:szCs w:val="22"/>
              </w:rPr>
              <w:t>9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</w:tr>
    </w:tbl>
    <w:p w14:paraId="11EBC789" w14:textId="77777777" w:rsidR="00C87FA1" w:rsidRPr="00624502" w:rsidRDefault="00C87FA1" w:rsidP="00C87FA1">
      <w:pPr>
        <w:pStyle w:val="Bezodstpw"/>
        <w:spacing w:line="276" w:lineRule="auto"/>
        <w:rPr>
          <w:rFonts w:ascii="Palatino Linotype" w:hAnsi="Palatino Linotype"/>
        </w:rPr>
      </w:pPr>
    </w:p>
    <w:p w14:paraId="1D5297A2" w14:textId="6E9F5EFA" w:rsidR="00F12039" w:rsidRPr="00624502" w:rsidRDefault="00AC2B03" w:rsidP="008F011C">
      <w:pPr>
        <w:pStyle w:val="Bezodstpw"/>
        <w:spacing w:line="276" w:lineRule="auto"/>
        <w:ind w:firstLine="708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</w:t>
      </w:r>
      <w:r w:rsidR="00D81F3E">
        <w:rPr>
          <w:rFonts w:ascii="Palatino Linotype" w:hAnsi="Palatino Linotype"/>
          <w:i/>
          <w:sz w:val="24"/>
          <w:szCs w:val="24"/>
        </w:rPr>
        <w:t>a</w:t>
      </w:r>
      <w:r>
        <w:rPr>
          <w:rFonts w:ascii="Palatino Linotype" w:hAnsi="Palatino Linotype"/>
          <w:i/>
          <w:sz w:val="24"/>
          <w:szCs w:val="24"/>
        </w:rPr>
        <w:t xml:space="preserve"> Pani</w:t>
      </w:r>
      <w:r w:rsidR="00F012CF">
        <w:rPr>
          <w:rFonts w:ascii="Palatino Linotype" w:hAnsi="Palatino Linotype"/>
          <w:i/>
          <w:sz w:val="24"/>
          <w:szCs w:val="24"/>
        </w:rPr>
        <w:t xml:space="preserve"> Sekretarz</w:t>
      </w:r>
      <w:r w:rsidR="00F12039" w:rsidRPr="00624502">
        <w:rPr>
          <w:rFonts w:ascii="Palatino Linotype" w:hAnsi="Palatino Linotype"/>
          <w:i/>
          <w:sz w:val="24"/>
          <w:szCs w:val="24"/>
        </w:rPr>
        <w:t>,</w:t>
      </w:r>
    </w:p>
    <w:p w14:paraId="7468774C" w14:textId="5B052715" w:rsidR="00792BEA" w:rsidRDefault="008968A3" w:rsidP="00D81F3E">
      <w:pPr>
        <w:pStyle w:val="Default"/>
        <w:spacing w:after="120" w:line="276" w:lineRule="auto"/>
        <w:ind w:firstLine="708"/>
        <w:jc w:val="both"/>
        <w:rPr>
          <w:rFonts w:ascii="Palatino Linotype" w:hAnsi="Palatino Linotype" w:cs="Palatino Linotype"/>
          <w:bCs/>
          <w:color w:val="auto"/>
        </w:rPr>
      </w:pPr>
      <w:r>
        <w:rPr>
          <w:rFonts w:ascii="Palatino Linotype" w:hAnsi="Palatino Linotype" w:cs="Palatino Linotype"/>
          <w:bCs/>
          <w:color w:val="auto"/>
        </w:rPr>
        <w:t>nawiązując do prośb</w:t>
      </w:r>
      <w:r w:rsidR="002E60B8">
        <w:rPr>
          <w:rFonts w:ascii="Palatino Linotype" w:hAnsi="Palatino Linotype" w:cs="Palatino Linotype"/>
          <w:bCs/>
          <w:color w:val="auto"/>
        </w:rPr>
        <w:t>y</w:t>
      </w:r>
      <w:r>
        <w:rPr>
          <w:rFonts w:ascii="Palatino Linotype" w:hAnsi="Palatino Linotype" w:cs="Palatino Linotype"/>
          <w:bCs/>
          <w:color w:val="auto"/>
        </w:rPr>
        <w:t xml:space="preserve"> o </w:t>
      </w:r>
      <w:r w:rsidR="002E60B8">
        <w:rPr>
          <w:rFonts w:ascii="Palatino Linotype" w:hAnsi="Palatino Linotype" w:cs="Palatino Linotype"/>
          <w:bCs/>
          <w:color w:val="auto"/>
        </w:rPr>
        <w:t xml:space="preserve">odniesienie się do odpowiedzi Ministerstwa </w:t>
      </w:r>
      <w:r w:rsidR="00D81F3E">
        <w:rPr>
          <w:rFonts w:ascii="Palatino Linotype" w:hAnsi="Palatino Linotype" w:cs="Palatino Linotype"/>
          <w:bCs/>
          <w:color w:val="auto"/>
        </w:rPr>
        <w:t>Rozwoju i Technologii</w:t>
      </w:r>
      <w:r w:rsidR="002E60B8">
        <w:rPr>
          <w:rFonts w:ascii="Palatino Linotype" w:hAnsi="Palatino Linotype" w:cs="Palatino Linotype"/>
          <w:bCs/>
          <w:color w:val="auto"/>
        </w:rPr>
        <w:t xml:space="preserve"> dotyczącej </w:t>
      </w:r>
      <w:r>
        <w:rPr>
          <w:rFonts w:ascii="Palatino Linotype" w:hAnsi="Palatino Linotype" w:cs="Palatino Linotype"/>
          <w:bCs/>
          <w:color w:val="auto"/>
        </w:rPr>
        <w:t xml:space="preserve">uwag </w:t>
      </w:r>
      <w:r w:rsidR="002E60B8">
        <w:rPr>
          <w:rFonts w:ascii="Palatino Linotype" w:hAnsi="Palatino Linotype" w:cs="Palatino Linotype"/>
          <w:bCs/>
          <w:color w:val="auto"/>
        </w:rPr>
        <w:t xml:space="preserve">Naczelnej Dyrekcji Archiwów Państwowych </w:t>
      </w:r>
      <w:r>
        <w:rPr>
          <w:rFonts w:ascii="Palatino Linotype" w:hAnsi="Palatino Linotype" w:cs="Palatino Linotype"/>
          <w:bCs/>
          <w:color w:val="auto"/>
        </w:rPr>
        <w:t xml:space="preserve">do </w:t>
      </w:r>
      <w:r w:rsidRPr="00D81F3E">
        <w:rPr>
          <w:rFonts w:ascii="Palatino Linotype" w:hAnsi="Palatino Linotype" w:cs="Palatino Linotype"/>
          <w:bCs/>
          <w:i/>
          <w:iCs/>
          <w:color w:val="auto"/>
        </w:rPr>
        <w:t>projekt</w:t>
      </w:r>
      <w:r w:rsidR="002E60B8" w:rsidRPr="00D81F3E">
        <w:rPr>
          <w:rFonts w:ascii="Palatino Linotype" w:hAnsi="Palatino Linotype" w:cs="Palatino Linotype"/>
          <w:bCs/>
          <w:i/>
          <w:iCs/>
          <w:color w:val="auto"/>
        </w:rPr>
        <w:t>u</w:t>
      </w:r>
      <w:r w:rsidRPr="00D81F3E">
        <w:rPr>
          <w:rFonts w:ascii="Palatino Linotype" w:hAnsi="Palatino Linotype" w:cs="Palatino Linotype"/>
          <w:bCs/>
          <w:i/>
          <w:iCs/>
          <w:color w:val="auto"/>
        </w:rPr>
        <w:t xml:space="preserve"> </w:t>
      </w:r>
      <w:r w:rsidR="00D81F3E" w:rsidRPr="00D81F3E">
        <w:rPr>
          <w:rFonts w:ascii="Palatino Linotype" w:hAnsi="Palatino Linotype" w:cs="Palatino Linotype"/>
          <w:bCs/>
          <w:i/>
          <w:iCs/>
          <w:color w:val="auto"/>
        </w:rPr>
        <w:t>ustawy o zmianie ustawy – Prawo budowlane oraz o zmianie niektórych innych ustaw</w:t>
      </w:r>
      <w:r w:rsidR="005F6264">
        <w:rPr>
          <w:rFonts w:ascii="Palatino Linotype" w:hAnsi="Palatino Linotype" w:cs="Palatino Linotype"/>
          <w:bCs/>
          <w:iCs/>
          <w:color w:val="auto"/>
        </w:rPr>
        <w:t>,</w:t>
      </w:r>
      <w:r w:rsidR="00D81F3E">
        <w:rPr>
          <w:rFonts w:ascii="Palatino Linotype" w:hAnsi="Palatino Linotype" w:cs="Palatino Linotype"/>
          <w:bCs/>
          <w:i/>
          <w:iCs/>
          <w:color w:val="auto"/>
        </w:rPr>
        <w:t xml:space="preserve"> </w:t>
      </w:r>
      <w:r w:rsidR="00792BEA">
        <w:rPr>
          <w:rFonts w:ascii="Palatino Linotype" w:hAnsi="Palatino Linotype" w:cs="Palatino Linotype"/>
          <w:bCs/>
          <w:color w:val="auto"/>
        </w:rPr>
        <w:t xml:space="preserve">uprzejmie informuję, że w związku z uwzględnieniem </w:t>
      </w:r>
      <w:r w:rsidR="005F6264">
        <w:rPr>
          <w:rFonts w:ascii="Palatino Linotype" w:hAnsi="Palatino Linotype" w:cs="Palatino Linotype"/>
          <w:bCs/>
          <w:color w:val="auto"/>
        </w:rPr>
        <w:t xml:space="preserve">moich </w:t>
      </w:r>
      <w:r w:rsidR="00792BEA">
        <w:rPr>
          <w:rFonts w:ascii="Palatino Linotype" w:hAnsi="Palatino Linotype" w:cs="Palatino Linotype"/>
          <w:bCs/>
          <w:color w:val="auto"/>
        </w:rPr>
        <w:t>uwag nie wnoszę dalszych zastrzeżeń.</w:t>
      </w:r>
    </w:p>
    <w:p w14:paraId="31BCDEE6" w14:textId="77777777" w:rsidR="00195AA3" w:rsidRPr="00195AA3" w:rsidRDefault="00195AA3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  <w:lang w:val="pl-PL"/>
        </w:rPr>
      </w:pPr>
    </w:p>
    <w:p w14:paraId="1381581B" w14:textId="52CCECF9" w:rsidR="00C87FA1" w:rsidRPr="002918F9" w:rsidRDefault="007C578A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 w:rsidRPr="002918F9">
        <w:rPr>
          <w:rFonts w:ascii="Palatino Linotype" w:hAnsi="Palatino Linotype"/>
          <w:i/>
          <w:lang w:val="pl-PL"/>
        </w:rPr>
        <w:t>Z</w:t>
      </w:r>
      <w:r w:rsidR="001873F2" w:rsidRPr="002918F9">
        <w:rPr>
          <w:rFonts w:ascii="Palatino Linotype" w:hAnsi="Palatino Linotype"/>
          <w:i/>
        </w:rPr>
        <w:t xml:space="preserve"> wyraz</w:t>
      </w:r>
      <w:r w:rsidRPr="002918F9">
        <w:rPr>
          <w:rFonts w:ascii="Palatino Linotype" w:hAnsi="Palatino Linotype"/>
          <w:i/>
          <w:lang w:val="pl-PL"/>
        </w:rPr>
        <w:t>ami</w:t>
      </w:r>
      <w:r w:rsidR="001873F2" w:rsidRPr="002918F9">
        <w:rPr>
          <w:rFonts w:ascii="Palatino Linotype" w:hAnsi="Palatino Linotype"/>
          <w:i/>
        </w:rPr>
        <w:t xml:space="preserve"> szacunku</w:t>
      </w:r>
      <w:r w:rsidR="0069171B" w:rsidRPr="002918F9">
        <w:rPr>
          <w:rFonts w:ascii="Palatino Linotype" w:hAnsi="Palatino Linotype"/>
          <w:i/>
        </w:rPr>
        <w:t>,</w:t>
      </w:r>
    </w:p>
    <w:p w14:paraId="143A6FA4" w14:textId="133AF5D2" w:rsidR="00CB7743" w:rsidRPr="002918F9" w:rsidRDefault="00D81F3E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  <w:r>
        <w:rPr>
          <w:rFonts w:ascii="Palatino Linotype" w:hAnsi="Palatino Linotype"/>
          <w:lang w:val="pl-PL"/>
        </w:rPr>
        <w:t xml:space="preserve">dr </w:t>
      </w:r>
      <w:r w:rsidR="001873F2" w:rsidRPr="002918F9">
        <w:rPr>
          <w:rFonts w:ascii="Palatino Linotype" w:hAnsi="Palatino Linotype"/>
          <w:lang w:val="pl-PL"/>
        </w:rPr>
        <w:t>Paweł Pietrzyk</w:t>
      </w:r>
    </w:p>
    <w:p w14:paraId="647C0D33" w14:textId="3FD266B7" w:rsidR="00E37DF5" w:rsidRPr="002918F9" w:rsidRDefault="00E37DF5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</w:p>
    <w:p w14:paraId="3257DF5C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366C6905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4176060F" w14:textId="67D333CE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4D7BFB53" w14:textId="28658C2D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5ABF58D6" w14:textId="1FA7E019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064CE9A4" w14:textId="4FABE1CA" w:rsidR="00D81F3E" w:rsidRDefault="00D81F3E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1001D87B" w14:textId="31DA8ED9" w:rsidR="00D81F3E" w:rsidRDefault="00D81F3E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28A6DC19" w14:textId="24566694" w:rsidR="00D81F3E" w:rsidRDefault="00D81F3E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21A9F7C9" w14:textId="77777777" w:rsidR="00D81F3E" w:rsidRDefault="00D81F3E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05BB3E72" w14:textId="20BAF7DC" w:rsidR="00E37DF5" w:rsidRPr="00E37DF5" w:rsidRDefault="00E37DF5" w:rsidP="00E37DF5">
      <w:pPr>
        <w:pStyle w:val="Tekstpodstawowy"/>
        <w:spacing w:line="276" w:lineRule="auto"/>
        <w:rPr>
          <w:sz w:val="18"/>
          <w:szCs w:val="18"/>
        </w:rPr>
      </w:pPr>
      <w:r w:rsidRPr="00E37DF5">
        <w:rPr>
          <w:rFonts w:ascii="Palatino Linotype" w:hAnsi="Palatino Linotype"/>
          <w:sz w:val="18"/>
          <w:szCs w:val="18"/>
          <w:lang w:val="pl-PL"/>
        </w:rPr>
        <w:t>BK</w:t>
      </w:r>
    </w:p>
    <w:sectPr w:rsidR="00E37DF5" w:rsidRPr="00E37DF5" w:rsidSect="00EC41DB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13B7" w14:textId="77777777" w:rsidR="00BD6265" w:rsidRDefault="00BD6265" w:rsidP="006013BE">
      <w:r>
        <w:separator/>
      </w:r>
    </w:p>
  </w:endnote>
  <w:endnote w:type="continuationSeparator" w:id="0">
    <w:p w14:paraId="268F4F4B" w14:textId="77777777" w:rsidR="00BD6265" w:rsidRDefault="00BD6265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631C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5C7A578F" wp14:editId="12BDAF27">
          <wp:extent cx="1500505" cy="748030"/>
          <wp:effectExtent l="0" t="0" r="0" b="0"/>
          <wp:docPr id="2" name="Obraz 2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6923BAFF" wp14:editId="0F2FF00E">
          <wp:extent cx="1581150" cy="757555"/>
          <wp:effectExtent l="0" t="0" r="0" b="0"/>
          <wp:docPr id="3" name="Obraz 3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71DD79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E4A3C8F" w14:textId="77777777" w:rsidR="004B02A9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5101E602" w14:textId="77777777" w:rsidR="003D62A5" w:rsidRPr="007A679D" w:rsidRDefault="003D62A5" w:rsidP="003D62A5">
    <w:pPr>
      <w:pStyle w:val="Stopka"/>
      <w:rPr>
        <w:sz w:val="2"/>
        <w:szCs w:val="2"/>
      </w:rPr>
    </w:pPr>
  </w:p>
  <w:p w14:paraId="50E1AD12" w14:textId="77777777" w:rsidR="00CB7743" w:rsidRPr="007A679D" w:rsidRDefault="00CB7743" w:rsidP="007A679D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02A7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44E96E4D" wp14:editId="62A8EAA1">
          <wp:extent cx="1500505" cy="748030"/>
          <wp:effectExtent l="0" t="0" r="0" b="0"/>
          <wp:docPr id="4" name="Obraz 4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16B880E8" wp14:editId="485104BE">
          <wp:extent cx="1581150" cy="757555"/>
          <wp:effectExtent l="0" t="0" r="0" b="0"/>
          <wp:docPr id="5" name="Obraz 5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AB63C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40DCF1F" w14:textId="77777777" w:rsidR="00CB7743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5FCD0" w14:textId="77777777" w:rsidR="00BD6265" w:rsidRDefault="00BD6265" w:rsidP="006013BE">
      <w:r>
        <w:separator/>
      </w:r>
    </w:p>
  </w:footnote>
  <w:footnote w:type="continuationSeparator" w:id="0">
    <w:p w14:paraId="4FEBBB39" w14:textId="77777777" w:rsidR="00BD6265" w:rsidRDefault="00BD6265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E563D"/>
    <w:multiLevelType w:val="hybridMultilevel"/>
    <w:tmpl w:val="A2EC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3E98"/>
    <w:multiLevelType w:val="hybridMultilevel"/>
    <w:tmpl w:val="FCB433F4"/>
    <w:lvl w:ilvl="0" w:tplc="178A63D0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7E8B"/>
    <w:multiLevelType w:val="hybridMultilevel"/>
    <w:tmpl w:val="F484F252"/>
    <w:lvl w:ilvl="0" w:tplc="A26CB2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8064AB8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plc="0ADABD56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plc="0E32D2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plc="830E5082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plc="1D7A350A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plc="2E1C76E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plc="5FB88784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plc="378AF0B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D4624E"/>
    <w:multiLevelType w:val="hybridMultilevel"/>
    <w:tmpl w:val="F84AE9EE"/>
    <w:lvl w:ilvl="0" w:tplc="C3ECB7E2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D5D3E8C"/>
    <w:multiLevelType w:val="hybridMultilevel"/>
    <w:tmpl w:val="55949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3"/>
  </w:num>
  <w:num w:numId="5">
    <w:abstractNumId w:val="2"/>
  </w:num>
  <w:num w:numId="6">
    <w:abstractNumId w:val="5"/>
  </w:num>
  <w:num w:numId="7">
    <w:abstractNumId w:val="4"/>
  </w:num>
  <w:num w:numId="8">
    <w:abstractNumId w:val="19"/>
  </w:num>
  <w:num w:numId="9">
    <w:abstractNumId w:val="7"/>
  </w:num>
  <w:num w:numId="10">
    <w:abstractNumId w:val="0"/>
  </w:num>
  <w:num w:numId="11">
    <w:abstractNumId w:val="1"/>
  </w:num>
  <w:num w:numId="12">
    <w:abstractNumId w:val="15"/>
  </w:num>
  <w:num w:numId="13">
    <w:abstractNumId w:val="11"/>
  </w:num>
  <w:num w:numId="14">
    <w:abstractNumId w:val="17"/>
  </w:num>
  <w:num w:numId="15">
    <w:abstractNumId w:val="16"/>
  </w:num>
  <w:num w:numId="16">
    <w:abstractNumId w:val="20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4"/>
  </w:num>
  <w:num w:numId="21">
    <w:abstractNumId w:val="18"/>
  </w:num>
  <w:num w:numId="22">
    <w:abstractNumId w:val="22"/>
  </w:num>
  <w:num w:numId="23">
    <w:abstractNumId w:val="9"/>
  </w:num>
  <w:num w:numId="2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5D"/>
    <w:rsid w:val="000008D4"/>
    <w:rsid w:val="00001CD9"/>
    <w:rsid w:val="00005667"/>
    <w:rsid w:val="00017106"/>
    <w:rsid w:val="00017D3F"/>
    <w:rsid w:val="000246AA"/>
    <w:rsid w:val="00025134"/>
    <w:rsid w:val="000251B4"/>
    <w:rsid w:val="00027B60"/>
    <w:rsid w:val="00037472"/>
    <w:rsid w:val="000379FF"/>
    <w:rsid w:val="00044F3D"/>
    <w:rsid w:val="0004792E"/>
    <w:rsid w:val="00056720"/>
    <w:rsid w:val="00062DEA"/>
    <w:rsid w:val="000668AC"/>
    <w:rsid w:val="00067FC5"/>
    <w:rsid w:val="00073294"/>
    <w:rsid w:val="00074753"/>
    <w:rsid w:val="000758E0"/>
    <w:rsid w:val="00081A56"/>
    <w:rsid w:val="00083E5F"/>
    <w:rsid w:val="00092876"/>
    <w:rsid w:val="000A44F0"/>
    <w:rsid w:val="000B01CD"/>
    <w:rsid w:val="000B0889"/>
    <w:rsid w:val="000C0A41"/>
    <w:rsid w:val="000C1B23"/>
    <w:rsid w:val="000C1FD4"/>
    <w:rsid w:val="000C580E"/>
    <w:rsid w:val="000D11E0"/>
    <w:rsid w:val="000D4558"/>
    <w:rsid w:val="000D5C92"/>
    <w:rsid w:val="000E01A8"/>
    <w:rsid w:val="000E609C"/>
    <w:rsid w:val="000F4555"/>
    <w:rsid w:val="000F468C"/>
    <w:rsid w:val="00114C09"/>
    <w:rsid w:val="00115DF0"/>
    <w:rsid w:val="00117918"/>
    <w:rsid w:val="0012176C"/>
    <w:rsid w:val="001223FA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3F2"/>
    <w:rsid w:val="00187482"/>
    <w:rsid w:val="00193072"/>
    <w:rsid w:val="001958B2"/>
    <w:rsid w:val="00195AA3"/>
    <w:rsid w:val="001A1461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E56E3"/>
    <w:rsid w:val="001E77F2"/>
    <w:rsid w:val="001F3C19"/>
    <w:rsid w:val="0020425C"/>
    <w:rsid w:val="00214043"/>
    <w:rsid w:val="00214831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141F"/>
    <w:rsid w:val="0027388D"/>
    <w:rsid w:val="00276231"/>
    <w:rsid w:val="00284D22"/>
    <w:rsid w:val="00286AAC"/>
    <w:rsid w:val="00286C61"/>
    <w:rsid w:val="002918F9"/>
    <w:rsid w:val="00294456"/>
    <w:rsid w:val="00296A4A"/>
    <w:rsid w:val="002A32E5"/>
    <w:rsid w:val="002A3AF5"/>
    <w:rsid w:val="002A7906"/>
    <w:rsid w:val="002B5065"/>
    <w:rsid w:val="002C182E"/>
    <w:rsid w:val="002C4738"/>
    <w:rsid w:val="002D1ABB"/>
    <w:rsid w:val="002D4D24"/>
    <w:rsid w:val="002D590A"/>
    <w:rsid w:val="002E1CC2"/>
    <w:rsid w:val="002E32DC"/>
    <w:rsid w:val="002E60B8"/>
    <w:rsid w:val="002E6465"/>
    <w:rsid w:val="002F0B39"/>
    <w:rsid w:val="002F0B45"/>
    <w:rsid w:val="002F36EB"/>
    <w:rsid w:val="002F5D69"/>
    <w:rsid w:val="002F5E2B"/>
    <w:rsid w:val="002F5FCB"/>
    <w:rsid w:val="002F69AE"/>
    <w:rsid w:val="00306C21"/>
    <w:rsid w:val="00307613"/>
    <w:rsid w:val="00307D94"/>
    <w:rsid w:val="00320EB7"/>
    <w:rsid w:val="003247DA"/>
    <w:rsid w:val="00331FB0"/>
    <w:rsid w:val="00332BB7"/>
    <w:rsid w:val="00336F6F"/>
    <w:rsid w:val="00337DC3"/>
    <w:rsid w:val="00337EE2"/>
    <w:rsid w:val="00344F05"/>
    <w:rsid w:val="00352A62"/>
    <w:rsid w:val="00356467"/>
    <w:rsid w:val="00361355"/>
    <w:rsid w:val="00366373"/>
    <w:rsid w:val="00370C0B"/>
    <w:rsid w:val="003746CD"/>
    <w:rsid w:val="00374809"/>
    <w:rsid w:val="003817E4"/>
    <w:rsid w:val="00383CA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46FC"/>
    <w:rsid w:val="004157BE"/>
    <w:rsid w:val="00424762"/>
    <w:rsid w:val="004249D4"/>
    <w:rsid w:val="004250E3"/>
    <w:rsid w:val="00432ED0"/>
    <w:rsid w:val="00434767"/>
    <w:rsid w:val="00435648"/>
    <w:rsid w:val="00441B1C"/>
    <w:rsid w:val="00442693"/>
    <w:rsid w:val="00446F1D"/>
    <w:rsid w:val="00451E22"/>
    <w:rsid w:val="00455C33"/>
    <w:rsid w:val="00455D5A"/>
    <w:rsid w:val="00461323"/>
    <w:rsid w:val="00465F82"/>
    <w:rsid w:val="004676E8"/>
    <w:rsid w:val="004703FD"/>
    <w:rsid w:val="00470463"/>
    <w:rsid w:val="0048185D"/>
    <w:rsid w:val="004841FB"/>
    <w:rsid w:val="00485E47"/>
    <w:rsid w:val="004874FC"/>
    <w:rsid w:val="0048765E"/>
    <w:rsid w:val="00495EC0"/>
    <w:rsid w:val="004A0D71"/>
    <w:rsid w:val="004B02A9"/>
    <w:rsid w:val="004B0FF7"/>
    <w:rsid w:val="004B3249"/>
    <w:rsid w:val="004B5C0D"/>
    <w:rsid w:val="004D0C4A"/>
    <w:rsid w:val="004D48E8"/>
    <w:rsid w:val="004E0747"/>
    <w:rsid w:val="004E2666"/>
    <w:rsid w:val="004F259C"/>
    <w:rsid w:val="00501D38"/>
    <w:rsid w:val="00512D8C"/>
    <w:rsid w:val="00513234"/>
    <w:rsid w:val="00517B86"/>
    <w:rsid w:val="00521F96"/>
    <w:rsid w:val="00527F0C"/>
    <w:rsid w:val="00533CBE"/>
    <w:rsid w:val="005356C3"/>
    <w:rsid w:val="00540E35"/>
    <w:rsid w:val="00542442"/>
    <w:rsid w:val="00544AB4"/>
    <w:rsid w:val="005461ED"/>
    <w:rsid w:val="00547CD3"/>
    <w:rsid w:val="00550098"/>
    <w:rsid w:val="005536AA"/>
    <w:rsid w:val="00553940"/>
    <w:rsid w:val="005638F1"/>
    <w:rsid w:val="005659E0"/>
    <w:rsid w:val="00565FB9"/>
    <w:rsid w:val="00570CA9"/>
    <w:rsid w:val="00571CA4"/>
    <w:rsid w:val="00573A8C"/>
    <w:rsid w:val="00577760"/>
    <w:rsid w:val="005906CA"/>
    <w:rsid w:val="00594D8C"/>
    <w:rsid w:val="00595459"/>
    <w:rsid w:val="005A581C"/>
    <w:rsid w:val="005B3051"/>
    <w:rsid w:val="005C2EA4"/>
    <w:rsid w:val="005C5C3D"/>
    <w:rsid w:val="005C5DFD"/>
    <w:rsid w:val="005C78FA"/>
    <w:rsid w:val="005D2A25"/>
    <w:rsid w:val="005D4500"/>
    <w:rsid w:val="005E258F"/>
    <w:rsid w:val="005E25FB"/>
    <w:rsid w:val="005E2E81"/>
    <w:rsid w:val="005E3CB4"/>
    <w:rsid w:val="005F1460"/>
    <w:rsid w:val="005F315B"/>
    <w:rsid w:val="005F50AC"/>
    <w:rsid w:val="005F5F75"/>
    <w:rsid w:val="005F6264"/>
    <w:rsid w:val="005F6629"/>
    <w:rsid w:val="00600F10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44AF2"/>
    <w:rsid w:val="00652E55"/>
    <w:rsid w:val="00665216"/>
    <w:rsid w:val="006658E0"/>
    <w:rsid w:val="00665A54"/>
    <w:rsid w:val="00677715"/>
    <w:rsid w:val="00684E5D"/>
    <w:rsid w:val="00686544"/>
    <w:rsid w:val="0068746D"/>
    <w:rsid w:val="00691322"/>
    <w:rsid w:val="0069132B"/>
    <w:rsid w:val="0069171B"/>
    <w:rsid w:val="00692E29"/>
    <w:rsid w:val="0069433A"/>
    <w:rsid w:val="006A0D9F"/>
    <w:rsid w:val="006A32D6"/>
    <w:rsid w:val="006B6F96"/>
    <w:rsid w:val="006C1D4B"/>
    <w:rsid w:val="006C64B0"/>
    <w:rsid w:val="006D0D9F"/>
    <w:rsid w:val="006D3734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20F"/>
    <w:rsid w:val="0071148C"/>
    <w:rsid w:val="0071491C"/>
    <w:rsid w:val="007154C8"/>
    <w:rsid w:val="007157A5"/>
    <w:rsid w:val="0072760E"/>
    <w:rsid w:val="0073041A"/>
    <w:rsid w:val="00730DBC"/>
    <w:rsid w:val="007353CB"/>
    <w:rsid w:val="00735968"/>
    <w:rsid w:val="00737181"/>
    <w:rsid w:val="007375A2"/>
    <w:rsid w:val="00744BAB"/>
    <w:rsid w:val="00745CE2"/>
    <w:rsid w:val="00745E3D"/>
    <w:rsid w:val="007527E6"/>
    <w:rsid w:val="00752D01"/>
    <w:rsid w:val="00753F01"/>
    <w:rsid w:val="00757154"/>
    <w:rsid w:val="00762F51"/>
    <w:rsid w:val="00763450"/>
    <w:rsid w:val="0076354B"/>
    <w:rsid w:val="007636A9"/>
    <w:rsid w:val="00765856"/>
    <w:rsid w:val="00766105"/>
    <w:rsid w:val="0078127E"/>
    <w:rsid w:val="00781499"/>
    <w:rsid w:val="0078158C"/>
    <w:rsid w:val="007825D1"/>
    <w:rsid w:val="00783F24"/>
    <w:rsid w:val="00784E2D"/>
    <w:rsid w:val="00792BEA"/>
    <w:rsid w:val="007957C1"/>
    <w:rsid w:val="007A2998"/>
    <w:rsid w:val="007A46FC"/>
    <w:rsid w:val="007A679D"/>
    <w:rsid w:val="007B44AC"/>
    <w:rsid w:val="007B5796"/>
    <w:rsid w:val="007C1847"/>
    <w:rsid w:val="007C19E9"/>
    <w:rsid w:val="007C578A"/>
    <w:rsid w:val="007C77B2"/>
    <w:rsid w:val="007D008F"/>
    <w:rsid w:val="007D2927"/>
    <w:rsid w:val="007D5C05"/>
    <w:rsid w:val="007D7429"/>
    <w:rsid w:val="007E0E3D"/>
    <w:rsid w:val="007E3F9E"/>
    <w:rsid w:val="007F0E92"/>
    <w:rsid w:val="007F4E56"/>
    <w:rsid w:val="008022BE"/>
    <w:rsid w:val="00807148"/>
    <w:rsid w:val="008137CA"/>
    <w:rsid w:val="00813A7E"/>
    <w:rsid w:val="00824423"/>
    <w:rsid w:val="008254BC"/>
    <w:rsid w:val="008266CA"/>
    <w:rsid w:val="00831FD9"/>
    <w:rsid w:val="0083205D"/>
    <w:rsid w:val="00836C5A"/>
    <w:rsid w:val="00843F04"/>
    <w:rsid w:val="008462AE"/>
    <w:rsid w:val="00856123"/>
    <w:rsid w:val="008574A4"/>
    <w:rsid w:val="0086245E"/>
    <w:rsid w:val="0086356C"/>
    <w:rsid w:val="00867B2A"/>
    <w:rsid w:val="00872D32"/>
    <w:rsid w:val="008731A6"/>
    <w:rsid w:val="00890D22"/>
    <w:rsid w:val="00894C31"/>
    <w:rsid w:val="008968A3"/>
    <w:rsid w:val="008A0A91"/>
    <w:rsid w:val="008A6343"/>
    <w:rsid w:val="008B1938"/>
    <w:rsid w:val="008B236A"/>
    <w:rsid w:val="008B7245"/>
    <w:rsid w:val="008D2E92"/>
    <w:rsid w:val="008D4490"/>
    <w:rsid w:val="008E31DC"/>
    <w:rsid w:val="008E4FE6"/>
    <w:rsid w:val="008E7471"/>
    <w:rsid w:val="008F011C"/>
    <w:rsid w:val="008F30A2"/>
    <w:rsid w:val="008F3D0A"/>
    <w:rsid w:val="00903383"/>
    <w:rsid w:val="00913B46"/>
    <w:rsid w:val="0091617A"/>
    <w:rsid w:val="00916BCB"/>
    <w:rsid w:val="009250BD"/>
    <w:rsid w:val="00942514"/>
    <w:rsid w:val="0094267D"/>
    <w:rsid w:val="00946059"/>
    <w:rsid w:val="00947373"/>
    <w:rsid w:val="0095063C"/>
    <w:rsid w:val="009570A1"/>
    <w:rsid w:val="009625A3"/>
    <w:rsid w:val="009643BE"/>
    <w:rsid w:val="009773FC"/>
    <w:rsid w:val="009810F5"/>
    <w:rsid w:val="009850B1"/>
    <w:rsid w:val="009875C1"/>
    <w:rsid w:val="00990D97"/>
    <w:rsid w:val="0099103A"/>
    <w:rsid w:val="0099165A"/>
    <w:rsid w:val="00991A2B"/>
    <w:rsid w:val="0099251C"/>
    <w:rsid w:val="00996D4F"/>
    <w:rsid w:val="00997F97"/>
    <w:rsid w:val="009A0A07"/>
    <w:rsid w:val="009A58E2"/>
    <w:rsid w:val="009B178B"/>
    <w:rsid w:val="009B493C"/>
    <w:rsid w:val="009B6FB3"/>
    <w:rsid w:val="009C0E02"/>
    <w:rsid w:val="009C0F6F"/>
    <w:rsid w:val="009C315D"/>
    <w:rsid w:val="009C4688"/>
    <w:rsid w:val="009C61FB"/>
    <w:rsid w:val="009D4715"/>
    <w:rsid w:val="009D6094"/>
    <w:rsid w:val="009E3908"/>
    <w:rsid w:val="009F22E6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817"/>
    <w:rsid w:val="00A658B6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C0581"/>
    <w:rsid w:val="00AC0941"/>
    <w:rsid w:val="00AC2B03"/>
    <w:rsid w:val="00AC4D8E"/>
    <w:rsid w:val="00AC5970"/>
    <w:rsid w:val="00AC6A2D"/>
    <w:rsid w:val="00AD5A11"/>
    <w:rsid w:val="00AE231C"/>
    <w:rsid w:val="00AE339B"/>
    <w:rsid w:val="00AE6CF8"/>
    <w:rsid w:val="00AF4B95"/>
    <w:rsid w:val="00AF5968"/>
    <w:rsid w:val="00B0336C"/>
    <w:rsid w:val="00B1009D"/>
    <w:rsid w:val="00B12B52"/>
    <w:rsid w:val="00B138B6"/>
    <w:rsid w:val="00B21814"/>
    <w:rsid w:val="00B24465"/>
    <w:rsid w:val="00B25542"/>
    <w:rsid w:val="00B30849"/>
    <w:rsid w:val="00B32A48"/>
    <w:rsid w:val="00B35600"/>
    <w:rsid w:val="00B40EA7"/>
    <w:rsid w:val="00B5444C"/>
    <w:rsid w:val="00B61638"/>
    <w:rsid w:val="00B642D4"/>
    <w:rsid w:val="00B64B7E"/>
    <w:rsid w:val="00B66585"/>
    <w:rsid w:val="00B714A5"/>
    <w:rsid w:val="00B7207A"/>
    <w:rsid w:val="00B73AB8"/>
    <w:rsid w:val="00B77EFF"/>
    <w:rsid w:val="00B837BD"/>
    <w:rsid w:val="00BA1978"/>
    <w:rsid w:val="00BA3EA6"/>
    <w:rsid w:val="00BB0950"/>
    <w:rsid w:val="00BB2A22"/>
    <w:rsid w:val="00BB42B8"/>
    <w:rsid w:val="00BB56A2"/>
    <w:rsid w:val="00BC3803"/>
    <w:rsid w:val="00BC5322"/>
    <w:rsid w:val="00BD110D"/>
    <w:rsid w:val="00BD54DB"/>
    <w:rsid w:val="00BD5CF4"/>
    <w:rsid w:val="00BD6265"/>
    <w:rsid w:val="00BE23C4"/>
    <w:rsid w:val="00BE2FA9"/>
    <w:rsid w:val="00BE4C98"/>
    <w:rsid w:val="00BF110A"/>
    <w:rsid w:val="00BF3C4B"/>
    <w:rsid w:val="00BF6420"/>
    <w:rsid w:val="00BF799A"/>
    <w:rsid w:val="00C01E2A"/>
    <w:rsid w:val="00C10698"/>
    <w:rsid w:val="00C12E08"/>
    <w:rsid w:val="00C22079"/>
    <w:rsid w:val="00C2305D"/>
    <w:rsid w:val="00C32DE5"/>
    <w:rsid w:val="00C42A6E"/>
    <w:rsid w:val="00C46238"/>
    <w:rsid w:val="00C46EF3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C3A9C"/>
    <w:rsid w:val="00CD72A7"/>
    <w:rsid w:val="00CD7DF2"/>
    <w:rsid w:val="00CF0516"/>
    <w:rsid w:val="00CF5AE3"/>
    <w:rsid w:val="00D06DA4"/>
    <w:rsid w:val="00D101B7"/>
    <w:rsid w:val="00D14CD2"/>
    <w:rsid w:val="00D23081"/>
    <w:rsid w:val="00D31473"/>
    <w:rsid w:val="00D35B1E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1F3E"/>
    <w:rsid w:val="00D82505"/>
    <w:rsid w:val="00D831BE"/>
    <w:rsid w:val="00D91189"/>
    <w:rsid w:val="00D92F87"/>
    <w:rsid w:val="00D95A20"/>
    <w:rsid w:val="00DA373F"/>
    <w:rsid w:val="00DB61B9"/>
    <w:rsid w:val="00DC2414"/>
    <w:rsid w:val="00DC578E"/>
    <w:rsid w:val="00DD3CF7"/>
    <w:rsid w:val="00DD42A0"/>
    <w:rsid w:val="00DD6AD4"/>
    <w:rsid w:val="00DF0661"/>
    <w:rsid w:val="00DF4EDC"/>
    <w:rsid w:val="00DF76C5"/>
    <w:rsid w:val="00E05839"/>
    <w:rsid w:val="00E10C62"/>
    <w:rsid w:val="00E15652"/>
    <w:rsid w:val="00E16A88"/>
    <w:rsid w:val="00E17B0D"/>
    <w:rsid w:val="00E2118E"/>
    <w:rsid w:val="00E216B6"/>
    <w:rsid w:val="00E33142"/>
    <w:rsid w:val="00E35583"/>
    <w:rsid w:val="00E3734B"/>
    <w:rsid w:val="00E37DF5"/>
    <w:rsid w:val="00E41588"/>
    <w:rsid w:val="00E42539"/>
    <w:rsid w:val="00E47390"/>
    <w:rsid w:val="00E6531A"/>
    <w:rsid w:val="00E65506"/>
    <w:rsid w:val="00E67AD9"/>
    <w:rsid w:val="00E67F62"/>
    <w:rsid w:val="00E704B3"/>
    <w:rsid w:val="00E732E0"/>
    <w:rsid w:val="00E76984"/>
    <w:rsid w:val="00E81AB8"/>
    <w:rsid w:val="00E8204F"/>
    <w:rsid w:val="00E83D4C"/>
    <w:rsid w:val="00E83F9D"/>
    <w:rsid w:val="00E857EE"/>
    <w:rsid w:val="00E9108A"/>
    <w:rsid w:val="00E93612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2B9D"/>
    <w:rsid w:val="00EF6F50"/>
    <w:rsid w:val="00F012CF"/>
    <w:rsid w:val="00F11FB2"/>
    <w:rsid w:val="00F12039"/>
    <w:rsid w:val="00F131C3"/>
    <w:rsid w:val="00F15689"/>
    <w:rsid w:val="00F156A8"/>
    <w:rsid w:val="00F2345E"/>
    <w:rsid w:val="00F23879"/>
    <w:rsid w:val="00F239B8"/>
    <w:rsid w:val="00F2598A"/>
    <w:rsid w:val="00F2641A"/>
    <w:rsid w:val="00F3351A"/>
    <w:rsid w:val="00F34479"/>
    <w:rsid w:val="00F441E6"/>
    <w:rsid w:val="00F44294"/>
    <w:rsid w:val="00F52CED"/>
    <w:rsid w:val="00F55848"/>
    <w:rsid w:val="00F61FAB"/>
    <w:rsid w:val="00F650C8"/>
    <w:rsid w:val="00F71300"/>
    <w:rsid w:val="00F7275F"/>
    <w:rsid w:val="00F926CE"/>
    <w:rsid w:val="00FA0332"/>
    <w:rsid w:val="00FA5449"/>
    <w:rsid w:val="00FB61BE"/>
    <w:rsid w:val="00FE5222"/>
    <w:rsid w:val="00FE58C5"/>
    <w:rsid w:val="00FF1B29"/>
    <w:rsid w:val="00FF2A4A"/>
    <w:rsid w:val="00FF2E96"/>
    <w:rsid w:val="00FF5978"/>
    <w:rsid w:val="06842167"/>
    <w:rsid w:val="16EE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7A0CF4"/>
  <w15:chartTrackingRefBased/>
  <w15:docId w15:val="{2B2E4897-10BA-442D-9EF4-ABFAC112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4E57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rawczyk\Documents\Blankiet_ND_do_NA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FD7B2A69961647A095FF8CE5F6F329" ma:contentTypeVersion="4" ma:contentTypeDescription="Utwórz nowy dokument." ma:contentTypeScope="" ma:versionID="3cfdec22b5e503895551697b3dfc8312">
  <xsd:schema xmlns:xsd="http://www.w3.org/2001/XMLSchema" xmlns:xs="http://www.w3.org/2001/XMLSchema" xmlns:p="http://schemas.microsoft.com/office/2006/metadata/properties" xmlns:ns2="61abcea0-8d6d-4937-9d63-727d1c29fe3a" targetNamespace="http://schemas.microsoft.com/office/2006/metadata/properties" ma:root="true" ma:fieldsID="ab3bcdd833528019b2d13e9f6805b72e" ns2:_="">
    <xsd:import namespace="61abcea0-8d6d-4937-9d63-727d1c29fe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bcea0-8d6d-4937-9d63-727d1c29f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E20F77-A69F-441E-8D92-A1000AED78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0128E0-B9C2-4E1A-A90C-707F8FC94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abcea0-8d6d-4937-9d63-727d1c29f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9F8FF5-3C94-4F9D-A7EF-10E3EEB4A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21CB8-BC51-4655-B9F1-AF38C417EA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Blankiet_ND_do_NAC.dotx</Template>
  <TotalTime>11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47/2008</vt:lpstr>
    </vt:vector>
  </TitlesOfParts>
  <Company>Archiwow Panstwowych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47/2008</dc:title>
  <dc:subject/>
  <dc:creator>Krawczyk Karol</dc:creator>
  <cp:keywords/>
  <cp:lastModifiedBy>Pietrzyk Paweł</cp:lastModifiedBy>
  <cp:revision>5</cp:revision>
  <cp:lastPrinted>2018-01-15T09:14:00Z</cp:lastPrinted>
  <dcterms:created xsi:type="dcterms:W3CDTF">2021-09-03T11:29:00Z</dcterms:created>
  <dcterms:modified xsi:type="dcterms:W3CDTF">2021-09-06T15:23:00Z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0x0101007FFD7B2A69961647A095FF8CE5F6F329</vt:lpwstr>
  </property>
</Properties>
</file>