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F3783" w14:textId="2AAAD878" w:rsidR="003D5924" w:rsidRPr="005D4FDC" w:rsidRDefault="003D5924" w:rsidP="00D03D9F">
      <w:pPr>
        <w:jc w:val="right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D3565C">
        <w:rPr>
          <w:rFonts w:ascii="Times New Roman" w:hAnsi="Times New Roman" w:cs="Times New Roman"/>
          <w:sz w:val="20"/>
          <w:szCs w:val="20"/>
        </w:rPr>
        <w:t>5</w:t>
      </w:r>
    </w:p>
    <w:p w14:paraId="03416486" w14:textId="77777777" w:rsidR="003D5924" w:rsidRPr="005D4FDC" w:rsidRDefault="003D5924" w:rsidP="003D592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b/>
        </w:rPr>
        <w:t>UMOWA nr ……………………… (wzór)</w:t>
      </w:r>
    </w:p>
    <w:p w14:paraId="46FEE360" w14:textId="5073C50D" w:rsidR="003D5924" w:rsidRPr="005D4FDC" w:rsidRDefault="003D5924" w:rsidP="003D5924">
      <w:pPr>
        <w:spacing w:line="36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zawarta w dniu ……………….202</w:t>
      </w:r>
      <w:r w:rsidR="00D3565C">
        <w:rPr>
          <w:rFonts w:ascii="Times New Roman" w:hAnsi="Times New Roman" w:cs="Times New Roman"/>
        </w:rPr>
        <w:t>4</w:t>
      </w:r>
      <w:r w:rsidRPr="005D4FDC">
        <w:rPr>
          <w:rFonts w:ascii="Times New Roman" w:hAnsi="Times New Roman" w:cs="Times New Roman"/>
        </w:rPr>
        <w:t xml:space="preserve"> r. w Opolu pomiędzy:</w:t>
      </w:r>
    </w:p>
    <w:p w14:paraId="3B65B25E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  <w:b/>
        </w:rPr>
        <w:t xml:space="preserve">Państwową Inspekcją Pracy Okręgowym Inspektoratem Pracy </w:t>
      </w:r>
      <w:r w:rsidRPr="005D4FDC">
        <w:rPr>
          <w:rFonts w:ascii="Times New Roman" w:hAnsi="Times New Roman" w:cs="Times New Roman"/>
          <w:b/>
        </w:rPr>
        <w:br/>
        <w:t xml:space="preserve">z siedzibą w Opolu ul. Oleska 121 bud. C, 45-231 Opole, REGON 000870439, </w:t>
      </w:r>
      <w:r w:rsidRPr="005D4FDC">
        <w:rPr>
          <w:rFonts w:ascii="Times New Roman" w:hAnsi="Times New Roman" w:cs="Times New Roman"/>
          <w:b/>
        </w:rPr>
        <w:br/>
        <w:t>NIP 754-10-91-839</w:t>
      </w:r>
      <w:r w:rsidRPr="005D4FDC">
        <w:rPr>
          <w:rFonts w:ascii="Times New Roman" w:hAnsi="Times New Roman" w:cs="Times New Roman"/>
        </w:rPr>
        <w:t xml:space="preserve"> reprezentowanym przez: </w:t>
      </w:r>
    </w:p>
    <w:p w14:paraId="4778877B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</w:rPr>
        <w:t xml:space="preserve">…………………………………………………………………………………………………. zwanego dalej w niniejszej umowie </w:t>
      </w:r>
      <w:r w:rsidRPr="005D4FDC">
        <w:rPr>
          <w:rFonts w:ascii="Times New Roman" w:hAnsi="Times New Roman" w:cs="Times New Roman"/>
          <w:b/>
        </w:rPr>
        <w:t>Zamawiającym,</w:t>
      </w:r>
    </w:p>
    <w:p w14:paraId="6C081286" w14:textId="77777777" w:rsidR="003D5924" w:rsidRPr="005D4FDC" w:rsidRDefault="003D5924" w:rsidP="003D5924">
      <w:pPr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</w:p>
    <w:p w14:paraId="10B4C4ED" w14:textId="1378B71C" w:rsidR="003D5924" w:rsidRPr="005D4FDC" w:rsidRDefault="003D5924" w:rsidP="003D5924">
      <w:pPr>
        <w:ind w:left="0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(…) z siedzibą w (…) i adresem (…), działającym na podstawie wpisu w KRS/centralnej ewidencji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i informacji o działalności gospodarczej , posiadającym NIP …………………….., REGON ……………………………, reprezentowanym przez:</w:t>
      </w:r>
    </w:p>
    <w:p w14:paraId="01F375FE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</w:rPr>
        <w:t xml:space="preserve">…………………………………………………………………………………………………. </w:t>
      </w:r>
      <w:r w:rsidRPr="005D4FDC">
        <w:rPr>
          <w:rFonts w:ascii="Times New Roman" w:hAnsi="Times New Roman" w:cs="Times New Roman"/>
        </w:rPr>
        <w:br/>
        <w:t>zwanym w dalszej części umowy</w:t>
      </w:r>
      <w:r w:rsidRPr="005D4FDC">
        <w:rPr>
          <w:rFonts w:ascii="Times New Roman" w:hAnsi="Times New Roman" w:cs="Times New Roman"/>
          <w:b/>
        </w:rPr>
        <w:t xml:space="preserve"> Wykonawcą,</w:t>
      </w:r>
    </w:p>
    <w:p w14:paraId="74024618" w14:textId="77777777" w:rsidR="003D5924" w:rsidRPr="005D4FDC" w:rsidRDefault="003D5924" w:rsidP="003D5924">
      <w:p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16480919" w14:textId="17BF87B8" w:rsidR="003D5924" w:rsidRPr="005D4FDC" w:rsidRDefault="003D5924" w:rsidP="003D5924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</w:rPr>
      </w:pPr>
      <w:r w:rsidRPr="005D4FDC">
        <w:rPr>
          <w:rFonts w:ascii="Times New Roman" w:hAnsi="Times New Roman" w:cs="Times New Roman"/>
          <w:iCs/>
        </w:rPr>
        <w:t xml:space="preserve">poprzedzona postępowaniem o udzielenie zamówienia publicznego, którego wartość nie przekracza kwoty określonej w art. </w:t>
      </w:r>
      <w:r w:rsidRPr="005D4FDC">
        <w:rPr>
          <w:rFonts w:ascii="Times New Roman" w:hAnsi="Times New Roman" w:cs="Times New Roman"/>
        </w:rPr>
        <w:t>2 ust. 1 pkt 1 ustawy z dnia 11 września 2019 r. – Prawo zamówień publicznych (</w:t>
      </w:r>
      <w:bookmarkStart w:id="0" w:name="_Hlk511737968"/>
      <w:r w:rsidRPr="005D4FDC">
        <w:rPr>
          <w:rFonts w:ascii="Times New Roman" w:hAnsi="Times New Roman" w:cs="Times New Roman"/>
        </w:rPr>
        <w:t>Dz</w:t>
      </w:r>
      <w:r w:rsidRPr="005D4FDC">
        <w:rPr>
          <w:rFonts w:ascii="Times New Roman" w:hAnsi="Times New Roman" w:cs="Times New Roman"/>
          <w:iCs/>
        </w:rPr>
        <w:t xml:space="preserve">. U. z </w:t>
      </w:r>
      <w:bookmarkEnd w:id="0"/>
      <w:r w:rsidRPr="005D4FDC">
        <w:rPr>
          <w:rFonts w:ascii="Times New Roman" w:hAnsi="Times New Roman" w:cs="Times New Roman"/>
          <w:iCs/>
        </w:rPr>
        <w:t>202</w:t>
      </w:r>
      <w:r w:rsidR="00D3565C">
        <w:rPr>
          <w:rFonts w:ascii="Times New Roman" w:hAnsi="Times New Roman" w:cs="Times New Roman"/>
          <w:iCs/>
        </w:rPr>
        <w:t>3</w:t>
      </w:r>
      <w:r w:rsidRPr="005D4FDC">
        <w:rPr>
          <w:rFonts w:ascii="Times New Roman" w:hAnsi="Times New Roman" w:cs="Times New Roman"/>
          <w:iCs/>
        </w:rPr>
        <w:t xml:space="preserve"> poz. </w:t>
      </w:r>
      <w:r w:rsidR="00D3565C">
        <w:rPr>
          <w:rFonts w:ascii="Times New Roman" w:hAnsi="Times New Roman" w:cs="Times New Roman"/>
          <w:iCs/>
        </w:rPr>
        <w:t>1605</w:t>
      </w:r>
      <w:r w:rsidRPr="005D4FDC">
        <w:rPr>
          <w:rFonts w:ascii="Times New Roman" w:hAnsi="Times New Roman" w:cs="Times New Roman"/>
          <w:iCs/>
        </w:rPr>
        <w:t xml:space="preserve"> </w:t>
      </w:r>
      <w:proofErr w:type="spellStart"/>
      <w:r w:rsidRPr="005D4FDC">
        <w:rPr>
          <w:rFonts w:ascii="Times New Roman" w:hAnsi="Times New Roman" w:cs="Times New Roman"/>
          <w:iCs/>
        </w:rPr>
        <w:t>t.j</w:t>
      </w:r>
      <w:proofErr w:type="spellEnd"/>
      <w:r w:rsidRPr="005D4FDC">
        <w:rPr>
          <w:rFonts w:ascii="Times New Roman" w:hAnsi="Times New Roman" w:cs="Times New Roman"/>
          <w:iCs/>
        </w:rPr>
        <w:t>.).</w:t>
      </w:r>
    </w:p>
    <w:p w14:paraId="68E23FE4" w14:textId="23EAD243" w:rsidR="00EA2B8F" w:rsidRPr="005D4FDC" w:rsidRDefault="00B27101" w:rsidP="003F376E">
      <w:pPr>
        <w:spacing w:after="98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3D5924" w:rsidRPr="005D4FDC">
        <w:rPr>
          <w:rFonts w:ascii="Times New Roman" w:hAnsi="Times New Roman" w:cs="Times New Roman"/>
          <w:b/>
          <w:bCs/>
        </w:rPr>
        <w:t>1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4477164F" w14:textId="3A0D72BC" w:rsidR="00066B16" w:rsidRPr="005D4FDC" w:rsidRDefault="00B27101" w:rsidP="00066B16">
      <w:pPr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Zamawiający zamawia a Wykonawca dostarczy</w:t>
      </w:r>
      <w:r w:rsidR="00342428" w:rsidRPr="005D4FDC">
        <w:rPr>
          <w:rFonts w:ascii="Times New Roman" w:hAnsi="Times New Roman" w:cs="Times New Roman"/>
        </w:rPr>
        <w:t xml:space="preserve"> do siedziby Zamawiającego fabrycznie nowy samochód</w:t>
      </w:r>
      <w:r w:rsidR="009E5964" w:rsidRPr="005D4FDC">
        <w:rPr>
          <w:rFonts w:ascii="Times New Roman" w:hAnsi="Times New Roman" w:cs="Times New Roman"/>
        </w:rPr>
        <w:t xml:space="preserve"> osobowy marki</w:t>
      </w:r>
      <w:r w:rsidR="00342428" w:rsidRPr="005D4FDC">
        <w:rPr>
          <w:rFonts w:ascii="Times New Roman" w:hAnsi="Times New Roman" w:cs="Times New Roman"/>
        </w:rPr>
        <w:t xml:space="preserve"> …………….,</w:t>
      </w:r>
      <w:r w:rsidR="009E5964" w:rsidRPr="005D4FDC">
        <w:rPr>
          <w:rFonts w:ascii="Times New Roman" w:hAnsi="Times New Roman" w:cs="Times New Roman"/>
        </w:rPr>
        <w:t xml:space="preserve"> model…………..</w:t>
      </w:r>
      <w:r w:rsidR="00342428" w:rsidRPr="005D4FDC">
        <w:rPr>
          <w:rFonts w:ascii="Times New Roman" w:hAnsi="Times New Roman" w:cs="Times New Roman"/>
        </w:rPr>
        <w:t xml:space="preserve"> wyprodukowany </w:t>
      </w:r>
      <w:r w:rsidR="009E5964" w:rsidRPr="005D4FDC">
        <w:rPr>
          <w:rFonts w:ascii="Times New Roman" w:hAnsi="Times New Roman" w:cs="Times New Roman"/>
        </w:rPr>
        <w:br/>
        <w:t xml:space="preserve">w </w:t>
      </w:r>
      <w:r w:rsidR="00342428" w:rsidRPr="005D4FDC">
        <w:rPr>
          <w:rFonts w:ascii="Times New Roman" w:hAnsi="Times New Roman" w:cs="Times New Roman"/>
        </w:rPr>
        <w:t>…………</w:t>
      </w:r>
      <w:r w:rsidR="009E5964" w:rsidRPr="005D4FDC">
        <w:rPr>
          <w:rFonts w:ascii="Times New Roman" w:hAnsi="Times New Roman" w:cs="Times New Roman"/>
        </w:rPr>
        <w:t>r.</w:t>
      </w:r>
      <w:r w:rsidR="00342428" w:rsidRPr="005D4FDC">
        <w:rPr>
          <w:rFonts w:ascii="Times New Roman" w:hAnsi="Times New Roman" w:cs="Times New Roman"/>
        </w:rPr>
        <w:t>, o parametrach technicznych i wyposażeniu określonych w załącznik</w:t>
      </w:r>
      <w:r w:rsidR="00B2753C">
        <w:rPr>
          <w:rFonts w:ascii="Times New Roman" w:hAnsi="Times New Roman" w:cs="Times New Roman"/>
        </w:rPr>
        <w:t>u</w:t>
      </w:r>
      <w:r w:rsidR="00342428" w:rsidRPr="005D4FDC">
        <w:rPr>
          <w:rFonts w:ascii="Times New Roman" w:hAnsi="Times New Roman" w:cs="Times New Roman"/>
        </w:rPr>
        <w:t xml:space="preserve"> nr 1 do niniejszej umowy</w:t>
      </w:r>
      <w:r w:rsidR="00066B16" w:rsidRPr="005D4FDC">
        <w:rPr>
          <w:rFonts w:ascii="Times New Roman" w:hAnsi="Times New Roman" w:cs="Times New Roman"/>
        </w:rPr>
        <w:t xml:space="preserve"> (dalej: „samochód” lub „przedmiot umowy”).</w:t>
      </w:r>
    </w:p>
    <w:p w14:paraId="065166D1" w14:textId="7D91FCB4" w:rsidR="00066B16" w:rsidRPr="005D4FDC" w:rsidRDefault="00720882" w:rsidP="00066B16">
      <w:pPr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Wykonawca dołączy do samochodu:</w:t>
      </w:r>
    </w:p>
    <w:p w14:paraId="64987B67" w14:textId="68B5F3FE" w:rsidR="00720882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d</w:t>
      </w:r>
      <w:r w:rsidR="00302FF7" w:rsidRPr="005D4FDC">
        <w:rPr>
          <w:rFonts w:ascii="Times New Roman" w:hAnsi="Times New Roman" w:cs="Times New Roman"/>
        </w:rPr>
        <w:t>wa komplety kluczyków,</w:t>
      </w:r>
    </w:p>
    <w:p w14:paraId="44E44BC8" w14:textId="65A2BF48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  <w:r w:rsidR="00302FF7" w:rsidRPr="005D4FDC">
        <w:rPr>
          <w:rFonts w:ascii="Times New Roman" w:hAnsi="Times New Roman" w:cs="Times New Roman"/>
        </w:rPr>
        <w:t>pteczkę pierwszej pomocy,</w:t>
      </w:r>
    </w:p>
    <w:p w14:paraId="4E1945F8" w14:textId="6A6FCEAD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  <w:r w:rsidR="00302FF7" w:rsidRPr="005D4FDC">
        <w:rPr>
          <w:rFonts w:ascii="Times New Roman" w:hAnsi="Times New Roman" w:cs="Times New Roman"/>
        </w:rPr>
        <w:t>testowaną gaśnicę,</w:t>
      </w:r>
    </w:p>
    <w:p w14:paraId="4F9391FE" w14:textId="0C3D128C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t</w:t>
      </w:r>
      <w:r w:rsidR="00302FF7" w:rsidRPr="005D4FDC">
        <w:rPr>
          <w:rFonts w:ascii="Times New Roman" w:hAnsi="Times New Roman" w:cs="Times New Roman"/>
        </w:rPr>
        <w:t>rójkąt ostrzegawczy,</w:t>
      </w:r>
    </w:p>
    <w:p w14:paraId="7C32C12F" w14:textId="17A61E90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302FF7" w:rsidRPr="005D4FDC">
        <w:rPr>
          <w:rFonts w:ascii="Times New Roman" w:hAnsi="Times New Roman" w:cs="Times New Roman"/>
        </w:rPr>
        <w:t>oło zapasowe pełnowymiarowe z zestawem narzędzi do wymiany koła lub zestaw naprawczy koła,</w:t>
      </w:r>
    </w:p>
    <w:p w14:paraId="284B8EEB" w14:textId="7C568B66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p</w:t>
      </w:r>
      <w:r w:rsidR="006451B4" w:rsidRPr="005D4FDC">
        <w:rPr>
          <w:rFonts w:ascii="Times New Roman" w:hAnsi="Times New Roman" w:cs="Times New Roman"/>
        </w:rPr>
        <w:t>odnośnik samochodowy</w:t>
      </w:r>
      <w:r w:rsidR="00D3565C">
        <w:rPr>
          <w:rFonts w:ascii="Times New Roman" w:hAnsi="Times New Roman" w:cs="Times New Roman"/>
        </w:rPr>
        <w:t xml:space="preserve"> </w:t>
      </w:r>
      <w:r w:rsidR="00D3565C">
        <w:rPr>
          <w:rFonts w:ascii="Times New Roman" w:hAnsi="Times New Roman"/>
          <w:bCs/>
        </w:rPr>
        <w:t>(w przypadku zaoferowania pełnowymiarowego koła zapasowego)</w:t>
      </w:r>
      <w:r w:rsidR="006451B4" w:rsidRPr="005D4FDC">
        <w:rPr>
          <w:rFonts w:ascii="Times New Roman" w:hAnsi="Times New Roman" w:cs="Times New Roman"/>
        </w:rPr>
        <w:t>,</w:t>
      </w:r>
    </w:p>
    <w:p w14:paraId="54C9C411" w14:textId="1AF3473D" w:rsidR="006451B4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i</w:t>
      </w:r>
      <w:r w:rsidR="00BD4860" w:rsidRPr="005D4FDC">
        <w:rPr>
          <w:rFonts w:ascii="Times New Roman" w:hAnsi="Times New Roman" w:cs="Times New Roman"/>
        </w:rPr>
        <w:t>nstrukcję obsługi samochodu,</w:t>
      </w:r>
    </w:p>
    <w:p w14:paraId="14D51EB3" w14:textId="70E450EC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BD4860" w:rsidRPr="005D4FDC">
        <w:rPr>
          <w:rFonts w:ascii="Times New Roman" w:hAnsi="Times New Roman" w:cs="Times New Roman"/>
        </w:rPr>
        <w:t>siążkę gwarancyjną,</w:t>
      </w:r>
    </w:p>
    <w:p w14:paraId="196794E9" w14:textId="0AB5A685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l</w:t>
      </w:r>
      <w:r w:rsidR="00BD4860" w:rsidRPr="005D4FDC">
        <w:rPr>
          <w:rFonts w:ascii="Times New Roman" w:hAnsi="Times New Roman" w:cs="Times New Roman"/>
        </w:rPr>
        <w:t>istę punktów serwisowych na terenie całego kraju,</w:t>
      </w:r>
    </w:p>
    <w:p w14:paraId="280485AC" w14:textId="5004E4C7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BD4860" w:rsidRPr="005D4FDC">
        <w:rPr>
          <w:rFonts w:ascii="Times New Roman" w:hAnsi="Times New Roman" w:cs="Times New Roman"/>
        </w:rPr>
        <w:t>siążkę serwisową.</w:t>
      </w:r>
    </w:p>
    <w:p w14:paraId="66C983A7" w14:textId="19156585" w:rsidR="000166DC" w:rsidRPr="005D4FDC" w:rsidRDefault="000166DC" w:rsidP="000166DC">
      <w:pPr>
        <w:spacing w:after="0" w:line="258" w:lineRule="auto"/>
        <w:ind w:left="426" w:right="77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Dokumenty, o których mowa w pkt. </w:t>
      </w:r>
      <w:r w:rsidR="00F4445D" w:rsidRPr="005D4FDC">
        <w:rPr>
          <w:rFonts w:ascii="Times New Roman" w:hAnsi="Times New Roman" w:cs="Times New Roman"/>
        </w:rPr>
        <w:t>g</w:t>
      </w:r>
      <w:r w:rsidRPr="005D4FDC">
        <w:rPr>
          <w:rFonts w:ascii="Times New Roman" w:hAnsi="Times New Roman" w:cs="Times New Roman"/>
        </w:rPr>
        <w:t>,</w:t>
      </w:r>
      <w:r w:rsidR="00356D3C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h oraz j będą sporządzone w języku polskim.</w:t>
      </w:r>
      <w:r w:rsidR="00750B08" w:rsidRPr="005D4FDC">
        <w:rPr>
          <w:rFonts w:ascii="Times New Roman" w:hAnsi="Times New Roman" w:cs="Times New Roman"/>
        </w:rPr>
        <w:t xml:space="preserve"> Jeżeli ww. dokumenty będą sporządzone w języku innym niż polski Wykonawca dołączy do tych dokumentów potwierdzone za zgodność z oryginałem tłumaczenie na język polski. Dokumenty, </w:t>
      </w:r>
      <w:r w:rsidR="00114883">
        <w:rPr>
          <w:rFonts w:ascii="Times New Roman" w:hAnsi="Times New Roman" w:cs="Times New Roman"/>
        </w:rPr>
        <w:br/>
      </w:r>
      <w:r w:rsidR="00750B08" w:rsidRPr="005D4FDC">
        <w:rPr>
          <w:rFonts w:ascii="Times New Roman" w:hAnsi="Times New Roman" w:cs="Times New Roman"/>
        </w:rPr>
        <w:t>o k</w:t>
      </w:r>
      <w:r w:rsidR="00356D3C" w:rsidRPr="005D4FDC">
        <w:rPr>
          <w:rFonts w:ascii="Times New Roman" w:hAnsi="Times New Roman" w:cs="Times New Roman"/>
        </w:rPr>
        <w:t>t</w:t>
      </w:r>
      <w:r w:rsidR="00750B08" w:rsidRPr="005D4FDC">
        <w:rPr>
          <w:rFonts w:ascii="Times New Roman" w:hAnsi="Times New Roman" w:cs="Times New Roman"/>
        </w:rPr>
        <w:t xml:space="preserve">órych mowa </w:t>
      </w:r>
      <w:r w:rsidR="00F4445D" w:rsidRPr="005D4FDC">
        <w:rPr>
          <w:rFonts w:ascii="Times New Roman" w:hAnsi="Times New Roman" w:cs="Times New Roman"/>
        </w:rPr>
        <w:t xml:space="preserve">w pkt. </w:t>
      </w:r>
      <w:r w:rsidR="00C03811" w:rsidRPr="005D4FDC">
        <w:rPr>
          <w:rFonts w:ascii="Times New Roman" w:hAnsi="Times New Roman" w:cs="Times New Roman"/>
        </w:rPr>
        <w:t>g</w:t>
      </w:r>
      <w:r w:rsidR="00F4445D" w:rsidRPr="005D4FDC">
        <w:rPr>
          <w:rFonts w:ascii="Times New Roman" w:hAnsi="Times New Roman" w:cs="Times New Roman"/>
        </w:rPr>
        <w:t>-j Wykonawca może dostarczyć w formie elektronicznej.</w:t>
      </w:r>
    </w:p>
    <w:p w14:paraId="21D30F48" w14:textId="420CBEBB" w:rsidR="00356D3C" w:rsidRPr="005D4FDC" w:rsidRDefault="00010003" w:rsidP="00010003">
      <w:pPr>
        <w:pStyle w:val="Akapitzlist"/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oświadcza, że oferowany samochód posiada </w:t>
      </w:r>
      <w:r w:rsidR="00C03811" w:rsidRPr="005D4FDC">
        <w:rPr>
          <w:rFonts w:ascii="Times New Roman" w:hAnsi="Times New Roman" w:cs="Times New Roman"/>
        </w:rPr>
        <w:t>ś</w:t>
      </w:r>
      <w:r w:rsidRPr="005D4FDC">
        <w:rPr>
          <w:rFonts w:ascii="Times New Roman" w:hAnsi="Times New Roman" w:cs="Times New Roman"/>
        </w:rPr>
        <w:t>wiadectwo homologacji oraz, że jest fabrycznie nowy, nieużywany</w:t>
      </w:r>
      <w:r w:rsidR="000A4982" w:rsidRPr="005D4FDC">
        <w:rPr>
          <w:rFonts w:ascii="Times New Roman" w:hAnsi="Times New Roman" w:cs="Times New Roman"/>
        </w:rPr>
        <w:t xml:space="preserve">, kompletny i gotowy do użytku, sprawny technicznie, spełniający ogólne wymagania dotyczące pojazdów samochodowych, pokryty nowym lakierem samochodowym, niezarejestrowany wcześniej i wyprodukowany </w:t>
      </w:r>
      <w:r w:rsidR="000A4982" w:rsidRPr="005D4FDC">
        <w:rPr>
          <w:rFonts w:ascii="Times New Roman" w:hAnsi="Times New Roman" w:cs="Times New Roman"/>
          <w:color w:val="auto"/>
        </w:rPr>
        <w:t>nie wcześniej niż w 202</w:t>
      </w:r>
      <w:r w:rsidR="0040195E">
        <w:rPr>
          <w:rFonts w:ascii="Times New Roman" w:hAnsi="Times New Roman" w:cs="Times New Roman"/>
          <w:color w:val="auto"/>
        </w:rPr>
        <w:t>3</w:t>
      </w:r>
      <w:r w:rsidR="000A4982" w:rsidRPr="005D4FDC">
        <w:rPr>
          <w:rFonts w:ascii="Times New Roman" w:hAnsi="Times New Roman" w:cs="Times New Roman"/>
          <w:color w:val="auto"/>
        </w:rPr>
        <w:t xml:space="preserve"> r.</w:t>
      </w:r>
    </w:p>
    <w:p w14:paraId="7A3104BB" w14:textId="3CC3A10B" w:rsidR="00657F0A" w:rsidRPr="005D4FDC" w:rsidRDefault="00C03811" w:rsidP="00631854">
      <w:pPr>
        <w:pStyle w:val="Akapitzlist"/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Wykonawca oświadcza, że przedmiot umowy jest wolny od wad fizycznych i prawnych.</w:t>
      </w:r>
      <w:r w:rsidR="00B27101" w:rsidRPr="005D4FDC">
        <w:rPr>
          <w:rFonts w:ascii="Times New Roman" w:hAnsi="Times New Roman" w:cs="Times New Roman"/>
        </w:rPr>
        <w:t xml:space="preserve"> </w:t>
      </w:r>
    </w:p>
    <w:p w14:paraId="1C7DF33A" w14:textId="77777777" w:rsidR="00341AF1" w:rsidRPr="005D4FDC" w:rsidRDefault="00341AF1" w:rsidP="00631854">
      <w:pPr>
        <w:pStyle w:val="Akapitzlist"/>
        <w:spacing w:after="0" w:line="258" w:lineRule="auto"/>
        <w:ind w:left="426" w:right="77" w:firstLine="0"/>
        <w:rPr>
          <w:rFonts w:ascii="Times New Roman" w:hAnsi="Times New Roman" w:cs="Times New Roman"/>
        </w:rPr>
      </w:pPr>
    </w:p>
    <w:p w14:paraId="4577D5E9" w14:textId="7A610871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2</w:t>
      </w:r>
    </w:p>
    <w:p w14:paraId="1AA75792" w14:textId="3A6D58EC" w:rsidR="008A3F75" w:rsidRPr="005D4FDC" w:rsidRDefault="00B27101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Dostawa </w:t>
      </w:r>
      <w:r w:rsidR="006C01E5" w:rsidRPr="005D4FDC">
        <w:rPr>
          <w:rFonts w:ascii="Times New Roman" w:hAnsi="Times New Roman" w:cs="Times New Roman"/>
        </w:rPr>
        <w:t xml:space="preserve">przedmiotu umowy zostanie zrealizowana w terminie maksymalnie </w:t>
      </w:r>
      <w:r w:rsidR="00EA611A">
        <w:rPr>
          <w:rFonts w:ascii="Times New Roman" w:hAnsi="Times New Roman" w:cs="Times New Roman"/>
        </w:rPr>
        <w:t>60</w:t>
      </w:r>
      <w:r w:rsidR="006C01E5" w:rsidRPr="005D4FDC">
        <w:rPr>
          <w:rFonts w:ascii="Times New Roman" w:hAnsi="Times New Roman" w:cs="Times New Roman"/>
        </w:rPr>
        <w:t xml:space="preserve"> dni liczonych od dnia zawarcia umowy</w:t>
      </w:r>
      <w:r w:rsidRPr="005D4FDC">
        <w:rPr>
          <w:rFonts w:ascii="Times New Roman" w:hAnsi="Times New Roman" w:cs="Times New Roman"/>
        </w:rPr>
        <w:t xml:space="preserve">. </w:t>
      </w:r>
      <w:r w:rsidR="00A60D1A" w:rsidRPr="005D4FDC">
        <w:rPr>
          <w:rFonts w:ascii="Times New Roman" w:hAnsi="Times New Roman" w:cs="Times New Roman"/>
        </w:rPr>
        <w:t>Miejsce dostawy – teren miasta Opola.</w:t>
      </w:r>
    </w:p>
    <w:p w14:paraId="13771E46" w14:textId="3AF6E401" w:rsidR="00B55884" w:rsidRPr="005D4FDC" w:rsidRDefault="006C01E5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lastRenderedPageBreak/>
        <w:t xml:space="preserve">O terminie dostawy Wykonawca powiadomi </w:t>
      </w:r>
      <w:r w:rsidR="00D917C2" w:rsidRPr="005D4FDC">
        <w:rPr>
          <w:rFonts w:ascii="Times New Roman" w:hAnsi="Times New Roman" w:cs="Times New Roman"/>
        </w:rPr>
        <w:t>Z</w:t>
      </w:r>
      <w:r w:rsidRPr="005D4FDC">
        <w:rPr>
          <w:rFonts w:ascii="Times New Roman" w:hAnsi="Times New Roman" w:cs="Times New Roman"/>
        </w:rPr>
        <w:t xml:space="preserve">amawiającego </w:t>
      </w:r>
      <w:r w:rsidR="00A02E0D" w:rsidRPr="005D4FDC">
        <w:rPr>
          <w:rFonts w:ascii="Times New Roman" w:hAnsi="Times New Roman" w:cs="Times New Roman"/>
        </w:rPr>
        <w:t>drogą elektroniczną</w:t>
      </w:r>
      <w:r w:rsidR="005E4390" w:rsidRPr="005D4FDC">
        <w:rPr>
          <w:rFonts w:ascii="Times New Roman" w:hAnsi="Times New Roman" w:cs="Times New Roman"/>
        </w:rPr>
        <w:t>, co najmniej 7 dni przed datą dostawy samochodu. Wykonawca w tym terminie zobowiązany jest p</w:t>
      </w:r>
      <w:r w:rsidR="009068AF" w:rsidRPr="005D4FDC">
        <w:rPr>
          <w:rFonts w:ascii="Times New Roman" w:hAnsi="Times New Roman" w:cs="Times New Roman"/>
        </w:rPr>
        <w:t>rzesłać pocztą/kurierem do Zamawiającego wszystkie dokumenty konieczne do rejestracji</w:t>
      </w:r>
      <w:r w:rsidR="008F765B" w:rsidRPr="005D4FDC">
        <w:rPr>
          <w:rFonts w:ascii="Times New Roman" w:hAnsi="Times New Roman" w:cs="Times New Roman"/>
        </w:rPr>
        <w:t xml:space="preserve"> samochodu</w:t>
      </w:r>
      <w:r w:rsidR="009068AF" w:rsidRPr="005D4FDC">
        <w:rPr>
          <w:rFonts w:ascii="Times New Roman" w:hAnsi="Times New Roman" w:cs="Times New Roman"/>
        </w:rPr>
        <w:t>.</w:t>
      </w:r>
    </w:p>
    <w:p w14:paraId="28124D89" w14:textId="2F8691FC" w:rsidR="008F765B" w:rsidRPr="005D4FDC" w:rsidRDefault="008F765B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Dostarczony samochód będzie zatankowany w minimum 5 litrów paliwa.</w:t>
      </w:r>
    </w:p>
    <w:p w14:paraId="589B3AE0" w14:textId="633009E8" w:rsidR="008F765B" w:rsidRPr="005D4FDC" w:rsidRDefault="00850E2A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Odbiór samochodu będzie potwierdzony protokołem odbioru. Protokół odbioru zawierał będzie co najmniej następujące informacje: nazwę Zamawiającego i Wykonawcy, </w:t>
      </w:r>
      <w:r w:rsidR="002339F3" w:rsidRPr="005D4FDC">
        <w:rPr>
          <w:rFonts w:ascii="Times New Roman" w:hAnsi="Times New Roman" w:cs="Times New Roman"/>
        </w:rPr>
        <w:t xml:space="preserve">numer identyfikacyjny odbieranego samochodu, datę odbioru samochodu, informację czy przedmiot umowy odbierany jest bez uwag lub w protokole zostaną </w:t>
      </w:r>
      <w:r w:rsidR="00D401AF" w:rsidRPr="005D4FDC">
        <w:rPr>
          <w:rFonts w:ascii="Times New Roman" w:hAnsi="Times New Roman" w:cs="Times New Roman"/>
        </w:rPr>
        <w:t>wskazane uwagi, podpisy obu Stron – osób upoważnionych do reprezentacji Stron.</w:t>
      </w:r>
    </w:p>
    <w:p w14:paraId="44F8EF25" w14:textId="48EE72D5" w:rsidR="00501B1D" w:rsidRPr="005D4FDC" w:rsidRDefault="00501B1D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niezrealizowania dostawy w ciągu </w:t>
      </w:r>
      <w:r w:rsidR="005D65A9">
        <w:rPr>
          <w:rFonts w:ascii="Times New Roman" w:hAnsi="Times New Roman" w:cs="Times New Roman"/>
        </w:rPr>
        <w:t>80</w:t>
      </w:r>
      <w:r w:rsidRPr="005D4FDC">
        <w:rPr>
          <w:rFonts w:ascii="Times New Roman" w:hAnsi="Times New Roman" w:cs="Times New Roman"/>
        </w:rPr>
        <w:t xml:space="preserve"> dni od dnia zawarcia umowy Zamawiający ma prawo</w:t>
      </w:r>
      <w:r w:rsidR="00AD61AB" w:rsidRPr="005D4FDC">
        <w:rPr>
          <w:rFonts w:ascii="Times New Roman" w:hAnsi="Times New Roman" w:cs="Times New Roman"/>
        </w:rPr>
        <w:t xml:space="preserve"> odstąpić od umowy i żądać zapłaty kary umownej, o której mowa </w:t>
      </w:r>
      <w:r w:rsidR="00AD61AB" w:rsidRPr="005D4FDC">
        <w:rPr>
          <w:rFonts w:ascii="Times New Roman" w:hAnsi="Times New Roman" w:cs="Times New Roman"/>
          <w:color w:val="auto"/>
        </w:rPr>
        <w:t>w § 4 ust. 3</w:t>
      </w:r>
      <w:r w:rsidR="00AD61AB" w:rsidRPr="005D4FDC">
        <w:rPr>
          <w:rFonts w:ascii="Times New Roman" w:hAnsi="Times New Roman" w:cs="Times New Roman"/>
        </w:rPr>
        <w:t>.</w:t>
      </w:r>
      <w:r w:rsidR="001355B4" w:rsidRPr="005D4FDC">
        <w:rPr>
          <w:rFonts w:ascii="Times New Roman" w:hAnsi="Times New Roman" w:cs="Times New Roman"/>
        </w:rPr>
        <w:t xml:space="preserve"> Zamawiający ma prawo odstąpić od umowy w terminie 30 dni od dnia zajścia zdarzenia uprawniającego do odstąpienia od umowy lub powzięcia wiadomości o zajściu takiego zdarzenia lub okoliczności</w:t>
      </w:r>
      <w:r w:rsidR="004A5FFF" w:rsidRPr="005D4FDC">
        <w:rPr>
          <w:rFonts w:ascii="Times New Roman" w:hAnsi="Times New Roman" w:cs="Times New Roman"/>
        </w:rPr>
        <w:t>ach uprawniających do odstąpienia od umowy. Dla skuteczności odstąpienia od umowy konieczne jest zachowanie formy pisemnej, pod rygorem nieważności, z wyłączeniem formy elektronicznej.</w:t>
      </w:r>
    </w:p>
    <w:p w14:paraId="3464FECD" w14:textId="77777777" w:rsidR="008A3F75" w:rsidRPr="005D4FDC" w:rsidRDefault="008A3F75" w:rsidP="00AD2DFA">
      <w:pPr>
        <w:ind w:left="0" w:right="154" w:firstLine="0"/>
        <w:rPr>
          <w:rFonts w:ascii="Times New Roman" w:hAnsi="Times New Roman" w:cs="Times New Roman"/>
        </w:rPr>
      </w:pPr>
    </w:p>
    <w:p w14:paraId="0CE74922" w14:textId="31DAC39F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3 </w:t>
      </w:r>
    </w:p>
    <w:p w14:paraId="6C121FE7" w14:textId="46F46C02" w:rsidR="00EA2B8F" w:rsidRPr="005D4FDC" w:rsidRDefault="00301B41" w:rsidP="00AE3868">
      <w:pPr>
        <w:numPr>
          <w:ilvl w:val="0"/>
          <w:numId w:val="4"/>
        </w:numPr>
        <w:spacing w:after="34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>W</w:t>
      </w:r>
      <w:r w:rsidR="00B27101" w:rsidRPr="005D4FDC">
        <w:rPr>
          <w:rFonts w:ascii="Times New Roman" w:hAnsi="Times New Roman" w:cs="Times New Roman"/>
          <w:color w:val="auto"/>
        </w:rPr>
        <w:t>ynagrodzenie Wykonawcy wynosi ……………………………</w:t>
      </w:r>
      <w:r w:rsidR="00776DBF" w:rsidRPr="005D4FDC">
        <w:rPr>
          <w:rFonts w:ascii="Times New Roman" w:hAnsi="Times New Roman" w:cs="Times New Roman"/>
          <w:color w:val="auto"/>
        </w:rPr>
        <w:t xml:space="preserve"> </w:t>
      </w:r>
      <w:r w:rsidR="00B27101" w:rsidRPr="005D4FDC">
        <w:rPr>
          <w:rFonts w:ascii="Times New Roman" w:hAnsi="Times New Roman" w:cs="Times New Roman"/>
          <w:color w:val="auto"/>
        </w:rPr>
        <w:t>złotych</w:t>
      </w:r>
      <w:r w:rsidRPr="005D4FDC">
        <w:rPr>
          <w:rFonts w:ascii="Times New Roman" w:hAnsi="Times New Roman" w:cs="Times New Roman"/>
          <w:color w:val="auto"/>
        </w:rPr>
        <w:t xml:space="preserve"> </w:t>
      </w:r>
      <w:r w:rsidR="00B27101" w:rsidRPr="005D4FDC">
        <w:rPr>
          <w:rFonts w:ascii="Times New Roman" w:hAnsi="Times New Roman" w:cs="Times New Roman"/>
          <w:color w:val="auto"/>
        </w:rPr>
        <w:t>(słownie:………………………………………..) z podatkiem VAT</w:t>
      </w:r>
      <w:r w:rsidR="00166732" w:rsidRPr="005D4FDC">
        <w:rPr>
          <w:rFonts w:ascii="Times New Roman" w:hAnsi="Times New Roman" w:cs="Times New Roman"/>
          <w:color w:val="auto"/>
        </w:rPr>
        <w:t>.</w:t>
      </w:r>
      <w:r w:rsidR="00B27101" w:rsidRPr="005D4FDC">
        <w:rPr>
          <w:rFonts w:ascii="Times New Roman" w:hAnsi="Times New Roman" w:cs="Times New Roman"/>
          <w:color w:val="auto"/>
        </w:rPr>
        <w:t xml:space="preserve">   </w:t>
      </w:r>
    </w:p>
    <w:p w14:paraId="7B9F5E28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Należność o której mowa w ust. 1 będzie płatna przelewem na rachunek bankowy Wykonawcy podany na fakturze w terminie 14 dni od daty otrzymania przez Zamawiającego prawidłowo wystawionej faktury VAT.</w:t>
      </w:r>
    </w:p>
    <w:p w14:paraId="687707B1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Wykonawca oświadcza, iż numer rachunku, o którym mowa w ust. </w:t>
      </w:r>
      <w:r w:rsidR="00AD2DFA" w:rsidRPr="00AE3868">
        <w:rPr>
          <w:rFonts w:ascii="Times New Roman" w:hAnsi="Times New Roman" w:cs="Times New Roman"/>
        </w:rPr>
        <w:t>2</w:t>
      </w:r>
      <w:r w:rsidRPr="00AE3868">
        <w:rPr>
          <w:rFonts w:ascii="Times New Roman" w:hAnsi="Times New Roman" w:cs="Times New Roman"/>
        </w:rPr>
        <w:t xml:space="preserve">, należy do Wykonawcy i jest rachunkiem rozliczeniowym, dla którego zgodnie z Rozdziałem 3a ustawy z dnia 29 sierpnia 1997 r. - Prawo Bankowe (Dz. U. z 2021 r. poz. 2439 </w:t>
      </w:r>
      <w:proofErr w:type="spellStart"/>
      <w:r w:rsidRPr="00AE3868">
        <w:rPr>
          <w:rFonts w:ascii="Times New Roman" w:hAnsi="Times New Roman" w:cs="Times New Roman"/>
        </w:rPr>
        <w:t>t.j</w:t>
      </w:r>
      <w:proofErr w:type="spellEnd"/>
      <w:r w:rsidRPr="00AE3868">
        <w:rPr>
          <w:rFonts w:ascii="Times New Roman" w:hAnsi="Times New Roman" w:cs="Times New Roman"/>
        </w:rPr>
        <w:t xml:space="preserve">.) prowadzony jest rachunek VAT. </w:t>
      </w:r>
    </w:p>
    <w:p w14:paraId="2D690EDA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Zamawiający oświadcza, że zapłata za wynagrodzenie następować będzie </w:t>
      </w:r>
      <w:r w:rsidRPr="00AE3868">
        <w:rPr>
          <w:rFonts w:ascii="Times New Roman" w:hAnsi="Times New Roman" w:cs="Times New Roman"/>
        </w:rPr>
        <w:br/>
        <w:t xml:space="preserve">z zastosowaniem mechanizmu podzielonej płatności, o którym mowa w art. 108a ust. 1 ustawy </w:t>
      </w:r>
      <w:r w:rsidR="00BE701D" w:rsidRPr="00AE3868">
        <w:rPr>
          <w:rFonts w:ascii="Times New Roman" w:hAnsi="Times New Roman" w:cs="Times New Roman"/>
        </w:rPr>
        <w:br/>
      </w:r>
      <w:r w:rsidRPr="00AE3868">
        <w:rPr>
          <w:rFonts w:ascii="Times New Roman" w:hAnsi="Times New Roman" w:cs="Times New Roman"/>
        </w:rPr>
        <w:t xml:space="preserve">z dnia 11 marca 2004 r. o podatku od towarów i usług (Dz. U. z 2021 r. poz. 685 </w:t>
      </w:r>
      <w:proofErr w:type="spellStart"/>
      <w:r w:rsidRPr="00AE3868">
        <w:rPr>
          <w:rFonts w:ascii="Times New Roman" w:hAnsi="Times New Roman" w:cs="Times New Roman"/>
        </w:rPr>
        <w:t>t.j</w:t>
      </w:r>
      <w:proofErr w:type="spellEnd"/>
      <w:r w:rsidRPr="00AE3868">
        <w:rPr>
          <w:rFonts w:ascii="Times New Roman" w:hAnsi="Times New Roman" w:cs="Times New Roman"/>
        </w:rPr>
        <w:t>.). W ww. przypadku Strony uznają, iż roszczenie o zapłatę zostało zaspokojone.</w:t>
      </w:r>
    </w:p>
    <w:p w14:paraId="25393769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W przypadku braku możliwości zastosowania zapłaty w sposób określony w ust. </w:t>
      </w:r>
      <w:r w:rsidR="00AD2DFA" w:rsidRPr="00AE3868">
        <w:rPr>
          <w:rFonts w:ascii="Times New Roman" w:hAnsi="Times New Roman" w:cs="Times New Roman"/>
        </w:rPr>
        <w:t>4</w:t>
      </w:r>
      <w:r w:rsidRPr="00AE3868">
        <w:rPr>
          <w:rFonts w:ascii="Times New Roman" w:hAnsi="Times New Roman" w:cs="Times New Roman"/>
        </w:rPr>
        <w:t xml:space="preserve">, </w:t>
      </w:r>
      <w:r w:rsidRPr="00AE3868">
        <w:rPr>
          <w:rFonts w:ascii="Times New Roman" w:hAnsi="Times New Roman" w:cs="Times New Roman"/>
        </w:rPr>
        <w:br/>
        <w:t xml:space="preserve">w szczególności zwrotu przez bank/SKOK kwoty objętej przelewem z zastosowanym „komunikatem przelewu” Wykonawca nie ma prawa do naliczania odsetek za nieterminową zapłatę do momentu zawiadomienia Zamawiającego o możliwości dokonania zapłaty </w:t>
      </w:r>
      <w:r w:rsidR="00114883" w:rsidRPr="00AE3868">
        <w:rPr>
          <w:rFonts w:ascii="Times New Roman" w:hAnsi="Times New Roman" w:cs="Times New Roman"/>
        </w:rPr>
        <w:br/>
      </w:r>
      <w:r w:rsidRPr="00AE3868">
        <w:rPr>
          <w:rFonts w:ascii="Times New Roman" w:hAnsi="Times New Roman" w:cs="Times New Roman"/>
        </w:rPr>
        <w:t xml:space="preserve">z zastosowaniem mechanizmu podzielonej płatności. Wykonawca zobowiązany jest zawiadomić Zamawiającego niezwłocznie o wystąpieniu możliwości wskazanej wyżej. </w:t>
      </w:r>
    </w:p>
    <w:p w14:paraId="3BAEE184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>Za datę płatności uważa się datę obciążenia przez bank należnością rachunku bankowego Zamawiającego.</w:t>
      </w:r>
    </w:p>
    <w:p w14:paraId="42FE2163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>Zmiana numeru rachunku nie stanowi zmiany Umowy i nie wymaga sporządzenia aneksu, wymaga jednak poinformowania drugiej Strony w formie pisemnej, pod rygorem nieważności</w:t>
      </w:r>
      <w:r w:rsidR="003D5307" w:rsidRPr="00AE3868">
        <w:rPr>
          <w:rFonts w:ascii="Times New Roman" w:hAnsi="Times New Roman" w:cs="Times New Roman"/>
        </w:rPr>
        <w:t>.</w:t>
      </w:r>
    </w:p>
    <w:p w14:paraId="3C2A64A1" w14:textId="77777777" w:rsidR="00AE3868" w:rsidRDefault="00446DFB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>Zamawiający oświadcza, że nie jest zarejestrowany jako czynny podatnik VAT.</w:t>
      </w:r>
    </w:p>
    <w:p w14:paraId="03C62708" w14:textId="5CCCE998" w:rsidR="005A4A7D" w:rsidRPr="00AE3868" w:rsidRDefault="005A4A7D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Dopuszcza się wystawienie i przesłanie e-faktury z adresu e-mail: ………………….  gwarantując tym samym autentyczność </w:t>
      </w:r>
      <w:r w:rsidR="00816277" w:rsidRPr="00AE3868">
        <w:rPr>
          <w:rFonts w:ascii="Times New Roman" w:hAnsi="Times New Roman" w:cs="Times New Roman"/>
        </w:rPr>
        <w:t>jej</w:t>
      </w:r>
      <w:r w:rsidRPr="00AE3868">
        <w:rPr>
          <w:rFonts w:ascii="Times New Roman" w:hAnsi="Times New Roman" w:cs="Times New Roman"/>
        </w:rPr>
        <w:t xml:space="preserve"> pochodzenia oraz integralność </w:t>
      </w:r>
      <w:r w:rsidR="00816277" w:rsidRPr="00AE3868">
        <w:rPr>
          <w:rFonts w:ascii="Times New Roman" w:hAnsi="Times New Roman" w:cs="Times New Roman"/>
        </w:rPr>
        <w:t>jej</w:t>
      </w:r>
      <w:r w:rsidRPr="00AE3868">
        <w:rPr>
          <w:rFonts w:ascii="Times New Roman" w:hAnsi="Times New Roman" w:cs="Times New Roman"/>
        </w:rPr>
        <w:t xml:space="preserve"> treści. Formatem e-faktury jest plik PDF. Wykonawca zobowiązuje się do przesyłania e-faktur</w:t>
      </w:r>
      <w:r w:rsidR="00816277" w:rsidRPr="00AE3868">
        <w:rPr>
          <w:rFonts w:ascii="Times New Roman" w:hAnsi="Times New Roman" w:cs="Times New Roman"/>
        </w:rPr>
        <w:t>y</w:t>
      </w:r>
      <w:r w:rsidRPr="00AE3868">
        <w:rPr>
          <w:rFonts w:ascii="Times New Roman" w:hAnsi="Times New Roman" w:cs="Times New Roman"/>
        </w:rPr>
        <w:t xml:space="preserve">/rachunku na adres e-mail: …………………………...  </w:t>
      </w:r>
    </w:p>
    <w:p w14:paraId="4F0A348F" w14:textId="77777777" w:rsidR="00341AF1" w:rsidRPr="005D4FDC" w:rsidRDefault="00341AF1" w:rsidP="00E228CA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</w:p>
    <w:p w14:paraId="063AF4FE" w14:textId="38F94CF5" w:rsidR="00EA2B8F" w:rsidRPr="005D4FDC" w:rsidRDefault="00E228CA" w:rsidP="00E228CA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B27101" w:rsidRPr="005D4FDC">
        <w:rPr>
          <w:rFonts w:ascii="Times New Roman" w:hAnsi="Times New Roman" w:cs="Times New Roman"/>
          <w:b/>
          <w:bCs/>
        </w:rPr>
        <w:t>4</w:t>
      </w:r>
    </w:p>
    <w:p w14:paraId="5B0DB10C" w14:textId="690F1C64" w:rsidR="00096271" w:rsidRPr="005D4FDC" w:rsidRDefault="00B27101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</w:t>
      </w:r>
      <w:r w:rsidR="00193966">
        <w:rPr>
          <w:rFonts w:ascii="Times New Roman" w:hAnsi="Times New Roman" w:cs="Times New Roman"/>
        </w:rPr>
        <w:t>opóźnienia</w:t>
      </w:r>
      <w:r w:rsidR="007F1EB0" w:rsidRPr="005D4FDC">
        <w:rPr>
          <w:rFonts w:ascii="Times New Roman" w:hAnsi="Times New Roman" w:cs="Times New Roman"/>
        </w:rPr>
        <w:t xml:space="preserve"> w dostarczeniu </w:t>
      </w:r>
      <w:r w:rsidR="00296F13" w:rsidRPr="005D4FDC">
        <w:rPr>
          <w:rFonts w:ascii="Times New Roman" w:hAnsi="Times New Roman" w:cs="Times New Roman"/>
        </w:rPr>
        <w:t>przedmiotu umowy</w:t>
      </w:r>
      <w:r w:rsidR="00190A12" w:rsidRPr="005D4FDC">
        <w:rPr>
          <w:rFonts w:ascii="Times New Roman" w:hAnsi="Times New Roman" w:cs="Times New Roman"/>
        </w:rPr>
        <w:t xml:space="preserve"> Wykonawca zapłaci Zamawiającemu karę umowną w wysokości </w:t>
      </w:r>
      <w:r w:rsidR="00BE66A7" w:rsidRPr="005D4FDC">
        <w:rPr>
          <w:rFonts w:ascii="Times New Roman" w:hAnsi="Times New Roman" w:cs="Times New Roman"/>
        </w:rPr>
        <w:t>0,1 % wynagrodzenia</w:t>
      </w:r>
      <w:r w:rsidR="00785208" w:rsidRPr="005D4FDC">
        <w:rPr>
          <w:rFonts w:ascii="Times New Roman" w:hAnsi="Times New Roman" w:cs="Times New Roman"/>
        </w:rPr>
        <w:t xml:space="preserve"> określonego</w:t>
      </w:r>
      <w:r w:rsidR="00296F13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 xml:space="preserve">w § </w:t>
      </w:r>
      <w:r w:rsidR="00785208" w:rsidRPr="005D4FDC">
        <w:rPr>
          <w:rFonts w:ascii="Times New Roman" w:hAnsi="Times New Roman" w:cs="Times New Roman"/>
        </w:rPr>
        <w:t>3</w:t>
      </w:r>
      <w:r w:rsidRPr="005D4FDC">
        <w:rPr>
          <w:rFonts w:ascii="Times New Roman" w:hAnsi="Times New Roman" w:cs="Times New Roman"/>
        </w:rPr>
        <w:t xml:space="preserve"> ust. 1 </w:t>
      </w:r>
      <w:r w:rsidR="00D9035C" w:rsidRPr="005D4FDC">
        <w:rPr>
          <w:rFonts w:ascii="Times New Roman" w:hAnsi="Times New Roman" w:cs="Times New Roman"/>
        </w:rPr>
        <w:t xml:space="preserve">, za każdy rozpoczęty dzień </w:t>
      </w:r>
      <w:r w:rsidR="00193966">
        <w:rPr>
          <w:rFonts w:ascii="Times New Roman" w:hAnsi="Times New Roman" w:cs="Times New Roman"/>
        </w:rPr>
        <w:t>opóźnienia</w:t>
      </w:r>
      <w:r w:rsidR="00D9035C" w:rsidRPr="005D4FDC">
        <w:rPr>
          <w:rFonts w:ascii="Times New Roman" w:hAnsi="Times New Roman" w:cs="Times New Roman"/>
        </w:rPr>
        <w:t xml:space="preserve"> w stosunku do terminu określonego w § 2 ust. 1</w:t>
      </w:r>
      <w:r w:rsidRPr="005D4FDC">
        <w:rPr>
          <w:rFonts w:ascii="Times New Roman" w:hAnsi="Times New Roman" w:cs="Times New Roman"/>
        </w:rPr>
        <w:t xml:space="preserve">. </w:t>
      </w:r>
    </w:p>
    <w:p w14:paraId="1289FFA5" w14:textId="4B2BE467" w:rsidR="007F1EB0" w:rsidRPr="005D4FDC" w:rsidRDefault="00507032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 przypadku odstąpienia Wykonawcy od umowy z przyczyn leżących po jego stronie, Wykonawca zapłaci Zamawiającemu karę umowną w wysokości 5 % wynagrodzenia ok</w:t>
      </w:r>
      <w:r w:rsidR="000D743B" w:rsidRPr="005D4FDC">
        <w:rPr>
          <w:rFonts w:ascii="Times New Roman" w:hAnsi="Times New Roman" w:cs="Times New Roman"/>
        </w:rPr>
        <w:t>reślonego w § 3 ust. 1.</w:t>
      </w:r>
    </w:p>
    <w:p w14:paraId="6DE61563" w14:textId="4ABCF98B" w:rsidR="000D743B" w:rsidRPr="005D4FDC" w:rsidRDefault="000D743B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lastRenderedPageBreak/>
        <w:t>W przypadku odstąpienia Zamawiającego od umowy z przyczyn leżących po stronie Wykonawcy, Wykonawca zapłaci Zamawiającemu karę umowną w w</w:t>
      </w:r>
      <w:r w:rsidR="00FE6DC6" w:rsidRPr="005D4FDC">
        <w:rPr>
          <w:rFonts w:ascii="Times New Roman" w:hAnsi="Times New Roman" w:cs="Times New Roman"/>
        </w:rPr>
        <w:t>y</w:t>
      </w:r>
      <w:r w:rsidRPr="005D4FDC">
        <w:rPr>
          <w:rFonts w:ascii="Times New Roman" w:hAnsi="Times New Roman" w:cs="Times New Roman"/>
        </w:rPr>
        <w:t>sokości 5 % wynag</w:t>
      </w:r>
      <w:r w:rsidR="00FE6DC6" w:rsidRPr="005D4FDC">
        <w:rPr>
          <w:rFonts w:ascii="Times New Roman" w:hAnsi="Times New Roman" w:cs="Times New Roman"/>
        </w:rPr>
        <w:t>r</w:t>
      </w:r>
      <w:r w:rsidRPr="005D4FDC">
        <w:rPr>
          <w:rFonts w:ascii="Times New Roman" w:hAnsi="Times New Roman" w:cs="Times New Roman"/>
        </w:rPr>
        <w:t xml:space="preserve">odzenia </w:t>
      </w:r>
      <w:r w:rsidR="00FE6DC6" w:rsidRPr="005D4FDC">
        <w:rPr>
          <w:rFonts w:ascii="Times New Roman" w:hAnsi="Times New Roman" w:cs="Times New Roman"/>
        </w:rPr>
        <w:t>określonego w § 3 ust. 1.</w:t>
      </w:r>
    </w:p>
    <w:p w14:paraId="50132C39" w14:textId="29DE34FC" w:rsidR="00FE6DC6" w:rsidRPr="005D4FDC" w:rsidRDefault="00FE6DC6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Zapłata kar umownych nastąpi w terminie 7 dni od daty otrzymania przez Wykonawcę noty obciążeniowej wystawionej przez Zamaw</w:t>
      </w:r>
      <w:r w:rsidR="00DB2DCE" w:rsidRPr="005D4FDC">
        <w:rPr>
          <w:rFonts w:ascii="Times New Roman" w:hAnsi="Times New Roman" w:cs="Times New Roman"/>
        </w:rPr>
        <w:t>i</w:t>
      </w:r>
      <w:r w:rsidRPr="005D4FDC">
        <w:rPr>
          <w:rFonts w:ascii="Times New Roman" w:hAnsi="Times New Roman" w:cs="Times New Roman"/>
        </w:rPr>
        <w:t>ającego.</w:t>
      </w:r>
    </w:p>
    <w:p w14:paraId="645692B1" w14:textId="5A7F2369" w:rsidR="000E14DE" w:rsidRPr="007E0702" w:rsidRDefault="00FE6DC6" w:rsidP="007E0702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Łączna maksymalna</w:t>
      </w:r>
      <w:r w:rsidR="00BE0E68" w:rsidRPr="005D4FDC">
        <w:rPr>
          <w:rFonts w:ascii="Times New Roman" w:hAnsi="Times New Roman" w:cs="Times New Roman"/>
        </w:rPr>
        <w:t xml:space="preserve"> wysokość kar </w:t>
      </w:r>
      <w:r w:rsidR="00DB2DCE" w:rsidRPr="005D4FDC">
        <w:rPr>
          <w:rFonts w:ascii="Times New Roman" w:hAnsi="Times New Roman" w:cs="Times New Roman"/>
        </w:rPr>
        <w:t xml:space="preserve">umownych nie przekroczy </w:t>
      </w:r>
      <w:r w:rsidR="00784028">
        <w:rPr>
          <w:rFonts w:ascii="Times New Roman" w:hAnsi="Times New Roman" w:cs="Times New Roman"/>
        </w:rPr>
        <w:t>2</w:t>
      </w:r>
      <w:r w:rsidR="00DB2DCE" w:rsidRPr="005D4FDC">
        <w:rPr>
          <w:rFonts w:ascii="Times New Roman" w:hAnsi="Times New Roman" w:cs="Times New Roman"/>
        </w:rPr>
        <w:t>0 % wynagrodzenia określonego w § 3 ust. 1.</w:t>
      </w:r>
    </w:p>
    <w:p w14:paraId="2058ECFF" w14:textId="58EA7FA5" w:rsidR="008E1E52" w:rsidRPr="005D4FDC" w:rsidRDefault="008E1E52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wartość szkody przewyższy kwotę kar umownych, Zamawiający będzie uprawniony do dochodzenia od Wykonawcy oprócz kar umownych odszkodowania uzupełniającego do wysokości rzeczywistej szkody</w:t>
      </w:r>
      <w:r w:rsidR="004733FE" w:rsidRPr="005D4FDC">
        <w:rPr>
          <w:rFonts w:ascii="Times New Roman" w:hAnsi="Times New Roman" w:cs="Times New Roman"/>
        </w:rPr>
        <w:t xml:space="preserve"> na zasadach ogólnych Kodeksu cywilnego.</w:t>
      </w:r>
    </w:p>
    <w:p w14:paraId="372FBE20" w14:textId="29B2E01B" w:rsidR="004733FE" w:rsidRPr="005D4FDC" w:rsidRDefault="004733FE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zwłoki w zapłacie przez Zamawiającego wynagrodzenia wynikającego z niniejszej umowy Wykonawca ma prawo dochodzenia odsetek ustawowych od kwot nieuregulowanych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w terminie.</w:t>
      </w:r>
    </w:p>
    <w:p w14:paraId="16969704" w14:textId="76A05DB3" w:rsidR="0076501B" w:rsidRPr="005D4FDC" w:rsidRDefault="0076501B" w:rsidP="00615CE5">
      <w:pPr>
        <w:spacing w:after="0"/>
        <w:ind w:left="426" w:right="154" w:firstLine="0"/>
        <w:rPr>
          <w:rFonts w:ascii="Times New Roman" w:hAnsi="Times New Roman" w:cs="Times New Roman"/>
        </w:rPr>
      </w:pPr>
    </w:p>
    <w:p w14:paraId="4E877B17" w14:textId="28D1DE3B" w:rsidR="00EA2B8F" w:rsidRPr="005D4FDC" w:rsidRDefault="0076501B" w:rsidP="0076501B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B27101" w:rsidRPr="005D4FDC">
        <w:rPr>
          <w:rFonts w:ascii="Times New Roman" w:hAnsi="Times New Roman" w:cs="Times New Roman"/>
          <w:b/>
          <w:bCs/>
        </w:rPr>
        <w:t>5</w:t>
      </w:r>
    </w:p>
    <w:p w14:paraId="06745048" w14:textId="63566801" w:rsidR="009D0ADC" w:rsidRPr="005D4FDC" w:rsidRDefault="00B27101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Przedmiot umowy objęty jest </w:t>
      </w:r>
      <w:r w:rsidR="001E3E8A" w:rsidRPr="005D4FDC">
        <w:rPr>
          <w:rFonts w:ascii="Times New Roman" w:hAnsi="Times New Roman" w:cs="Times New Roman"/>
          <w:color w:val="auto"/>
        </w:rPr>
        <w:t>…….</w:t>
      </w:r>
      <w:r w:rsidRPr="005D4FDC">
        <w:rPr>
          <w:rFonts w:ascii="Times New Roman" w:hAnsi="Times New Roman" w:cs="Times New Roman"/>
          <w:color w:val="auto"/>
        </w:rPr>
        <w:t xml:space="preserve"> miesięczną </w:t>
      </w:r>
      <w:r w:rsidRPr="005D4FDC">
        <w:rPr>
          <w:rFonts w:ascii="Times New Roman" w:hAnsi="Times New Roman" w:cs="Times New Roman"/>
        </w:rPr>
        <w:t>gwarancją</w:t>
      </w:r>
      <w:r w:rsidR="004E659E" w:rsidRPr="005D4FDC">
        <w:rPr>
          <w:rFonts w:ascii="Times New Roman" w:hAnsi="Times New Roman" w:cs="Times New Roman"/>
        </w:rPr>
        <w:t xml:space="preserve"> bez limitu kilometrów/</w:t>
      </w:r>
      <w:r w:rsidR="007F112A" w:rsidRPr="005D4FDC">
        <w:rPr>
          <w:rFonts w:ascii="Times New Roman" w:hAnsi="Times New Roman" w:cs="Times New Roman"/>
        </w:rPr>
        <w:t xml:space="preserve">z limitem </w:t>
      </w:r>
      <w:r w:rsidR="004E659E" w:rsidRPr="005D4FDC">
        <w:rPr>
          <w:rFonts w:ascii="Times New Roman" w:hAnsi="Times New Roman" w:cs="Times New Roman"/>
        </w:rPr>
        <w:t>……….</w:t>
      </w:r>
      <w:r w:rsidR="007F112A" w:rsidRPr="005D4FDC">
        <w:rPr>
          <w:rFonts w:ascii="Times New Roman" w:hAnsi="Times New Roman" w:cs="Times New Roman"/>
        </w:rPr>
        <w:t xml:space="preserve"> </w:t>
      </w:r>
      <w:r w:rsidR="00191C7A" w:rsidRPr="005D4FDC">
        <w:rPr>
          <w:rFonts w:ascii="Times New Roman" w:hAnsi="Times New Roman" w:cs="Times New Roman"/>
        </w:rPr>
        <w:t>k</w:t>
      </w:r>
      <w:r w:rsidR="007F112A" w:rsidRPr="005D4FDC">
        <w:rPr>
          <w:rFonts w:ascii="Times New Roman" w:hAnsi="Times New Roman" w:cs="Times New Roman"/>
        </w:rPr>
        <w:t>i</w:t>
      </w:r>
      <w:r w:rsidR="00191C7A" w:rsidRPr="005D4FDC">
        <w:rPr>
          <w:rFonts w:ascii="Times New Roman" w:hAnsi="Times New Roman" w:cs="Times New Roman"/>
        </w:rPr>
        <w:t>l</w:t>
      </w:r>
      <w:r w:rsidR="007F112A" w:rsidRPr="005D4FDC">
        <w:rPr>
          <w:rFonts w:ascii="Times New Roman" w:hAnsi="Times New Roman" w:cs="Times New Roman"/>
        </w:rPr>
        <w:t xml:space="preserve">ometrów na cały samochód. Okres gwarancji na perforację nadwozia </w:t>
      </w:r>
      <w:r w:rsidR="00C93CD1" w:rsidRPr="005D4FDC">
        <w:rPr>
          <w:rFonts w:ascii="Times New Roman" w:hAnsi="Times New Roman" w:cs="Times New Roman"/>
        </w:rPr>
        <w:t>wynosi …</w:t>
      </w:r>
      <w:r w:rsidR="00657F0A" w:rsidRPr="005D4FDC">
        <w:rPr>
          <w:rFonts w:ascii="Times New Roman" w:hAnsi="Times New Roman" w:cs="Times New Roman"/>
        </w:rPr>
        <w:t>…</w:t>
      </w:r>
      <w:r w:rsidR="00C93CD1" w:rsidRPr="005D4FDC">
        <w:rPr>
          <w:rFonts w:ascii="Times New Roman" w:hAnsi="Times New Roman" w:cs="Times New Roman"/>
        </w:rPr>
        <w:t xml:space="preserve"> miesięcy. Okres gwarancji na pow</w:t>
      </w:r>
      <w:r w:rsidR="00191C7A" w:rsidRPr="005D4FDC">
        <w:rPr>
          <w:rFonts w:ascii="Times New Roman" w:hAnsi="Times New Roman" w:cs="Times New Roman"/>
        </w:rPr>
        <w:t>ł</w:t>
      </w:r>
      <w:r w:rsidR="00C93CD1" w:rsidRPr="005D4FDC">
        <w:rPr>
          <w:rFonts w:ascii="Times New Roman" w:hAnsi="Times New Roman" w:cs="Times New Roman"/>
        </w:rPr>
        <w:t xml:space="preserve">okę lakierniczą wynosi </w:t>
      </w:r>
      <w:r w:rsidR="00802F80" w:rsidRPr="005D4FDC">
        <w:rPr>
          <w:rFonts w:ascii="Times New Roman" w:hAnsi="Times New Roman" w:cs="Times New Roman"/>
        </w:rPr>
        <w:t>……</w:t>
      </w:r>
      <w:r w:rsidR="00C93CD1" w:rsidRPr="005D4FDC">
        <w:rPr>
          <w:rFonts w:ascii="Times New Roman" w:hAnsi="Times New Roman" w:cs="Times New Roman"/>
        </w:rPr>
        <w:t xml:space="preserve"> miesięcy. Okres gwarancji na zespoły i podzespoły mechaniczne, elektryczne, elektroniczne i szyby</w:t>
      </w:r>
      <w:r w:rsidR="00191C7A" w:rsidRPr="005D4FDC">
        <w:rPr>
          <w:rFonts w:ascii="Times New Roman" w:hAnsi="Times New Roman" w:cs="Times New Roman"/>
        </w:rPr>
        <w:t xml:space="preserve"> wynosi …. miesięcy.</w:t>
      </w:r>
    </w:p>
    <w:p w14:paraId="04E0CC67" w14:textId="6C5EAEBC" w:rsidR="00C278B3" w:rsidRPr="005D4FDC" w:rsidRDefault="00C278B3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Terminy gwarancji liczone będą od daty odbioru samochodu (podpisania protokołu odbioru bez uwag).</w:t>
      </w:r>
    </w:p>
    <w:p w14:paraId="69CB3DCB" w14:textId="05259A38" w:rsidR="007F112A" w:rsidRPr="005D4FDC" w:rsidRDefault="00191C7A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Zamawiający będzie ponosił koszty </w:t>
      </w:r>
      <w:r w:rsidR="006067D6" w:rsidRPr="005D4FDC">
        <w:rPr>
          <w:rFonts w:ascii="Times New Roman" w:hAnsi="Times New Roman" w:cs="Times New Roman"/>
        </w:rPr>
        <w:t>wymiany części i zakupu części w okresie gwarancji wyłącznie, jeśli konieczność naprawy pojazdu powstała z winy użytkownika.</w:t>
      </w:r>
    </w:p>
    <w:p w14:paraId="4844EA34" w14:textId="224DFCB6" w:rsidR="006067D6" w:rsidRPr="005D4FDC" w:rsidRDefault="006067D6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bookmarkStart w:id="1" w:name="_Hlk132365036"/>
      <w:r w:rsidRPr="005D4FDC">
        <w:rPr>
          <w:rFonts w:ascii="Times New Roman" w:hAnsi="Times New Roman" w:cs="Times New Roman"/>
        </w:rPr>
        <w:t xml:space="preserve">Wykonawca oświadcza, że samochód, o którym mowa w </w:t>
      </w:r>
      <w:r w:rsidR="00042D05" w:rsidRPr="005D4FDC">
        <w:rPr>
          <w:rFonts w:ascii="Times New Roman" w:hAnsi="Times New Roman" w:cs="Times New Roman"/>
        </w:rPr>
        <w:t xml:space="preserve">§ 1ust. 1 musi mieć robione przeglądy co ………. </w:t>
      </w:r>
      <w:bookmarkEnd w:id="1"/>
      <w:r w:rsidR="00042D05" w:rsidRPr="005D4FDC">
        <w:rPr>
          <w:rFonts w:ascii="Times New Roman" w:hAnsi="Times New Roman" w:cs="Times New Roman"/>
        </w:rPr>
        <w:t>.</w:t>
      </w:r>
    </w:p>
    <w:p w14:paraId="72FEEF2D" w14:textId="35E0AE25" w:rsidR="00042D05" w:rsidRPr="005D4FDC" w:rsidRDefault="00042D05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Przed podpisaniem protokołu, o którym mowa w § 2 ust. 4, Zamawiający ma prawo skontrolować przedmiot umowy pod względem jego zgodności z umową oraz ewentualnych usterek i wad. </w:t>
      </w:r>
      <w:r w:rsidR="00E175E9" w:rsidRPr="005D4FDC">
        <w:rPr>
          <w:rFonts w:ascii="Times New Roman" w:hAnsi="Times New Roman" w:cs="Times New Roman"/>
        </w:rPr>
        <w:t>Sprawdzenie dostarczonego samochodu może polegać na sprawdzeniu wszystkich lub losow</w:t>
      </w:r>
      <w:r w:rsidR="00A74AAF">
        <w:rPr>
          <w:rFonts w:ascii="Times New Roman" w:hAnsi="Times New Roman" w:cs="Times New Roman"/>
        </w:rPr>
        <w:t>o</w:t>
      </w:r>
      <w:r w:rsidR="00E175E9" w:rsidRPr="005D4FDC">
        <w:rPr>
          <w:rFonts w:ascii="Times New Roman" w:hAnsi="Times New Roman" w:cs="Times New Roman"/>
        </w:rPr>
        <w:t xml:space="preserve"> wybranych elementów.</w:t>
      </w:r>
    </w:p>
    <w:p w14:paraId="69B70FE2" w14:textId="658336F6" w:rsidR="00E175E9" w:rsidRPr="005D4FDC" w:rsidRDefault="00E175E9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Zamawiający odmówi odbioru samochodu z powodu wad (samochód posia</w:t>
      </w:r>
      <w:r w:rsidR="009702C9" w:rsidRPr="005D4FDC">
        <w:rPr>
          <w:rFonts w:ascii="Times New Roman" w:hAnsi="Times New Roman" w:cs="Times New Roman"/>
        </w:rPr>
        <w:t>da</w:t>
      </w:r>
      <w:r w:rsidRPr="005D4FDC">
        <w:rPr>
          <w:rFonts w:ascii="Times New Roman" w:hAnsi="Times New Roman" w:cs="Times New Roman"/>
        </w:rPr>
        <w:t>jący wadę zmniejszająca jego wartość lub użyteczność, zosta</w:t>
      </w:r>
      <w:r w:rsidR="00463DD7" w:rsidRPr="005D4FDC">
        <w:rPr>
          <w:rFonts w:ascii="Times New Roman" w:hAnsi="Times New Roman" w:cs="Times New Roman"/>
        </w:rPr>
        <w:t xml:space="preserve">ł wydany w stanie niekompletnym, nie posiada użyteczności zgodnych z przeznaczeniem) lub niezgodności z umową (samochód nie odpowiada opisowi podanemu w załączniku nr </w:t>
      </w:r>
      <w:r w:rsidR="007D1495" w:rsidRPr="005D4FDC">
        <w:rPr>
          <w:rFonts w:ascii="Times New Roman" w:hAnsi="Times New Roman" w:cs="Times New Roman"/>
        </w:rPr>
        <w:t>1 do umowy, brakuje dokumentów lub wyposażenia), nie sporządza się protokołu odbioru, a Zamawiający przekaże Wykonawcy pisemne oświ</w:t>
      </w:r>
      <w:r w:rsidR="009702C9" w:rsidRPr="005D4FDC">
        <w:rPr>
          <w:rFonts w:ascii="Times New Roman" w:hAnsi="Times New Roman" w:cs="Times New Roman"/>
        </w:rPr>
        <w:t>a</w:t>
      </w:r>
      <w:r w:rsidR="007D1495" w:rsidRPr="005D4FDC">
        <w:rPr>
          <w:rFonts w:ascii="Times New Roman" w:hAnsi="Times New Roman" w:cs="Times New Roman"/>
        </w:rPr>
        <w:t>dczenie</w:t>
      </w:r>
      <w:r w:rsidR="009702C9" w:rsidRPr="005D4FDC">
        <w:rPr>
          <w:rFonts w:ascii="Times New Roman" w:hAnsi="Times New Roman" w:cs="Times New Roman"/>
        </w:rPr>
        <w:t xml:space="preserve"> </w:t>
      </w:r>
      <w:r w:rsidR="007D1495" w:rsidRPr="005D4FDC">
        <w:rPr>
          <w:rFonts w:ascii="Times New Roman" w:hAnsi="Times New Roman" w:cs="Times New Roman"/>
        </w:rPr>
        <w:t>ze wskazaniem zastrzeżeń, co do odbiera</w:t>
      </w:r>
      <w:r w:rsidR="009702C9" w:rsidRPr="005D4FDC">
        <w:rPr>
          <w:rFonts w:ascii="Times New Roman" w:hAnsi="Times New Roman" w:cs="Times New Roman"/>
        </w:rPr>
        <w:t>n</w:t>
      </w:r>
      <w:r w:rsidR="007D1495" w:rsidRPr="005D4FDC">
        <w:rPr>
          <w:rFonts w:ascii="Times New Roman" w:hAnsi="Times New Roman" w:cs="Times New Roman"/>
        </w:rPr>
        <w:t>ego samochodu.</w:t>
      </w:r>
    </w:p>
    <w:p w14:paraId="052D8796" w14:textId="2C0A662D" w:rsidR="009702C9" w:rsidRPr="005D4FDC" w:rsidRDefault="009702C9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Jeżeli sytuacja, o której mowa w ust. </w:t>
      </w:r>
      <w:r w:rsidR="00A74AAF">
        <w:rPr>
          <w:rFonts w:ascii="Times New Roman" w:hAnsi="Times New Roman" w:cs="Times New Roman"/>
        </w:rPr>
        <w:t>6</w:t>
      </w:r>
      <w:r w:rsidR="00434FD4" w:rsidRPr="005D4FDC">
        <w:rPr>
          <w:rFonts w:ascii="Times New Roman" w:hAnsi="Times New Roman" w:cs="Times New Roman"/>
        </w:rPr>
        <w:t xml:space="preserve"> wystąpi po raz pierwszy, Zamawiający ustali </w:t>
      </w:r>
      <w:r w:rsidR="00114883">
        <w:rPr>
          <w:rFonts w:ascii="Times New Roman" w:hAnsi="Times New Roman" w:cs="Times New Roman"/>
        </w:rPr>
        <w:br/>
      </w:r>
      <w:r w:rsidR="00434FD4" w:rsidRPr="005D4FDC">
        <w:rPr>
          <w:rFonts w:ascii="Times New Roman" w:hAnsi="Times New Roman" w:cs="Times New Roman"/>
        </w:rPr>
        <w:t>z Wykonawcą nowy termin odbioru samochodu, nie dłuższy niż 7 dni roboczych. W przypadku upływu terminu realizacji umowy, o którym mowa w § 2 ust. 1, Wykonawca zapłaci karę umowną, o której mowa w § 4 ust. 1.</w:t>
      </w:r>
    </w:p>
    <w:p w14:paraId="565BC78C" w14:textId="2996303F" w:rsidR="00EA2B8F" w:rsidRPr="005D4FDC" w:rsidRDefault="00C43491" w:rsidP="00631854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Jeżeli sytuacja, o której mowa w ust. </w:t>
      </w:r>
      <w:r w:rsidR="00734D38">
        <w:rPr>
          <w:rFonts w:ascii="Times New Roman" w:hAnsi="Times New Roman" w:cs="Times New Roman"/>
        </w:rPr>
        <w:t>6</w:t>
      </w:r>
      <w:r w:rsidRPr="005D4FDC">
        <w:rPr>
          <w:rFonts w:ascii="Times New Roman" w:hAnsi="Times New Roman" w:cs="Times New Roman"/>
        </w:rPr>
        <w:t xml:space="preserve"> wystąpi po raz drugi, Zamawiający odstąpi od umowy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przyczyn leżących po stronie Wykonawcy i naliczy Wykonawcy karę umowną, o której mowa w § 4 ust. 3.</w:t>
      </w:r>
    </w:p>
    <w:p w14:paraId="47110E38" w14:textId="77777777" w:rsidR="005D4FDC" w:rsidRDefault="005D4FDC" w:rsidP="008A73EB">
      <w:pPr>
        <w:spacing w:after="0"/>
        <w:ind w:left="0" w:right="154" w:firstLine="0"/>
        <w:jc w:val="center"/>
        <w:rPr>
          <w:rFonts w:ascii="Times New Roman" w:hAnsi="Times New Roman" w:cs="Times New Roman"/>
          <w:b/>
          <w:bCs/>
        </w:rPr>
      </w:pPr>
    </w:p>
    <w:p w14:paraId="51F75366" w14:textId="638D8415" w:rsidR="008A73EB" w:rsidRPr="005D4FDC" w:rsidRDefault="008A73EB" w:rsidP="008A73EB">
      <w:pPr>
        <w:spacing w:after="0"/>
        <w:ind w:left="0" w:right="154" w:firstLine="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6</w:t>
      </w:r>
    </w:p>
    <w:p w14:paraId="3CCA8BD1" w14:textId="77777777" w:rsidR="008A73EB" w:rsidRPr="005D4FDC" w:rsidRDefault="008A73EB" w:rsidP="008A73EB">
      <w:pPr>
        <w:spacing w:after="0"/>
        <w:ind w:left="0" w:right="154" w:firstLine="0"/>
        <w:rPr>
          <w:rFonts w:ascii="Times New Roman" w:hAnsi="Times New Roman" w:cs="Times New Roman"/>
        </w:rPr>
      </w:pPr>
    </w:p>
    <w:p w14:paraId="538DD2A6" w14:textId="01EB539B" w:rsidR="00631854" w:rsidRPr="005D4FDC" w:rsidRDefault="008A73EB" w:rsidP="00631854">
      <w:pPr>
        <w:spacing w:after="0"/>
        <w:ind w:left="0" w:right="154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 chwilą wydania samochodu Zamawiającemu przechodzą na niego korzyści i ciężary związane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samochodem oraz</w:t>
      </w:r>
      <w:r w:rsidR="00BC1084" w:rsidRPr="005D4FDC">
        <w:rPr>
          <w:rFonts w:ascii="Times New Roman" w:hAnsi="Times New Roman" w:cs="Times New Roman"/>
        </w:rPr>
        <w:t xml:space="preserve"> niebezpieczeństwo przypadkowej jego utraty lub uszkodzenia.</w:t>
      </w:r>
    </w:p>
    <w:p w14:paraId="21238BEE" w14:textId="77777777" w:rsidR="005D4FDC" w:rsidRDefault="005D4FDC" w:rsidP="00631854">
      <w:pPr>
        <w:spacing w:after="131" w:line="259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05E3BC31" w14:textId="6CBCC6CD" w:rsidR="00EA2B8F" w:rsidRPr="005D4FDC" w:rsidRDefault="00B27101" w:rsidP="00631854">
      <w:pPr>
        <w:spacing w:after="131" w:line="259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8A73EB" w:rsidRPr="005D4FDC">
        <w:rPr>
          <w:rFonts w:ascii="Times New Roman" w:hAnsi="Times New Roman" w:cs="Times New Roman"/>
          <w:b/>
          <w:bCs/>
        </w:rPr>
        <w:t>7</w:t>
      </w:r>
    </w:p>
    <w:p w14:paraId="434060AF" w14:textId="5D9F8F62" w:rsidR="00C007B4" w:rsidRPr="005D4FDC" w:rsidRDefault="00C007B4" w:rsidP="009C1905">
      <w:pPr>
        <w:spacing w:after="150"/>
        <w:ind w:left="0" w:firstLine="1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Zgodnie z art. 13 ust. 1 i 2 rozporządzenia Parlamentu Europejskiego i Rady (UE) 2016/679</w:t>
      </w:r>
      <w:r w:rsidR="009C1905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7C9E315" w14:textId="77777777" w:rsidR="00C007B4" w:rsidRPr="005D4FDC" w:rsidRDefault="00C007B4" w:rsidP="00C007B4">
      <w:pPr>
        <w:pStyle w:val="Akapitzlist"/>
        <w:numPr>
          <w:ilvl w:val="0"/>
          <w:numId w:val="18"/>
        </w:numPr>
        <w:spacing w:after="150" w:line="240" w:lineRule="auto"/>
        <w:ind w:left="426" w:hanging="426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lastRenderedPageBreak/>
        <w:t xml:space="preserve">administratorem Pani/Pana danych osobowych jest </w:t>
      </w:r>
      <w:r w:rsidRPr="005D4FDC">
        <w:rPr>
          <w:rFonts w:ascii="Times New Roman" w:hAnsi="Times New Roman" w:cs="Times New Roman"/>
          <w:i/>
        </w:rPr>
        <w:t>Okręgowy Inspektor Pracy w Opolu, ul. Oleska 121C, 45-231 Opole;</w:t>
      </w:r>
    </w:p>
    <w:p w14:paraId="37195760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5D4FDC">
        <w:rPr>
          <w:rFonts w:ascii="Times New Roman" w:hAnsi="Times New Roman" w:cs="Times New Roman"/>
          <w:i/>
          <w:vertAlign w:val="superscript"/>
        </w:rPr>
        <w:t>*</w:t>
      </w:r>
      <w:r w:rsidRPr="005D4FDC">
        <w:rPr>
          <w:rFonts w:ascii="Times New Roman" w:hAnsi="Times New Roman" w:cs="Times New Roman"/>
        </w:rPr>
        <w:t>;</w:t>
      </w:r>
    </w:p>
    <w:p w14:paraId="6239C0EF" w14:textId="5A1F2A4E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Pani/Pana dane osobowe przetwarzane będą na podstawie art. 6 ust. 1 lit. c</w:t>
      </w:r>
      <w:r w:rsidRPr="005D4FDC">
        <w:rPr>
          <w:rFonts w:ascii="Times New Roman" w:hAnsi="Times New Roman" w:cs="Times New Roman"/>
          <w:i/>
        </w:rPr>
        <w:t xml:space="preserve"> </w:t>
      </w:r>
      <w:r w:rsidRPr="005D4FDC">
        <w:rPr>
          <w:rFonts w:ascii="Times New Roman" w:hAnsi="Times New Roman" w:cs="Times New Roman"/>
        </w:rPr>
        <w:t xml:space="preserve">RODO </w:t>
      </w:r>
      <w:r w:rsidRPr="005D4FDC">
        <w:rPr>
          <w:rFonts w:ascii="Times New Roman" w:hAnsi="Times New Roman" w:cs="Times New Roman"/>
        </w:rPr>
        <w:br/>
        <w:t xml:space="preserve">w celu związanym z postępowaniem o udzielenie zamówienia, którego wartość nie przekracza równowartości kwoty określonej w art. </w:t>
      </w:r>
      <w:r w:rsidR="006A7E4E">
        <w:rPr>
          <w:rFonts w:ascii="Times New Roman" w:hAnsi="Times New Roman" w:cs="Times New Roman"/>
        </w:rPr>
        <w:t xml:space="preserve">2 ust. </w:t>
      </w:r>
      <w:r w:rsidR="0006503B">
        <w:rPr>
          <w:rFonts w:ascii="Times New Roman" w:hAnsi="Times New Roman" w:cs="Times New Roman"/>
        </w:rPr>
        <w:t>1</w:t>
      </w:r>
      <w:r w:rsidRPr="005D4FDC">
        <w:rPr>
          <w:rFonts w:ascii="Times New Roman" w:hAnsi="Times New Roman" w:cs="Times New Roman"/>
        </w:rPr>
        <w:t xml:space="preserve"> pkt </w:t>
      </w:r>
      <w:r w:rsidR="006A7E4E">
        <w:rPr>
          <w:rFonts w:ascii="Times New Roman" w:hAnsi="Times New Roman" w:cs="Times New Roman"/>
        </w:rPr>
        <w:t>1</w:t>
      </w:r>
      <w:r w:rsidRPr="005D4FDC">
        <w:rPr>
          <w:rFonts w:ascii="Times New Roman" w:hAnsi="Times New Roman" w:cs="Times New Roman"/>
        </w:rPr>
        <w:t xml:space="preserve"> ustawy Prawo zamówień publicznych (Dz.U. </w:t>
      </w:r>
      <w:r w:rsidR="00DA7D02">
        <w:rPr>
          <w:rFonts w:ascii="Times New Roman" w:hAnsi="Times New Roman" w:cs="Times New Roman"/>
        </w:rPr>
        <w:br/>
      </w:r>
      <w:r w:rsidR="006A7E4E">
        <w:rPr>
          <w:rFonts w:ascii="Times New Roman" w:hAnsi="Times New Roman" w:cs="Times New Roman"/>
        </w:rPr>
        <w:t>z 2023</w:t>
      </w:r>
      <w:r w:rsidRPr="005D4FDC">
        <w:rPr>
          <w:rFonts w:ascii="Times New Roman" w:hAnsi="Times New Roman" w:cs="Times New Roman"/>
        </w:rPr>
        <w:t xml:space="preserve">, poz. </w:t>
      </w:r>
      <w:r w:rsidR="006A7E4E">
        <w:rPr>
          <w:rFonts w:ascii="Times New Roman" w:hAnsi="Times New Roman" w:cs="Times New Roman"/>
        </w:rPr>
        <w:t xml:space="preserve">1605 </w:t>
      </w:r>
      <w:proofErr w:type="spellStart"/>
      <w:r w:rsidR="006A7E4E">
        <w:rPr>
          <w:rFonts w:ascii="Times New Roman" w:hAnsi="Times New Roman" w:cs="Times New Roman"/>
        </w:rPr>
        <w:t>t.j</w:t>
      </w:r>
      <w:proofErr w:type="spellEnd"/>
      <w:r w:rsidR="006A7E4E">
        <w:rPr>
          <w:rFonts w:ascii="Times New Roman" w:hAnsi="Times New Roman" w:cs="Times New Roman"/>
        </w:rPr>
        <w:t>.</w:t>
      </w:r>
      <w:r w:rsidRPr="005D4FDC">
        <w:rPr>
          <w:rFonts w:ascii="Times New Roman" w:hAnsi="Times New Roman" w:cs="Times New Roman"/>
        </w:rPr>
        <w:t xml:space="preserve">), nr postępowania </w:t>
      </w:r>
      <w:r w:rsidRPr="00523035">
        <w:rPr>
          <w:rFonts w:ascii="Times New Roman" w:hAnsi="Times New Roman" w:cs="Times New Roman"/>
          <w:color w:val="auto"/>
        </w:rPr>
        <w:t>OP-PORA-A.213.</w:t>
      </w:r>
      <w:r w:rsidR="006A7E4E" w:rsidRPr="00523035">
        <w:rPr>
          <w:rFonts w:ascii="Times New Roman" w:hAnsi="Times New Roman" w:cs="Times New Roman"/>
          <w:color w:val="auto"/>
        </w:rPr>
        <w:t>17</w:t>
      </w:r>
      <w:r w:rsidRPr="00523035">
        <w:rPr>
          <w:rFonts w:ascii="Times New Roman" w:hAnsi="Times New Roman" w:cs="Times New Roman"/>
          <w:color w:val="auto"/>
        </w:rPr>
        <w:t>.20</w:t>
      </w:r>
      <w:r w:rsidR="006A7E4E" w:rsidRPr="00523035">
        <w:rPr>
          <w:rFonts w:ascii="Times New Roman" w:hAnsi="Times New Roman" w:cs="Times New Roman"/>
          <w:color w:val="auto"/>
        </w:rPr>
        <w:t>24</w:t>
      </w:r>
      <w:r w:rsidRPr="00523035">
        <w:rPr>
          <w:rFonts w:ascii="Times New Roman" w:hAnsi="Times New Roman" w:cs="Times New Roman"/>
          <w:color w:val="auto"/>
        </w:rPr>
        <w:t>;</w:t>
      </w:r>
    </w:p>
    <w:p w14:paraId="5CAB8077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strike/>
        </w:rPr>
      </w:pPr>
      <w:r w:rsidRPr="005D4FDC">
        <w:rPr>
          <w:rFonts w:ascii="Times New Roman" w:hAnsi="Times New Roman" w:cs="Times New Roman"/>
        </w:rPr>
        <w:t>Odbiorcami danych mogą zostać: uprawnione organy publiczne, podmioty wykonujące usługę niszczenia i archiwizacji dokumentacji.</w:t>
      </w:r>
    </w:p>
    <w:p w14:paraId="3A6C47CC" w14:textId="4E82B7A6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Pani/Pana dane osobowe będą przechowywane, zgodnie </w:t>
      </w:r>
      <w:r w:rsidRPr="005D4FDC">
        <w:rPr>
          <w:rFonts w:ascii="Times New Roman" w:hAnsi="Times New Roman" w:cs="Times New Roman"/>
          <w:i/>
        </w:rPr>
        <w:t xml:space="preserve">z Zarządzeniem Głównego Inspektora Pracy nr </w:t>
      </w:r>
      <w:r w:rsidR="005B6556" w:rsidRPr="005D4FDC">
        <w:rPr>
          <w:rFonts w:ascii="Times New Roman" w:hAnsi="Times New Roman" w:cs="Times New Roman"/>
          <w:i/>
        </w:rPr>
        <w:t>76/2018 z dnia 15 października 2018 r. w sprawie wprowadzenia w jednostkach organizacyjnych PIP instrukcji kancelaryjnej, jednolitego rzeczowego wykazu akt oraz instrukcji w prawie organizacji i zakresu działania archiwów zakładowych</w:t>
      </w:r>
      <w:r w:rsidRPr="005D4FDC">
        <w:rPr>
          <w:rFonts w:ascii="Times New Roman" w:hAnsi="Times New Roman" w:cs="Times New Roman"/>
        </w:rPr>
        <w:t xml:space="preserve">, przez okres </w:t>
      </w:r>
      <w:r w:rsidRPr="005D4FDC">
        <w:rPr>
          <w:rFonts w:ascii="Times New Roman" w:hAnsi="Times New Roman" w:cs="Times New Roman"/>
          <w:i/>
        </w:rPr>
        <w:t>5</w:t>
      </w:r>
      <w:r w:rsidRPr="005D4FDC">
        <w:rPr>
          <w:rFonts w:ascii="Times New Roman" w:hAnsi="Times New Roman" w:cs="Times New Roman"/>
        </w:rPr>
        <w:t xml:space="preserve"> lat od dnia zakończenia postępowania o udzielenie zamówienia, a jeżeli czas trwania umowy przekracza </w:t>
      </w:r>
      <w:r w:rsidRPr="005D4FDC">
        <w:rPr>
          <w:rFonts w:ascii="Times New Roman" w:hAnsi="Times New Roman" w:cs="Times New Roman"/>
          <w:i/>
        </w:rPr>
        <w:t>5</w:t>
      </w:r>
      <w:r w:rsidRPr="005D4FDC">
        <w:rPr>
          <w:rFonts w:ascii="Times New Roman" w:hAnsi="Times New Roman" w:cs="Times New Roman"/>
        </w:rPr>
        <w:t xml:space="preserve"> lata, okres przechowywania obejmuje cały czas trwania umowy;</w:t>
      </w:r>
    </w:p>
    <w:p w14:paraId="670B2C88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obowiązek podania przez Panią/Pana danych osobowych</w:t>
      </w:r>
      <w:r w:rsidRPr="005D4FDC">
        <w:rPr>
          <w:rFonts w:ascii="Times New Roman" w:hAnsi="Times New Roman" w:cs="Times New Roman"/>
          <w:i/>
        </w:rPr>
        <w:t xml:space="preserve"> </w:t>
      </w:r>
      <w:r w:rsidRPr="005D4FDC">
        <w:rPr>
          <w:rFonts w:ascii="Times New Roman" w:hAnsi="Times New Roman" w:cs="Times New Roman"/>
        </w:rPr>
        <w:t>jest dobrowolne, jednak niezbędne do wzięcia udziału w postępowaniu;</w:t>
      </w:r>
    </w:p>
    <w:p w14:paraId="32B84BED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odniesieniu do Pani/Pana danych osobowych decyzje nie będą podejmowane </w:t>
      </w:r>
      <w:r w:rsidRPr="005D4FDC">
        <w:rPr>
          <w:rFonts w:ascii="Times New Roman" w:hAnsi="Times New Roman" w:cs="Times New Roman"/>
        </w:rPr>
        <w:br/>
        <w:t>w sposób zautomatyzowany, stosowanie do art. 22 RODO;</w:t>
      </w:r>
    </w:p>
    <w:p w14:paraId="634599DD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posiada Pani/Pan:</w:t>
      </w:r>
    </w:p>
    <w:p w14:paraId="002C9A2A" w14:textId="77777777" w:rsidR="00C007B4" w:rsidRPr="005D4FDC" w:rsidRDefault="00C007B4" w:rsidP="00C007B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na podstawie art. 15 RODO prawo dostępu do danych osobowych Pani/Pana dotyczących;</w:t>
      </w:r>
    </w:p>
    <w:p w14:paraId="4A22FFCB" w14:textId="77777777" w:rsidR="00C007B4" w:rsidRPr="005D4FDC" w:rsidRDefault="00C007B4" w:rsidP="00C007B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 podstawie art. 16 RODO prawo do sprostowania Pani/Pana danych osobowych </w:t>
      </w:r>
      <w:r w:rsidRPr="005D4FDC">
        <w:rPr>
          <w:rFonts w:ascii="Times New Roman" w:hAnsi="Times New Roman" w:cs="Times New Roman"/>
          <w:vertAlign w:val="superscript"/>
        </w:rPr>
        <w:t>**</w:t>
      </w:r>
      <w:r w:rsidRPr="005D4FDC">
        <w:rPr>
          <w:rFonts w:ascii="Times New Roman" w:hAnsi="Times New Roman" w:cs="Times New Roman"/>
        </w:rPr>
        <w:t>;</w:t>
      </w:r>
    </w:p>
    <w:p w14:paraId="132F8BBF" w14:textId="797B57C5" w:rsidR="00631854" w:rsidRDefault="00C007B4" w:rsidP="0063185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</w:t>
      </w:r>
      <w:r w:rsidRPr="005D4FDC">
        <w:rPr>
          <w:rFonts w:ascii="Times New Roman" w:hAnsi="Times New Roman" w:cs="Times New Roman"/>
        </w:rPr>
        <w:br/>
        <w:t xml:space="preserve">w art. 18 ust. 2 RODO ***; </w:t>
      </w:r>
    </w:p>
    <w:p w14:paraId="33A84138" w14:textId="77777777" w:rsidR="005D4FDC" w:rsidRPr="005D4FDC" w:rsidRDefault="005D4FDC" w:rsidP="005D4FDC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58DADD21" w14:textId="77777777" w:rsidR="005D4FDC" w:rsidRPr="005D4FDC" w:rsidRDefault="005D4FDC" w:rsidP="005D4FDC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nie przysługuje Pani/Panu:</w:t>
      </w:r>
    </w:p>
    <w:p w14:paraId="5F622862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53B418EF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>prawo do przenoszenia danych osobowych, o którym mowa w art. 20 RODO;</w:t>
      </w:r>
    </w:p>
    <w:p w14:paraId="2057C47B" w14:textId="7A9D7473" w:rsidR="0006503B" w:rsidRPr="0006503B" w:rsidRDefault="005D4FDC" w:rsidP="0006503B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62195D93" w14:textId="77777777" w:rsidR="0006503B" w:rsidRPr="005D4FDC" w:rsidRDefault="0006503B" w:rsidP="0006503B">
      <w:pPr>
        <w:spacing w:after="21" w:line="358" w:lineRule="auto"/>
        <w:ind w:right="154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8</w:t>
      </w:r>
    </w:p>
    <w:p w14:paraId="0227C7C4" w14:textId="77777777" w:rsidR="0006503B" w:rsidRPr="005D4FDC" w:rsidRDefault="0006503B" w:rsidP="0006503B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Strony ustanawiają przedstawicieli do wspólnych kontaktów w realizacji niniejszej umowy:</w:t>
      </w:r>
    </w:p>
    <w:p w14:paraId="4B276B3E" w14:textId="77777777" w:rsidR="0006503B" w:rsidRPr="005D4FDC" w:rsidRDefault="0006503B" w:rsidP="0006503B">
      <w:pPr>
        <w:numPr>
          <w:ilvl w:val="0"/>
          <w:numId w:val="12"/>
        </w:numPr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ze strony Zamawiającego:</w:t>
      </w:r>
    </w:p>
    <w:p w14:paraId="4249F67A" w14:textId="77777777" w:rsidR="0006503B" w:rsidRPr="005D4FDC" w:rsidRDefault="0006503B" w:rsidP="0006503B">
      <w:pPr>
        <w:spacing w:after="0"/>
        <w:ind w:left="709" w:hanging="1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3849FEDF" w14:textId="09E7CC50" w:rsidR="0006503B" w:rsidRPr="005D4FDC" w:rsidRDefault="0006503B" w:rsidP="0006503B">
      <w:pPr>
        <w:spacing w:after="0"/>
        <w:ind w:left="709" w:hanging="1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09C37127" w14:textId="77777777" w:rsidR="0006503B" w:rsidRPr="005D4FDC" w:rsidRDefault="0006503B" w:rsidP="0006503B">
      <w:pPr>
        <w:numPr>
          <w:ilvl w:val="0"/>
          <w:numId w:val="12"/>
        </w:numPr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ze strony Wykonawcy:</w:t>
      </w:r>
    </w:p>
    <w:p w14:paraId="29D8AB3A" w14:textId="77777777" w:rsidR="0006503B" w:rsidRPr="005D4FDC" w:rsidRDefault="0006503B" w:rsidP="0006503B">
      <w:pPr>
        <w:spacing w:after="0"/>
        <w:ind w:left="709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782DA38A" w14:textId="77777777" w:rsidR="0006503B" w:rsidRPr="005D4FDC" w:rsidRDefault="0006503B" w:rsidP="0006503B">
      <w:pPr>
        <w:spacing w:after="0"/>
        <w:ind w:left="709" w:hanging="1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3A86D3C9" w14:textId="151F937E" w:rsidR="0006503B" w:rsidRPr="0006503B" w:rsidRDefault="0006503B" w:rsidP="0006503B">
      <w:pPr>
        <w:numPr>
          <w:ilvl w:val="0"/>
          <w:numId w:val="25"/>
        </w:numPr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O zmianie osób uprawnionych do kontaktów Wykonawca będzie informował pocztą elektroniczną Zamawiającego w terminie 3 dni roboczych od zaistnienia zmiany. O zmianie osób występujących po stronie Zamawiającego</w:t>
      </w:r>
      <w:r w:rsidR="00A90605">
        <w:rPr>
          <w:rFonts w:ascii="Times New Roman" w:hAnsi="Times New Roman" w:cs="Times New Roman"/>
        </w:rPr>
        <w:t>,</w:t>
      </w:r>
      <w:r w:rsidRPr="005D4FDC">
        <w:rPr>
          <w:rFonts w:ascii="Times New Roman" w:hAnsi="Times New Roman" w:cs="Times New Roman"/>
        </w:rPr>
        <w:t xml:space="preserve"> Zamawiający poinformuje Wykonawcę pocztą elektroniczną w terminie 3 dni roboczych od zaistnienia zmiany. </w:t>
      </w:r>
    </w:p>
    <w:p w14:paraId="6ECFDCF6" w14:textId="77777777" w:rsidR="0006503B" w:rsidRDefault="0006503B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62E01B8E" w14:textId="77777777" w:rsidR="005D4FDC" w:rsidRPr="005D4FDC" w:rsidRDefault="005D4FDC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7C07A92B" w14:textId="77777777" w:rsidR="00631854" w:rsidRPr="005D4FDC" w:rsidRDefault="00631854" w:rsidP="0006503B">
      <w:pPr>
        <w:spacing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sz w:val="18"/>
          <w:szCs w:val="18"/>
          <w:lang w:eastAsia="en-US"/>
        </w:rPr>
        <w:t>______________________</w:t>
      </w:r>
    </w:p>
    <w:p w14:paraId="4CF1C5AA" w14:textId="77777777" w:rsidR="00631854" w:rsidRPr="005D4FDC" w:rsidRDefault="00631854" w:rsidP="0006503B">
      <w:pPr>
        <w:spacing w:after="0" w:line="240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>*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 xml:space="preserve"> 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7238EC16" w14:textId="77777777" w:rsidR="00631854" w:rsidRPr="005D4FDC" w:rsidRDefault="00631854" w:rsidP="0006503B">
      <w:pPr>
        <w:spacing w:after="0" w:line="240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>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skorzystanie z prawa do sprostowania nie może skutkować zmianą wyniku postępowania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Pzp</w:t>
      </w:r>
      <w:proofErr w:type="spellEnd"/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oraz nie może naruszać integralności protokołu oraz jego załączników.</w:t>
      </w:r>
    </w:p>
    <w:p w14:paraId="0CC60653" w14:textId="77777777" w:rsidR="00631854" w:rsidRPr="005D4FDC" w:rsidRDefault="00631854" w:rsidP="0006503B">
      <w:pPr>
        <w:spacing w:after="0" w:line="240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>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8E45B72" w14:textId="77777777" w:rsidR="001E5199" w:rsidRPr="005D4FDC" w:rsidRDefault="001E5199" w:rsidP="000F60A8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</w:rPr>
      </w:pPr>
    </w:p>
    <w:p w14:paraId="52975787" w14:textId="31B389B4" w:rsidR="000F60A8" w:rsidRPr="005D4FDC" w:rsidRDefault="000F60A8" w:rsidP="000F60A8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1E5199" w:rsidRPr="005D4FDC">
        <w:rPr>
          <w:rFonts w:ascii="Times New Roman" w:hAnsi="Times New Roman" w:cs="Times New Roman"/>
          <w:b/>
          <w:bCs/>
        </w:rPr>
        <w:t>9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1305AE50" w14:textId="77777777" w:rsidR="000F60A8" w:rsidRPr="005D4FDC" w:rsidRDefault="000F60A8" w:rsidP="0006503B">
      <w:pPr>
        <w:pStyle w:val="Akapitzlist"/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zobowiązuje się do: </w:t>
      </w:r>
    </w:p>
    <w:p w14:paraId="44649C5C" w14:textId="760DA8F2" w:rsidR="000F319C" w:rsidRPr="005D4FDC" w:rsidRDefault="000F60A8" w:rsidP="00E131B0">
      <w:pPr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zachowania w tajemnicy wszelkich informacji o Zamawiającym uzyskanych w związku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z realizacją niniejszej umowy pochodzących od Zamawiającego oraz od instytucji i osób </w:t>
      </w:r>
      <w:r w:rsidR="00132545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nim związanych jakimkolwiek stosunkiem faktycznym  lub prawnym,</w:t>
      </w:r>
    </w:p>
    <w:p w14:paraId="17119043" w14:textId="77777777" w:rsidR="001E5199" w:rsidRPr="005D4FDC" w:rsidRDefault="001E5199" w:rsidP="001E5199">
      <w:pPr>
        <w:pStyle w:val="Akapitzlist"/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przestrzegania zaleceń Zamawiającego o ochronie udostępnianych informacji, </w:t>
      </w:r>
    </w:p>
    <w:p w14:paraId="17D81BE8" w14:textId="77777777" w:rsidR="001E5199" w:rsidRPr="005D4FDC" w:rsidRDefault="001E5199" w:rsidP="001E5199">
      <w:pPr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przestrzegania przepisów o ochronie danych osobowych. </w:t>
      </w:r>
    </w:p>
    <w:p w14:paraId="18D2D905" w14:textId="77777777" w:rsidR="001E5199" w:rsidRPr="005D4FDC" w:rsidRDefault="001E5199" w:rsidP="001E5199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zobowiązuje się do szczególnej ochrony przekazanych mu do przetwarzania wszystkich danych i do zachowania ich w tajemnicy i nie przekazywania ich osobom trzecim. </w:t>
      </w:r>
    </w:p>
    <w:p w14:paraId="5D0F1A3E" w14:textId="77777777" w:rsidR="001E5199" w:rsidRPr="005D4FDC" w:rsidRDefault="001E5199" w:rsidP="001E5199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Obowiązek zachowania tajemnicy jest nieograniczony w czasie. Jego uchylenie może być dokonane wyłącznie przez Zamawiającego w formie pisemnej. </w:t>
      </w:r>
    </w:p>
    <w:p w14:paraId="75CDEEFD" w14:textId="6A9A3738" w:rsidR="00A869A5" w:rsidRPr="005D4FDC" w:rsidRDefault="001E5199" w:rsidP="00341AF1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odpowiada za szkody, jakie powstaną wobec Zamawiającego lub osób trzecich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w wyniku niezgodnego z prawem i niniejszą umową przekazania powierzonych danych. </w:t>
      </w:r>
    </w:p>
    <w:p w14:paraId="71C33899" w14:textId="77777777" w:rsidR="00341AF1" w:rsidRPr="005D4FDC" w:rsidRDefault="00341AF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</w:p>
    <w:p w14:paraId="4C4EE18B" w14:textId="5170DC60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1E5199" w:rsidRPr="005D4FDC">
        <w:rPr>
          <w:rFonts w:ascii="Times New Roman" w:hAnsi="Times New Roman" w:cs="Times New Roman"/>
          <w:b/>
          <w:bCs/>
        </w:rPr>
        <w:t>10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0C3E692A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Przez dni robocze rozumie się dni od poniedziałku do piątku z wyjątkiem dni ustawowo wolnych wskazanych w ustawie z dnia 18 stycznia 1951 r. </w:t>
      </w:r>
      <w:hyperlink r:id="rId7">
        <w:r w:rsidRPr="005D4FDC">
          <w:rPr>
            <w:rFonts w:ascii="Times New Roman" w:hAnsi="Times New Roman" w:cs="Times New Roman"/>
          </w:rPr>
          <w:t>o dniach wolnych od pracy</w:t>
        </w:r>
      </w:hyperlink>
      <w:hyperlink r:id="rId8">
        <w:r w:rsidRPr="005D4FDC">
          <w:rPr>
            <w:rFonts w:ascii="Times New Roman" w:hAnsi="Times New Roman" w:cs="Times New Roman"/>
          </w:rPr>
          <w:t xml:space="preserve"> </w:t>
        </w:r>
      </w:hyperlink>
      <w:r w:rsidRPr="005D4FDC">
        <w:rPr>
          <w:rFonts w:ascii="Times New Roman" w:hAnsi="Times New Roman" w:cs="Times New Roman"/>
        </w:rPr>
        <w:t>(Dz.U.</w:t>
      </w:r>
      <w:r w:rsidR="004B5315" w:rsidRPr="005D4FDC">
        <w:rPr>
          <w:rFonts w:ascii="Times New Roman" w:hAnsi="Times New Roman" w:cs="Times New Roman"/>
        </w:rPr>
        <w:t xml:space="preserve"> z 2020</w:t>
      </w:r>
      <w:r w:rsidRPr="005D4FDC">
        <w:rPr>
          <w:rFonts w:ascii="Times New Roman" w:hAnsi="Times New Roman" w:cs="Times New Roman"/>
        </w:rPr>
        <w:t xml:space="preserve"> r., poz. </w:t>
      </w:r>
      <w:r w:rsidR="004B5315" w:rsidRPr="005D4FDC">
        <w:rPr>
          <w:rFonts w:ascii="Times New Roman" w:hAnsi="Times New Roman" w:cs="Times New Roman"/>
        </w:rPr>
        <w:t xml:space="preserve">1920 </w:t>
      </w:r>
      <w:proofErr w:type="spellStart"/>
      <w:r w:rsidR="004B5315" w:rsidRPr="005D4FDC">
        <w:rPr>
          <w:rFonts w:ascii="Times New Roman" w:hAnsi="Times New Roman" w:cs="Times New Roman"/>
        </w:rPr>
        <w:t>t.j</w:t>
      </w:r>
      <w:proofErr w:type="spellEnd"/>
      <w:r w:rsidR="004B5315" w:rsidRPr="005D4FDC">
        <w:rPr>
          <w:rFonts w:ascii="Times New Roman" w:hAnsi="Times New Roman" w:cs="Times New Roman"/>
        </w:rPr>
        <w:t>.</w:t>
      </w:r>
      <w:r w:rsidRPr="005D4FDC">
        <w:rPr>
          <w:rFonts w:ascii="Times New Roman" w:hAnsi="Times New Roman" w:cs="Times New Roman"/>
        </w:rPr>
        <w:t xml:space="preserve">). </w:t>
      </w:r>
    </w:p>
    <w:p w14:paraId="3212F7D6" w14:textId="77777777" w:rsidR="009954BB" w:rsidRPr="005D4FDC" w:rsidRDefault="00F11A22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Każda ze Stron Umowy może ją wypowiedzieć z zachowaniem miesięcznego okresu wypowiedzenia ze skutkiem na ostatni dzień kalendarzowy miesiąca.</w:t>
      </w:r>
    </w:p>
    <w:p w14:paraId="48764398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sprawach nieuregulowanych niniejszą umową zastosowanie mają w szczególności przepisy Kodeksu cywilnego. </w:t>
      </w:r>
    </w:p>
    <w:p w14:paraId="765DB7D3" w14:textId="39454B51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Wszelkie spory wynikłe na tle wykonania niniejszej umowy strony deklarują rozwiązywać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w drodze negocjacji, z ostrożności ustalają za organ rozstrzygający Sąd powszechny miejscowo właściwy dla Zamawiającego. </w:t>
      </w:r>
    </w:p>
    <w:p w14:paraId="2BC9F04A" w14:textId="77777777" w:rsidR="009954BB" w:rsidRPr="005D4FDC" w:rsidRDefault="004D764F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Zmiana niniejszej umowy wymaga formy pisemnej pod rygorem nieważności.</w:t>
      </w:r>
    </w:p>
    <w:p w14:paraId="5A8D7F45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Załącznik nr 1 </w:t>
      </w:r>
      <w:r w:rsidR="00BC4C74" w:rsidRPr="005D4FDC">
        <w:rPr>
          <w:rFonts w:ascii="Times New Roman" w:hAnsi="Times New Roman" w:cs="Times New Roman"/>
          <w:color w:val="auto"/>
        </w:rPr>
        <w:t>stanowi</w:t>
      </w:r>
      <w:r w:rsidRPr="005D4FDC">
        <w:rPr>
          <w:rFonts w:ascii="Times New Roman" w:hAnsi="Times New Roman" w:cs="Times New Roman"/>
          <w:color w:val="auto"/>
        </w:rPr>
        <w:t xml:space="preserve"> integralną część umowy. </w:t>
      </w:r>
    </w:p>
    <w:p w14:paraId="17D6153E" w14:textId="36D3C338" w:rsidR="00EA2B8F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Umowa została sporządzona w trzech jednobrzmiących egzemplarzach, </w:t>
      </w:r>
      <w:r w:rsidR="00D31434" w:rsidRPr="005D4FDC">
        <w:rPr>
          <w:rFonts w:ascii="Times New Roman" w:hAnsi="Times New Roman" w:cs="Times New Roman"/>
          <w:color w:val="auto"/>
        </w:rPr>
        <w:t>j</w:t>
      </w:r>
      <w:r w:rsidR="00F5124B" w:rsidRPr="005D4FDC">
        <w:rPr>
          <w:rFonts w:ascii="Times New Roman" w:hAnsi="Times New Roman" w:cs="Times New Roman"/>
          <w:color w:val="auto"/>
        </w:rPr>
        <w:t>eden dla Wykonawcy oraz dwa dla Zamawiającego</w:t>
      </w:r>
      <w:r w:rsidR="009954BB" w:rsidRPr="005D4FDC">
        <w:rPr>
          <w:rFonts w:ascii="Times New Roman" w:hAnsi="Times New Roman" w:cs="Times New Roman"/>
          <w:color w:val="auto"/>
        </w:rPr>
        <w:t>.</w:t>
      </w:r>
    </w:p>
    <w:p w14:paraId="521CAD63" w14:textId="77777777" w:rsidR="00DC5FB2" w:rsidRDefault="00DC5FB2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</w:p>
    <w:p w14:paraId="11583BD3" w14:textId="6FCE22DF" w:rsidR="00BC4C74" w:rsidRPr="005D4FDC" w:rsidRDefault="00B27101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 </w:t>
      </w:r>
    </w:p>
    <w:p w14:paraId="5E322580" w14:textId="114D5083" w:rsidR="00BC4C74" w:rsidRPr="005D4FDC" w:rsidRDefault="00BC4C74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>Załączniki:</w:t>
      </w:r>
    </w:p>
    <w:p w14:paraId="5E1670C1" w14:textId="21E4B36C" w:rsidR="00BC4C74" w:rsidRPr="005D4FDC" w:rsidRDefault="00BC4C74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- załącznik nr 1 – </w:t>
      </w:r>
      <w:r w:rsidR="00BD6379" w:rsidRPr="005D4FDC">
        <w:rPr>
          <w:rFonts w:ascii="Times New Roman" w:hAnsi="Times New Roman" w:cs="Times New Roman"/>
          <w:color w:val="auto"/>
        </w:rPr>
        <w:t>parametry techniczne i wyposażenie</w:t>
      </w:r>
      <w:r w:rsidR="00DE0A15" w:rsidRPr="005D4FDC">
        <w:rPr>
          <w:rFonts w:ascii="Times New Roman" w:hAnsi="Times New Roman" w:cs="Times New Roman"/>
          <w:color w:val="auto"/>
        </w:rPr>
        <w:t xml:space="preserve"> oferowanego samochodu</w:t>
      </w:r>
      <w:r w:rsidRPr="005D4FDC">
        <w:rPr>
          <w:rFonts w:ascii="Times New Roman" w:hAnsi="Times New Roman" w:cs="Times New Roman"/>
          <w:color w:val="auto"/>
        </w:rPr>
        <w:t>.</w:t>
      </w:r>
    </w:p>
    <w:p w14:paraId="59427D78" w14:textId="3F942414" w:rsidR="00EA2B8F" w:rsidRDefault="00B27101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 </w:t>
      </w:r>
    </w:p>
    <w:p w14:paraId="1BDE1C6F" w14:textId="77777777" w:rsidR="00DA362D" w:rsidRDefault="00DA362D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13D1357D" w14:textId="77777777" w:rsidR="00DA362D" w:rsidRPr="005D4FDC" w:rsidRDefault="00DA362D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33D13662" w14:textId="77777777" w:rsidR="007E25F7" w:rsidRPr="005D4FDC" w:rsidRDefault="007E25F7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6A4C8A22" w14:textId="6C9CF90F" w:rsidR="006635C0" w:rsidRPr="005D4FDC" w:rsidRDefault="007E25F7" w:rsidP="005D4FDC">
      <w:pPr>
        <w:ind w:left="0" w:firstLine="0"/>
        <w:jc w:val="center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b/>
        </w:rPr>
        <w:t>ZAMAWIAJĄCY</w:t>
      </w:r>
      <w:r w:rsidRPr="005D4FDC">
        <w:rPr>
          <w:rFonts w:ascii="Times New Roman" w:hAnsi="Times New Roman" w:cs="Times New Roman"/>
          <w:b/>
        </w:rPr>
        <w:tab/>
        <w:t xml:space="preserve">                       </w:t>
      </w:r>
      <w:r w:rsidRPr="005D4FDC">
        <w:rPr>
          <w:rFonts w:ascii="Times New Roman" w:hAnsi="Times New Roman" w:cs="Times New Roman"/>
          <w:b/>
        </w:rPr>
        <w:tab/>
        <w:t xml:space="preserve">   </w:t>
      </w:r>
      <w:r w:rsidRPr="005D4FDC">
        <w:rPr>
          <w:rFonts w:ascii="Times New Roman" w:hAnsi="Times New Roman" w:cs="Times New Roman"/>
          <w:b/>
        </w:rPr>
        <w:tab/>
        <w:t xml:space="preserve"> WYKONAWCA</w:t>
      </w:r>
    </w:p>
    <w:sectPr w:rsidR="006635C0" w:rsidRPr="005D4FDC" w:rsidSect="00341AF1">
      <w:footerReference w:type="even" r:id="rId9"/>
      <w:footerReference w:type="default" r:id="rId10"/>
      <w:footerReference w:type="first" r:id="rId11"/>
      <w:pgSz w:w="11906" w:h="16838"/>
      <w:pgMar w:top="426" w:right="1414" w:bottom="1432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ECC52" w14:textId="77777777" w:rsidR="00AD5FE9" w:rsidRDefault="00AD5FE9">
      <w:pPr>
        <w:spacing w:after="0" w:line="240" w:lineRule="auto"/>
      </w:pPr>
      <w:r>
        <w:separator/>
      </w:r>
    </w:p>
  </w:endnote>
  <w:endnote w:type="continuationSeparator" w:id="0">
    <w:p w14:paraId="7A380E1E" w14:textId="77777777" w:rsidR="00AD5FE9" w:rsidRDefault="00AD5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2C9DF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E97261D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62D30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3966" w:rsidRPr="00193966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2508C23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BA153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378BEC0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A4D2A" w14:textId="77777777" w:rsidR="00AD5FE9" w:rsidRDefault="00AD5FE9">
      <w:pPr>
        <w:spacing w:after="0" w:line="240" w:lineRule="auto"/>
      </w:pPr>
      <w:r>
        <w:separator/>
      </w:r>
    </w:p>
  </w:footnote>
  <w:footnote w:type="continuationSeparator" w:id="0">
    <w:p w14:paraId="3B821555" w14:textId="77777777" w:rsidR="00AD5FE9" w:rsidRDefault="00AD5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71C40"/>
    <w:multiLevelType w:val="hybridMultilevel"/>
    <w:tmpl w:val="1506E44C"/>
    <w:lvl w:ilvl="0" w:tplc="EDD4860C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90C7E2">
      <w:start w:val="1"/>
      <w:numFmt w:val="lowerLetter"/>
      <w:lvlText w:val="%2)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9A506E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2F482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18E6DA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ED13C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F2CDBA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C24B8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0DDAC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062037"/>
    <w:multiLevelType w:val="hybridMultilevel"/>
    <w:tmpl w:val="0596B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4F29"/>
    <w:multiLevelType w:val="hybridMultilevel"/>
    <w:tmpl w:val="1506E44C"/>
    <w:lvl w:ilvl="0" w:tplc="FFFFFFFF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685F3C"/>
    <w:multiLevelType w:val="hybridMultilevel"/>
    <w:tmpl w:val="875AEFE6"/>
    <w:lvl w:ilvl="0" w:tplc="F2C4D4AC">
      <w:start w:val="1"/>
      <w:numFmt w:val="decimal"/>
      <w:lvlText w:val="%1."/>
      <w:lvlJc w:val="left"/>
      <w:pPr>
        <w:ind w:left="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106B40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CA282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0A916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60CD16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5CF40E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4EC35A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CE6AC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32FE1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32E80"/>
    <w:multiLevelType w:val="hybridMultilevel"/>
    <w:tmpl w:val="68920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F23C6CC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1AB54795"/>
    <w:multiLevelType w:val="hybridMultilevel"/>
    <w:tmpl w:val="56DE1182"/>
    <w:lvl w:ilvl="0" w:tplc="53CE64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BA7F9B"/>
    <w:multiLevelType w:val="hybridMultilevel"/>
    <w:tmpl w:val="783049FE"/>
    <w:lvl w:ilvl="0" w:tplc="091CF91E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5661C4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81B1E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D110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C2EB2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2C76F8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3ADA4E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68B4E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DE0848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77C0F"/>
    <w:multiLevelType w:val="hybridMultilevel"/>
    <w:tmpl w:val="3A04F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944793"/>
    <w:multiLevelType w:val="hybridMultilevel"/>
    <w:tmpl w:val="48100D50"/>
    <w:lvl w:ilvl="0" w:tplc="1A9659A4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D45862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3AA244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6832E2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165D00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7CCD3E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CCB6EC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681DE8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E054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D1FE2"/>
    <w:multiLevelType w:val="hybridMultilevel"/>
    <w:tmpl w:val="AAD41FC4"/>
    <w:lvl w:ilvl="0" w:tplc="781C3D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FB5CD6"/>
    <w:multiLevelType w:val="hybridMultilevel"/>
    <w:tmpl w:val="57C20290"/>
    <w:lvl w:ilvl="0" w:tplc="8B5CD7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74143"/>
    <w:multiLevelType w:val="hybridMultilevel"/>
    <w:tmpl w:val="E214A166"/>
    <w:lvl w:ilvl="0" w:tplc="69F69D88">
      <w:start w:val="1"/>
      <w:numFmt w:val="decimal"/>
      <w:lvlText w:val="%1."/>
      <w:lvlJc w:val="left"/>
      <w:pPr>
        <w:ind w:left="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E86EC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809422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037B0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2C987A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F0E892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F5EC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2028BC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42DBC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0D53CB"/>
    <w:multiLevelType w:val="hybridMultilevel"/>
    <w:tmpl w:val="5178CAFE"/>
    <w:lvl w:ilvl="0" w:tplc="FFFFFFFF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4"/>
      <w:numFmt w:val="chicago"/>
      <w:lvlText w:val="%2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6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7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8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8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9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6AE5"/>
    <w:multiLevelType w:val="hybridMultilevel"/>
    <w:tmpl w:val="1FEC18CC"/>
    <w:lvl w:ilvl="0" w:tplc="20420886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F49BFC">
      <w:start w:val="4"/>
      <w:numFmt w:val="chicago"/>
      <w:lvlText w:val="%2"/>
      <w:lvlJc w:val="left"/>
      <w:pPr>
        <w:ind w:left="1026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274A8">
      <w:start w:val="1"/>
      <w:numFmt w:val="lowerRoman"/>
      <w:lvlText w:val="%3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A60B0">
      <w:start w:val="1"/>
      <w:numFmt w:val="decimal"/>
      <w:lvlText w:val="%4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BEF24C">
      <w:start w:val="1"/>
      <w:numFmt w:val="lowerLetter"/>
      <w:lvlText w:val="%5"/>
      <w:lvlJc w:val="left"/>
      <w:pPr>
        <w:ind w:left="6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76D01A">
      <w:start w:val="1"/>
      <w:numFmt w:val="lowerRoman"/>
      <w:lvlText w:val="%6"/>
      <w:lvlJc w:val="left"/>
      <w:pPr>
        <w:ind w:left="7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3A798C">
      <w:start w:val="1"/>
      <w:numFmt w:val="decimal"/>
      <w:lvlText w:val="%7"/>
      <w:lvlJc w:val="left"/>
      <w:pPr>
        <w:ind w:left="8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826372">
      <w:start w:val="1"/>
      <w:numFmt w:val="lowerLetter"/>
      <w:lvlText w:val="%8"/>
      <w:lvlJc w:val="left"/>
      <w:pPr>
        <w:ind w:left="8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2E23D2">
      <w:start w:val="1"/>
      <w:numFmt w:val="lowerRoman"/>
      <w:lvlText w:val="%9"/>
      <w:lvlJc w:val="left"/>
      <w:pPr>
        <w:ind w:left="9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C26571D"/>
    <w:multiLevelType w:val="hybridMultilevel"/>
    <w:tmpl w:val="63DEBB9A"/>
    <w:lvl w:ilvl="0" w:tplc="AF8E7944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1C29E0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9EDF90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0C6B88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5A1274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3610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9892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BEC274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FE8214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5F7779"/>
    <w:multiLevelType w:val="hybridMultilevel"/>
    <w:tmpl w:val="01FC77D8"/>
    <w:lvl w:ilvl="0" w:tplc="3A961E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F7BF2"/>
    <w:multiLevelType w:val="hybridMultilevel"/>
    <w:tmpl w:val="7206AF18"/>
    <w:lvl w:ilvl="0" w:tplc="C986D0B0">
      <w:start w:val="2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481FBE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403F7C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409202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56DDCA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B8BEF2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C6FE4A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5ECC22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2AA28C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983F05"/>
    <w:multiLevelType w:val="hybridMultilevel"/>
    <w:tmpl w:val="B792DF66"/>
    <w:lvl w:ilvl="0" w:tplc="73E0D5E8">
      <w:start w:val="2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00313"/>
    <w:multiLevelType w:val="hybridMultilevel"/>
    <w:tmpl w:val="5CE89A88"/>
    <w:lvl w:ilvl="0" w:tplc="03D0A370">
      <w:start w:val="5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244A78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21AE4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B850A4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CF576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8067AC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962942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AA6EC8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3A6A1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E60DE9"/>
    <w:multiLevelType w:val="hybridMultilevel"/>
    <w:tmpl w:val="AECE8F9C"/>
    <w:lvl w:ilvl="0" w:tplc="54969908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61489"/>
    <w:multiLevelType w:val="hybridMultilevel"/>
    <w:tmpl w:val="C5E214E6"/>
    <w:lvl w:ilvl="0" w:tplc="2790064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943024">
    <w:abstractNumId w:val="7"/>
  </w:num>
  <w:num w:numId="2" w16cid:durableId="948245365">
    <w:abstractNumId w:val="18"/>
  </w:num>
  <w:num w:numId="3" w16cid:durableId="1174296747">
    <w:abstractNumId w:val="22"/>
  </w:num>
  <w:num w:numId="4" w16cid:durableId="1519387291">
    <w:abstractNumId w:val="17"/>
  </w:num>
  <w:num w:numId="5" w16cid:durableId="1969702564">
    <w:abstractNumId w:val="14"/>
  </w:num>
  <w:num w:numId="6" w16cid:durableId="1067340297">
    <w:abstractNumId w:val="3"/>
  </w:num>
  <w:num w:numId="7" w16cid:durableId="197354857">
    <w:abstractNumId w:val="0"/>
  </w:num>
  <w:num w:numId="8" w16cid:durableId="1951279004">
    <w:abstractNumId w:val="20"/>
  </w:num>
  <w:num w:numId="9" w16cid:durableId="1308971456">
    <w:abstractNumId w:val="11"/>
  </w:num>
  <w:num w:numId="10" w16cid:durableId="781805601">
    <w:abstractNumId w:val="1"/>
  </w:num>
  <w:num w:numId="11" w16cid:durableId="145055218">
    <w:abstractNumId w:val="15"/>
  </w:num>
  <w:num w:numId="12" w16cid:durableId="1052846573">
    <w:abstractNumId w:val="9"/>
  </w:num>
  <w:num w:numId="13" w16cid:durableId="1592469087">
    <w:abstractNumId w:val="2"/>
  </w:num>
  <w:num w:numId="14" w16cid:durableId="2066761238">
    <w:abstractNumId w:val="13"/>
  </w:num>
  <w:num w:numId="15" w16cid:durableId="144473724">
    <w:abstractNumId w:val="23"/>
  </w:num>
  <w:num w:numId="16" w16cid:durableId="359548260">
    <w:abstractNumId w:val="5"/>
  </w:num>
  <w:num w:numId="17" w16cid:durableId="1873835489">
    <w:abstractNumId w:val="10"/>
  </w:num>
  <w:num w:numId="18" w16cid:durableId="454644961">
    <w:abstractNumId w:val="16"/>
  </w:num>
  <w:num w:numId="19" w16cid:durableId="1552494866">
    <w:abstractNumId w:val="8"/>
  </w:num>
  <w:num w:numId="20" w16cid:durableId="1339770702">
    <w:abstractNumId w:val="6"/>
  </w:num>
  <w:num w:numId="21" w16cid:durableId="421611953">
    <w:abstractNumId w:val="24"/>
  </w:num>
  <w:num w:numId="22" w16cid:durableId="822508873">
    <w:abstractNumId w:val="12"/>
  </w:num>
  <w:num w:numId="23" w16cid:durableId="778913380">
    <w:abstractNumId w:val="19"/>
  </w:num>
  <w:num w:numId="24" w16cid:durableId="120152436">
    <w:abstractNumId w:val="4"/>
  </w:num>
  <w:num w:numId="25" w16cid:durableId="14968032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8F"/>
    <w:rsid w:val="00002F76"/>
    <w:rsid w:val="00010003"/>
    <w:rsid w:val="0001381B"/>
    <w:rsid w:val="000166DC"/>
    <w:rsid w:val="00042D05"/>
    <w:rsid w:val="0006503B"/>
    <w:rsid w:val="00066B16"/>
    <w:rsid w:val="000679CA"/>
    <w:rsid w:val="000742E7"/>
    <w:rsid w:val="000757C8"/>
    <w:rsid w:val="0008408B"/>
    <w:rsid w:val="00096271"/>
    <w:rsid w:val="00097D94"/>
    <w:rsid w:val="000A4982"/>
    <w:rsid w:val="000A6D7D"/>
    <w:rsid w:val="000B6922"/>
    <w:rsid w:val="000C2531"/>
    <w:rsid w:val="000C54D1"/>
    <w:rsid w:val="000D0F11"/>
    <w:rsid w:val="000D743B"/>
    <w:rsid w:val="000E14DE"/>
    <w:rsid w:val="000E5341"/>
    <w:rsid w:val="000F319C"/>
    <w:rsid w:val="000F60A8"/>
    <w:rsid w:val="001129CE"/>
    <w:rsid w:val="00114883"/>
    <w:rsid w:val="00132545"/>
    <w:rsid w:val="001355B4"/>
    <w:rsid w:val="001424BB"/>
    <w:rsid w:val="00144DC7"/>
    <w:rsid w:val="00166732"/>
    <w:rsid w:val="001764A8"/>
    <w:rsid w:val="001871F9"/>
    <w:rsid w:val="00190A12"/>
    <w:rsid w:val="00191C7A"/>
    <w:rsid w:val="00193966"/>
    <w:rsid w:val="001952C7"/>
    <w:rsid w:val="001A66EB"/>
    <w:rsid w:val="001D7E2D"/>
    <w:rsid w:val="001E3E8A"/>
    <w:rsid w:val="001E5199"/>
    <w:rsid w:val="002014F9"/>
    <w:rsid w:val="002110D6"/>
    <w:rsid w:val="00220BAE"/>
    <w:rsid w:val="002304DF"/>
    <w:rsid w:val="002339F3"/>
    <w:rsid w:val="00243B4E"/>
    <w:rsid w:val="00296F13"/>
    <w:rsid w:val="002A0DEB"/>
    <w:rsid w:val="002A7D4C"/>
    <w:rsid w:val="00301B41"/>
    <w:rsid w:val="00302FF7"/>
    <w:rsid w:val="00306B88"/>
    <w:rsid w:val="00341AF1"/>
    <w:rsid w:val="00341DB2"/>
    <w:rsid w:val="00342428"/>
    <w:rsid w:val="003452A1"/>
    <w:rsid w:val="00356D3C"/>
    <w:rsid w:val="00385842"/>
    <w:rsid w:val="0039515B"/>
    <w:rsid w:val="003C0D7C"/>
    <w:rsid w:val="003D14D7"/>
    <w:rsid w:val="003D5307"/>
    <w:rsid w:val="003D5924"/>
    <w:rsid w:val="003F376E"/>
    <w:rsid w:val="0040195E"/>
    <w:rsid w:val="00424412"/>
    <w:rsid w:val="00434FD4"/>
    <w:rsid w:val="00440810"/>
    <w:rsid w:val="00446DFB"/>
    <w:rsid w:val="00463DD7"/>
    <w:rsid w:val="004733FE"/>
    <w:rsid w:val="00480E17"/>
    <w:rsid w:val="00491872"/>
    <w:rsid w:val="004A5FFF"/>
    <w:rsid w:val="004B5315"/>
    <w:rsid w:val="004C129A"/>
    <w:rsid w:val="004D4176"/>
    <w:rsid w:val="004D764F"/>
    <w:rsid w:val="004E659E"/>
    <w:rsid w:val="004F71BA"/>
    <w:rsid w:val="00501B1D"/>
    <w:rsid w:val="00504B4A"/>
    <w:rsid w:val="00507032"/>
    <w:rsid w:val="00523035"/>
    <w:rsid w:val="00540226"/>
    <w:rsid w:val="00553526"/>
    <w:rsid w:val="00597CC6"/>
    <w:rsid w:val="005A4A7D"/>
    <w:rsid w:val="005B6556"/>
    <w:rsid w:val="005D4FDC"/>
    <w:rsid w:val="005D65A9"/>
    <w:rsid w:val="005E4390"/>
    <w:rsid w:val="005F1DAD"/>
    <w:rsid w:val="006067D6"/>
    <w:rsid w:val="00615CE5"/>
    <w:rsid w:val="006220E6"/>
    <w:rsid w:val="00631854"/>
    <w:rsid w:val="006451B4"/>
    <w:rsid w:val="00650C67"/>
    <w:rsid w:val="00654F83"/>
    <w:rsid w:val="006578DA"/>
    <w:rsid w:val="00657F0A"/>
    <w:rsid w:val="006635C0"/>
    <w:rsid w:val="00680E26"/>
    <w:rsid w:val="006A7E4E"/>
    <w:rsid w:val="006C01E5"/>
    <w:rsid w:val="006C2E81"/>
    <w:rsid w:val="006C46B7"/>
    <w:rsid w:val="00720882"/>
    <w:rsid w:val="00725DE2"/>
    <w:rsid w:val="00734D38"/>
    <w:rsid w:val="00744FBB"/>
    <w:rsid w:val="00750B08"/>
    <w:rsid w:val="0076501B"/>
    <w:rsid w:val="00776DBF"/>
    <w:rsid w:val="00784028"/>
    <w:rsid w:val="00785208"/>
    <w:rsid w:val="00793F42"/>
    <w:rsid w:val="007B00F3"/>
    <w:rsid w:val="007D1495"/>
    <w:rsid w:val="007E0702"/>
    <w:rsid w:val="007E25F7"/>
    <w:rsid w:val="007F0E13"/>
    <w:rsid w:val="007F112A"/>
    <w:rsid w:val="007F1EB0"/>
    <w:rsid w:val="007F597A"/>
    <w:rsid w:val="007F6E2D"/>
    <w:rsid w:val="00802F80"/>
    <w:rsid w:val="00816277"/>
    <w:rsid w:val="00822F2A"/>
    <w:rsid w:val="00850E2A"/>
    <w:rsid w:val="00885130"/>
    <w:rsid w:val="008916F4"/>
    <w:rsid w:val="00891CCA"/>
    <w:rsid w:val="0089780D"/>
    <w:rsid w:val="008A3F75"/>
    <w:rsid w:val="008A73EB"/>
    <w:rsid w:val="008E1E52"/>
    <w:rsid w:val="008F0B39"/>
    <w:rsid w:val="008F765B"/>
    <w:rsid w:val="009065FD"/>
    <w:rsid w:val="009068AF"/>
    <w:rsid w:val="00920133"/>
    <w:rsid w:val="00925701"/>
    <w:rsid w:val="009339BE"/>
    <w:rsid w:val="00955863"/>
    <w:rsid w:val="009702C9"/>
    <w:rsid w:val="00986437"/>
    <w:rsid w:val="009954BB"/>
    <w:rsid w:val="009C1905"/>
    <w:rsid w:val="009D0ADC"/>
    <w:rsid w:val="009D7459"/>
    <w:rsid w:val="009E45A5"/>
    <w:rsid w:val="009E5964"/>
    <w:rsid w:val="00A02E0D"/>
    <w:rsid w:val="00A60D1A"/>
    <w:rsid w:val="00A6640C"/>
    <w:rsid w:val="00A74AAF"/>
    <w:rsid w:val="00A82324"/>
    <w:rsid w:val="00A869A5"/>
    <w:rsid w:val="00A90605"/>
    <w:rsid w:val="00A9329D"/>
    <w:rsid w:val="00AD2DFA"/>
    <w:rsid w:val="00AD5FE9"/>
    <w:rsid w:val="00AD61AB"/>
    <w:rsid w:val="00AE30FA"/>
    <w:rsid w:val="00AE3868"/>
    <w:rsid w:val="00AE51D7"/>
    <w:rsid w:val="00B05CE2"/>
    <w:rsid w:val="00B24C6F"/>
    <w:rsid w:val="00B27101"/>
    <w:rsid w:val="00B2753C"/>
    <w:rsid w:val="00B34482"/>
    <w:rsid w:val="00B4645E"/>
    <w:rsid w:val="00B55884"/>
    <w:rsid w:val="00B5588F"/>
    <w:rsid w:val="00B80079"/>
    <w:rsid w:val="00B80095"/>
    <w:rsid w:val="00B81F09"/>
    <w:rsid w:val="00BA0406"/>
    <w:rsid w:val="00BC0F24"/>
    <w:rsid w:val="00BC1084"/>
    <w:rsid w:val="00BC4C74"/>
    <w:rsid w:val="00BD4860"/>
    <w:rsid w:val="00BD6379"/>
    <w:rsid w:val="00BE0E68"/>
    <w:rsid w:val="00BE5A43"/>
    <w:rsid w:val="00BE6523"/>
    <w:rsid w:val="00BE66A7"/>
    <w:rsid w:val="00BE701D"/>
    <w:rsid w:val="00C007B4"/>
    <w:rsid w:val="00C0118B"/>
    <w:rsid w:val="00C03811"/>
    <w:rsid w:val="00C149C9"/>
    <w:rsid w:val="00C278B3"/>
    <w:rsid w:val="00C43491"/>
    <w:rsid w:val="00C93CD1"/>
    <w:rsid w:val="00CA03A4"/>
    <w:rsid w:val="00CA16CB"/>
    <w:rsid w:val="00CA2C53"/>
    <w:rsid w:val="00CA3FCA"/>
    <w:rsid w:val="00CC2EC0"/>
    <w:rsid w:val="00CE6848"/>
    <w:rsid w:val="00CF525F"/>
    <w:rsid w:val="00D03D9F"/>
    <w:rsid w:val="00D31434"/>
    <w:rsid w:val="00D3565C"/>
    <w:rsid w:val="00D401AF"/>
    <w:rsid w:val="00D42520"/>
    <w:rsid w:val="00D67F8B"/>
    <w:rsid w:val="00D9035C"/>
    <w:rsid w:val="00D917C2"/>
    <w:rsid w:val="00D949F9"/>
    <w:rsid w:val="00D97B3B"/>
    <w:rsid w:val="00DA0990"/>
    <w:rsid w:val="00DA362D"/>
    <w:rsid w:val="00DA7D02"/>
    <w:rsid w:val="00DB1FEC"/>
    <w:rsid w:val="00DB2DCE"/>
    <w:rsid w:val="00DC347E"/>
    <w:rsid w:val="00DC5FB2"/>
    <w:rsid w:val="00DD4998"/>
    <w:rsid w:val="00DE0A15"/>
    <w:rsid w:val="00E131B0"/>
    <w:rsid w:val="00E175E9"/>
    <w:rsid w:val="00E228CA"/>
    <w:rsid w:val="00E869CE"/>
    <w:rsid w:val="00EA2B8F"/>
    <w:rsid w:val="00EA611A"/>
    <w:rsid w:val="00EC0065"/>
    <w:rsid w:val="00EC5C52"/>
    <w:rsid w:val="00EE5710"/>
    <w:rsid w:val="00F01E14"/>
    <w:rsid w:val="00F11A22"/>
    <w:rsid w:val="00F4445D"/>
    <w:rsid w:val="00F5124B"/>
    <w:rsid w:val="00F64A33"/>
    <w:rsid w:val="00F74F0C"/>
    <w:rsid w:val="00FB307B"/>
    <w:rsid w:val="00FC4E8D"/>
    <w:rsid w:val="00F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6B7A"/>
  <w15:docId w15:val="{638FCA90-980D-4D68-8A71-B3229620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6" w:line="250" w:lineRule="auto"/>
      <w:ind w:left="370" w:hanging="37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6C46B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007B4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9201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0133"/>
    <w:rPr>
      <w:color w:val="605E5C"/>
      <w:shd w:val="clear" w:color="auto" w:fill="E1DFDD"/>
    </w:rPr>
  </w:style>
  <w:style w:type="paragraph" w:customStyle="1" w:styleId="Default">
    <w:name w:val="Default"/>
    <w:rsid w:val="00597C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9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9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966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9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966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966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tekakp.pl/artykul.aid%2C205%2CUstawa_o_dniach_wolnych_od_prac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bliotekakp.pl/artykul.aid%2C205%2CUstawa_o_dniach_wolnych_od_prac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2221</Words>
  <Characters>13329</Characters>
  <Application>Microsoft Office Word</Application>
  <DocSecurity>4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Wajsowicz</dc:creator>
  <cp:keywords/>
  <cp:lastModifiedBy>Beata Chadryś</cp:lastModifiedBy>
  <cp:revision>2</cp:revision>
  <cp:lastPrinted>2023-04-20T06:14:00Z</cp:lastPrinted>
  <dcterms:created xsi:type="dcterms:W3CDTF">2024-06-27T07:32:00Z</dcterms:created>
  <dcterms:modified xsi:type="dcterms:W3CDTF">2024-06-27T07:32:00Z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OP-PORA-A.213.17.2024.1</vt:lpwstr>
  </property>
  <property fmtid="{D5CDD505-2E9C-101B-9397-08002B2CF9AE}" pid="3" name="UNPPisma">
    <vt:lpwstr>OP-24-13629</vt:lpwstr>
  </property>
  <property fmtid="{D5CDD505-2E9C-101B-9397-08002B2CF9AE}" pid="4" name="ZnakSprawy">
    <vt:lpwstr>OP-PORA-A.213.17.2024</vt:lpwstr>
  </property>
  <property fmtid="{D5CDD505-2E9C-101B-9397-08002B2CF9AE}" pid="5" name="ZnakSprawy2">
    <vt:lpwstr>Znak sprawy: OP-PORA-A.213.17.2024</vt:lpwstr>
  </property>
  <property fmtid="{D5CDD505-2E9C-101B-9397-08002B2CF9AE}" pid="6" name="AktualnaDataSlownie">
    <vt:lpwstr>26 czerwca 2024</vt:lpwstr>
  </property>
  <property fmtid="{D5CDD505-2E9C-101B-9397-08002B2CF9AE}" pid="7" name="ZnakSprawyPrzedPrzeniesieniem">
    <vt:lpwstr/>
  </property>
  <property fmtid="{D5CDD505-2E9C-101B-9397-08002B2CF9AE}" pid="8" name="Autor">
    <vt:lpwstr>Chadryś Beata</vt:lpwstr>
  </property>
  <property fmtid="{D5CDD505-2E9C-101B-9397-08002B2CF9AE}" pid="9" name="AutorNumer">
    <vt:lpwstr>110230</vt:lpwstr>
  </property>
  <property fmtid="{D5CDD505-2E9C-101B-9397-08002B2CF9AE}" pid="10" name="AutorKomorkaNadrzedna">
    <vt:lpwstr>Zastępca Okręgowego Inspektora Pracy ds. Prawno-Organizacyjnych(P)</vt:lpwstr>
  </property>
  <property fmtid="{D5CDD505-2E9C-101B-9397-08002B2CF9AE}" pid="11" name="AutorInicjaly">
    <vt:lpwstr>BC</vt:lpwstr>
  </property>
  <property fmtid="{D5CDD505-2E9C-101B-9397-08002B2CF9AE}" pid="12" name="AutorNrTelefonu">
    <vt:lpwstr>774700918</vt:lpwstr>
  </property>
  <property fmtid="{D5CDD505-2E9C-101B-9397-08002B2CF9AE}" pid="13" name="Stanowisko">
    <vt:lpwstr>Starszy specjalista</vt:lpwstr>
  </property>
  <property fmtid="{D5CDD505-2E9C-101B-9397-08002B2CF9AE}" pid="14" name="OpisPisma">
    <vt:lpwstr>zapytanie ofertowe - dostawa samochodu osobowego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2024-06-26</vt:lpwstr>
  </property>
  <property fmtid="{D5CDD505-2E9C-101B-9397-08002B2CF9AE}" pid="18" name="Wydzial">
    <vt:lpwstr>Sekcja Organizacji i Analiz</vt:lpwstr>
  </property>
  <property fmtid="{D5CDD505-2E9C-101B-9397-08002B2CF9AE}" pid="19" name="KodWydzialu">
    <vt:lpwstr>PORA-A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BIP</vt:lpwstr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2024-06-26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2024-06-26 11:16:11</vt:lpwstr>
  </property>
  <property fmtid="{D5CDD505-2E9C-101B-9397-08002B2CF9AE}" pid="41" name="TematSprawy">
    <vt:lpwstr>Zakup samochodu osobowego</vt:lpwstr>
  </property>
  <property fmtid="{D5CDD505-2E9C-101B-9397-08002B2CF9AE}" pid="42" name="ProwadzacySprawe">
    <vt:lpwstr>Chadryś Beata</vt:lpwstr>
  </property>
  <property fmtid="{D5CDD505-2E9C-101B-9397-08002B2CF9AE}" pid="43" name="DaneJednostki1">
    <vt:lpwstr>Okręgowy Inspektorat Pracy</vt:lpwstr>
  </property>
  <property fmtid="{D5CDD505-2E9C-101B-9397-08002B2CF9AE}" pid="44" name="PolaDodatkowe1">
    <vt:lpwstr>Okręgowy Inspektorat Pracy</vt:lpwstr>
  </property>
  <property fmtid="{D5CDD505-2E9C-101B-9397-08002B2CF9AE}" pid="45" name="DaneJednostki2">
    <vt:lpwstr>Opole</vt:lpwstr>
  </property>
  <property fmtid="{D5CDD505-2E9C-101B-9397-08002B2CF9AE}" pid="46" name="PolaDodatkowe2">
    <vt:lpwstr>Opole</vt:lpwstr>
  </property>
  <property fmtid="{D5CDD505-2E9C-101B-9397-08002B2CF9AE}" pid="47" name="DaneJednostki3">
    <vt:lpwstr>45-231</vt:lpwstr>
  </property>
  <property fmtid="{D5CDD505-2E9C-101B-9397-08002B2CF9AE}" pid="48" name="PolaDodatkowe3">
    <vt:lpwstr>45-231</vt:lpwstr>
  </property>
  <property fmtid="{D5CDD505-2E9C-101B-9397-08002B2CF9AE}" pid="49" name="DaneJednostki4">
    <vt:lpwstr>Oleska</vt:lpwstr>
  </property>
  <property fmtid="{D5CDD505-2E9C-101B-9397-08002B2CF9AE}" pid="50" name="PolaDodatkowe4">
    <vt:lpwstr>Oleska</vt:lpwstr>
  </property>
  <property fmtid="{D5CDD505-2E9C-101B-9397-08002B2CF9AE}" pid="51" name="DaneJednostki5">
    <vt:lpwstr>121C</vt:lpwstr>
  </property>
  <property fmtid="{D5CDD505-2E9C-101B-9397-08002B2CF9AE}" pid="52" name="PolaDodatkowe5">
    <vt:lpwstr>121C</vt:lpwstr>
  </property>
  <property fmtid="{D5CDD505-2E9C-101B-9397-08002B2CF9AE}" pid="53" name="DaneJednostki6">
    <vt:lpwstr>774700900</vt:lpwstr>
  </property>
  <property fmtid="{D5CDD505-2E9C-101B-9397-08002B2CF9AE}" pid="54" name="PolaDodatkowe6">
    <vt:lpwstr>774700900</vt:lpwstr>
  </property>
  <property fmtid="{D5CDD505-2E9C-101B-9397-08002B2CF9AE}" pid="55" name="DaneJednostki7">
    <vt:lpwstr>774574207</vt:lpwstr>
  </property>
  <property fmtid="{D5CDD505-2E9C-101B-9397-08002B2CF9AE}" pid="56" name="PolaDodatkowe7">
    <vt:lpwstr>774574207</vt:lpwstr>
  </property>
  <property fmtid="{D5CDD505-2E9C-101B-9397-08002B2CF9AE}" pid="57" name="DaneJednostki8">
    <vt:lpwstr>kancelaria@opole.pip.gov.pl</vt:lpwstr>
  </property>
  <property fmtid="{D5CDD505-2E9C-101B-9397-08002B2CF9AE}" pid="58" name="PolaDodatkowe8">
    <vt:lpwstr>kancelaria@opole.pip.gov.pl</vt:lpwstr>
  </property>
  <property fmtid="{D5CDD505-2E9C-101B-9397-08002B2CF9AE}" pid="59" name="DaneJednostki9">
    <vt:lpwstr>opole.pip.gov.pl</vt:lpwstr>
  </property>
  <property fmtid="{D5CDD505-2E9C-101B-9397-08002B2CF9AE}" pid="60" name="PolaDodatkowe9">
    <vt:lpwstr>opole.pip.gov.pl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