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D4F85" w14:textId="6541B83A" w:rsidR="00EF1C21" w:rsidRPr="0008235D" w:rsidRDefault="00EF1C21" w:rsidP="00FC72C0">
      <w:pPr>
        <w:spacing w:after="0" w:line="240" w:lineRule="auto"/>
        <w:rPr>
          <w:rFonts w:ascii="Arial" w:hAnsi="Arial" w:cs="Arial"/>
        </w:rPr>
      </w:pPr>
      <w:r w:rsidRPr="0008235D">
        <w:rPr>
          <w:rFonts w:ascii="Arial" w:hAnsi="Arial" w:cs="Arial"/>
        </w:rPr>
        <w:t>Gdańsk</w:t>
      </w:r>
      <w:r>
        <w:rPr>
          <w:rFonts w:ascii="Arial" w:hAnsi="Arial" w:cs="Arial"/>
        </w:rPr>
        <w:t xml:space="preserve">,         </w:t>
      </w:r>
      <w:r w:rsidR="00FC72C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października 2024 r. </w:t>
      </w:r>
    </w:p>
    <w:p w14:paraId="7BD04FB2" w14:textId="77777777" w:rsidR="00EF1C21" w:rsidRDefault="00EF1C21" w:rsidP="00FC72C0">
      <w:pPr>
        <w:spacing w:after="0" w:line="240" w:lineRule="auto"/>
        <w:rPr>
          <w:rFonts w:ascii="Arial" w:hAnsi="Arial" w:cs="Arial"/>
        </w:rPr>
      </w:pPr>
      <w:r w:rsidRPr="0008235D">
        <w:rPr>
          <w:rFonts w:ascii="Arial" w:hAnsi="Arial" w:cs="Arial"/>
        </w:rPr>
        <w:t>RDOŚ-Gd-WOO.42</w:t>
      </w:r>
      <w:r>
        <w:rPr>
          <w:rFonts w:ascii="Arial" w:hAnsi="Arial" w:cs="Arial"/>
        </w:rPr>
        <w:t>0</w:t>
      </w:r>
      <w:r w:rsidRPr="0008235D">
        <w:rPr>
          <w:rFonts w:ascii="Arial" w:hAnsi="Arial" w:cs="Arial"/>
        </w:rPr>
        <w:t>.</w:t>
      </w:r>
      <w:r>
        <w:rPr>
          <w:rFonts w:ascii="Arial" w:hAnsi="Arial" w:cs="Arial"/>
        </w:rPr>
        <w:t>37</w:t>
      </w:r>
      <w:r w:rsidRPr="0008235D">
        <w:rPr>
          <w:rFonts w:ascii="Arial" w:hAnsi="Arial" w:cs="Arial"/>
        </w:rPr>
        <w:t>.</w:t>
      </w:r>
      <w:r>
        <w:rPr>
          <w:rFonts w:ascii="Arial" w:hAnsi="Arial" w:cs="Arial"/>
        </w:rPr>
        <w:t>2024</w:t>
      </w:r>
      <w:r w:rsidRPr="0008235D">
        <w:rPr>
          <w:rFonts w:ascii="Arial" w:hAnsi="Arial" w:cs="Arial"/>
        </w:rPr>
        <w:t>.</w:t>
      </w:r>
      <w:r>
        <w:rPr>
          <w:rFonts w:ascii="Arial" w:hAnsi="Arial" w:cs="Arial"/>
        </w:rPr>
        <w:t>WR</w:t>
      </w:r>
      <w:r w:rsidRPr="0008235D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="005A6C5D">
        <w:rPr>
          <w:rFonts w:ascii="Arial" w:hAnsi="Arial" w:cs="Arial"/>
        </w:rPr>
        <w:t>6</w:t>
      </w:r>
    </w:p>
    <w:p w14:paraId="018E4A37" w14:textId="77777777" w:rsidR="00EF1C21" w:rsidRPr="00EF1C21" w:rsidRDefault="00EF1C21" w:rsidP="00FC72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20"/>
        </w:rPr>
        <w:t>/</w:t>
      </w:r>
      <w:r w:rsidRPr="009B5222">
        <w:rPr>
          <w:rFonts w:ascii="Arial" w:hAnsi="Arial" w:cs="Arial"/>
          <w:i/>
          <w:sz w:val="20"/>
        </w:rPr>
        <w:t>za dowodem doręczenia</w:t>
      </w:r>
      <w:r>
        <w:rPr>
          <w:rFonts w:ascii="Arial" w:hAnsi="Arial" w:cs="Arial"/>
          <w:i/>
          <w:sz w:val="20"/>
        </w:rPr>
        <w:t xml:space="preserve">/   </w:t>
      </w:r>
    </w:p>
    <w:p w14:paraId="4AC1DED8" w14:textId="77777777" w:rsidR="005B1538" w:rsidRPr="005F6018" w:rsidRDefault="005B1538" w:rsidP="00FC72C0">
      <w:pPr>
        <w:spacing w:after="120"/>
        <w:rPr>
          <w:rFonts w:ascii="Arial" w:hAnsi="Arial" w:cs="Arial"/>
          <w:b/>
          <w:iCs/>
          <w:spacing w:val="30"/>
        </w:rPr>
      </w:pPr>
      <w:r w:rsidRPr="002B48E4">
        <w:rPr>
          <w:rFonts w:ascii="Arial" w:hAnsi="Arial" w:cs="Arial"/>
          <w:b/>
          <w:iCs/>
          <w:spacing w:val="30"/>
        </w:rPr>
        <w:t>OBWIESZCZENIE</w:t>
      </w:r>
    </w:p>
    <w:p w14:paraId="0A8EED86" w14:textId="77777777" w:rsidR="00364C9A" w:rsidRPr="00F91524" w:rsidRDefault="005B1538" w:rsidP="00FC72C0">
      <w:pPr>
        <w:widowControl w:val="0"/>
        <w:suppressAutoHyphens/>
        <w:spacing w:after="60"/>
        <w:ind w:firstLine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EF1C21">
        <w:rPr>
          <w:rFonts w:ascii="Arial" w:hAnsi="Arial" w:cs="Arial"/>
          <w:sz w:val="21"/>
          <w:szCs w:val="21"/>
        </w:rPr>
        <w:t>Działając na podstawie art. 33 ust.</w:t>
      </w:r>
      <w:r w:rsidR="00364C9A" w:rsidRPr="00EF1C21">
        <w:rPr>
          <w:rFonts w:ascii="Arial" w:hAnsi="Arial" w:cs="Arial"/>
          <w:sz w:val="21"/>
          <w:szCs w:val="21"/>
        </w:rPr>
        <w:t xml:space="preserve"> 1</w:t>
      </w:r>
      <w:r w:rsidR="00912529" w:rsidRPr="00EF1C21">
        <w:rPr>
          <w:rFonts w:ascii="Arial" w:hAnsi="Arial" w:cs="Arial"/>
          <w:sz w:val="21"/>
          <w:szCs w:val="21"/>
        </w:rPr>
        <w:t xml:space="preserve">, </w:t>
      </w:r>
      <w:r w:rsidRPr="00EF1C21">
        <w:rPr>
          <w:rFonts w:ascii="Arial" w:hAnsi="Arial" w:cs="Arial"/>
          <w:sz w:val="21"/>
          <w:szCs w:val="21"/>
        </w:rPr>
        <w:t xml:space="preserve">art. 79 </w:t>
      </w:r>
      <w:r w:rsidR="00364C9A" w:rsidRPr="00EF1C21">
        <w:rPr>
          <w:rFonts w:ascii="Arial" w:hAnsi="Arial" w:cs="Arial"/>
          <w:sz w:val="21"/>
          <w:szCs w:val="21"/>
        </w:rPr>
        <w:t>oraz art.</w:t>
      </w:r>
      <w:r w:rsidR="00EF1C21">
        <w:rPr>
          <w:rFonts w:ascii="Arial" w:hAnsi="Arial" w:cs="Arial"/>
          <w:sz w:val="21"/>
          <w:szCs w:val="21"/>
        </w:rPr>
        <w:t xml:space="preserve"> </w:t>
      </w:r>
      <w:r w:rsidR="00EF1C21" w:rsidRPr="00EF1C21">
        <w:rPr>
          <w:rFonts w:ascii="Arial" w:eastAsia="Times New Roman" w:hAnsi="Arial" w:cs="Arial"/>
          <w:sz w:val="21"/>
          <w:szCs w:val="21"/>
          <w:lang w:eastAsia="pl-PL"/>
        </w:rPr>
        <w:t xml:space="preserve">75 ust. 1 pkt 1 lit. n </w:t>
      </w:r>
      <w:r w:rsidR="00364C9A" w:rsidRPr="00EF1C21">
        <w:rPr>
          <w:rFonts w:ascii="Arial" w:hAnsi="Arial" w:cs="Arial"/>
          <w:iCs/>
          <w:sz w:val="21"/>
          <w:szCs w:val="21"/>
        </w:rPr>
        <w:t>ustawy z dnia</w:t>
      </w:r>
      <w:r w:rsidR="00EF1C21">
        <w:rPr>
          <w:rFonts w:ascii="Arial" w:hAnsi="Arial" w:cs="Arial"/>
          <w:iCs/>
          <w:sz w:val="21"/>
          <w:szCs w:val="21"/>
        </w:rPr>
        <w:br/>
      </w:r>
      <w:r w:rsidR="00364C9A" w:rsidRPr="00EF1C21">
        <w:rPr>
          <w:rFonts w:ascii="Arial" w:hAnsi="Arial" w:cs="Arial"/>
          <w:iCs/>
          <w:sz w:val="21"/>
          <w:szCs w:val="21"/>
        </w:rPr>
        <w:t>3 października 2008 r.</w:t>
      </w:r>
      <w:r w:rsidR="00364C9A" w:rsidRPr="00EF1C21">
        <w:rPr>
          <w:rFonts w:ascii="Arial" w:hAnsi="Arial" w:cs="Arial"/>
          <w:i/>
          <w:sz w:val="21"/>
          <w:szCs w:val="21"/>
        </w:rPr>
        <w:t xml:space="preserve"> o udostępnianiu informacji o środowisku i jego ochronie, udziale społeczeństwa w ochronie środowiska oraz o ocenach oddziaływan</w:t>
      </w:r>
      <w:r w:rsidR="003F0F84" w:rsidRPr="00EF1C21">
        <w:rPr>
          <w:rFonts w:ascii="Arial" w:hAnsi="Arial" w:cs="Arial"/>
          <w:i/>
          <w:sz w:val="21"/>
          <w:szCs w:val="21"/>
        </w:rPr>
        <w:t xml:space="preserve">ia na środowisko </w:t>
      </w:r>
      <w:r w:rsidR="003F0F84" w:rsidRPr="00EF1C21">
        <w:rPr>
          <w:rFonts w:ascii="Arial" w:hAnsi="Arial" w:cs="Arial"/>
          <w:iCs/>
          <w:sz w:val="21"/>
          <w:szCs w:val="21"/>
        </w:rPr>
        <w:t>(t</w:t>
      </w:r>
      <w:r w:rsidR="00EF1C21">
        <w:rPr>
          <w:rFonts w:ascii="Arial" w:hAnsi="Arial" w:cs="Arial"/>
          <w:iCs/>
          <w:sz w:val="21"/>
          <w:szCs w:val="21"/>
        </w:rPr>
        <w:t>ekst jedn.</w:t>
      </w:r>
      <w:r w:rsidR="003F0F84" w:rsidRPr="00EF1C21">
        <w:rPr>
          <w:rFonts w:ascii="Arial" w:hAnsi="Arial" w:cs="Arial"/>
          <w:iCs/>
          <w:sz w:val="21"/>
          <w:szCs w:val="21"/>
        </w:rPr>
        <w:t xml:space="preserve"> Dz. U. z </w:t>
      </w:r>
      <w:r w:rsidR="00EF1C21">
        <w:rPr>
          <w:rFonts w:ascii="Arial" w:hAnsi="Arial" w:cs="Arial"/>
          <w:iCs/>
          <w:sz w:val="21"/>
          <w:szCs w:val="21"/>
        </w:rPr>
        <w:t>2024</w:t>
      </w:r>
      <w:r w:rsidR="00364C9A" w:rsidRPr="00EF1C21">
        <w:rPr>
          <w:rFonts w:ascii="Arial" w:hAnsi="Arial" w:cs="Arial"/>
          <w:iCs/>
          <w:sz w:val="21"/>
          <w:szCs w:val="21"/>
        </w:rPr>
        <w:t xml:space="preserve"> r. poz. 1</w:t>
      </w:r>
      <w:r w:rsidR="00EF1C21">
        <w:rPr>
          <w:rFonts w:ascii="Arial" w:hAnsi="Arial" w:cs="Arial"/>
          <w:iCs/>
          <w:sz w:val="21"/>
          <w:szCs w:val="21"/>
        </w:rPr>
        <w:t>112</w:t>
      </w:r>
      <w:r w:rsidR="00364C9A" w:rsidRPr="00EF1C21">
        <w:rPr>
          <w:rFonts w:ascii="Arial" w:hAnsi="Arial" w:cs="Arial"/>
          <w:iCs/>
          <w:sz w:val="21"/>
          <w:szCs w:val="21"/>
        </w:rPr>
        <w:t>)</w:t>
      </w:r>
      <w:r w:rsidRPr="00EF1C21">
        <w:rPr>
          <w:rFonts w:ascii="Arial" w:hAnsi="Arial" w:cs="Arial"/>
          <w:iCs/>
          <w:sz w:val="21"/>
          <w:szCs w:val="21"/>
        </w:rPr>
        <w:t>,</w:t>
      </w:r>
      <w:r w:rsidRPr="00EF1C21">
        <w:rPr>
          <w:rFonts w:ascii="Arial" w:hAnsi="Arial" w:cs="Arial"/>
          <w:sz w:val="21"/>
          <w:szCs w:val="21"/>
        </w:rPr>
        <w:t xml:space="preserve"> </w:t>
      </w:r>
      <w:r w:rsidR="00364C9A" w:rsidRPr="00EF1C21">
        <w:rPr>
          <w:rFonts w:ascii="Arial" w:hAnsi="Arial" w:cs="Arial"/>
          <w:sz w:val="21"/>
          <w:szCs w:val="21"/>
        </w:rPr>
        <w:t>zwana dalej „ustawą</w:t>
      </w:r>
      <w:r w:rsidRPr="00EF1C2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F1C21">
        <w:rPr>
          <w:rFonts w:ascii="Arial" w:hAnsi="Arial" w:cs="Arial"/>
          <w:sz w:val="21"/>
          <w:szCs w:val="21"/>
        </w:rPr>
        <w:t>ooś</w:t>
      </w:r>
      <w:proofErr w:type="spellEnd"/>
      <w:r w:rsidRPr="00EF1C21">
        <w:rPr>
          <w:rFonts w:ascii="Arial" w:hAnsi="Arial" w:cs="Arial"/>
          <w:sz w:val="21"/>
          <w:szCs w:val="21"/>
        </w:rPr>
        <w:t>”</w:t>
      </w:r>
      <w:r w:rsidR="00364C9A" w:rsidRPr="00EF1C21">
        <w:rPr>
          <w:rFonts w:ascii="Arial" w:hAnsi="Arial" w:cs="Arial"/>
          <w:sz w:val="21"/>
          <w:szCs w:val="21"/>
        </w:rPr>
        <w:t>,</w:t>
      </w:r>
      <w:r w:rsidRPr="00EF1C21">
        <w:rPr>
          <w:rFonts w:ascii="Arial" w:hAnsi="Arial" w:cs="Arial"/>
          <w:sz w:val="21"/>
          <w:szCs w:val="21"/>
        </w:rPr>
        <w:t xml:space="preserve"> Regionalny Dyrektor Ochrony Środowiska w Gdańsku </w:t>
      </w:r>
      <w:r w:rsidRPr="00EF1C21">
        <w:rPr>
          <w:rFonts w:ascii="Arial" w:hAnsi="Arial" w:cs="Arial"/>
          <w:b/>
          <w:sz w:val="21"/>
          <w:szCs w:val="21"/>
        </w:rPr>
        <w:t>podaje do publicznej wiadomości</w:t>
      </w:r>
      <w:r w:rsidRPr="00EF1C21">
        <w:rPr>
          <w:rFonts w:ascii="Arial" w:hAnsi="Arial" w:cs="Arial"/>
          <w:sz w:val="21"/>
          <w:szCs w:val="21"/>
        </w:rPr>
        <w:t xml:space="preserve">, że w związku z toczącym się postępowaniem prowadzonym na </w:t>
      </w:r>
      <w:r w:rsidR="00EF1C21" w:rsidRPr="00EF1C21">
        <w:rPr>
          <w:rFonts w:ascii="Arial" w:hAnsi="Arial" w:cs="Arial"/>
          <w:sz w:val="21"/>
          <w:szCs w:val="21"/>
        </w:rPr>
        <w:t>wniosek Generalnej Dyrekcji Dróg Krajowych i Autostrad Oddział w Gdańsku oraz PKP Polskie Linie Kolejowe S.A. Centrum Realizacji Inwestycji, Region Północny pismo znak O/GD.I-2.4110.2.2024.IM.1 z dnia 28.06.2024 r. (data wpływu: 28.06.2024 r.),</w:t>
      </w:r>
      <w:r w:rsidR="00EF1C21">
        <w:rPr>
          <w:rFonts w:ascii="Arial" w:hAnsi="Arial" w:cs="Arial"/>
          <w:sz w:val="21"/>
          <w:szCs w:val="21"/>
        </w:rPr>
        <w:t xml:space="preserve"> </w:t>
      </w:r>
      <w:r w:rsidR="002A711E" w:rsidRPr="00EF1C2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w sprawie</w:t>
      </w:r>
      <w:r w:rsidR="00DC45B4" w:rsidRPr="00EF1C2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 </w:t>
      </w:r>
      <w:r w:rsidR="002A711E" w:rsidRPr="00EF1C2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wydania decyzji o środowiskowych uwarunkowaniach dla przedsięwzięcia pn.:</w:t>
      </w:r>
      <w:r w:rsidR="00364C9A" w:rsidRPr="00EF1C2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 </w:t>
      </w:r>
      <w:bookmarkStart w:id="0" w:name="_Hlk34120364"/>
      <w:r w:rsidR="00EF1C21" w:rsidRPr="00EF1C21">
        <w:rPr>
          <w:rFonts w:ascii="Arial" w:hAnsi="Arial" w:cs="Arial"/>
          <w:b/>
          <w:bCs/>
          <w:iCs/>
          <w:sz w:val="21"/>
          <w:szCs w:val="21"/>
        </w:rPr>
        <w:t xml:space="preserve">„Budowa drogi krajowej na odcinku Lubiatowo – droga ekspresowa S6. Zadanie 1: Lubiatowo – droga wojewódzka 213” w wariancie 2, realizowanego na działkach wyszczególnionych w załączniku nr 1 do niniejszego </w:t>
      </w:r>
      <w:r w:rsidR="00EF1C21">
        <w:rPr>
          <w:rFonts w:ascii="Arial" w:hAnsi="Arial" w:cs="Arial"/>
          <w:b/>
          <w:bCs/>
          <w:iCs/>
          <w:sz w:val="21"/>
          <w:szCs w:val="21"/>
        </w:rPr>
        <w:t>obwieszczenia,</w:t>
      </w:r>
      <w:r w:rsidR="00F91524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364C9A" w:rsidRPr="00912529">
        <w:rPr>
          <w:rFonts w:ascii="Arial" w:hAnsi="Arial" w:cs="Arial"/>
          <w:u w:val="single"/>
        </w:rPr>
        <w:t>wszyscy zainteresowani mogą zapoznać się z niezbędną dokumentacją sprawy.</w:t>
      </w:r>
    </w:p>
    <w:p w14:paraId="283ADF95" w14:textId="77777777" w:rsidR="00364C9A" w:rsidRPr="00912529" w:rsidRDefault="00364C9A" w:rsidP="00FC72C0">
      <w:pPr>
        <w:spacing w:after="40"/>
        <w:rPr>
          <w:rFonts w:ascii="Arial" w:hAnsi="Arial" w:cs="Arial"/>
        </w:rPr>
      </w:pPr>
      <w:r w:rsidRPr="00912529">
        <w:rPr>
          <w:rFonts w:ascii="Arial" w:hAnsi="Arial" w:cs="Arial"/>
        </w:rPr>
        <w:t>Jednocześnie</w:t>
      </w:r>
      <w:r w:rsidR="003F0F84">
        <w:rPr>
          <w:rFonts w:ascii="Arial" w:hAnsi="Arial" w:cs="Arial"/>
        </w:rPr>
        <w:t xml:space="preserve"> tutejszy organ </w:t>
      </w:r>
      <w:r w:rsidRPr="00912529">
        <w:rPr>
          <w:rFonts w:ascii="Arial" w:hAnsi="Arial" w:cs="Arial"/>
        </w:rPr>
        <w:t>informuj</w:t>
      </w:r>
      <w:r w:rsidR="003F0F84">
        <w:rPr>
          <w:rFonts w:ascii="Arial" w:hAnsi="Arial" w:cs="Arial"/>
        </w:rPr>
        <w:t>e</w:t>
      </w:r>
      <w:r w:rsidRPr="00912529">
        <w:rPr>
          <w:rFonts w:ascii="Arial" w:hAnsi="Arial" w:cs="Arial"/>
        </w:rPr>
        <w:t>, iż:</w:t>
      </w:r>
    </w:p>
    <w:p w14:paraId="75A02FEA" w14:textId="77777777" w:rsidR="00F91524" w:rsidRDefault="00364C9A" w:rsidP="00FC72C0">
      <w:pPr>
        <w:pStyle w:val="Akapitzlist"/>
        <w:numPr>
          <w:ilvl w:val="0"/>
          <w:numId w:val="8"/>
        </w:numPr>
        <w:spacing w:after="20"/>
        <w:ind w:left="284" w:hanging="284"/>
        <w:contextualSpacing w:val="0"/>
        <w:rPr>
          <w:rFonts w:ascii="Arial" w:hAnsi="Arial" w:cs="Arial"/>
        </w:rPr>
      </w:pPr>
      <w:r w:rsidRPr="00912529">
        <w:rPr>
          <w:rFonts w:ascii="Arial" w:hAnsi="Arial" w:cs="Arial"/>
        </w:rPr>
        <w:t xml:space="preserve">Materiał dowodowy dostępny będzie w terminie </w:t>
      </w:r>
      <w:r w:rsidRPr="0002490C">
        <w:rPr>
          <w:rFonts w:ascii="Arial" w:hAnsi="Arial" w:cs="Arial"/>
          <w:b/>
        </w:rPr>
        <w:t>od dnia</w:t>
      </w:r>
      <w:r w:rsidRPr="00912529">
        <w:rPr>
          <w:rFonts w:ascii="Arial" w:hAnsi="Arial" w:cs="Arial"/>
        </w:rPr>
        <w:t xml:space="preserve"> </w:t>
      </w:r>
      <w:r w:rsidR="005A6C5D">
        <w:rPr>
          <w:rFonts w:ascii="Arial" w:hAnsi="Arial" w:cs="Arial"/>
          <w:b/>
        </w:rPr>
        <w:t>11</w:t>
      </w:r>
      <w:r w:rsidR="001404C0" w:rsidRPr="00912529">
        <w:rPr>
          <w:rFonts w:ascii="Arial" w:hAnsi="Arial" w:cs="Arial"/>
          <w:b/>
        </w:rPr>
        <w:t xml:space="preserve"> </w:t>
      </w:r>
      <w:r w:rsidR="00EF1C21">
        <w:rPr>
          <w:rFonts w:ascii="Arial" w:hAnsi="Arial" w:cs="Arial"/>
          <w:b/>
        </w:rPr>
        <w:t>października</w:t>
      </w:r>
      <w:r w:rsidR="001404C0" w:rsidRPr="00912529">
        <w:rPr>
          <w:rFonts w:ascii="Arial" w:hAnsi="Arial" w:cs="Arial"/>
        </w:rPr>
        <w:t xml:space="preserve"> </w:t>
      </w:r>
      <w:r w:rsidR="00EF1C21">
        <w:rPr>
          <w:rFonts w:ascii="Arial" w:hAnsi="Arial" w:cs="Arial"/>
          <w:b/>
        </w:rPr>
        <w:t>2024</w:t>
      </w:r>
      <w:r w:rsidR="003F0F84">
        <w:rPr>
          <w:rFonts w:ascii="Arial" w:hAnsi="Arial" w:cs="Arial"/>
          <w:b/>
        </w:rPr>
        <w:t> </w:t>
      </w:r>
      <w:r w:rsidRPr="00912529">
        <w:rPr>
          <w:rFonts w:ascii="Arial" w:hAnsi="Arial" w:cs="Arial"/>
          <w:b/>
        </w:rPr>
        <w:t xml:space="preserve">r. do dnia </w:t>
      </w:r>
      <w:r w:rsidR="005A6C5D">
        <w:rPr>
          <w:rFonts w:ascii="Arial" w:hAnsi="Arial" w:cs="Arial"/>
          <w:b/>
        </w:rPr>
        <w:t>12</w:t>
      </w:r>
      <w:r w:rsidR="003F0F84">
        <w:rPr>
          <w:rFonts w:ascii="Arial" w:hAnsi="Arial" w:cs="Arial"/>
          <w:b/>
        </w:rPr>
        <w:t> </w:t>
      </w:r>
      <w:r w:rsidR="00EF1C21">
        <w:rPr>
          <w:rFonts w:ascii="Arial" w:hAnsi="Arial" w:cs="Arial"/>
          <w:b/>
        </w:rPr>
        <w:t>listopada</w:t>
      </w:r>
      <w:r w:rsidR="001404C0" w:rsidRPr="00912529">
        <w:rPr>
          <w:rFonts w:ascii="Arial" w:hAnsi="Arial" w:cs="Arial"/>
          <w:b/>
        </w:rPr>
        <w:t xml:space="preserve"> </w:t>
      </w:r>
      <w:r w:rsidR="00EF1C21">
        <w:rPr>
          <w:rFonts w:ascii="Arial" w:hAnsi="Arial" w:cs="Arial"/>
          <w:b/>
        </w:rPr>
        <w:t>2024</w:t>
      </w:r>
      <w:r w:rsidR="003F0F84">
        <w:rPr>
          <w:rFonts w:ascii="Arial" w:hAnsi="Arial" w:cs="Arial"/>
          <w:b/>
        </w:rPr>
        <w:t> </w:t>
      </w:r>
      <w:r w:rsidRPr="00912529">
        <w:rPr>
          <w:rFonts w:ascii="Arial" w:hAnsi="Arial" w:cs="Arial"/>
          <w:b/>
        </w:rPr>
        <w:t xml:space="preserve">r. </w:t>
      </w:r>
      <w:r w:rsidR="00F91524" w:rsidRPr="00F91524">
        <w:rPr>
          <w:rFonts w:ascii="Arial" w:hAnsi="Arial" w:cs="Arial"/>
          <w:bCs/>
        </w:rPr>
        <w:t>(włącznie)</w:t>
      </w:r>
      <w:r w:rsidR="00F91524">
        <w:rPr>
          <w:rFonts w:ascii="Arial" w:hAnsi="Arial" w:cs="Arial"/>
          <w:b/>
        </w:rPr>
        <w:t xml:space="preserve"> </w:t>
      </w:r>
      <w:r w:rsidRPr="00912529">
        <w:rPr>
          <w:rFonts w:ascii="Arial" w:hAnsi="Arial" w:cs="Arial"/>
        </w:rPr>
        <w:t xml:space="preserve">w siedzibie Regionalnej Dyrekcji Ochrony Środowiska </w:t>
      </w:r>
      <w:r w:rsidR="00F91524">
        <w:rPr>
          <w:rFonts w:ascii="Arial" w:hAnsi="Arial" w:cs="Arial"/>
        </w:rPr>
        <w:br/>
      </w:r>
      <w:r w:rsidRPr="00912529">
        <w:rPr>
          <w:rFonts w:ascii="Arial" w:hAnsi="Arial" w:cs="Arial"/>
        </w:rPr>
        <w:t>w Gdańsku, przy ul. Chmielnej 54/57, w godzinach pracy urzędu, po wcześniejszym uzgodnieniu terminu (np. telefonicznie).</w:t>
      </w:r>
    </w:p>
    <w:p w14:paraId="1D5B2D94" w14:textId="77777777" w:rsidR="00272E7F" w:rsidRPr="00F91524" w:rsidRDefault="00F91524" w:rsidP="00FC72C0">
      <w:pPr>
        <w:pStyle w:val="Akapitzlist"/>
        <w:numPr>
          <w:ilvl w:val="0"/>
          <w:numId w:val="8"/>
        </w:numPr>
        <w:spacing w:after="20"/>
        <w:ind w:left="284" w:hanging="284"/>
        <w:contextualSpacing w:val="0"/>
        <w:rPr>
          <w:rFonts w:ascii="Arial" w:hAnsi="Arial" w:cs="Arial"/>
        </w:rPr>
      </w:pPr>
      <w:r w:rsidRPr="00F91524">
        <w:rPr>
          <w:rFonts w:ascii="Arial" w:hAnsi="Arial" w:cs="Arial"/>
        </w:rPr>
        <w:t xml:space="preserve">Raport o oddziaływaniu na środowisko przedmiotowego przedsięwzięcia oraz jego uzupełnienia zostały zamieszczone w publicznie dostępnym wykazie danych </w:t>
      </w:r>
      <w:proofErr w:type="spellStart"/>
      <w:r w:rsidRPr="00F91524">
        <w:rPr>
          <w:rFonts w:ascii="Arial" w:hAnsi="Arial" w:cs="Arial"/>
        </w:rPr>
        <w:t>Ekoportal</w:t>
      </w:r>
      <w:proofErr w:type="spellEnd"/>
      <w:r w:rsidRPr="00F91524">
        <w:rPr>
          <w:rFonts w:ascii="Arial" w:hAnsi="Arial" w:cs="Arial"/>
        </w:rPr>
        <w:t xml:space="preserve"> (www.ekoportal.pl), prowadzonym na podstawie art. 22 ustawy </w:t>
      </w:r>
      <w:proofErr w:type="spellStart"/>
      <w:r w:rsidRPr="00F91524">
        <w:rPr>
          <w:rFonts w:ascii="Arial" w:hAnsi="Arial" w:cs="Arial"/>
        </w:rPr>
        <w:t>ooś</w:t>
      </w:r>
      <w:proofErr w:type="spellEnd"/>
      <w:r w:rsidRPr="00F91524">
        <w:rPr>
          <w:rFonts w:ascii="Arial" w:hAnsi="Arial" w:cs="Arial"/>
        </w:rPr>
        <w:t xml:space="preserve">, pod numerem </w:t>
      </w:r>
      <w:r w:rsidR="00EF1C21" w:rsidRPr="00F91524">
        <w:rPr>
          <w:rFonts w:ascii="Arial" w:hAnsi="Arial" w:cs="Arial"/>
          <w:lang w:eastAsia="ar-SA"/>
        </w:rPr>
        <w:t>413</w:t>
      </w:r>
      <w:r w:rsidR="00364C9A" w:rsidRPr="00F91524">
        <w:rPr>
          <w:rFonts w:ascii="Arial" w:hAnsi="Arial" w:cs="Arial"/>
          <w:lang w:eastAsia="ar-SA"/>
        </w:rPr>
        <w:t>/</w:t>
      </w:r>
      <w:r w:rsidR="00EF1C21" w:rsidRPr="00F91524">
        <w:rPr>
          <w:rFonts w:ascii="Arial" w:hAnsi="Arial" w:cs="Arial"/>
          <w:lang w:eastAsia="ar-SA"/>
        </w:rPr>
        <w:t>2024</w:t>
      </w:r>
      <w:r w:rsidR="00272E7F" w:rsidRPr="00F91524">
        <w:rPr>
          <w:rFonts w:ascii="Arial" w:hAnsi="Arial" w:cs="Arial"/>
          <w:lang w:eastAsia="ar-SA"/>
        </w:rPr>
        <w:t>.</w:t>
      </w:r>
    </w:p>
    <w:p w14:paraId="4DF04D1F" w14:textId="77777777" w:rsidR="00364C9A" w:rsidRPr="00912529" w:rsidRDefault="00364C9A" w:rsidP="00FC72C0">
      <w:pPr>
        <w:pStyle w:val="Akapitzlist"/>
        <w:numPr>
          <w:ilvl w:val="0"/>
          <w:numId w:val="8"/>
        </w:numPr>
        <w:spacing w:after="20"/>
        <w:ind w:left="284" w:hanging="284"/>
        <w:contextualSpacing w:val="0"/>
        <w:rPr>
          <w:rFonts w:ascii="Arial" w:hAnsi="Arial" w:cs="Arial"/>
        </w:rPr>
      </w:pPr>
      <w:r w:rsidRPr="00912529">
        <w:rPr>
          <w:rFonts w:ascii="Arial" w:hAnsi="Arial" w:cs="Arial"/>
        </w:rPr>
        <w:t>Każdy ma prawo składania uwag i wniosków w terminie określonym w punkcie 1 niniejszego obwieszczenia.</w:t>
      </w:r>
    </w:p>
    <w:p w14:paraId="16CB8D9C" w14:textId="77777777" w:rsidR="00364C9A" w:rsidRPr="00912529" w:rsidRDefault="00364C9A" w:rsidP="00FC72C0">
      <w:pPr>
        <w:pStyle w:val="Akapitzlist"/>
        <w:numPr>
          <w:ilvl w:val="0"/>
          <w:numId w:val="8"/>
        </w:numPr>
        <w:spacing w:after="20"/>
        <w:ind w:left="284" w:hanging="284"/>
        <w:contextualSpacing w:val="0"/>
        <w:rPr>
          <w:rFonts w:ascii="Arial" w:hAnsi="Arial" w:cs="Arial"/>
        </w:rPr>
      </w:pPr>
      <w:r w:rsidRPr="00912529">
        <w:rPr>
          <w:rFonts w:ascii="Arial" w:hAnsi="Arial" w:cs="Arial"/>
        </w:rPr>
        <w:t>Uwagi i wnioski złożone po upływie terminu określonego w punkcie 1 niniejszego obwieszczenia pozostaną bez rozpatrzenia.</w:t>
      </w:r>
    </w:p>
    <w:p w14:paraId="1A044A01" w14:textId="77777777" w:rsidR="00364C9A" w:rsidRPr="00912529" w:rsidRDefault="00364C9A" w:rsidP="00FC72C0">
      <w:pPr>
        <w:pStyle w:val="Akapitzlist"/>
        <w:numPr>
          <w:ilvl w:val="0"/>
          <w:numId w:val="8"/>
        </w:numPr>
        <w:spacing w:after="20"/>
        <w:ind w:left="284" w:hanging="284"/>
        <w:contextualSpacing w:val="0"/>
        <w:rPr>
          <w:rFonts w:ascii="Arial" w:hAnsi="Arial" w:cs="Arial"/>
        </w:rPr>
      </w:pPr>
      <w:r w:rsidRPr="00912529">
        <w:rPr>
          <w:rFonts w:ascii="Arial" w:hAnsi="Arial" w:cs="Arial"/>
        </w:rPr>
        <w:t>Organem właściwym do rozpatrzenia uwag i wniosków jest Regionalny Dyrektor Ochrony Środowiska w Gdańsku.</w:t>
      </w:r>
    </w:p>
    <w:p w14:paraId="3197C1E9" w14:textId="77777777" w:rsidR="00EF1C21" w:rsidRPr="00EF1C21" w:rsidRDefault="00272E7F" w:rsidP="00FC72C0">
      <w:pPr>
        <w:numPr>
          <w:ilvl w:val="0"/>
          <w:numId w:val="8"/>
        </w:numPr>
        <w:spacing w:after="20"/>
        <w:ind w:left="284" w:hanging="284"/>
        <w:rPr>
          <w:rFonts w:ascii="Arial" w:eastAsia="Times New Roman" w:hAnsi="Arial" w:cs="Arial"/>
          <w:bCs/>
          <w:lang w:eastAsia="pl-PL"/>
        </w:rPr>
      </w:pPr>
      <w:r w:rsidRPr="00912529">
        <w:rPr>
          <w:rFonts w:ascii="Arial" w:eastAsia="Times New Roman" w:hAnsi="Arial" w:cs="Arial"/>
          <w:lang w:eastAsia="pl-PL"/>
        </w:rPr>
        <w:t>Organ</w:t>
      </w:r>
      <w:r w:rsidR="003F0F84">
        <w:rPr>
          <w:rFonts w:ascii="Arial" w:eastAsia="Times New Roman" w:hAnsi="Arial" w:cs="Arial"/>
          <w:lang w:eastAsia="pl-PL"/>
        </w:rPr>
        <w:t xml:space="preserve">em </w:t>
      </w:r>
      <w:r w:rsidRPr="00912529">
        <w:rPr>
          <w:rFonts w:ascii="Arial" w:eastAsia="Times New Roman" w:hAnsi="Arial" w:cs="Arial"/>
          <w:lang w:eastAsia="pl-PL"/>
        </w:rPr>
        <w:t xml:space="preserve">właściwym do wydania uzgodnienia w przedmiotowej sprawie jest </w:t>
      </w:r>
      <w:r w:rsidRPr="00912529">
        <w:rPr>
          <w:rFonts w:ascii="Arial" w:eastAsia="Times New Roman" w:hAnsi="Arial" w:cs="Arial"/>
          <w:bCs/>
          <w:lang w:eastAsia="pl-PL"/>
        </w:rPr>
        <w:t>Pomorski Państwowy Wojewódzki Inspektor Sanitarny</w:t>
      </w:r>
      <w:r w:rsidR="00EF1C21">
        <w:rPr>
          <w:rFonts w:ascii="Arial" w:eastAsia="Times New Roman" w:hAnsi="Arial" w:cs="Arial"/>
          <w:bCs/>
          <w:lang w:eastAsia="pl-PL"/>
        </w:rPr>
        <w:t xml:space="preserve"> </w:t>
      </w:r>
      <w:r w:rsidR="00EF1C21" w:rsidRPr="00EF1C21">
        <w:rPr>
          <w:rFonts w:ascii="Arial" w:eastAsia="Times New Roman" w:hAnsi="Arial" w:cs="Arial"/>
          <w:bCs/>
          <w:lang w:eastAsia="pl-PL"/>
        </w:rPr>
        <w:t>w Gdańsku oraz Dyrekto</w:t>
      </w:r>
      <w:r w:rsidR="00EF1C21">
        <w:rPr>
          <w:rFonts w:ascii="Arial" w:eastAsia="Times New Roman" w:hAnsi="Arial" w:cs="Arial"/>
          <w:bCs/>
          <w:lang w:eastAsia="pl-PL"/>
        </w:rPr>
        <w:t>r</w:t>
      </w:r>
      <w:r w:rsidR="00EF1C21" w:rsidRPr="00EF1C21">
        <w:rPr>
          <w:rFonts w:ascii="Arial" w:eastAsia="Times New Roman" w:hAnsi="Arial" w:cs="Arial"/>
          <w:bCs/>
          <w:lang w:eastAsia="pl-PL"/>
        </w:rPr>
        <w:t xml:space="preserve"> Regionalnego Zarządu Gospodarki Wodnej w Gdańsku, Państwowe Gospodarstwo Wodne Wody Polskie</w:t>
      </w:r>
      <w:r w:rsidR="00EF1C21">
        <w:rPr>
          <w:rFonts w:ascii="Arial" w:eastAsia="Times New Roman" w:hAnsi="Arial" w:cs="Arial"/>
          <w:bCs/>
          <w:lang w:eastAsia="pl-PL"/>
        </w:rPr>
        <w:t>.</w:t>
      </w:r>
    </w:p>
    <w:p w14:paraId="25F6CE4E" w14:textId="77777777" w:rsidR="00364C9A" w:rsidRPr="00912529" w:rsidRDefault="00364C9A" w:rsidP="00FC72C0">
      <w:pPr>
        <w:pStyle w:val="Akapitzlist"/>
        <w:numPr>
          <w:ilvl w:val="0"/>
          <w:numId w:val="8"/>
        </w:numPr>
        <w:spacing w:after="20"/>
        <w:ind w:left="284" w:hanging="284"/>
        <w:contextualSpacing w:val="0"/>
        <w:rPr>
          <w:rFonts w:ascii="Arial" w:hAnsi="Arial" w:cs="Arial"/>
        </w:rPr>
      </w:pPr>
      <w:r w:rsidRPr="00912529">
        <w:rPr>
          <w:rFonts w:ascii="Arial" w:hAnsi="Arial" w:cs="Arial"/>
        </w:rPr>
        <w:t>Po terminie określonym w punkcie 1 niniejszego obwieszczenia zostanie wydana decyzja kończąca postępowanie. Organem właściwym do wydania decyzji jest Regionalny Dyrektor Ochrony Środowiska w Gdańsku.</w:t>
      </w:r>
    </w:p>
    <w:bookmarkEnd w:id="0"/>
    <w:p w14:paraId="085544D4" w14:textId="77777777" w:rsidR="00FF54F5" w:rsidRPr="00912529" w:rsidRDefault="00FF54F5" w:rsidP="00FC72C0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</w:p>
    <w:p w14:paraId="4A3E3F39" w14:textId="77777777" w:rsidR="00F91524" w:rsidRPr="00F91524" w:rsidRDefault="00F91524" w:rsidP="00FC72C0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91524">
        <w:rPr>
          <w:rFonts w:ascii="Arial" w:eastAsia="Times New Roman" w:hAnsi="Arial" w:cs="Arial"/>
          <w:sz w:val="21"/>
          <w:szCs w:val="21"/>
          <w:lang w:eastAsia="pl-PL"/>
        </w:rPr>
        <w:t>Upubliczniono w dniach: od……………...do……………….</w:t>
      </w:r>
    </w:p>
    <w:p w14:paraId="510C4F1D" w14:textId="77777777" w:rsidR="00F91524" w:rsidRPr="00F91524" w:rsidRDefault="00F91524" w:rsidP="00FC72C0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043EA78" w14:textId="77777777" w:rsidR="00F91524" w:rsidRPr="00F91524" w:rsidRDefault="00F91524" w:rsidP="00FC72C0">
      <w:pPr>
        <w:overflowPunct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91524">
        <w:rPr>
          <w:rFonts w:ascii="Arial" w:eastAsia="Times New Roman" w:hAnsi="Arial" w:cs="Arial"/>
          <w:sz w:val="21"/>
          <w:szCs w:val="21"/>
          <w:lang w:eastAsia="pl-PL"/>
        </w:rPr>
        <w:t>Pieczęć urzędu:</w:t>
      </w:r>
    </w:p>
    <w:p w14:paraId="2886DCC1" w14:textId="77777777" w:rsidR="00F91524" w:rsidRPr="00F91524" w:rsidRDefault="00F91524" w:rsidP="00FC72C0">
      <w:pPr>
        <w:overflowPunct w:val="0"/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8CFA5D0" w14:textId="77777777" w:rsidR="00F91524" w:rsidRDefault="00F91524" w:rsidP="00FC72C0">
      <w:pPr>
        <w:spacing w:after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bookmarkStart w:id="1" w:name="_Hlk47012695"/>
    </w:p>
    <w:p w14:paraId="31190444" w14:textId="77777777" w:rsidR="00F91524" w:rsidRPr="00F91524" w:rsidRDefault="00F91524" w:rsidP="00FC72C0">
      <w:pPr>
        <w:spacing w:after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1524">
        <w:rPr>
          <w:rFonts w:ascii="Arial" w:eastAsia="Times New Roman" w:hAnsi="Arial" w:cs="Arial"/>
          <w:sz w:val="20"/>
          <w:szCs w:val="20"/>
          <w:u w:val="single"/>
          <w:lang w:eastAsia="pl-PL"/>
        </w:rPr>
        <w:t>Przekazuje się do upublicznienia:</w:t>
      </w:r>
    </w:p>
    <w:p w14:paraId="27C5672B" w14:textId="77777777" w:rsidR="00F91524" w:rsidRPr="00F91524" w:rsidRDefault="00F91524" w:rsidP="00FC72C0">
      <w:pPr>
        <w:numPr>
          <w:ilvl w:val="0"/>
          <w:numId w:val="27"/>
        </w:numPr>
        <w:spacing w:after="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F91524">
        <w:rPr>
          <w:rFonts w:ascii="Arial" w:eastAsia="Times New Roman" w:hAnsi="Arial" w:cs="Arial"/>
          <w:sz w:val="20"/>
          <w:szCs w:val="20"/>
          <w:lang w:eastAsia="pl-PL"/>
        </w:rPr>
        <w:t>strona internetowa RDOŚ w Gdańsku, https://www.gov.pl/web/rdos-gdansk/obwieszczenia-2024</w:t>
      </w:r>
    </w:p>
    <w:p w14:paraId="5B139484" w14:textId="77777777" w:rsidR="00F91524" w:rsidRDefault="00F91524" w:rsidP="00FC72C0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F91524">
        <w:rPr>
          <w:rFonts w:ascii="Arial" w:eastAsia="Times New Roman" w:hAnsi="Arial" w:cs="Arial"/>
          <w:sz w:val="20"/>
          <w:szCs w:val="20"/>
          <w:lang w:eastAsia="pl-PL"/>
        </w:rPr>
        <w:t>tablica ogłoszeń RDOŚ w Gdańsku</w:t>
      </w:r>
    </w:p>
    <w:p w14:paraId="19357920" w14:textId="77777777" w:rsidR="007E02E8" w:rsidRPr="00F91524" w:rsidRDefault="007E02E8" w:rsidP="00FC72C0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Gmina</w:t>
      </w:r>
      <w:r w:rsidR="008663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Choczewo</w:t>
      </w:r>
    </w:p>
    <w:bookmarkEnd w:id="1"/>
    <w:p w14:paraId="33748D0E" w14:textId="77777777" w:rsidR="00F91524" w:rsidRPr="00F91524" w:rsidRDefault="00F91524" w:rsidP="00FC72C0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rPr>
          <w:rFonts w:ascii="Arial" w:eastAsia="Times New Roman" w:hAnsi="Arial" w:cs="Arial"/>
          <w:lang w:eastAsia="pl-PL"/>
        </w:rPr>
      </w:pPr>
      <w:r w:rsidRPr="00F91524">
        <w:rPr>
          <w:rFonts w:ascii="Arial" w:eastAsia="Times New Roman" w:hAnsi="Arial" w:cs="Arial"/>
          <w:sz w:val="20"/>
          <w:lang w:eastAsia="pl-PL"/>
        </w:rPr>
        <w:t>aa sprawę prowadzi Wioleta Rogowska, tel. 58 68 36 804</w:t>
      </w:r>
    </w:p>
    <w:p w14:paraId="1954100E" w14:textId="77777777" w:rsidR="00F91524" w:rsidRPr="00F91524" w:rsidRDefault="00F91524" w:rsidP="00FC72C0">
      <w:pPr>
        <w:spacing w:after="0"/>
        <w:rPr>
          <w:rFonts w:ascii="Arial" w:hAnsi="Arial" w:cs="Arial"/>
          <w:sz w:val="20"/>
          <w:szCs w:val="20"/>
        </w:rPr>
      </w:pPr>
      <w:r w:rsidRPr="00F91524">
        <w:rPr>
          <w:rFonts w:ascii="Arial" w:hAnsi="Arial" w:cs="Arial"/>
          <w:b/>
          <w:sz w:val="20"/>
          <w:szCs w:val="20"/>
        </w:rPr>
        <w:lastRenderedPageBreak/>
        <w:t>Załącznik nr 1</w:t>
      </w:r>
      <w:r w:rsidRPr="00F91524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obwieszczenia</w:t>
      </w:r>
      <w:r w:rsidRPr="00F91524">
        <w:rPr>
          <w:rFonts w:ascii="Arial" w:hAnsi="Arial" w:cs="Arial"/>
          <w:sz w:val="20"/>
          <w:szCs w:val="20"/>
        </w:rPr>
        <w:t xml:space="preserve"> znak RDOŚ-Gd-WOO.420.37.2024.WR.1</w:t>
      </w:r>
      <w:r w:rsidR="005A6C5D">
        <w:rPr>
          <w:rFonts w:ascii="Arial" w:hAnsi="Arial" w:cs="Arial"/>
          <w:sz w:val="20"/>
          <w:szCs w:val="20"/>
        </w:rPr>
        <w:t>6</w:t>
      </w:r>
    </w:p>
    <w:p w14:paraId="48F8A4E1" w14:textId="77777777" w:rsidR="00F91524" w:rsidRPr="00F91524" w:rsidRDefault="00F91524" w:rsidP="00FC72C0">
      <w:pPr>
        <w:spacing w:after="0"/>
        <w:rPr>
          <w:rFonts w:ascii="Arial" w:hAnsi="Arial" w:cs="Arial"/>
          <w:sz w:val="20"/>
          <w:szCs w:val="20"/>
        </w:rPr>
      </w:pPr>
    </w:p>
    <w:p w14:paraId="05DA23A2" w14:textId="77777777" w:rsidR="00F91524" w:rsidRPr="00F91524" w:rsidRDefault="00F91524" w:rsidP="00FC72C0">
      <w:pPr>
        <w:spacing w:after="160" w:line="259" w:lineRule="auto"/>
        <w:rPr>
          <w:rFonts w:ascii="Arial Narrow" w:eastAsia="Times New Roman" w:hAnsi="Arial Narrow" w:cs="Arial"/>
          <w:b/>
          <w:color w:val="000000"/>
          <w:lang w:eastAsia="pl-PL"/>
        </w:rPr>
      </w:pPr>
      <w:bookmarkStart w:id="2" w:name="203!A1:H31"/>
      <w:r w:rsidRPr="00F91524">
        <w:rPr>
          <w:rFonts w:ascii="Arial Narrow" w:eastAsia="Times New Roman" w:hAnsi="Arial Narrow" w:cs="Arial"/>
          <w:b/>
          <w:color w:val="000000"/>
          <w:lang w:eastAsia="pl-PL"/>
        </w:rPr>
        <w:t>WYKAZ DZIAŁEK OBEJMUJĄCYCH PRZEWIDYWANY TEREN, NA KTÓRYM BĘDZIE REALIZOWANE PRZEDSIĘWZIĘCI</w:t>
      </w:r>
      <w:bookmarkEnd w:id="2"/>
      <w:r w:rsidRPr="00F91524">
        <w:rPr>
          <w:rFonts w:ascii="Arial Narrow" w:eastAsia="Times New Roman" w:hAnsi="Arial Narrow" w:cs="Arial"/>
          <w:b/>
          <w:color w:val="000000"/>
          <w:lang w:eastAsia="pl-PL"/>
        </w:rPr>
        <w:t>E</w:t>
      </w: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1741"/>
        <w:gridCol w:w="1561"/>
        <w:gridCol w:w="1359"/>
        <w:gridCol w:w="1902"/>
      </w:tblGrid>
      <w:tr w:rsidR="00F91524" w:rsidRPr="00F91524" w14:paraId="731CC86F" w14:textId="77777777" w:rsidTr="003D4C8D">
        <w:trPr>
          <w:trHeight w:val="537"/>
          <w:tblHeader/>
        </w:trPr>
        <w:tc>
          <w:tcPr>
            <w:tcW w:w="2201" w:type="dxa"/>
            <w:shd w:val="clear" w:color="auto" w:fill="auto"/>
            <w:vAlign w:val="center"/>
          </w:tcPr>
          <w:p w14:paraId="1C95B3C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b/>
                <w:sz w:val="20"/>
                <w:szCs w:val="20"/>
              </w:rPr>
            </w:pPr>
            <w:r w:rsidRPr="00F91524">
              <w:rPr>
                <w:rFonts w:ascii="Arial" w:hAnsi="Arial" w:cs="Arial"/>
                <w:b/>
                <w:sz w:val="20"/>
                <w:szCs w:val="20"/>
              </w:rPr>
              <w:t>Id</w:t>
            </w:r>
            <w:r w:rsidRPr="00F9152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91524">
              <w:rPr>
                <w:rFonts w:ascii="Arial" w:hAnsi="Arial" w:cs="Arial"/>
                <w:b/>
                <w:spacing w:val="-2"/>
                <w:sz w:val="20"/>
                <w:szCs w:val="20"/>
              </w:rPr>
              <w:t>Działki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61F90E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F91524">
              <w:rPr>
                <w:rFonts w:ascii="Arial" w:hAnsi="Arial" w:cs="Arial"/>
                <w:b/>
                <w:spacing w:val="-4"/>
                <w:sz w:val="20"/>
                <w:szCs w:val="20"/>
              </w:rPr>
              <w:t>Nazwa</w:t>
            </w:r>
            <w:r w:rsidRPr="00F9152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91524">
              <w:rPr>
                <w:rFonts w:ascii="Arial" w:hAnsi="Arial" w:cs="Arial"/>
                <w:b/>
                <w:spacing w:val="-2"/>
                <w:sz w:val="20"/>
                <w:szCs w:val="20"/>
              </w:rPr>
              <w:t>gminy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407723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b/>
                <w:sz w:val="20"/>
                <w:szCs w:val="20"/>
              </w:rPr>
            </w:pPr>
            <w:r w:rsidRPr="00F91524">
              <w:rPr>
                <w:rFonts w:ascii="Arial" w:hAnsi="Arial" w:cs="Arial"/>
                <w:b/>
                <w:spacing w:val="-5"/>
                <w:sz w:val="20"/>
                <w:szCs w:val="20"/>
              </w:rPr>
              <w:t>Numer</w:t>
            </w:r>
            <w:r w:rsidRPr="00F915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1524">
              <w:rPr>
                <w:rFonts w:ascii="Arial" w:hAnsi="Arial" w:cs="Arial"/>
                <w:b/>
                <w:spacing w:val="-2"/>
                <w:sz w:val="20"/>
                <w:szCs w:val="20"/>
              </w:rPr>
              <w:t>obrębu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CB5A8E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b/>
                <w:sz w:val="20"/>
                <w:szCs w:val="20"/>
              </w:rPr>
            </w:pPr>
            <w:r w:rsidRPr="00F91524">
              <w:rPr>
                <w:rFonts w:ascii="Arial" w:hAnsi="Arial" w:cs="Arial"/>
                <w:b/>
                <w:spacing w:val="-2"/>
                <w:sz w:val="20"/>
                <w:szCs w:val="20"/>
              </w:rPr>
              <w:t>Nazwa</w:t>
            </w:r>
          </w:p>
          <w:p w14:paraId="401EA38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b/>
                <w:sz w:val="20"/>
                <w:szCs w:val="20"/>
              </w:rPr>
            </w:pPr>
            <w:r w:rsidRPr="00F91524">
              <w:rPr>
                <w:rFonts w:ascii="Arial" w:hAnsi="Arial" w:cs="Arial"/>
                <w:b/>
                <w:spacing w:val="-2"/>
                <w:sz w:val="20"/>
                <w:szCs w:val="20"/>
              </w:rPr>
              <w:t>obrębu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2744F8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F91524">
              <w:rPr>
                <w:rFonts w:ascii="Arial" w:hAnsi="Arial" w:cs="Arial"/>
                <w:b/>
                <w:spacing w:val="-5"/>
                <w:sz w:val="20"/>
                <w:szCs w:val="20"/>
              </w:rPr>
              <w:t>Numer</w:t>
            </w:r>
            <w:r w:rsidRPr="00F9152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91524">
              <w:rPr>
                <w:rFonts w:ascii="Arial" w:hAnsi="Arial" w:cs="Arial"/>
                <w:b/>
                <w:spacing w:val="-2"/>
                <w:sz w:val="20"/>
                <w:szCs w:val="20"/>
              </w:rPr>
              <w:t>działki</w:t>
            </w:r>
          </w:p>
        </w:tc>
      </w:tr>
      <w:tr w:rsidR="00F91524" w:rsidRPr="00F91524" w14:paraId="70EC5873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3242400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221504_2.0001.126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29F80E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C20B30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D81B5B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426007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126</w:t>
            </w:r>
          </w:p>
        </w:tc>
      </w:tr>
      <w:tr w:rsidR="00F91524" w:rsidRPr="00F91524" w14:paraId="52DC28BA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360A2CC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221504_2.0001.127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F65025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117D65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A85ADE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56E486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127</w:t>
            </w:r>
          </w:p>
        </w:tc>
      </w:tr>
      <w:tr w:rsidR="00F91524" w:rsidRPr="00F91524" w14:paraId="6833222D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63133FD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221504_2.0001.128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484CD8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5CDBD9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0EFF66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0CC49A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128</w:t>
            </w:r>
          </w:p>
        </w:tc>
      </w:tr>
      <w:tr w:rsidR="00F91524" w:rsidRPr="00F91524" w14:paraId="0642D9C6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0CB2F85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221504_2.0001.129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8EDA28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F800F9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EE3272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B62542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129</w:t>
            </w:r>
          </w:p>
        </w:tc>
      </w:tr>
      <w:tr w:rsidR="00F91524" w:rsidRPr="00F91524" w14:paraId="20CD5A32" w14:textId="77777777" w:rsidTr="003D4C8D">
        <w:trPr>
          <w:trHeight w:val="302"/>
        </w:trPr>
        <w:tc>
          <w:tcPr>
            <w:tcW w:w="2201" w:type="dxa"/>
            <w:shd w:val="clear" w:color="auto" w:fill="auto"/>
            <w:vAlign w:val="center"/>
          </w:tcPr>
          <w:p w14:paraId="4DA93B9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221504_2.0001.130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0603F0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75F300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9C2952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8E192E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130</w:t>
            </w:r>
          </w:p>
        </w:tc>
      </w:tr>
      <w:tr w:rsidR="00F91524" w:rsidRPr="00F91524" w14:paraId="56ABB5CC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010A057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221504_2.0001.199/2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87F41E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510E95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34D424C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9943B1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199/2</w:t>
            </w:r>
          </w:p>
        </w:tc>
      </w:tr>
      <w:tr w:rsidR="00F91524" w:rsidRPr="00F91524" w14:paraId="25D4E502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146A482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221504_2.0001.208/2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C5EA90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68664F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CDCADF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90A290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208/2</w:t>
            </w:r>
          </w:p>
        </w:tc>
      </w:tr>
      <w:tr w:rsidR="00F91524" w:rsidRPr="00F91524" w14:paraId="75CF4995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7362540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221504_2.0001.209/2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E3F0D6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3F2E9E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9055FC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E3802C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209/2</w:t>
            </w:r>
          </w:p>
        </w:tc>
      </w:tr>
      <w:tr w:rsidR="00F91524" w:rsidRPr="00F91524" w14:paraId="414503E6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2C46C97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2AAFF0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50720A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D7CE12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AD6E61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22</w:t>
            </w:r>
          </w:p>
        </w:tc>
      </w:tr>
      <w:tr w:rsidR="00F91524" w:rsidRPr="00F91524" w14:paraId="75153D61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0FB373B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221504_2.0001.224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26AC8D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5A78AA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77F7C3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0CC34E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224</w:t>
            </w:r>
          </w:p>
        </w:tc>
      </w:tr>
      <w:tr w:rsidR="00F91524" w:rsidRPr="00F91524" w14:paraId="798CCFDA" w14:textId="77777777" w:rsidTr="003D4C8D">
        <w:trPr>
          <w:trHeight w:val="302"/>
        </w:trPr>
        <w:tc>
          <w:tcPr>
            <w:tcW w:w="2201" w:type="dxa"/>
            <w:shd w:val="clear" w:color="auto" w:fill="auto"/>
            <w:vAlign w:val="center"/>
          </w:tcPr>
          <w:p w14:paraId="4AE0A16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69DE81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2DD2F6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A70E1C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7927B3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23</w:t>
            </w:r>
          </w:p>
        </w:tc>
      </w:tr>
      <w:tr w:rsidR="00F91524" w:rsidRPr="00F91524" w14:paraId="4167C467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2A0EE23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221504_2.0001.233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8095A4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9D9512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10A11B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A56723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233</w:t>
            </w:r>
          </w:p>
        </w:tc>
      </w:tr>
      <w:tr w:rsidR="00F91524" w:rsidRPr="00F91524" w14:paraId="55B2CF6F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44E66DE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221504_2.0001.236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712D92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921D41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1D3045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759A8F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236</w:t>
            </w:r>
          </w:p>
        </w:tc>
      </w:tr>
      <w:tr w:rsidR="00F91524" w:rsidRPr="00F91524" w14:paraId="24E2D629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47CCC3C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221504_2.0001.237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57F2C5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AD5D6C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89D9F2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1F0907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237</w:t>
            </w:r>
          </w:p>
        </w:tc>
      </w:tr>
      <w:tr w:rsidR="00F91524" w:rsidRPr="00F91524" w14:paraId="0F579C8B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2D3EADD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221504_2.0001.238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89F43B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0F5383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A7B72E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CF49DD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238</w:t>
            </w:r>
          </w:p>
        </w:tc>
      </w:tr>
      <w:tr w:rsidR="00F91524" w:rsidRPr="00F91524" w14:paraId="034E0563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2F1D41C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221504_2.0001.259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070915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9844C4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36E6CC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E4FB7E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259</w:t>
            </w:r>
          </w:p>
        </w:tc>
      </w:tr>
      <w:tr w:rsidR="00F91524" w:rsidRPr="00F91524" w14:paraId="76B0E506" w14:textId="77777777" w:rsidTr="003D4C8D">
        <w:trPr>
          <w:trHeight w:val="302"/>
        </w:trPr>
        <w:tc>
          <w:tcPr>
            <w:tcW w:w="2201" w:type="dxa"/>
            <w:shd w:val="clear" w:color="auto" w:fill="auto"/>
            <w:vAlign w:val="center"/>
          </w:tcPr>
          <w:p w14:paraId="633167E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221504_2.0001.262/1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96CDB7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02B87E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10A249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D2B06C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262/1</w:t>
            </w:r>
          </w:p>
        </w:tc>
      </w:tr>
      <w:tr w:rsidR="00F91524" w:rsidRPr="00F91524" w14:paraId="7E7645E2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7B4F1AF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221504_2.0001.263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4CAD62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485FD8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35B940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B49EF8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263</w:t>
            </w:r>
          </w:p>
        </w:tc>
      </w:tr>
      <w:tr w:rsidR="00F91524" w:rsidRPr="00F91524" w14:paraId="3D027F61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1A63F26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221504_2.0001.28/3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7562FB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070FCA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998B07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1B58D8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45379</w:t>
            </w:r>
          </w:p>
        </w:tc>
      </w:tr>
      <w:tr w:rsidR="00F91524" w:rsidRPr="00F91524" w14:paraId="537299A2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23DD8D3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221504_2.0001.31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57E92A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3CCE23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60E3D4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B50BD1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31</w:t>
            </w:r>
          </w:p>
        </w:tc>
      </w:tr>
      <w:tr w:rsidR="00F91524" w:rsidRPr="00F91524" w14:paraId="72846D53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6E7CAED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221504_2.0001.32/2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04D84B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8EA3DD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D546D7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AF8B6A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32/2</w:t>
            </w:r>
          </w:p>
        </w:tc>
      </w:tr>
      <w:tr w:rsidR="00F91524" w:rsidRPr="00F91524" w14:paraId="068D7EC1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5D62F3A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221504_2.0001.33/2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8291F5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CA2FFE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3440117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8EAE63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33/2</w:t>
            </w:r>
          </w:p>
        </w:tc>
      </w:tr>
      <w:tr w:rsidR="00F91524" w:rsidRPr="00F91524" w14:paraId="62AE49B4" w14:textId="77777777" w:rsidTr="003D4C8D">
        <w:trPr>
          <w:trHeight w:val="302"/>
        </w:trPr>
        <w:tc>
          <w:tcPr>
            <w:tcW w:w="2201" w:type="dxa"/>
            <w:shd w:val="clear" w:color="auto" w:fill="auto"/>
            <w:vAlign w:val="center"/>
          </w:tcPr>
          <w:p w14:paraId="7D44783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221504_2.0001.34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6C5E35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0AECA4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3C9311E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122E4B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34</w:t>
            </w:r>
          </w:p>
        </w:tc>
      </w:tr>
      <w:tr w:rsidR="00F91524" w:rsidRPr="00F91524" w14:paraId="2DA3A7D6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534E61D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221504_2.0001.39/21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10B908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3B5543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E6C26B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615CE9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39/21</w:t>
            </w:r>
          </w:p>
        </w:tc>
      </w:tr>
      <w:tr w:rsidR="00F91524" w:rsidRPr="00F91524" w14:paraId="3E157D43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7A6A97E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221504_2.0001.39/22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653617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7CF3AE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413382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05E55F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39/22</w:t>
            </w:r>
          </w:p>
        </w:tc>
      </w:tr>
      <w:tr w:rsidR="00F91524" w:rsidRPr="00F91524" w14:paraId="02761473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59734F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221504_2.0001.39/23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7C0B9A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79E3FA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CFD1EF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59AE5F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39/23</w:t>
            </w:r>
          </w:p>
        </w:tc>
      </w:tr>
      <w:tr w:rsidR="00F91524" w:rsidRPr="00F91524" w14:paraId="1E8A80A1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06FB24B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BBC6F6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709A01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75058F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071F32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</w:p>
        </w:tc>
      </w:tr>
      <w:tr w:rsidR="00F91524" w:rsidRPr="00F91524" w14:paraId="705E9101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4275695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221504_2.0001.54/14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D56378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F9DB7A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09B213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A56008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54/14</w:t>
            </w:r>
          </w:p>
        </w:tc>
      </w:tr>
      <w:tr w:rsidR="00F91524" w:rsidRPr="00F91524" w14:paraId="39686127" w14:textId="77777777" w:rsidTr="003D4C8D">
        <w:trPr>
          <w:trHeight w:val="302"/>
        </w:trPr>
        <w:tc>
          <w:tcPr>
            <w:tcW w:w="2201" w:type="dxa"/>
            <w:shd w:val="clear" w:color="auto" w:fill="auto"/>
            <w:vAlign w:val="center"/>
          </w:tcPr>
          <w:p w14:paraId="76EDD76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221504_2.0001.54/15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D6CCCE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1FD8EF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762536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227515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54/15</w:t>
            </w:r>
          </w:p>
        </w:tc>
      </w:tr>
      <w:tr w:rsidR="00F91524" w:rsidRPr="00F91524" w14:paraId="58E13C1F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7463FA3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221504_2.0001.54/16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A84350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CF2336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2AB515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15D06F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54/16</w:t>
            </w:r>
          </w:p>
        </w:tc>
      </w:tr>
      <w:tr w:rsidR="00F91524" w:rsidRPr="00F91524" w14:paraId="1A942DBE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53CC5DE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221504_2.0001.54/17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23B75A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E1D88D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E17A60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C483E8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54/17</w:t>
            </w:r>
          </w:p>
        </w:tc>
      </w:tr>
      <w:tr w:rsidR="00F91524" w:rsidRPr="00F91524" w14:paraId="185DF734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41ABA44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221504_2.0001.54/18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0CABC0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C9BDF7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2D79A6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44C90D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54/18</w:t>
            </w:r>
          </w:p>
        </w:tc>
      </w:tr>
      <w:tr w:rsidR="00F91524" w:rsidRPr="00F91524" w14:paraId="60B7780F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67E150F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221504_2.0001.54/21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9EC141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0CB493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1C57A5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FF1F7A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54/21</w:t>
            </w:r>
          </w:p>
        </w:tc>
      </w:tr>
      <w:tr w:rsidR="00F91524" w:rsidRPr="00F91524" w14:paraId="3722B03E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7985AF4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221504_2.0001.54/217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8A1990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A79370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73FEC7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A5E850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54/217</w:t>
            </w:r>
          </w:p>
        </w:tc>
      </w:tr>
      <w:tr w:rsidR="00F91524" w:rsidRPr="00F91524" w14:paraId="291933D9" w14:textId="77777777" w:rsidTr="003D4C8D">
        <w:trPr>
          <w:trHeight w:val="302"/>
        </w:trPr>
        <w:tc>
          <w:tcPr>
            <w:tcW w:w="2201" w:type="dxa"/>
            <w:shd w:val="clear" w:color="auto" w:fill="auto"/>
            <w:vAlign w:val="center"/>
          </w:tcPr>
          <w:p w14:paraId="48D00BA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221504_2.0001.54/219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05C947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AB837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838F1F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BA7A2B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54/219</w:t>
            </w:r>
          </w:p>
        </w:tc>
      </w:tr>
      <w:tr w:rsidR="00F91524" w:rsidRPr="00F91524" w14:paraId="306BE8CA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46E6D39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221504_2.0001.54/220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051085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FB92D4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E0A971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753443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54/220</w:t>
            </w:r>
          </w:p>
        </w:tc>
      </w:tr>
      <w:tr w:rsidR="00F91524" w:rsidRPr="00F91524" w14:paraId="408D3BC0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36CE50D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3FF4E0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462005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EB31B1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822F7E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54/8</w:t>
            </w:r>
          </w:p>
        </w:tc>
      </w:tr>
      <w:tr w:rsidR="00F91524" w:rsidRPr="00F91524" w14:paraId="5B5EAFB9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0539FEA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221504_2.0001.54/9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CEA441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24261B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7ABC15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325C76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54/9</w:t>
            </w:r>
          </w:p>
        </w:tc>
      </w:tr>
      <w:tr w:rsidR="00F91524" w:rsidRPr="00F91524" w14:paraId="6C9111E0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5A88441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221504_2.0001.55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8A92F2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D839EC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D6DF7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EBFBBB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55</w:t>
            </w:r>
          </w:p>
        </w:tc>
      </w:tr>
      <w:tr w:rsidR="00F91524" w:rsidRPr="00F91524" w14:paraId="6A37AB90" w14:textId="77777777" w:rsidTr="003D4C8D">
        <w:trPr>
          <w:trHeight w:val="299"/>
        </w:trPr>
        <w:tc>
          <w:tcPr>
            <w:tcW w:w="2201" w:type="dxa"/>
            <w:shd w:val="clear" w:color="auto" w:fill="auto"/>
            <w:vAlign w:val="center"/>
          </w:tcPr>
          <w:p w14:paraId="1467B9A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221504_2.0001.64/26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A494E0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944062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1AD50F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1093B6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64/26</w:t>
            </w:r>
          </w:p>
        </w:tc>
      </w:tr>
      <w:tr w:rsidR="00F91524" w:rsidRPr="00F91524" w14:paraId="5E030CC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4BD9D6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221504_2.0001.64/27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94CA6C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CA6EDD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AFF513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FDC35A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64/27</w:t>
            </w:r>
          </w:p>
        </w:tc>
      </w:tr>
      <w:tr w:rsidR="00F91524" w:rsidRPr="00F91524" w14:paraId="38710328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60D0DB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221504_2.0001.64/28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DD4423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2FDAAF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894EE9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4930D4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64/28</w:t>
            </w:r>
          </w:p>
        </w:tc>
      </w:tr>
      <w:tr w:rsidR="00F91524" w:rsidRPr="00F91524" w14:paraId="58BF53F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292EF5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221504_2.0001.64/49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9F5E12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8CCA17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D5B207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BF8F44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64/49</w:t>
            </w:r>
          </w:p>
        </w:tc>
      </w:tr>
      <w:tr w:rsidR="00F91524" w:rsidRPr="00F91524" w14:paraId="4193891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F04988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221504_2.0001.64/51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E5C213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F72772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5529E1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D86A5C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64/51</w:t>
            </w:r>
          </w:p>
        </w:tc>
      </w:tr>
      <w:tr w:rsidR="00F91524" w:rsidRPr="00F91524" w14:paraId="5A0010D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3FEBBC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221504_2.0001.64/52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E76904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5896BC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3F87A8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E8045B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64/52</w:t>
            </w:r>
          </w:p>
        </w:tc>
      </w:tr>
      <w:tr w:rsidR="00F91524" w:rsidRPr="00F91524" w14:paraId="0F01ADB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F92F64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221504_2.0001.64/55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3FDCF8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B0FB64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34CF9C4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BAB204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64/55</w:t>
            </w:r>
          </w:p>
        </w:tc>
      </w:tr>
      <w:tr w:rsidR="00F91524" w:rsidRPr="00F91524" w14:paraId="0D2C264F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E7122B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221504_2.0001.68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54E726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D8850D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191CCA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Jackowo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165E5C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68</w:t>
            </w:r>
          </w:p>
        </w:tc>
      </w:tr>
      <w:tr w:rsidR="00F91524" w:rsidRPr="00F91524" w14:paraId="490F17E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1C66E9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221504_2.0007.408/4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48D015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079AE9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72BA8F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0FE5BA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408/4</w:t>
            </w:r>
          </w:p>
        </w:tc>
      </w:tr>
      <w:tr w:rsidR="00F91524" w:rsidRPr="00F91524" w14:paraId="1C1C9F32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3147A3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221504_2.0007.430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3A0870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068566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DC899B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3BE06E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430</w:t>
            </w:r>
          </w:p>
        </w:tc>
      </w:tr>
      <w:tr w:rsidR="00F91524" w:rsidRPr="00F91524" w14:paraId="1FD49A6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11406A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221504_2.0007.459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84EEA3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7BFB6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D68537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656ED2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459</w:t>
            </w:r>
          </w:p>
        </w:tc>
      </w:tr>
      <w:tr w:rsidR="00F91524" w:rsidRPr="00F91524" w14:paraId="34FB574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A33515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221504_2.0007.460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DC3F86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21D6F0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E39DAD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C8DBF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460</w:t>
            </w:r>
          </w:p>
        </w:tc>
      </w:tr>
      <w:tr w:rsidR="00F91524" w:rsidRPr="00F91524" w14:paraId="57288D5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94FEF5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221504_2.0007.461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A9DF7C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937945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441A73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5B7CC6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461</w:t>
            </w:r>
          </w:p>
        </w:tc>
      </w:tr>
      <w:tr w:rsidR="00F91524" w:rsidRPr="00F91524" w14:paraId="64D24E8B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9C21B5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6A0AEC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D5EDD8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B64F22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AA9F2B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510/1</w:t>
            </w:r>
          </w:p>
        </w:tc>
      </w:tr>
      <w:tr w:rsidR="00F91524" w:rsidRPr="00F91524" w14:paraId="56BF919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31C1D8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221504_2.0007.510/10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8A4FD7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C9C6DD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82D852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559F2A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510/10</w:t>
            </w:r>
          </w:p>
        </w:tc>
      </w:tr>
      <w:tr w:rsidR="00F91524" w:rsidRPr="00F91524" w14:paraId="572D3339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E41374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221504_2.0007.510/11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6F28E6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24F2AE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22D3C5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C7031A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510/11</w:t>
            </w:r>
          </w:p>
        </w:tc>
      </w:tr>
      <w:tr w:rsidR="00F91524" w:rsidRPr="00F91524" w14:paraId="561657F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C12F8F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221504_2.0007.510/12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EE5B46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D45E44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D5429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0CBD0C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510/12</w:t>
            </w:r>
          </w:p>
        </w:tc>
      </w:tr>
      <w:tr w:rsidR="00F91524" w:rsidRPr="00F91524" w14:paraId="29DD138F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2394C3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221504_2.0007.510/14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B2D974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F11223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F5B2E6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810717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510/14</w:t>
            </w:r>
          </w:p>
        </w:tc>
      </w:tr>
      <w:tr w:rsidR="00F91524" w:rsidRPr="00F91524" w14:paraId="4023707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144133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221504_2.0007.510/15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BA1FCA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06633B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BDAAAE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EDC2FD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510/15</w:t>
            </w:r>
          </w:p>
        </w:tc>
      </w:tr>
      <w:tr w:rsidR="00F91524" w:rsidRPr="00F91524" w14:paraId="0F1B79D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A9D812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76FC64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164BD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0692E6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E27274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510/2</w:t>
            </w:r>
          </w:p>
        </w:tc>
      </w:tr>
      <w:tr w:rsidR="00F91524" w:rsidRPr="00F91524" w14:paraId="5CEAE65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C1DB77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B136CC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341CCE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E5E073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846BDC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510/3</w:t>
            </w:r>
          </w:p>
        </w:tc>
      </w:tr>
      <w:tr w:rsidR="00F91524" w:rsidRPr="00F91524" w14:paraId="31C1D42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A926A4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E04BA4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66B196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5B93AB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E0E32D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510/4</w:t>
            </w:r>
          </w:p>
        </w:tc>
      </w:tr>
      <w:tr w:rsidR="00F91524" w:rsidRPr="00F91524" w14:paraId="162622CD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3F39E1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4041F8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D3B971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21FA3D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2DD7D8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510/5</w:t>
            </w:r>
          </w:p>
        </w:tc>
      </w:tr>
      <w:tr w:rsidR="00F91524" w:rsidRPr="00F91524" w14:paraId="7F96074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011DC2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836A6A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3A4CF4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4B1AD5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F54B44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510/6</w:t>
            </w:r>
          </w:p>
        </w:tc>
      </w:tr>
      <w:tr w:rsidR="00F91524" w:rsidRPr="00F91524" w14:paraId="232525C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9A1FAB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221504_2.0007.510/7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61B58A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224DE4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B701AF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6C65E8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510/7</w:t>
            </w:r>
          </w:p>
        </w:tc>
      </w:tr>
      <w:tr w:rsidR="00F91524" w:rsidRPr="00F91524" w14:paraId="74DBBCC2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326263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221504_2.0007.66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995FD2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A1D98D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C7D112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507BC9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66</w:t>
            </w:r>
          </w:p>
        </w:tc>
      </w:tr>
      <w:tr w:rsidR="00F91524" w:rsidRPr="00F91524" w14:paraId="391D6D42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CE543A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221504_2.0007.75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26059B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55EC6B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FF9BFB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B3D48C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75</w:t>
            </w:r>
          </w:p>
        </w:tc>
      </w:tr>
      <w:tr w:rsidR="00F91524" w:rsidRPr="00F91524" w14:paraId="2B77D71D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8F53F9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221504_2.0007.78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39549B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138C9D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AA516D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A6979F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78</w:t>
            </w:r>
          </w:p>
        </w:tc>
      </w:tr>
      <w:tr w:rsidR="00F91524" w:rsidRPr="00F91524" w14:paraId="4F89322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F842EB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221504_2.0007.79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D01827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DF5FFF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1699B8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B81042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79</w:t>
            </w:r>
          </w:p>
        </w:tc>
      </w:tr>
      <w:tr w:rsidR="00F91524" w:rsidRPr="00F91524" w14:paraId="61B0FA1C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D55978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221504_2.0007.80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7A2C09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9C3B46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3EBBE4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5F0CB3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80</w:t>
            </w:r>
          </w:p>
        </w:tc>
      </w:tr>
      <w:tr w:rsidR="00F91524" w:rsidRPr="00F91524" w14:paraId="4AEA2B8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D77EB0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221504_2.0007.81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C81144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EF30D3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D4E6CF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4B6265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81</w:t>
            </w:r>
          </w:p>
        </w:tc>
      </w:tr>
      <w:tr w:rsidR="00F91524" w:rsidRPr="00F91524" w14:paraId="1816B7FE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493C16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221504_2.0007.82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36FD94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4EF1D2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43D7ED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638B22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82</w:t>
            </w:r>
          </w:p>
        </w:tc>
      </w:tr>
      <w:tr w:rsidR="00F91524" w:rsidRPr="00F91524" w14:paraId="7577925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A9D457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221504_2.0007.83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E7FD1C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89FCBC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3559A79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B7F80A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83</w:t>
            </w:r>
          </w:p>
        </w:tc>
      </w:tr>
      <w:tr w:rsidR="00F91524" w:rsidRPr="00F91524" w14:paraId="1DF7130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735B6E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221504_2.0007.93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2B65E5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94CE4D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35F4451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Sasino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70BE25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93</w:t>
            </w:r>
          </w:p>
        </w:tc>
      </w:tr>
      <w:tr w:rsidR="00F91524" w:rsidRPr="00F91524" w14:paraId="0AD6D7C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AA1AAE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221504_2.0008.119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726B5C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317E31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670B13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C4C6BF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119</w:t>
            </w:r>
          </w:p>
        </w:tc>
      </w:tr>
      <w:tr w:rsidR="00F91524" w:rsidRPr="00F91524" w14:paraId="0A488A93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F206FC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221504_2.0008.120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A6C8BD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3CB40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0D462D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EE09F3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120</w:t>
            </w:r>
          </w:p>
        </w:tc>
      </w:tr>
      <w:tr w:rsidR="00F91524" w:rsidRPr="00F91524" w14:paraId="7A05215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BF8E67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221504_2.0008.121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6AE64D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B60088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E346DF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C6AD8A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121</w:t>
            </w:r>
          </w:p>
        </w:tc>
      </w:tr>
      <w:tr w:rsidR="00F91524" w:rsidRPr="00F91524" w14:paraId="24E4E2DA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1DC7DF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221504_2.0008.122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2DA311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79A4BE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355F6D4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8F0471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122</w:t>
            </w:r>
          </w:p>
        </w:tc>
      </w:tr>
      <w:tr w:rsidR="00F91524" w:rsidRPr="00F91524" w14:paraId="4788602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BDF8B5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221504_2.0008.123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9F0EFF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B3246C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2D1D95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78AEBE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123</w:t>
            </w:r>
          </w:p>
        </w:tc>
      </w:tr>
      <w:tr w:rsidR="00F91524" w:rsidRPr="00F91524" w14:paraId="6C276CAF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5DD4ED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221504_2.0008.132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6279C4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8A30C6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21FEFF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E4585B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132</w:t>
            </w:r>
          </w:p>
        </w:tc>
      </w:tr>
      <w:tr w:rsidR="00F91524" w:rsidRPr="00F91524" w14:paraId="1DC093A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F81770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221504_2.0008.133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4C102C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B93F94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6CE53E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476D47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133</w:t>
            </w:r>
          </w:p>
        </w:tc>
      </w:tr>
      <w:tr w:rsidR="00F91524" w:rsidRPr="00F91524" w14:paraId="0DF324B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FECFB4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221504_2.0008.259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171BB6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330013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3AB72C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35FD17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259</w:t>
            </w:r>
          </w:p>
        </w:tc>
      </w:tr>
      <w:tr w:rsidR="00F91524" w:rsidRPr="00F91524" w14:paraId="00A62FF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3D41E3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221504_2.0008.260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B98752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2D444F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465CC9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06653B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260</w:t>
            </w:r>
          </w:p>
        </w:tc>
      </w:tr>
      <w:tr w:rsidR="00F91524" w:rsidRPr="00F91524" w14:paraId="50F0218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28A7E6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221504_2.0008.261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61F27C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446E3A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E97AE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C115B8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261</w:t>
            </w:r>
          </w:p>
        </w:tc>
      </w:tr>
      <w:tr w:rsidR="00F91524" w:rsidRPr="00F91524" w14:paraId="7D7514BF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74324B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221504_2.0008.262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5E35C5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E5943E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18DC7E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73AFFD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262</w:t>
            </w:r>
          </w:p>
        </w:tc>
      </w:tr>
      <w:tr w:rsidR="00F91524" w:rsidRPr="00F91524" w14:paraId="7FEB70D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FA9CE1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221504_2.0008.263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053EEA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EF702D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533BB5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CA7797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263</w:t>
            </w:r>
          </w:p>
        </w:tc>
      </w:tr>
      <w:tr w:rsidR="00F91524" w:rsidRPr="00F91524" w14:paraId="664EF31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653F0A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221504_2.0008.264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D44BBF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0EAF50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0C5E2C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299EE1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264</w:t>
            </w:r>
          </w:p>
        </w:tc>
      </w:tr>
      <w:tr w:rsidR="00F91524" w:rsidRPr="00F91524" w14:paraId="423CFA4F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DD0AF4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221504_2.0008.306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9E1BD5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4299E6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BAFA40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C35424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306</w:t>
            </w:r>
          </w:p>
        </w:tc>
      </w:tr>
      <w:tr w:rsidR="00F91524" w:rsidRPr="00F91524" w14:paraId="0175647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85B71F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221504_2.0008.307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730766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93A836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4CF5B7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1F57AD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307</w:t>
            </w:r>
          </w:p>
        </w:tc>
      </w:tr>
      <w:tr w:rsidR="00F91524" w:rsidRPr="00F91524" w14:paraId="4F08BE5C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F9B059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221504_2.0008.310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93230B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583F76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2B6B91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6E80B5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310</w:t>
            </w:r>
          </w:p>
        </w:tc>
      </w:tr>
      <w:tr w:rsidR="00F91524" w:rsidRPr="00F91524" w14:paraId="63B5CAB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D7BA58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221504_2.0008.311/1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B89877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61F3AF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72537C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9D962F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311/1</w:t>
            </w:r>
          </w:p>
        </w:tc>
      </w:tr>
      <w:tr w:rsidR="00F91524" w:rsidRPr="00F91524" w14:paraId="74A5C82C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02E781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221504_2.0008.314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1C0F6C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2C6DDA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232D29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2C6EE0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314</w:t>
            </w:r>
          </w:p>
        </w:tc>
      </w:tr>
      <w:tr w:rsidR="00F91524" w:rsidRPr="00F91524" w14:paraId="53B6FC4D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6FD2D1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221504_2.0008.315/1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9B7441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6BBE87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1D118D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DB27EC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315/1</w:t>
            </w:r>
          </w:p>
        </w:tc>
      </w:tr>
      <w:tr w:rsidR="00F91524" w:rsidRPr="00F91524" w14:paraId="5D2426A9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DF9FC8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221504_2.0008.317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A5A7A3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C10B89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886AD2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1ACCC3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317</w:t>
            </w:r>
          </w:p>
        </w:tc>
      </w:tr>
      <w:tr w:rsidR="00F91524" w:rsidRPr="00F91524" w14:paraId="4F11928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EEC0DD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221504_2.0008.330/2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0DAF56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B05282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FE2B27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6E6608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330/2</w:t>
            </w:r>
          </w:p>
        </w:tc>
      </w:tr>
      <w:tr w:rsidR="00F91524" w:rsidRPr="00F91524" w14:paraId="078DC742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02E1D9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8"/>
                <w:sz w:val="20"/>
                <w:szCs w:val="20"/>
              </w:rPr>
              <w:t>221504_2.0008.332/31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43191E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CB639C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5D38DB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FF07A3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332/31</w:t>
            </w:r>
          </w:p>
        </w:tc>
      </w:tr>
      <w:tr w:rsidR="00F91524" w:rsidRPr="00F91524" w14:paraId="2ACAFE5D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521EDB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8"/>
                <w:sz w:val="20"/>
                <w:szCs w:val="20"/>
              </w:rPr>
              <w:t>221504_2.0008.342/11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1A87A6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76D098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D14464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DD90CC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342/11</w:t>
            </w:r>
          </w:p>
        </w:tc>
      </w:tr>
      <w:tr w:rsidR="00F91524" w:rsidRPr="00F91524" w14:paraId="19830FB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88CFCB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221504_2.0008.343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3C8DF6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C2EB50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6E496A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A736F5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343</w:t>
            </w:r>
          </w:p>
        </w:tc>
      </w:tr>
      <w:tr w:rsidR="00F91524" w:rsidRPr="00F91524" w14:paraId="5631E98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3FE67F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221504_2.0008.351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1E69CE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71E62F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3C8AE0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4C7F5E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351</w:t>
            </w:r>
          </w:p>
        </w:tc>
      </w:tr>
      <w:tr w:rsidR="00F91524" w:rsidRPr="00F91524" w14:paraId="328D1BA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3D8998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221504_2.0008.359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7861CA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F05A88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720156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4E28EC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359</w:t>
            </w:r>
          </w:p>
        </w:tc>
      </w:tr>
      <w:tr w:rsidR="00F91524" w:rsidRPr="00F91524" w14:paraId="4E06A3C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A6A8CB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221504_2.0008.363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4A61BE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38966A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934DB0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Słajszewo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BC48A9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363</w:t>
            </w:r>
          </w:p>
        </w:tc>
      </w:tr>
      <w:tr w:rsidR="00F91524" w:rsidRPr="00F91524" w14:paraId="23C713AC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FC5844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221504_2.0010.23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77044C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90A52F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C1E9A9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D1C5A7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23</w:t>
            </w:r>
          </w:p>
        </w:tc>
      </w:tr>
      <w:tr w:rsidR="00F91524" w:rsidRPr="00F91524" w14:paraId="370F2D5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74A66C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221504_2.0010.24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C56C4F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7CE8F7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A63C04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FD4F02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24</w:t>
            </w:r>
          </w:p>
        </w:tc>
      </w:tr>
      <w:tr w:rsidR="00F91524" w:rsidRPr="00F91524" w14:paraId="5F48E573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C4B3C8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221504_2.0010.25/1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D5D92F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9DB964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820CA0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CF35D2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45316</w:t>
            </w:r>
          </w:p>
        </w:tc>
      </w:tr>
      <w:tr w:rsidR="00F91524" w:rsidRPr="00F91524" w14:paraId="0831772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A974F8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221504_2.0010.29/37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9D2FDA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E5ADDE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F0054D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AC2A49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29/37</w:t>
            </w:r>
          </w:p>
        </w:tc>
      </w:tr>
      <w:tr w:rsidR="00F91524" w:rsidRPr="00F91524" w14:paraId="0952BF2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CB4A00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221504_2.0010.327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86D1C3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CE04FC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4628C4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3AC054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327</w:t>
            </w:r>
          </w:p>
        </w:tc>
      </w:tr>
      <w:tr w:rsidR="00F91524" w:rsidRPr="00F91524" w14:paraId="02C9EE49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67BC62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56EC77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5E6607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20F9F5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C603B2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33</w:t>
            </w:r>
          </w:p>
        </w:tc>
      </w:tr>
      <w:tr w:rsidR="00F91524" w:rsidRPr="00F91524" w14:paraId="33B2237A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7C729F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221504_2.0010.331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EA161C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0306AC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C7E291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EFA4EE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331</w:t>
            </w:r>
          </w:p>
        </w:tc>
      </w:tr>
      <w:tr w:rsidR="00F91524" w:rsidRPr="00F91524" w14:paraId="31E270E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407C93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221504_2.0010.332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9BE871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D52385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648C63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0E8E69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332</w:t>
            </w:r>
          </w:p>
        </w:tc>
      </w:tr>
      <w:tr w:rsidR="00F91524" w:rsidRPr="00F91524" w14:paraId="14B70B9C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711AC6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221504_2.0010.334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C10A40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571262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0D1E4A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F3D10B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334</w:t>
            </w:r>
          </w:p>
        </w:tc>
      </w:tr>
      <w:tr w:rsidR="00F91524" w:rsidRPr="00F91524" w14:paraId="121FEA0F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D450BF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221504_2.0010.335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CE876E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D25EE3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33037F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BDF572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335</w:t>
            </w:r>
          </w:p>
        </w:tc>
      </w:tr>
      <w:tr w:rsidR="00F91524" w:rsidRPr="00F91524" w14:paraId="36AEC163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D63085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221504_2.0010.34/5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B43784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669F5B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A04309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DC9EDA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34/5</w:t>
            </w:r>
          </w:p>
        </w:tc>
      </w:tr>
      <w:tr w:rsidR="00F91524" w:rsidRPr="00F91524" w14:paraId="4C300E7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93DC2C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1659DD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265034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83B307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1BEB4E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35</w:t>
            </w:r>
          </w:p>
        </w:tc>
      </w:tr>
      <w:tr w:rsidR="00F91524" w:rsidRPr="00F91524" w14:paraId="4D825662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AA6C1D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A6654A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2CB644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FD4276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8F797A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37</w:t>
            </w:r>
          </w:p>
        </w:tc>
      </w:tr>
      <w:tr w:rsidR="00F91524" w:rsidRPr="00F91524" w14:paraId="01B9FD0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C38D0B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AAC7BB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611DC0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63341F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775EAB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38</w:t>
            </w:r>
          </w:p>
        </w:tc>
      </w:tr>
      <w:tr w:rsidR="00F91524" w:rsidRPr="00F91524" w14:paraId="713B111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72C659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221504_2.0010.39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D41EAE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4DCC43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45FF28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FE7231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39</w:t>
            </w:r>
          </w:p>
        </w:tc>
      </w:tr>
      <w:tr w:rsidR="00F91524" w:rsidRPr="00F91524" w14:paraId="58AEBFBA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20B550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221504_2.0010.56/11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7C8E34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0C4D5F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A506EA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AB123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56/11</w:t>
            </w:r>
          </w:p>
        </w:tc>
      </w:tr>
      <w:tr w:rsidR="00F91524" w:rsidRPr="00F91524" w14:paraId="107FD7B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2FE300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221504_2.0010.57/1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C85D7E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5B9BFA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1FAE6C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1742A1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57/1</w:t>
            </w:r>
          </w:p>
        </w:tc>
      </w:tr>
      <w:tr w:rsidR="00F91524" w:rsidRPr="00F91524" w14:paraId="4A4EE2A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382C6F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221504_2.0010.60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B17E2E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E67697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046D08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7B9B48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60</w:t>
            </w:r>
          </w:p>
        </w:tc>
      </w:tr>
      <w:tr w:rsidR="00F91524" w:rsidRPr="00F91524" w14:paraId="6BB280A1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F59EB1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221504_2.0010.61/2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79BF98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5C1017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862265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866D2D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61/2</w:t>
            </w:r>
          </w:p>
        </w:tc>
      </w:tr>
      <w:tr w:rsidR="00F91524" w:rsidRPr="00F91524" w14:paraId="4C28560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9FD7F2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221504_2.0010.61/7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D02B1F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B72F5B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448B61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47F212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61/7</w:t>
            </w:r>
          </w:p>
        </w:tc>
      </w:tr>
      <w:tr w:rsidR="00F91524" w:rsidRPr="00F91524" w14:paraId="099BD7BB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278F12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221504_2.0010.62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34C76DB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1C98A9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BD736D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A5F005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62</w:t>
            </w:r>
          </w:p>
        </w:tc>
      </w:tr>
      <w:tr w:rsidR="00F91524" w:rsidRPr="00F91524" w14:paraId="3E8DF69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AAFCC2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221504_2.0010.63/76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538600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EC9585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D4EF35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Kurowo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8DA6CD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63/76</w:t>
            </w:r>
          </w:p>
        </w:tc>
      </w:tr>
      <w:tr w:rsidR="00F91524" w:rsidRPr="00F91524" w14:paraId="254410C9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739656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221504_2.0014.26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FF31D5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CBA84E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A895F0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30F192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26</w:t>
            </w:r>
          </w:p>
        </w:tc>
      </w:tr>
      <w:tr w:rsidR="00F91524" w:rsidRPr="00F91524" w14:paraId="308AE2B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F44A3F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221504_2.0014.34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754313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3F12B6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61AE42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0AEE4C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34</w:t>
            </w:r>
          </w:p>
        </w:tc>
      </w:tr>
      <w:tr w:rsidR="00F91524" w:rsidRPr="00F91524" w14:paraId="49EB270D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B2819B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221504_2.0014.379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C70354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7B9124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1FE0E3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A73720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379</w:t>
            </w:r>
          </w:p>
        </w:tc>
      </w:tr>
      <w:tr w:rsidR="00F91524" w:rsidRPr="00F91524" w14:paraId="1328FC5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D45FEC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221504_2.0014.38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14B149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860F27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A41A4E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35F1EB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38</w:t>
            </w:r>
          </w:p>
        </w:tc>
      </w:tr>
      <w:tr w:rsidR="00F91524" w:rsidRPr="00F91524" w14:paraId="21B4C9A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665442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221504_2.0014.381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5F3C4D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3D3229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5E263A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914E57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381</w:t>
            </w:r>
          </w:p>
        </w:tc>
      </w:tr>
      <w:tr w:rsidR="00F91524" w:rsidRPr="00F91524" w14:paraId="79742B8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FA7B11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221504_2.0014.392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F42123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4C133F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2F3C48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CC8410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392</w:t>
            </w:r>
          </w:p>
        </w:tc>
      </w:tr>
      <w:tr w:rsidR="00F91524" w:rsidRPr="00F91524" w14:paraId="2F36D65C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8B6761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221504_2.0014.393/1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ADC419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ECE235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52E8B6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5A6131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393/1</w:t>
            </w:r>
          </w:p>
        </w:tc>
      </w:tr>
      <w:tr w:rsidR="00F91524" w:rsidRPr="00F91524" w14:paraId="615BA8D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5CA571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221504_2.0014.393/2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E7B2A9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61E205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CCBDE5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41D413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393/2</w:t>
            </w:r>
          </w:p>
        </w:tc>
      </w:tr>
      <w:tr w:rsidR="00F91524" w:rsidRPr="00F91524" w14:paraId="0CD4380B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468C2A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221504_2.0014.40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200614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39FB34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0ACD11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0DEC26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40</w:t>
            </w:r>
          </w:p>
        </w:tc>
      </w:tr>
      <w:tr w:rsidR="00F91524" w:rsidRPr="00F91524" w14:paraId="07EF1AB7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4476BCF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221504_2.0014.43/10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A3B0CD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668832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27C29F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06398F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43/10</w:t>
            </w:r>
          </w:p>
        </w:tc>
      </w:tr>
      <w:tr w:rsidR="00F91524" w:rsidRPr="00F91524" w14:paraId="0F21DC70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AE084B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221504_2.0014.43/12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24F7AF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E2C5BD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6CB732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60EC17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43/12</w:t>
            </w:r>
          </w:p>
        </w:tc>
      </w:tr>
      <w:tr w:rsidR="00F91524" w:rsidRPr="00F91524" w14:paraId="50D4077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1126A1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221504_2.0014.43/34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A7DA19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0AC190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54839B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EDA1E9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43/34</w:t>
            </w:r>
          </w:p>
        </w:tc>
      </w:tr>
      <w:tr w:rsidR="00F91524" w:rsidRPr="00F91524" w14:paraId="1CA9C21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12ED85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221504_2.0014.43/35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D2F3EDA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88B0DB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599AA54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CC3C00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43/35</w:t>
            </w:r>
          </w:p>
        </w:tc>
      </w:tr>
      <w:tr w:rsidR="00F91524" w:rsidRPr="00F91524" w14:paraId="349BD143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787395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221504_2.0014.43/37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9AF30F8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0F671B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9742D5F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8FD9DC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43/37</w:t>
            </w:r>
          </w:p>
        </w:tc>
      </w:tr>
      <w:tr w:rsidR="00F91524" w:rsidRPr="00F91524" w14:paraId="2088E52D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58B7C0B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221504_2.0014.44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C683FD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665C00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688554E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E16821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44</w:t>
            </w:r>
          </w:p>
        </w:tc>
      </w:tr>
      <w:tr w:rsidR="00F91524" w:rsidRPr="00F91524" w14:paraId="7112B74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ECCB3C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221504_2.0014.53/2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4E18ED19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D4CA6D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0A90F8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0C6435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53/2</w:t>
            </w:r>
          </w:p>
        </w:tc>
      </w:tr>
      <w:tr w:rsidR="00F91524" w:rsidRPr="00F91524" w14:paraId="3BA82EE8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760DE1A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221504_2.0014.54/8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0D95B83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3C961B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1FB6586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1699C91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54/8</w:t>
            </w:r>
          </w:p>
        </w:tc>
      </w:tr>
      <w:tr w:rsidR="00F91524" w:rsidRPr="00F91524" w14:paraId="6C3430D6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3E1C580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221504_2.0014.57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6069743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89BFE8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38062C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F59343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57</w:t>
            </w:r>
          </w:p>
        </w:tc>
      </w:tr>
      <w:tr w:rsidR="00F91524" w:rsidRPr="00F91524" w14:paraId="09BFB4B4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2942774E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221504_2.0014.58/3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5E7C50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77E614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2666C26D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F3D9D1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4"/>
                <w:sz w:val="20"/>
                <w:szCs w:val="20"/>
              </w:rPr>
              <w:t>58/3</w:t>
            </w:r>
          </w:p>
        </w:tc>
      </w:tr>
      <w:tr w:rsidR="00F91524" w:rsidRPr="00F91524" w14:paraId="282E2F48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1A8405D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221504_2.0014.84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55E15955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2CE34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7216F220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553BAB2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84</w:t>
            </w:r>
          </w:p>
        </w:tc>
      </w:tr>
      <w:tr w:rsidR="00F91524" w:rsidRPr="00F91524" w14:paraId="044BAEB5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0ED8B74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221504_2.0014.85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2AFCA5C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97125A7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44BE476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2C5AB5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85</w:t>
            </w:r>
          </w:p>
        </w:tc>
      </w:tr>
      <w:tr w:rsidR="00F91524" w:rsidRPr="00F91524" w14:paraId="67FFD23C" w14:textId="77777777" w:rsidTr="003D4C8D">
        <w:trPr>
          <w:trHeight w:val="301"/>
        </w:trPr>
        <w:tc>
          <w:tcPr>
            <w:tcW w:w="2201" w:type="dxa"/>
            <w:shd w:val="clear" w:color="auto" w:fill="auto"/>
            <w:vAlign w:val="center"/>
          </w:tcPr>
          <w:p w14:paraId="667A17C4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221504_2.0014.87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4EE9503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Choczewo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7FD799FC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right="56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14</w:t>
            </w:r>
          </w:p>
        </w:tc>
        <w:tc>
          <w:tcPr>
            <w:tcW w:w="1359" w:type="dxa"/>
            <w:shd w:val="clear" w:color="auto" w:fill="auto"/>
            <w:vAlign w:val="center"/>
          </w:tcPr>
          <w:p w14:paraId="0D3B492B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2"/>
                <w:sz w:val="20"/>
                <w:szCs w:val="20"/>
              </w:rPr>
              <w:t>Żelazno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672AA66" w14:textId="77777777" w:rsidR="00F91524" w:rsidRPr="00F91524" w:rsidRDefault="00F91524" w:rsidP="00FC72C0">
            <w:pPr>
              <w:widowControl w:val="0"/>
              <w:autoSpaceDE w:val="0"/>
              <w:autoSpaceDN w:val="0"/>
              <w:spacing w:after="0" w:line="240" w:lineRule="auto"/>
              <w:ind w:left="69"/>
              <w:rPr>
                <w:rFonts w:ascii="Arial" w:hAnsi="Arial" w:cs="Arial"/>
                <w:sz w:val="20"/>
                <w:szCs w:val="20"/>
              </w:rPr>
            </w:pPr>
            <w:r w:rsidRPr="00F91524">
              <w:rPr>
                <w:rFonts w:ascii="Arial" w:hAnsi="Arial" w:cs="Arial"/>
                <w:spacing w:val="-5"/>
                <w:sz w:val="20"/>
                <w:szCs w:val="20"/>
              </w:rPr>
              <w:t>87</w:t>
            </w:r>
          </w:p>
        </w:tc>
      </w:tr>
    </w:tbl>
    <w:p w14:paraId="5C313710" w14:textId="77777777" w:rsidR="00F91524" w:rsidRDefault="00F91524" w:rsidP="00FC72C0">
      <w:pPr>
        <w:spacing w:after="0"/>
        <w:rPr>
          <w:rFonts w:ascii="Arial" w:hAnsi="Arial" w:cs="Arial"/>
          <w:b/>
          <w:sz w:val="20"/>
          <w:szCs w:val="20"/>
        </w:rPr>
        <w:sectPr w:rsidR="00F91524" w:rsidSect="00F9152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021" w:right="1134" w:bottom="1021" w:left="1134" w:header="340" w:footer="0" w:gutter="0"/>
          <w:cols w:space="708"/>
          <w:titlePg/>
          <w:docGrid w:linePitch="360"/>
        </w:sectPr>
      </w:pPr>
    </w:p>
    <w:p w14:paraId="671A56E6" w14:textId="77777777" w:rsidR="00F91524" w:rsidRPr="00F91524" w:rsidRDefault="00F91524" w:rsidP="00FC72C0">
      <w:pPr>
        <w:rPr>
          <w:rFonts w:ascii="Arial" w:eastAsia="Times New Roman" w:hAnsi="Arial" w:cs="Arial"/>
          <w:sz w:val="18"/>
          <w:szCs w:val="18"/>
          <w:lang w:eastAsia="pl-PL"/>
        </w:rPr>
      </w:pPr>
    </w:p>
    <w:sectPr w:rsidR="00F91524" w:rsidRPr="00F91524" w:rsidSect="00F9152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50D43" w14:textId="77777777" w:rsidR="00483F2D" w:rsidRDefault="00483F2D" w:rsidP="000F38F9">
      <w:pPr>
        <w:spacing w:after="0" w:line="240" w:lineRule="auto"/>
      </w:pPr>
      <w:r>
        <w:separator/>
      </w:r>
    </w:p>
  </w:endnote>
  <w:endnote w:type="continuationSeparator" w:id="0">
    <w:p w14:paraId="63F6E8EF" w14:textId="77777777" w:rsidR="00483F2D" w:rsidRDefault="00483F2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7C2C4" w14:textId="77777777" w:rsidR="00F91524" w:rsidRPr="00607AD2" w:rsidRDefault="00F91524" w:rsidP="00E55780">
    <w:pPr>
      <w:pStyle w:val="Stopka"/>
      <w:rPr>
        <w:rFonts w:ascii="Arial" w:hAnsi="Arial" w:cs="Arial"/>
        <w:sz w:val="20"/>
      </w:rPr>
    </w:pPr>
    <w:r w:rsidRPr="00607AD2">
      <w:rPr>
        <w:rFonts w:ascii="Arial" w:hAnsi="Arial" w:cs="Arial"/>
        <w:sz w:val="20"/>
      </w:rPr>
      <w:t>RDOŚ-Gd-WOO.42</w:t>
    </w:r>
    <w:r>
      <w:rPr>
        <w:rFonts w:ascii="Arial" w:hAnsi="Arial" w:cs="Arial"/>
        <w:sz w:val="20"/>
      </w:rPr>
      <w:t>0</w:t>
    </w:r>
    <w:r w:rsidRPr="00607AD2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>37.2024</w:t>
    </w:r>
    <w:r w:rsidRPr="00607AD2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>WR</w:t>
    </w:r>
    <w:r w:rsidRPr="00607AD2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>1</w:t>
    </w:r>
    <w:r w:rsidR="005A6C5D">
      <w:rPr>
        <w:rFonts w:ascii="Arial" w:hAnsi="Arial" w:cs="Arial"/>
        <w:sz w:val="20"/>
      </w:rPr>
      <w:t>6</w:t>
    </w:r>
    <w:r>
      <w:rPr>
        <w:rFonts w:ascii="Arial" w:hAnsi="Arial" w:cs="Arial"/>
        <w:sz w:val="20"/>
      </w:rPr>
      <w:tab/>
    </w:r>
    <w:r w:rsidRPr="00607AD2">
      <w:rPr>
        <w:rFonts w:ascii="Arial" w:hAnsi="Arial" w:cs="Arial"/>
        <w:sz w:val="20"/>
      </w:rPr>
      <w:t xml:space="preserve"> </w:t>
    </w:r>
    <w:r w:rsidRPr="00607AD2">
      <w:rPr>
        <w:rFonts w:ascii="Arial" w:hAnsi="Arial" w:cs="Arial"/>
        <w:sz w:val="20"/>
      </w:rPr>
      <w:tab/>
      <w:t xml:space="preserve">Strona </w:t>
    </w:r>
    <w:r w:rsidRPr="00607AD2">
      <w:rPr>
        <w:rFonts w:ascii="Arial" w:hAnsi="Arial" w:cs="Arial"/>
        <w:sz w:val="20"/>
      </w:rPr>
      <w:fldChar w:fldCharType="begin"/>
    </w:r>
    <w:r w:rsidRPr="00607AD2">
      <w:rPr>
        <w:rFonts w:ascii="Arial" w:hAnsi="Arial" w:cs="Arial"/>
        <w:sz w:val="20"/>
      </w:rPr>
      <w:instrText>PAGE</w:instrText>
    </w:r>
    <w:r w:rsidRPr="00607AD2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3</w:t>
    </w:r>
    <w:r w:rsidRPr="00607AD2">
      <w:rPr>
        <w:rFonts w:ascii="Arial" w:hAnsi="Arial" w:cs="Arial"/>
        <w:sz w:val="20"/>
      </w:rPr>
      <w:fldChar w:fldCharType="end"/>
    </w:r>
    <w:r w:rsidRPr="00607AD2">
      <w:rPr>
        <w:rFonts w:ascii="Arial" w:hAnsi="Arial" w:cs="Arial"/>
        <w:sz w:val="20"/>
      </w:rPr>
      <w:t xml:space="preserve"> z </w:t>
    </w:r>
    <w:r>
      <w:rPr>
        <w:rFonts w:ascii="Arial" w:hAnsi="Arial" w:cs="Arial"/>
        <w:sz w:val="20"/>
      </w:rPr>
      <w:t>5</w:t>
    </w:r>
  </w:p>
  <w:p w14:paraId="6C17A4CE" w14:textId="77777777" w:rsidR="00F91524" w:rsidRDefault="00F91524" w:rsidP="007A7EBB">
    <w:pPr>
      <w:pStyle w:val="Stopka"/>
      <w:jc w:val="center"/>
    </w:pPr>
  </w:p>
  <w:p w14:paraId="621A6E3E" w14:textId="77777777" w:rsidR="00F91524" w:rsidRDefault="00F915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BB874" w14:textId="77777777" w:rsidR="00F91524" w:rsidRPr="00425F85" w:rsidRDefault="00F91524" w:rsidP="00F9152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343282A2" wp14:editId="10CA49C3">
          <wp:extent cx="4953000" cy="866775"/>
          <wp:effectExtent l="0" t="0" r="0" b="0"/>
          <wp:docPr id="929083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FEA9F" w14:textId="77777777" w:rsidR="00F91524" w:rsidRPr="00425F85" w:rsidRDefault="00F91524" w:rsidP="000F638F">
    <w:pPr>
      <w:pStyle w:val="Stopka"/>
      <w:tabs>
        <w:tab w:val="clear" w:pos="4536"/>
        <w:tab w:val="clear" w:pos="9072"/>
      </w:tabs>
      <w:ind w:hanging="42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="Lucida Sans Unicode" w:hAnsi="Times New Roman"/>
        <w:kern w:val="1"/>
        <w:sz w:val="24"/>
        <w:szCs w:val="24"/>
      </w:rPr>
      <w:id w:val="-5856114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eastAsia="Lucida Sans Unicode" w:hAnsi="Arial" w:cs="Arial"/>
            <w:kern w:val="1"/>
            <w:sz w:val="20"/>
            <w:szCs w:val="20"/>
          </w:rPr>
          <w:id w:val="1879511122"/>
          <w:docPartObj>
            <w:docPartGallery w:val="Page Numbers (Top of Page)"/>
            <w:docPartUnique/>
          </w:docPartObj>
        </w:sdtPr>
        <w:sdtEndPr/>
        <w:sdtContent>
          <w:p w14:paraId="5DB117CD" w14:textId="77777777" w:rsidR="00276B1E" w:rsidRPr="00276B1E" w:rsidRDefault="00276B1E" w:rsidP="00276B1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RDOŚ-Gd-WOO.42</w:t>
            </w:r>
            <w:r w:rsidR="00A34195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0</w:t>
            </w:r>
            <w:r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</w:t>
            </w:r>
            <w:r w:rsidR="00F91524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37</w:t>
            </w:r>
            <w:r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.20</w:t>
            </w:r>
            <w:r w:rsidR="00A44A93"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2</w:t>
            </w:r>
            <w:r w:rsidR="00F91524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4.WR.15</w:t>
            </w:r>
            <w:r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         </w:t>
            </w:r>
            <w:r w:rsidR="0083436A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</w:t>
            </w:r>
            <w:r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</w:t>
            </w:r>
            <w:r w:rsidR="00646D91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</w:t>
            </w:r>
            <w:r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</w:t>
            </w:r>
            <w:r w:rsidR="002E6D63"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</w:t>
            </w:r>
            <w:r w:rsid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</w:t>
            </w:r>
            <w:r w:rsidR="002E6D63"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          </w:t>
            </w:r>
            <w:r w:rsidRPr="00145C38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     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Strona </w:t>
            </w:r>
            <w:r w:rsidR="00381E4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begin"/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instrText>PAGE</w:instrText>
            </w:r>
            <w:r w:rsidR="00381E4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separate"/>
            </w:r>
            <w:r w:rsidR="004444AE">
              <w:rPr>
                <w:rFonts w:ascii="Arial" w:eastAsia="Lucida Sans Unicode" w:hAnsi="Arial" w:cs="Arial"/>
                <w:noProof/>
                <w:kern w:val="1"/>
                <w:sz w:val="20"/>
                <w:szCs w:val="20"/>
              </w:rPr>
              <w:t>2</w:t>
            </w:r>
            <w:r w:rsidR="00381E4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end"/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z </w:t>
            </w:r>
            <w:r w:rsidR="00381E4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begin"/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instrText>NUMPAGES</w:instrText>
            </w:r>
            <w:r w:rsidR="00381E4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separate"/>
            </w:r>
            <w:r w:rsidR="00306C47">
              <w:rPr>
                <w:rFonts w:ascii="Arial" w:eastAsia="Lucida Sans Unicode" w:hAnsi="Arial" w:cs="Arial"/>
                <w:noProof/>
                <w:kern w:val="1"/>
                <w:sz w:val="20"/>
                <w:szCs w:val="20"/>
              </w:rPr>
              <w:t>1</w:t>
            </w:r>
            <w:r w:rsidR="00381E4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end"/>
            </w:r>
          </w:p>
        </w:sdtContent>
      </w:sdt>
    </w:sdtContent>
  </w:sdt>
  <w:p w14:paraId="6DEAEDE9" w14:textId="77777777" w:rsidR="001F489F" w:rsidRDefault="001F489F" w:rsidP="002A711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ECBBE" w14:textId="77777777" w:rsidR="004A2F36" w:rsidRPr="00425F85" w:rsidRDefault="002D3923" w:rsidP="003F0F84">
    <w:pPr>
      <w:pStyle w:val="Stopka"/>
      <w:tabs>
        <w:tab w:val="left" w:pos="1848"/>
      </w:tabs>
    </w:pPr>
    <w:r>
      <w:rPr>
        <w:noProof/>
        <w:lang w:eastAsia="pl-PL"/>
      </w:rPr>
      <w:drawing>
        <wp:inline distT="0" distB="0" distL="0" distR="0" wp14:anchorId="3B7C6733" wp14:editId="2E8FF38F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4D5C7" w14:textId="77777777" w:rsidR="00483F2D" w:rsidRDefault="00483F2D" w:rsidP="000F38F9">
      <w:pPr>
        <w:spacing w:after="0" w:line="240" w:lineRule="auto"/>
      </w:pPr>
      <w:r>
        <w:separator/>
      </w:r>
    </w:p>
  </w:footnote>
  <w:footnote w:type="continuationSeparator" w:id="0">
    <w:p w14:paraId="6D9A4BE3" w14:textId="77777777" w:rsidR="00483F2D" w:rsidRDefault="00483F2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822DE" w14:textId="77777777" w:rsidR="00F91524" w:rsidRDefault="00F91524" w:rsidP="000F38F9">
    <w:pPr>
      <w:pStyle w:val="Nagwek"/>
      <w:ind w:hanging="1134"/>
    </w:pPr>
  </w:p>
  <w:p w14:paraId="427E519A" w14:textId="77777777" w:rsidR="00F91524" w:rsidRDefault="00F915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5A898" w14:textId="77777777" w:rsidR="00F91524" w:rsidRDefault="00FC72C0" w:rsidP="004D4E7F">
    <w:pPr>
      <w:pStyle w:val="Nagwek"/>
      <w:tabs>
        <w:tab w:val="clear" w:pos="4536"/>
        <w:tab w:val="clear" w:pos="9072"/>
      </w:tabs>
      <w:ind w:hanging="426"/>
    </w:pPr>
    <w:r>
      <w:rPr>
        <w:noProof/>
        <w:sz w:val="20"/>
        <w:szCs w:val="20"/>
      </w:rPr>
      <w:pict w14:anchorId="2D01AC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2.4pt;height:70.8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5384D" w14:textId="77777777" w:rsidR="000F38F9" w:rsidRDefault="000F38F9" w:rsidP="000F38F9">
    <w:pPr>
      <w:pStyle w:val="Nagwek"/>
      <w:ind w:hanging="113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03FF7" w14:textId="77777777" w:rsidR="00FF1ACA" w:rsidRPr="002A711E" w:rsidRDefault="00FF1ACA" w:rsidP="002A71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2380F"/>
    <w:multiLevelType w:val="hybridMultilevel"/>
    <w:tmpl w:val="C07E3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53B1B"/>
    <w:multiLevelType w:val="hybridMultilevel"/>
    <w:tmpl w:val="4558D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4329A"/>
    <w:multiLevelType w:val="hybridMultilevel"/>
    <w:tmpl w:val="506A771A"/>
    <w:lvl w:ilvl="0" w:tplc="F81AC3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471C10"/>
    <w:multiLevelType w:val="hybridMultilevel"/>
    <w:tmpl w:val="0818DD80"/>
    <w:lvl w:ilvl="0" w:tplc="134A67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44CB0"/>
    <w:multiLevelType w:val="hybridMultilevel"/>
    <w:tmpl w:val="18A6F11A"/>
    <w:lvl w:ilvl="0" w:tplc="1B2A66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3A55DC"/>
    <w:multiLevelType w:val="hybridMultilevel"/>
    <w:tmpl w:val="2310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B639A"/>
    <w:multiLevelType w:val="hybridMultilevel"/>
    <w:tmpl w:val="A85413C4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 w15:restartNumberingAfterBreak="0">
    <w:nsid w:val="28086933"/>
    <w:multiLevelType w:val="hybridMultilevel"/>
    <w:tmpl w:val="B192AC2E"/>
    <w:lvl w:ilvl="0" w:tplc="D0167F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453B81"/>
    <w:multiLevelType w:val="hybridMultilevel"/>
    <w:tmpl w:val="63AC3FF2"/>
    <w:lvl w:ilvl="0" w:tplc="7FC41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57412"/>
    <w:multiLevelType w:val="hybridMultilevel"/>
    <w:tmpl w:val="8872E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181D05"/>
    <w:multiLevelType w:val="hybridMultilevel"/>
    <w:tmpl w:val="A2E81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40E12"/>
    <w:multiLevelType w:val="hybridMultilevel"/>
    <w:tmpl w:val="AEDA575A"/>
    <w:lvl w:ilvl="0" w:tplc="B2A6178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F3AD3"/>
    <w:multiLevelType w:val="multilevel"/>
    <w:tmpl w:val="7484669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09849AF"/>
    <w:multiLevelType w:val="hybridMultilevel"/>
    <w:tmpl w:val="A2201BE4"/>
    <w:lvl w:ilvl="0" w:tplc="70EA602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22531F"/>
    <w:multiLevelType w:val="hybridMultilevel"/>
    <w:tmpl w:val="143C7E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9B3191"/>
    <w:multiLevelType w:val="hybridMultilevel"/>
    <w:tmpl w:val="ACC0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63245"/>
    <w:multiLevelType w:val="hybridMultilevel"/>
    <w:tmpl w:val="655AA522"/>
    <w:lvl w:ilvl="0" w:tplc="F81AC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31589"/>
    <w:multiLevelType w:val="hybridMultilevel"/>
    <w:tmpl w:val="A71A2E8A"/>
    <w:lvl w:ilvl="0" w:tplc="B9905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9448F"/>
    <w:multiLevelType w:val="hybridMultilevel"/>
    <w:tmpl w:val="E3CA6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13B7C"/>
    <w:multiLevelType w:val="hybridMultilevel"/>
    <w:tmpl w:val="84F07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528BD"/>
    <w:multiLevelType w:val="hybridMultilevel"/>
    <w:tmpl w:val="E1AC27E4"/>
    <w:lvl w:ilvl="0" w:tplc="AD460BE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145CD"/>
    <w:multiLevelType w:val="hybridMultilevel"/>
    <w:tmpl w:val="07CA3378"/>
    <w:lvl w:ilvl="0" w:tplc="F81AC3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F6D1A"/>
    <w:multiLevelType w:val="hybridMultilevel"/>
    <w:tmpl w:val="8B20C976"/>
    <w:lvl w:ilvl="0" w:tplc="6834030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03DED"/>
    <w:multiLevelType w:val="hybridMultilevel"/>
    <w:tmpl w:val="F0FEC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B6F85"/>
    <w:multiLevelType w:val="hybridMultilevel"/>
    <w:tmpl w:val="A2E81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30B64"/>
    <w:multiLevelType w:val="hybridMultilevel"/>
    <w:tmpl w:val="D4F43D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394A56"/>
    <w:multiLevelType w:val="hybridMultilevel"/>
    <w:tmpl w:val="1D104C6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021628F"/>
    <w:multiLevelType w:val="hybridMultilevel"/>
    <w:tmpl w:val="94202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A6949"/>
    <w:multiLevelType w:val="hybridMultilevel"/>
    <w:tmpl w:val="4866ED44"/>
    <w:lvl w:ilvl="0" w:tplc="1136B50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625FF"/>
    <w:multiLevelType w:val="hybridMultilevel"/>
    <w:tmpl w:val="17DCA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421D0"/>
    <w:multiLevelType w:val="singleLevel"/>
    <w:tmpl w:val="BA7EE97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</w:abstractNum>
  <w:abstractNum w:abstractNumId="31" w15:restartNumberingAfterBreak="0">
    <w:nsid w:val="773912A8"/>
    <w:multiLevelType w:val="hybridMultilevel"/>
    <w:tmpl w:val="8520C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74198"/>
    <w:multiLevelType w:val="multilevel"/>
    <w:tmpl w:val="6D56F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C010D9A"/>
    <w:multiLevelType w:val="hybridMultilevel"/>
    <w:tmpl w:val="DE981E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918055860">
    <w:abstractNumId w:val="28"/>
  </w:num>
  <w:num w:numId="2" w16cid:durableId="245772992">
    <w:abstractNumId w:val="17"/>
  </w:num>
  <w:num w:numId="3" w16cid:durableId="241137230">
    <w:abstractNumId w:val="30"/>
    <w:lvlOverride w:ilvl="0">
      <w:startOverride w:val="1"/>
    </w:lvlOverride>
  </w:num>
  <w:num w:numId="4" w16cid:durableId="888423816">
    <w:abstractNumId w:val="30"/>
  </w:num>
  <w:num w:numId="5" w16cid:durableId="1531644185">
    <w:abstractNumId w:val="29"/>
  </w:num>
  <w:num w:numId="6" w16cid:durableId="1442381956">
    <w:abstractNumId w:val="3"/>
  </w:num>
  <w:num w:numId="7" w16cid:durableId="366879958">
    <w:abstractNumId w:val="7"/>
  </w:num>
  <w:num w:numId="8" w16cid:durableId="1105492096">
    <w:abstractNumId w:val="1"/>
  </w:num>
  <w:num w:numId="9" w16cid:durableId="1778213184">
    <w:abstractNumId w:val="14"/>
  </w:num>
  <w:num w:numId="10" w16cid:durableId="644314894">
    <w:abstractNumId w:val="22"/>
  </w:num>
  <w:num w:numId="11" w16cid:durableId="687870861">
    <w:abstractNumId w:val="25"/>
  </w:num>
  <w:num w:numId="12" w16cid:durableId="1093549392">
    <w:abstractNumId w:val="6"/>
  </w:num>
  <w:num w:numId="13" w16cid:durableId="1931037965">
    <w:abstractNumId w:val="2"/>
  </w:num>
  <w:num w:numId="14" w16cid:durableId="709455895">
    <w:abstractNumId w:val="21"/>
  </w:num>
  <w:num w:numId="15" w16cid:durableId="32311055">
    <w:abstractNumId w:val="18"/>
  </w:num>
  <w:num w:numId="16" w16cid:durableId="159347519">
    <w:abstractNumId w:val="12"/>
  </w:num>
  <w:num w:numId="17" w16cid:durableId="391580048">
    <w:abstractNumId w:val="32"/>
  </w:num>
  <w:num w:numId="18" w16cid:durableId="551815558">
    <w:abstractNumId w:val="16"/>
  </w:num>
  <w:num w:numId="19" w16cid:durableId="2024627631">
    <w:abstractNumId w:val="11"/>
  </w:num>
  <w:num w:numId="20" w16cid:durableId="989484351">
    <w:abstractNumId w:val="5"/>
  </w:num>
  <w:num w:numId="21" w16cid:durableId="331836836">
    <w:abstractNumId w:val="4"/>
  </w:num>
  <w:num w:numId="22" w16cid:durableId="2104689600">
    <w:abstractNumId w:val="13"/>
  </w:num>
  <w:num w:numId="23" w16cid:durableId="2038044891">
    <w:abstractNumId w:val="31"/>
  </w:num>
  <w:num w:numId="24" w16cid:durableId="942150464">
    <w:abstractNumId w:val="24"/>
  </w:num>
  <w:num w:numId="25" w16cid:durableId="564487553">
    <w:abstractNumId w:val="10"/>
  </w:num>
  <w:num w:numId="26" w16cid:durableId="20544986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9546263">
    <w:abstractNumId w:val="20"/>
  </w:num>
  <w:num w:numId="28" w16cid:durableId="1423913395">
    <w:abstractNumId w:val="23"/>
  </w:num>
  <w:num w:numId="29" w16cid:durableId="1728798531">
    <w:abstractNumId w:val="33"/>
  </w:num>
  <w:num w:numId="30" w16cid:durableId="1791778347">
    <w:abstractNumId w:val="26"/>
  </w:num>
  <w:num w:numId="31" w16cid:durableId="1382635553">
    <w:abstractNumId w:val="0"/>
  </w:num>
  <w:num w:numId="32" w16cid:durableId="1004360318">
    <w:abstractNumId w:val="15"/>
  </w:num>
  <w:num w:numId="33" w16cid:durableId="1910187059">
    <w:abstractNumId w:val="19"/>
  </w:num>
  <w:num w:numId="34" w16cid:durableId="1809082890">
    <w:abstractNumId w:val="8"/>
  </w:num>
  <w:num w:numId="35" w16cid:durableId="157551176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140"/>
    <w:rsid w:val="0000735B"/>
    <w:rsid w:val="00010A42"/>
    <w:rsid w:val="00015345"/>
    <w:rsid w:val="00015409"/>
    <w:rsid w:val="0002490C"/>
    <w:rsid w:val="00031ADD"/>
    <w:rsid w:val="00037C21"/>
    <w:rsid w:val="000A2A79"/>
    <w:rsid w:val="000A7CE6"/>
    <w:rsid w:val="000B7F99"/>
    <w:rsid w:val="000F3813"/>
    <w:rsid w:val="000F38F9"/>
    <w:rsid w:val="000F5966"/>
    <w:rsid w:val="000F6CE1"/>
    <w:rsid w:val="00104668"/>
    <w:rsid w:val="00107CA4"/>
    <w:rsid w:val="001171FC"/>
    <w:rsid w:val="00122A80"/>
    <w:rsid w:val="001404C0"/>
    <w:rsid w:val="001420D8"/>
    <w:rsid w:val="00145C38"/>
    <w:rsid w:val="00152CA5"/>
    <w:rsid w:val="00152CE1"/>
    <w:rsid w:val="00156006"/>
    <w:rsid w:val="001569A8"/>
    <w:rsid w:val="00157E7C"/>
    <w:rsid w:val="001662A8"/>
    <w:rsid w:val="00175D69"/>
    <w:rsid w:val="001766D0"/>
    <w:rsid w:val="001A12FD"/>
    <w:rsid w:val="001A70B6"/>
    <w:rsid w:val="001C7C10"/>
    <w:rsid w:val="001D019B"/>
    <w:rsid w:val="001E5D3D"/>
    <w:rsid w:val="001F489F"/>
    <w:rsid w:val="002078CB"/>
    <w:rsid w:val="00221F98"/>
    <w:rsid w:val="00225414"/>
    <w:rsid w:val="00230B58"/>
    <w:rsid w:val="0024534D"/>
    <w:rsid w:val="00247EA6"/>
    <w:rsid w:val="00272E7F"/>
    <w:rsid w:val="00276B1E"/>
    <w:rsid w:val="00276F15"/>
    <w:rsid w:val="002778B4"/>
    <w:rsid w:val="002A2117"/>
    <w:rsid w:val="002A466A"/>
    <w:rsid w:val="002A711E"/>
    <w:rsid w:val="002B6AC4"/>
    <w:rsid w:val="002C018D"/>
    <w:rsid w:val="002C28AF"/>
    <w:rsid w:val="002D0D61"/>
    <w:rsid w:val="002D3923"/>
    <w:rsid w:val="002E195E"/>
    <w:rsid w:val="002E6D63"/>
    <w:rsid w:val="002F3587"/>
    <w:rsid w:val="00306C47"/>
    <w:rsid w:val="0031184D"/>
    <w:rsid w:val="00311BAA"/>
    <w:rsid w:val="00312124"/>
    <w:rsid w:val="00312D02"/>
    <w:rsid w:val="00314912"/>
    <w:rsid w:val="003149CE"/>
    <w:rsid w:val="00342586"/>
    <w:rsid w:val="00350DC0"/>
    <w:rsid w:val="0036064B"/>
    <w:rsid w:val="0036229F"/>
    <w:rsid w:val="00364C9A"/>
    <w:rsid w:val="003714E9"/>
    <w:rsid w:val="00381E48"/>
    <w:rsid w:val="00383FDD"/>
    <w:rsid w:val="003874CC"/>
    <w:rsid w:val="00390E4A"/>
    <w:rsid w:val="00393829"/>
    <w:rsid w:val="0039391A"/>
    <w:rsid w:val="003A5B29"/>
    <w:rsid w:val="003B067F"/>
    <w:rsid w:val="003B53EB"/>
    <w:rsid w:val="003D1CB8"/>
    <w:rsid w:val="003F0F84"/>
    <w:rsid w:val="003F14C8"/>
    <w:rsid w:val="00403DA3"/>
    <w:rsid w:val="004200CE"/>
    <w:rsid w:val="00425F85"/>
    <w:rsid w:val="004266F6"/>
    <w:rsid w:val="004444AE"/>
    <w:rsid w:val="004526A4"/>
    <w:rsid w:val="00460388"/>
    <w:rsid w:val="004659BA"/>
    <w:rsid w:val="00474F05"/>
    <w:rsid w:val="00476E20"/>
    <w:rsid w:val="00483F2D"/>
    <w:rsid w:val="00487428"/>
    <w:rsid w:val="004959AC"/>
    <w:rsid w:val="004A0A9E"/>
    <w:rsid w:val="004A2F36"/>
    <w:rsid w:val="004D10EB"/>
    <w:rsid w:val="004E165F"/>
    <w:rsid w:val="004E3503"/>
    <w:rsid w:val="004E4FFF"/>
    <w:rsid w:val="004F5992"/>
    <w:rsid w:val="004F7934"/>
    <w:rsid w:val="005212EF"/>
    <w:rsid w:val="00522C1A"/>
    <w:rsid w:val="00525C03"/>
    <w:rsid w:val="0054706A"/>
    <w:rsid w:val="0054781B"/>
    <w:rsid w:val="00557FD4"/>
    <w:rsid w:val="0056409B"/>
    <w:rsid w:val="00571A18"/>
    <w:rsid w:val="005801D8"/>
    <w:rsid w:val="005934FB"/>
    <w:rsid w:val="005A11B9"/>
    <w:rsid w:val="005A607B"/>
    <w:rsid w:val="005A6C5D"/>
    <w:rsid w:val="005B1538"/>
    <w:rsid w:val="005C7609"/>
    <w:rsid w:val="005E0633"/>
    <w:rsid w:val="005E1CC4"/>
    <w:rsid w:val="005E65E4"/>
    <w:rsid w:val="005F1E03"/>
    <w:rsid w:val="005F1F9D"/>
    <w:rsid w:val="005F4F3B"/>
    <w:rsid w:val="00603994"/>
    <w:rsid w:val="00604F4F"/>
    <w:rsid w:val="00607789"/>
    <w:rsid w:val="0062060B"/>
    <w:rsid w:val="0062316B"/>
    <w:rsid w:val="00624112"/>
    <w:rsid w:val="00626F39"/>
    <w:rsid w:val="00633F2F"/>
    <w:rsid w:val="00635CA5"/>
    <w:rsid w:val="00646D91"/>
    <w:rsid w:val="00653CC7"/>
    <w:rsid w:val="006657C0"/>
    <w:rsid w:val="00671689"/>
    <w:rsid w:val="00696E74"/>
    <w:rsid w:val="006A10CE"/>
    <w:rsid w:val="006B69F9"/>
    <w:rsid w:val="00700C6B"/>
    <w:rsid w:val="00705E77"/>
    <w:rsid w:val="00706205"/>
    <w:rsid w:val="0070775F"/>
    <w:rsid w:val="00721AE7"/>
    <w:rsid w:val="00727D6D"/>
    <w:rsid w:val="00742301"/>
    <w:rsid w:val="007433DE"/>
    <w:rsid w:val="00745358"/>
    <w:rsid w:val="0075095D"/>
    <w:rsid w:val="007618F6"/>
    <w:rsid w:val="00762D7D"/>
    <w:rsid w:val="00763656"/>
    <w:rsid w:val="0077340B"/>
    <w:rsid w:val="007876CB"/>
    <w:rsid w:val="007962BE"/>
    <w:rsid w:val="007A0422"/>
    <w:rsid w:val="007A7CFB"/>
    <w:rsid w:val="007A7EBB"/>
    <w:rsid w:val="007B5595"/>
    <w:rsid w:val="007C3E75"/>
    <w:rsid w:val="007D7C22"/>
    <w:rsid w:val="007E02E8"/>
    <w:rsid w:val="007E28EB"/>
    <w:rsid w:val="007F1A4C"/>
    <w:rsid w:val="007F34D7"/>
    <w:rsid w:val="008053E2"/>
    <w:rsid w:val="00812CEA"/>
    <w:rsid w:val="00825600"/>
    <w:rsid w:val="0083436A"/>
    <w:rsid w:val="00834475"/>
    <w:rsid w:val="00843CB2"/>
    <w:rsid w:val="0085274A"/>
    <w:rsid w:val="008579FC"/>
    <w:rsid w:val="0086633E"/>
    <w:rsid w:val="00885A7B"/>
    <w:rsid w:val="008B3F0D"/>
    <w:rsid w:val="008B6E97"/>
    <w:rsid w:val="008B7034"/>
    <w:rsid w:val="008C32D3"/>
    <w:rsid w:val="008D4856"/>
    <w:rsid w:val="008D5765"/>
    <w:rsid w:val="008D77DE"/>
    <w:rsid w:val="008F6635"/>
    <w:rsid w:val="00912529"/>
    <w:rsid w:val="009301BF"/>
    <w:rsid w:val="0094254F"/>
    <w:rsid w:val="0094414D"/>
    <w:rsid w:val="00951C0C"/>
    <w:rsid w:val="00954DB2"/>
    <w:rsid w:val="00961420"/>
    <w:rsid w:val="0096370D"/>
    <w:rsid w:val="00972D1F"/>
    <w:rsid w:val="00985996"/>
    <w:rsid w:val="009949ED"/>
    <w:rsid w:val="009A4215"/>
    <w:rsid w:val="009D7088"/>
    <w:rsid w:val="009E5CA9"/>
    <w:rsid w:val="009F7301"/>
    <w:rsid w:val="00A00F6D"/>
    <w:rsid w:val="00A01259"/>
    <w:rsid w:val="00A110C1"/>
    <w:rsid w:val="00A20FE6"/>
    <w:rsid w:val="00A31B45"/>
    <w:rsid w:val="00A34195"/>
    <w:rsid w:val="00A44A93"/>
    <w:rsid w:val="00A61034"/>
    <w:rsid w:val="00A61476"/>
    <w:rsid w:val="00A66F4C"/>
    <w:rsid w:val="00A9313E"/>
    <w:rsid w:val="00AC5126"/>
    <w:rsid w:val="00AD02D0"/>
    <w:rsid w:val="00AD23B2"/>
    <w:rsid w:val="00AE1E84"/>
    <w:rsid w:val="00AE29F9"/>
    <w:rsid w:val="00AF0B90"/>
    <w:rsid w:val="00B04A74"/>
    <w:rsid w:val="00B30ED1"/>
    <w:rsid w:val="00B32112"/>
    <w:rsid w:val="00B42C29"/>
    <w:rsid w:val="00B502B2"/>
    <w:rsid w:val="00B564F7"/>
    <w:rsid w:val="00B86EF5"/>
    <w:rsid w:val="00B90963"/>
    <w:rsid w:val="00B977DC"/>
    <w:rsid w:val="00BB4BF1"/>
    <w:rsid w:val="00BC0A4D"/>
    <w:rsid w:val="00BC407A"/>
    <w:rsid w:val="00BD053E"/>
    <w:rsid w:val="00BD3529"/>
    <w:rsid w:val="00BF3FA5"/>
    <w:rsid w:val="00C106CC"/>
    <w:rsid w:val="00C1487B"/>
    <w:rsid w:val="00C15964"/>
    <w:rsid w:val="00C15C8B"/>
    <w:rsid w:val="00C16A20"/>
    <w:rsid w:val="00C26E14"/>
    <w:rsid w:val="00C54169"/>
    <w:rsid w:val="00C55E26"/>
    <w:rsid w:val="00C6044D"/>
    <w:rsid w:val="00C62305"/>
    <w:rsid w:val="00C6481C"/>
    <w:rsid w:val="00C80E61"/>
    <w:rsid w:val="00C816F9"/>
    <w:rsid w:val="00C86140"/>
    <w:rsid w:val="00C95861"/>
    <w:rsid w:val="00CB11EA"/>
    <w:rsid w:val="00CB6E87"/>
    <w:rsid w:val="00CE2B26"/>
    <w:rsid w:val="00CE6DB4"/>
    <w:rsid w:val="00CF136F"/>
    <w:rsid w:val="00CF306C"/>
    <w:rsid w:val="00D06763"/>
    <w:rsid w:val="00D16970"/>
    <w:rsid w:val="00D173B8"/>
    <w:rsid w:val="00D214E7"/>
    <w:rsid w:val="00D24B4F"/>
    <w:rsid w:val="00D26CC4"/>
    <w:rsid w:val="00D3112D"/>
    <w:rsid w:val="00D32B28"/>
    <w:rsid w:val="00D401B3"/>
    <w:rsid w:val="00D47B4A"/>
    <w:rsid w:val="00D556EF"/>
    <w:rsid w:val="00D60091"/>
    <w:rsid w:val="00D856D4"/>
    <w:rsid w:val="00D94542"/>
    <w:rsid w:val="00D971E8"/>
    <w:rsid w:val="00DC45B4"/>
    <w:rsid w:val="00DE3A1E"/>
    <w:rsid w:val="00DF480A"/>
    <w:rsid w:val="00E01498"/>
    <w:rsid w:val="00E142A0"/>
    <w:rsid w:val="00E1523D"/>
    <w:rsid w:val="00E1684D"/>
    <w:rsid w:val="00E37929"/>
    <w:rsid w:val="00E37B5E"/>
    <w:rsid w:val="00E40E5E"/>
    <w:rsid w:val="00E43B06"/>
    <w:rsid w:val="00E5354F"/>
    <w:rsid w:val="00E56B1F"/>
    <w:rsid w:val="00E61A00"/>
    <w:rsid w:val="00E63868"/>
    <w:rsid w:val="00E732DF"/>
    <w:rsid w:val="00E73E43"/>
    <w:rsid w:val="00E7702F"/>
    <w:rsid w:val="00E96DB8"/>
    <w:rsid w:val="00EB38F2"/>
    <w:rsid w:val="00EC3AC1"/>
    <w:rsid w:val="00EE0402"/>
    <w:rsid w:val="00EE306C"/>
    <w:rsid w:val="00EE7BA2"/>
    <w:rsid w:val="00EF1C21"/>
    <w:rsid w:val="00F06512"/>
    <w:rsid w:val="00F07CC6"/>
    <w:rsid w:val="00F27D06"/>
    <w:rsid w:val="00F318C7"/>
    <w:rsid w:val="00F31C60"/>
    <w:rsid w:val="00F37E05"/>
    <w:rsid w:val="00F42D0D"/>
    <w:rsid w:val="00F72EAE"/>
    <w:rsid w:val="00F91524"/>
    <w:rsid w:val="00FA3873"/>
    <w:rsid w:val="00FB758E"/>
    <w:rsid w:val="00FC72C0"/>
    <w:rsid w:val="00FD77C4"/>
    <w:rsid w:val="00FF1ACA"/>
    <w:rsid w:val="00FF3A71"/>
    <w:rsid w:val="00FF54F5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  <w14:docId w14:val="2CA76ECF"/>
  <w15:docId w15:val="{B6C42D70-4A16-42F1-A075-FABA0040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6481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91524"/>
    <w:pPr>
      <w:keepNext/>
      <w:tabs>
        <w:tab w:val="num" w:pos="1004"/>
      </w:tabs>
      <w:spacing w:before="240" w:after="120" w:line="240" w:lineRule="auto"/>
      <w:ind w:left="716" w:hanging="432"/>
      <w:jc w:val="both"/>
      <w:outlineLvl w:val="1"/>
    </w:pPr>
    <w:rPr>
      <w:rFonts w:ascii="Cambria" w:eastAsia="Times New Roman" w:hAnsi="Cambria" w:cs="Arial"/>
      <w:b/>
      <w:bCs/>
      <w:iCs/>
      <w:cap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91524"/>
    <w:pPr>
      <w:keepNext/>
      <w:numPr>
        <w:ilvl w:val="2"/>
        <w:numId w:val="16"/>
      </w:numPr>
      <w:tabs>
        <w:tab w:val="num" w:pos="2138"/>
      </w:tabs>
      <w:spacing w:before="240" w:after="60" w:line="240" w:lineRule="auto"/>
      <w:ind w:left="1922" w:hanging="504"/>
      <w:jc w:val="both"/>
      <w:outlineLvl w:val="2"/>
    </w:pPr>
    <w:rPr>
      <w:rFonts w:ascii="Cambria" w:eastAsia="Times New Roman" w:hAnsi="Cambria" w:cs="Arial"/>
      <w:b/>
      <w:bCs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C6481C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aliases w:val="Obiekt,List Paragraph1,BulletC,normalny tekst,Wyliczanie,Numerowanie,Akapit z listą31,Bullets,Akapit z listą3,Akapit z listą2,Akapit z listą4,Z lewej:  0,63 cm,Wysunięcie:  0,Akapit z listą11,Akapit z listą1,Liste à puces retrait droite"/>
    <w:basedOn w:val="Normalny"/>
    <w:link w:val="AkapitzlistZnak"/>
    <w:uiPriority w:val="34"/>
    <w:qFormat/>
    <w:rsid w:val="00C6481C"/>
    <w:pPr>
      <w:ind w:left="720"/>
      <w:contextualSpacing/>
    </w:pPr>
    <w:rPr>
      <w:rFonts w:cs="Calibri"/>
    </w:rPr>
  </w:style>
  <w:style w:type="character" w:customStyle="1" w:styleId="AkapitzlistZnak">
    <w:name w:val="Akapit z listą Znak"/>
    <w:aliases w:val="Obiekt Znak,List Paragraph1 Znak,BulletC Znak,normalny tekst Znak,Wyliczanie Znak,Numerowanie Znak,Akapit z listą31 Znak,Bullets Znak,Akapit z listą3 Znak,Akapit z listą2 Znak,Akapit z listą4 Znak,Z lewej:  0 Znak,63 cm Znak"/>
    <w:link w:val="Akapitzlist"/>
    <w:uiPriority w:val="34"/>
    <w:qFormat/>
    <w:rsid w:val="00364C9A"/>
    <w:rPr>
      <w:rFonts w:cs="Calibri"/>
      <w:sz w:val="22"/>
      <w:szCs w:val="22"/>
      <w:lang w:eastAsia="en-US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C16A2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C16A20"/>
    <w:rPr>
      <w:rFonts w:ascii="Times New Roman" w:eastAsia="Times New Roman" w:hAnsi="Times New Roman"/>
      <w:sz w:val="24"/>
    </w:rPr>
  </w:style>
  <w:style w:type="character" w:customStyle="1" w:styleId="txt14redb">
    <w:name w:val="txt14red_b"/>
    <w:basedOn w:val="Domylnaczcionkaakapitu"/>
    <w:rsid w:val="00C16A20"/>
  </w:style>
  <w:style w:type="character" w:customStyle="1" w:styleId="lrzxr">
    <w:name w:val="lrzxr"/>
    <w:basedOn w:val="Domylnaczcionkaakapitu"/>
    <w:rsid w:val="00C16A20"/>
  </w:style>
  <w:style w:type="character" w:customStyle="1" w:styleId="Nagwek2Znak">
    <w:name w:val="Nagłówek 2 Znak"/>
    <w:basedOn w:val="Domylnaczcionkaakapitu"/>
    <w:link w:val="Nagwek2"/>
    <w:rsid w:val="00F91524"/>
    <w:rPr>
      <w:rFonts w:ascii="Cambria" w:eastAsia="Times New Roman" w:hAnsi="Cambria" w:cs="Arial"/>
      <w:b/>
      <w:bCs/>
      <w:iCs/>
      <w:cap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rsid w:val="00F91524"/>
    <w:rPr>
      <w:rFonts w:ascii="Cambria" w:eastAsia="Times New Roman" w:hAnsi="Cambria" w:cs="Arial"/>
      <w:b/>
      <w:bCs/>
      <w:sz w:val="22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F91524"/>
  </w:style>
  <w:style w:type="paragraph" w:styleId="Tekstpodstawowy">
    <w:name w:val="Body Text"/>
    <w:basedOn w:val="Normalny"/>
    <w:link w:val="TekstpodstawowyZnak"/>
    <w:semiHidden/>
    <w:rsid w:val="00F91524"/>
    <w:pPr>
      <w:spacing w:after="0" w:line="240" w:lineRule="auto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1524"/>
    <w:rPr>
      <w:rFonts w:ascii="Times New Roman" w:eastAsia="Times New Roman" w:hAnsi="Times New Roman"/>
      <w:i/>
      <w:sz w:val="24"/>
    </w:rPr>
  </w:style>
  <w:style w:type="paragraph" w:customStyle="1" w:styleId="Default">
    <w:name w:val="Default"/>
    <w:rsid w:val="00F915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F91524"/>
    <w:rPr>
      <w:i/>
      <w:iCs/>
    </w:rPr>
  </w:style>
  <w:style w:type="paragraph" w:styleId="Legenda">
    <w:name w:val="caption"/>
    <w:basedOn w:val="Normalny"/>
    <w:next w:val="Normalny"/>
    <w:autoRedefine/>
    <w:uiPriority w:val="35"/>
    <w:unhideWhenUsed/>
    <w:qFormat/>
    <w:rsid w:val="00F91524"/>
    <w:pPr>
      <w:spacing w:after="0" w:line="240" w:lineRule="auto"/>
      <w:jc w:val="both"/>
    </w:pPr>
    <w:rPr>
      <w:i/>
      <w:iCs/>
      <w:sz w:val="18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F91524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1524"/>
    <w:pPr>
      <w:spacing w:after="0" w:line="240" w:lineRule="auto"/>
      <w:jc w:val="both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F9152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F91524"/>
    <w:rPr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52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91524"/>
    <w:rPr>
      <w:b/>
      <w:bCs/>
      <w:lang w:eastAsia="en-US"/>
    </w:rPr>
  </w:style>
  <w:style w:type="character" w:styleId="Pogrubienie">
    <w:name w:val="Strong"/>
    <w:uiPriority w:val="22"/>
    <w:qFormat/>
    <w:rsid w:val="00F91524"/>
    <w:rPr>
      <w:b/>
      <w:bCs/>
    </w:rPr>
  </w:style>
  <w:style w:type="character" w:customStyle="1" w:styleId="xbe">
    <w:name w:val="_xbe"/>
    <w:basedOn w:val="Domylnaczcionkaakapitu"/>
    <w:rsid w:val="00F91524"/>
  </w:style>
  <w:style w:type="paragraph" w:customStyle="1" w:styleId="Normalny1">
    <w:name w:val="Normalny1"/>
    <w:basedOn w:val="Normalny"/>
    <w:next w:val="Normalny"/>
    <w:rsid w:val="00F9152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alb">
    <w:name w:val="a_lb"/>
    <w:rsid w:val="00F91524"/>
  </w:style>
  <w:style w:type="character" w:styleId="Odwoaniedokomentarza">
    <w:name w:val="annotation reference"/>
    <w:uiPriority w:val="99"/>
    <w:semiHidden/>
    <w:unhideWhenUsed/>
    <w:rsid w:val="00F91524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F9152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F91524"/>
  </w:style>
  <w:style w:type="character" w:styleId="UyteHipercze">
    <w:name w:val="FollowedHyperlink"/>
    <w:uiPriority w:val="99"/>
    <w:semiHidden/>
    <w:unhideWhenUsed/>
    <w:rsid w:val="00F91524"/>
    <w:rPr>
      <w:color w:val="954F72"/>
      <w:u w:val="single"/>
    </w:rPr>
  </w:style>
  <w:style w:type="paragraph" w:customStyle="1" w:styleId="msonormal0">
    <w:name w:val="msonormal"/>
    <w:basedOn w:val="Normalny"/>
    <w:rsid w:val="00F915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F91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4">
    <w:name w:val="xl64"/>
    <w:basedOn w:val="Normalny"/>
    <w:rsid w:val="00F91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F9152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91524"/>
    <w:pPr>
      <w:widowControl w:val="0"/>
      <w:autoSpaceDE w:val="0"/>
      <w:autoSpaceDN w:val="0"/>
      <w:spacing w:before="28" w:after="0" w:line="252" w:lineRule="exact"/>
      <w:ind w:left="69"/>
    </w:pPr>
    <w:rPr>
      <w:rFonts w:cs="Calibri"/>
    </w:rPr>
  </w:style>
  <w:style w:type="table" w:customStyle="1" w:styleId="TableNormal1">
    <w:name w:val="Table Normal1"/>
    <w:uiPriority w:val="2"/>
    <w:semiHidden/>
    <w:unhideWhenUsed/>
    <w:qFormat/>
    <w:rsid w:val="00F9152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jedraszek\Ustawienia%20lokalne\Temporary%20Internet%20Files\Content.Outlook\PJW9HAFS\RDOS_Gda&#324;sk_WOO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9809-8357-48FE-AE51-2EFFCAF6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RDOS_Gdańsk_WOOŚ</Template>
  <TotalTime>95</TotalTime>
  <Pages>6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Marta Radwańska</cp:lastModifiedBy>
  <cp:revision>24</cp:revision>
  <cp:lastPrinted>2024-10-09T07:58:00Z</cp:lastPrinted>
  <dcterms:created xsi:type="dcterms:W3CDTF">2023-11-27T14:45:00Z</dcterms:created>
  <dcterms:modified xsi:type="dcterms:W3CDTF">2024-10-09T13:22:00Z</dcterms:modified>
</cp:coreProperties>
</file>