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31D" w:rsidRDefault="0074131D" w:rsidP="00064B69">
      <w:pPr>
        <w:jc w:val="right"/>
        <w:rPr>
          <w:rFonts w:ascii="Arial Narrow" w:hAnsi="Arial Narrow" w:cs="Arial"/>
          <w:sz w:val="20"/>
          <w:szCs w:val="20"/>
        </w:rPr>
      </w:pPr>
      <w:r w:rsidRPr="00E4325F">
        <w:rPr>
          <w:rFonts w:ascii="Arial Narrow" w:hAnsi="Arial Narrow" w:cs="Arial"/>
          <w:sz w:val="20"/>
          <w:szCs w:val="20"/>
        </w:rPr>
        <w:t>Załącznik nr 2 do ogłoszenia o sprzedaży na surowce wtórne</w:t>
      </w:r>
    </w:p>
    <w:p w:rsidR="00E4325F" w:rsidRDefault="00E4325F" w:rsidP="00A128EA">
      <w:pPr>
        <w:spacing w:line="264" w:lineRule="auto"/>
        <w:rPr>
          <w:rFonts w:ascii="Arial Narrow" w:hAnsi="Arial Narrow" w:cs="Arial"/>
          <w:sz w:val="20"/>
          <w:szCs w:val="20"/>
        </w:rPr>
      </w:pPr>
    </w:p>
    <w:p w:rsidR="00064B69" w:rsidRPr="00E4325F" w:rsidRDefault="00064B69" w:rsidP="00A128EA">
      <w:pPr>
        <w:spacing w:line="264" w:lineRule="auto"/>
        <w:rPr>
          <w:rFonts w:ascii="Arial Narrow" w:hAnsi="Arial Narrow" w:cs="Arial"/>
          <w:sz w:val="20"/>
          <w:szCs w:val="20"/>
        </w:rPr>
      </w:pPr>
      <w:bookmarkStart w:id="0" w:name="_GoBack"/>
      <w:bookmarkEnd w:id="0"/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DANE WYKONAWCY</w:t>
      </w: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Nazwa …………………………………………………………………………………………………….</w:t>
      </w: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Adres ………………………………………………………………………………………………………</w:t>
      </w: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</w:p>
    <w:p w:rsidR="0074131D" w:rsidRPr="00064B69" w:rsidRDefault="0074131D" w:rsidP="00A128EA">
      <w:pPr>
        <w:spacing w:line="264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</w:rPr>
        <w:t xml:space="preserve">NIP………………………………………… </w:t>
      </w:r>
      <w:r w:rsidRPr="00064B69">
        <w:rPr>
          <w:rFonts w:ascii="Arial Narrow" w:hAnsi="Arial Narrow" w:cs="Arial"/>
          <w:lang w:val="en-GB"/>
        </w:rPr>
        <w:t>REGON…………………………………………………….</w:t>
      </w:r>
    </w:p>
    <w:p w:rsidR="0074131D" w:rsidRPr="00064B69" w:rsidRDefault="0074131D" w:rsidP="00A128EA">
      <w:pPr>
        <w:spacing w:line="264" w:lineRule="auto"/>
        <w:rPr>
          <w:rFonts w:ascii="Arial Narrow" w:hAnsi="Arial Narrow" w:cs="Arial"/>
          <w:lang w:val="en-GB"/>
        </w:rPr>
      </w:pPr>
    </w:p>
    <w:p w:rsidR="0074131D" w:rsidRPr="00064B69" w:rsidRDefault="0074131D" w:rsidP="00A128EA">
      <w:pPr>
        <w:spacing w:line="264" w:lineRule="auto"/>
        <w:rPr>
          <w:rFonts w:ascii="Arial Narrow" w:hAnsi="Arial Narrow" w:cs="Arial"/>
          <w:lang w:val="en-GB"/>
        </w:rPr>
      </w:pPr>
      <w:r w:rsidRPr="00064B69">
        <w:rPr>
          <w:rFonts w:ascii="Arial Narrow" w:hAnsi="Arial Narrow" w:cs="Arial"/>
          <w:lang w:val="en-GB"/>
        </w:rPr>
        <w:t>Tel …………………………………………… FAX ……………………………………………………..</w:t>
      </w:r>
    </w:p>
    <w:p w:rsidR="0074131D" w:rsidRPr="00064B69" w:rsidRDefault="0074131D" w:rsidP="00A128EA">
      <w:pPr>
        <w:spacing w:line="264" w:lineRule="auto"/>
        <w:rPr>
          <w:rFonts w:ascii="Arial Narrow" w:hAnsi="Arial Narrow" w:cs="Arial"/>
          <w:lang w:val="en-GB"/>
        </w:rPr>
      </w:pPr>
    </w:p>
    <w:p w:rsidR="0074131D" w:rsidRPr="00064B69" w:rsidRDefault="0074131D" w:rsidP="00A128EA">
      <w:pPr>
        <w:spacing w:line="264" w:lineRule="auto"/>
        <w:rPr>
          <w:rFonts w:ascii="Arial Narrow" w:hAnsi="Arial Narrow" w:cs="Arial"/>
          <w:lang w:val="en-GB"/>
        </w:rPr>
      </w:pPr>
      <w:r w:rsidRPr="00064B69">
        <w:rPr>
          <w:rFonts w:ascii="Arial Narrow" w:hAnsi="Arial Narrow" w:cs="Arial"/>
          <w:lang w:val="en-GB"/>
        </w:rPr>
        <w:t>e-mail ……………………………………………………………………………………………………..</w:t>
      </w:r>
    </w:p>
    <w:p w:rsidR="0074131D" w:rsidRPr="00064B69" w:rsidRDefault="0074131D" w:rsidP="00A128EA">
      <w:pPr>
        <w:spacing w:line="264" w:lineRule="auto"/>
        <w:rPr>
          <w:rFonts w:ascii="Arial Narrow" w:hAnsi="Arial Narrow" w:cs="Arial"/>
          <w:lang w:val="en-GB"/>
        </w:rPr>
      </w:pPr>
    </w:p>
    <w:p w:rsidR="0056625D" w:rsidRPr="00064B69" w:rsidRDefault="0056625D" w:rsidP="00A128EA">
      <w:pPr>
        <w:spacing w:line="264" w:lineRule="auto"/>
        <w:rPr>
          <w:rFonts w:ascii="Arial Narrow" w:hAnsi="Arial Narrow" w:cs="Arial"/>
          <w:lang w:val="en-GB"/>
        </w:rPr>
      </w:pPr>
    </w:p>
    <w:p w:rsidR="0074131D" w:rsidRDefault="0074131D" w:rsidP="00064B69">
      <w:pPr>
        <w:spacing w:line="264" w:lineRule="auto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FORMULARZ OFERTY</w:t>
      </w:r>
    </w:p>
    <w:p w:rsidR="0074131D" w:rsidRDefault="0074131D" w:rsidP="00064B69">
      <w:pPr>
        <w:spacing w:line="264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Zgodnie z ogłoszeniem o sprzedaży na surowce wtórne przedmiotów powstałych w wyniku likwidacji zbędnych i zużytych składników rzeczowych majątku ruchomego Ośrodka Szkolenia PIP składamy niniejszą ofertę </w:t>
      </w: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Proponowana cena brutto za całość zamówienia ………………………………………………………..zł</w:t>
      </w: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słownie …………………………………………………………………………………………………….</w:t>
      </w: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</w:p>
    <w:p w:rsidR="0074131D" w:rsidRDefault="00064B69" w:rsidP="00A128EA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Oświadczam/</w:t>
      </w:r>
      <w:r w:rsidR="0074131D">
        <w:rPr>
          <w:rFonts w:ascii="Arial Narrow" w:hAnsi="Arial Narrow" w:cs="Arial"/>
        </w:rPr>
        <w:t xml:space="preserve">my, że </w:t>
      </w:r>
    </w:p>
    <w:p w:rsidR="00E4325F" w:rsidRDefault="0074131D" w:rsidP="00064B69">
      <w:pPr>
        <w:numPr>
          <w:ilvl w:val="0"/>
          <w:numId w:val="1"/>
        </w:numPr>
        <w:spacing w:line="264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Zaoferowana cena uwzględnia wszystkie koszty związane z przygotowaniem odpadów do transportu oraz koszty załadunku, transportu a takż</w:t>
      </w:r>
      <w:r w:rsidR="00064B69">
        <w:rPr>
          <w:rFonts w:ascii="Arial Narrow" w:hAnsi="Arial Narrow" w:cs="Arial"/>
        </w:rPr>
        <w:t>e wszelkie inne koszty związane</w:t>
      </w:r>
      <w:r w:rsidR="00064B69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z gospodarowaniem odpadami, w tym koszty ich przetworzenia i utylizacji.</w:t>
      </w:r>
    </w:p>
    <w:p w:rsidR="0074131D" w:rsidRPr="00E4325F" w:rsidRDefault="0074131D" w:rsidP="00064B69">
      <w:pPr>
        <w:numPr>
          <w:ilvl w:val="0"/>
          <w:numId w:val="1"/>
        </w:numPr>
        <w:spacing w:line="264" w:lineRule="auto"/>
        <w:jc w:val="both"/>
        <w:rPr>
          <w:rFonts w:ascii="Arial Narrow" w:hAnsi="Arial Narrow" w:cs="Arial"/>
        </w:rPr>
      </w:pPr>
      <w:r w:rsidRPr="00E4325F">
        <w:rPr>
          <w:rFonts w:ascii="Arial Narrow" w:hAnsi="Arial Narrow" w:cs="Arial"/>
        </w:rPr>
        <w:t>Zapoznałem/liśmy się ze stanem faktycznym przedmiotu zamówienia w trakcie oględzin.</w:t>
      </w:r>
      <w:r w:rsidR="00E4325F">
        <w:rPr>
          <w:rFonts w:ascii="Arial Narrow" w:hAnsi="Arial Narrow" w:cs="Arial"/>
        </w:rPr>
        <w:br/>
      </w: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Załącznikami niniejszej oferty, zgodnie z wymaganiami Ogłoszenia o sprzedaży</w:t>
      </w:r>
      <w:r w:rsidR="00064B69">
        <w:rPr>
          <w:rFonts w:ascii="Arial Narrow" w:hAnsi="Arial Narrow" w:cs="Arial"/>
        </w:rPr>
        <w:t>, są:</w:t>
      </w: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…………………………………………………………………………………………………………………….</w:t>
      </w: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…………………………………………………………………………………………………………………….</w:t>
      </w: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</w:t>
      </w:r>
    </w:p>
    <w:p w:rsidR="0074131D" w:rsidRDefault="0074131D" w:rsidP="00A128EA">
      <w:pPr>
        <w:spacing w:line="264" w:lineRule="auto"/>
        <w:rPr>
          <w:rFonts w:ascii="Arial Narrow" w:hAnsi="Arial Narrow" w:cs="Arial"/>
        </w:rPr>
      </w:pPr>
    </w:p>
    <w:p w:rsidR="00064B69" w:rsidRDefault="00064B69" w:rsidP="00A128EA">
      <w:pPr>
        <w:spacing w:line="264" w:lineRule="auto"/>
        <w:rPr>
          <w:rFonts w:ascii="Arial Narrow" w:hAnsi="Arial Narrow" w:cs="Arial"/>
        </w:rPr>
      </w:pPr>
    </w:p>
    <w:p w:rsidR="00E4325F" w:rsidRDefault="00E4325F" w:rsidP="00A128EA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</w:t>
      </w:r>
    </w:p>
    <w:p w:rsidR="00E4325F" w:rsidRDefault="00E4325F" w:rsidP="00064B69">
      <w:pPr>
        <w:spacing w:line="264" w:lineRule="auto"/>
        <w:ind w:left="567"/>
        <w:rPr>
          <w:rFonts w:ascii="Arial Narrow" w:hAnsi="Arial Narrow" w:cs="Arial"/>
        </w:rPr>
      </w:pPr>
      <w:r>
        <w:rPr>
          <w:rFonts w:ascii="Arial Narrow" w:hAnsi="Arial Narrow" w:cs="Arial"/>
        </w:rPr>
        <w:t>(miejscowość, data)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</w:p>
    <w:p w:rsidR="00E4325F" w:rsidRDefault="00E4325F" w:rsidP="00A128EA">
      <w:pPr>
        <w:spacing w:line="264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…………………………………………….</w:t>
      </w:r>
    </w:p>
    <w:p w:rsidR="0074131D" w:rsidRPr="00193E87" w:rsidRDefault="00E4325F" w:rsidP="00064B69">
      <w:pPr>
        <w:spacing w:line="264" w:lineRule="auto"/>
        <w:ind w:left="5529"/>
        <w:rPr>
          <w:rFonts w:ascii="Arial Narrow" w:hAnsi="Arial Narrow" w:cs="Arial"/>
        </w:rPr>
      </w:pPr>
      <w:r>
        <w:rPr>
          <w:rFonts w:ascii="Arial Narrow" w:hAnsi="Arial Narrow" w:cs="Arial"/>
        </w:rPr>
        <w:t>Podpis i pieczęć Wykonawcy</w:t>
      </w:r>
    </w:p>
    <w:sectPr w:rsidR="0074131D" w:rsidRPr="00193E87" w:rsidSect="00F0430B">
      <w:headerReference w:type="first" r:id="rId9"/>
      <w:footerReference w:type="first" r:id="rId10"/>
      <w:pgSz w:w="11906" w:h="16838" w:code="9"/>
      <w:pgMar w:top="2041" w:right="1134" w:bottom="907" w:left="1985" w:header="39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76C" w:rsidRDefault="007A576C">
      <w:r>
        <w:separator/>
      </w:r>
    </w:p>
  </w:endnote>
  <w:endnote w:type="continuationSeparator" w:id="0">
    <w:p w:rsidR="007A576C" w:rsidRDefault="007A5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1BA" w:rsidRDefault="00064B69" w:rsidP="00261F8F">
    <w:pPr>
      <w:pStyle w:val="Stopka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8pt;height:17.25pt">
          <v:imagedata r:id="rId1" o:title="OS_PIP_StopkaDyr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76C" w:rsidRDefault="007A576C">
      <w:r>
        <w:separator/>
      </w:r>
    </w:p>
  </w:footnote>
  <w:footnote w:type="continuationSeparator" w:id="0">
    <w:p w:rsidR="007A576C" w:rsidRDefault="007A5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1BA" w:rsidRDefault="00064B69" w:rsidP="00261F8F">
    <w:pPr>
      <w:pStyle w:val="Nagwek"/>
      <w:spacing w:before="36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9.5pt;height:52.5pt">
          <v:imagedata r:id="rId1" o:title="OS_PIP_GlowkaPeln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35A2"/>
    <w:multiLevelType w:val="hybridMultilevel"/>
    <w:tmpl w:val="9B7A31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AEC"/>
    <w:rsid w:val="00002A09"/>
    <w:rsid w:val="0000585F"/>
    <w:rsid w:val="00007E86"/>
    <w:rsid w:val="00016C47"/>
    <w:rsid w:val="00034FB1"/>
    <w:rsid w:val="00037E79"/>
    <w:rsid w:val="00050674"/>
    <w:rsid w:val="00057819"/>
    <w:rsid w:val="00062505"/>
    <w:rsid w:val="00063075"/>
    <w:rsid w:val="00064B69"/>
    <w:rsid w:val="00073057"/>
    <w:rsid w:val="00076A1B"/>
    <w:rsid w:val="0008497C"/>
    <w:rsid w:val="00086A7B"/>
    <w:rsid w:val="000971A9"/>
    <w:rsid w:val="000A5FEE"/>
    <w:rsid w:val="000B4CA3"/>
    <w:rsid w:val="000B7070"/>
    <w:rsid w:val="000D412E"/>
    <w:rsid w:val="00101BD0"/>
    <w:rsid w:val="0010562D"/>
    <w:rsid w:val="00145843"/>
    <w:rsid w:val="00157020"/>
    <w:rsid w:val="00160E6E"/>
    <w:rsid w:val="001677DF"/>
    <w:rsid w:val="001764BF"/>
    <w:rsid w:val="0018703B"/>
    <w:rsid w:val="00193E87"/>
    <w:rsid w:val="00195762"/>
    <w:rsid w:val="001957AE"/>
    <w:rsid w:val="001B1D0A"/>
    <w:rsid w:val="001B3F40"/>
    <w:rsid w:val="001B504A"/>
    <w:rsid w:val="001D2830"/>
    <w:rsid w:val="001E1DA9"/>
    <w:rsid w:val="001E3E7F"/>
    <w:rsid w:val="001E46A3"/>
    <w:rsid w:val="001F18D2"/>
    <w:rsid w:val="00225286"/>
    <w:rsid w:val="00230AAD"/>
    <w:rsid w:val="0023451D"/>
    <w:rsid w:val="002449BC"/>
    <w:rsid w:val="00245F54"/>
    <w:rsid w:val="00250A3C"/>
    <w:rsid w:val="00261F8F"/>
    <w:rsid w:val="00267250"/>
    <w:rsid w:val="0029285E"/>
    <w:rsid w:val="002A14E8"/>
    <w:rsid w:val="002A5BCA"/>
    <w:rsid w:val="002B2E7D"/>
    <w:rsid w:val="002B72C4"/>
    <w:rsid w:val="002D7275"/>
    <w:rsid w:val="002F31D8"/>
    <w:rsid w:val="002F43CA"/>
    <w:rsid w:val="002F61EE"/>
    <w:rsid w:val="002F6214"/>
    <w:rsid w:val="002F7646"/>
    <w:rsid w:val="00320C5F"/>
    <w:rsid w:val="00321B12"/>
    <w:rsid w:val="00334C8B"/>
    <w:rsid w:val="003366BA"/>
    <w:rsid w:val="0035454A"/>
    <w:rsid w:val="003A5042"/>
    <w:rsid w:val="003C2125"/>
    <w:rsid w:val="003D1BF7"/>
    <w:rsid w:val="003D3167"/>
    <w:rsid w:val="004332D6"/>
    <w:rsid w:val="00436F37"/>
    <w:rsid w:val="0044212F"/>
    <w:rsid w:val="00445104"/>
    <w:rsid w:val="00445B3A"/>
    <w:rsid w:val="004472BC"/>
    <w:rsid w:val="00451D74"/>
    <w:rsid w:val="00473D47"/>
    <w:rsid w:val="00477CD1"/>
    <w:rsid w:val="004867E1"/>
    <w:rsid w:val="004B2E82"/>
    <w:rsid w:val="004B36C5"/>
    <w:rsid w:val="004C4436"/>
    <w:rsid w:val="004D2741"/>
    <w:rsid w:val="004D79F7"/>
    <w:rsid w:val="004F499D"/>
    <w:rsid w:val="00500C21"/>
    <w:rsid w:val="00501AEC"/>
    <w:rsid w:val="00514A11"/>
    <w:rsid w:val="00522F89"/>
    <w:rsid w:val="00526CDC"/>
    <w:rsid w:val="0053164A"/>
    <w:rsid w:val="00550136"/>
    <w:rsid w:val="00551B40"/>
    <w:rsid w:val="005620B6"/>
    <w:rsid w:val="0056488C"/>
    <w:rsid w:val="0056625D"/>
    <w:rsid w:val="0056715E"/>
    <w:rsid w:val="00590F85"/>
    <w:rsid w:val="00595CAE"/>
    <w:rsid w:val="005A01E0"/>
    <w:rsid w:val="005A49E5"/>
    <w:rsid w:val="005B4562"/>
    <w:rsid w:val="005B4CB4"/>
    <w:rsid w:val="005C6E36"/>
    <w:rsid w:val="00603CAF"/>
    <w:rsid w:val="006279B7"/>
    <w:rsid w:val="006312DB"/>
    <w:rsid w:val="006427FF"/>
    <w:rsid w:val="00661C26"/>
    <w:rsid w:val="00693888"/>
    <w:rsid w:val="006A1E5D"/>
    <w:rsid w:val="006A2EE9"/>
    <w:rsid w:val="006A558B"/>
    <w:rsid w:val="006A5DBA"/>
    <w:rsid w:val="006C4BE0"/>
    <w:rsid w:val="006C6270"/>
    <w:rsid w:val="006D385E"/>
    <w:rsid w:val="006D672C"/>
    <w:rsid w:val="006D7532"/>
    <w:rsid w:val="006F5175"/>
    <w:rsid w:val="007121EE"/>
    <w:rsid w:val="007151C6"/>
    <w:rsid w:val="00726A93"/>
    <w:rsid w:val="00736C65"/>
    <w:rsid w:val="0074131D"/>
    <w:rsid w:val="00761377"/>
    <w:rsid w:val="0076542B"/>
    <w:rsid w:val="00771F67"/>
    <w:rsid w:val="00775607"/>
    <w:rsid w:val="00780A3E"/>
    <w:rsid w:val="007A2202"/>
    <w:rsid w:val="007A33FA"/>
    <w:rsid w:val="007A576C"/>
    <w:rsid w:val="007C0C1F"/>
    <w:rsid w:val="007D6DC7"/>
    <w:rsid w:val="007E15CF"/>
    <w:rsid w:val="007F2999"/>
    <w:rsid w:val="00801E43"/>
    <w:rsid w:val="008025C1"/>
    <w:rsid w:val="0080798D"/>
    <w:rsid w:val="00841C35"/>
    <w:rsid w:val="00851B66"/>
    <w:rsid w:val="008749C7"/>
    <w:rsid w:val="00876E50"/>
    <w:rsid w:val="008828BD"/>
    <w:rsid w:val="00883356"/>
    <w:rsid w:val="00890087"/>
    <w:rsid w:val="008948A3"/>
    <w:rsid w:val="00897BE5"/>
    <w:rsid w:val="008C02E0"/>
    <w:rsid w:val="008C0464"/>
    <w:rsid w:val="008D239D"/>
    <w:rsid w:val="008E2D1A"/>
    <w:rsid w:val="008E2E82"/>
    <w:rsid w:val="0090370F"/>
    <w:rsid w:val="00905265"/>
    <w:rsid w:val="00914418"/>
    <w:rsid w:val="00923353"/>
    <w:rsid w:val="00925323"/>
    <w:rsid w:val="009359FC"/>
    <w:rsid w:val="009455E9"/>
    <w:rsid w:val="00974AA7"/>
    <w:rsid w:val="00976FBA"/>
    <w:rsid w:val="00980EB5"/>
    <w:rsid w:val="0098792B"/>
    <w:rsid w:val="00992C39"/>
    <w:rsid w:val="009960B8"/>
    <w:rsid w:val="009A4C44"/>
    <w:rsid w:val="009B48B7"/>
    <w:rsid w:val="009D1171"/>
    <w:rsid w:val="009D7626"/>
    <w:rsid w:val="009F726C"/>
    <w:rsid w:val="00A11A66"/>
    <w:rsid w:val="00A128EA"/>
    <w:rsid w:val="00A150F4"/>
    <w:rsid w:val="00A22350"/>
    <w:rsid w:val="00A469F9"/>
    <w:rsid w:val="00A60FEF"/>
    <w:rsid w:val="00A70865"/>
    <w:rsid w:val="00A73D62"/>
    <w:rsid w:val="00A74982"/>
    <w:rsid w:val="00A93216"/>
    <w:rsid w:val="00AA1065"/>
    <w:rsid w:val="00AA406F"/>
    <w:rsid w:val="00AB6F12"/>
    <w:rsid w:val="00AC2937"/>
    <w:rsid w:val="00AC6C94"/>
    <w:rsid w:val="00AE1366"/>
    <w:rsid w:val="00AE403D"/>
    <w:rsid w:val="00B05AF7"/>
    <w:rsid w:val="00B27F9F"/>
    <w:rsid w:val="00B37A12"/>
    <w:rsid w:val="00B405D2"/>
    <w:rsid w:val="00B47231"/>
    <w:rsid w:val="00B567B9"/>
    <w:rsid w:val="00B57D85"/>
    <w:rsid w:val="00B6145E"/>
    <w:rsid w:val="00B700C4"/>
    <w:rsid w:val="00B81BF5"/>
    <w:rsid w:val="00B81E22"/>
    <w:rsid w:val="00B86B00"/>
    <w:rsid w:val="00B946F8"/>
    <w:rsid w:val="00BA1CC7"/>
    <w:rsid w:val="00BB4046"/>
    <w:rsid w:val="00BC2F1E"/>
    <w:rsid w:val="00BC7B25"/>
    <w:rsid w:val="00BD1F05"/>
    <w:rsid w:val="00BD1FA7"/>
    <w:rsid w:val="00BD25AC"/>
    <w:rsid w:val="00BD4EA0"/>
    <w:rsid w:val="00BE1244"/>
    <w:rsid w:val="00BF1EBD"/>
    <w:rsid w:val="00C03F5C"/>
    <w:rsid w:val="00C07CE9"/>
    <w:rsid w:val="00C07E85"/>
    <w:rsid w:val="00C16034"/>
    <w:rsid w:val="00C23DF3"/>
    <w:rsid w:val="00C31951"/>
    <w:rsid w:val="00C3270B"/>
    <w:rsid w:val="00C503AA"/>
    <w:rsid w:val="00C55564"/>
    <w:rsid w:val="00C6092A"/>
    <w:rsid w:val="00C72DC8"/>
    <w:rsid w:val="00C765BF"/>
    <w:rsid w:val="00C851BA"/>
    <w:rsid w:val="00C869A8"/>
    <w:rsid w:val="00C94383"/>
    <w:rsid w:val="00CA44AA"/>
    <w:rsid w:val="00CC2C67"/>
    <w:rsid w:val="00CC6C4B"/>
    <w:rsid w:val="00CD6F77"/>
    <w:rsid w:val="00CF350F"/>
    <w:rsid w:val="00D11651"/>
    <w:rsid w:val="00D14DE3"/>
    <w:rsid w:val="00D335C3"/>
    <w:rsid w:val="00D35D1F"/>
    <w:rsid w:val="00D423F5"/>
    <w:rsid w:val="00D6208A"/>
    <w:rsid w:val="00D714F7"/>
    <w:rsid w:val="00D7382B"/>
    <w:rsid w:val="00D850B9"/>
    <w:rsid w:val="00D94F8D"/>
    <w:rsid w:val="00DA5763"/>
    <w:rsid w:val="00DB322C"/>
    <w:rsid w:val="00DD736C"/>
    <w:rsid w:val="00DE07F8"/>
    <w:rsid w:val="00DE5AFC"/>
    <w:rsid w:val="00DF6DFB"/>
    <w:rsid w:val="00E15BAB"/>
    <w:rsid w:val="00E24333"/>
    <w:rsid w:val="00E4325F"/>
    <w:rsid w:val="00E43739"/>
    <w:rsid w:val="00E72BD6"/>
    <w:rsid w:val="00E804F4"/>
    <w:rsid w:val="00EA7D46"/>
    <w:rsid w:val="00EC7EEB"/>
    <w:rsid w:val="00ED2294"/>
    <w:rsid w:val="00EE63C4"/>
    <w:rsid w:val="00EF5935"/>
    <w:rsid w:val="00F0430B"/>
    <w:rsid w:val="00F2412E"/>
    <w:rsid w:val="00F3459B"/>
    <w:rsid w:val="00F42584"/>
    <w:rsid w:val="00F47BDB"/>
    <w:rsid w:val="00F75261"/>
    <w:rsid w:val="00F9549F"/>
    <w:rsid w:val="00FA606E"/>
    <w:rsid w:val="00FE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,"/>
  <w:listSeparator w:val=";"/>
  <w14:docId w14:val="55A7FCB0"/>
  <w15:docId w15:val="{6B0FD374-3142-49A6-8FB6-DCDE64837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4EA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76542B"/>
    <w:pPr>
      <w:keepNext/>
      <w:spacing w:before="240" w:after="60"/>
      <w:outlineLvl w:val="0"/>
    </w:pPr>
    <w:rPr>
      <w:rFonts w:cs="Arial"/>
      <w:b/>
      <w:bCs/>
      <w:caps/>
      <w:kern w:val="32"/>
      <w:sz w:val="28"/>
      <w:szCs w:val="28"/>
    </w:rPr>
  </w:style>
  <w:style w:type="paragraph" w:styleId="Nagwek2">
    <w:name w:val="heading 2"/>
    <w:basedOn w:val="Normalny"/>
    <w:next w:val="Normalny"/>
    <w:qFormat/>
    <w:rsid w:val="0076542B"/>
    <w:pPr>
      <w:keepNext/>
      <w:spacing w:before="240" w:after="60"/>
      <w:outlineLvl w:val="1"/>
    </w:pPr>
    <w:rPr>
      <w:rFonts w:cs="Arial"/>
      <w:b/>
      <w:bCs/>
      <w:iCs/>
      <w:caps/>
    </w:rPr>
  </w:style>
  <w:style w:type="paragraph" w:styleId="Nagwek3">
    <w:name w:val="heading 3"/>
    <w:basedOn w:val="Normalny"/>
    <w:next w:val="Normalny"/>
    <w:qFormat/>
    <w:rsid w:val="00CA44AA"/>
    <w:pPr>
      <w:keepNext/>
      <w:spacing w:before="240" w:after="60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4373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4373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AC6C9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77DF"/>
    <w:pPr>
      <w:widowControl w:val="0"/>
      <w:autoSpaceDE w:val="0"/>
      <w:autoSpaceDN w:val="0"/>
      <w:adjustRightInd w:val="0"/>
    </w:pPr>
    <w:rPr>
      <w:rFonts w:ascii="TT E 16 A 950 0t 00" w:hAnsi="TT E 16 A 950 0t 00"/>
      <w:color w:val="000000"/>
      <w:sz w:val="24"/>
      <w:szCs w:val="24"/>
    </w:rPr>
  </w:style>
  <w:style w:type="character" w:styleId="Hipercze">
    <w:name w:val="Hyperlink"/>
    <w:unhideWhenUsed/>
    <w:rsid w:val="00C07CE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9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10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0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86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6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62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80048\AppData\Local\Microsoft\Windows\INetCache\Content.Outlook\6C947C21\Formatka_OSPIP_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OS\180026</Osoba>
    <Odbiorcy2 xmlns="30473D83-C5E0-4BDA-89DC-404D67C03FE7" xsi:nil="true"/>
    <NazwaPliku xmlns="30473D83-C5E0-4BDA-89DC-404D67C03FE7">formularz ofertowy surowce wtórne.docx.docx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66F1270-5A96-47FE-BAB8-41C569EB3A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1FE86C-ED08-497D-A95D-FB99F3477EF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Formatka_OSPIP_3</Template>
  <TotalTime>2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Ośrodek Szkolenia Państwowej Inspekcji Pracy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Lolita Cicha</dc:creator>
  <cp:keywords/>
  <dc:description/>
  <cp:lastModifiedBy>Szymon Kaczor</cp:lastModifiedBy>
  <cp:revision>5</cp:revision>
  <cp:lastPrinted>2020-09-11T08:38:00Z</cp:lastPrinted>
  <dcterms:created xsi:type="dcterms:W3CDTF">2021-12-01T11:38:00Z</dcterms:created>
  <dcterms:modified xsi:type="dcterms:W3CDTF">2023-10-23T08:29:00Z</dcterms:modified>
</cp:coreProperties>
</file>