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31028D" w:rsidP="0031028D">
      <w:pPr>
        <w:ind w:left="85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DRU.ZRO.7212.23.1.2021(1)</w:t>
      </w:r>
      <w:bookmarkStart w:id="0" w:name="_GoBack"/>
      <w:bookmarkEnd w:id="0"/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CF7B54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CF7B54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CF7B54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C467A7" w:rsidRDefault="007115B6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Szanowny</w:t>
      </w:r>
      <w:r w:rsidR="00C467A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Panie Sekretarzu,</w:t>
      </w:r>
    </w:p>
    <w:p w:rsidR="00C467A7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C467A7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</w:t>
      </w:r>
      <w:r w:rsid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Katalogi Administracji Publicznej.</w:t>
      </w:r>
    </w:p>
    <w:p w:rsidR="0033475C" w:rsidRPr="0033475C" w:rsidRDefault="00CF7B5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CF7B5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33475C" w:rsidRPr="004C265D" w:rsidRDefault="007D0DB4" w:rsidP="004633D0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 w:rsidR="00C467A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</w:t>
      </w:r>
      <w:r w:rsidR="004C265D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talogi Administracji Publicznej.</w:t>
      </w:r>
    </w:p>
    <w:p w:rsidR="0033475C" w:rsidRDefault="00CF7B5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CF7B5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CF7B5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CF7B5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CF7B5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C467A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CF7B54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CF7B5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54" w:rsidRDefault="00CF7B54">
      <w:r>
        <w:separator/>
      </w:r>
    </w:p>
  </w:endnote>
  <w:endnote w:type="continuationSeparator" w:id="0">
    <w:p w:rsidR="00CF7B54" w:rsidRDefault="00CF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2569C">
    <w:pPr>
      <w:pStyle w:val="Stopka"/>
    </w:pPr>
    <w:r>
      <w:rPr>
        <w:noProof/>
      </w:rPr>
      <w:drawing>
        <wp:inline distT="0" distB="0" distL="0" distR="0" wp14:anchorId="3213FA0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54" w:rsidRDefault="00CF7B54">
      <w:r>
        <w:separator/>
      </w:r>
    </w:p>
  </w:footnote>
  <w:footnote w:type="continuationSeparator" w:id="0">
    <w:p w:rsidR="00CF7B54" w:rsidRDefault="00CF7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CF7B54" w:rsidP="007018D3">
    <w:pPr>
      <w:pStyle w:val="Nagwek"/>
      <w:jc w:val="right"/>
    </w:pPr>
  </w:p>
  <w:p w:rsidR="007018D3" w:rsidRDefault="00CF7B54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CF7B54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BE74D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6E7FD0">
      <w:t xml:space="preserve">   lipca</w:t>
    </w:r>
    <w:r w:rsidR="004C265D">
      <w:t xml:space="preserve"> 2021</w:t>
    </w:r>
    <w:r>
      <w:t xml:space="preserve">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061534"/>
    <w:rsid w:val="00136C90"/>
    <w:rsid w:val="001D2BBE"/>
    <w:rsid w:val="001D6ED7"/>
    <w:rsid w:val="002621B5"/>
    <w:rsid w:val="0031028D"/>
    <w:rsid w:val="00366959"/>
    <w:rsid w:val="004C265D"/>
    <w:rsid w:val="004C6BBB"/>
    <w:rsid w:val="0054409F"/>
    <w:rsid w:val="0059414A"/>
    <w:rsid w:val="006605C8"/>
    <w:rsid w:val="006D52C9"/>
    <w:rsid w:val="006E7FD0"/>
    <w:rsid w:val="007115B6"/>
    <w:rsid w:val="00780C7A"/>
    <w:rsid w:val="007D0DB4"/>
    <w:rsid w:val="007D1DC9"/>
    <w:rsid w:val="007D7B20"/>
    <w:rsid w:val="009704EF"/>
    <w:rsid w:val="00987C99"/>
    <w:rsid w:val="00A2569C"/>
    <w:rsid w:val="00A57161"/>
    <w:rsid w:val="00AE0752"/>
    <w:rsid w:val="00B117F7"/>
    <w:rsid w:val="00BE74D5"/>
    <w:rsid w:val="00C467A7"/>
    <w:rsid w:val="00CA537C"/>
    <w:rsid w:val="00CB01A1"/>
    <w:rsid w:val="00CF7B54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34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Polak Grzegorz</cp:lastModifiedBy>
  <cp:revision>13</cp:revision>
  <dcterms:created xsi:type="dcterms:W3CDTF">2020-12-09T20:22:00Z</dcterms:created>
  <dcterms:modified xsi:type="dcterms:W3CDTF">2021-07-15T20:24:00Z</dcterms:modified>
</cp:coreProperties>
</file>