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1F9" w:rsidRPr="001971F9" w:rsidRDefault="00593212" w:rsidP="001971F9">
      <w:pPr>
        <w:ind w:left="5040" w:firstLine="6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Warszawa, </w:t>
      </w:r>
      <w:r w:rsidR="002B6BE1">
        <w:rPr>
          <w:rFonts w:asciiTheme="minorHAnsi" w:hAnsiTheme="minorHAnsi" w:cstheme="minorHAnsi"/>
          <w:sz w:val="22"/>
          <w:szCs w:val="22"/>
        </w:rPr>
        <w:t>19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077ED">
        <w:rPr>
          <w:rFonts w:asciiTheme="minorHAnsi" w:hAnsiTheme="minorHAnsi" w:cstheme="minorHAnsi"/>
          <w:sz w:val="22"/>
          <w:szCs w:val="22"/>
        </w:rPr>
        <w:t>kwietnia</w:t>
      </w:r>
      <w:r>
        <w:rPr>
          <w:rFonts w:asciiTheme="minorHAnsi" w:hAnsiTheme="minorHAnsi" w:cstheme="minorHAnsi"/>
          <w:sz w:val="22"/>
          <w:szCs w:val="22"/>
        </w:rPr>
        <w:t xml:space="preserve"> 2022</w:t>
      </w:r>
      <w:r w:rsidR="001971F9" w:rsidRPr="001971F9">
        <w:rPr>
          <w:rFonts w:asciiTheme="minorHAnsi" w:hAnsiTheme="minorHAnsi" w:cstheme="minorHAnsi"/>
          <w:sz w:val="22"/>
          <w:szCs w:val="22"/>
        </w:rPr>
        <w:t xml:space="preserve"> r. </w:t>
      </w:r>
    </w:p>
    <w:p w:rsidR="008E6A7C" w:rsidRDefault="008E6A7C" w:rsidP="001971F9">
      <w:pPr>
        <w:ind w:left="5040" w:hanging="504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Pr="002B6BE1" w:rsidRDefault="00035565" w:rsidP="001971F9">
      <w:pPr>
        <w:ind w:left="5040" w:hanging="5040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r w:rsidRPr="002B6BE1">
        <w:rPr>
          <w:rFonts w:asciiTheme="minorHAnsi" w:eastAsia="Calibri" w:hAnsiTheme="minorHAnsi" w:cstheme="minorHAnsi"/>
          <w:sz w:val="22"/>
          <w:szCs w:val="22"/>
          <w:lang w:eastAsia="en-US"/>
        </w:rPr>
        <w:t>DRU.WWP.7212.1.6.2022(1)</w:t>
      </w:r>
    </w:p>
    <w:bookmarkEnd w:id="0"/>
    <w:p w:rsidR="000A71A0" w:rsidRPr="00AE6336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E633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  <w:r w:rsidR="00AE6336" w:rsidRPr="00AE633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</w:p>
    <w:p w:rsidR="000A71A0" w:rsidRPr="00AE6336" w:rsidRDefault="00AE6336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E633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Wioletta Zwara</w:t>
      </w:r>
    </w:p>
    <w:p w:rsidR="004C6BBB" w:rsidRPr="0033475C" w:rsidRDefault="00AE6336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>Sekretarz</w:t>
      </w:r>
      <w:r w:rsidR="004C6BBB"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971F9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4C6BBB"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Komitetu Rady Ministrów </w:t>
      </w:r>
      <w:r w:rsidR="001971F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ds. </w:t>
      </w:r>
      <w:r w:rsidR="004C6BBB" w:rsidRPr="00AE6336">
        <w:rPr>
          <w:rFonts w:asciiTheme="minorHAnsi" w:eastAsia="Calibri" w:hAnsiTheme="minorHAnsi" w:cstheme="minorHAnsi"/>
          <w:sz w:val="22"/>
          <w:szCs w:val="22"/>
          <w:lang w:eastAsia="en-US"/>
        </w:rPr>
        <w:t>Cyfryzacji</w:t>
      </w:r>
    </w:p>
    <w:p w:rsidR="000A71A0" w:rsidRPr="0033475C" w:rsidRDefault="000176B4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176B4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0176B4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:rsidR="00C467A7" w:rsidRPr="001971F9" w:rsidRDefault="00AE6336" w:rsidP="004633D0">
      <w:pP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1971F9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Szanowna Pani Sekretarz</w:t>
      </w:r>
      <w:r w:rsidR="00C467A7" w:rsidRPr="001971F9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:rsidR="00C467A7" w:rsidRDefault="00C467A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C467A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</w:t>
      </w:r>
      <w:r w:rsid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</w:t>
      </w:r>
      <w:r w:rsidR="00B077ED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2022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roku projektu informatycznego pt. Katalogi Administracji Publicznej.</w:t>
      </w:r>
    </w:p>
    <w:p w:rsidR="0033475C" w:rsidRPr="0033475C" w:rsidRDefault="000176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0176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0176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0176B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176B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176B4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C467A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176B4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Default="000176B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Pr="001971F9" w:rsidRDefault="001971F9" w:rsidP="001971F9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1971F9" w:rsidRPr="001971F9" w:rsidRDefault="001971F9" w:rsidP="001971F9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1971F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1971F9" w:rsidRPr="001971F9" w:rsidRDefault="001971F9" w:rsidP="001971F9">
      <w:pPr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1971F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B077ED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 kwartał 2022</w:t>
      </w:r>
      <w:r w:rsidRPr="001971F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roku projektu informatycznego pt. Katalogi Administracji Publicznej.</w:t>
      </w:r>
    </w:p>
    <w:p w:rsidR="001971F9" w:rsidRPr="0033475C" w:rsidRDefault="001971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1971F9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6B4" w:rsidRDefault="000176B4">
      <w:r>
        <w:separator/>
      </w:r>
    </w:p>
  </w:endnote>
  <w:endnote w:type="continuationSeparator" w:id="0">
    <w:p w:rsidR="000176B4" w:rsidRDefault="00017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2569C">
    <w:pPr>
      <w:pStyle w:val="Stopka"/>
    </w:pPr>
    <w:r>
      <w:rPr>
        <w:noProof/>
      </w:rPr>
      <w:drawing>
        <wp:inline distT="0" distB="0" distL="0" distR="0" wp14:anchorId="3213FA06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6B4" w:rsidRDefault="000176B4">
      <w:r>
        <w:separator/>
      </w:r>
    </w:p>
  </w:footnote>
  <w:footnote w:type="continuationSeparator" w:id="0">
    <w:p w:rsidR="000176B4" w:rsidRDefault="00017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0176B4" w:rsidP="007018D3">
    <w:pPr>
      <w:pStyle w:val="Nagwek"/>
      <w:jc w:val="right"/>
    </w:pPr>
  </w:p>
  <w:p w:rsidR="007018D3" w:rsidRDefault="000176B4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0176B4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827442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0176B4"/>
    <w:rsid w:val="00035565"/>
    <w:rsid w:val="00061534"/>
    <w:rsid w:val="00136C90"/>
    <w:rsid w:val="001971F9"/>
    <w:rsid w:val="001D2BBE"/>
    <w:rsid w:val="001D6ED7"/>
    <w:rsid w:val="002621B5"/>
    <w:rsid w:val="002B6BE1"/>
    <w:rsid w:val="00366959"/>
    <w:rsid w:val="00374237"/>
    <w:rsid w:val="00480DFF"/>
    <w:rsid w:val="004C265D"/>
    <w:rsid w:val="004C6BBB"/>
    <w:rsid w:val="0054409F"/>
    <w:rsid w:val="00593212"/>
    <w:rsid w:val="0059414A"/>
    <w:rsid w:val="006605C8"/>
    <w:rsid w:val="006D52C9"/>
    <w:rsid w:val="006E7FD0"/>
    <w:rsid w:val="007115B6"/>
    <w:rsid w:val="00726CED"/>
    <w:rsid w:val="00760FB9"/>
    <w:rsid w:val="00780C7A"/>
    <w:rsid w:val="007C60D7"/>
    <w:rsid w:val="007D0DB4"/>
    <w:rsid w:val="007D1DC9"/>
    <w:rsid w:val="007D7B20"/>
    <w:rsid w:val="00827442"/>
    <w:rsid w:val="008C34D0"/>
    <w:rsid w:val="008E6A7C"/>
    <w:rsid w:val="0094267A"/>
    <w:rsid w:val="0096524E"/>
    <w:rsid w:val="009704EF"/>
    <w:rsid w:val="00987C99"/>
    <w:rsid w:val="009A3766"/>
    <w:rsid w:val="00A2569C"/>
    <w:rsid w:val="00A57161"/>
    <w:rsid w:val="00AE0752"/>
    <w:rsid w:val="00AE6336"/>
    <w:rsid w:val="00B077ED"/>
    <w:rsid w:val="00B117F7"/>
    <w:rsid w:val="00BE74D5"/>
    <w:rsid w:val="00C467A7"/>
    <w:rsid w:val="00CA537C"/>
    <w:rsid w:val="00CB01A1"/>
    <w:rsid w:val="00CB74AC"/>
    <w:rsid w:val="00E40E78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1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6</cp:revision>
  <dcterms:created xsi:type="dcterms:W3CDTF">2022-04-15T09:07:00Z</dcterms:created>
  <dcterms:modified xsi:type="dcterms:W3CDTF">2022-04-19T06:20:00Z</dcterms:modified>
</cp:coreProperties>
</file>