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  <w:bookmarkStart w:id="0" w:name="_GoBack"/>
      <w:bookmarkEnd w:id="0"/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E53782" w:rsidRPr="00E53782" w:rsidRDefault="00E53782" w:rsidP="00E53782">
      <w:pPr>
        <w:autoSpaceDE w:val="0"/>
        <w:autoSpaceDN w:val="0"/>
        <w:adjustRightInd w:val="0"/>
        <w:spacing w:before="240" w:after="120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>Szanowny Panie Sekretarzu,</w:t>
      </w:r>
    </w:p>
    <w:p w:rsidR="00E53782" w:rsidRDefault="00E53782" w:rsidP="00E537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 w:rsidR="00CF4005">
        <w:rPr>
          <w:rFonts w:asciiTheme="minorHAnsi" w:hAnsiTheme="minorHAnsi" w:cstheme="minorHAnsi"/>
        </w:rPr>
        <w:t>rzekazuję tabelę uwag do raportu</w:t>
      </w:r>
      <w:r w:rsidR="00CC4B6A">
        <w:rPr>
          <w:rFonts w:asciiTheme="minorHAnsi" w:hAnsiTheme="minorHAnsi" w:cstheme="minorHAnsi"/>
        </w:rPr>
        <w:t xml:space="preserve"> za IV</w:t>
      </w:r>
      <w:r w:rsidRPr="00E53782">
        <w:rPr>
          <w:rFonts w:asciiTheme="minorHAnsi" w:hAnsiTheme="minorHAnsi" w:cstheme="minorHAnsi"/>
        </w:rPr>
        <w:t xml:space="preserve"> kwartał 2020 r. z postępu rzeczowo</w:t>
      </w:r>
      <w:r>
        <w:rPr>
          <w:rFonts w:asciiTheme="minorHAnsi" w:hAnsiTheme="minorHAnsi" w:cstheme="minorHAnsi"/>
        </w:rPr>
        <w:t>-</w:t>
      </w:r>
      <w:r w:rsidRPr="00E53782">
        <w:rPr>
          <w:rFonts w:asciiTheme="minorHAnsi" w:hAnsiTheme="minorHAnsi" w:cstheme="minorHAnsi"/>
        </w:rPr>
        <w:t>finansowego</w:t>
      </w:r>
      <w:r>
        <w:rPr>
          <w:rFonts w:asciiTheme="minorHAnsi" w:hAnsiTheme="minorHAnsi" w:cstheme="minorHAnsi"/>
        </w:rPr>
        <w:t xml:space="preserve"> </w:t>
      </w:r>
      <w:r w:rsidR="00CF4005">
        <w:rPr>
          <w:rFonts w:asciiTheme="minorHAnsi" w:hAnsiTheme="minorHAnsi" w:cstheme="minorHAnsi"/>
        </w:rPr>
        <w:t>projektu informatycznego „</w:t>
      </w:r>
      <w:r w:rsidR="00CF4005" w:rsidRPr="00E441E8">
        <w:rPr>
          <w:rFonts w:ascii="Calibri" w:eastAsia="Calibri" w:hAnsi="Calibri"/>
          <w:b/>
          <w:szCs w:val="22"/>
          <w:lang w:eastAsia="en-US"/>
        </w:rPr>
        <w:t>System operacyjnego gromadzenia, udostępniania i promocji cyfrowej informacji satelitarnej</w:t>
      </w:r>
      <w:r w:rsidR="00CF4005">
        <w:rPr>
          <w:rFonts w:ascii="Calibri" w:eastAsia="Calibri" w:hAnsi="Calibri"/>
          <w:b/>
          <w:szCs w:val="22"/>
          <w:lang w:eastAsia="en-US"/>
        </w:rPr>
        <w:t xml:space="preserve"> o środowisku (Sat4Envi)” - </w:t>
      </w:r>
      <w:r w:rsidR="00CF4005" w:rsidRPr="00E441E8">
        <w:rPr>
          <w:rFonts w:ascii="Calibri" w:eastAsia="Calibri" w:hAnsi="Calibri"/>
          <w:szCs w:val="22"/>
          <w:lang w:eastAsia="en-US"/>
        </w:rPr>
        <w:t>wnioskodawca Minister Infrastruktury, Beneficjent Instytut Meteorologii i Gospodarki Wodnej – Państwowy Instytut Badawczy</w:t>
      </w:r>
    </w:p>
    <w:p w:rsidR="00F21099" w:rsidRDefault="00F21099" w:rsidP="00F21099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ED3" w:rsidRDefault="00184ED3">
      <w:r>
        <w:separator/>
      </w:r>
    </w:p>
  </w:endnote>
  <w:endnote w:type="continuationSeparator" w:id="0">
    <w:p w:rsidR="00184ED3" w:rsidRDefault="0018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ED3" w:rsidRDefault="00184ED3">
      <w:r>
        <w:separator/>
      </w:r>
    </w:p>
  </w:footnote>
  <w:footnote w:type="continuationSeparator" w:id="0">
    <w:p w:rsidR="00184ED3" w:rsidRDefault="00184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EF03F7" w:rsidRDefault="0033475C" w:rsidP="00404F0E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CF4005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CF4005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DAIP.WOKRM.0102.128.1.2021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CF4005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CF4005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DAIP.WOKRM.0102.128.1.2021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2F20">
      <w:t>/</w:t>
    </w:r>
    <w:r w:rsidR="00912F20" w:rsidRPr="00EF03F7">
      <w:rPr>
        <w:rFonts w:asciiTheme="minorHAnsi" w:hAnsiTheme="minorHAnsi" w:cstheme="minorHAnsi"/>
        <w:sz w:val="22"/>
        <w:szCs w:val="22"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13344B"/>
    <w:rsid w:val="00184ED3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31A49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969B4"/>
    <w:rsid w:val="008B1D7E"/>
    <w:rsid w:val="00912F20"/>
    <w:rsid w:val="00935D23"/>
    <w:rsid w:val="009C2C00"/>
    <w:rsid w:val="009D4211"/>
    <w:rsid w:val="009E3E02"/>
    <w:rsid w:val="00A363B8"/>
    <w:rsid w:val="00A436D1"/>
    <w:rsid w:val="00A471BD"/>
    <w:rsid w:val="00AB6FA7"/>
    <w:rsid w:val="00AE7731"/>
    <w:rsid w:val="00B03562"/>
    <w:rsid w:val="00B30905"/>
    <w:rsid w:val="00BB1FAD"/>
    <w:rsid w:val="00BB2815"/>
    <w:rsid w:val="00BE094A"/>
    <w:rsid w:val="00C057AF"/>
    <w:rsid w:val="00C33102"/>
    <w:rsid w:val="00C53E61"/>
    <w:rsid w:val="00CA00FE"/>
    <w:rsid w:val="00CC4B6A"/>
    <w:rsid w:val="00CF13E8"/>
    <w:rsid w:val="00CF4005"/>
    <w:rsid w:val="00D05B72"/>
    <w:rsid w:val="00DA0A66"/>
    <w:rsid w:val="00E53782"/>
    <w:rsid w:val="00E86BDA"/>
    <w:rsid w:val="00EA13E5"/>
    <w:rsid w:val="00EA7F17"/>
    <w:rsid w:val="00EF03F7"/>
    <w:rsid w:val="00F10BA4"/>
    <w:rsid w:val="00F21099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40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8</cp:revision>
  <dcterms:created xsi:type="dcterms:W3CDTF">2021-02-03T11:31:00Z</dcterms:created>
  <dcterms:modified xsi:type="dcterms:W3CDTF">2021-03-24T11:44:00Z</dcterms:modified>
</cp:coreProperties>
</file>