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96EC4" w14:textId="77777777" w:rsidR="00232130" w:rsidRPr="004B5F62" w:rsidRDefault="00232130" w:rsidP="00E83507">
      <w:pPr>
        <w:autoSpaceDE w:val="0"/>
        <w:autoSpaceDN w:val="0"/>
        <w:adjustRightInd w:val="0"/>
        <w:spacing w:line="360" w:lineRule="auto"/>
        <w:jc w:val="right"/>
      </w:pPr>
      <w:r w:rsidRPr="004B5F62">
        <w:rPr>
          <w:b/>
          <w:bCs/>
        </w:rPr>
        <w:t>Z</w:t>
      </w:r>
      <w:r w:rsidR="008E5497" w:rsidRPr="004B5F62">
        <w:rPr>
          <w:b/>
          <w:bCs/>
        </w:rPr>
        <w:t>ałącznik n</w:t>
      </w:r>
      <w:r w:rsidRPr="004B5F62">
        <w:rPr>
          <w:b/>
          <w:bCs/>
        </w:rPr>
        <w:t>r</w:t>
      </w:r>
      <w:r w:rsidR="008A4043" w:rsidRPr="004B5F62">
        <w:rPr>
          <w:b/>
          <w:bCs/>
        </w:rPr>
        <w:t xml:space="preserve"> </w:t>
      </w:r>
      <w:r w:rsidR="006C6273" w:rsidRPr="004B5F62">
        <w:rPr>
          <w:b/>
          <w:bCs/>
        </w:rPr>
        <w:t>3</w:t>
      </w:r>
      <w:r w:rsidR="00202F05" w:rsidRPr="004B5F62">
        <w:rPr>
          <w:b/>
          <w:bCs/>
        </w:rPr>
        <w:t>6</w:t>
      </w:r>
    </w:p>
    <w:p w14:paraId="48AB10FF" w14:textId="77777777" w:rsidR="00A34E2C" w:rsidRPr="004B5F62" w:rsidRDefault="00A34E2C" w:rsidP="00EF2582">
      <w:pPr>
        <w:pStyle w:val="Zwykytekst"/>
        <w:spacing w:line="360" w:lineRule="auto"/>
        <w:jc w:val="center"/>
        <w:rPr>
          <w:rFonts w:ascii="Times New Roman" w:eastAsia="MS Mincho" w:hAnsi="Times New Roman" w:cs="Times New Roman"/>
          <w:bCs/>
          <w:caps/>
        </w:rPr>
      </w:pPr>
    </w:p>
    <w:p w14:paraId="65B7DE87" w14:textId="77777777" w:rsidR="00232130" w:rsidRPr="004B5F62" w:rsidRDefault="00232130" w:rsidP="00EF2582">
      <w:pPr>
        <w:pStyle w:val="Zwykytekst"/>
        <w:spacing w:line="360" w:lineRule="auto"/>
        <w:jc w:val="center"/>
        <w:rPr>
          <w:rFonts w:ascii="Times New Roman" w:eastAsia="MS Mincho" w:hAnsi="Times New Roman" w:cs="Times New Roman"/>
          <w:bCs/>
          <w:caps/>
        </w:rPr>
      </w:pPr>
      <w:r w:rsidRPr="004B5F62">
        <w:rPr>
          <w:rFonts w:ascii="Times New Roman" w:eastAsia="MS Mincho" w:hAnsi="Times New Roman" w:cs="Times New Roman"/>
          <w:bCs/>
          <w:caps/>
        </w:rPr>
        <w:t>I</w:t>
      </w:r>
      <w:r w:rsidR="008E5497" w:rsidRPr="004B5F62">
        <w:rPr>
          <w:rFonts w:ascii="Times New Roman" w:eastAsia="MS Mincho" w:hAnsi="Times New Roman" w:cs="Times New Roman"/>
          <w:bCs/>
          <w:caps/>
        </w:rPr>
        <w:t>nstrukcja</w:t>
      </w:r>
      <w:r w:rsidR="001C652E" w:rsidRPr="004B5F62">
        <w:rPr>
          <w:rFonts w:ascii="Times New Roman" w:eastAsia="MS Mincho" w:hAnsi="Times New Roman" w:cs="Times New Roman"/>
          <w:bCs/>
          <w:caps/>
        </w:rPr>
        <w:t xml:space="preserve"> </w:t>
      </w:r>
      <w:r w:rsidR="008E5497" w:rsidRPr="004B5F62">
        <w:rPr>
          <w:rFonts w:ascii="Times New Roman" w:eastAsia="MS Mincho" w:hAnsi="Times New Roman" w:cs="Times New Roman"/>
          <w:bCs/>
          <w:caps/>
        </w:rPr>
        <w:t>sporządzania sprawozdań budżetowych</w:t>
      </w:r>
      <w:r w:rsidR="008B49B3" w:rsidRPr="004B5F62">
        <w:rPr>
          <w:rFonts w:ascii="Times New Roman" w:eastAsia="MS Mincho" w:hAnsi="Times New Roman" w:cs="Times New Roman"/>
          <w:bCs/>
          <w:caps/>
        </w:rPr>
        <w:t xml:space="preserve"> </w:t>
      </w:r>
      <w:r w:rsidR="00591BBF">
        <w:rPr>
          <w:rFonts w:ascii="Times New Roman" w:eastAsia="MS Mincho" w:hAnsi="Times New Roman" w:cs="Times New Roman"/>
          <w:bCs/>
          <w:caps/>
        </w:rPr>
        <w:br/>
      </w:r>
      <w:r w:rsidR="008B49B3" w:rsidRPr="004B5F62">
        <w:rPr>
          <w:rFonts w:ascii="Times New Roman" w:eastAsia="MS Mincho" w:hAnsi="Times New Roman" w:cs="Times New Roman"/>
          <w:bCs/>
          <w:caps/>
        </w:rPr>
        <w:t xml:space="preserve">w zakresie budżetów </w:t>
      </w:r>
      <w:r w:rsidR="008E5497" w:rsidRPr="004B5F62">
        <w:rPr>
          <w:rFonts w:ascii="Times New Roman" w:eastAsia="MS Mincho" w:hAnsi="Times New Roman" w:cs="Times New Roman"/>
          <w:bCs/>
          <w:caps/>
        </w:rPr>
        <w:t>jednostek samorządu terytorialnego</w:t>
      </w:r>
    </w:p>
    <w:p w14:paraId="59E0BD5A" w14:textId="77777777" w:rsidR="000B178C" w:rsidRPr="004B5F62" w:rsidRDefault="000B178C" w:rsidP="00EF2582">
      <w:pPr>
        <w:pStyle w:val="Zwykytekst"/>
        <w:spacing w:line="360" w:lineRule="auto"/>
        <w:jc w:val="center"/>
        <w:rPr>
          <w:rFonts w:ascii="Times New Roman" w:eastAsia="MS Mincho" w:hAnsi="Times New Roman" w:cs="Times New Roman"/>
          <w:b/>
          <w:bCs/>
          <w:sz w:val="24"/>
          <w:szCs w:val="24"/>
        </w:rPr>
      </w:pPr>
    </w:p>
    <w:p w14:paraId="1DCD1D82" w14:textId="77777777" w:rsidR="00232130" w:rsidRPr="004B5F62" w:rsidRDefault="00232130" w:rsidP="00EF2582">
      <w:pPr>
        <w:pStyle w:val="Zwykytekst"/>
        <w:spacing w:line="360" w:lineRule="auto"/>
        <w:jc w:val="center"/>
        <w:rPr>
          <w:rFonts w:ascii="Times New Roman" w:eastAsia="MS Mincho" w:hAnsi="Times New Roman" w:cs="Times New Roman"/>
          <w:b/>
          <w:bCs/>
          <w:sz w:val="24"/>
          <w:szCs w:val="24"/>
        </w:rPr>
      </w:pPr>
      <w:r w:rsidRPr="004B5F62">
        <w:rPr>
          <w:rFonts w:ascii="Times New Roman" w:eastAsia="MS Mincho" w:hAnsi="Times New Roman" w:cs="Times New Roman"/>
          <w:b/>
          <w:bCs/>
          <w:sz w:val="24"/>
          <w:szCs w:val="24"/>
        </w:rPr>
        <w:t>Rozdział</w:t>
      </w:r>
      <w:r w:rsidR="00791960" w:rsidRPr="004B5F62">
        <w:rPr>
          <w:rFonts w:ascii="Times New Roman" w:eastAsia="MS Mincho" w:hAnsi="Times New Roman" w:cs="Times New Roman"/>
          <w:b/>
          <w:bCs/>
          <w:sz w:val="24"/>
          <w:szCs w:val="24"/>
        </w:rPr>
        <w:t xml:space="preserve"> </w:t>
      </w:r>
      <w:r w:rsidRPr="004B5F62">
        <w:rPr>
          <w:rFonts w:ascii="Times New Roman" w:eastAsia="MS Mincho" w:hAnsi="Times New Roman" w:cs="Times New Roman"/>
          <w:b/>
          <w:bCs/>
          <w:sz w:val="24"/>
          <w:szCs w:val="24"/>
        </w:rPr>
        <w:t>1</w:t>
      </w:r>
    </w:p>
    <w:p w14:paraId="60F1C8B6" w14:textId="77777777" w:rsidR="00232130" w:rsidRPr="004B5F62" w:rsidRDefault="00232130" w:rsidP="00EF2582">
      <w:pPr>
        <w:pStyle w:val="Zwykytekst"/>
        <w:spacing w:before="120" w:after="120" w:line="360" w:lineRule="auto"/>
        <w:jc w:val="center"/>
        <w:rPr>
          <w:rFonts w:ascii="Times New Roman" w:eastAsia="MS Mincho" w:hAnsi="Times New Roman" w:cs="Times New Roman"/>
          <w:b/>
          <w:bCs/>
          <w:sz w:val="24"/>
          <w:szCs w:val="24"/>
        </w:rPr>
      </w:pPr>
      <w:r w:rsidRPr="004B5F62">
        <w:rPr>
          <w:rFonts w:ascii="Times New Roman" w:eastAsia="MS Mincho" w:hAnsi="Times New Roman" w:cs="Times New Roman"/>
          <w:b/>
          <w:bCs/>
          <w:sz w:val="24"/>
          <w:szCs w:val="24"/>
        </w:rPr>
        <w:t xml:space="preserve">Sprawozdanie Rb-27S z wykonania planu dochodów budżetowych </w:t>
      </w:r>
      <w:r w:rsidR="00D62DC8" w:rsidRPr="004B5F62">
        <w:rPr>
          <w:rFonts w:ascii="Times New Roman" w:eastAsia="MS Mincho" w:hAnsi="Times New Roman" w:cs="Times New Roman"/>
          <w:b/>
          <w:bCs/>
          <w:sz w:val="24"/>
          <w:szCs w:val="24"/>
        </w:rPr>
        <w:t>samorządowej jednostki budżetowej/</w:t>
      </w:r>
      <w:r w:rsidRPr="004B5F62">
        <w:rPr>
          <w:rFonts w:ascii="Times New Roman" w:eastAsia="MS Mincho" w:hAnsi="Times New Roman" w:cs="Times New Roman"/>
          <w:b/>
          <w:bCs/>
          <w:sz w:val="24"/>
          <w:szCs w:val="24"/>
        </w:rPr>
        <w:t>jednostki samorządu terytorialnego</w:t>
      </w:r>
    </w:p>
    <w:p w14:paraId="36ADC8B5" w14:textId="77777777" w:rsidR="00254211" w:rsidRPr="004B5F62" w:rsidRDefault="00232130" w:rsidP="00081EC3">
      <w:pPr>
        <w:pStyle w:val="Zwykytekst"/>
        <w:spacing w:line="360" w:lineRule="auto"/>
        <w:ind w:firstLine="703"/>
        <w:jc w:val="both"/>
        <w:rPr>
          <w:rFonts w:ascii="Times New Roman" w:eastAsia="MS Mincho" w:hAnsi="Times New Roman" w:cs="Times New Roman"/>
          <w:bCs/>
          <w:sz w:val="24"/>
          <w:szCs w:val="24"/>
        </w:rPr>
      </w:pPr>
      <w:r w:rsidRPr="004B5F62">
        <w:rPr>
          <w:rFonts w:ascii="Times New Roman" w:eastAsia="MS Mincho" w:hAnsi="Times New Roman" w:cs="Times New Roman"/>
          <w:b/>
          <w:bCs/>
          <w:sz w:val="24"/>
          <w:szCs w:val="24"/>
        </w:rPr>
        <w:t>§</w:t>
      </w:r>
      <w:r w:rsidR="000221CC" w:rsidRPr="004B5F62">
        <w:rPr>
          <w:rFonts w:ascii="Times New Roman" w:eastAsia="MS Mincho" w:hAnsi="Times New Roman" w:cs="Times New Roman"/>
          <w:b/>
          <w:bCs/>
          <w:sz w:val="24"/>
          <w:szCs w:val="24"/>
        </w:rPr>
        <w:t xml:space="preserve"> </w:t>
      </w:r>
      <w:r w:rsidRPr="004B5F62">
        <w:rPr>
          <w:rFonts w:ascii="Times New Roman" w:eastAsia="MS Mincho" w:hAnsi="Times New Roman" w:cs="Times New Roman"/>
          <w:b/>
          <w:bCs/>
          <w:sz w:val="24"/>
          <w:szCs w:val="24"/>
        </w:rPr>
        <w:t>1.</w:t>
      </w:r>
      <w:r w:rsidR="000221CC" w:rsidRPr="004B5F62">
        <w:rPr>
          <w:rFonts w:ascii="Times New Roman" w:eastAsia="MS Mincho" w:hAnsi="Times New Roman" w:cs="Times New Roman"/>
          <w:bCs/>
          <w:sz w:val="24"/>
          <w:szCs w:val="24"/>
        </w:rPr>
        <w:t xml:space="preserve"> </w:t>
      </w:r>
      <w:r w:rsidRPr="004B5F62">
        <w:rPr>
          <w:rFonts w:ascii="Times New Roman" w:eastAsia="MS Mincho" w:hAnsi="Times New Roman" w:cs="Times New Roman"/>
          <w:bCs/>
          <w:sz w:val="24"/>
          <w:szCs w:val="24"/>
        </w:rPr>
        <w:t>Sprawozdania jednostkowe są sporządzane w szczegółowości: dział, rozdział, paragraf; sumowaniu podlegają kwoty wyszczególnione w rozdziałach.</w:t>
      </w:r>
    </w:p>
    <w:p w14:paraId="43F99262" w14:textId="77777777" w:rsidR="00940F2C" w:rsidRPr="004B5F62" w:rsidRDefault="00232130" w:rsidP="00081EC3">
      <w:pPr>
        <w:pStyle w:val="Zwykytekst"/>
        <w:spacing w:line="360" w:lineRule="auto"/>
        <w:ind w:firstLine="703"/>
        <w:jc w:val="both"/>
        <w:rPr>
          <w:rFonts w:ascii="Times New Roman" w:eastAsia="MS Mincho" w:hAnsi="Times New Roman" w:cs="Times New Roman"/>
          <w:bCs/>
          <w:sz w:val="24"/>
          <w:szCs w:val="24"/>
        </w:rPr>
      </w:pPr>
      <w:r w:rsidRPr="004B5F62">
        <w:rPr>
          <w:rFonts w:ascii="Times New Roman" w:eastAsia="MS Mincho" w:hAnsi="Times New Roman" w:cs="Times New Roman"/>
          <w:b/>
          <w:bCs/>
          <w:sz w:val="24"/>
          <w:szCs w:val="24"/>
        </w:rPr>
        <w:t>§</w:t>
      </w:r>
      <w:r w:rsidR="000221CC" w:rsidRPr="004B5F62">
        <w:rPr>
          <w:rFonts w:ascii="Times New Roman" w:eastAsia="MS Mincho" w:hAnsi="Times New Roman" w:cs="Times New Roman"/>
          <w:b/>
          <w:bCs/>
          <w:sz w:val="24"/>
          <w:szCs w:val="24"/>
        </w:rPr>
        <w:t xml:space="preserve"> </w:t>
      </w:r>
      <w:r w:rsidRPr="004B5F62">
        <w:rPr>
          <w:rFonts w:ascii="Times New Roman" w:eastAsia="MS Mincho" w:hAnsi="Times New Roman" w:cs="Times New Roman"/>
          <w:b/>
          <w:bCs/>
          <w:sz w:val="24"/>
          <w:szCs w:val="24"/>
        </w:rPr>
        <w:t>2.</w:t>
      </w:r>
      <w:r w:rsidR="000221CC" w:rsidRPr="004B5F62">
        <w:rPr>
          <w:rFonts w:ascii="Times New Roman" w:eastAsia="MS Mincho" w:hAnsi="Times New Roman" w:cs="Times New Roman"/>
          <w:bCs/>
          <w:sz w:val="24"/>
          <w:szCs w:val="24"/>
        </w:rPr>
        <w:t xml:space="preserve"> </w:t>
      </w:r>
      <w:r w:rsidRPr="004B5F62">
        <w:rPr>
          <w:rFonts w:ascii="Times New Roman" w:eastAsia="MS Mincho" w:hAnsi="Times New Roman" w:cs="Times New Roman"/>
          <w:bCs/>
          <w:sz w:val="24"/>
          <w:szCs w:val="24"/>
        </w:rPr>
        <w:t>1.</w:t>
      </w:r>
      <w:r w:rsidR="000221CC" w:rsidRPr="004B5F62">
        <w:rPr>
          <w:rFonts w:ascii="Times New Roman" w:eastAsia="MS Mincho" w:hAnsi="Times New Roman" w:cs="Times New Roman"/>
          <w:bCs/>
          <w:sz w:val="24"/>
          <w:szCs w:val="24"/>
        </w:rPr>
        <w:t xml:space="preserve"> </w:t>
      </w:r>
      <w:r w:rsidRPr="004B5F62">
        <w:rPr>
          <w:rFonts w:ascii="Times New Roman" w:eastAsia="MS Mincho" w:hAnsi="Times New Roman" w:cs="Times New Roman"/>
          <w:bCs/>
          <w:sz w:val="24"/>
          <w:szCs w:val="24"/>
        </w:rPr>
        <w:t>Jednostka samorządu terytorialnego sporz</w:t>
      </w:r>
      <w:r w:rsidR="00C06911" w:rsidRPr="004B5F62">
        <w:rPr>
          <w:rFonts w:ascii="Times New Roman" w:eastAsia="MS Mincho" w:hAnsi="Times New Roman" w:cs="Times New Roman"/>
          <w:bCs/>
          <w:sz w:val="24"/>
          <w:szCs w:val="24"/>
        </w:rPr>
        <w:t>ądza sprawozdanie jednostkowe z</w:t>
      </w:r>
      <w:r w:rsidR="000221CC" w:rsidRPr="004B5F62">
        <w:rPr>
          <w:rFonts w:ascii="Times New Roman" w:eastAsia="MS Mincho" w:hAnsi="Times New Roman" w:cs="Times New Roman"/>
          <w:bCs/>
          <w:sz w:val="24"/>
          <w:szCs w:val="24"/>
        </w:rPr>
        <w:t xml:space="preserve"> </w:t>
      </w:r>
      <w:r w:rsidRPr="004B5F62">
        <w:rPr>
          <w:rFonts w:ascii="Times New Roman" w:eastAsia="MS Mincho" w:hAnsi="Times New Roman" w:cs="Times New Roman"/>
          <w:bCs/>
          <w:sz w:val="24"/>
          <w:szCs w:val="24"/>
        </w:rPr>
        <w:t>następujących dochodów budżetowych:</w:t>
      </w:r>
    </w:p>
    <w:p w14:paraId="58719024" w14:textId="77777777" w:rsidR="00232130" w:rsidRPr="004B5F62" w:rsidRDefault="00940F2C" w:rsidP="00081EC3">
      <w:pPr>
        <w:pStyle w:val="Zwykytekst"/>
        <w:spacing w:line="360" w:lineRule="auto"/>
        <w:ind w:left="720" w:hanging="720"/>
        <w:jc w:val="both"/>
        <w:rPr>
          <w:rFonts w:ascii="Times New Roman" w:eastAsia="MS Mincho" w:hAnsi="Times New Roman" w:cs="Times New Roman"/>
          <w:sz w:val="24"/>
          <w:szCs w:val="24"/>
        </w:rPr>
      </w:pPr>
      <w:r w:rsidRPr="004B5F62">
        <w:rPr>
          <w:rFonts w:ascii="Times New Roman" w:eastAsia="MS Mincho" w:hAnsi="Times New Roman" w:cs="Times New Roman"/>
          <w:sz w:val="24"/>
          <w:szCs w:val="24"/>
        </w:rPr>
        <w:t>1)</w:t>
      </w:r>
      <w:r w:rsidRPr="004B5F62">
        <w:rPr>
          <w:rFonts w:ascii="Times New Roman" w:eastAsia="MS Mincho" w:hAnsi="Times New Roman" w:cs="Times New Roman"/>
          <w:sz w:val="24"/>
          <w:szCs w:val="24"/>
        </w:rPr>
        <w:tab/>
      </w:r>
      <w:r w:rsidR="00F55317" w:rsidRPr="004B5F62">
        <w:rPr>
          <w:rFonts w:ascii="Times New Roman" w:hAnsi="Times New Roman" w:cs="Times New Roman"/>
          <w:sz w:val="24"/>
          <w:szCs w:val="24"/>
        </w:rPr>
        <w:t>z tytułu podatków, opłat oraz niepodatkowych należności budżetowych, pobieranych przez jednostki samorządu terytorialnego, zgodnie z § 3 ust. 1, oraz pobieranych przez urzędy skarbowe na rzecz jednostek samorządu terytorialnego;</w:t>
      </w:r>
    </w:p>
    <w:p w14:paraId="17B3AD6A" w14:textId="77777777" w:rsidR="00232130" w:rsidRPr="004B5F62" w:rsidRDefault="00940F2C" w:rsidP="00081EC3">
      <w:pPr>
        <w:pStyle w:val="Zwykytekst"/>
        <w:spacing w:line="360" w:lineRule="auto"/>
        <w:ind w:left="720" w:hanging="720"/>
        <w:jc w:val="both"/>
        <w:rPr>
          <w:rFonts w:ascii="Times New Roman" w:eastAsia="MS Mincho" w:hAnsi="Times New Roman" w:cs="Times New Roman"/>
          <w:sz w:val="24"/>
          <w:szCs w:val="24"/>
        </w:rPr>
      </w:pPr>
      <w:r w:rsidRPr="004B5F62">
        <w:rPr>
          <w:rFonts w:ascii="Times New Roman" w:eastAsia="MS Mincho" w:hAnsi="Times New Roman" w:cs="Times New Roman"/>
          <w:sz w:val="24"/>
          <w:szCs w:val="24"/>
        </w:rPr>
        <w:t>2)</w:t>
      </w:r>
      <w:r w:rsidRPr="004B5F62">
        <w:rPr>
          <w:rFonts w:ascii="Times New Roman" w:eastAsia="MS Mincho" w:hAnsi="Times New Roman" w:cs="Times New Roman"/>
          <w:sz w:val="24"/>
          <w:szCs w:val="24"/>
        </w:rPr>
        <w:tab/>
      </w:r>
      <w:r w:rsidR="00232130" w:rsidRPr="004B5F62">
        <w:rPr>
          <w:rFonts w:ascii="Times New Roman" w:eastAsia="MS Mincho" w:hAnsi="Times New Roman" w:cs="Times New Roman"/>
          <w:sz w:val="24"/>
          <w:szCs w:val="24"/>
        </w:rPr>
        <w:t>dochodów jednostki budżetowej</w:t>
      </w:r>
      <w:r w:rsidR="001C1DA8" w:rsidRPr="004B5F62">
        <w:rPr>
          <w:rFonts w:ascii="Times New Roman" w:eastAsia="MS Mincho" w:hAnsi="Times New Roman" w:cs="Times New Roman"/>
          <w:sz w:val="24"/>
          <w:szCs w:val="24"/>
        </w:rPr>
        <w:t>,</w:t>
      </w:r>
      <w:r w:rsidR="00232130" w:rsidRPr="004B5F62">
        <w:rPr>
          <w:rFonts w:ascii="Times New Roman" w:eastAsia="MS Mincho" w:hAnsi="Times New Roman" w:cs="Times New Roman"/>
          <w:sz w:val="24"/>
          <w:szCs w:val="24"/>
        </w:rPr>
        <w:t xml:space="preserve"> zgodnie z §</w:t>
      </w:r>
      <w:r w:rsidR="000221CC" w:rsidRPr="004B5F62">
        <w:rPr>
          <w:rFonts w:ascii="Times New Roman" w:eastAsia="MS Mincho" w:hAnsi="Times New Roman" w:cs="Times New Roman"/>
          <w:sz w:val="24"/>
          <w:szCs w:val="24"/>
        </w:rPr>
        <w:t xml:space="preserve"> </w:t>
      </w:r>
      <w:r w:rsidR="00232130" w:rsidRPr="004B5F62">
        <w:rPr>
          <w:rFonts w:ascii="Times New Roman" w:eastAsia="MS Mincho" w:hAnsi="Times New Roman" w:cs="Times New Roman"/>
          <w:sz w:val="24"/>
          <w:szCs w:val="24"/>
        </w:rPr>
        <w:t>3 ust.</w:t>
      </w:r>
      <w:r w:rsidR="000221CC" w:rsidRPr="004B5F62">
        <w:rPr>
          <w:rFonts w:ascii="Times New Roman" w:eastAsia="MS Mincho" w:hAnsi="Times New Roman" w:cs="Times New Roman"/>
          <w:sz w:val="24"/>
          <w:szCs w:val="24"/>
        </w:rPr>
        <w:t xml:space="preserve"> </w:t>
      </w:r>
      <w:r w:rsidR="007754AC" w:rsidRPr="004B5F62">
        <w:rPr>
          <w:rFonts w:ascii="Times New Roman" w:eastAsia="MS Mincho" w:hAnsi="Times New Roman" w:cs="Times New Roman"/>
          <w:sz w:val="24"/>
          <w:szCs w:val="24"/>
        </w:rPr>
        <w:t>3</w:t>
      </w:r>
      <w:r w:rsidR="00232130" w:rsidRPr="004B5F62">
        <w:rPr>
          <w:rFonts w:ascii="Times New Roman" w:eastAsia="MS Mincho" w:hAnsi="Times New Roman" w:cs="Times New Roman"/>
          <w:sz w:val="24"/>
          <w:szCs w:val="24"/>
        </w:rPr>
        <w:t>;</w:t>
      </w:r>
    </w:p>
    <w:p w14:paraId="63108A68" w14:textId="77777777" w:rsidR="00232130" w:rsidRPr="004B5F62" w:rsidRDefault="00940F2C" w:rsidP="00081EC3">
      <w:pPr>
        <w:pStyle w:val="Zwykytekst"/>
        <w:spacing w:line="360" w:lineRule="auto"/>
        <w:ind w:left="720" w:hanging="720"/>
        <w:jc w:val="both"/>
        <w:rPr>
          <w:rFonts w:ascii="Times New Roman" w:eastAsia="MS Mincho" w:hAnsi="Times New Roman" w:cs="Times New Roman"/>
          <w:sz w:val="24"/>
          <w:szCs w:val="24"/>
        </w:rPr>
      </w:pPr>
      <w:r w:rsidRPr="004B5F62">
        <w:rPr>
          <w:rFonts w:ascii="Times New Roman" w:eastAsia="MS Mincho" w:hAnsi="Times New Roman" w:cs="Times New Roman"/>
          <w:sz w:val="24"/>
          <w:szCs w:val="24"/>
        </w:rPr>
        <w:t>3)</w:t>
      </w:r>
      <w:r w:rsidRPr="004B5F62">
        <w:rPr>
          <w:rFonts w:ascii="Times New Roman" w:eastAsia="MS Mincho" w:hAnsi="Times New Roman" w:cs="Times New Roman"/>
          <w:sz w:val="24"/>
          <w:szCs w:val="24"/>
        </w:rPr>
        <w:tab/>
      </w:r>
      <w:r w:rsidR="00232130" w:rsidRPr="004B5F62">
        <w:rPr>
          <w:rFonts w:ascii="Times New Roman" w:eastAsia="MS Mincho" w:hAnsi="Times New Roman" w:cs="Times New Roman"/>
          <w:sz w:val="24"/>
          <w:szCs w:val="24"/>
        </w:rPr>
        <w:t>udziałów jednostki samorządu terytorialnego we wpływach z podatku dochodowego od osób fizycznych, przekazanych z centralnego rachunku bieżącego budżetu państwa na rachunek budżetu jednostki samorządu terytorialnego;</w:t>
      </w:r>
    </w:p>
    <w:p w14:paraId="0C9A9BE4" w14:textId="77777777" w:rsidR="00232130" w:rsidRPr="004B5F62" w:rsidRDefault="00E53A08" w:rsidP="00081EC3">
      <w:pPr>
        <w:pStyle w:val="Zwykytekst"/>
        <w:spacing w:line="360" w:lineRule="auto"/>
        <w:ind w:left="720" w:hanging="720"/>
        <w:jc w:val="both"/>
        <w:rPr>
          <w:rFonts w:ascii="Times New Roman" w:eastAsia="MS Mincho" w:hAnsi="Times New Roman" w:cs="Times New Roman"/>
          <w:sz w:val="24"/>
          <w:szCs w:val="24"/>
        </w:rPr>
      </w:pPr>
      <w:r w:rsidRPr="004B5F62">
        <w:rPr>
          <w:rFonts w:ascii="Times New Roman" w:eastAsia="MS Mincho" w:hAnsi="Times New Roman" w:cs="Times New Roman"/>
          <w:sz w:val="24"/>
          <w:szCs w:val="24"/>
        </w:rPr>
        <w:t>4)</w:t>
      </w:r>
      <w:r w:rsidRPr="004B5F62">
        <w:rPr>
          <w:rFonts w:ascii="Times New Roman" w:eastAsia="MS Mincho" w:hAnsi="Times New Roman" w:cs="Times New Roman"/>
          <w:sz w:val="24"/>
          <w:szCs w:val="24"/>
        </w:rPr>
        <w:tab/>
      </w:r>
      <w:r w:rsidR="00232130" w:rsidRPr="004B5F62">
        <w:rPr>
          <w:rFonts w:ascii="Times New Roman" w:eastAsia="MS Mincho" w:hAnsi="Times New Roman" w:cs="Times New Roman"/>
          <w:sz w:val="24"/>
          <w:szCs w:val="24"/>
        </w:rPr>
        <w:t>dotacji celowych i subwencji ogólnej otrzymanych z budżetu państwa;</w:t>
      </w:r>
    </w:p>
    <w:p w14:paraId="225B20B8" w14:textId="77777777" w:rsidR="00232130" w:rsidRPr="004B5F62" w:rsidRDefault="00E53A08" w:rsidP="00081EC3">
      <w:pPr>
        <w:pStyle w:val="Zwykytekst"/>
        <w:spacing w:line="360" w:lineRule="auto"/>
        <w:ind w:left="720" w:hanging="720"/>
        <w:jc w:val="both"/>
        <w:rPr>
          <w:rFonts w:ascii="Times New Roman" w:eastAsia="MS Mincho" w:hAnsi="Times New Roman" w:cs="Times New Roman"/>
          <w:sz w:val="24"/>
          <w:szCs w:val="24"/>
        </w:rPr>
      </w:pPr>
      <w:r w:rsidRPr="004B5F62">
        <w:rPr>
          <w:rFonts w:ascii="Times New Roman" w:eastAsia="MS Mincho" w:hAnsi="Times New Roman" w:cs="Times New Roman"/>
          <w:sz w:val="24"/>
          <w:szCs w:val="24"/>
        </w:rPr>
        <w:t>5)</w:t>
      </w:r>
      <w:r w:rsidRPr="004B5F62">
        <w:rPr>
          <w:rFonts w:ascii="Times New Roman" w:eastAsia="MS Mincho" w:hAnsi="Times New Roman" w:cs="Times New Roman"/>
          <w:sz w:val="24"/>
          <w:szCs w:val="24"/>
        </w:rPr>
        <w:tab/>
      </w:r>
      <w:r w:rsidR="00232130" w:rsidRPr="004B5F62">
        <w:rPr>
          <w:rFonts w:ascii="Times New Roman" w:eastAsia="MS Mincho" w:hAnsi="Times New Roman" w:cs="Times New Roman"/>
          <w:sz w:val="24"/>
          <w:szCs w:val="24"/>
        </w:rPr>
        <w:t xml:space="preserve">dotacji celowych z </w:t>
      </w:r>
      <w:r w:rsidR="00B27C47" w:rsidRPr="004B5F62">
        <w:rPr>
          <w:rFonts w:ascii="Times New Roman" w:eastAsia="MS Mincho" w:hAnsi="Times New Roman" w:cs="Times New Roman"/>
          <w:sz w:val="24"/>
          <w:szCs w:val="24"/>
        </w:rPr>
        <w:t xml:space="preserve">państwowych </w:t>
      </w:r>
      <w:r w:rsidR="00232130" w:rsidRPr="004B5F62">
        <w:rPr>
          <w:rFonts w:ascii="Times New Roman" w:eastAsia="MS Mincho" w:hAnsi="Times New Roman" w:cs="Times New Roman"/>
          <w:sz w:val="24"/>
          <w:szCs w:val="24"/>
        </w:rPr>
        <w:t>funduszy celowych oraz dotacji celowych na zadania realizowane przez jednostkę samorządu terytorialnego na podstawie porozumień pomiędzy jednostkami samorządu terytorialnego.</w:t>
      </w:r>
    </w:p>
    <w:p w14:paraId="1D02F0BD" w14:textId="77777777" w:rsidR="00E851D6" w:rsidRPr="004B5F62" w:rsidRDefault="00E851D6" w:rsidP="00E851D6">
      <w:pPr>
        <w:autoSpaceDE w:val="0"/>
        <w:autoSpaceDN w:val="0"/>
        <w:adjustRightInd w:val="0"/>
        <w:spacing w:line="360" w:lineRule="auto"/>
        <w:ind w:firstLine="703"/>
        <w:jc w:val="both"/>
      </w:pPr>
      <w:r w:rsidRPr="004B5F62">
        <w:t>2. Dochody związane z realizacją zadań z zakresu administracji rządowej oraz innych zadań zleconych jednostkom samorządu terytorialnego ustawami, należne budżetowi państwa, nie są wykazywane w sprawozdaniu z wykonania planu dochodów budżetowych jednostki samorządu terytorialnego.</w:t>
      </w:r>
    </w:p>
    <w:p w14:paraId="14DA377D" w14:textId="77777777" w:rsidR="00232130" w:rsidRPr="004B5F62" w:rsidRDefault="00415777" w:rsidP="00E83507">
      <w:pPr>
        <w:autoSpaceDE w:val="0"/>
        <w:autoSpaceDN w:val="0"/>
        <w:adjustRightInd w:val="0"/>
        <w:spacing w:line="360" w:lineRule="auto"/>
        <w:ind w:firstLine="703"/>
        <w:jc w:val="both"/>
      </w:pPr>
      <w:r w:rsidRPr="004B5F62">
        <w:t>3</w:t>
      </w:r>
      <w:r w:rsidR="00232130" w:rsidRPr="004B5F62">
        <w:t>.</w:t>
      </w:r>
      <w:r w:rsidR="000221CC" w:rsidRPr="004B5F62">
        <w:t xml:space="preserve"> </w:t>
      </w:r>
      <w:r w:rsidR="00232130" w:rsidRPr="004B5F62">
        <w:t xml:space="preserve">Jednostki samorządu terytorialnego w sprawozdaniach jednostkowych sporządzanych za miesiące: styczeń, luty, kwiecień, maj, lipiec, sierpień, październik, listopad oraz grudzień </w:t>
      </w:r>
      <w:r w:rsidR="0095518C" w:rsidRPr="004B5F62">
        <w:t>–</w:t>
      </w:r>
      <w:r w:rsidR="00232130" w:rsidRPr="004B5F62">
        <w:t xml:space="preserve"> w kolumnie </w:t>
      </w:r>
      <w:r w:rsidR="009870D0" w:rsidRPr="004B5F62">
        <w:t>„</w:t>
      </w:r>
      <w:r w:rsidR="00232130" w:rsidRPr="004B5F62">
        <w:t>Dochody wykonane (wpływy minus zwroty)</w:t>
      </w:r>
      <w:r w:rsidR="009870D0" w:rsidRPr="004B5F62">
        <w:t>”</w:t>
      </w:r>
      <w:r w:rsidR="00232130" w:rsidRPr="004B5F62">
        <w:t xml:space="preserve"> </w:t>
      </w:r>
      <w:r w:rsidR="0095518C" w:rsidRPr="004B5F62">
        <w:t>–</w:t>
      </w:r>
      <w:r w:rsidR="00232130" w:rsidRPr="004B5F62">
        <w:t xml:space="preserve"> wykazują dochody budżetowe, pobrane przez urzędy skarbowe na rzecz jednostki samorządu terytorialnego, w wysokości otrzymanych wpływów na rachunek bieżący.</w:t>
      </w:r>
    </w:p>
    <w:p w14:paraId="128F6C10" w14:textId="77777777" w:rsidR="00232130" w:rsidRPr="004B5F62" w:rsidRDefault="00415777" w:rsidP="00E83507">
      <w:pPr>
        <w:autoSpaceDE w:val="0"/>
        <w:autoSpaceDN w:val="0"/>
        <w:adjustRightInd w:val="0"/>
        <w:spacing w:line="360" w:lineRule="auto"/>
        <w:ind w:firstLine="703"/>
        <w:jc w:val="both"/>
      </w:pPr>
      <w:r w:rsidRPr="004B5F62">
        <w:t>4</w:t>
      </w:r>
      <w:r w:rsidR="00232130" w:rsidRPr="004B5F62">
        <w:t>.</w:t>
      </w:r>
      <w:r w:rsidR="000221CC" w:rsidRPr="004B5F62">
        <w:t xml:space="preserve"> </w:t>
      </w:r>
      <w:r w:rsidR="00232130" w:rsidRPr="004B5F62">
        <w:t>Jednostki budżetowe podległe jednostkom samorządu terytorialnego sporządzają sprawozdania jednostkowe z wykonania planu dochodów budżetowych zgodnie z §</w:t>
      </w:r>
      <w:r w:rsidR="000221CC" w:rsidRPr="004B5F62">
        <w:t xml:space="preserve"> </w:t>
      </w:r>
      <w:r w:rsidR="00232130" w:rsidRPr="004B5F62">
        <w:t>3 ust.</w:t>
      </w:r>
      <w:r w:rsidR="000221CC" w:rsidRPr="004B5F62">
        <w:t xml:space="preserve"> </w:t>
      </w:r>
      <w:r w:rsidR="00FC0372" w:rsidRPr="004B5F62">
        <w:t>3</w:t>
      </w:r>
      <w:r w:rsidR="00232130" w:rsidRPr="004B5F62">
        <w:t>.</w:t>
      </w:r>
    </w:p>
    <w:p w14:paraId="23315763" w14:textId="77777777" w:rsidR="000B6FF2" w:rsidRPr="004B5F62" w:rsidRDefault="00232130" w:rsidP="00E83507">
      <w:pPr>
        <w:autoSpaceDE w:val="0"/>
        <w:autoSpaceDN w:val="0"/>
        <w:adjustRightInd w:val="0"/>
        <w:spacing w:line="360" w:lineRule="auto"/>
        <w:ind w:firstLine="703"/>
        <w:jc w:val="both"/>
      </w:pPr>
      <w:r w:rsidRPr="004B5F62">
        <w:rPr>
          <w:b/>
          <w:bCs/>
        </w:rPr>
        <w:lastRenderedPageBreak/>
        <w:t>§</w:t>
      </w:r>
      <w:r w:rsidR="000221CC" w:rsidRPr="004B5F62">
        <w:rPr>
          <w:b/>
          <w:bCs/>
        </w:rPr>
        <w:t xml:space="preserve"> </w:t>
      </w:r>
      <w:r w:rsidRPr="004B5F62">
        <w:rPr>
          <w:b/>
          <w:bCs/>
        </w:rPr>
        <w:t>3.</w:t>
      </w:r>
      <w:r w:rsidR="00791960" w:rsidRPr="004B5F62">
        <w:rPr>
          <w:b/>
          <w:bCs/>
        </w:rPr>
        <w:t xml:space="preserve"> </w:t>
      </w:r>
      <w:r w:rsidRPr="004B5F62">
        <w:t>1.</w:t>
      </w:r>
      <w:r w:rsidR="000221CC" w:rsidRPr="004B5F62">
        <w:t xml:space="preserve"> </w:t>
      </w:r>
      <w:r w:rsidRPr="004B5F62">
        <w:t>Sprawozdanie jednostkowe z wykonania planu dochodów budżetowych z tytułu podatków, opłat oraz niepodatkowych należności budżetowych, pobieranych przez jednostki samorządu terytorialnego</w:t>
      </w:r>
      <w:r w:rsidR="005830F6" w:rsidRPr="004B5F62">
        <w:t>,</w:t>
      </w:r>
      <w:r w:rsidRPr="004B5F62">
        <w:t xml:space="preserve"> sporządza się na podstawie </w:t>
      </w:r>
      <w:r w:rsidR="00C06911" w:rsidRPr="004B5F62">
        <w:t>danych księgowości podatkowej w</w:t>
      </w:r>
      <w:r w:rsidR="000221CC" w:rsidRPr="004B5F62">
        <w:t xml:space="preserve"> </w:t>
      </w:r>
      <w:r w:rsidRPr="004B5F62">
        <w:t>sposób następujący:</w:t>
      </w:r>
    </w:p>
    <w:p w14:paraId="36F245EF" w14:textId="77777777" w:rsidR="00027668" w:rsidRPr="004B5F62" w:rsidRDefault="000B6FF2" w:rsidP="00E83507">
      <w:pPr>
        <w:autoSpaceDE w:val="0"/>
        <w:autoSpaceDN w:val="0"/>
        <w:adjustRightInd w:val="0"/>
        <w:spacing w:line="360" w:lineRule="auto"/>
        <w:ind w:left="703" w:hanging="703"/>
        <w:jc w:val="both"/>
        <w:rPr>
          <w:strike/>
        </w:rPr>
      </w:pPr>
      <w:r w:rsidRPr="004B5F62">
        <w:t>1)</w:t>
      </w:r>
      <w:r w:rsidRPr="004B5F62">
        <w:tab/>
      </w:r>
      <w:r w:rsidR="00232130" w:rsidRPr="004B5F62">
        <w:t xml:space="preserve">w kolumnie </w:t>
      </w:r>
      <w:r w:rsidR="009870D0" w:rsidRPr="004B5F62">
        <w:t>„</w:t>
      </w:r>
      <w:r w:rsidR="00232130" w:rsidRPr="004B5F62">
        <w:t>Plan (po zmianach)</w:t>
      </w:r>
      <w:r w:rsidR="009870D0" w:rsidRPr="004B5F62">
        <w:t>”</w:t>
      </w:r>
      <w:r w:rsidR="00232130" w:rsidRPr="004B5F62">
        <w:t xml:space="preserve"> wykazuje się dane o planowanych dochodach, </w:t>
      </w:r>
      <w:r w:rsidR="00027668" w:rsidRPr="004B5F62">
        <w:t>zgodnie z planem po ewentualnych zmianach;</w:t>
      </w:r>
    </w:p>
    <w:p w14:paraId="0771BAEB" w14:textId="77777777" w:rsidR="00E62FE8" w:rsidRPr="004B5F62" w:rsidRDefault="00C06911" w:rsidP="00E83507">
      <w:pPr>
        <w:autoSpaceDE w:val="0"/>
        <w:autoSpaceDN w:val="0"/>
        <w:adjustRightInd w:val="0"/>
        <w:spacing w:line="360" w:lineRule="auto"/>
        <w:ind w:left="703" w:hanging="703"/>
        <w:jc w:val="both"/>
      </w:pPr>
      <w:r w:rsidRPr="004B5F62">
        <w:t>2)</w:t>
      </w:r>
      <w:r w:rsidRPr="004B5F62">
        <w:tab/>
      </w:r>
      <w:r w:rsidR="00954E7F" w:rsidRPr="004B5F62">
        <w:t>w kolumnie „Należności” wykazuje się: salda początkowe (należności pozostałych do zapłaty zmniejszone o nadpłaty), powiększone o kwoty przypisów należności z tytułu dochodów budżetowych, po zmniejszeniu ich o kwoty odpisów; jeżeli kwota nadpłat i odpisów przewyższa kwotę należności pozostałych do zapłaty i przypisów, to różnicę wykazuje się jako liczbę ujemną. W kolumnie tej wykazuje się również zaległości podatkowe zabezpieczone hipoteką. W kolumnie „Należności” nie wykazuje się należności długoterminowych;</w:t>
      </w:r>
    </w:p>
    <w:p w14:paraId="311C7BB9" w14:textId="031C5474" w:rsidR="000B6FF2" w:rsidRPr="004B5F62" w:rsidRDefault="000B6FF2" w:rsidP="00E83507">
      <w:pPr>
        <w:autoSpaceDE w:val="0"/>
        <w:autoSpaceDN w:val="0"/>
        <w:adjustRightInd w:val="0"/>
        <w:spacing w:line="360" w:lineRule="auto"/>
        <w:ind w:left="703" w:hanging="703"/>
        <w:jc w:val="both"/>
      </w:pPr>
      <w:r w:rsidRPr="004B5F62">
        <w:t>3)</w:t>
      </w:r>
      <w:r w:rsidRPr="004B5F62">
        <w:tab/>
      </w:r>
      <w:r w:rsidR="00232130" w:rsidRPr="004B5F62">
        <w:t xml:space="preserve">w kolumnie </w:t>
      </w:r>
      <w:r w:rsidR="009870D0" w:rsidRPr="004B5F62">
        <w:t>„</w:t>
      </w:r>
      <w:r w:rsidR="00232130" w:rsidRPr="004B5F62">
        <w:t>Potrącenia</w:t>
      </w:r>
      <w:r w:rsidR="009870D0" w:rsidRPr="004B5F62">
        <w:t>”</w:t>
      </w:r>
      <w:r w:rsidR="00232130" w:rsidRPr="004B5F62">
        <w:t xml:space="preserve"> ujmuje się skutki wykorzystania szczególnych przypadków wygaśnięcia zobowiązań podatkowych, o których mowa w </w:t>
      </w:r>
      <w:r w:rsidR="00F27DBB" w:rsidRPr="004B5F62">
        <w:t>art.</w:t>
      </w:r>
      <w:r w:rsidR="000221CC" w:rsidRPr="004B5F62">
        <w:t xml:space="preserve"> </w:t>
      </w:r>
      <w:r w:rsidR="00F27DBB" w:rsidRPr="004B5F62">
        <w:t xml:space="preserve">65 i </w:t>
      </w:r>
      <w:r w:rsidR="00232130" w:rsidRPr="004B5F62">
        <w:t>art.</w:t>
      </w:r>
      <w:r w:rsidR="000221CC" w:rsidRPr="004B5F62">
        <w:t xml:space="preserve"> </w:t>
      </w:r>
      <w:r w:rsidR="00232130" w:rsidRPr="004B5F62">
        <w:t>66 §</w:t>
      </w:r>
      <w:r w:rsidR="000221CC" w:rsidRPr="004B5F62">
        <w:t xml:space="preserve"> </w:t>
      </w:r>
      <w:r w:rsidR="00232130" w:rsidRPr="004B5F62">
        <w:t>1 pkt</w:t>
      </w:r>
      <w:r w:rsidR="000221CC" w:rsidRPr="004B5F62">
        <w:t xml:space="preserve"> </w:t>
      </w:r>
      <w:r w:rsidR="00232130" w:rsidRPr="004B5F62">
        <w:t xml:space="preserve">2 ustawy </w:t>
      </w:r>
      <w:r w:rsidR="00F164B1" w:rsidRPr="004B5F62">
        <w:t xml:space="preserve">z dnia 29 sierpnia 1997 r. </w:t>
      </w:r>
      <w:r w:rsidR="00755383" w:rsidRPr="004B5F62">
        <w:t>–</w:t>
      </w:r>
      <w:r w:rsidR="00232130" w:rsidRPr="004B5F62">
        <w:t xml:space="preserve"> Ordynacja podatkowa</w:t>
      </w:r>
      <w:r w:rsidR="00F164B1" w:rsidRPr="004B5F62">
        <w:t xml:space="preserve"> (Dz. U. z 20</w:t>
      </w:r>
      <w:r w:rsidR="006C3DEA">
        <w:t>20</w:t>
      </w:r>
      <w:r w:rsidR="00F164B1" w:rsidRPr="004B5F62">
        <w:t xml:space="preserve"> r. poz.</w:t>
      </w:r>
      <w:r w:rsidR="002B2655" w:rsidRPr="004B5F62">
        <w:t xml:space="preserve"> </w:t>
      </w:r>
      <w:r w:rsidR="006C3DEA">
        <w:t>1325 i 1423</w:t>
      </w:r>
      <w:r w:rsidR="00F41CC3" w:rsidRPr="00095634">
        <w:t>)</w:t>
      </w:r>
      <w:r w:rsidR="00F164B1" w:rsidRPr="00095634">
        <w:t>, zwanej dalej</w:t>
      </w:r>
      <w:r w:rsidR="00F164B1" w:rsidRPr="004B5F62">
        <w:t xml:space="preserve"> „ustawą – Ordynacja podatkowa”</w:t>
      </w:r>
      <w:r w:rsidR="00232130" w:rsidRPr="004B5F62">
        <w:t xml:space="preserve">; skutków tych nie wykazuje się w kolumnie </w:t>
      </w:r>
      <w:r w:rsidR="009870D0" w:rsidRPr="004B5F62">
        <w:t>„</w:t>
      </w:r>
      <w:r w:rsidR="00232130" w:rsidRPr="004B5F62">
        <w:t>Dochody wykonane (wpływy minus zwroty)</w:t>
      </w:r>
      <w:r w:rsidR="009870D0" w:rsidRPr="004B5F62">
        <w:t>”</w:t>
      </w:r>
      <w:r w:rsidR="00232130" w:rsidRPr="004B5F62">
        <w:t>;</w:t>
      </w:r>
    </w:p>
    <w:p w14:paraId="2CC34472" w14:textId="77777777" w:rsidR="00C06911" w:rsidRPr="004B5F62" w:rsidRDefault="00C06911" w:rsidP="00693EC3">
      <w:pPr>
        <w:pStyle w:val="Zwykytekst"/>
        <w:spacing w:line="360" w:lineRule="auto"/>
        <w:ind w:left="720" w:hanging="720"/>
        <w:jc w:val="both"/>
        <w:rPr>
          <w:rFonts w:ascii="Times New Roman" w:hAnsi="Times New Roman" w:cs="Times New Roman"/>
          <w:sz w:val="24"/>
          <w:szCs w:val="24"/>
        </w:rPr>
      </w:pPr>
      <w:r w:rsidRPr="004B5F62">
        <w:rPr>
          <w:rFonts w:ascii="Times New Roman" w:hAnsi="Times New Roman" w:cs="Times New Roman"/>
          <w:sz w:val="24"/>
          <w:szCs w:val="24"/>
        </w:rPr>
        <w:t>4)</w:t>
      </w:r>
      <w:r w:rsidRPr="004B5F62">
        <w:rPr>
          <w:rFonts w:ascii="Times New Roman" w:hAnsi="Times New Roman" w:cs="Times New Roman"/>
          <w:sz w:val="24"/>
          <w:szCs w:val="24"/>
        </w:rPr>
        <w:tab/>
        <w:t xml:space="preserve">w kolumnie „Dochody wykonane (wpływy minus zwroty)” wykazuje się dochody wykonane na podstawie ewidencji analitycznej do rachunku bieżącego </w:t>
      </w:r>
      <w:r w:rsidR="00693EC3" w:rsidRPr="004B5F62">
        <w:rPr>
          <w:rFonts w:ascii="Times New Roman" w:hAnsi="Times New Roman" w:cs="Times New Roman"/>
          <w:sz w:val="24"/>
          <w:szCs w:val="24"/>
        </w:rPr>
        <w:t>–</w:t>
      </w:r>
      <w:r w:rsidRPr="004B5F62">
        <w:rPr>
          <w:rFonts w:ascii="Times New Roman" w:hAnsi="Times New Roman" w:cs="Times New Roman"/>
          <w:sz w:val="24"/>
          <w:szCs w:val="24"/>
        </w:rPr>
        <w:t xml:space="preserve"> subkonto dochodów oraz do kasy jednostki i zapłaconych kartą płatniczą;</w:t>
      </w:r>
    </w:p>
    <w:p w14:paraId="5A2593E4" w14:textId="77777777" w:rsidR="00C06911" w:rsidRPr="004B5F62" w:rsidRDefault="00C06911" w:rsidP="00693EC3">
      <w:pPr>
        <w:pStyle w:val="Zwykytekst"/>
        <w:spacing w:line="360" w:lineRule="auto"/>
        <w:ind w:left="720" w:hanging="720"/>
        <w:jc w:val="both"/>
        <w:rPr>
          <w:rFonts w:ascii="Times New Roman" w:hAnsi="Times New Roman" w:cs="Times New Roman"/>
          <w:sz w:val="24"/>
          <w:szCs w:val="24"/>
        </w:rPr>
      </w:pPr>
      <w:r w:rsidRPr="004B5F62">
        <w:rPr>
          <w:rFonts w:ascii="Times New Roman" w:hAnsi="Times New Roman" w:cs="Times New Roman"/>
          <w:sz w:val="24"/>
          <w:szCs w:val="24"/>
        </w:rPr>
        <w:t>5)</w:t>
      </w:r>
      <w:r w:rsidRPr="004B5F62">
        <w:rPr>
          <w:rFonts w:ascii="Times New Roman" w:hAnsi="Times New Roman" w:cs="Times New Roman"/>
          <w:sz w:val="24"/>
          <w:szCs w:val="24"/>
        </w:rPr>
        <w:tab/>
      </w:r>
      <w:r w:rsidR="00E87ED6" w:rsidRPr="004B5F62">
        <w:rPr>
          <w:rFonts w:ascii="Times New Roman" w:hAnsi="Times New Roman" w:cs="Times New Roman"/>
          <w:sz w:val="24"/>
          <w:szCs w:val="24"/>
        </w:rPr>
        <w:t>w kolumnie „Dochody otrzymane” wykazuje się kwoty dochodów otrzymanych na rachunek bankowy jednostki w okresie sprawozdawczym, pomniejszone o dokonane zwroty;</w:t>
      </w:r>
    </w:p>
    <w:p w14:paraId="6EA780CB" w14:textId="77777777" w:rsidR="00232130" w:rsidRPr="004B5F62" w:rsidRDefault="000B6FF2" w:rsidP="00693EC3">
      <w:pPr>
        <w:autoSpaceDE w:val="0"/>
        <w:autoSpaceDN w:val="0"/>
        <w:adjustRightInd w:val="0"/>
        <w:spacing w:line="360" w:lineRule="auto"/>
        <w:ind w:left="703" w:hanging="703"/>
        <w:jc w:val="both"/>
      </w:pPr>
      <w:r w:rsidRPr="004B5F62">
        <w:t>6)</w:t>
      </w:r>
      <w:r w:rsidRPr="004B5F62">
        <w:tab/>
      </w:r>
      <w:r w:rsidR="00837D7A" w:rsidRPr="004B5F62">
        <w:t>wpływy z podatku rolnego, leśnego i podatku od nieruchomości, pobierane w formie łącznego zobowiązania pieniężnego, wykazuje się w kwotach odrębnych dla poszczególnych podatków; odrębne kwoty każdego z tych podatków ustala się za pomocą wskaźników, wyliczonych na podstawie prowadzonych rejestrów i ewidencji, stanowiących udział poszczególnych podatków w łącznym zobowiązaniu pieniężnym;</w:t>
      </w:r>
    </w:p>
    <w:p w14:paraId="2B04EC53" w14:textId="77777777" w:rsidR="00232130" w:rsidRPr="004B5F62" w:rsidRDefault="00232130" w:rsidP="00693EC3">
      <w:pPr>
        <w:autoSpaceDE w:val="0"/>
        <w:autoSpaceDN w:val="0"/>
        <w:adjustRightInd w:val="0"/>
        <w:spacing w:line="360" w:lineRule="auto"/>
        <w:ind w:left="703" w:hanging="703"/>
        <w:jc w:val="both"/>
      </w:pPr>
      <w:r w:rsidRPr="004B5F62">
        <w:t>7)</w:t>
      </w:r>
      <w:r w:rsidR="000B6FF2" w:rsidRPr="004B5F62">
        <w:tab/>
      </w:r>
      <w:r w:rsidRPr="004B5F62">
        <w:t xml:space="preserve">w odpowiednich kolumnach </w:t>
      </w:r>
      <w:r w:rsidR="009870D0" w:rsidRPr="004B5F62">
        <w:t>„</w:t>
      </w:r>
      <w:r w:rsidRPr="004B5F62">
        <w:t>Saldo końcowe</w:t>
      </w:r>
      <w:r w:rsidR="009870D0" w:rsidRPr="004B5F62">
        <w:t>”</w:t>
      </w:r>
      <w:r w:rsidRPr="004B5F62">
        <w:t xml:space="preserve"> wykazuje się należności pozostałe do zapłaty, </w:t>
      </w:r>
      <w:r w:rsidR="003C4FF2" w:rsidRPr="004B5F62">
        <w:t xml:space="preserve">w tym </w:t>
      </w:r>
      <w:r w:rsidRPr="004B5F62">
        <w:t>zaległości</w:t>
      </w:r>
      <w:r w:rsidR="003C4FF2" w:rsidRPr="004B5F62">
        <w:t xml:space="preserve"> netto (należności pozostałe do zapłaty, których termin zapłaty minął i mogą być egzekwowane)</w:t>
      </w:r>
      <w:r w:rsidRPr="004B5F62">
        <w:t xml:space="preserve"> oraz nadpłaty </w:t>
      </w:r>
      <w:r w:rsidR="003C4FF2" w:rsidRPr="004B5F62">
        <w:t>(kwoty nadp</w:t>
      </w:r>
      <w:r w:rsidR="000E54CE" w:rsidRPr="004B5F62">
        <w:t>ł</w:t>
      </w:r>
      <w:r w:rsidR="003C4FF2" w:rsidRPr="004B5F62">
        <w:t xml:space="preserve">acone) </w:t>
      </w:r>
      <w:r w:rsidRPr="004B5F62">
        <w:t>ustalone na podstawie danych analitycznych kont podatkowych;</w:t>
      </w:r>
      <w:r w:rsidR="003C4FF2" w:rsidRPr="004B5F62">
        <w:t xml:space="preserve"> </w:t>
      </w:r>
      <w:r w:rsidR="00EF1138" w:rsidRPr="004B5F62">
        <w:t>w</w:t>
      </w:r>
      <w:r w:rsidR="003C4FF2" w:rsidRPr="004B5F62">
        <w:t xml:space="preserve"> kolumnie</w:t>
      </w:r>
      <w:r w:rsidR="000E54CE" w:rsidRPr="004B5F62">
        <w:t xml:space="preserve"> „</w:t>
      </w:r>
      <w:r w:rsidR="003C4FF2" w:rsidRPr="004B5F62">
        <w:t>zaległości netto</w:t>
      </w:r>
      <w:r w:rsidR="000E54CE" w:rsidRPr="004B5F62">
        <w:t xml:space="preserve">” nie należy wykazywać zaległości płatnych w ratach (jeżeli termin spłaty raty nie </w:t>
      </w:r>
      <w:r w:rsidR="000E54CE" w:rsidRPr="004B5F62">
        <w:lastRenderedPageBreak/>
        <w:t>minął), odroczonych (w przypadku gdy odroczony termin płatności nie minął), kwot objętych wstrzymaniem wykonania decyzji na mocy postanowienia organu podatkowego, sądu administracyjnego lub odrębnych przepisów oraz zaległości objętych postępowaniem ugodowym, układowym lub restrukturyzacyjnym;</w:t>
      </w:r>
    </w:p>
    <w:p w14:paraId="76EAFA4D" w14:textId="77777777" w:rsidR="00232130" w:rsidRPr="004B5F62" w:rsidRDefault="00232130" w:rsidP="00693EC3">
      <w:pPr>
        <w:autoSpaceDE w:val="0"/>
        <w:autoSpaceDN w:val="0"/>
        <w:adjustRightInd w:val="0"/>
        <w:spacing w:line="360" w:lineRule="auto"/>
        <w:ind w:left="703" w:hanging="703"/>
        <w:jc w:val="both"/>
      </w:pPr>
      <w:r w:rsidRPr="004B5F62">
        <w:t>8)</w:t>
      </w:r>
      <w:r w:rsidRPr="004B5F62">
        <w:tab/>
        <w:t xml:space="preserve">w kolumnie </w:t>
      </w:r>
      <w:r w:rsidR="009870D0" w:rsidRPr="004B5F62">
        <w:t>„</w:t>
      </w:r>
      <w:r w:rsidRPr="004B5F62">
        <w:t>Należności pozostałe do zapłaty</w:t>
      </w:r>
      <w:r w:rsidR="009870D0" w:rsidRPr="004B5F62">
        <w:t>”</w:t>
      </w:r>
      <w:r w:rsidRPr="004B5F62">
        <w:t xml:space="preserve"> wykazuje się kwoty stanowiące różnicę pomiędzy kwotami wykazanymi w kolumnie </w:t>
      </w:r>
      <w:r w:rsidR="009870D0" w:rsidRPr="004B5F62">
        <w:t>„</w:t>
      </w:r>
      <w:r w:rsidRPr="004B5F62">
        <w:t>Należności</w:t>
      </w:r>
      <w:r w:rsidR="009870D0" w:rsidRPr="004B5F62">
        <w:t>”</w:t>
      </w:r>
      <w:r w:rsidRPr="004B5F62">
        <w:t xml:space="preserve"> oraz kwotami wykazanymi w kolumnach </w:t>
      </w:r>
      <w:r w:rsidR="009870D0" w:rsidRPr="004B5F62">
        <w:t>„</w:t>
      </w:r>
      <w:r w:rsidRPr="004B5F62">
        <w:t>Dochody wykonane (wpływy minus zwroty)</w:t>
      </w:r>
      <w:r w:rsidR="009870D0" w:rsidRPr="004B5F62">
        <w:t>”</w:t>
      </w:r>
      <w:r w:rsidRPr="004B5F62">
        <w:t xml:space="preserve"> i </w:t>
      </w:r>
      <w:r w:rsidR="009870D0" w:rsidRPr="004B5F62">
        <w:t>„</w:t>
      </w:r>
      <w:r w:rsidRPr="004B5F62">
        <w:t>Potrącenia</w:t>
      </w:r>
      <w:r w:rsidR="009870D0" w:rsidRPr="004B5F62">
        <w:t>”</w:t>
      </w:r>
      <w:r w:rsidR="004812F9" w:rsidRPr="004B5F62">
        <w:t xml:space="preserve"> z</w:t>
      </w:r>
      <w:r w:rsidR="000221CC" w:rsidRPr="004B5F62">
        <w:t xml:space="preserve"> </w:t>
      </w:r>
      <w:r w:rsidR="00755383" w:rsidRPr="004B5F62">
        <w:t>u</w:t>
      </w:r>
      <w:r w:rsidRPr="004B5F62">
        <w:t>względnieniem nadpłat;</w:t>
      </w:r>
    </w:p>
    <w:p w14:paraId="2F91471F" w14:textId="77777777" w:rsidR="00232130" w:rsidRPr="004B5F62" w:rsidRDefault="00232130" w:rsidP="00693EC3">
      <w:pPr>
        <w:autoSpaceDE w:val="0"/>
        <w:autoSpaceDN w:val="0"/>
        <w:adjustRightInd w:val="0"/>
        <w:spacing w:line="360" w:lineRule="auto"/>
        <w:ind w:left="703" w:hanging="703"/>
        <w:jc w:val="both"/>
      </w:pPr>
      <w:r w:rsidRPr="004B5F62">
        <w:t>9)</w:t>
      </w:r>
      <w:r w:rsidRPr="004B5F62">
        <w:tab/>
        <w:t xml:space="preserve">w kolumnie </w:t>
      </w:r>
      <w:r w:rsidR="009870D0" w:rsidRPr="004B5F62">
        <w:t>„</w:t>
      </w:r>
      <w:r w:rsidRPr="004B5F62">
        <w:t>Skutki obniżenia górnych stawek podatków obliczone za okres sprawozdawczy</w:t>
      </w:r>
      <w:r w:rsidR="009870D0" w:rsidRPr="004B5F62">
        <w:t>”</w:t>
      </w:r>
      <w:r w:rsidRPr="004B5F62">
        <w:t xml:space="preserve"> wykazuje się kwoty stanowiące różnicę pomiędzy dochodami, jakie gmina lub miasto na prawach powiatu mogłaby uzyskać, stosując górne stawki podatkowe, a dochodami, jakie powinna uzyskać, stosując niższe stawki uchwalone przez radę gminy lub miasta na prawach powiatu; w przypadku zastosowania przez gminę lub miasto na prawach powiatu obniżenia górnej stawki, różnicę </w:t>
      </w:r>
      <w:r w:rsidR="00693EC3" w:rsidRPr="004B5F62">
        <w:t>–</w:t>
      </w:r>
      <w:r w:rsidRPr="004B5F62">
        <w:t xml:space="preserve"> pomiędzy stawką górną a przyjętą w uchwale przez radę gminy lub miasta na prawach powiatu, przemnożoną przez podstawę opodatkowania </w:t>
      </w:r>
      <w:r w:rsidR="00670008" w:rsidRPr="004B5F62">
        <w:t>–</w:t>
      </w:r>
      <w:r w:rsidRPr="004B5F62">
        <w:t xml:space="preserve"> wykazuje się w kolumnie </w:t>
      </w:r>
      <w:r w:rsidR="009870D0" w:rsidRPr="004B5F62">
        <w:t>„</w:t>
      </w:r>
      <w:r w:rsidRPr="004B5F62">
        <w:t>Skutki obniżenia górnych stawek...</w:t>
      </w:r>
      <w:r w:rsidR="009870D0" w:rsidRPr="004B5F62">
        <w:t>”</w:t>
      </w:r>
      <w:r w:rsidRPr="004B5F62">
        <w:t xml:space="preserve"> sprawozdań dotyczących dochodów budżetowych narastająco od początku roku do końca okresu sprawozdawczego;</w:t>
      </w:r>
    </w:p>
    <w:p w14:paraId="73624082" w14:textId="77777777" w:rsidR="00232130" w:rsidRPr="004B5F62" w:rsidRDefault="00232130" w:rsidP="00693EC3">
      <w:pPr>
        <w:autoSpaceDE w:val="0"/>
        <w:autoSpaceDN w:val="0"/>
        <w:adjustRightInd w:val="0"/>
        <w:spacing w:line="360" w:lineRule="auto"/>
        <w:ind w:left="703" w:hanging="703"/>
        <w:jc w:val="both"/>
      </w:pPr>
      <w:r w:rsidRPr="004B5F62">
        <w:t>10)</w:t>
      </w:r>
      <w:r w:rsidRPr="004B5F62">
        <w:tab/>
        <w:t xml:space="preserve">w kolumnie </w:t>
      </w:r>
      <w:r w:rsidR="009870D0" w:rsidRPr="004B5F62">
        <w:t>„</w:t>
      </w:r>
      <w:r w:rsidRPr="004B5F62">
        <w:t>Skutki udzielonych ulg i zwolnień...</w:t>
      </w:r>
      <w:r w:rsidR="009870D0" w:rsidRPr="004B5F62">
        <w:t>”</w:t>
      </w:r>
      <w:r w:rsidRPr="004B5F62">
        <w:t xml:space="preserve"> wykazuje się (bez ulg i zwolnień ustawowych) skutki finansowe wynikające ze zwolnień i ulg w podatkach i opłatach wprowadzonych przepisami uchwał rad gmin lub miast na prawach powiatu, wydanymi na podstawie ustawowych upoważnień;</w:t>
      </w:r>
    </w:p>
    <w:p w14:paraId="1B51A9AC" w14:textId="77777777" w:rsidR="000B6FF2" w:rsidRPr="004B5F62" w:rsidRDefault="00232130" w:rsidP="00E83507">
      <w:pPr>
        <w:autoSpaceDE w:val="0"/>
        <w:autoSpaceDN w:val="0"/>
        <w:adjustRightInd w:val="0"/>
        <w:spacing w:line="360" w:lineRule="auto"/>
        <w:ind w:left="703" w:hanging="703"/>
        <w:jc w:val="both"/>
      </w:pPr>
      <w:r w:rsidRPr="004B5F62">
        <w:t>11)</w:t>
      </w:r>
      <w:r w:rsidRPr="004B5F62">
        <w:tab/>
        <w:t xml:space="preserve">w kolumnie </w:t>
      </w:r>
      <w:r w:rsidR="009870D0" w:rsidRPr="004B5F62">
        <w:t>„</w:t>
      </w:r>
      <w:r w:rsidRPr="004B5F62">
        <w:t xml:space="preserve">Skutki decyzji wydanych przez organ podatkowy na podstawie ustawy </w:t>
      </w:r>
      <w:r w:rsidR="00693EC3" w:rsidRPr="004B5F62">
        <w:t>–</w:t>
      </w:r>
      <w:r w:rsidRPr="004B5F62">
        <w:t xml:space="preserve"> Ordynacja podatkowa, obliczone za okres sprawozdawczy</w:t>
      </w:r>
      <w:r w:rsidR="009870D0" w:rsidRPr="004B5F62">
        <w:t>”</w:t>
      </w:r>
      <w:r w:rsidRPr="004B5F62">
        <w:t xml:space="preserve"> w zakresie:</w:t>
      </w:r>
    </w:p>
    <w:p w14:paraId="26E6FB6F" w14:textId="77777777" w:rsidR="000B6FF2" w:rsidRPr="004B5F62" w:rsidRDefault="000B6FF2" w:rsidP="00E83507">
      <w:pPr>
        <w:autoSpaceDE w:val="0"/>
        <w:autoSpaceDN w:val="0"/>
        <w:adjustRightInd w:val="0"/>
        <w:spacing w:line="360" w:lineRule="auto"/>
        <w:ind w:left="1080" w:hanging="377"/>
        <w:jc w:val="both"/>
      </w:pPr>
      <w:r w:rsidRPr="004B5F62">
        <w:t>a)</w:t>
      </w:r>
      <w:r w:rsidR="006009AE" w:rsidRPr="004B5F62">
        <w:tab/>
      </w:r>
      <w:r w:rsidR="00837D7A" w:rsidRPr="004B5F62">
        <w:t>umorzeń zaległości podatkowych – wykazuje się kwoty dotyczące skutków udzielonych przez organ podatkowy gminy lub miasta na prawach powiatu za okres sprawozdawczy umorzeń w całości lub w części zaległości podatkowych, odsetek za zwłokę lub opłaty prolongacyjnej w podatkach i opłatach, stanowiących dochód budżetu gminy lub miasta na prawach powiatu. Wykazane w tej kolumnie skutki powinny wynikać z decyzji wydanych przez właściwe organy gminy lub miasta na prawach powiatu, w zakresie zarówno bieżących, jak i zaległych należności. W kolumnie tej nie wykazuje się kwot wynikających z decyzji wydanych na podstawie art. 67d § 1 ustawy – Ordynacja podatkowa</w:t>
      </w:r>
      <w:r w:rsidR="003A2F26" w:rsidRPr="004B5F62">
        <w:t>,</w:t>
      </w:r>
    </w:p>
    <w:p w14:paraId="0648A3E6" w14:textId="77777777" w:rsidR="00232130" w:rsidRPr="004B5F62" w:rsidRDefault="000B6FF2" w:rsidP="00E83507">
      <w:pPr>
        <w:autoSpaceDE w:val="0"/>
        <w:autoSpaceDN w:val="0"/>
        <w:adjustRightInd w:val="0"/>
        <w:spacing w:line="360" w:lineRule="auto"/>
        <w:ind w:left="1080" w:hanging="377"/>
        <w:jc w:val="both"/>
      </w:pPr>
      <w:r w:rsidRPr="004B5F62">
        <w:lastRenderedPageBreak/>
        <w:t>b)</w:t>
      </w:r>
      <w:r w:rsidR="006009AE" w:rsidRPr="004B5F62">
        <w:tab/>
      </w:r>
      <w:r w:rsidR="009634F5" w:rsidRPr="004B5F62">
        <w:t>rozłożenia na raty, odroczenia terminu płatności podatku, zwalniania z obowiązku pobrania bądź ograniczenia poboru – wykazuje się kwoty dotyczące skutków decyzji organów podatkowych za okres sprawozdawczy. Skutki wykazane w tej kolumnie powinny wynikać z wydanych decyzji organu podatkowego, zarówno w zakresie bieżących, jak i zaległych należności. W przypadku podjęcia przez organ podatkowy decyzji o odroczeniu terminu płatności lub rozłożeniu na raty zapłaty podatku bądź zaległości podatkowej, skutki finansowe wynikające z tych decyzji powinny być wykazywane za kolejne okresy sprawozdawcze w roku, w którym została wydana decyzja.</w:t>
      </w:r>
    </w:p>
    <w:p w14:paraId="2BC4687A" w14:textId="019E42DF" w:rsidR="00232130" w:rsidRPr="004B5F62" w:rsidRDefault="009634F5" w:rsidP="00E83507">
      <w:pPr>
        <w:autoSpaceDE w:val="0"/>
        <w:autoSpaceDN w:val="0"/>
        <w:adjustRightInd w:val="0"/>
        <w:spacing w:line="360" w:lineRule="auto"/>
        <w:ind w:left="357"/>
        <w:jc w:val="both"/>
      </w:pPr>
      <w:r w:rsidRPr="004B5F62">
        <w:t xml:space="preserve">W kolumnie „Skutki decyzji wydanych przez organ podatkowy na podstawie ustawy – Ordynacja podatkowa, obliczone za okres sprawozdawczy”, wykazuje się również skutki ulg podatkowych, umarzania, rozkładania na raty i odraczania terminów płatności należności z tytułu podatków i opłat stanowiących dochody gminy lub miasta na prawach powiatu, a także zwolnienia z obowiązku pobrania bądź ograniczenia poboru tych należności, udzielanych w trybie art. 18 ust. 2 ustawy z dnia 13 listopada 2003 r. o dochodach jednostek samorządu </w:t>
      </w:r>
      <w:r w:rsidRPr="003212A4">
        <w:t>terytorialnego (Dz. U. z 20</w:t>
      </w:r>
      <w:r w:rsidR="004E299D" w:rsidRPr="003212A4">
        <w:t>20</w:t>
      </w:r>
      <w:r w:rsidRPr="003212A4">
        <w:t> r. poz. </w:t>
      </w:r>
      <w:r w:rsidR="004E299D" w:rsidRPr="003212A4">
        <w:t>23</w:t>
      </w:r>
      <w:r w:rsidR="006077E9">
        <w:t>,</w:t>
      </w:r>
      <w:r w:rsidR="006616C7">
        <w:t xml:space="preserve"> 374</w:t>
      </w:r>
      <w:r w:rsidR="00A10EBA">
        <w:t xml:space="preserve"> i 1086</w:t>
      </w:r>
      <w:r w:rsidRPr="003212A4">
        <w:t>); w</w:t>
      </w:r>
      <w:r w:rsidRPr="004B5F62">
        <w:t> kolumnie tej nie wykazuje się skutków finansowych wynikających z ugody zawartej w bankowym postępowaniu ugodowym, a także będących wynikiem orzeczeń wydanych przez Samorządowe Kolegium Odwoławcze jako organu II instancji;</w:t>
      </w:r>
    </w:p>
    <w:p w14:paraId="28E8D375" w14:textId="77777777" w:rsidR="004812F9" w:rsidRPr="004B5F62" w:rsidRDefault="004812F9" w:rsidP="004812F9">
      <w:pPr>
        <w:pStyle w:val="Zwykytekst"/>
        <w:spacing w:line="360" w:lineRule="auto"/>
        <w:ind w:left="720" w:hanging="720"/>
        <w:jc w:val="both"/>
        <w:rPr>
          <w:rFonts w:ascii="Times New Roman" w:hAnsi="Times New Roman" w:cs="Times New Roman"/>
          <w:sz w:val="24"/>
          <w:szCs w:val="24"/>
        </w:rPr>
      </w:pPr>
      <w:r w:rsidRPr="004B5F62">
        <w:rPr>
          <w:rFonts w:ascii="Times New Roman" w:hAnsi="Times New Roman" w:cs="Times New Roman"/>
          <w:sz w:val="24"/>
          <w:szCs w:val="24"/>
        </w:rPr>
        <w:t>12)</w:t>
      </w:r>
      <w:r w:rsidRPr="004B5F62">
        <w:rPr>
          <w:rFonts w:ascii="Times New Roman" w:hAnsi="Times New Roman" w:cs="Times New Roman"/>
          <w:sz w:val="24"/>
          <w:szCs w:val="24"/>
        </w:rPr>
        <w:tab/>
      </w:r>
      <w:r w:rsidR="00920FEE" w:rsidRPr="004B5F62">
        <w:rPr>
          <w:rFonts w:ascii="Times New Roman" w:hAnsi="Times New Roman" w:cs="Times New Roman"/>
          <w:sz w:val="24"/>
          <w:szCs w:val="24"/>
        </w:rPr>
        <w:t>skutki finansowe obniżenia górnych stawek podatków, udzielonych ulg i zwolnień (bez ulg i zwolnień ustawowych) oraz decyzji wydanych przez organ podatkowy na podstawie ustawy – Ordynacja podatkowa obliczonych za okres sprawozdawczy, dotyczące deklaracji na podatek za lata ubiegłe</w:t>
      </w:r>
      <w:r w:rsidR="00C827D1" w:rsidRPr="004B5F62">
        <w:rPr>
          <w:rFonts w:ascii="Times New Roman" w:hAnsi="Times New Roman" w:cs="Times New Roman"/>
          <w:sz w:val="24"/>
          <w:szCs w:val="24"/>
        </w:rPr>
        <w:t xml:space="preserve"> oraz </w:t>
      </w:r>
      <w:r w:rsidR="00920FEE" w:rsidRPr="004B5F62">
        <w:rPr>
          <w:rFonts w:ascii="Times New Roman" w:hAnsi="Times New Roman" w:cs="Times New Roman"/>
          <w:sz w:val="24"/>
          <w:szCs w:val="24"/>
        </w:rPr>
        <w:t>korekt deklaracji na podatek za lata ubiegłe wykazuje się za okresy sprawozdawcze w roku, w którym otrzymano od podatników deklaracje za lata ubiegłe.</w:t>
      </w:r>
    </w:p>
    <w:p w14:paraId="0704FFC2" w14:textId="77777777" w:rsidR="005051BA" w:rsidRPr="004B5F62" w:rsidRDefault="00920FEE" w:rsidP="005051BA">
      <w:pPr>
        <w:pStyle w:val="ZLITUSTzmustliter"/>
        <w:ind w:left="0" w:firstLine="709"/>
      </w:pPr>
      <w:r w:rsidRPr="004B5F62">
        <w:t xml:space="preserve">2. </w:t>
      </w:r>
      <w:r w:rsidR="005051BA" w:rsidRPr="004B5F62">
        <w:t>Dochody budżetowe pobierane przez urzędy skarbowe na rzecz jednostki samorządu terytorialnego z tytułu:</w:t>
      </w:r>
    </w:p>
    <w:p w14:paraId="65D45731" w14:textId="77777777" w:rsidR="005051BA" w:rsidRPr="004B5F62" w:rsidRDefault="005051BA" w:rsidP="005051BA">
      <w:pPr>
        <w:pStyle w:val="ZLITPKTzmpktliter"/>
        <w:ind w:left="709" w:hanging="709"/>
      </w:pPr>
      <w:r w:rsidRPr="004B5F62">
        <w:t>1)</w:t>
      </w:r>
      <w:r w:rsidRPr="004B5F62">
        <w:tab/>
        <w:t>podatków i opłat wykazuje się w sprawozdaniach za marzec, czerwiec, wrzesień i rok budżetowy w sposób następujący:</w:t>
      </w:r>
    </w:p>
    <w:p w14:paraId="1E21E8F7" w14:textId="77777777" w:rsidR="005051BA" w:rsidRPr="004B5F62" w:rsidRDefault="005051BA" w:rsidP="005051BA">
      <w:pPr>
        <w:pStyle w:val="ZLITLITwPKTzmlitwpktliter"/>
        <w:ind w:left="1134" w:hanging="425"/>
      </w:pPr>
      <w:r w:rsidRPr="004B5F62">
        <w:t>a)</w:t>
      </w:r>
      <w:r w:rsidRPr="004B5F62">
        <w:tab/>
        <w:t>w kolumnie „Plan (po zmianach)” wykazuje się dane o planowanych dochodach, zgodnie z planem po ewentualnych zmianach,</w:t>
      </w:r>
    </w:p>
    <w:p w14:paraId="15F3105E" w14:textId="77777777" w:rsidR="005051BA" w:rsidRPr="004B5F62" w:rsidRDefault="005051BA" w:rsidP="005051BA">
      <w:pPr>
        <w:pStyle w:val="ZLITLITwPKTzmlitwpktliter"/>
        <w:ind w:left="1134" w:hanging="425"/>
      </w:pPr>
      <w:r w:rsidRPr="004B5F62">
        <w:t>b)</w:t>
      </w:r>
      <w:r w:rsidRPr="004B5F62">
        <w:tab/>
      </w:r>
      <w:r w:rsidR="00920FEE" w:rsidRPr="004B5F62">
        <w:t xml:space="preserve">w kolumnach: „Należności”, „Dochody wykonane (wpływy minus zwroty)”, „zaległości netto” wykazuje się dane zgodnie z danymi wykazanymi w informacji udostępnionej w Biuletynie Informacji Publicznej na stronie podmiotowej urzędu </w:t>
      </w:r>
      <w:r w:rsidR="00920FEE" w:rsidRPr="004B5F62">
        <w:lastRenderedPageBreak/>
        <w:t>obsługującego ministra właściwego do spraw finansów publicznych, odpowiednio do dnia 15 kwietnia, 15 lipca, 15 października danego roku budżetowego i 10 lutego roku następującego po roku budżetowym,</w:t>
      </w:r>
    </w:p>
    <w:p w14:paraId="28C7A850" w14:textId="77777777" w:rsidR="005051BA" w:rsidRPr="004B5F62" w:rsidRDefault="005051BA" w:rsidP="005051BA">
      <w:pPr>
        <w:pStyle w:val="ZLITLITwPKTzmlitwpktliter"/>
        <w:ind w:left="1134" w:hanging="425"/>
      </w:pPr>
      <w:r w:rsidRPr="004B5F62">
        <w:t>c)</w:t>
      </w:r>
      <w:r w:rsidRPr="004B5F62">
        <w:tab/>
        <w:t>w kolumnie „Dochody otrzymane” wykazuje się kwoty dochodów otrzymanych na rachunek bankowy jednostki w okresie sprawozdawczym, pomniejszone o dokonane zwroty,</w:t>
      </w:r>
    </w:p>
    <w:p w14:paraId="0E90C774" w14:textId="77777777" w:rsidR="005051BA" w:rsidRPr="004B5F62" w:rsidRDefault="005051BA" w:rsidP="005051BA">
      <w:pPr>
        <w:pStyle w:val="ZLITLITwPKTzmlitwpktliter"/>
        <w:ind w:left="1134" w:hanging="425"/>
      </w:pPr>
      <w:r w:rsidRPr="004B5F62">
        <w:t>d)</w:t>
      </w:r>
      <w:r w:rsidRPr="004B5F62">
        <w:tab/>
        <w:t>w kolumnie „należności pozostałe do zapłaty” wykazuje się kwoty stanowiące różnicę pomiędzy kwotami wykazanymi w kolumnie „Należności” oraz kwotami wykazanymi w kolumnie „Dochody wykonane (wpływy minus zwroty)”;</w:t>
      </w:r>
    </w:p>
    <w:p w14:paraId="63405E11" w14:textId="77777777" w:rsidR="005051BA" w:rsidRPr="004B5F62" w:rsidRDefault="005051BA" w:rsidP="005051BA">
      <w:pPr>
        <w:pStyle w:val="ZLITPKTzmpktliter"/>
        <w:ind w:left="709" w:hanging="709"/>
      </w:pPr>
      <w:r w:rsidRPr="004B5F62">
        <w:t>2)</w:t>
      </w:r>
      <w:r w:rsidRPr="004B5F62">
        <w:tab/>
        <w:t>udziału jednostek samorządu terytorialnego w podatku dochodowym od osób prawnych wykazuje się w sprawozdaniach za marzec, czerwiec, wrzesień i rok budżetowy w sposób następujący:</w:t>
      </w:r>
    </w:p>
    <w:p w14:paraId="3765A378" w14:textId="77777777" w:rsidR="005051BA" w:rsidRPr="004B5F62" w:rsidRDefault="005051BA" w:rsidP="005051BA">
      <w:pPr>
        <w:pStyle w:val="ZLITLITwPKTzmlitwpktliter"/>
        <w:ind w:left="1134" w:hanging="425"/>
      </w:pPr>
      <w:r w:rsidRPr="004B5F62">
        <w:rPr>
          <w:rFonts w:ascii="Times New Roman" w:hAnsi="Times New Roman"/>
        </w:rPr>
        <w:t>a)</w:t>
      </w:r>
      <w:r w:rsidRPr="004B5F62">
        <w:tab/>
      </w:r>
      <w:r w:rsidRPr="004B5F62">
        <w:rPr>
          <w:rFonts w:ascii="Times New Roman" w:hAnsi="Times New Roman"/>
        </w:rPr>
        <w:t xml:space="preserve">w </w:t>
      </w:r>
      <w:r w:rsidRPr="004B5F62">
        <w:t>kolumnie</w:t>
      </w:r>
      <w:r w:rsidRPr="004B5F62">
        <w:rPr>
          <w:rFonts w:ascii="Times New Roman" w:hAnsi="Times New Roman"/>
        </w:rPr>
        <w:t xml:space="preserve"> </w:t>
      </w:r>
      <w:r w:rsidRPr="004B5F62">
        <w:t>„Plan (po zmianach)” wykazuje się dane o planowanych dochodach, zgodnie z planem po ewentualnych zmianach,</w:t>
      </w:r>
    </w:p>
    <w:p w14:paraId="513CFEA5" w14:textId="77777777" w:rsidR="005051BA" w:rsidRPr="004B5F62" w:rsidRDefault="005051BA" w:rsidP="005051BA">
      <w:pPr>
        <w:pStyle w:val="ZLITLITwPKTzmlitwpktliter"/>
        <w:ind w:left="1134" w:hanging="425"/>
      </w:pPr>
      <w:r w:rsidRPr="004B5F62">
        <w:t>b)</w:t>
      </w:r>
      <w:r w:rsidRPr="004B5F62">
        <w:tab/>
      </w:r>
      <w:r w:rsidR="00B96241" w:rsidRPr="004B5F62">
        <w:t>w kolumnach: „Należności” oraz „Dochody wykonane (wpływy minus zwroty)” wykazuje się dane zgodnie z danymi wykazanymi w informacji udostępnionej w Biuletynie Informacji Publicznej na stronie podmiotowej urzędu obsługującego ministra właściwego do spraw finansów publicznych, odpowiednio do dnia 15 kwietnia, 15 lipca, 15 października danego roku budżetowego i 10 lutego roku następującego po roku budżetowym</w:t>
      </w:r>
      <w:r w:rsidRPr="004B5F62">
        <w:t>,</w:t>
      </w:r>
    </w:p>
    <w:p w14:paraId="2C01E7CB" w14:textId="77777777" w:rsidR="005051BA" w:rsidRPr="004B5F62" w:rsidRDefault="005051BA" w:rsidP="005051BA">
      <w:pPr>
        <w:pStyle w:val="ZLITLITwPKTzmlitwpktliter"/>
        <w:ind w:left="1134" w:hanging="425"/>
      </w:pPr>
      <w:r w:rsidRPr="004B5F62">
        <w:t>c)</w:t>
      </w:r>
      <w:r w:rsidRPr="004B5F62">
        <w:tab/>
        <w:t>w kolumnie „Dochody otrzymane” wykazuje się kwoty dochodów otrzymanych na rachunek bankowy jednostki w okresie sprawozdawczym, pomniejszone o dokonane zwroty,</w:t>
      </w:r>
    </w:p>
    <w:p w14:paraId="60262724" w14:textId="77777777" w:rsidR="00BE292F" w:rsidRPr="004B5F62" w:rsidRDefault="005051BA" w:rsidP="00F679E9">
      <w:pPr>
        <w:autoSpaceDE w:val="0"/>
        <w:autoSpaceDN w:val="0"/>
        <w:adjustRightInd w:val="0"/>
        <w:spacing w:line="360" w:lineRule="auto"/>
        <w:ind w:left="1134" w:hanging="414"/>
        <w:jc w:val="both"/>
      </w:pPr>
      <w:r w:rsidRPr="004B5F62">
        <w:t>d)</w:t>
      </w:r>
      <w:r w:rsidRPr="004B5F62">
        <w:tab/>
        <w:t>w kolumnie „należności pozostałe do zapłaty” wykazuje się kwoty stanowiące różnicę pomiędzy kwotami wykazanymi w kolumnie „Należności” oraz kwotami wykazanymi w kolumnie „Dochody wykonane (wpływy minus zwroty)”.</w:t>
      </w:r>
    </w:p>
    <w:p w14:paraId="32B88C76" w14:textId="77777777" w:rsidR="004812F9" w:rsidRPr="004B5F62" w:rsidRDefault="007754AC" w:rsidP="000E54CE">
      <w:pPr>
        <w:autoSpaceDE w:val="0"/>
        <w:autoSpaceDN w:val="0"/>
        <w:adjustRightInd w:val="0"/>
        <w:spacing w:line="360" w:lineRule="auto"/>
        <w:ind w:firstLine="720"/>
        <w:jc w:val="both"/>
      </w:pPr>
      <w:r w:rsidRPr="004B5F62">
        <w:t>3</w:t>
      </w:r>
      <w:r w:rsidR="004812F9" w:rsidRPr="004B5F62">
        <w:t>.</w:t>
      </w:r>
      <w:r w:rsidR="000221CC" w:rsidRPr="004B5F62">
        <w:t xml:space="preserve"> </w:t>
      </w:r>
      <w:r w:rsidR="004812F9" w:rsidRPr="004B5F62">
        <w:t>Sprawozdania jednostkowe z wykonania planu dochodów budżetowych jednostek budżetowych sporządza się w zakresie wpływów planowanych, należnych, wykonanych i</w:t>
      </w:r>
      <w:r w:rsidR="000221CC" w:rsidRPr="004B5F62">
        <w:t xml:space="preserve"> </w:t>
      </w:r>
      <w:r w:rsidR="004812F9" w:rsidRPr="004B5F62">
        <w:t>otrzymanych oraz należności pozostałych do zapłaty</w:t>
      </w:r>
      <w:r w:rsidR="000E54CE" w:rsidRPr="004B5F62">
        <w:t xml:space="preserve">, w tym zaległości netto (należności pozostałe do zapłaty, których termin zapłaty minął i mogą być egzekwowane) oraz nadpłaty (kwoty nadpłacone); W kolumnie „zaległości netto” nie należy wykazywać zaległości płatnych w ratach (jeżeli termin spłaty raty nie minął), odroczonych (w przypadku gdy odroczony termin płatności nie minął), kwot objętych wstrzymaniem wykonania decyzji na mocy postanowienia organu podatkowego, sądu administracyjnego lub odrębnych przepisów </w:t>
      </w:r>
      <w:r w:rsidR="000E54CE" w:rsidRPr="004B5F62">
        <w:lastRenderedPageBreak/>
        <w:t>oraz zaległości objętych postępowaniem ugodowym, układowym lub restrukturyzacyjnym;</w:t>
      </w:r>
      <w:r w:rsidR="004812F9" w:rsidRPr="004B5F62">
        <w:t xml:space="preserve"> z zastrzeżeniem ust.</w:t>
      </w:r>
      <w:r w:rsidR="000221CC" w:rsidRPr="004B5F62">
        <w:t xml:space="preserve"> </w:t>
      </w:r>
      <w:r w:rsidR="00FC0372" w:rsidRPr="004B5F62">
        <w:t>6</w:t>
      </w:r>
      <w:r w:rsidR="004812F9" w:rsidRPr="004B5F62">
        <w:t xml:space="preserve">. Dochody wykonane wykazuje się na podstawie danych księgowości analitycznej dochodów budżetowych do rachunku bieżącego </w:t>
      </w:r>
      <w:r w:rsidR="00693EC3" w:rsidRPr="004B5F62">
        <w:t>–</w:t>
      </w:r>
      <w:r w:rsidR="004812F9" w:rsidRPr="004B5F62">
        <w:t xml:space="preserve"> subkonto dochodów oraz do kasy jednostki i</w:t>
      </w:r>
      <w:r w:rsidR="000221CC" w:rsidRPr="004B5F62">
        <w:t xml:space="preserve"> </w:t>
      </w:r>
      <w:r w:rsidR="004812F9" w:rsidRPr="004B5F62">
        <w:t>zapłaconych kartą płatniczą.</w:t>
      </w:r>
    </w:p>
    <w:p w14:paraId="6CF1526C" w14:textId="77777777" w:rsidR="00232130" w:rsidRPr="004B5F62" w:rsidRDefault="007754AC" w:rsidP="004812F9">
      <w:pPr>
        <w:autoSpaceDE w:val="0"/>
        <w:autoSpaceDN w:val="0"/>
        <w:adjustRightInd w:val="0"/>
        <w:spacing w:line="360" w:lineRule="auto"/>
        <w:ind w:firstLine="703"/>
        <w:jc w:val="both"/>
      </w:pPr>
      <w:r w:rsidRPr="004B5F62">
        <w:t>4</w:t>
      </w:r>
      <w:r w:rsidR="00232130" w:rsidRPr="004B5F62">
        <w:t>.</w:t>
      </w:r>
      <w:r w:rsidR="000221CC" w:rsidRPr="004B5F62">
        <w:t xml:space="preserve"> </w:t>
      </w:r>
      <w:r w:rsidR="00232130" w:rsidRPr="004B5F62">
        <w:t>Udziały jednostek samorządu terytorialnego we wpływach z podatku dochodowego od osób fizycznych, otrzymane z centralnego rachunku bieżącego budżetu państwa, wykazuje się następująco:</w:t>
      </w:r>
    </w:p>
    <w:p w14:paraId="00F3E4FC" w14:textId="77777777" w:rsidR="00232130" w:rsidRPr="004B5F62" w:rsidRDefault="00232130" w:rsidP="004812F9">
      <w:pPr>
        <w:autoSpaceDE w:val="0"/>
        <w:autoSpaceDN w:val="0"/>
        <w:adjustRightInd w:val="0"/>
        <w:spacing w:line="360" w:lineRule="auto"/>
        <w:ind w:left="703" w:hanging="703"/>
        <w:jc w:val="both"/>
      </w:pPr>
      <w:r w:rsidRPr="004B5F62">
        <w:t>1)</w:t>
      </w:r>
      <w:r w:rsidRPr="004B5F62">
        <w:tab/>
        <w:t xml:space="preserve">w kolumnie </w:t>
      </w:r>
      <w:r w:rsidR="009870D0" w:rsidRPr="004B5F62">
        <w:t>„</w:t>
      </w:r>
      <w:r w:rsidRPr="004B5F62">
        <w:t>Plan (po zmianach)</w:t>
      </w:r>
      <w:r w:rsidR="009870D0" w:rsidRPr="004B5F62">
        <w:t>”</w:t>
      </w:r>
      <w:r w:rsidRPr="004B5F62">
        <w:t xml:space="preserve"> </w:t>
      </w:r>
      <w:r w:rsidR="00693EC3" w:rsidRPr="004B5F62">
        <w:t>–</w:t>
      </w:r>
      <w:r w:rsidRPr="004B5F62">
        <w:t xml:space="preserve"> wykazuje się dane o planowanych dochodach, zgodnie z planem po ewentualnych zmianach;</w:t>
      </w:r>
    </w:p>
    <w:p w14:paraId="27A452D1" w14:textId="77777777" w:rsidR="00232130" w:rsidRPr="004B5F62" w:rsidRDefault="00232130" w:rsidP="004812F9">
      <w:pPr>
        <w:autoSpaceDE w:val="0"/>
        <w:autoSpaceDN w:val="0"/>
        <w:adjustRightInd w:val="0"/>
        <w:spacing w:line="360" w:lineRule="auto"/>
        <w:ind w:left="703" w:hanging="703"/>
        <w:jc w:val="both"/>
      </w:pPr>
      <w:r w:rsidRPr="004B5F62">
        <w:t>2)</w:t>
      </w:r>
      <w:r w:rsidRPr="004B5F62">
        <w:tab/>
        <w:t xml:space="preserve">w kolumnie </w:t>
      </w:r>
      <w:r w:rsidR="009870D0" w:rsidRPr="004B5F62">
        <w:t>„</w:t>
      </w:r>
      <w:r w:rsidRPr="004B5F62">
        <w:t>Należności</w:t>
      </w:r>
      <w:r w:rsidR="009870D0" w:rsidRPr="004B5F62">
        <w:t>”</w:t>
      </w:r>
      <w:r w:rsidRPr="004B5F62">
        <w:t xml:space="preserve"> </w:t>
      </w:r>
      <w:r w:rsidR="00693EC3" w:rsidRPr="004B5F62">
        <w:t>–</w:t>
      </w:r>
      <w:r w:rsidRPr="004B5F62">
        <w:t xml:space="preserve"> należne udziały jednostek samorządu terytorialnego we wpływach z podatku dochodowego od osób fizycznych;</w:t>
      </w:r>
    </w:p>
    <w:p w14:paraId="6609E967" w14:textId="77777777" w:rsidR="00232130" w:rsidRPr="004B5F62" w:rsidRDefault="00232130" w:rsidP="004812F9">
      <w:pPr>
        <w:autoSpaceDE w:val="0"/>
        <w:autoSpaceDN w:val="0"/>
        <w:adjustRightInd w:val="0"/>
        <w:spacing w:line="360" w:lineRule="auto"/>
        <w:ind w:left="703" w:hanging="703"/>
        <w:jc w:val="both"/>
      </w:pPr>
      <w:r w:rsidRPr="004B5F62">
        <w:t>3)</w:t>
      </w:r>
      <w:r w:rsidRPr="004B5F62">
        <w:tab/>
        <w:t xml:space="preserve">w kolumnie </w:t>
      </w:r>
      <w:r w:rsidR="009870D0" w:rsidRPr="004B5F62">
        <w:t>„</w:t>
      </w:r>
      <w:r w:rsidRPr="004B5F62">
        <w:t>Dochody wykonane (wpływy minus zwroty)</w:t>
      </w:r>
      <w:r w:rsidR="009870D0" w:rsidRPr="004B5F62">
        <w:t>”</w:t>
      </w:r>
      <w:r w:rsidRPr="004B5F62">
        <w:t xml:space="preserve"> </w:t>
      </w:r>
      <w:r w:rsidR="00693EC3" w:rsidRPr="004B5F62">
        <w:t xml:space="preserve">– </w:t>
      </w:r>
      <w:r w:rsidRPr="004B5F62">
        <w:t>przekazane do jednostek samorządu terytorialnego kwoty udziałów tych jednostek we wpływach z podatku dochodowego od osób fizycznych, należne za okres, którego sprawozdanie dotyczy;</w:t>
      </w:r>
    </w:p>
    <w:p w14:paraId="254BF2B8" w14:textId="77777777" w:rsidR="00232130" w:rsidRPr="004B5F62" w:rsidRDefault="00232130" w:rsidP="004812F9">
      <w:pPr>
        <w:autoSpaceDE w:val="0"/>
        <w:autoSpaceDN w:val="0"/>
        <w:adjustRightInd w:val="0"/>
        <w:spacing w:line="360" w:lineRule="auto"/>
        <w:ind w:left="703" w:hanging="703"/>
        <w:jc w:val="both"/>
      </w:pPr>
      <w:r w:rsidRPr="004B5F62">
        <w:t>4)</w:t>
      </w:r>
      <w:r w:rsidRPr="004B5F62">
        <w:tab/>
        <w:t xml:space="preserve">w kolumnie </w:t>
      </w:r>
      <w:r w:rsidR="009870D0" w:rsidRPr="004B5F62">
        <w:t>„</w:t>
      </w:r>
      <w:r w:rsidRPr="004B5F62">
        <w:t>Dochody otrzymane</w:t>
      </w:r>
      <w:r w:rsidR="009870D0" w:rsidRPr="004B5F62">
        <w:t>”</w:t>
      </w:r>
      <w:r w:rsidRPr="004B5F62">
        <w:t xml:space="preserve"> </w:t>
      </w:r>
      <w:r w:rsidR="00693EC3" w:rsidRPr="004B5F62">
        <w:t>–</w:t>
      </w:r>
      <w:r w:rsidRPr="004B5F62">
        <w:t xml:space="preserve"> kwoty udziałów, które wpłynęły na rachunki bankowe jednostek samorządu terytorialnego w okresie sprawozdawczym;</w:t>
      </w:r>
    </w:p>
    <w:p w14:paraId="6DAB33FD" w14:textId="77777777" w:rsidR="00232130" w:rsidRPr="004B5F62" w:rsidRDefault="00232130" w:rsidP="004812F9">
      <w:pPr>
        <w:autoSpaceDE w:val="0"/>
        <w:autoSpaceDN w:val="0"/>
        <w:adjustRightInd w:val="0"/>
        <w:spacing w:line="360" w:lineRule="auto"/>
        <w:ind w:left="703" w:hanging="703"/>
        <w:jc w:val="both"/>
      </w:pPr>
      <w:r w:rsidRPr="004B5F62">
        <w:t>5)</w:t>
      </w:r>
      <w:r w:rsidRPr="004B5F62">
        <w:tab/>
        <w:t xml:space="preserve">w kolumnach </w:t>
      </w:r>
      <w:r w:rsidR="009870D0" w:rsidRPr="004B5F62">
        <w:t>„</w:t>
      </w:r>
      <w:r w:rsidRPr="004B5F62">
        <w:t>Saldo końcowe</w:t>
      </w:r>
      <w:r w:rsidR="009870D0" w:rsidRPr="004B5F62">
        <w:t>”</w:t>
      </w:r>
      <w:r w:rsidRPr="004B5F62">
        <w:t xml:space="preserve"> </w:t>
      </w:r>
      <w:r w:rsidR="00693EC3" w:rsidRPr="004B5F62">
        <w:t>–</w:t>
      </w:r>
      <w:r w:rsidRPr="004B5F62">
        <w:t xml:space="preserve"> odpowiednio: należności pozostałe do zapłaty, zaległości </w:t>
      </w:r>
      <w:r w:rsidR="00226126" w:rsidRPr="004B5F62">
        <w:t xml:space="preserve">netto </w:t>
      </w:r>
      <w:r w:rsidRPr="004B5F62">
        <w:t>oraz nadpłaty wynikające z rozliczeń budżetu państwa z jednostkami samorządu terytorialnego</w:t>
      </w:r>
      <w:r w:rsidR="00516A5A" w:rsidRPr="004B5F62">
        <w:t>;</w:t>
      </w:r>
    </w:p>
    <w:p w14:paraId="5BF6651F" w14:textId="77777777" w:rsidR="00BA2566" w:rsidRPr="004B5F62" w:rsidRDefault="00516A5A" w:rsidP="004812F9">
      <w:pPr>
        <w:autoSpaceDE w:val="0"/>
        <w:autoSpaceDN w:val="0"/>
        <w:adjustRightInd w:val="0"/>
        <w:spacing w:line="360" w:lineRule="auto"/>
        <w:ind w:left="703" w:hanging="703"/>
        <w:jc w:val="both"/>
      </w:pPr>
      <w:r w:rsidRPr="004B5F62">
        <w:t>6)</w:t>
      </w:r>
      <w:r w:rsidRPr="004B5F62">
        <w:tab/>
      </w:r>
      <w:r w:rsidR="00B96241" w:rsidRPr="004B5F62">
        <w:t>w sprawozdaniu rocznym w kolumnach „Należności”, „Dochody wykonane”, „zaległości netto” i </w:t>
      </w:r>
      <w:r w:rsidR="00E97DF3" w:rsidRPr="004B5F62">
        <w:t>„</w:t>
      </w:r>
      <w:r w:rsidR="00B96241" w:rsidRPr="004B5F62">
        <w:t>nadpłaty” kwoty udziałów jednostek samorządu terytorialnego we wpływach z podatku dochodowego od osób fizycznych powinny być zgodne z kwotami wykazanymi przez Ministerstwo Finansów – Departament przekazujący udziały jednostek samorządu terytorialnego we wpływach z podatku dochodowego od osób fizycznych w informacji zamieszczonej do dnia 15 lutego roku następującego po roku budżetowym udostępnionej w Biuletynie Informacji Publicznej na stronie podmiotowej urzędu obsługującego ministra właściwego do spraw finansów publicznych</w:t>
      </w:r>
      <w:r w:rsidR="00BF68BF" w:rsidRPr="004B5F62">
        <w:t>.</w:t>
      </w:r>
    </w:p>
    <w:p w14:paraId="16924BFA" w14:textId="77777777" w:rsidR="00C96DEC" w:rsidRPr="004B5F62" w:rsidRDefault="007754AC" w:rsidP="004812F9">
      <w:pPr>
        <w:autoSpaceDE w:val="0"/>
        <w:autoSpaceDN w:val="0"/>
        <w:adjustRightInd w:val="0"/>
        <w:spacing w:line="360" w:lineRule="auto"/>
        <w:ind w:firstLine="703"/>
        <w:jc w:val="both"/>
      </w:pPr>
      <w:r w:rsidRPr="004B5F62">
        <w:t>5</w:t>
      </w:r>
      <w:r w:rsidR="00232130" w:rsidRPr="004B5F62">
        <w:t>.</w:t>
      </w:r>
      <w:r w:rsidR="000221CC" w:rsidRPr="004B5F62">
        <w:t xml:space="preserve"> </w:t>
      </w:r>
      <w:r w:rsidR="00232130" w:rsidRPr="004B5F62">
        <w:t>Dochody z tytułu subwencji ogólnej i dotacji celowych, otrzymanych z budżetu państwa, wykazuje się, z zastrzeżeniem ust.</w:t>
      </w:r>
      <w:r w:rsidR="000221CC" w:rsidRPr="004B5F62">
        <w:t xml:space="preserve"> </w:t>
      </w:r>
      <w:r w:rsidR="003D1519" w:rsidRPr="004B5F62">
        <w:t>6</w:t>
      </w:r>
      <w:r w:rsidR="00232130" w:rsidRPr="004B5F62">
        <w:t>, w następujący sposób:</w:t>
      </w:r>
    </w:p>
    <w:p w14:paraId="05797703" w14:textId="77777777" w:rsidR="00232130" w:rsidRPr="004B5F62" w:rsidRDefault="00232130" w:rsidP="004812F9">
      <w:pPr>
        <w:autoSpaceDE w:val="0"/>
        <w:autoSpaceDN w:val="0"/>
        <w:adjustRightInd w:val="0"/>
        <w:spacing w:line="360" w:lineRule="auto"/>
        <w:ind w:left="703" w:hanging="703"/>
        <w:jc w:val="both"/>
      </w:pPr>
      <w:r w:rsidRPr="004B5F62">
        <w:t>1)</w:t>
      </w:r>
      <w:r w:rsidRPr="004B5F62">
        <w:tab/>
        <w:t xml:space="preserve">w kolumnie </w:t>
      </w:r>
      <w:r w:rsidR="009870D0" w:rsidRPr="004B5F62">
        <w:t>„</w:t>
      </w:r>
      <w:r w:rsidRPr="004B5F62">
        <w:t>Plan (po zmianach)</w:t>
      </w:r>
      <w:r w:rsidR="009870D0" w:rsidRPr="004B5F62">
        <w:t>”</w:t>
      </w:r>
      <w:r w:rsidRPr="004B5F62">
        <w:t xml:space="preserve"> </w:t>
      </w:r>
      <w:r w:rsidR="00693EC3" w:rsidRPr="004B5F62">
        <w:t>–</w:t>
      </w:r>
      <w:r w:rsidRPr="004B5F62">
        <w:t xml:space="preserve"> wykazuje się dane o planowanych dochodach, zgodnie z planem po ewentualnych zmianach; kwoty planowanych dochodów powinny być zgodne w zakresie:</w:t>
      </w:r>
    </w:p>
    <w:p w14:paraId="1FD7629E" w14:textId="77777777" w:rsidR="00232130" w:rsidRPr="004B5F62" w:rsidRDefault="00232130" w:rsidP="002E5FD0">
      <w:pPr>
        <w:autoSpaceDE w:val="0"/>
        <w:autoSpaceDN w:val="0"/>
        <w:adjustRightInd w:val="0"/>
        <w:spacing w:line="360" w:lineRule="auto"/>
        <w:ind w:left="1440" w:hanging="731"/>
        <w:jc w:val="both"/>
      </w:pPr>
      <w:r w:rsidRPr="004B5F62">
        <w:lastRenderedPageBreak/>
        <w:t>a)</w:t>
      </w:r>
      <w:r w:rsidR="003D32D1" w:rsidRPr="004B5F62">
        <w:tab/>
      </w:r>
      <w:r w:rsidRPr="004B5F62">
        <w:t xml:space="preserve">subwencji ogólnej </w:t>
      </w:r>
      <w:r w:rsidR="00693EC3" w:rsidRPr="004B5F62">
        <w:t>–</w:t>
      </w:r>
      <w:r w:rsidRPr="004B5F62">
        <w:t xml:space="preserve"> z ostatnim zaw</w:t>
      </w:r>
      <w:r w:rsidR="002E5FD0" w:rsidRPr="004B5F62">
        <w:t>iadomieniem Ministra Finansów o</w:t>
      </w:r>
      <w:r w:rsidR="000221CC" w:rsidRPr="004B5F62">
        <w:t xml:space="preserve"> </w:t>
      </w:r>
      <w:r w:rsidRPr="004B5F62">
        <w:t>przyznanych kwotach subwencji ogólnej i jej poszczególnych części,</w:t>
      </w:r>
    </w:p>
    <w:p w14:paraId="24EF078A" w14:textId="77777777" w:rsidR="00232130" w:rsidRPr="004B5F62" w:rsidRDefault="00232130" w:rsidP="002E5FD0">
      <w:pPr>
        <w:autoSpaceDE w:val="0"/>
        <w:autoSpaceDN w:val="0"/>
        <w:adjustRightInd w:val="0"/>
        <w:spacing w:line="360" w:lineRule="auto"/>
        <w:ind w:left="1440" w:hanging="731"/>
        <w:jc w:val="both"/>
      </w:pPr>
      <w:r w:rsidRPr="004B5F62">
        <w:t>b)</w:t>
      </w:r>
      <w:r w:rsidR="002E5FD0" w:rsidRPr="004B5F62">
        <w:tab/>
      </w:r>
      <w:r w:rsidRPr="004B5F62">
        <w:t xml:space="preserve">dotacji celowych z budżetu państwa </w:t>
      </w:r>
      <w:r w:rsidR="00670008" w:rsidRPr="004B5F62">
        <w:t>–</w:t>
      </w:r>
      <w:r w:rsidRPr="004B5F62">
        <w:t xml:space="preserve"> z decyzjami dysponentów części budżetowych o przyznanych kwotach dotacji celowych;</w:t>
      </w:r>
    </w:p>
    <w:p w14:paraId="0100FF32" w14:textId="77777777" w:rsidR="00232130" w:rsidRPr="004B5F62" w:rsidRDefault="00232130" w:rsidP="004812F9">
      <w:pPr>
        <w:autoSpaceDE w:val="0"/>
        <w:autoSpaceDN w:val="0"/>
        <w:adjustRightInd w:val="0"/>
        <w:spacing w:line="360" w:lineRule="auto"/>
        <w:ind w:left="703" w:hanging="703"/>
        <w:jc w:val="both"/>
      </w:pPr>
      <w:r w:rsidRPr="004B5F62">
        <w:t>2)</w:t>
      </w:r>
      <w:r w:rsidRPr="004B5F62">
        <w:tab/>
        <w:t xml:space="preserve">w kolumnie </w:t>
      </w:r>
      <w:r w:rsidR="009870D0" w:rsidRPr="004B5F62">
        <w:t>„</w:t>
      </w:r>
      <w:r w:rsidRPr="004B5F62">
        <w:t>Dochody wykonane (wpływy minus zwroty)</w:t>
      </w:r>
      <w:r w:rsidR="009870D0" w:rsidRPr="004B5F62">
        <w:t>”</w:t>
      </w:r>
      <w:r w:rsidRPr="004B5F62">
        <w:t xml:space="preserve"> </w:t>
      </w:r>
      <w:r w:rsidR="00693EC3" w:rsidRPr="004B5F62">
        <w:t>–</w:t>
      </w:r>
      <w:r w:rsidRPr="004B5F62">
        <w:t xml:space="preserve"> wykazane kwoty powinny być zgodne z kwotami subwencji ogólnej i jej poszczególnych części przekazanymi przez Ministra Finansów oraz kwotami dotacji celowych przekazanymi przez dysponentów części budżetu państwa, z zastrzeżeniem ust.</w:t>
      </w:r>
      <w:r w:rsidR="000221CC" w:rsidRPr="004B5F62">
        <w:t xml:space="preserve"> </w:t>
      </w:r>
      <w:r w:rsidR="003D1519" w:rsidRPr="004B5F62">
        <w:t>7</w:t>
      </w:r>
      <w:r w:rsidRPr="004B5F62">
        <w:t>;</w:t>
      </w:r>
    </w:p>
    <w:p w14:paraId="1E4ACE46" w14:textId="77777777" w:rsidR="00232130" w:rsidRPr="004B5F62" w:rsidRDefault="00232130" w:rsidP="004812F9">
      <w:pPr>
        <w:autoSpaceDE w:val="0"/>
        <w:autoSpaceDN w:val="0"/>
        <w:adjustRightInd w:val="0"/>
        <w:spacing w:line="360" w:lineRule="auto"/>
        <w:ind w:left="703" w:hanging="703"/>
        <w:jc w:val="both"/>
      </w:pPr>
      <w:r w:rsidRPr="004B5F62">
        <w:t>3)</w:t>
      </w:r>
      <w:r w:rsidRPr="004B5F62">
        <w:tab/>
      </w:r>
      <w:r w:rsidR="004243A7" w:rsidRPr="004B5F62">
        <w:t>w kolumnie „Dochody otrzymane” – kwoty subwencji ogólnej i dotacji celowych, które wpłynęły na rachunek bankowy jednostek samorządu terytorialnego w okresie sprawozdawczym po pomniejszeniu o dokonane zwroty</w:t>
      </w:r>
      <w:r w:rsidRPr="004B5F62">
        <w:t>.</w:t>
      </w:r>
    </w:p>
    <w:p w14:paraId="36D8143F" w14:textId="77777777" w:rsidR="002E5FD0" w:rsidRPr="004B5F62" w:rsidRDefault="007754AC" w:rsidP="00581DF1">
      <w:pPr>
        <w:pStyle w:val="Zwykytekst"/>
        <w:spacing w:line="360" w:lineRule="auto"/>
        <w:ind w:firstLine="720"/>
        <w:jc w:val="both"/>
        <w:rPr>
          <w:rFonts w:ascii="Times New Roman" w:hAnsi="Times New Roman"/>
          <w:sz w:val="24"/>
        </w:rPr>
      </w:pPr>
      <w:r w:rsidRPr="004B5F62">
        <w:rPr>
          <w:rFonts w:ascii="Times New Roman" w:hAnsi="Times New Roman"/>
          <w:sz w:val="24"/>
        </w:rPr>
        <w:t>6</w:t>
      </w:r>
      <w:r w:rsidR="002E5FD0" w:rsidRPr="004B5F62">
        <w:rPr>
          <w:rFonts w:ascii="Times New Roman" w:hAnsi="Times New Roman"/>
          <w:sz w:val="24"/>
        </w:rPr>
        <w:t>.</w:t>
      </w:r>
      <w:r w:rsidR="000221CC" w:rsidRPr="004B5F62">
        <w:rPr>
          <w:rFonts w:ascii="Times New Roman" w:hAnsi="Times New Roman"/>
          <w:sz w:val="24"/>
        </w:rPr>
        <w:t xml:space="preserve"> </w:t>
      </w:r>
      <w:r w:rsidR="002E5FD0" w:rsidRPr="004B5F62">
        <w:rPr>
          <w:rFonts w:ascii="Times New Roman" w:hAnsi="Times New Roman"/>
          <w:sz w:val="24"/>
        </w:rPr>
        <w:t xml:space="preserve">Dochody budżetowe wykonane bez przypisu należności, dla których przepisy odrębne nie przewidują przypisu, w kolumnie „Należności” należy wykazać w wysokości zrealizowanych dochodów, na podstawie ewidencji analitycznej do konta rachunku bieżącego </w:t>
      </w:r>
      <w:r w:rsidR="00670008" w:rsidRPr="004B5F62">
        <w:rPr>
          <w:rFonts w:ascii="Times New Roman" w:hAnsi="Times New Roman"/>
          <w:sz w:val="24"/>
        </w:rPr>
        <w:t>–</w:t>
      </w:r>
      <w:r w:rsidR="002E5FD0" w:rsidRPr="004B5F62">
        <w:rPr>
          <w:rFonts w:ascii="Times New Roman" w:hAnsi="Times New Roman"/>
          <w:sz w:val="24"/>
        </w:rPr>
        <w:t xml:space="preserve"> subkonto dochodów oraz do kasy jednostki</w:t>
      </w:r>
      <w:r w:rsidR="002E5FD0" w:rsidRPr="004B5F62">
        <w:rPr>
          <w:rFonts w:ascii="Times New Roman" w:hAnsi="Times New Roman" w:cs="Times New Roman"/>
          <w:sz w:val="24"/>
          <w:szCs w:val="24"/>
        </w:rPr>
        <w:t xml:space="preserve"> i zapłaconych kartą płatniczą</w:t>
      </w:r>
      <w:r w:rsidR="002E5FD0" w:rsidRPr="004B5F62">
        <w:rPr>
          <w:rFonts w:ascii="Times New Roman" w:hAnsi="Times New Roman"/>
          <w:sz w:val="24"/>
        </w:rPr>
        <w:t>.</w:t>
      </w:r>
    </w:p>
    <w:p w14:paraId="1A8D7870" w14:textId="77777777" w:rsidR="00232130" w:rsidRPr="004B5F62" w:rsidRDefault="007754AC" w:rsidP="004812F9">
      <w:pPr>
        <w:autoSpaceDE w:val="0"/>
        <w:autoSpaceDN w:val="0"/>
        <w:adjustRightInd w:val="0"/>
        <w:spacing w:line="360" w:lineRule="auto"/>
        <w:ind w:firstLine="703"/>
        <w:jc w:val="both"/>
      </w:pPr>
      <w:r w:rsidRPr="004B5F62">
        <w:t>7</w:t>
      </w:r>
      <w:r w:rsidR="00232130" w:rsidRPr="004B5F62">
        <w:t>.</w:t>
      </w:r>
      <w:r w:rsidR="000221CC" w:rsidRPr="004B5F62">
        <w:t xml:space="preserve"> </w:t>
      </w:r>
      <w:r w:rsidR="00232130" w:rsidRPr="004B5F62">
        <w:t xml:space="preserve">W sprawozdaniach rocznych jednostki samorządu terytorialnego wykazują wysokość otrzymanych dotacji celowych, po potrąceniu zwrotów dokonanych do dnia </w:t>
      </w:r>
      <w:r w:rsidR="00F27DBB" w:rsidRPr="004B5F62">
        <w:t>31 stycznia</w:t>
      </w:r>
      <w:r w:rsidR="00232130" w:rsidRPr="004B5F62">
        <w:t xml:space="preserve"> roku następującego po roku, za który sporządzane jest sprawozdanie.</w:t>
      </w:r>
    </w:p>
    <w:p w14:paraId="40521DAE" w14:textId="77777777" w:rsidR="002E5FD0" w:rsidRPr="004B5F62" w:rsidRDefault="002E5FD0" w:rsidP="002E5FD0">
      <w:pPr>
        <w:pStyle w:val="Zwykytekst"/>
        <w:spacing w:line="360" w:lineRule="auto"/>
        <w:ind w:left="720"/>
        <w:jc w:val="both"/>
        <w:rPr>
          <w:rFonts w:ascii="Times New Roman" w:hAnsi="Times New Roman" w:cs="Times New Roman"/>
          <w:sz w:val="24"/>
          <w:szCs w:val="24"/>
        </w:rPr>
      </w:pPr>
      <w:r w:rsidRPr="004B5F62">
        <w:rPr>
          <w:rFonts w:ascii="Times New Roman" w:hAnsi="Times New Roman"/>
          <w:b/>
          <w:sz w:val="24"/>
        </w:rPr>
        <w:t>§</w:t>
      </w:r>
      <w:r w:rsidR="000221CC" w:rsidRPr="004B5F62">
        <w:rPr>
          <w:rFonts w:ascii="Times New Roman" w:hAnsi="Times New Roman"/>
          <w:b/>
          <w:sz w:val="24"/>
        </w:rPr>
        <w:t xml:space="preserve"> </w:t>
      </w:r>
      <w:r w:rsidRPr="004B5F62">
        <w:rPr>
          <w:rFonts w:ascii="Times New Roman" w:hAnsi="Times New Roman"/>
          <w:b/>
          <w:sz w:val="24"/>
        </w:rPr>
        <w:t>4.</w:t>
      </w:r>
      <w:r w:rsidRPr="004B5F62">
        <w:rPr>
          <w:rFonts w:ascii="Times New Roman" w:hAnsi="Times New Roman"/>
          <w:sz w:val="24"/>
        </w:rPr>
        <w:t xml:space="preserve"> 1.</w:t>
      </w:r>
      <w:r w:rsidR="000221CC" w:rsidRPr="004B5F62">
        <w:rPr>
          <w:rFonts w:ascii="Times New Roman" w:hAnsi="Times New Roman"/>
          <w:sz w:val="24"/>
        </w:rPr>
        <w:t xml:space="preserve"> </w:t>
      </w:r>
      <w:r w:rsidRPr="004B5F62">
        <w:rPr>
          <w:rFonts w:ascii="Times New Roman" w:hAnsi="Times New Roman" w:cs="Times New Roman"/>
          <w:sz w:val="24"/>
          <w:szCs w:val="24"/>
        </w:rPr>
        <w:t>Sprawozdania jednostkowe z wykonania planu dochodów budżetowych:</w:t>
      </w:r>
    </w:p>
    <w:p w14:paraId="29497082" w14:textId="77777777" w:rsidR="002E5FD0" w:rsidRPr="004B5F62" w:rsidRDefault="002E5FD0" w:rsidP="002E5FD0">
      <w:pPr>
        <w:pStyle w:val="Zwykytekst"/>
        <w:spacing w:line="360" w:lineRule="auto"/>
        <w:ind w:left="720" w:hanging="720"/>
        <w:jc w:val="both"/>
        <w:rPr>
          <w:rFonts w:ascii="Times New Roman" w:hAnsi="Times New Roman" w:cs="Times New Roman"/>
          <w:sz w:val="24"/>
          <w:szCs w:val="24"/>
        </w:rPr>
      </w:pPr>
      <w:r w:rsidRPr="004B5F62">
        <w:rPr>
          <w:rFonts w:ascii="Times New Roman" w:hAnsi="Times New Roman" w:cs="Times New Roman"/>
          <w:sz w:val="24"/>
          <w:szCs w:val="24"/>
        </w:rPr>
        <w:t>1)</w:t>
      </w:r>
      <w:r w:rsidRPr="004B5F62">
        <w:rPr>
          <w:rFonts w:ascii="Times New Roman" w:hAnsi="Times New Roman" w:cs="Times New Roman"/>
          <w:sz w:val="24"/>
          <w:szCs w:val="24"/>
        </w:rPr>
        <w:tab/>
        <w:t xml:space="preserve">jednostki budżetowe, gminy, miasta na prawach powiatu, powiaty i samorządy województw oraz związki jednostek samorządu terytorialnego za styczeń, luty, kwiecień, maj, lipiec, sierpień, październik, listopad oraz grudzień </w:t>
      </w:r>
      <w:r w:rsidR="00670008" w:rsidRPr="004B5F62">
        <w:rPr>
          <w:rFonts w:ascii="Times New Roman" w:hAnsi="Times New Roman" w:cs="Times New Roman"/>
          <w:sz w:val="24"/>
          <w:szCs w:val="24"/>
        </w:rPr>
        <w:t>–</w:t>
      </w:r>
      <w:r w:rsidRPr="004B5F62">
        <w:rPr>
          <w:rFonts w:ascii="Times New Roman" w:hAnsi="Times New Roman" w:cs="Times New Roman"/>
          <w:sz w:val="24"/>
          <w:szCs w:val="24"/>
        </w:rPr>
        <w:t xml:space="preserve"> wypełniają w</w:t>
      </w:r>
      <w:r w:rsidR="000221CC" w:rsidRPr="004B5F62">
        <w:rPr>
          <w:rFonts w:ascii="Times New Roman" w:hAnsi="Times New Roman" w:cs="Times New Roman"/>
          <w:sz w:val="24"/>
          <w:szCs w:val="24"/>
        </w:rPr>
        <w:t xml:space="preserve"> </w:t>
      </w:r>
      <w:r w:rsidRPr="004B5F62">
        <w:rPr>
          <w:rFonts w:ascii="Times New Roman" w:hAnsi="Times New Roman" w:cs="Times New Roman"/>
          <w:sz w:val="24"/>
          <w:szCs w:val="24"/>
        </w:rPr>
        <w:t>zakresie wpływów planowanych i wykonanych;</w:t>
      </w:r>
    </w:p>
    <w:p w14:paraId="016DEBF8" w14:textId="77777777" w:rsidR="002E5FD0" w:rsidRPr="004B5F62" w:rsidRDefault="002E5FD0" w:rsidP="002E5FD0">
      <w:pPr>
        <w:pStyle w:val="Zwykytekst"/>
        <w:spacing w:line="360" w:lineRule="auto"/>
        <w:ind w:left="720" w:hanging="720"/>
        <w:jc w:val="both"/>
        <w:rPr>
          <w:rFonts w:ascii="Times New Roman" w:hAnsi="Times New Roman" w:cs="Times New Roman"/>
          <w:sz w:val="24"/>
          <w:szCs w:val="24"/>
        </w:rPr>
      </w:pPr>
      <w:r w:rsidRPr="004B5F62">
        <w:rPr>
          <w:rFonts w:ascii="Times New Roman" w:hAnsi="Times New Roman" w:cs="Times New Roman"/>
          <w:sz w:val="24"/>
          <w:szCs w:val="24"/>
        </w:rPr>
        <w:t>2)</w:t>
      </w:r>
      <w:r w:rsidRPr="004B5F62">
        <w:rPr>
          <w:rFonts w:ascii="Times New Roman" w:hAnsi="Times New Roman" w:cs="Times New Roman"/>
          <w:sz w:val="24"/>
          <w:szCs w:val="24"/>
        </w:rPr>
        <w:tab/>
        <w:t xml:space="preserve">jednostki budżetowe, powiaty i samorządy województw oraz związki jednostek samorządu terytorialnego za marzec, czerwiec, wrzesień i za rok </w:t>
      </w:r>
      <w:r w:rsidR="00670008" w:rsidRPr="004B5F62">
        <w:rPr>
          <w:rFonts w:ascii="Times New Roman" w:hAnsi="Times New Roman" w:cs="Times New Roman"/>
          <w:sz w:val="24"/>
          <w:szCs w:val="24"/>
        </w:rPr>
        <w:t>–</w:t>
      </w:r>
      <w:r w:rsidRPr="004B5F62">
        <w:rPr>
          <w:rFonts w:ascii="Times New Roman" w:hAnsi="Times New Roman" w:cs="Times New Roman"/>
          <w:sz w:val="24"/>
          <w:szCs w:val="24"/>
        </w:rPr>
        <w:t xml:space="preserve"> wypełniają kolumny: „Plan (po zmianach)”, „Należności”, „Potrącenia”, „Dochody wykonane (wpływy minus zwroty)”, „Dochody otrzymane”, „Saldo końcowe”;</w:t>
      </w:r>
    </w:p>
    <w:p w14:paraId="71023A2B" w14:textId="77777777" w:rsidR="002E5FD0" w:rsidRPr="004B5F62" w:rsidRDefault="002E5FD0" w:rsidP="002E5FD0">
      <w:pPr>
        <w:pStyle w:val="Zwykytekst"/>
        <w:spacing w:line="360" w:lineRule="auto"/>
        <w:ind w:left="720" w:hanging="720"/>
        <w:jc w:val="both"/>
        <w:rPr>
          <w:rFonts w:ascii="Times New Roman" w:hAnsi="Times New Roman" w:cs="Times New Roman"/>
          <w:sz w:val="24"/>
          <w:szCs w:val="24"/>
        </w:rPr>
      </w:pPr>
      <w:r w:rsidRPr="004B5F62">
        <w:rPr>
          <w:rFonts w:ascii="Times New Roman" w:hAnsi="Times New Roman" w:cs="Times New Roman"/>
          <w:sz w:val="24"/>
          <w:szCs w:val="24"/>
        </w:rPr>
        <w:t>3)</w:t>
      </w:r>
      <w:r w:rsidRPr="004B5F62">
        <w:rPr>
          <w:rFonts w:ascii="Times New Roman" w:hAnsi="Times New Roman" w:cs="Times New Roman"/>
          <w:sz w:val="24"/>
          <w:szCs w:val="24"/>
        </w:rPr>
        <w:tab/>
        <w:t xml:space="preserve">gminy oraz miasta na prawach powiatu za: marzec, czerwiec, wrzesień i za rok </w:t>
      </w:r>
      <w:r w:rsidR="00523E94" w:rsidRPr="004B5F62">
        <w:rPr>
          <w:rFonts w:ascii="Times New Roman" w:hAnsi="Times New Roman" w:cs="Times New Roman"/>
          <w:sz w:val="24"/>
          <w:szCs w:val="24"/>
        </w:rPr>
        <w:t>–</w:t>
      </w:r>
      <w:r w:rsidRPr="004B5F62">
        <w:rPr>
          <w:rFonts w:ascii="Times New Roman" w:hAnsi="Times New Roman" w:cs="Times New Roman"/>
          <w:sz w:val="24"/>
          <w:szCs w:val="24"/>
        </w:rPr>
        <w:t xml:space="preserve"> wypełniają kolumny: „Plan (po zmianach)”, „Należności”, „Potrącenia”, „Dochody wykonane (wpływy minus zwroty)”, „Dochody otrzymane”, „Saldo końcowe”, „Skutki obniżenia górnych stawek podatków obliczone za okres sprawozdawczy</w:t>
      </w:r>
      <w:r w:rsidR="00A924FD" w:rsidRPr="004B5F62">
        <w:rPr>
          <w:rFonts w:ascii="Times New Roman" w:hAnsi="Times New Roman" w:cs="Times New Roman"/>
          <w:sz w:val="24"/>
          <w:szCs w:val="24"/>
        </w:rPr>
        <w:t>”</w:t>
      </w:r>
      <w:r w:rsidRPr="004B5F62">
        <w:rPr>
          <w:rFonts w:ascii="Times New Roman" w:hAnsi="Times New Roman" w:cs="Times New Roman"/>
          <w:sz w:val="24"/>
          <w:szCs w:val="24"/>
        </w:rPr>
        <w:t xml:space="preserve">, </w:t>
      </w:r>
      <w:r w:rsidR="009B79A5" w:rsidRPr="004B5F62">
        <w:rPr>
          <w:rFonts w:ascii="Times New Roman" w:hAnsi="Times New Roman" w:cs="Times New Roman"/>
          <w:sz w:val="24"/>
          <w:szCs w:val="24"/>
        </w:rPr>
        <w:t>„</w:t>
      </w:r>
      <w:r w:rsidRPr="004B5F62">
        <w:rPr>
          <w:rFonts w:ascii="Times New Roman" w:hAnsi="Times New Roman" w:cs="Times New Roman"/>
          <w:sz w:val="24"/>
          <w:szCs w:val="24"/>
        </w:rPr>
        <w:t>Skutki udzielonych ulg i zwolnień</w:t>
      </w:r>
      <w:r w:rsidR="00B370A6" w:rsidRPr="004B5F62">
        <w:rPr>
          <w:rFonts w:ascii="Times New Roman" w:hAnsi="Times New Roman" w:cs="Times New Roman"/>
          <w:sz w:val="24"/>
          <w:szCs w:val="24"/>
        </w:rPr>
        <w:t xml:space="preserve"> </w:t>
      </w:r>
      <w:r w:rsidR="009B79A5" w:rsidRPr="004B5F62">
        <w:rPr>
          <w:rFonts w:ascii="Times New Roman" w:hAnsi="Times New Roman" w:cs="Times New Roman"/>
          <w:sz w:val="24"/>
          <w:szCs w:val="24"/>
        </w:rPr>
        <w:t>…”</w:t>
      </w:r>
      <w:r w:rsidRPr="004B5F62">
        <w:rPr>
          <w:rFonts w:ascii="Times New Roman" w:hAnsi="Times New Roman" w:cs="Times New Roman"/>
          <w:sz w:val="24"/>
          <w:szCs w:val="24"/>
        </w:rPr>
        <w:t>, „Skutki decyzji wydanych przez orga</w:t>
      </w:r>
      <w:r w:rsidR="00523E94" w:rsidRPr="004B5F62">
        <w:rPr>
          <w:rFonts w:ascii="Times New Roman" w:hAnsi="Times New Roman" w:cs="Times New Roman"/>
          <w:sz w:val="24"/>
          <w:szCs w:val="24"/>
        </w:rPr>
        <w:t>n podatkowy na podstawie ustawy –</w:t>
      </w:r>
      <w:r w:rsidRPr="004B5F62">
        <w:rPr>
          <w:rFonts w:ascii="Times New Roman" w:hAnsi="Times New Roman" w:cs="Times New Roman"/>
          <w:sz w:val="24"/>
          <w:szCs w:val="24"/>
        </w:rPr>
        <w:t xml:space="preserve"> Ordynacja podatkowa, obliczone za okres sprawozdawczy”.</w:t>
      </w:r>
    </w:p>
    <w:p w14:paraId="7D7E82D9" w14:textId="77777777" w:rsidR="002E5FD0" w:rsidRPr="004B5F62" w:rsidRDefault="002E5FD0" w:rsidP="002E5FD0">
      <w:pPr>
        <w:autoSpaceDE w:val="0"/>
        <w:autoSpaceDN w:val="0"/>
        <w:adjustRightInd w:val="0"/>
        <w:spacing w:line="360" w:lineRule="auto"/>
        <w:ind w:firstLine="720"/>
        <w:jc w:val="both"/>
      </w:pPr>
      <w:r w:rsidRPr="004B5F62">
        <w:lastRenderedPageBreak/>
        <w:t>2.</w:t>
      </w:r>
      <w:r w:rsidR="000221CC" w:rsidRPr="004B5F62">
        <w:t xml:space="preserve"> </w:t>
      </w:r>
      <w:r w:rsidRPr="004B5F62">
        <w:t>Jednostki samorządu terytorialnego sporządzają zbiorcze sprawozdania z</w:t>
      </w:r>
      <w:r w:rsidR="000221CC" w:rsidRPr="004B5F62">
        <w:t xml:space="preserve"> </w:t>
      </w:r>
      <w:r w:rsidRPr="004B5F62">
        <w:t>wykonania planu dochodów budżetowych, w pełnym zakresie informacji wynikających ze sprawozdań jednostkowych z wykonania planu dochodów budżetowych.</w:t>
      </w:r>
    </w:p>
    <w:p w14:paraId="796EB48B" w14:textId="77777777" w:rsidR="00232130" w:rsidRPr="004B5F62" w:rsidRDefault="00232130" w:rsidP="00226126">
      <w:pPr>
        <w:autoSpaceDE w:val="0"/>
        <w:autoSpaceDN w:val="0"/>
        <w:spacing w:before="240" w:line="360" w:lineRule="auto"/>
        <w:jc w:val="center"/>
        <w:rPr>
          <w:b/>
          <w:bCs/>
        </w:rPr>
      </w:pPr>
      <w:r w:rsidRPr="004B5F62">
        <w:rPr>
          <w:b/>
          <w:bCs/>
        </w:rPr>
        <w:t>Rozdział</w:t>
      </w:r>
      <w:r w:rsidR="003E49A4" w:rsidRPr="004B5F62">
        <w:rPr>
          <w:b/>
          <w:bCs/>
        </w:rPr>
        <w:t xml:space="preserve"> </w:t>
      </w:r>
      <w:r w:rsidRPr="004B5F62">
        <w:rPr>
          <w:b/>
          <w:bCs/>
        </w:rPr>
        <w:t>2</w:t>
      </w:r>
    </w:p>
    <w:p w14:paraId="27112020" w14:textId="77777777" w:rsidR="00997C33" w:rsidRPr="004B5F62" w:rsidRDefault="00232130" w:rsidP="008768F7">
      <w:pPr>
        <w:pStyle w:val="Zwykytekst"/>
        <w:spacing w:before="120" w:after="120" w:line="360" w:lineRule="auto"/>
        <w:jc w:val="center"/>
        <w:rPr>
          <w:rFonts w:ascii="Times New Roman" w:eastAsia="MS Mincho" w:hAnsi="Times New Roman" w:cs="Times New Roman"/>
          <w:b/>
          <w:bCs/>
          <w:sz w:val="24"/>
          <w:szCs w:val="24"/>
        </w:rPr>
      </w:pPr>
      <w:r w:rsidRPr="004B5F62">
        <w:rPr>
          <w:rFonts w:ascii="Times New Roman" w:eastAsia="MS Mincho" w:hAnsi="Times New Roman" w:cs="Times New Roman"/>
          <w:b/>
          <w:bCs/>
          <w:sz w:val="24"/>
          <w:szCs w:val="24"/>
        </w:rPr>
        <w:t xml:space="preserve">Sprawozdanie Rb-27ZZ z wykonania planu dochodów </w:t>
      </w:r>
      <w:r w:rsidR="00BE2F3E" w:rsidRPr="004B5F62">
        <w:rPr>
          <w:rFonts w:ascii="Times New Roman" w:eastAsia="MS Mincho" w:hAnsi="Times New Roman" w:cs="Times New Roman"/>
          <w:b/>
          <w:bCs/>
          <w:sz w:val="24"/>
          <w:szCs w:val="24"/>
        </w:rPr>
        <w:t>związanych z realizacją zadań z</w:t>
      </w:r>
      <w:r w:rsidR="000221CC" w:rsidRPr="004B5F62">
        <w:rPr>
          <w:rFonts w:ascii="Times New Roman" w:eastAsia="MS Mincho" w:hAnsi="Times New Roman" w:cs="Times New Roman"/>
          <w:b/>
          <w:bCs/>
          <w:sz w:val="24"/>
          <w:szCs w:val="24"/>
        </w:rPr>
        <w:t xml:space="preserve"> </w:t>
      </w:r>
      <w:r w:rsidRPr="004B5F62">
        <w:rPr>
          <w:rFonts w:ascii="Times New Roman" w:eastAsia="MS Mincho" w:hAnsi="Times New Roman" w:cs="Times New Roman"/>
          <w:b/>
          <w:bCs/>
          <w:sz w:val="24"/>
          <w:szCs w:val="24"/>
        </w:rPr>
        <w:t>zakresu administracji rządowej oraz innych zadań zleconych jednostkom samorządu terytorialnego ustawami</w:t>
      </w:r>
    </w:p>
    <w:p w14:paraId="570A2731" w14:textId="77777777" w:rsidR="00232130" w:rsidRPr="004B5F62" w:rsidRDefault="00232130" w:rsidP="00DA66CB">
      <w:pPr>
        <w:autoSpaceDE w:val="0"/>
        <w:autoSpaceDN w:val="0"/>
        <w:adjustRightInd w:val="0"/>
        <w:spacing w:before="240" w:line="360" w:lineRule="auto"/>
        <w:ind w:firstLine="703"/>
        <w:jc w:val="both"/>
        <w:rPr>
          <w:bCs/>
        </w:rPr>
      </w:pPr>
      <w:r w:rsidRPr="004B5F62">
        <w:rPr>
          <w:b/>
          <w:bCs/>
        </w:rPr>
        <w:t>§</w:t>
      </w:r>
      <w:r w:rsidR="000221CC" w:rsidRPr="004B5F62">
        <w:rPr>
          <w:b/>
          <w:bCs/>
        </w:rPr>
        <w:t xml:space="preserve"> </w:t>
      </w:r>
      <w:r w:rsidRPr="004B5F62">
        <w:rPr>
          <w:b/>
          <w:bCs/>
        </w:rPr>
        <w:t>5.</w:t>
      </w:r>
      <w:r w:rsidR="007522C8" w:rsidRPr="004B5F62">
        <w:rPr>
          <w:bCs/>
        </w:rPr>
        <w:t xml:space="preserve"> </w:t>
      </w:r>
      <w:r w:rsidRPr="004B5F62">
        <w:rPr>
          <w:bCs/>
        </w:rPr>
        <w:t>Sprawozdanie jednostkowe sporządza się zgodnie z tr</w:t>
      </w:r>
      <w:r w:rsidR="00581DF1" w:rsidRPr="004B5F62">
        <w:rPr>
          <w:bCs/>
        </w:rPr>
        <w:t>eścią formularza w</w:t>
      </w:r>
      <w:r w:rsidR="000221CC" w:rsidRPr="004B5F62">
        <w:rPr>
          <w:bCs/>
        </w:rPr>
        <w:t xml:space="preserve"> </w:t>
      </w:r>
      <w:r w:rsidRPr="004B5F62">
        <w:rPr>
          <w:bCs/>
        </w:rPr>
        <w:t>szczegółowości: dział, rozdział, paragraf określający źródło powstania dochodów; sumowaniu podlegają kwoty wyszczególnione w rozdziałach.</w:t>
      </w:r>
    </w:p>
    <w:p w14:paraId="3B8E6C27" w14:textId="77777777" w:rsidR="00232130" w:rsidRPr="004B5F62" w:rsidRDefault="00232130" w:rsidP="00E83507">
      <w:pPr>
        <w:autoSpaceDE w:val="0"/>
        <w:autoSpaceDN w:val="0"/>
        <w:adjustRightInd w:val="0"/>
        <w:spacing w:line="360" w:lineRule="auto"/>
        <w:ind w:firstLine="703"/>
        <w:jc w:val="both"/>
      </w:pPr>
      <w:r w:rsidRPr="004B5F62">
        <w:rPr>
          <w:b/>
          <w:bCs/>
        </w:rPr>
        <w:t>§</w:t>
      </w:r>
      <w:r w:rsidR="000221CC" w:rsidRPr="004B5F62">
        <w:rPr>
          <w:b/>
          <w:bCs/>
        </w:rPr>
        <w:t xml:space="preserve"> </w:t>
      </w:r>
      <w:r w:rsidRPr="004B5F62">
        <w:rPr>
          <w:b/>
          <w:bCs/>
        </w:rPr>
        <w:t>6.</w:t>
      </w:r>
      <w:r w:rsidR="007522C8" w:rsidRPr="004B5F62">
        <w:rPr>
          <w:b/>
          <w:bCs/>
        </w:rPr>
        <w:t xml:space="preserve"> </w:t>
      </w:r>
      <w:r w:rsidRPr="004B5F62">
        <w:t>1.</w:t>
      </w:r>
      <w:r w:rsidR="000221CC" w:rsidRPr="004B5F62">
        <w:t xml:space="preserve"> </w:t>
      </w:r>
      <w:r w:rsidRPr="004B5F62">
        <w:t>W sprawozdaniach jednostkowych jednostek bezpośrednio realizujących zadania:</w:t>
      </w:r>
    </w:p>
    <w:p w14:paraId="61D7D67A" w14:textId="77777777" w:rsidR="00232130" w:rsidRPr="004B5F62" w:rsidRDefault="00232130" w:rsidP="00E83507">
      <w:pPr>
        <w:autoSpaceDE w:val="0"/>
        <w:autoSpaceDN w:val="0"/>
        <w:adjustRightInd w:val="0"/>
        <w:spacing w:line="360" w:lineRule="auto"/>
        <w:ind w:left="703" w:hanging="703"/>
        <w:jc w:val="both"/>
      </w:pPr>
      <w:r w:rsidRPr="004B5F62">
        <w:t>1)</w:t>
      </w:r>
      <w:r w:rsidRPr="004B5F62">
        <w:tab/>
        <w:t xml:space="preserve">w kolumnie </w:t>
      </w:r>
      <w:r w:rsidR="005E004A" w:rsidRPr="004B5F62">
        <w:t>„</w:t>
      </w:r>
      <w:r w:rsidRPr="004B5F62">
        <w:t>Plan</w:t>
      </w:r>
      <w:r w:rsidR="005E004A" w:rsidRPr="004B5F62">
        <w:t>”</w:t>
      </w:r>
      <w:r w:rsidRPr="004B5F62">
        <w:t xml:space="preserve"> wykazuje się kwoty wynikające z planu finansowego jednostki realizującej zadanie;</w:t>
      </w:r>
    </w:p>
    <w:p w14:paraId="304BFD02" w14:textId="77777777" w:rsidR="00232130" w:rsidRPr="004B5F62" w:rsidRDefault="00232130" w:rsidP="00E83507">
      <w:pPr>
        <w:autoSpaceDE w:val="0"/>
        <w:autoSpaceDN w:val="0"/>
        <w:adjustRightInd w:val="0"/>
        <w:spacing w:line="360" w:lineRule="auto"/>
        <w:ind w:left="703" w:hanging="703"/>
        <w:jc w:val="both"/>
      </w:pPr>
      <w:r w:rsidRPr="004B5F62">
        <w:t>2)</w:t>
      </w:r>
      <w:r w:rsidRPr="004B5F62">
        <w:tab/>
        <w:t xml:space="preserve">w kolumnie </w:t>
      </w:r>
      <w:r w:rsidR="005E004A" w:rsidRPr="004B5F62">
        <w:t>„</w:t>
      </w:r>
      <w:r w:rsidRPr="004B5F62">
        <w:t>Należności</w:t>
      </w:r>
      <w:r w:rsidR="005E004A" w:rsidRPr="004B5F62">
        <w:t>”</w:t>
      </w:r>
      <w:r w:rsidRPr="004B5F62">
        <w:t xml:space="preserve"> wykazuje się salda początkowe (należności pozostałych do zapłaty zmniejszone o nadpłaty), powiększone o kwoty przypisów należności z tytułu dochodów budżetowych, których termin płatności przypada na dany rok budżetowy, po zmniejszeniu ich o kw</w:t>
      </w:r>
      <w:r w:rsidR="00581DF1" w:rsidRPr="004B5F62">
        <w:t>oty odpisów, z uwzględnieniem §</w:t>
      </w:r>
      <w:r w:rsidR="000221CC" w:rsidRPr="004B5F62">
        <w:t xml:space="preserve"> </w:t>
      </w:r>
      <w:r w:rsidR="00581DF1" w:rsidRPr="004B5F62">
        <w:t xml:space="preserve">3 </w:t>
      </w:r>
      <w:r w:rsidRPr="004B5F62">
        <w:t>ust.</w:t>
      </w:r>
      <w:r w:rsidR="000221CC" w:rsidRPr="004B5F62">
        <w:t xml:space="preserve"> </w:t>
      </w:r>
      <w:r w:rsidR="00D65759" w:rsidRPr="004B5F62">
        <w:t>6</w:t>
      </w:r>
      <w:r w:rsidR="0063719A" w:rsidRPr="004B5F62">
        <w:t>;</w:t>
      </w:r>
      <w:r w:rsidRPr="004B5F62">
        <w:t xml:space="preserve"> jeżeli kwota nadpłat i odpisów przewyższa kwotę należności pozostałych do zapłaty i przypisów, </w:t>
      </w:r>
      <w:r w:rsidR="003747B3" w:rsidRPr="004B5F62">
        <w:t>to</w:t>
      </w:r>
      <w:r w:rsidRPr="004B5F62">
        <w:t xml:space="preserve"> różnicę wykazuje się jako liczbę ujemną;</w:t>
      </w:r>
    </w:p>
    <w:p w14:paraId="6E3604C6" w14:textId="77777777" w:rsidR="00232130" w:rsidRPr="004B5F62" w:rsidRDefault="00232130" w:rsidP="00E83507">
      <w:pPr>
        <w:autoSpaceDE w:val="0"/>
        <w:autoSpaceDN w:val="0"/>
        <w:adjustRightInd w:val="0"/>
        <w:spacing w:line="360" w:lineRule="auto"/>
        <w:ind w:left="703" w:hanging="703"/>
        <w:jc w:val="both"/>
      </w:pPr>
      <w:r w:rsidRPr="004B5F62">
        <w:t>3)</w:t>
      </w:r>
      <w:r w:rsidRPr="004B5F62">
        <w:tab/>
      </w:r>
      <w:r w:rsidR="00BA55E3" w:rsidRPr="004B5F62">
        <w:t>w kolumnie „Dochody wykonane ogółem” wykazuje się dochody wykonane na podstawie ewidencji analitycznej do konta rachunek bieżący jednostki budżetowej oraz do kasy jednostki i zapłaconych kartą płatniczą;</w:t>
      </w:r>
    </w:p>
    <w:p w14:paraId="296211F9" w14:textId="77777777" w:rsidR="00232130" w:rsidRPr="004B5F62" w:rsidRDefault="00232130" w:rsidP="00E83507">
      <w:pPr>
        <w:autoSpaceDE w:val="0"/>
        <w:autoSpaceDN w:val="0"/>
        <w:adjustRightInd w:val="0"/>
        <w:spacing w:line="360" w:lineRule="auto"/>
        <w:ind w:left="703" w:hanging="703"/>
        <w:jc w:val="both"/>
      </w:pPr>
      <w:r w:rsidRPr="004B5F62">
        <w:t>4)</w:t>
      </w:r>
      <w:r w:rsidRPr="004B5F62">
        <w:tab/>
        <w:t xml:space="preserve">w kolumnie </w:t>
      </w:r>
      <w:r w:rsidR="005E004A" w:rsidRPr="004B5F62">
        <w:t>„</w:t>
      </w:r>
      <w:r w:rsidRPr="004B5F62">
        <w:t>Dochody przekazane</w:t>
      </w:r>
      <w:r w:rsidR="005E004A" w:rsidRPr="004B5F62">
        <w:t>”</w:t>
      </w:r>
      <w:r w:rsidRPr="004B5F62">
        <w:t xml:space="preserve"> wykazuje się dochody przekazane na rachunek bieżący jednostki samorządu terytorialnego; w sprawozdaniu za </w:t>
      </w:r>
      <w:r w:rsidR="00722F89" w:rsidRPr="004B5F62">
        <w:t>IV</w:t>
      </w:r>
      <w:r w:rsidRPr="004B5F62">
        <w:t xml:space="preserve"> kwartały wykazuje się kwotę dochodów przekazanych</w:t>
      </w:r>
      <w:r w:rsidR="00785C7F" w:rsidRPr="004B5F62">
        <w:t>,</w:t>
      </w:r>
      <w:r w:rsidRPr="004B5F62">
        <w:t xml:space="preserve"> z uwzględnie</w:t>
      </w:r>
      <w:r w:rsidR="00887A03" w:rsidRPr="004B5F62">
        <w:t xml:space="preserve">niem dochodów przekazanych do </w:t>
      </w:r>
      <w:r w:rsidR="00364A5F" w:rsidRPr="004B5F62">
        <w:t xml:space="preserve">dnia </w:t>
      </w:r>
      <w:r w:rsidR="00887A03" w:rsidRPr="004B5F62">
        <w:t>5</w:t>
      </w:r>
      <w:r w:rsidR="000221CC" w:rsidRPr="004B5F62">
        <w:t xml:space="preserve"> </w:t>
      </w:r>
      <w:r w:rsidRPr="004B5F62">
        <w:t>stycznia roku następującego po roku budżetowym;</w:t>
      </w:r>
    </w:p>
    <w:p w14:paraId="3258429E" w14:textId="77777777" w:rsidR="00E3003C" w:rsidRPr="004B5F62" w:rsidRDefault="00E3003C" w:rsidP="00E3003C">
      <w:pPr>
        <w:autoSpaceDE w:val="0"/>
        <w:autoSpaceDN w:val="0"/>
        <w:adjustRightInd w:val="0"/>
        <w:spacing w:line="360" w:lineRule="auto"/>
        <w:ind w:left="703" w:hanging="703"/>
        <w:jc w:val="both"/>
      </w:pPr>
      <w:r w:rsidRPr="004B5F62">
        <w:t>5)</w:t>
      </w:r>
      <w:r w:rsidRPr="004B5F62">
        <w:tab/>
        <w:t>w odpowiednich kolumnach dotyczących salda końcowego wykazuje się należności pozostałe do zapłaty, w tym zaległości (należności pozostałe do zapłaty, których termin zapłaty minął) oraz nadpłaty (kwoty nadpłacone);</w:t>
      </w:r>
    </w:p>
    <w:p w14:paraId="7F0073F9" w14:textId="77777777" w:rsidR="00232130" w:rsidRPr="004B5F62" w:rsidRDefault="00232130" w:rsidP="00E83507">
      <w:pPr>
        <w:autoSpaceDE w:val="0"/>
        <w:autoSpaceDN w:val="0"/>
        <w:adjustRightInd w:val="0"/>
        <w:spacing w:line="360" w:lineRule="auto"/>
        <w:ind w:left="703" w:hanging="703"/>
        <w:jc w:val="both"/>
      </w:pPr>
      <w:r w:rsidRPr="004B5F62">
        <w:t>6)</w:t>
      </w:r>
      <w:r w:rsidRPr="004B5F62">
        <w:tab/>
        <w:t xml:space="preserve">jednostka realizująca zadanie, podległa jednostce samorządu terytorialnego, nie wypełnia kolumny </w:t>
      </w:r>
      <w:r w:rsidR="005E004A" w:rsidRPr="004B5F62">
        <w:t>„</w:t>
      </w:r>
      <w:r w:rsidRPr="004B5F62">
        <w:t xml:space="preserve">Dochody </w:t>
      </w:r>
      <w:r w:rsidR="00EC5215" w:rsidRPr="004B5F62">
        <w:t>potrącone na rzecz j</w:t>
      </w:r>
      <w:r w:rsidR="009D29AB" w:rsidRPr="004B5F62">
        <w:t>ednost</w:t>
      </w:r>
      <w:r w:rsidR="00EC5215" w:rsidRPr="004B5F62">
        <w:t>ek</w:t>
      </w:r>
      <w:r w:rsidR="009D29AB" w:rsidRPr="004B5F62">
        <w:t xml:space="preserve"> samorządu terytorialnego</w:t>
      </w:r>
      <w:r w:rsidR="005E004A" w:rsidRPr="004B5F62">
        <w:t>”</w:t>
      </w:r>
      <w:r w:rsidRPr="004B5F62">
        <w:t>.</w:t>
      </w:r>
    </w:p>
    <w:p w14:paraId="4F6E09B9" w14:textId="77777777" w:rsidR="00232130" w:rsidRPr="004B5F62" w:rsidRDefault="00232130" w:rsidP="00E83507">
      <w:pPr>
        <w:autoSpaceDE w:val="0"/>
        <w:autoSpaceDN w:val="0"/>
        <w:adjustRightInd w:val="0"/>
        <w:spacing w:line="360" w:lineRule="auto"/>
        <w:ind w:firstLine="703"/>
        <w:jc w:val="both"/>
      </w:pPr>
      <w:r w:rsidRPr="004B5F62">
        <w:lastRenderedPageBreak/>
        <w:t>2</w:t>
      </w:r>
      <w:r w:rsidR="002F2D9E" w:rsidRPr="004B5F62">
        <w:t>.</w:t>
      </w:r>
      <w:r w:rsidR="000221CC" w:rsidRPr="004B5F62">
        <w:t xml:space="preserve"> </w:t>
      </w:r>
      <w:r w:rsidRPr="004B5F62">
        <w:t xml:space="preserve">Jednostki samorządu terytorialnego, na podstawie sprawozdań jednostkowych, sporządzają sprawozdanie zbiorcze w szczegółowości sprawozdania jednostkowego, z </w:t>
      </w:r>
      <w:r w:rsidR="00AF7B8D" w:rsidRPr="004B5F62">
        <w:t>tym że</w:t>
      </w:r>
      <w:r w:rsidRPr="004B5F62">
        <w:t xml:space="preserve"> w kolumnie:</w:t>
      </w:r>
    </w:p>
    <w:p w14:paraId="4B77D832" w14:textId="77777777" w:rsidR="00232130" w:rsidRPr="004B5F62" w:rsidRDefault="00232130" w:rsidP="00E83507">
      <w:pPr>
        <w:autoSpaceDE w:val="0"/>
        <w:autoSpaceDN w:val="0"/>
        <w:adjustRightInd w:val="0"/>
        <w:spacing w:line="360" w:lineRule="auto"/>
        <w:ind w:left="703" w:hanging="703"/>
        <w:jc w:val="both"/>
      </w:pPr>
      <w:r w:rsidRPr="004B5F62">
        <w:t>1)</w:t>
      </w:r>
      <w:r w:rsidRPr="004B5F62">
        <w:tab/>
      </w:r>
      <w:r w:rsidR="005E004A" w:rsidRPr="004B5F62">
        <w:t>„</w:t>
      </w:r>
      <w:r w:rsidRPr="004B5F62">
        <w:t xml:space="preserve">Dochody </w:t>
      </w:r>
      <w:r w:rsidR="00EC5215" w:rsidRPr="004B5F62">
        <w:t xml:space="preserve">potrącone na rzecz </w:t>
      </w:r>
      <w:r w:rsidR="009D29AB" w:rsidRPr="004B5F62">
        <w:t>jednost</w:t>
      </w:r>
      <w:r w:rsidR="00EC5215" w:rsidRPr="004B5F62">
        <w:t>ek</w:t>
      </w:r>
      <w:r w:rsidR="009D29AB" w:rsidRPr="004B5F62">
        <w:t xml:space="preserve"> samorządu terytorialnego</w:t>
      </w:r>
      <w:r w:rsidR="005E004A" w:rsidRPr="004B5F62">
        <w:t>”</w:t>
      </w:r>
      <w:r w:rsidRPr="004B5F62">
        <w:t xml:space="preserve"> wykazują dochody wykonane, należne jednost</w:t>
      </w:r>
      <w:r w:rsidR="00FE3217" w:rsidRPr="004B5F62">
        <w:t>kom</w:t>
      </w:r>
      <w:r w:rsidRPr="004B5F62">
        <w:t xml:space="preserve"> samorządu terytorialnego na podstawie odrębnych przepisów</w:t>
      </w:r>
      <w:r w:rsidR="00EC5215" w:rsidRPr="004B5F62">
        <w:t>, tzn. nie stanowiące dochodów budżetu państwa</w:t>
      </w:r>
      <w:r w:rsidRPr="004B5F62">
        <w:t>;</w:t>
      </w:r>
    </w:p>
    <w:p w14:paraId="4FADD5C6" w14:textId="77777777" w:rsidR="00232130" w:rsidRPr="004B5F62" w:rsidRDefault="00232130" w:rsidP="00E83507">
      <w:pPr>
        <w:autoSpaceDE w:val="0"/>
        <w:autoSpaceDN w:val="0"/>
        <w:adjustRightInd w:val="0"/>
        <w:spacing w:line="360" w:lineRule="auto"/>
        <w:ind w:left="703" w:hanging="703"/>
        <w:jc w:val="both"/>
      </w:pPr>
      <w:r w:rsidRPr="004B5F62">
        <w:t>2)</w:t>
      </w:r>
      <w:r w:rsidRPr="004B5F62">
        <w:tab/>
      </w:r>
      <w:r w:rsidR="00CA5ADC" w:rsidRPr="004B5F62">
        <w:t>„Dochody przekazane” wykazują kwotę dochodów przekazanych na rachunek bieżący – subkonto dochodów dysponenta części budżetowej przekazującego dotację; w sprawozdaniu za IV kwartały wykazuje się kwotę dochodów przekazanych, z uwzględnieniem dochodów przekazanych do dnia 8 stycznia roku następującego po roku budżetowym.</w:t>
      </w:r>
    </w:p>
    <w:p w14:paraId="5AEEDE13" w14:textId="77777777" w:rsidR="00827B3B" w:rsidRPr="004B5F62" w:rsidRDefault="00827B3B" w:rsidP="00827B3B">
      <w:pPr>
        <w:autoSpaceDE w:val="0"/>
        <w:autoSpaceDN w:val="0"/>
        <w:adjustRightInd w:val="0"/>
        <w:spacing w:line="360" w:lineRule="auto"/>
        <w:ind w:firstLine="703"/>
        <w:jc w:val="both"/>
      </w:pPr>
      <w:r w:rsidRPr="004B5F62">
        <w:t>3.</w:t>
      </w:r>
      <w:r w:rsidR="000221CC" w:rsidRPr="004B5F62">
        <w:t xml:space="preserve"> </w:t>
      </w:r>
      <w:r w:rsidRPr="004B5F62">
        <w:t>Jednostki samorządu terytorialnego</w:t>
      </w:r>
      <w:r w:rsidR="009D4F2E" w:rsidRPr="004B5F62">
        <w:t xml:space="preserve">, na podstawie danych wykazanych w sprawozdaniach jednostkowych, </w:t>
      </w:r>
      <w:r w:rsidRPr="004B5F62">
        <w:t>w danych uzupełniających do sprawozdania Rb-27ZZ wykazują w poszczególnych rozdziałach kwoty należności, zaległości i nadpłat, odpowiednio w części należnej budżetowi państwa i w części należnej jednostkom samorządu terytorialnego, na mocy odrębnych przepisów.</w:t>
      </w:r>
    </w:p>
    <w:p w14:paraId="18CA743E" w14:textId="77777777" w:rsidR="0087782D" w:rsidRPr="004B5F62" w:rsidRDefault="0087782D" w:rsidP="0087782D">
      <w:pPr>
        <w:autoSpaceDE w:val="0"/>
        <w:autoSpaceDN w:val="0"/>
        <w:adjustRightInd w:val="0"/>
        <w:spacing w:line="360" w:lineRule="auto"/>
        <w:ind w:firstLine="703"/>
        <w:jc w:val="both"/>
      </w:pPr>
      <w:r w:rsidRPr="004B5F62">
        <w:t xml:space="preserve">4. </w:t>
      </w:r>
      <w:r w:rsidR="00A84F61" w:rsidRPr="004B5F62">
        <w:t>Wykazywane w sprawozdaniu Rb-27ZZ w kolumnie ,,potrącone na rzecz jednostek samorządu terytorialnego” kwoty dochodów powinny być wykazywane w takiej samej wysokości w sprawozdaniu Rb-27S w kolumnie ,,Dochody wykonane (wpływy minus zwroty)” w paragrafie „Dochody jednostek samorządu terytorialnego związane z realizacją zadań z zakresu administracji rządowej oraz innych zadań zleconych ustawami</w:t>
      </w:r>
      <w:r w:rsidR="002F6214" w:rsidRPr="004B5F62">
        <w:t>”</w:t>
      </w:r>
      <w:r w:rsidR="00A84F61" w:rsidRPr="004B5F62">
        <w:t>.</w:t>
      </w:r>
    </w:p>
    <w:p w14:paraId="29DA333C" w14:textId="77777777" w:rsidR="00827B3B" w:rsidRPr="004B5F62" w:rsidRDefault="0087782D" w:rsidP="00827B3B">
      <w:pPr>
        <w:autoSpaceDE w:val="0"/>
        <w:autoSpaceDN w:val="0"/>
        <w:adjustRightInd w:val="0"/>
        <w:spacing w:line="360" w:lineRule="auto"/>
        <w:ind w:firstLine="703"/>
        <w:jc w:val="both"/>
      </w:pPr>
      <w:r w:rsidRPr="004B5F62">
        <w:t>5</w:t>
      </w:r>
      <w:r w:rsidR="00827B3B" w:rsidRPr="004B5F62">
        <w:t>.</w:t>
      </w:r>
      <w:r w:rsidR="007754AC" w:rsidRPr="004B5F62">
        <w:t xml:space="preserve"> </w:t>
      </w:r>
      <w:r w:rsidR="00E2511F" w:rsidRPr="004B5F62">
        <w:t>Wykazywane w sprawozdaniu Rb-27ZZ w części B danych uzupełniających należności, zaległości i nadpłaty z tytułu dochodów związanych z realizacją zadań z zakresu administracji rządowej oraz innych zadań zleconych jednostkom samorządu terytorialnego ustawami powinny być w takiej samej wysokości wykazywane w sprawozdaniu Rb-27S.</w:t>
      </w:r>
    </w:p>
    <w:p w14:paraId="32EC4DEE" w14:textId="77777777" w:rsidR="00232130" w:rsidRPr="004B5F62" w:rsidRDefault="00232130" w:rsidP="004B4FF2">
      <w:pPr>
        <w:autoSpaceDE w:val="0"/>
        <w:autoSpaceDN w:val="0"/>
        <w:adjustRightInd w:val="0"/>
        <w:spacing w:before="240" w:line="360" w:lineRule="auto"/>
        <w:jc w:val="center"/>
      </w:pPr>
      <w:r w:rsidRPr="004B5F62">
        <w:rPr>
          <w:b/>
          <w:bCs/>
        </w:rPr>
        <w:t>Rozdział</w:t>
      </w:r>
      <w:r w:rsidR="00647B22" w:rsidRPr="004B5F62">
        <w:rPr>
          <w:b/>
          <w:bCs/>
        </w:rPr>
        <w:t xml:space="preserve"> </w:t>
      </w:r>
      <w:r w:rsidRPr="004B5F62">
        <w:rPr>
          <w:b/>
          <w:bCs/>
        </w:rPr>
        <w:t>3</w:t>
      </w:r>
    </w:p>
    <w:p w14:paraId="2E7661BA" w14:textId="77777777" w:rsidR="00232130" w:rsidRPr="004B5F62" w:rsidRDefault="00232130" w:rsidP="004B4FF2">
      <w:pPr>
        <w:autoSpaceDE w:val="0"/>
        <w:autoSpaceDN w:val="0"/>
        <w:adjustRightInd w:val="0"/>
        <w:spacing w:before="240" w:line="360" w:lineRule="auto"/>
        <w:jc w:val="center"/>
        <w:rPr>
          <w:b/>
          <w:bCs/>
        </w:rPr>
      </w:pPr>
      <w:r w:rsidRPr="004B5F62">
        <w:rPr>
          <w:b/>
          <w:bCs/>
        </w:rPr>
        <w:t>Sprawozdanie Rb-PDP z wykonania dochodów podatkowych gminy</w:t>
      </w:r>
      <w:r w:rsidR="00BF7C02" w:rsidRPr="004B5F62">
        <w:rPr>
          <w:b/>
          <w:bCs/>
        </w:rPr>
        <w:t>/</w:t>
      </w:r>
      <w:r w:rsidRPr="004B5F62">
        <w:rPr>
          <w:b/>
          <w:bCs/>
        </w:rPr>
        <w:t>miasta na prawach powiatu</w:t>
      </w:r>
    </w:p>
    <w:p w14:paraId="0E8FF43D" w14:textId="77777777" w:rsidR="00232130" w:rsidRPr="004B5F62" w:rsidRDefault="00232130" w:rsidP="00BB2A45">
      <w:pPr>
        <w:autoSpaceDE w:val="0"/>
        <w:autoSpaceDN w:val="0"/>
        <w:adjustRightInd w:val="0"/>
        <w:spacing w:before="240" w:line="360" w:lineRule="auto"/>
        <w:ind w:firstLine="703"/>
        <w:jc w:val="both"/>
      </w:pPr>
      <w:r w:rsidRPr="004B5F62">
        <w:rPr>
          <w:b/>
          <w:bCs/>
        </w:rPr>
        <w:t>§</w:t>
      </w:r>
      <w:r w:rsidR="00647B22" w:rsidRPr="004B5F62">
        <w:rPr>
          <w:b/>
          <w:bCs/>
        </w:rPr>
        <w:t xml:space="preserve"> </w:t>
      </w:r>
      <w:r w:rsidR="00D65759" w:rsidRPr="004B5F62">
        <w:rPr>
          <w:b/>
          <w:bCs/>
        </w:rPr>
        <w:t>7</w:t>
      </w:r>
      <w:r w:rsidRPr="004B5F62">
        <w:rPr>
          <w:b/>
          <w:bCs/>
        </w:rPr>
        <w:t>.</w:t>
      </w:r>
      <w:r w:rsidR="00647B22" w:rsidRPr="004B5F62">
        <w:rPr>
          <w:b/>
          <w:bCs/>
        </w:rPr>
        <w:t xml:space="preserve"> </w:t>
      </w:r>
      <w:r w:rsidRPr="004B5F62">
        <w:t>1.</w:t>
      </w:r>
      <w:r w:rsidR="00647B22" w:rsidRPr="004B5F62">
        <w:t xml:space="preserve"> </w:t>
      </w:r>
      <w:r w:rsidRPr="004B5F62">
        <w:t>W sprawozdaniach z wykonania dochodów p</w:t>
      </w:r>
      <w:r w:rsidR="00530F1F" w:rsidRPr="004B5F62">
        <w:t>odatkowych dane zamieszczone w</w:t>
      </w:r>
      <w:r w:rsidR="000221CC" w:rsidRPr="004B5F62">
        <w:t xml:space="preserve"> </w:t>
      </w:r>
      <w:r w:rsidRPr="004B5F62">
        <w:t xml:space="preserve">kolumnie </w:t>
      </w:r>
      <w:r w:rsidR="005E004A" w:rsidRPr="004B5F62">
        <w:t>„</w:t>
      </w:r>
      <w:r w:rsidRPr="004B5F62">
        <w:t>Wykonanie</w:t>
      </w:r>
      <w:r w:rsidR="005E004A" w:rsidRPr="004B5F62">
        <w:t>”</w:t>
      </w:r>
      <w:r w:rsidRPr="004B5F62">
        <w:t>, dotyczące:</w:t>
      </w:r>
    </w:p>
    <w:p w14:paraId="43998F91" w14:textId="40F529E8" w:rsidR="00232130" w:rsidRPr="004B5F62" w:rsidRDefault="00232130" w:rsidP="00E83507">
      <w:pPr>
        <w:autoSpaceDE w:val="0"/>
        <w:autoSpaceDN w:val="0"/>
        <w:adjustRightInd w:val="0"/>
        <w:spacing w:line="360" w:lineRule="auto"/>
        <w:ind w:left="703" w:hanging="703"/>
        <w:jc w:val="both"/>
      </w:pPr>
      <w:r w:rsidRPr="004B5F62">
        <w:t>1)</w:t>
      </w:r>
      <w:r w:rsidRPr="004B5F62">
        <w:tab/>
      </w:r>
      <w:r w:rsidR="00FF2B18" w:rsidRPr="004B5F62">
        <w:t xml:space="preserve">dochodów pobieranych przez urzędy skarbowe i przekazywanych na rzecz jednostki samorządu terytorialnego – powinny być zgodne z danymi wykazywanymi w </w:t>
      </w:r>
      <w:r w:rsidR="00FF2B18" w:rsidRPr="004B5F62">
        <w:lastRenderedPageBreak/>
        <w:t>kolumnie „Dochody wykonane” w informacji udostępnionej w Biuletynie Informacji Publicznej na stronie podmiotowej urzędu obsługującego ministra właściwego do spraw finansów publicznych</w:t>
      </w:r>
      <w:r w:rsidR="00DE503D">
        <w:t>;</w:t>
      </w:r>
    </w:p>
    <w:p w14:paraId="75258B7C" w14:textId="77777777" w:rsidR="00232130" w:rsidRPr="004B5F62" w:rsidRDefault="004B4FF2" w:rsidP="00E83507">
      <w:pPr>
        <w:autoSpaceDE w:val="0"/>
        <w:autoSpaceDN w:val="0"/>
        <w:adjustRightInd w:val="0"/>
        <w:spacing w:line="360" w:lineRule="auto"/>
        <w:ind w:left="703" w:hanging="703"/>
        <w:jc w:val="both"/>
      </w:pPr>
      <w:r w:rsidRPr="004B5F62">
        <w:t>2</w:t>
      </w:r>
      <w:r w:rsidR="00232130" w:rsidRPr="004B5F62">
        <w:t>)</w:t>
      </w:r>
      <w:r w:rsidR="00232130" w:rsidRPr="004B5F62">
        <w:tab/>
        <w:t>dochodów z tytułu udziałów jednostek samorzą</w:t>
      </w:r>
      <w:r w:rsidR="000F2CB9" w:rsidRPr="004B5F62">
        <w:t>du terytorialnego we wpływach z</w:t>
      </w:r>
      <w:r w:rsidR="000221CC" w:rsidRPr="004B5F62">
        <w:t xml:space="preserve"> </w:t>
      </w:r>
      <w:r w:rsidR="00232130" w:rsidRPr="004B5F62">
        <w:t xml:space="preserve">podatku dochodowego od osób fizycznych, przekazanych z centralnego rachunku bieżącego budżetu państwa na rachunki właściwych budżetów jednostek samorządu terytorialnego </w:t>
      </w:r>
      <w:r w:rsidR="00581DF1" w:rsidRPr="004B5F62">
        <w:t>–</w:t>
      </w:r>
      <w:r w:rsidR="00232130" w:rsidRPr="004B5F62">
        <w:t xml:space="preserve"> powinny być zgodne z dochodami wykazanymi w kolumnie </w:t>
      </w:r>
      <w:r w:rsidR="005E004A" w:rsidRPr="004B5F62">
        <w:t>„</w:t>
      </w:r>
      <w:r w:rsidR="00232130" w:rsidRPr="004B5F62">
        <w:t>Dochody wykonane (wpływy minus zwroty)</w:t>
      </w:r>
      <w:r w:rsidR="005E004A" w:rsidRPr="004B5F62">
        <w:t>”</w:t>
      </w:r>
      <w:r w:rsidR="00232130" w:rsidRPr="004B5F62">
        <w:t xml:space="preserve"> sprawozdania Rb-27S z wykonania planu dochodów samorządowych jednostek budżetowych i jednostek samorządu terytorialnego.</w:t>
      </w:r>
    </w:p>
    <w:p w14:paraId="3C64FDC5" w14:textId="77777777" w:rsidR="00232130" w:rsidRPr="004B5F62" w:rsidRDefault="00232130" w:rsidP="00E83507">
      <w:pPr>
        <w:autoSpaceDE w:val="0"/>
        <w:autoSpaceDN w:val="0"/>
        <w:adjustRightInd w:val="0"/>
        <w:spacing w:line="360" w:lineRule="auto"/>
        <w:ind w:firstLine="703"/>
        <w:jc w:val="both"/>
      </w:pPr>
      <w:r w:rsidRPr="004B5F62">
        <w:t>2.</w:t>
      </w:r>
      <w:r w:rsidR="000221CC" w:rsidRPr="004B5F62">
        <w:t xml:space="preserve"> </w:t>
      </w:r>
      <w:r w:rsidRPr="004B5F62">
        <w:t xml:space="preserve">Kwoty poszczególnych dochodów, wykazane w kolumnie </w:t>
      </w:r>
      <w:r w:rsidR="005E004A" w:rsidRPr="004B5F62">
        <w:t>„</w:t>
      </w:r>
      <w:r w:rsidRPr="004B5F62">
        <w:t>Wykonanie</w:t>
      </w:r>
      <w:r w:rsidR="005E004A" w:rsidRPr="004B5F62">
        <w:t>”</w:t>
      </w:r>
      <w:r w:rsidRPr="004B5F62">
        <w:t xml:space="preserve">, powinny być zgodne z sumą odpowiadających tym dochodom paragrafów we wszystkich działach wykazanych w sprawozdaniu Rb-27S z wykonania planu dochodów samorządowych jednostek budżetowych i jednostek samorządu terytorialnego w kolumnie </w:t>
      </w:r>
      <w:r w:rsidR="005E004A" w:rsidRPr="004B5F62">
        <w:t>„</w:t>
      </w:r>
      <w:r w:rsidRPr="004B5F62">
        <w:t>Dochody wykonane (wpływy minus zwroty)</w:t>
      </w:r>
      <w:r w:rsidR="005E004A" w:rsidRPr="004B5F62">
        <w:t>”</w:t>
      </w:r>
      <w:r w:rsidRPr="004B5F62">
        <w:t>, odpowiednio do przepisów rozporządzenia.</w:t>
      </w:r>
    </w:p>
    <w:p w14:paraId="096853CC" w14:textId="77777777" w:rsidR="00067A24" w:rsidRPr="004B5F62" w:rsidRDefault="00067A24" w:rsidP="00E83507">
      <w:pPr>
        <w:autoSpaceDE w:val="0"/>
        <w:autoSpaceDN w:val="0"/>
        <w:adjustRightInd w:val="0"/>
        <w:spacing w:line="360" w:lineRule="auto"/>
        <w:ind w:firstLine="703"/>
        <w:jc w:val="both"/>
      </w:pPr>
      <w:r w:rsidRPr="004B5F62">
        <w:t>3. W kolumnie „kwoty wynikające z wydanych w latach poprzednich decyzji o rozłożeniu na raty, odroczeniu terminu płatności” wykazuje się kwoty spłacone w okresie sprawozdawczym wynikające z decyzji wydanych w latach poprzednich i wykazane w tych latach w kolumnie „rozłożenie na raty, odroczenie terminu płatności, zwolnienie z obowiązku pobrania, ograniczenie poboru” w zakresie rozłożenia na raty, odroczenia terminu płatności. W kolumnie tej wykazuje się kwoty dotyczące decyzji wydanych od 1 stycznia 2016 r.</w:t>
      </w:r>
    </w:p>
    <w:p w14:paraId="02637BCD" w14:textId="77777777" w:rsidR="00232130" w:rsidRPr="004B5F62" w:rsidRDefault="00067A24" w:rsidP="00E83507">
      <w:pPr>
        <w:autoSpaceDE w:val="0"/>
        <w:autoSpaceDN w:val="0"/>
        <w:adjustRightInd w:val="0"/>
        <w:spacing w:line="360" w:lineRule="auto"/>
        <w:ind w:firstLine="703"/>
        <w:jc w:val="both"/>
      </w:pPr>
      <w:r w:rsidRPr="004B5F62">
        <w:t>4</w:t>
      </w:r>
      <w:r w:rsidR="00232130" w:rsidRPr="004B5F62">
        <w:t>.</w:t>
      </w:r>
      <w:r w:rsidR="000221CC" w:rsidRPr="004B5F62">
        <w:t xml:space="preserve"> </w:t>
      </w:r>
      <w:r w:rsidR="00232130" w:rsidRPr="004B5F62">
        <w:t>Kwoty dotyczące skutków obniżenia górnych stawek podatków, skutków udzielonych ulg</w:t>
      </w:r>
      <w:r w:rsidR="00502BE3" w:rsidRPr="004B5F62">
        <w:t xml:space="preserve"> i </w:t>
      </w:r>
      <w:r w:rsidR="00232130" w:rsidRPr="004B5F62">
        <w:t xml:space="preserve">zwolnień oraz skutków decyzji wydanych przez organ podatkowy na podstawie ustawy </w:t>
      </w:r>
      <w:r w:rsidR="00530F1F" w:rsidRPr="004B5F62">
        <w:t>–</w:t>
      </w:r>
      <w:r w:rsidR="00232130" w:rsidRPr="004B5F62">
        <w:t xml:space="preserve"> Ordynacja podatkowa obliczonych za okres sprawozdawczy </w:t>
      </w:r>
      <w:r w:rsidR="00530F1F" w:rsidRPr="004B5F62">
        <w:t>–</w:t>
      </w:r>
      <w:r w:rsidR="00232130" w:rsidRPr="004B5F62">
        <w:t xml:space="preserve"> wykazane w odpowiednich kolumnach sprawozdania, powinny być zgodne z odpowiadającymi tym kwotom skutkami, wykazanymi w sprawozdaniu Rb-27S z wykonania planu dochodów samorządowych jednostek budżetowych i jednostek samorządu terytorialnego, odpowiednio do przepisów rozporządzenia.</w:t>
      </w:r>
    </w:p>
    <w:p w14:paraId="3D910DE9" w14:textId="77777777" w:rsidR="000F2CB9" w:rsidRPr="004B5F62" w:rsidRDefault="00067A24" w:rsidP="000F2CB9">
      <w:pPr>
        <w:autoSpaceDE w:val="0"/>
        <w:autoSpaceDN w:val="0"/>
        <w:adjustRightInd w:val="0"/>
        <w:spacing w:line="360" w:lineRule="auto"/>
        <w:ind w:firstLine="703"/>
        <w:jc w:val="both"/>
      </w:pPr>
      <w:r w:rsidRPr="004B5F62">
        <w:t>5</w:t>
      </w:r>
      <w:r w:rsidR="000F2CB9" w:rsidRPr="004B5F62">
        <w:t>.</w:t>
      </w:r>
      <w:r w:rsidR="000221CC" w:rsidRPr="004B5F62">
        <w:t xml:space="preserve"> </w:t>
      </w:r>
      <w:r w:rsidR="000F2CB9" w:rsidRPr="004B5F62">
        <w:t>Część „Uzasadnienie korekty” wypełniają jednostki samorządu terytorialnego, które korygują sprawozdanie Rb-PDP.</w:t>
      </w:r>
    </w:p>
    <w:p w14:paraId="00CF8475" w14:textId="77777777" w:rsidR="00232130" w:rsidRPr="004B5F62" w:rsidRDefault="00232130" w:rsidP="000F2CB9">
      <w:pPr>
        <w:autoSpaceDE w:val="0"/>
        <w:autoSpaceDN w:val="0"/>
        <w:adjustRightInd w:val="0"/>
        <w:spacing w:before="240" w:line="360" w:lineRule="auto"/>
        <w:jc w:val="center"/>
      </w:pPr>
      <w:r w:rsidRPr="004B5F62">
        <w:rPr>
          <w:b/>
          <w:bCs/>
        </w:rPr>
        <w:t>Rozdział</w:t>
      </w:r>
      <w:r w:rsidR="00884FA7" w:rsidRPr="004B5F62">
        <w:rPr>
          <w:b/>
          <w:bCs/>
        </w:rPr>
        <w:t xml:space="preserve"> </w:t>
      </w:r>
      <w:r w:rsidRPr="004B5F62">
        <w:rPr>
          <w:b/>
          <w:bCs/>
        </w:rPr>
        <w:t>4</w:t>
      </w:r>
    </w:p>
    <w:p w14:paraId="34193AB2" w14:textId="77777777" w:rsidR="00232130" w:rsidRPr="004B5F62" w:rsidRDefault="00232130" w:rsidP="000F2CB9">
      <w:pPr>
        <w:autoSpaceDE w:val="0"/>
        <w:autoSpaceDN w:val="0"/>
        <w:adjustRightInd w:val="0"/>
        <w:spacing w:before="240" w:line="360" w:lineRule="auto"/>
        <w:jc w:val="center"/>
        <w:rPr>
          <w:b/>
          <w:bCs/>
        </w:rPr>
      </w:pPr>
      <w:r w:rsidRPr="004B5F62">
        <w:rPr>
          <w:b/>
          <w:bCs/>
        </w:rPr>
        <w:t xml:space="preserve">Sprawozdanie Rb-28S z wykonania planu wydatków budżetowych </w:t>
      </w:r>
      <w:r w:rsidR="005D2E4D" w:rsidRPr="004B5F62">
        <w:rPr>
          <w:b/>
          <w:bCs/>
        </w:rPr>
        <w:br/>
      </w:r>
      <w:r w:rsidR="0025322E" w:rsidRPr="004B5F62">
        <w:rPr>
          <w:b/>
          <w:bCs/>
        </w:rPr>
        <w:t>samorządowej jednostki budżetowej/</w:t>
      </w:r>
      <w:r w:rsidRPr="004B5F62">
        <w:rPr>
          <w:b/>
          <w:bCs/>
        </w:rPr>
        <w:t>jednostki samorządu terytorialnego</w:t>
      </w:r>
    </w:p>
    <w:p w14:paraId="46ED8F5D" w14:textId="77777777" w:rsidR="00232130" w:rsidRPr="004B5F62" w:rsidRDefault="00232130" w:rsidP="000F2CB9">
      <w:pPr>
        <w:autoSpaceDE w:val="0"/>
        <w:autoSpaceDN w:val="0"/>
        <w:adjustRightInd w:val="0"/>
        <w:spacing w:before="240" w:line="360" w:lineRule="auto"/>
        <w:ind w:firstLine="703"/>
        <w:jc w:val="both"/>
      </w:pPr>
      <w:r w:rsidRPr="004B5F62">
        <w:rPr>
          <w:b/>
          <w:bCs/>
        </w:rPr>
        <w:lastRenderedPageBreak/>
        <w:t>§</w:t>
      </w:r>
      <w:r w:rsidR="000221CC" w:rsidRPr="004B5F62">
        <w:rPr>
          <w:b/>
          <w:bCs/>
        </w:rPr>
        <w:t xml:space="preserve"> </w:t>
      </w:r>
      <w:r w:rsidR="00D65759" w:rsidRPr="004B5F62">
        <w:rPr>
          <w:b/>
          <w:bCs/>
        </w:rPr>
        <w:t>8</w:t>
      </w:r>
      <w:r w:rsidRPr="004B5F62">
        <w:rPr>
          <w:b/>
          <w:bCs/>
        </w:rPr>
        <w:t>.</w:t>
      </w:r>
      <w:r w:rsidR="000221CC" w:rsidRPr="004B5F62">
        <w:rPr>
          <w:b/>
          <w:bCs/>
        </w:rPr>
        <w:t xml:space="preserve"> </w:t>
      </w:r>
      <w:r w:rsidRPr="004B5F62">
        <w:t>1.</w:t>
      </w:r>
      <w:r w:rsidR="00CD432D" w:rsidRPr="00DB5B72">
        <w:rPr>
          <w:rStyle w:val="Odwoanieprzypisudolnego"/>
          <w:vertAlign w:val="baseline"/>
        </w:rPr>
        <w:t xml:space="preserve"> </w:t>
      </w:r>
      <w:r w:rsidR="00122008" w:rsidRPr="004B5F62">
        <w:t xml:space="preserve">Sprawozdania jednostkowe są sporządzane w szczegółowości: dział, rozdział, grupa paragrafów albo dział, rozdział, paragraf; sumowaniu podlegają kwoty wyszczególnione w rozdziałach. </w:t>
      </w:r>
    </w:p>
    <w:p w14:paraId="22A1B9D1" w14:textId="77777777" w:rsidR="00417F78" w:rsidRPr="004B5F62" w:rsidRDefault="00417F78" w:rsidP="00417F78">
      <w:pPr>
        <w:autoSpaceDE w:val="0"/>
        <w:autoSpaceDN w:val="0"/>
        <w:adjustRightInd w:val="0"/>
        <w:spacing w:line="360" w:lineRule="auto"/>
        <w:ind w:firstLine="703"/>
        <w:jc w:val="both"/>
      </w:pPr>
      <w:r w:rsidRPr="004B5F62">
        <w:t>1a. Dane w zakresie planu (po zmianach) wykazuje się w grupach paragrafów albo w paragrafach stosownie do szczegółowości planu finansowego jednostki.</w:t>
      </w:r>
    </w:p>
    <w:p w14:paraId="31624C9C" w14:textId="77777777" w:rsidR="00417F78" w:rsidRPr="004B5F62" w:rsidRDefault="00417F78" w:rsidP="00417F78">
      <w:pPr>
        <w:autoSpaceDE w:val="0"/>
        <w:autoSpaceDN w:val="0"/>
        <w:adjustRightInd w:val="0"/>
        <w:spacing w:line="360" w:lineRule="auto"/>
        <w:ind w:firstLine="703"/>
        <w:jc w:val="both"/>
      </w:pPr>
      <w:r w:rsidRPr="004B5F62">
        <w:t>1b. Dane w zakresie zaangażowania, wydatków wykonanych, zobowiązań ogółem, zobowiązań wymagalnych, wydatków, które nie wygasły z upływem roku budżetowego</w:t>
      </w:r>
      <w:r w:rsidR="008F6F31" w:rsidRPr="004B5F62">
        <w:t>,</w:t>
      </w:r>
      <w:r w:rsidRPr="004B5F62">
        <w:t xml:space="preserve"> oraz wydatków zrealizowanych w ramach funduszu sołeckiego wykazuje się w paragrafach.</w:t>
      </w:r>
    </w:p>
    <w:p w14:paraId="2321D3AA" w14:textId="77777777" w:rsidR="00232130" w:rsidRPr="004B5F62" w:rsidRDefault="00232130" w:rsidP="00E83507">
      <w:pPr>
        <w:autoSpaceDE w:val="0"/>
        <w:autoSpaceDN w:val="0"/>
        <w:adjustRightInd w:val="0"/>
        <w:spacing w:line="360" w:lineRule="auto"/>
        <w:ind w:firstLine="703"/>
        <w:jc w:val="both"/>
      </w:pPr>
      <w:r w:rsidRPr="004B5F62">
        <w:t>2.</w:t>
      </w:r>
      <w:r w:rsidR="000221CC" w:rsidRPr="004B5F62">
        <w:t xml:space="preserve"> </w:t>
      </w:r>
      <w:r w:rsidRPr="004B5F62">
        <w:t>Sprawozdania sporządza się następująco:</w:t>
      </w:r>
    </w:p>
    <w:p w14:paraId="63C1F62D" w14:textId="77777777" w:rsidR="00232130" w:rsidRPr="004B5F62" w:rsidRDefault="00232130" w:rsidP="00E74088">
      <w:pPr>
        <w:autoSpaceDE w:val="0"/>
        <w:autoSpaceDN w:val="0"/>
        <w:adjustRightInd w:val="0"/>
        <w:spacing w:line="360" w:lineRule="auto"/>
        <w:ind w:left="703" w:hanging="703"/>
        <w:jc w:val="both"/>
      </w:pPr>
      <w:r w:rsidRPr="004B5F62">
        <w:t>1)</w:t>
      </w:r>
      <w:r w:rsidR="00BB6CCA" w:rsidRPr="004B5F62">
        <w:tab/>
      </w:r>
      <w:r w:rsidRPr="004B5F62">
        <w:t xml:space="preserve">w kolumnie </w:t>
      </w:r>
      <w:r w:rsidR="005E004A" w:rsidRPr="004B5F62">
        <w:t>„</w:t>
      </w:r>
      <w:r w:rsidRPr="004B5F62">
        <w:t>Plan (po zmianach)</w:t>
      </w:r>
      <w:r w:rsidR="005E004A" w:rsidRPr="004B5F62">
        <w:t>”</w:t>
      </w:r>
      <w:r w:rsidRPr="004B5F62">
        <w:t xml:space="preserve"> wykazuje się dane o planowanych wydatkach;</w:t>
      </w:r>
    </w:p>
    <w:p w14:paraId="230DF8E3" w14:textId="77777777" w:rsidR="005D72F9" w:rsidRPr="004B5F62" w:rsidRDefault="005D72F9" w:rsidP="00E74088">
      <w:pPr>
        <w:pStyle w:val="Zwykytekst"/>
        <w:spacing w:line="360" w:lineRule="auto"/>
        <w:ind w:left="720" w:hanging="720"/>
        <w:jc w:val="both"/>
        <w:rPr>
          <w:rFonts w:ascii="Times New Roman" w:hAnsi="Times New Roman" w:cs="Times New Roman"/>
          <w:sz w:val="24"/>
          <w:szCs w:val="24"/>
        </w:rPr>
      </w:pPr>
      <w:r w:rsidRPr="004B5F62">
        <w:rPr>
          <w:rFonts w:ascii="Times New Roman" w:hAnsi="Times New Roman" w:cs="Times New Roman"/>
          <w:sz w:val="24"/>
          <w:szCs w:val="24"/>
        </w:rPr>
        <w:t>2)</w:t>
      </w:r>
      <w:r w:rsidRPr="004B5F62">
        <w:rPr>
          <w:rFonts w:ascii="Times New Roman" w:hAnsi="Times New Roman" w:cs="Times New Roman"/>
          <w:sz w:val="24"/>
          <w:szCs w:val="24"/>
        </w:rPr>
        <w:tab/>
        <w:t>w kolumnie „Zaangażowanie” wykazuje się kwoty wynikające z umów, decyzji i</w:t>
      </w:r>
      <w:r w:rsidR="000221CC" w:rsidRPr="004B5F62">
        <w:rPr>
          <w:rFonts w:ascii="Times New Roman" w:hAnsi="Times New Roman" w:cs="Times New Roman"/>
          <w:sz w:val="24"/>
          <w:szCs w:val="24"/>
        </w:rPr>
        <w:t xml:space="preserve"> </w:t>
      </w:r>
      <w:r w:rsidRPr="004B5F62">
        <w:rPr>
          <w:rFonts w:ascii="Times New Roman" w:hAnsi="Times New Roman" w:cs="Times New Roman"/>
          <w:sz w:val="24"/>
          <w:szCs w:val="24"/>
        </w:rPr>
        <w:t>innych postanowień, których wykonanie powoduje konieczność dokonania wydatków budżetowych w roku bieżącym;</w:t>
      </w:r>
    </w:p>
    <w:p w14:paraId="6A11DC74" w14:textId="77777777" w:rsidR="00232130" w:rsidRPr="004B5F62" w:rsidRDefault="00232130" w:rsidP="00E74088">
      <w:pPr>
        <w:autoSpaceDE w:val="0"/>
        <w:autoSpaceDN w:val="0"/>
        <w:adjustRightInd w:val="0"/>
        <w:spacing w:line="360" w:lineRule="auto"/>
        <w:ind w:left="703" w:hanging="703"/>
        <w:jc w:val="both"/>
      </w:pPr>
      <w:r w:rsidRPr="004B5F62">
        <w:t>3)</w:t>
      </w:r>
      <w:r w:rsidR="00D513DF" w:rsidRPr="004B5F62">
        <w:tab/>
      </w:r>
      <w:r w:rsidR="001F5A50" w:rsidRPr="004B5F62">
        <w:t>w kolumnie „Wydatki wykonane” wykazuje się zrealizowane wydatki na podstawie danych księgowości analitycznej do rachunku bieżącego; w sprawozdaniu miesięcznym za grudzień oraz w sprawozdaniu rocznym w kolumnie „Wydatki wykonane” wykazuje się zrealizowane wydatki, w tym wydatki, które nie wygasły z upływem roku budżetowego oraz wydatki zrealizowane w ramach funduszu sołeckiego;</w:t>
      </w:r>
    </w:p>
    <w:p w14:paraId="4A432CA0" w14:textId="77777777" w:rsidR="00232130" w:rsidRPr="004B5F62" w:rsidRDefault="00232130" w:rsidP="00E83507">
      <w:pPr>
        <w:autoSpaceDE w:val="0"/>
        <w:autoSpaceDN w:val="0"/>
        <w:adjustRightInd w:val="0"/>
        <w:spacing w:line="360" w:lineRule="auto"/>
        <w:ind w:left="703" w:hanging="703"/>
        <w:jc w:val="both"/>
      </w:pPr>
      <w:r w:rsidRPr="004B5F62">
        <w:t>4)</w:t>
      </w:r>
      <w:r w:rsidR="00D513DF" w:rsidRPr="004B5F62">
        <w:tab/>
      </w:r>
      <w:r w:rsidR="002F6489" w:rsidRPr="004B5F62">
        <w:t>w kolumnie „Zobowiązania ogółem” wykazuje się wszystkie bezsporne zobowiązania niespłacone według stanu na koniec okresu sprawozdawczego;</w:t>
      </w:r>
    </w:p>
    <w:p w14:paraId="0E13D1D7" w14:textId="77777777" w:rsidR="00232130" w:rsidRPr="004B5F62" w:rsidRDefault="00232130" w:rsidP="00E83507">
      <w:pPr>
        <w:autoSpaceDE w:val="0"/>
        <w:autoSpaceDN w:val="0"/>
        <w:adjustRightInd w:val="0"/>
        <w:spacing w:line="360" w:lineRule="auto"/>
        <w:ind w:left="703" w:hanging="703"/>
        <w:jc w:val="both"/>
      </w:pPr>
      <w:r w:rsidRPr="004B5F62">
        <w:t>5)</w:t>
      </w:r>
      <w:r w:rsidRPr="004B5F62">
        <w:tab/>
        <w:t xml:space="preserve">w kolumnie </w:t>
      </w:r>
      <w:r w:rsidR="005E004A" w:rsidRPr="004B5F62">
        <w:t>„</w:t>
      </w:r>
      <w:r w:rsidRPr="004B5F62">
        <w:t>Zobowiązania wymagalne</w:t>
      </w:r>
      <w:r w:rsidR="005E004A" w:rsidRPr="004B5F62">
        <w:t>”</w:t>
      </w:r>
      <w:r w:rsidRPr="004B5F62">
        <w:t xml:space="preserve"> wykazuje się zobowiązania, których termin zapłaty minął przed upływem okresu sprawozdawczego, a nie są ani przedawnione, ani umorzone, z wyróżnieniem zobowiązań </w:t>
      </w:r>
      <w:r w:rsidR="005A5EF3" w:rsidRPr="004B5F62">
        <w:t>powstałych w latach ubiegłych i</w:t>
      </w:r>
      <w:r w:rsidR="000221CC" w:rsidRPr="004B5F62">
        <w:t xml:space="preserve"> </w:t>
      </w:r>
      <w:r w:rsidRPr="004B5F62">
        <w:t>zobowiązań powstałych w roku bieżącym;</w:t>
      </w:r>
    </w:p>
    <w:p w14:paraId="2965E52C" w14:textId="77777777" w:rsidR="00232130" w:rsidRPr="004B5F62" w:rsidRDefault="00232130" w:rsidP="00E83507">
      <w:pPr>
        <w:autoSpaceDE w:val="0"/>
        <w:autoSpaceDN w:val="0"/>
        <w:adjustRightInd w:val="0"/>
        <w:spacing w:line="360" w:lineRule="auto"/>
        <w:ind w:left="703" w:hanging="703"/>
        <w:jc w:val="both"/>
      </w:pPr>
      <w:r w:rsidRPr="004B5F62">
        <w:t>6)</w:t>
      </w:r>
      <w:r w:rsidR="00D513DF" w:rsidRPr="004B5F62">
        <w:tab/>
      </w:r>
      <w:r w:rsidRPr="004B5F62">
        <w:t xml:space="preserve">w kolumnie </w:t>
      </w:r>
      <w:r w:rsidR="005E004A" w:rsidRPr="004B5F62">
        <w:t>„</w:t>
      </w:r>
      <w:r w:rsidRPr="004B5F62">
        <w:t>Wydatki, które nie wygasły z upływem roku budżetowego</w:t>
      </w:r>
      <w:r w:rsidR="005E004A" w:rsidRPr="004B5F62">
        <w:t>”</w:t>
      </w:r>
      <w:r w:rsidRPr="004B5F62">
        <w:t xml:space="preserve"> wykazuje się wydatki, których wykaz organ stanowiący jednostki samorządu terytorialnego może ustalić zgodnie z art.</w:t>
      </w:r>
      <w:r w:rsidR="000221CC" w:rsidRPr="004B5F62">
        <w:t xml:space="preserve"> </w:t>
      </w:r>
      <w:r w:rsidR="00347041" w:rsidRPr="004B5F62">
        <w:t>263</w:t>
      </w:r>
      <w:r w:rsidR="00084EC1" w:rsidRPr="004B5F62">
        <w:t xml:space="preserve"> </w:t>
      </w:r>
      <w:r w:rsidRPr="004B5F62">
        <w:t>ust.</w:t>
      </w:r>
      <w:r w:rsidR="000221CC" w:rsidRPr="004B5F62">
        <w:t xml:space="preserve"> </w:t>
      </w:r>
      <w:r w:rsidR="0070478F" w:rsidRPr="004B5F62">
        <w:t>2</w:t>
      </w:r>
      <w:r w:rsidRPr="004B5F62">
        <w:t xml:space="preserve"> ustawy o finansach publicznych; kolumnę tę wypełnia się tylko w sprawozda</w:t>
      </w:r>
      <w:r w:rsidR="00E74088" w:rsidRPr="004B5F62">
        <w:t>niu rocznym;</w:t>
      </w:r>
    </w:p>
    <w:p w14:paraId="45158813" w14:textId="0761950E" w:rsidR="00E91C37" w:rsidRPr="004B5F62" w:rsidRDefault="00EC5E37" w:rsidP="00356297">
      <w:pPr>
        <w:autoSpaceDE w:val="0"/>
        <w:autoSpaceDN w:val="0"/>
        <w:adjustRightInd w:val="0"/>
        <w:spacing w:line="360" w:lineRule="auto"/>
        <w:ind w:left="703" w:hanging="703"/>
        <w:jc w:val="both"/>
      </w:pPr>
      <w:r w:rsidRPr="004B5F62">
        <w:t>7)</w:t>
      </w:r>
      <w:r w:rsidRPr="004B5F62">
        <w:tab/>
      </w:r>
      <w:r w:rsidR="00E91C37" w:rsidRPr="004B5F62">
        <w:t>w kolumnie „Wydatki zrealizowane w ramach funduszu sołeckiego” wykazuje się wydatki, o których mowa w ustawie z dnia 21 lutego 2014 r. o funduszu sołeckim (Dz. U. poz. 30</w:t>
      </w:r>
      <w:r w:rsidR="00312FD8">
        <w:t>1</w:t>
      </w:r>
      <w:r w:rsidR="00BD1AB9">
        <w:t>, z późn. z</w:t>
      </w:r>
      <w:r w:rsidR="00FF5407">
        <w:t>m.</w:t>
      </w:r>
      <w:r w:rsidR="003C27A6">
        <w:t>)</w:t>
      </w:r>
      <w:r w:rsidR="00E91C37" w:rsidRPr="004B5F62">
        <w:t xml:space="preserve">; kolumnę tę wypełnia się tylko w sprawozdaniu rocznym. </w:t>
      </w:r>
    </w:p>
    <w:p w14:paraId="6612187E" w14:textId="77777777" w:rsidR="00D61D66" w:rsidRPr="004B5F62" w:rsidRDefault="00232130" w:rsidP="00E83507">
      <w:pPr>
        <w:autoSpaceDE w:val="0"/>
        <w:autoSpaceDN w:val="0"/>
        <w:adjustRightInd w:val="0"/>
        <w:spacing w:line="360" w:lineRule="auto"/>
        <w:ind w:firstLine="703"/>
        <w:jc w:val="both"/>
        <w:rPr>
          <w:rFonts w:eastAsia="MS Mincho"/>
        </w:rPr>
      </w:pPr>
      <w:r w:rsidRPr="004B5F62">
        <w:t>3.</w:t>
      </w:r>
      <w:r w:rsidR="000221CC" w:rsidRPr="004B5F62">
        <w:t xml:space="preserve"> </w:t>
      </w:r>
      <w:r w:rsidR="00D61D66" w:rsidRPr="004B5F62">
        <w:rPr>
          <w:rFonts w:eastAsia="MS Mincho"/>
        </w:rPr>
        <w:t xml:space="preserve">Dopuszcza się, aby w sytuacjach wyjątkowych, niezależnych od jednostki, niewłaściwe obciążenia oraz uznania rachunków bieżących wykazywać, wprowadzając </w:t>
      </w:r>
      <w:r w:rsidR="00D61D66" w:rsidRPr="004B5F62">
        <w:rPr>
          <w:rFonts w:eastAsia="MS Mincho"/>
        </w:rPr>
        <w:lastRenderedPageBreak/>
        <w:t>symbol 4990 zamiast paragrafu; niewłaściwe obciążenie wykazuje się zapis</w:t>
      </w:r>
      <w:r w:rsidR="001A4C4D" w:rsidRPr="004B5F62">
        <w:rPr>
          <w:rFonts w:eastAsia="MS Mincho"/>
        </w:rPr>
        <w:t>em zwykłym, a</w:t>
      </w:r>
      <w:r w:rsidR="000221CC" w:rsidRPr="004B5F62">
        <w:rPr>
          <w:rFonts w:eastAsia="MS Mincho"/>
        </w:rPr>
        <w:t xml:space="preserve"> </w:t>
      </w:r>
      <w:r w:rsidR="00D61D66" w:rsidRPr="004B5F62">
        <w:rPr>
          <w:rFonts w:eastAsia="MS Mincho"/>
        </w:rPr>
        <w:t xml:space="preserve">niewłaściwe uznania rachunku </w:t>
      </w:r>
      <w:r w:rsidR="00257328" w:rsidRPr="004B5F62">
        <w:rPr>
          <w:rFonts w:eastAsia="MS Mincho"/>
        </w:rPr>
        <w:t>–</w:t>
      </w:r>
      <w:r w:rsidR="00D61D66" w:rsidRPr="004B5F62">
        <w:rPr>
          <w:rFonts w:eastAsia="MS Mincho"/>
        </w:rPr>
        <w:t xml:space="preserve"> jako liczbę ujemną. Niewłaściwe przelewy środków powinny być wyjaśnione i rozliczone w następnym okresie sprawozdawczym.</w:t>
      </w:r>
    </w:p>
    <w:p w14:paraId="5F428093" w14:textId="77777777" w:rsidR="00232130" w:rsidRPr="004B5F62" w:rsidRDefault="00232130" w:rsidP="00E83507">
      <w:pPr>
        <w:autoSpaceDE w:val="0"/>
        <w:autoSpaceDN w:val="0"/>
        <w:adjustRightInd w:val="0"/>
        <w:spacing w:line="360" w:lineRule="auto"/>
        <w:ind w:firstLine="703"/>
        <w:jc w:val="both"/>
      </w:pPr>
      <w:r w:rsidRPr="004B5F62">
        <w:t>4.</w:t>
      </w:r>
      <w:r w:rsidR="000221CC" w:rsidRPr="004B5F62">
        <w:t xml:space="preserve"> </w:t>
      </w:r>
      <w:r w:rsidRPr="004B5F62">
        <w:t xml:space="preserve">Pojęcie wydatków majątkowych określa art. </w:t>
      </w:r>
      <w:r w:rsidR="00F01988" w:rsidRPr="004B5F62">
        <w:t>23</w:t>
      </w:r>
      <w:r w:rsidR="00463B5A" w:rsidRPr="004B5F62">
        <w:t>6</w:t>
      </w:r>
      <w:r w:rsidR="00084EC1" w:rsidRPr="004B5F62">
        <w:t xml:space="preserve"> ust. </w:t>
      </w:r>
      <w:r w:rsidR="00463B5A" w:rsidRPr="004B5F62">
        <w:t>4</w:t>
      </w:r>
      <w:r w:rsidR="00084EC1" w:rsidRPr="004B5F62">
        <w:t xml:space="preserve"> </w:t>
      </w:r>
      <w:r w:rsidRPr="004B5F62">
        <w:t>ustawy o finansach publicznych.</w:t>
      </w:r>
    </w:p>
    <w:p w14:paraId="154B6956" w14:textId="77777777" w:rsidR="00232130" w:rsidRPr="004B5F62" w:rsidRDefault="00232130" w:rsidP="00E83507">
      <w:pPr>
        <w:autoSpaceDE w:val="0"/>
        <w:autoSpaceDN w:val="0"/>
        <w:adjustRightInd w:val="0"/>
        <w:spacing w:line="360" w:lineRule="auto"/>
        <w:ind w:firstLine="703"/>
        <w:jc w:val="both"/>
      </w:pPr>
      <w:r w:rsidRPr="004B5F62">
        <w:t>5.</w:t>
      </w:r>
      <w:r w:rsidR="000221CC" w:rsidRPr="004B5F62">
        <w:t xml:space="preserve"> </w:t>
      </w:r>
      <w:r w:rsidRPr="004B5F62">
        <w:t>Jednostki budżetowe, gminy, miasta na prawach powiatu, powiaty i samorządy województw oraz związki jednostek samorządu terytorial</w:t>
      </w:r>
      <w:r w:rsidR="001A4C4D" w:rsidRPr="004B5F62">
        <w:t>nego sprawozdania jednostkowe z</w:t>
      </w:r>
      <w:r w:rsidR="000221CC" w:rsidRPr="004B5F62">
        <w:t xml:space="preserve"> </w:t>
      </w:r>
      <w:r w:rsidRPr="004B5F62">
        <w:t xml:space="preserve">wykonania planu wydatków budżetowych za styczeń, luty, kwiecień, maj, lipiec, sierpień, październik, listopad oraz grudzień wypełniają w </w:t>
      </w:r>
      <w:r w:rsidR="001A4C4D" w:rsidRPr="004B5F62">
        <w:t>zakresie wydatków planowanych i</w:t>
      </w:r>
      <w:r w:rsidR="000221CC" w:rsidRPr="004B5F62">
        <w:t xml:space="preserve"> </w:t>
      </w:r>
      <w:r w:rsidRPr="004B5F62">
        <w:t>wykonanych.</w:t>
      </w:r>
    </w:p>
    <w:p w14:paraId="0914CB3B" w14:textId="77777777" w:rsidR="00232130" w:rsidRPr="004B5F62" w:rsidRDefault="00E57A03" w:rsidP="00E83507">
      <w:pPr>
        <w:autoSpaceDE w:val="0"/>
        <w:autoSpaceDN w:val="0"/>
        <w:adjustRightInd w:val="0"/>
        <w:spacing w:line="360" w:lineRule="auto"/>
        <w:ind w:firstLine="703"/>
        <w:jc w:val="both"/>
      </w:pPr>
      <w:r w:rsidRPr="004B5F62">
        <w:rPr>
          <w:b/>
          <w:bCs/>
        </w:rPr>
        <w:t xml:space="preserve">§ </w:t>
      </w:r>
      <w:r w:rsidR="00D65759" w:rsidRPr="004B5F62">
        <w:rPr>
          <w:b/>
          <w:bCs/>
        </w:rPr>
        <w:t>9</w:t>
      </w:r>
      <w:r w:rsidR="00232130" w:rsidRPr="004B5F62">
        <w:rPr>
          <w:b/>
          <w:bCs/>
        </w:rPr>
        <w:t>.</w:t>
      </w:r>
      <w:r w:rsidR="00CD432D" w:rsidRPr="004B5F62">
        <w:rPr>
          <w:b/>
          <w:bCs/>
        </w:rPr>
        <w:t xml:space="preserve"> </w:t>
      </w:r>
      <w:r w:rsidR="00232130" w:rsidRPr="004B5F62">
        <w:t>Jednostki samorządu terytorialnego spor</w:t>
      </w:r>
      <w:r w:rsidR="00257328" w:rsidRPr="004B5F62">
        <w:t>ządzają zbiorcze sprawozdania z</w:t>
      </w:r>
      <w:r w:rsidR="000221CC" w:rsidRPr="004B5F62">
        <w:t xml:space="preserve"> </w:t>
      </w:r>
      <w:r w:rsidR="00232130" w:rsidRPr="004B5F62">
        <w:t xml:space="preserve">wykonania planu wydatków budżetowych, w pełnym zakresie informacji wynikających ze sprawozdań jednostkowych z wykonania planu wydatków budżetowych, w tym </w:t>
      </w:r>
      <w:r w:rsidR="00631E6C" w:rsidRPr="004B5F62">
        <w:t>z</w:t>
      </w:r>
      <w:r w:rsidR="00232130" w:rsidRPr="004B5F62">
        <w:t xml:space="preserve"> wydatk</w:t>
      </w:r>
      <w:r w:rsidR="00631E6C" w:rsidRPr="004B5F62">
        <w:t>ów</w:t>
      </w:r>
      <w:r w:rsidR="00232130" w:rsidRPr="004B5F62">
        <w:t xml:space="preserve"> budżetowych związanych z realizacją zadań z zakresu administracji rządowej i innych zadań zleconych jednostce samorządu terytorialnego ustawami.</w:t>
      </w:r>
    </w:p>
    <w:p w14:paraId="7DC558BE" w14:textId="77777777" w:rsidR="00FF246D" w:rsidRPr="004B5F62" w:rsidRDefault="00FF246D" w:rsidP="00FF246D">
      <w:pPr>
        <w:autoSpaceDE w:val="0"/>
        <w:autoSpaceDN w:val="0"/>
        <w:adjustRightInd w:val="0"/>
        <w:spacing w:before="240" w:line="360" w:lineRule="auto"/>
        <w:jc w:val="center"/>
      </w:pPr>
      <w:r w:rsidRPr="004B5F62">
        <w:rPr>
          <w:b/>
          <w:bCs/>
        </w:rPr>
        <w:t>Rozdział 5</w:t>
      </w:r>
    </w:p>
    <w:p w14:paraId="16EA67B6" w14:textId="77777777" w:rsidR="00FF246D" w:rsidRPr="004B5F62" w:rsidRDefault="00FF246D" w:rsidP="00FF246D">
      <w:pPr>
        <w:autoSpaceDE w:val="0"/>
        <w:autoSpaceDN w:val="0"/>
        <w:adjustRightInd w:val="0"/>
        <w:spacing w:before="240" w:line="360" w:lineRule="auto"/>
        <w:jc w:val="center"/>
        <w:rPr>
          <w:b/>
        </w:rPr>
      </w:pPr>
      <w:r w:rsidRPr="004B5F62">
        <w:rPr>
          <w:b/>
        </w:rPr>
        <w:t>Sprawozdanie Rb-28NWS z wykonania plan</w:t>
      </w:r>
      <w:r w:rsidR="002A13CE" w:rsidRPr="004B5F62">
        <w:rPr>
          <w:b/>
        </w:rPr>
        <w:t>u</w:t>
      </w:r>
      <w:r w:rsidRPr="004B5F62">
        <w:rPr>
          <w:b/>
        </w:rPr>
        <w:t xml:space="preserve"> wydatków </w:t>
      </w:r>
      <w:r w:rsidR="00534405" w:rsidRPr="004B5F62">
        <w:rPr>
          <w:b/>
          <w:bCs/>
        </w:rPr>
        <w:t>samorządowej jednostki budżetowej/</w:t>
      </w:r>
      <w:r w:rsidRPr="004B5F62">
        <w:rPr>
          <w:b/>
        </w:rPr>
        <w:t>jednostk</w:t>
      </w:r>
      <w:r w:rsidR="00164B3F" w:rsidRPr="004B5F62">
        <w:rPr>
          <w:b/>
        </w:rPr>
        <w:t>i</w:t>
      </w:r>
      <w:r w:rsidRPr="004B5F62">
        <w:rPr>
          <w:b/>
        </w:rPr>
        <w:t xml:space="preserve"> samorządu terytorialnego, które nie wygasły z upływem roku budżetowego</w:t>
      </w:r>
    </w:p>
    <w:p w14:paraId="3999802B" w14:textId="77777777" w:rsidR="00FA59CC" w:rsidRPr="004B5F62" w:rsidRDefault="00FA59CC" w:rsidP="00FA59CC">
      <w:pPr>
        <w:autoSpaceDE w:val="0"/>
        <w:autoSpaceDN w:val="0"/>
        <w:adjustRightInd w:val="0"/>
        <w:spacing w:before="240" w:line="360" w:lineRule="auto"/>
        <w:ind w:firstLine="703"/>
        <w:jc w:val="both"/>
      </w:pPr>
      <w:r w:rsidRPr="004B5F62">
        <w:rPr>
          <w:b/>
          <w:bCs/>
        </w:rPr>
        <w:t>§ 1</w:t>
      </w:r>
      <w:r w:rsidR="00D65759" w:rsidRPr="004B5F62">
        <w:rPr>
          <w:b/>
          <w:bCs/>
        </w:rPr>
        <w:t>0</w:t>
      </w:r>
      <w:r w:rsidRPr="004B5F62">
        <w:rPr>
          <w:b/>
          <w:bCs/>
        </w:rPr>
        <w:t xml:space="preserve">. </w:t>
      </w:r>
      <w:r w:rsidRPr="004B5F62">
        <w:t>1</w:t>
      </w:r>
      <w:r w:rsidRPr="003212A4">
        <w:t>.</w:t>
      </w:r>
      <w:r w:rsidR="008B7B8F" w:rsidRPr="003212A4">
        <w:rPr>
          <w:rStyle w:val="Odwoanieprzypisudolnego"/>
        </w:rPr>
        <w:footnoteReference w:id="1"/>
      </w:r>
      <w:r w:rsidR="008B7B8F" w:rsidRPr="003212A4">
        <w:rPr>
          <w:vertAlign w:val="superscript"/>
        </w:rPr>
        <w:t>)</w:t>
      </w:r>
      <w:r w:rsidRPr="003212A4">
        <w:t xml:space="preserve"> </w:t>
      </w:r>
      <w:r w:rsidR="008B7B8F" w:rsidRPr="003212A4">
        <w:t>Sprawozdania jednostkowe z wykonania planu wydatków, które nie wygasły z upływem roku budżetowego</w:t>
      </w:r>
      <w:r w:rsidR="007A333C">
        <w:t>,</w:t>
      </w:r>
      <w:r w:rsidR="008B7B8F" w:rsidRPr="003212A4">
        <w:t xml:space="preserve"> sporządza się w szczegółowości: dział, rozdział, grupa paragrafów albo dział, rozdział, paragraf; sumowaniu podlegają kwoty wyszczególnione w rozdziałach.</w:t>
      </w:r>
    </w:p>
    <w:p w14:paraId="50D6BD4C" w14:textId="77777777" w:rsidR="0032261A" w:rsidRPr="003212A4" w:rsidRDefault="0032261A" w:rsidP="0032261A">
      <w:pPr>
        <w:autoSpaceDE w:val="0"/>
        <w:autoSpaceDN w:val="0"/>
        <w:adjustRightInd w:val="0"/>
        <w:spacing w:line="360" w:lineRule="auto"/>
        <w:ind w:firstLine="703"/>
        <w:jc w:val="both"/>
      </w:pPr>
      <w:r>
        <w:t>1a.</w:t>
      </w:r>
      <w:bookmarkStart w:id="0" w:name="_Ref40874862"/>
      <w:r w:rsidR="00FE7703">
        <w:rPr>
          <w:rStyle w:val="Odwoanieprzypisudolnego"/>
        </w:rPr>
        <w:footnoteReference w:id="2"/>
      </w:r>
      <w:bookmarkEnd w:id="0"/>
      <w:r w:rsidR="00FE7703" w:rsidRPr="00FE7703">
        <w:rPr>
          <w:vertAlign w:val="superscript"/>
        </w:rPr>
        <w:t>)</w:t>
      </w:r>
      <w:r>
        <w:t xml:space="preserve"> </w:t>
      </w:r>
      <w:r w:rsidRPr="003212A4">
        <w:t>Dane w zakresie planu wydatków wykazuje się w grupach paragrafów albo w paragrafach stosownie do szczegółowości planu finansowego jednostki.</w:t>
      </w:r>
    </w:p>
    <w:p w14:paraId="5928F7FB" w14:textId="0F444080" w:rsidR="00F72ED4" w:rsidRPr="003212A4" w:rsidRDefault="0032261A" w:rsidP="0032261A">
      <w:pPr>
        <w:autoSpaceDE w:val="0"/>
        <w:autoSpaceDN w:val="0"/>
        <w:adjustRightInd w:val="0"/>
        <w:spacing w:line="360" w:lineRule="auto"/>
        <w:ind w:firstLine="703"/>
        <w:jc w:val="both"/>
      </w:pPr>
      <w:r w:rsidRPr="003212A4">
        <w:t>1b.</w:t>
      </w:r>
      <w:r w:rsidR="000C3B7C" w:rsidRPr="000C3B7C">
        <w:rPr>
          <w:vertAlign w:val="superscript"/>
        </w:rPr>
        <w:fldChar w:fldCharType="begin"/>
      </w:r>
      <w:r w:rsidR="000C3B7C" w:rsidRPr="00A639E8">
        <w:rPr>
          <w:vertAlign w:val="superscript"/>
        </w:rPr>
        <w:instrText xml:space="preserve"> NOTEREF _Ref40874862 \h  \* MERGEFORMAT </w:instrText>
      </w:r>
      <w:r w:rsidR="000C3B7C" w:rsidRPr="000C3B7C">
        <w:rPr>
          <w:vertAlign w:val="superscript"/>
        </w:rPr>
      </w:r>
      <w:r w:rsidR="000C3B7C" w:rsidRPr="000C3B7C">
        <w:rPr>
          <w:vertAlign w:val="superscript"/>
        </w:rPr>
        <w:fldChar w:fldCharType="separate"/>
      </w:r>
      <w:r w:rsidR="000C3B7C" w:rsidRPr="00A639E8">
        <w:rPr>
          <w:vertAlign w:val="superscript"/>
        </w:rPr>
        <w:t>3</w:t>
      </w:r>
      <w:r w:rsidR="00966D16">
        <w:rPr>
          <w:vertAlign w:val="superscript"/>
        </w:rPr>
        <w:t>5</w:t>
      </w:r>
      <w:r w:rsidR="000C3B7C" w:rsidRPr="000C3B7C">
        <w:rPr>
          <w:vertAlign w:val="superscript"/>
        </w:rPr>
        <w:fldChar w:fldCharType="end"/>
      </w:r>
      <w:bookmarkStart w:id="1" w:name="_GoBack"/>
      <w:bookmarkEnd w:id="1"/>
      <w:r w:rsidR="000C3B7C" w:rsidRPr="000C3B7C">
        <w:rPr>
          <w:vertAlign w:val="superscript"/>
        </w:rPr>
        <w:t>)</w:t>
      </w:r>
      <w:r w:rsidRPr="003212A4">
        <w:t xml:space="preserve"> Dane w zakresie wykonania wydatków wykazuje się w paragrafach.</w:t>
      </w:r>
    </w:p>
    <w:p w14:paraId="13BE3D31" w14:textId="77777777" w:rsidR="00FA59CC" w:rsidRPr="004B5F62" w:rsidRDefault="00FA59CC" w:rsidP="00FA59CC">
      <w:pPr>
        <w:autoSpaceDE w:val="0"/>
        <w:autoSpaceDN w:val="0"/>
        <w:adjustRightInd w:val="0"/>
        <w:spacing w:line="360" w:lineRule="auto"/>
        <w:ind w:firstLine="703"/>
        <w:jc w:val="both"/>
      </w:pPr>
      <w:r w:rsidRPr="003212A4">
        <w:t>2. Sprawozdania sporządza się następująco:</w:t>
      </w:r>
    </w:p>
    <w:p w14:paraId="043E2E96" w14:textId="77777777" w:rsidR="00FA59CC" w:rsidRPr="004B5F62" w:rsidRDefault="00FA59CC" w:rsidP="00FA59CC">
      <w:pPr>
        <w:autoSpaceDE w:val="0"/>
        <w:autoSpaceDN w:val="0"/>
        <w:adjustRightInd w:val="0"/>
        <w:spacing w:line="360" w:lineRule="auto"/>
        <w:ind w:left="703" w:hanging="703"/>
        <w:jc w:val="both"/>
      </w:pPr>
      <w:r w:rsidRPr="004B5F62">
        <w:t>1)</w:t>
      </w:r>
      <w:r w:rsidRPr="004B5F62">
        <w:tab/>
      </w:r>
      <w:r w:rsidR="00DE1BE5" w:rsidRPr="004B5F62">
        <w:t xml:space="preserve">w kolumnie „Plan” wykazuje się plan finansowy ustalony przez organ stanowiący jednostki samorządu terytorialnego, o którym mowa w art. 263 ust. 5 ustawy </w:t>
      </w:r>
      <w:r w:rsidR="00DE1BE5" w:rsidRPr="004B5F62">
        <w:lastRenderedPageBreak/>
        <w:t>o finansach publicznych. Plan finansowy powinien być zgodny z danymi wykazanymi w kolumnie „Wydatki, które nie wygasły z upływem roku budżetowego” sprawozdania Rb-28S na koniec roku budżetowego, w którym plan finansowy został przyjęty przez organ stanowiący jednostki samorządu terytorialnego</w:t>
      </w:r>
      <w:r w:rsidRPr="004B5F62">
        <w:t>;</w:t>
      </w:r>
    </w:p>
    <w:p w14:paraId="608DE34B" w14:textId="77777777" w:rsidR="00FA59CC" w:rsidRPr="004B5F62" w:rsidRDefault="00FA59CC" w:rsidP="00FA59CC">
      <w:pPr>
        <w:autoSpaceDE w:val="0"/>
        <w:autoSpaceDN w:val="0"/>
        <w:adjustRightInd w:val="0"/>
        <w:spacing w:line="360" w:lineRule="auto"/>
        <w:ind w:left="720" w:hanging="720"/>
        <w:jc w:val="both"/>
      </w:pPr>
      <w:r w:rsidRPr="004B5F62">
        <w:t>2)</w:t>
      </w:r>
      <w:r w:rsidRPr="004B5F62">
        <w:tab/>
        <w:t>w kolumnie „Wydatki wykonane” wykazuje się zrealizowane wydatki na koncie rachunek środków na niewygasające wydatki.</w:t>
      </w:r>
    </w:p>
    <w:p w14:paraId="3E5593EE" w14:textId="77777777" w:rsidR="00FA59CC" w:rsidRPr="004B5F62" w:rsidRDefault="00FA59CC" w:rsidP="00FA59CC">
      <w:pPr>
        <w:widowControl w:val="0"/>
        <w:autoSpaceDE w:val="0"/>
        <w:autoSpaceDN w:val="0"/>
        <w:adjustRightInd w:val="0"/>
        <w:spacing w:line="360" w:lineRule="auto"/>
        <w:ind w:firstLine="720"/>
        <w:jc w:val="both"/>
      </w:pPr>
      <w:r w:rsidRPr="004B5F62">
        <w:t xml:space="preserve">3. Dane w sprawozdaniach wykazuje się według klasyfikacji budżetowej obowiązującej w roku, w którym plan został przyjęty przez organ stanowiący jednostki samorządu terytorialnego. </w:t>
      </w:r>
    </w:p>
    <w:p w14:paraId="7418E993" w14:textId="77777777" w:rsidR="00FA59CC" w:rsidRPr="004B5F62" w:rsidRDefault="00FA59CC" w:rsidP="00FA59CC">
      <w:pPr>
        <w:autoSpaceDE w:val="0"/>
        <w:autoSpaceDN w:val="0"/>
        <w:adjustRightInd w:val="0"/>
        <w:spacing w:line="360" w:lineRule="auto"/>
        <w:ind w:firstLine="703"/>
        <w:jc w:val="both"/>
        <w:rPr>
          <w:bCs/>
        </w:rPr>
      </w:pPr>
      <w:r w:rsidRPr="004B5F62">
        <w:rPr>
          <w:b/>
          <w:bCs/>
        </w:rPr>
        <w:t>§ 1</w:t>
      </w:r>
      <w:r w:rsidR="00D65759" w:rsidRPr="004B5F62">
        <w:rPr>
          <w:b/>
          <w:bCs/>
        </w:rPr>
        <w:t>1</w:t>
      </w:r>
      <w:r w:rsidRPr="004B5F62">
        <w:rPr>
          <w:b/>
          <w:bCs/>
        </w:rPr>
        <w:t>.</w:t>
      </w:r>
      <w:r w:rsidRPr="004B5F62">
        <w:rPr>
          <w:bCs/>
        </w:rPr>
        <w:t xml:space="preserve"> Jednostki samorządu terytorialnego sporządzają zbiorcze sprawozdania z wykonania planu wydatków, które nie wygasły z upływem roku budżetowego, w pełnym zakresie informacji wynikających ze sprawozdań jednostkowych otrzymanych z jednostek realizujących wydatki, które nie wygasły z upływem roku budżetowego. </w:t>
      </w:r>
    </w:p>
    <w:p w14:paraId="7AC59D9E" w14:textId="77777777" w:rsidR="00232130" w:rsidRPr="004B5F62" w:rsidRDefault="00232130" w:rsidP="002A13CE">
      <w:pPr>
        <w:autoSpaceDE w:val="0"/>
        <w:autoSpaceDN w:val="0"/>
        <w:adjustRightInd w:val="0"/>
        <w:spacing w:before="240" w:line="360" w:lineRule="auto"/>
        <w:jc w:val="center"/>
      </w:pPr>
      <w:r w:rsidRPr="004B5F62">
        <w:rPr>
          <w:b/>
          <w:bCs/>
        </w:rPr>
        <w:t>Rozdział</w:t>
      </w:r>
      <w:r w:rsidR="00CD432D" w:rsidRPr="004B5F62">
        <w:rPr>
          <w:b/>
          <w:bCs/>
        </w:rPr>
        <w:t xml:space="preserve"> </w:t>
      </w:r>
      <w:r w:rsidR="00FF246D" w:rsidRPr="004B5F62">
        <w:rPr>
          <w:b/>
          <w:bCs/>
        </w:rPr>
        <w:t>6</w:t>
      </w:r>
    </w:p>
    <w:p w14:paraId="0A3CA1ED" w14:textId="77777777" w:rsidR="00232130" w:rsidRPr="004B5F62" w:rsidRDefault="00232130" w:rsidP="002A13CE">
      <w:pPr>
        <w:autoSpaceDE w:val="0"/>
        <w:autoSpaceDN w:val="0"/>
        <w:adjustRightInd w:val="0"/>
        <w:spacing w:before="240" w:line="360" w:lineRule="auto"/>
        <w:jc w:val="center"/>
        <w:rPr>
          <w:b/>
          <w:bCs/>
        </w:rPr>
      </w:pPr>
      <w:r w:rsidRPr="004B5F62">
        <w:rPr>
          <w:b/>
          <w:bCs/>
        </w:rPr>
        <w:t>Sprawozdanie Rb-NDS o nadwyżce/deficycie jednostki samorządu terytorialnego</w:t>
      </w:r>
    </w:p>
    <w:p w14:paraId="531CA763" w14:textId="77777777" w:rsidR="00D30CF9" w:rsidRPr="004B5F62" w:rsidRDefault="00D30CF9" w:rsidP="00BB2A45">
      <w:pPr>
        <w:autoSpaceDE w:val="0"/>
        <w:autoSpaceDN w:val="0"/>
        <w:adjustRightInd w:val="0"/>
        <w:spacing w:before="240" w:line="360" w:lineRule="auto"/>
        <w:ind w:firstLine="703"/>
        <w:jc w:val="both"/>
        <w:rPr>
          <w:bCs/>
        </w:rPr>
      </w:pPr>
      <w:r w:rsidRPr="004B5F62">
        <w:rPr>
          <w:b/>
          <w:bCs/>
        </w:rPr>
        <w:t>§ 12.</w:t>
      </w:r>
      <w:r w:rsidRPr="004B5F62">
        <w:rPr>
          <w:bCs/>
        </w:rPr>
        <w:t xml:space="preserve"> W sprawozdaniu o nadwyżce/deficycie jednostki samorządu terytorialnego:</w:t>
      </w:r>
    </w:p>
    <w:p w14:paraId="0D4E53D7" w14:textId="77777777" w:rsidR="00D30CF9" w:rsidRPr="004B5F62" w:rsidRDefault="00D30CF9" w:rsidP="00D30CF9">
      <w:pPr>
        <w:autoSpaceDE w:val="0"/>
        <w:autoSpaceDN w:val="0"/>
        <w:adjustRightInd w:val="0"/>
        <w:spacing w:line="360" w:lineRule="auto"/>
        <w:ind w:left="703" w:hanging="703"/>
        <w:jc w:val="both"/>
      </w:pPr>
      <w:r w:rsidRPr="004B5F62">
        <w:t>1)</w:t>
      </w:r>
      <w:r w:rsidRPr="004B5F62">
        <w:tab/>
        <w:t>dochody:</w:t>
      </w:r>
    </w:p>
    <w:p w14:paraId="10F30E8A" w14:textId="77777777" w:rsidR="00D30CF9" w:rsidRPr="004B5F62" w:rsidRDefault="00D30CF9" w:rsidP="00D30CF9">
      <w:pPr>
        <w:tabs>
          <w:tab w:val="left" w:pos="680"/>
        </w:tabs>
        <w:autoSpaceDE w:val="0"/>
        <w:autoSpaceDN w:val="0"/>
        <w:adjustRightInd w:val="0"/>
        <w:spacing w:line="360" w:lineRule="auto"/>
        <w:ind w:left="1406" w:hanging="703"/>
        <w:jc w:val="both"/>
      </w:pPr>
      <w:r w:rsidRPr="004B5F62">
        <w:t>a)</w:t>
      </w:r>
      <w:r w:rsidRPr="004B5F62">
        <w:tab/>
        <w:t>w kolumnie „Plan (po zmianach)” – powinny być zgodne z danymi wykazanymi w kolumnie „Plan (po zmianach)” sprawozdania z wykonania planu dochodów budżetowych,</w:t>
      </w:r>
    </w:p>
    <w:p w14:paraId="578176C9" w14:textId="77777777" w:rsidR="00D30CF9" w:rsidRPr="004B5F62" w:rsidRDefault="00D30CF9" w:rsidP="00D30CF9">
      <w:pPr>
        <w:tabs>
          <w:tab w:val="left" w:pos="680"/>
        </w:tabs>
        <w:autoSpaceDE w:val="0"/>
        <w:autoSpaceDN w:val="0"/>
        <w:adjustRightInd w:val="0"/>
        <w:spacing w:line="360" w:lineRule="auto"/>
        <w:ind w:left="1406" w:hanging="703"/>
        <w:jc w:val="both"/>
      </w:pPr>
      <w:r w:rsidRPr="004B5F62">
        <w:t>b)</w:t>
      </w:r>
      <w:r w:rsidRPr="004B5F62">
        <w:tab/>
        <w:t>w kolumnie „Wykonanie” – powinny być zgodne z danymi wykazanymi w kolumnie „Dochody wykonane (wpływy minus zwroty)” sprawozdania z wykonania planu dochodów budżetowych;</w:t>
      </w:r>
    </w:p>
    <w:p w14:paraId="1CB6CEC5" w14:textId="77777777" w:rsidR="00D30CF9" w:rsidRPr="004B5F62" w:rsidRDefault="00D30CF9" w:rsidP="00D30CF9">
      <w:pPr>
        <w:autoSpaceDE w:val="0"/>
        <w:autoSpaceDN w:val="0"/>
        <w:adjustRightInd w:val="0"/>
        <w:spacing w:line="360" w:lineRule="auto"/>
        <w:ind w:left="703" w:hanging="703"/>
        <w:jc w:val="both"/>
      </w:pPr>
      <w:r w:rsidRPr="004B5F62">
        <w:t>2)</w:t>
      </w:r>
      <w:r w:rsidRPr="004B5F62">
        <w:tab/>
        <w:t>wydatki:</w:t>
      </w:r>
    </w:p>
    <w:p w14:paraId="2C271590" w14:textId="77777777" w:rsidR="00D30CF9" w:rsidRPr="004B5F62" w:rsidRDefault="00D30CF9" w:rsidP="00D30CF9">
      <w:pPr>
        <w:tabs>
          <w:tab w:val="left" w:pos="680"/>
        </w:tabs>
        <w:autoSpaceDE w:val="0"/>
        <w:autoSpaceDN w:val="0"/>
        <w:adjustRightInd w:val="0"/>
        <w:spacing w:line="360" w:lineRule="auto"/>
        <w:ind w:left="1406" w:hanging="703"/>
        <w:jc w:val="both"/>
      </w:pPr>
      <w:r w:rsidRPr="004B5F62">
        <w:t>a)</w:t>
      </w:r>
      <w:r w:rsidRPr="004B5F62">
        <w:tab/>
        <w:t>w kolumnie „Plan (po zmianach)” – powinny być zgodne z danymi wykazanymi w kolumnie „Plan (po zmianach)” sprawozdania z wykonania planu wydatków budżetowych,</w:t>
      </w:r>
    </w:p>
    <w:p w14:paraId="7272FF6A" w14:textId="77777777" w:rsidR="00D30CF9" w:rsidRPr="004B5F62" w:rsidRDefault="00D30CF9" w:rsidP="00D30CF9">
      <w:pPr>
        <w:tabs>
          <w:tab w:val="left" w:pos="680"/>
        </w:tabs>
        <w:autoSpaceDE w:val="0"/>
        <w:autoSpaceDN w:val="0"/>
        <w:adjustRightInd w:val="0"/>
        <w:spacing w:line="360" w:lineRule="auto"/>
        <w:ind w:left="1406" w:hanging="703"/>
        <w:jc w:val="both"/>
      </w:pPr>
      <w:r w:rsidRPr="004B5F62">
        <w:t>b)</w:t>
      </w:r>
      <w:r w:rsidRPr="004B5F62">
        <w:tab/>
        <w:t>w kolumnie „Wykonanie” – powinny być zgodne z danymi wykazanymi w kolumnie „Wydatki wykonane” sprawozdania z wykonania planu wydatków budżetowych;</w:t>
      </w:r>
    </w:p>
    <w:p w14:paraId="40BD7800" w14:textId="77777777" w:rsidR="00D30CF9" w:rsidRPr="004B5F62" w:rsidRDefault="00D30CF9" w:rsidP="00D30CF9">
      <w:pPr>
        <w:autoSpaceDE w:val="0"/>
        <w:autoSpaceDN w:val="0"/>
        <w:adjustRightInd w:val="0"/>
        <w:spacing w:line="360" w:lineRule="auto"/>
        <w:ind w:left="703" w:hanging="703"/>
        <w:jc w:val="both"/>
      </w:pPr>
      <w:r w:rsidRPr="004B5F62">
        <w:t>3)</w:t>
      </w:r>
      <w:r w:rsidRPr="004B5F62">
        <w:tab/>
        <w:t>wynik budżetu (nadwyżka+/deficyt-) – stanowi różnicę pomiędzy dochodami ogółem a wydatkami ogółem;</w:t>
      </w:r>
    </w:p>
    <w:p w14:paraId="3FB16075" w14:textId="77777777" w:rsidR="00D30CF9" w:rsidRPr="004B5F62" w:rsidRDefault="00D30CF9" w:rsidP="00D30CF9">
      <w:pPr>
        <w:autoSpaceDE w:val="0"/>
        <w:autoSpaceDN w:val="0"/>
        <w:adjustRightInd w:val="0"/>
        <w:spacing w:line="360" w:lineRule="auto"/>
        <w:ind w:left="703" w:hanging="703"/>
        <w:jc w:val="both"/>
      </w:pPr>
      <w:r w:rsidRPr="004B5F62">
        <w:lastRenderedPageBreak/>
        <w:t>4)</w:t>
      </w:r>
      <w:r w:rsidRPr="004B5F62">
        <w:tab/>
        <w:t>dane dotyczące przychodów i rozchodów jednostki samorządu terytorialnego po stronie planu powinny być zgodne z planem budżetu uchwalonym przez organ stanowiący jednostki samorządu terytorialnego na koniec okresu sprawozdawczego;</w:t>
      </w:r>
    </w:p>
    <w:p w14:paraId="12CE34C9" w14:textId="77777777" w:rsidR="00D30CF9" w:rsidRPr="004B5F62" w:rsidRDefault="00D30CF9" w:rsidP="00D30CF9">
      <w:pPr>
        <w:autoSpaceDE w:val="0"/>
        <w:autoSpaceDN w:val="0"/>
        <w:adjustRightInd w:val="0"/>
        <w:spacing w:line="360" w:lineRule="auto"/>
        <w:ind w:left="703" w:hanging="703"/>
        <w:jc w:val="both"/>
      </w:pPr>
      <w:r w:rsidRPr="004B5F62">
        <w:t>5)</w:t>
      </w:r>
      <w:r w:rsidRPr="004B5F62">
        <w:tab/>
        <w:t>dane po stronie wykonania, dotyczące przychodów z tytułu:</w:t>
      </w:r>
    </w:p>
    <w:p w14:paraId="0BCBB30D" w14:textId="77777777" w:rsidR="00D30CF9" w:rsidRPr="004B5F62" w:rsidRDefault="00D30CF9" w:rsidP="00D30CF9">
      <w:pPr>
        <w:tabs>
          <w:tab w:val="left" w:pos="680"/>
        </w:tabs>
        <w:autoSpaceDE w:val="0"/>
        <w:autoSpaceDN w:val="0"/>
        <w:adjustRightInd w:val="0"/>
        <w:spacing w:line="360" w:lineRule="auto"/>
        <w:ind w:left="1406" w:hanging="703"/>
        <w:jc w:val="both"/>
      </w:pPr>
      <w:r w:rsidRPr="004B5F62">
        <w:t>a)</w:t>
      </w:r>
      <w:r w:rsidRPr="004B5F62">
        <w:tab/>
        <w:t>kredytów, pożyczek, emisji papierów wartościowych – zawierają łączne kwoty dla poszczególnych tytułów i powinny być zgodne z danymi wynikającymi z urządzeń księgowych za dany okres sprawozdawczy,</w:t>
      </w:r>
    </w:p>
    <w:p w14:paraId="20A0BDC3" w14:textId="77777777" w:rsidR="00D30CF9" w:rsidRPr="004B5F62" w:rsidRDefault="00D30CF9" w:rsidP="00D30CF9">
      <w:pPr>
        <w:tabs>
          <w:tab w:val="left" w:pos="680"/>
        </w:tabs>
        <w:autoSpaceDE w:val="0"/>
        <w:autoSpaceDN w:val="0"/>
        <w:adjustRightInd w:val="0"/>
        <w:spacing w:line="360" w:lineRule="auto"/>
        <w:ind w:left="1406" w:hanging="703"/>
        <w:jc w:val="both"/>
      </w:pPr>
      <w:r w:rsidRPr="004B5F62">
        <w:t>b)</w:t>
      </w:r>
      <w:r w:rsidRPr="004B5F62">
        <w:tab/>
        <w:t>spłat udzielonych pożyczek, prywatyzacji majątku – powinny być zgodne z wykonanymi przychodami wynikającymi z urządzeń księgowych za dany okres sprawozdawczy,</w:t>
      </w:r>
    </w:p>
    <w:p w14:paraId="519C929E" w14:textId="77777777" w:rsidR="00D30CF9" w:rsidRPr="004B5F62" w:rsidRDefault="00D30CF9" w:rsidP="00D30CF9">
      <w:pPr>
        <w:tabs>
          <w:tab w:val="left" w:pos="680"/>
        </w:tabs>
        <w:autoSpaceDE w:val="0"/>
        <w:autoSpaceDN w:val="0"/>
        <w:adjustRightInd w:val="0"/>
        <w:spacing w:line="360" w:lineRule="auto"/>
        <w:ind w:left="1406" w:hanging="703"/>
        <w:jc w:val="both"/>
      </w:pPr>
      <w:r w:rsidRPr="004B5F62">
        <w:t>c)</w:t>
      </w:r>
      <w:r w:rsidR="008E0C17">
        <w:rPr>
          <w:rStyle w:val="Odwoanieprzypisudolnego"/>
        </w:rPr>
        <w:footnoteReference w:id="3"/>
      </w:r>
      <w:r w:rsidR="008E0C17" w:rsidRPr="008E0C17">
        <w:rPr>
          <w:vertAlign w:val="superscript"/>
        </w:rPr>
        <w:t>)</w:t>
      </w:r>
      <w:r w:rsidRPr="004B5F62">
        <w:tab/>
      </w:r>
      <w:r w:rsidR="004F1AF4" w:rsidRPr="003212A4">
        <w:t>nadwyżki z lat ubiegłych – wykazuje się w wysokości niewykorzystanych środków pieniężnych pochodzących z nadwyżek budżetów lat ubiegłych, w tym również kwotę uruchomioną na pokrycie deficytu, pomniejszonych o środki określone w art. 217 ust. 2 pkt 8 ustawy o finansach publicznych,</w:t>
      </w:r>
    </w:p>
    <w:p w14:paraId="7EB19AC0" w14:textId="77777777" w:rsidR="00D30CF9" w:rsidRPr="004B5F62" w:rsidRDefault="00D30CF9" w:rsidP="00D30CF9">
      <w:pPr>
        <w:tabs>
          <w:tab w:val="left" w:pos="680"/>
        </w:tabs>
        <w:autoSpaceDE w:val="0"/>
        <w:autoSpaceDN w:val="0"/>
        <w:adjustRightInd w:val="0"/>
        <w:spacing w:line="360" w:lineRule="auto"/>
        <w:ind w:left="1406" w:hanging="703"/>
        <w:jc w:val="both"/>
      </w:pPr>
      <w:r w:rsidRPr="004B5F62">
        <w:t>d)</w:t>
      </w:r>
      <w:r w:rsidRPr="004B5F62">
        <w:tab/>
        <w:t>wolnych środków – wykazuje się wysokość wolnych środków, o których mowa w art. 217 ust. 2 pkt 6 ustawy o finansach publicznych, również kwotę uruchomioną na pokrycie deficytu;</w:t>
      </w:r>
    </w:p>
    <w:p w14:paraId="7E8AB267" w14:textId="77777777" w:rsidR="00D30CF9" w:rsidRPr="004B5F62" w:rsidRDefault="00D30CF9" w:rsidP="00D30CF9">
      <w:pPr>
        <w:autoSpaceDE w:val="0"/>
        <w:autoSpaceDN w:val="0"/>
        <w:adjustRightInd w:val="0"/>
        <w:spacing w:line="360" w:lineRule="auto"/>
        <w:ind w:left="703" w:hanging="703"/>
        <w:jc w:val="both"/>
      </w:pPr>
      <w:r w:rsidRPr="004B5F62">
        <w:t>6)</w:t>
      </w:r>
      <w:r w:rsidRPr="004B5F62">
        <w:tab/>
        <w:t>dane dotyczące rozchodów jednostki samorządu terytorialnego po stronie wykonania powinny być zgodne z wykonanymi rozchodami, wynikającymi z urządzeń księgowych za dany okres sprawozdawczy;</w:t>
      </w:r>
    </w:p>
    <w:p w14:paraId="29EB26F6" w14:textId="77777777" w:rsidR="00D30CF9" w:rsidRPr="004B5F62" w:rsidRDefault="00D30CF9" w:rsidP="00D30CF9">
      <w:pPr>
        <w:autoSpaceDE w:val="0"/>
        <w:autoSpaceDN w:val="0"/>
        <w:adjustRightInd w:val="0"/>
        <w:spacing w:line="360" w:lineRule="auto"/>
        <w:ind w:left="703" w:hanging="703"/>
        <w:jc w:val="both"/>
      </w:pPr>
      <w:r w:rsidRPr="004B5F62">
        <w:t>7)</w:t>
      </w:r>
      <w:r w:rsidRPr="004B5F62">
        <w:tab/>
        <w:t>w wierszach „inne źródła” przychodów i </w:t>
      </w:r>
      <w:r w:rsidR="000B4F73" w:rsidRPr="004B5F62">
        <w:t>„</w:t>
      </w:r>
      <w:r w:rsidRPr="004B5F62">
        <w:t>inne cele” rozchodów ujmuje się źródła ujęte w uchwale budżetowej po zmianach, nie ujęte w innych wierszach sprawozdania;</w:t>
      </w:r>
    </w:p>
    <w:p w14:paraId="3D42637D" w14:textId="77777777" w:rsidR="00D30CF9" w:rsidRPr="004B5F62" w:rsidRDefault="00D30CF9" w:rsidP="00D30CF9">
      <w:pPr>
        <w:autoSpaceDE w:val="0"/>
        <w:autoSpaceDN w:val="0"/>
        <w:adjustRightInd w:val="0"/>
        <w:spacing w:line="360" w:lineRule="auto"/>
        <w:ind w:left="703" w:hanging="703"/>
        <w:jc w:val="both"/>
      </w:pPr>
      <w:r w:rsidRPr="004B5F62">
        <w:t>8)</w:t>
      </w:r>
      <w:r w:rsidRPr="004B5F62">
        <w:tab/>
        <w:t>nie wykazuje się przychodów i rozchodów, dotyczących zaciągniętych i spłaconych w danym okresie sprawozdawczym pożyczek i kredytów, o których mowa w art. 89 ust. 1 pkt 1 ustawy o finansach publicznych.</w:t>
      </w:r>
    </w:p>
    <w:p w14:paraId="36EF8E20" w14:textId="77777777" w:rsidR="00D30CF9" w:rsidRPr="004B5F62" w:rsidRDefault="00D30CF9" w:rsidP="008D624E">
      <w:pPr>
        <w:autoSpaceDE w:val="0"/>
        <w:autoSpaceDN w:val="0"/>
        <w:adjustRightInd w:val="0"/>
        <w:spacing w:line="360" w:lineRule="auto"/>
        <w:ind w:firstLine="703"/>
        <w:jc w:val="both"/>
        <w:rPr>
          <w:b/>
          <w:bCs/>
        </w:rPr>
      </w:pPr>
      <w:r w:rsidRPr="004B5F62">
        <w:rPr>
          <w:b/>
          <w:bCs/>
        </w:rPr>
        <w:t>§ 1</w:t>
      </w:r>
      <w:r w:rsidR="00BB2A45" w:rsidRPr="004B5F62">
        <w:rPr>
          <w:b/>
          <w:bCs/>
        </w:rPr>
        <w:t>3</w:t>
      </w:r>
      <w:r w:rsidRPr="004B5F62">
        <w:rPr>
          <w:b/>
          <w:bCs/>
        </w:rPr>
        <w:t xml:space="preserve">. </w:t>
      </w:r>
      <w:r w:rsidRPr="004B5F62">
        <w:rPr>
          <w:bCs/>
        </w:rPr>
        <w:t>Sprawozdania po stronie planu powinny bilansować się w następujący sposób: dochody plus przychody minus wydatki minus rozchody równa się zero z wyjątkiem sytuacji, w których zarządowi przysługuje prawo wprowadzenia zwiększeń planu wyłącznie po stronie dochodów.</w:t>
      </w:r>
    </w:p>
    <w:p w14:paraId="1F2C21B1" w14:textId="77777777" w:rsidR="00D30CF9" w:rsidRPr="004B5F62" w:rsidRDefault="00D30CF9" w:rsidP="008D624E">
      <w:pPr>
        <w:autoSpaceDE w:val="0"/>
        <w:autoSpaceDN w:val="0"/>
        <w:adjustRightInd w:val="0"/>
        <w:spacing w:line="360" w:lineRule="auto"/>
        <w:ind w:firstLine="703"/>
        <w:jc w:val="both"/>
        <w:rPr>
          <w:b/>
          <w:bCs/>
        </w:rPr>
      </w:pPr>
      <w:r w:rsidRPr="004B5F62">
        <w:rPr>
          <w:b/>
          <w:bCs/>
        </w:rPr>
        <w:t>§ 1</w:t>
      </w:r>
      <w:r w:rsidR="00BB2A45" w:rsidRPr="004B5F62">
        <w:rPr>
          <w:b/>
          <w:bCs/>
        </w:rPr>
        <w:t>4</w:t>
      </w:r>
      <w:r w:rsidRPr="004B5F62">
        <w:rPr>
          <w:b/>
          <w:bCs/>
        </w:rPr>
        <w:t xml:space="preserve">. </w:t>
      </w:r>
      <w:r w:rsidRPr="004B5F62">
        <w:rPr>
          <w:bCs/>
        </w:rPr>
        <w:t xml:space="preserve">1. W danych uzupełniających do sprawozdania Rb-NDS (I) w tabeli E. „Finansowanie deficytu, zgodnie z art. 217 ust. 2 ustawy o finansach publicznych” jednostki </w:t>
      </w:r>
      <w:r w:rsidRPr="004B5F62">
        <w:rPr>
          <w:bCs/>
        </w:rPr>
        <w:lastRenderedPageBreak/>
        <w:t>samorządu terytorialnego wykazują przychody na pokrycie deficytu, zgodnie z art. 217 ust. 2 ustawy o finansach publicznych.</w:t>
      </w:r>
    </w:p>
    <w:p w14:paraId="7B154263" w14:textId="77777777" w:rsidR="00D30CF9" w:rsidRPr="004B5F62" w:rsidRDefault="00D30CF9" w:rsidP="008D624E">
      <w:pPr>
        <w:autoSpaceDE w:val="0"/>
        <w:autoSpaceDN w:val="0"/>
        <w:adjustRightInd w:val="0"/>
        <w:spacing w:line="360" w:lineRule="auto"/>
        <w:ind w:firstLine="703"/>
        <w:jc w:val="both"/>
      </w:pPr>
      <w:r w:rsidRPr="004B5F62">
        <w:t>2. Za I, II i III kwartały tabelę E. wypełniają tylko te jednostki samorządu terytorialnego, w których planowana na dzień kończący okres sprawozdawczy różnica między dochodami a wydatkami jest ujemna. Za IV kwartały tabelę E., w zakresie kolumn plan i wykonanie, wypełniają jednostki samorządu terytorialnego, w których wystąpił planowany lub wykonany deficyt budżetu.</w:t>
      </w:r>
    </w:p>
    <w:p w14:paraId="79A0CDEB" w14:textId="38696B06" w:rsidR="00D30CF9" w:rsidRPr="004B5F62" w:rsidRDefault="00D30CF9" w:rsidP="0003615F">
      <w:pPr>
        <w:autoSpaceDE w:val="0"/>
        <w:autoSpaceDN w:val="0"/>
        <w:adjustRightInd w:val="0"/>
        <w:spacing w:line="360" w:lineRule="auto"/>
        <w:ind w:firstLine="703"/>
        <w:jc w:val="both"/>
      </w:pPr>
      <w:r w:rsidRPr="004B5F62">
        <w:rPr>
          <w:b/>
          <w:bCs/>
        </w:rPr>
        <w:t>§ 1</w:t>
      </w:r>
      <w:r w:rsidR="00BB2A45" w:rsidRPr="004B5F62">
        <w:rPr>
          <w:b/>
          <w:bCs/>
        </w:rPr>
        <w:t>5</w:t>
      </w:r>
      <w:r w:rsidRPr="004B5F62">
        <w:rPr>
          <w:b/>
          <w:bCs/>
        </w:rPr>
        <w:t xml:space="preserve">. </w:t>
      </w:r>
      <w:r w:rsidR="004965BF" w:rsidRPr="003212A4">
        <w:rPr>
          <w:bCs/>
        </w:rPr>
        <w:t>(uchylony)</w:t>
      </w:r>
      <w:r w:rsidR="00B17E42" w:rsidRPr="003212A4">
        <w:rPr>
          <w:bCs/>
        </w:rPr>
        <w:t>.</w:t>
      </w:r>
      <w:r w:rsidR="004965BF" w:rsidRPr="003212A4">
        <w:rPr>
          <w:rStyle w:val="Odwoanieprzypisudolnego"/>
          <w:bCs/>
        </w:rPr>
        <w:footnoteReference w:id="4"/>
      </w:r>
      <w:r w:rsidR="004965BF" w:rsidRPr="003212A4">
        <w:rPr>
          <w:bCs/>
          <w:vertAlign w:val="superscript"/>
        </w:rPr>
        <w:t>)</w:t>
      </w:r>
    </w:p>
    <w:p w14:paraId="29089740" w14:textId="77777777" w:rsidR="00D30CF9" w:rsidRPr="003212A4" w:rsidRDefault="00D30CF9" w:rsidP="007C2D3E">
      <w:pPr>
        <w:autoSpaceDE w:val="0"/>
        <w:autoSpaceDN w:val="0"/>
        <w:adjustRightInd w:val="0"/>
        <w:spacing w:line="360" w:lineRule="auto"/>
        <w:ind w:firstLine="703"/>
        <w:jc w:val="both"/>
        <w:rPr>
          <w:bCs/>
        </w:rPr>
      </w:pPr>
      <w:r w:rsidRPr="004B5F62">
        <w:rPr>
          <w:b/>
          <w:bCs/>
        </w:rPr>
        <w:t xml:space="preserve">§ </w:t>
      </w:r>
      <w:r w:rsidR="007C2D3E" w:rsidRPr="004B5F62">
        <w:rPr>
          <w:b/>
          <w:bCs/>
        </w:rPr>
        <w:t>1</w:t>
      </w:r>
      <w:r w:rsidR="00BB2A45" w:rsidRPr="004B5F62">
        <w:rPr>
          <w:b/>
          <w:bCs/>
        </w:rPr>
        <w:t>6</w:t>
      </w:r>
      <w:r w:rsidRPr="004B5F62">
        <w:rPr>
          <w:b/>
          <w:bCs/>
        </w:rPr>
        <w:t>.</w:t>
      </w:r>
      <w:r w:rsidR="00B405DD" w:rsidRPr="00B405DD">
        <w:rPr>
          <w:rStyle w:val="Odwoanieprzypisudolnego"/>
          <w:bCs/>
        </w:rPr>
        <w:footnoteReference w:id="5"/>
      </w:r>
      <w:r w:rsidR="00B405DD" w:rsidRPr="00B405DD">
        <w:rPr>
          <w:bCs/>
          <w:vertAlign w:val="superscript"/>
        </w:rPr>
        <w:t>)</w:t>
      </w:r>
      <w:r w:rsidRPr="00B405DD">
        <w:rPr>
          <w:bCs/>
        </w:rPr>
        <w:t xml:space="preserve"> </w:t>
      </w:r>
      <w:r w:rsidR="000B73BC" w:rsidRPr="003212A4">
        <w:rPr>
          <w:bCs/>
        </w:rPr>
        <w:t>W danych uzupełniających do sprawozdania Rb-NDS w tabeli F. „Przychody i rozchody na realizację programów i projektów realizowanych z udziałem środków, o których mowa w art. 5 ust. 1 pkt 2 ustawy o finansach publicznych” jednostki samorządu terytorialnego wykazują kwoty przychodów i rozchodów z tytułu kredytów, pożyczek, papierów wartościowych na realizację programów i projektów realizowanych z udziałem środków, o których mowa w art. 5 ust. 1 pkt 2 ustawy o finansach publicznych.</w:t>
      </w:r>
    </w:p>
    <w:p w14:paraId="499F34DC" w14:textId="77777777" w:rsidR="00D30CF9" w:rsidRPr="004B5F62" w:rsidRDefault="00D30CF9" w:rsidP="007C2D3E">
      <w:pPr>
        <w:autoSpaceDE w:val="0"/>
        <w:autoSpaceDN w:val="0"/>
        <w:adjustRightInd w:val="0"/>
        <w:spacing w:line="360" w:lineRule="auto"/>
        <w:ind w:firstLine="703"/>
        <w:jc w:val="both"/>
      </w:pPr>
      <w:r w:rsidRPr="003212A4">
        <w:rPr>
          <w:b/>
          <w:bCs/>
        </w:rPr>
        <w:t xml:space="preserve">§ </w:t>
      </w:r>
      <w:r w:rsidR="007C2D3E" w:rsidRPr="003212A4">
        <w:rPr>
          <w:b/>
          <w:bCs/>
        </w:rPr>
        <w:t>1</w:t>
      </w:r>
      <w:r w:rsidR="00D252C7" w:rsidRPr="003212A4">
        <w:rPr>
          <w:b/>
          <w:bCs/>
        </w:rPr>
        <w:t>7</w:t>
      </w:r>
      <w:r w:rsidRPr="003212A4">
        <w:rPr>
          <w:b/>
          <w:bCs/>
        </w:rPr>
        <w:t xml:space="preserve">. </w:t>
      </w:r>
      <w:r w:rsidR="004C0353" w:rsidRPr="003212A4">
        <w:rPr>
          <w:bCs/>
        </w:rPr>
        <w:t>(uchylony)</w:t>
      </w:r>
      <w:r w:rsidR="00D252C7" w:rsidRPr="003212A4">
        <w:rPr>
          <w:bCs/>
        </w:rPr>
        <w:t>.</w:t>
      </w:r>
      <w:r w:rsidR="003B3456" w:rsidRPr="003212A4">
        <w:rPr>
          <w:rStyle w:val="Odwoanieprzypisudolnego"/>
          <w:bCs/>
        </w:rPr>
        <w:footnoteReference w:id="6"/>
      </w:r>
      <w:r w:rsidR="003B3456" w:rsidRPr="003212A4">
        <w:rPr>
          <w:bCs/>
          <w:vertAlign w:val="superscript"/>
        </w:rPr>
        <w:t>)</w:t>
      </w:r>
    </w:p>
    <w:p w14:paraId="7BBBC81D" w14:textId="77777777" w:rsidR="00F41B70" w:rsidRPr="004B5F62" w:rsidRDefault="00F41B70" w:rsidP="00F41B70">
      <w:pPr>
        <w:pStyle w:val="Zwykytekst"/>
        <w:spacing w:before="240" w:line="360" w:lineRule="auto"/>
        <w:ind w:left="720"/>
        <w:jc w:val="center"/>
        <w:rPr>
          <w:rFonts w:ascii="Times New Roman" w:hAnsi="Times New Roman" w:cs="Times New Roman"/>
          <w:b/>
          <w:sz w:val="24"/>
          <w:szCs w:val="24"/>
        </w:rPr>
      </w:pPr>
      <w:r w:rsidRPr="004B5F62">
        <w:rPr>
          <w:rFonts w:ascii="Times New Roman" w:hAnsi="Times New Roman" w:cs="Times New Roman"/>
          <w:b/>
          <w:sz w:val="24"/>
          <w:szCs w:val="24"/>
        </w:rPr>
        <w:t>Rozdział 7</w:t>
      </w:r>
    </w:p>
    <w:p w14:paraId="6DF90BD3" w14:textId="77777777" w:rsidR="00F41B70" w:rsidRPr="004B5F62" w:rsidRDefault="00F41B70" w:rsidP="00F41B70">
      <w:pPr>
        <w:autoSpaceDE w:val="0"/>
        <w:autoSpaceDN w:val="0"/>
        <w:adjustRightInd w:val="0"/>
        <w:spacing w:before="240" w:line="360" w:lineRule="auto"/>
        <w:jc w:val="center"/>
        <w:rPr>
          <w:b/>
          <w:strike/>
        </w:rPr>
      </w:pPr>
      <w:r w:rsidRPr="004B5F62">
        <w:rPr>
          <w:b/>
        </w:rPr>
        <w:t xml:space="preserve">Sprawozdanie Rb-30S </w:t>
      </w:r>
      <w:r w:rsidRPr="004B5F62">
        <w:rPr>
          <w:b/>
          <w:bCs/>
        </w:rPr>
        <w:t>z wykonania planów finansowych samorządowych zakładów budżetowych</w:t>
      </w:r>
    </w:p>
    <w:p w14:paraId="06479145" w14:textId="77777777" w:rsidR="006D750E" w:rsidRPr="004B5F62" w:rsidRDefault="00071ED2" w:rsidP="00F41B70">
      <w:pPr>
        <w:autoSpaceDE w:val="0"/>
        <w:autoSpaceDN w:val="0"/>
        <w:adjustRightInd w:val="0"/>
        <w:spacing w:before="240" w:line="360" w:lineRule="auto"/>
        <w:ind w:firstLine="703"/>
        <w:jc w:val="both"/>
      </w:pPr>
      <w:r w:rsidRPr="004B5F62">
        <w:rPr>
          <w:b/>
          <w:bCs/>
        </w:rPr>
        <w:t>§</w:t>
      </w:r>
      <w:r w:rsidR="000221CC" w:rsidRPr="004B5F62">
        <w:rPr>
          <w:b/>
          <w:bCs/>
        </w:rPr>
        <w:t xml:space="preserve"> </w:t>
      </w:r>
      <w:r w:rsidRPr="004B5F62">
        <w:rPr>
          <w:b/>
          <w:bCs/>
        </w:rPr>
        <w:t>1</w:t>
      </w:r>
      <w:r w:rsidR="00D252C7" w:rsidRPr="004B5F62">
        <w:rPr>
          <w:b/>
          <w:bCs/>
        </w:rPr>
        <w:t>8</w:t>
      </w:r>
      <w:r w:rsidR="006D750E" w:rsidRPr="004B5F62">
        <w:rPr>
          <w:b/>
          <w:bCs/>
        </w:rPr>
        <w:t>.</w:t>
      </w:r>
      <w:r w:rsidR="000221CC" w:rsidRPr="004B5F62">
        <w:rPr>
          <w:b/>
          <w:bCs/>
        </w:rPr>
        <w:t xml:space="preserve"> </w:t>
      </w:r>
      <w:r w:rsidR="006D750E" w:rsidRPr="004B5F62">
        <w:t>1.</w:t>
      </w:r>
      <w:r w:rsidR="000221CC" w:rsidRPr="004B5F62">
        <w:t xml:space="preserve"> </w:t>
      </w:r>
      <w:r w:rsidR="006D750E" w:rsidRPr="004B5F62">
        <w:t>Sprawozdanie jednostkowe sporządza się w szczegółowości: dział, rozdział, paragraf.</w:t>
      </w:r>
    </w:p>
    <w:p w14:paraId="029CC209" w14:textId="77777777" w:rsidR="006D750E" w:rsidRPr="004B5F62" w:rsidRDefault="006D750E" w:rsidP="00E83507">
      <w:pPr>
        <w:autoSpaceDE w:val="0"/>
        <w:autoSpaceDN w:val="0"/>
        <w:adjustRightInd w:val="0"/>
        <w:spacing w:line="360" w:lineRule="auto"/>
        <w:ind w:firstLine="703"/>
        <w:jc w:val="both"/>
      </w:pPr>
      <w:r w:rsidRPr="004B5F62">
        <w:t>2.</w:t>
      </w:r>
      <w:r w:rsidR="000221CC" w:rsidRPr="004B5F62">
        <w:t xml:space="preserve"> </w:t>
      </w:r>
      <w:r w:rsidRPr="004B5F62">
        <w:t>W dziale A.</w:t>
      </w:r>
      <w:r w:rsidR="000221CC" w:rsidRPr="004B5F62">
        <w:t xml:space="preserve"> </w:t>
      </w:r>
      <w:r w:rsidR="005E004A" w:rsidRPr="004B5F62">
        <w:t>„</w:t>
      </w:r>
      <w:r w:rsidRPr="004B5F62">
        <w:t>Przychody</w:t>
      </w:r>
      <w:r w:rsidR="005E004A" w:rsidRPr="004B5F62">
        <w:t>”</w:t>
      </w:r>
      <w:r w:rsidRPr="004B5F62">
        <w:t xml:space="preserve">: w kolumnach: </w:t>
      </w:r>
      <w:r w:rsidR="005E004A" w:rsidRPr="004B5F62">
        <w:t>„</w:t>
      </w:r>
      <w:r w:rsidRPr="004B5F62">
        <w:t>Plan</w:t>
      </w:r>
      <w:r w:rsidR="005E004A" w:rsidRPr="004B5F62">
        <w:t>”</w:t>
      </w:r>
      <w:r w:rsidRPr="004B5F62">
        <w:t xml:space="preserve">, </w:t>
      </w:r>
      <w:r w:rsidR="005E004A" w:rsidRPr="004B5F62">
        <w:t>„</w:t>
      </w:r>
      <w:r w:rsidRPr="004B5F62">
        <w:t>Wykonanie</w:t>
      </w:r>
      <w:r w:rsidR="005E004A" w:rsidRPr="004B5F62">
        <w:t>”</w:t>
      </w:r>
      <w:r w:rsidRPr="004B5F62">
        <w:t xml:space="preserve"> wykazuje się:</w:t>
      </w:r>
    </w:p>
    <w:p w14:paraId="52CC8F10" w14:textId="77777777" w:rsidR="006D750E" w:rsidRPr="004B5F62" w:rsidRDefault="006D750E" w:rsidP="00E83507">
      <w:pPr>
        <w:autoSpaceDE w:val="0"/>
        <w:autoSpaceDN w:val="0"/>
        <w:adjustRightInd w:val="0"/>
        <w:spacing w:line="360" w:lineRule="auto"/>
        <w:jc w:val="both"/>
      </w:pPr>
      <w:r w:rsidRPr="004B5F62">
        <w:t>1)</w:t>
      </w:r>
      <w:r w:rsidRPr="004B5F62">
        <w:tab/>
        <w:t>według paragrafów:</w:t>
      </w:r>
    </w:p>
    <w:p w14:paraId="0C9930B6" w14:textId="77777777" w:rsidR="006D750E" w:rsidRPr="004B5F62" w:rsidRDefault="006D750E" w:rsidP="00E83507">
      <w:pPr>
        <w:tabs>
          <w:tab w:val="left" w:pos="680"/>
        </w:tabs>
        <w:autoSpaceDE w:val="0"/>
        <w:autoSpaceDN w:val="0"/>
        <w:adjustRightInd w:val="0"/>
        <w:spacing w:line="360" w:lineRule="auto"/>
        <w:ind w:left="1406" w:hanging="703"/>
        <w:jc w:val="both"/>
      </w:pPr>
      <w:r w:rsidRPr="004B5F62">
        <w:t>a)</w:t>
      </w:r>
      <w:r w:rsidRPr="004B5F62">
        <w:tab/>
        <w:t>przychody,</w:t>
      </w:r>
    </w:p>
    <w:p w14:paraId="6BEE5CB4" w14:textId="77777777" w:rsidR="006D750E" w:rsidRPr="004B5F62" w:rsidRDefault="006D750E" w:rsidP="00E83507">
      <w:pPr>
        <w:tabs>
          <w:tab w:val="left" w:pos="680"/>
        </w:tabs>
        <w:autoSpaceDE w:val="0"/>
        <w:autoSpaceDN w:val="0"/>
        <w:adjustRightInd w:val="0"/>
        <w:spacing w:line="360" w:lineRule="auto"/>
        <w:ind w:left="1406" w:hanging="703"/>
        <w:jc w:val="both"/>
      </w:pPr>
      <w:r w:rsidRPr="004B5F62">
        <w:t>b)</w:t>
      </w:r>
      <w:r w:rsidRPr="004B5F62">
        <w:tab/>
        <w:t>dotacje (bez dotacji celowych na finansowanie lub dofinansowanie kosztów realizacji inwestycji);</w:t>
      </w:r>
    </w:p>
    <w:p w14:paraId="32675423" w14:textId="77777777" w:rsidR="00F41B70" w:rsidRPr="004B5F62" w:rsidRDefault="00F41B70" w:rsidP="00F41B70">
      <w:pPr>
        <w:autoSpaceDE w:val="0"/>
        <w:autoSpaceDN w:val="0"/>
        <w:adjustRightInd w:val="0"/>
        <w:spacing w:line="360" w:lineRule="auto"/>
        <w:jc w:val="both"/>
      </w:pPr>
      <w:r w:rsidRPr="004B5F62">
        <w:t>2)</w:t>
      </w:r>
      <w:r w:rsidRPr="004B5F62">
        <w:tab/>
        <w:t>w wydzielonych wierszach:</w:t>
      </w:r>
    </w:p>
    <w:p w14:paraId="4113882C" w14:textId="77777777" w:rsidR="00F41B70" w:rsidRPr="004B5F62" w:rsidRDefault="00F41B70" w:rsidP="00F41B70">
      <w:pPr>
        <w:autoSpaceDE w:val="0"/>
        <w:autoSpaceDN w:val="0"/>
        <w:adjustRightInd w:val="0"/>
        <w:spacing w:line="360" w:lineRule="auto"/>
        <w:ind w:left="1440" w:hanging="720"/>
        <w:jc w:val="both"/>
      </w:pPr>
      <w:r w:rsidRPr="004B5F62">
        <w:t>a)</w:t>
      </w:r>
      <w:r w:rsidRPr="004B5F62">
        <w:tab/>
        <w:t>„I</w:t>
      </w:r>
      <w:r w:rsidR="00E72FE7" w:rsidRPr="004B5F62">
        <w:t> </w:t>
      </w:r>
      <w:r w:rsidRPr="004B5F62">
        <w:t xml:space="preserve">110” – równowartość odpisów amortyzacyjnych od środków trwałych oraz wartości niematerialnych i prawnych otrzymanych nieodpłatnie przez </w:t>
      </w:r>
      <w:r w:rsidRPr="004B5F62">
        <w:lastRenderedPageBreak/>
        <w:t>samorządowy zakład budżetowy, a także od środków trwałych oraz wartości niematerialnych i prawnych</w:t>
      </w:r>
      <w:r w:rsidR="00D612F6" w:rsidRPr="004B5F62">
        <w:t>,</w:t>
      </w:r>
      <w:r w:rsidRPr="004B5F62">
        <w:t xml:space="preserve"> na sfinansowanie których samorządowy zakład budżetowy otrzymał środki pieniężne,</w:t>
      </w:r>
    </w:p>
    <w:p w14:paraId="255BE870" w14:textId="77777777" w:rsidR="00F41B70" w:rsidRPr="004B5F62" w:rsidRDefault="00F41B70" w:rsidP="00F41B70">
      <w:pPr>
        <w:autoSpaceDE w:val="0"/>
        <w:autoSpaceDN w:val="0"/>
        <w:adjustRightInd w:val="0"/>
        <w:spacing w:line="360" w:lineRule="auto"/>
        <w:ind w:left="1440" w:hanging="720"/>
        <w:jc w:val="both"/>
      </w:pPr>
      <w:r w:rsidRPr="004B5F62">
        <w:t>b)</w:t>
      </w:r>
      <w:r w:rsidRPr="004B5F62">
        <w:tab/>
        <w:t>„K</w:t>
      </w:r>
      <w:r w:rsidR="00E72FE7" w:rsidRPr="004B5F62">
        <w:t> </w:t>
      </w:r>
      <w:r w:rsidRPr="004B5F62">
        <w:t>100” – pozostałe przychody nieokreślone w paragrafach klasyfikacji budżetowej oraz inne zwiększenia środków obrotowych (w szczególności: zyski nadzwyczajne, zmiana stanu produktów, środki obrotowe otrzymane nieodpłatnie),</w:t>
      </w:r>
    </w:p>
    <w:p w14:paraId="51F0CC1B" w14:textId="77777777" w:rsidR="00F41B70" w:rsidRPr="004B5F62" w:rsidRDefault="00F41B70" w:rsidP="00F41B70">
      <w:pPr>
        <w:tabs>
          <w:tab w:val="left" w:pos="680"/>
        </w:tabs>
        <w:autoSpaceDE w:val="0"/>
        <w:autoSpaceDN w:val="0"/>
        <w:adjustRightInd w:val="0"/>
        <w:spacing w:line="360" w:lineRule="auto"/>
        <w:ind w:left="1440" w:hanging="720"/>
        <w:jc w:val="both"/>
      </w:pPr>
      <w:r w:rsidRPr="004B5F62">
        <w:t>c)</w:t>
      </w:r>
      <w:r w:rsidRPr="004B5F62">
        <w:tab/>
        <w:t>„K</w:t>
      </w:r>
      <w:r w:rsidR="00E72FE7" w:rsidRPr="004B5F62">
        <w:t> </w:t>
      </w:r>
      <w:r w:rsidRPr="004B5F62">
        <w:t>110” – stan środków obrotowych netto na początek okresu sprawozdawczego.</w:t>
      </w:r>
    </w:p>
    <w:p w14:paraId="1DD30339" w14:textId="77777777" w:rsidR="006D750E" w:rsidRPr="004B5F62" w:rsidRDefault="006D750E" w:rsidP="00F41B70">
      <w:pPr>
        <w:autoSpaceDE w:val="0"/>
        <w:autoSpaceDN w:val="0"/>
        <w:adjustRightInd w:val="0"/>
        <w:spacing w:line="360" w:lineRule="auto"/>
        <w:ind w:firstLine="703"/>
        <w:jc w:val="both"/>
      </w:pPr>
      <w:r w:rsidRPr="004B5F62">
        <w:t>3.</w:t>
      </w:r>
      <w:r w:rsidR="000221CC" w:rsidRPr="004B5F62">
        <w:t xml:space="preserve"> </w:t>
      </w:r>
      <w:r w:rsidRPr="004B5F62">
        <w:t>W dziale B.</w:t>
      </w:r>
      <w:r w:rsidR="000221CC" w:rsidRPr="004B5F62">
        <w:t xml:space="preserve"> </w:t>
      </w:r>
      <w:r w:rsidR="002417AD" w:rsidRPr="004B5F62">
        <w:t>„</w:t>
      </w:r>
      <w:r w:rsidRPr="004B5F62">
        <w:t>Koszty i inne obciążenia</w:t>
      </w:r>
      <w:r w:rsidR="002417AD" w:rsidRPr="004B5F62">
        <w:t>”</w:t>
      </w:r>
      <w:r w:rsidRPr="004B5F62">
        <w:t xml:space="preserve"> w kolumnach: </w:t>
      </w:r>
      <w:r w:rsidR="002417AD" w:rsidRPr="004B5F62">
        <w:t>„</w:t>
      </w:r>
      <w:r w:rsidRPr="004B5F62">
        <w:t>Plan</w:t>
      </w:r>
      <w:r w:rsidR="002417AD" w:rsidRPr="004B5F62">
        <w:t>”</w:t>
      </w:r>
      <w:r w:rsidRPr="004B5F62">
        <w:t xml:space="preserve"> i </w:t>
      </w:r>
      <w:r w:rsidR="002417AD" w:rsidRPr="004B5F62">
        <w:t>„</w:t>
      </w:r>
      <w:r w:rsidRPr="004B5F62">
        <w:t>Wykonanie</w:t>
      </w:r>
      <w:r w:rsidR="002417AD" w:rsidRPr="004B5F62">
        <w:t>”</w:t>
      </w:r>
      <w:r w:rsidRPr="004B5F62">
        <w:t xml:space="preserve"> wykazuje się:</w:t>
      </w:r>
    </w:p>
    <w:p w14:paraId="432F6C43" w14:textId="77777777" w:rsidR="006D750E" w:rsidRPr="004B5F62" w:rsidRDefault="006D750E" w:rsidP="00E83507">
      <w:pPr>
        <w:autoSpaceDE w:val="0"/>
        <w:autoSpaceDN w:val="0"/>
        <w:adjustRightInd w:val="0"/>
        <w:spacing w:line="360" w:lineRule="auto"/>
        <w:ind w:left="703" w:hanging="703"/>
        <w:jc w:val="both"/>
      </w:pPr>
      <w:r w:rsidRPr="004B5F62">
        <w:t>1)</w:t>
      </w:r>
      <w:r w:rsidRPr="004B5F62">
        <w:tab/>
        <w:t xml:space="preserve">według paragrafów </w:t>
      </w:r>
      <w:r w:rsidR="00BC7F9D" w:rsidRPr="004B5F62">
        <w:t>–</w:t>
      </w:r>
      <w:r w:rsidRPr="004B5F62">
        <w:t xml:space="preserve"> koszty i inne obciążenia;</w:t>
      </w:r>
    </w:p>
    <w:p w14:paraId="0D5915EB" w14:textId="77777777" w:rsidR="00F41B70" w:rsidRPr="004B5F62" w:rsidRDefault="00F41B70" w:rsidP="00D71C31">
      <w:pPr>
        <w:autoSpaceDE w:val="0"/>
        <w:autoSpaceDN w:val="0"/>
        <w:adjustRightInd w:val="0"/>
        <w:spacing w:line="360" w:lineRule="auto"/>
        <w:jc w:val="both"/>
      </w:pPr>
      <w:r w:rsidRPr="004B5F62">
        <w:t>2)</w:t>
      </w:r>
      <w:r w:rsidRPr="004B5F62">
        <w:tab/>
        <w:t>w wydzielonych wierszach:</w:t>
      </w:r>
    </w:p>
    <w:p w14:paraId="2DAA881A" w14:textId="77777777" w:rsidR="00F41B70" w:rsidRPr="004B5F62" w:rsidRDefault="00F41B70" w:rsidP="00D71C31">
      <w:pPr>
        <w:tabs>
          <w:tab w:val="left" w:pos="1440"/>
        </w:tabs>
        <w:autoSpaceDE w:val="0"/>
        <w:autoSpaceDN w:val="0"/>
        <w:adjustRightInd w:val="0"/>
        <w:spacing w:line="360" w:lineRule="auto"/>
        <w:ind w:left="1440" w:hanging="720"/>
        <w:jc w:val="both"/>
      </w:pPr>
      <w:r w:rsidRPr="004B5F62">
        <w:t>a)</w:t>
      </w:r>
      <w:r w:rsidRPr="004B5F62">
        <w:tab/>
        <w:t>„J</w:t>
      </w:r>
      <w:r w:rsidR="00E72FE7" w:rsidRPr="004B5F62">
        <w:t> </w:t>
      </w:r>
      <w:r w:rsidRPr="004B5F62">
        <w:t xml:space="preserve">100” </w:t>
      </w:r>
      <w:r w:rsidR="00D71C31" w:rsidRPr="004B5F62">
        <w:t>–</w:t>
      </w:r>
      <w:r w:rsidRPr="004B5F62">
        <w:t xml:space="preserve"> środki własne zarezerwowane na inwestycje,</w:t>
      </w:r>
    </w:p>
    <w:p w14:paraId="02341BF9" w14:textId="77777777" w:rsidR="00F41B70" w:rsidRPr="004B5F62" w:rsidRDefault="00F41B70" w:rsidP="00D71C31">
      <w:pPr>
        <w:tabs>
          <w:tab w:val="left" w:pos="1440"/>
        </w:tabs>
        <w:autoSpaceDE w:val="0"/>
        <w:autoSpaceDN w:val="0"/>
        <w:adjustRightInd w:val="0"/>
        <w:spacing w:line="360" w:lineRule="auto"/>
        <w:ind w:left="1440" w:hanging="720"/>
        <w:jc w:val="both"/>
      </w:pPr>
      <w:r w:rsidRPr="004B5F62">
        <w:t>b)</w:t>
      </w:r>
      <w:r w:rsidR="00D71C31" w:rsidRPr="004B5F62">
        <w:tab/>
      </w:r>
      <w:r w:rsidRPr="004B5F62">
        <w:t>„I</w:t>
      </w:r>
      <w:r w:rsidR="00E72FE7" w:rsidRPr="004B5F62">
        <w:t> </w:t>
      </w:r>
      <w:r w:rsidRPr="004B5F62">
        <w:t xml:space="preserve">100” </w:t>
      </w:r>
      <w:r w:rsidR="00D71C31" w:rsidRPr="004B5F62">
        <w:t>–</w:t>
      </w:r>
      <w:r w:rsidRPr="004B5F62">
        <w:t xml:space="preserve"> </w:t>
      </w:r>
      <w:r w:rsidR="00812E73" w:rsidRPr="004B5F62">
        <w:t>odpisy amortyzacyjne od środków trwałych oraz wartości niematerialnych i prawnych otrzymanych nieodpłatnie przez samorządowy zakład budżetowy, a także od środków trwałych oraz wartości niematerialnych i prawnych, na sfinansowanie których samorządowy zakład budżetowy otrzymał środki pieniężne</w:t>
      </w:r>
      <w:r w:rsidRPr="004B5F62">
        <w:t>,</w:t>
      </w:r>
    </w:p>
    <w:p w14:paraId="2421E0B9" w14:textId="77777777" w:rsidR="00F41B70" w:rsidRPr="004B5F62" w:rsidRDefault="00F41B70" w:rsidP="00D71C31">
      <w:pPr>
        <w:tabs>
          <w:tab w:val="left" w:pos="1440"/>
        </w:tabs>
        <w:autoSpaceDE w:val="0"/>
        <w:autoSpaceDN w:val="0"/>
        <w:adjustRightInd w:val="0"/>
        <w:spacing w:line="360" w:lineRule="auto"/>
        <w:ind w:left="1440" w:hanging="720"/>
        <w:jc w:val="both"/>
      </w:pPr>
      <w:r w:rsidRPr="004B5F62">
        <w:t>c)</w:t>
      </w:r>
      <w:r w:rsidR="00D71C31" w:rsidRPr="004B5F62">
        <w:tab/>
      </w:r>
      <w:r w:rsidRPr="004B5F62">
        <w:t>„P</w:t>
      </w:r>
      <w:r w:rsidR="00E72FE7" w:rsidRPr="004B5F62">
        <w:t> </w:t>
      </w:r>
      <w:r w:rsidRPr="004B5F62">
        <w:t xml:space="preserve">100” </w:t>
      </w:r>
      <w:r w:rsidR="00D71C31" w:rsidRPr="004B5F62">
        <w:t>–</w:t>
      </w:r>
      <w:r w:rsidRPr="004B5F62">
        <w:t xml:space="preserve"> zmniejszenia środkó</w:t>
      </w:r>
      <w:r w:rsidR="00D71C31" w:rsidRPr="004B5F62">
        <w:t>w obrotowych, poza wykazanymi w</w:t>
      </w:r>
      <w:r w:rsidR="000221CC" w:rsidRPr="004B5F62">
        <w:t xml:space="preserve"> </w:t>
      </w:r>
      <w:r w:rsidRPr="004B5F62">
        <w:t>paragrafach klasyfikacji budżetowej, w szczególności: straty nadzwyczajne, zmiana stanu produktów, odpisanie przedawnionych i umorzonych należności, odpisy aktualizujące należności,</w:t>
      </w:r>
    </w:p>
    <w:p w14:paraId="42B6D4B4" w14:textId="77777777" w:rsidR="00F41B70" w:rsidRPr="004B5F62" w:rsidRDefault="00F41B70" w:rsidP="00D71C31">
      <w:pPr>
        <w:tabs>
          <w:tab w:val="left" w:pos="1440"/>
        </w:tabs>
        <w:autoSpaceDE w:val="0"/>
        <w:autoSpaceDN w:val="0"/>
        <w:adjustRightInd w:val="0"/>
        <w:spacing w:line="360" w:lineRule="auto"/>
        <w:ind w:left="1440" w:hanging="720"/>
        <w:jc w:val="both"/>
      </w:pPr>
      <w:r w:rsidRPr="004B5F62">
        <w:t>d)</w:t>
      </w:r>
      <w:r w:rsidR="00D71C31" w:rsidRPr="004B5F62">
        <w:tab/>
      </w:r>
      <w:r w:rsidRPr="004B5F62">
        <w:t>„P</w:t>
      </w:r>
      <w:r w:rsidR="00E72FE7" w:rsidRPr="004B5F62">
        <w:t> </w:t>
      </w:r>
      <w:r w:rsidRPr="004B5F62">
        <w:t xml:space="preserve">110” </w:t>
      </w:r>
      <w:r w:rsidR="00D71C31" w:rsidRPr="004B5F62">
        <w:t>–</w:t>
      </w:r>
      <w:r w:rsidRPr="004B5F62">
        <w:t xml:space="preserve"> podatek dochodowy od osób prawnych,</w:t>
      </w:r>
    </w:p>
    <w:p w14:paraId="7B0AD068" w14:textId="77777777" w:rsidR="00F41B70" w:rsidRPr="004B5F62" w:rsidRDefault="00F41B70" w:rsidP="00D71C31">
      <w:pPr>
        <w:tabs>
          <w:tab w:val="left" w:pos="1440"/>
        </w:tabs>
        <w:autoSpaceDE w:val="0"/>
        <w:autoSpaceDN w:val="0"/>
        <w:adjustRightInd w:val="0"/>
        <w:spacing w:line="360" w:lineRule="auto"/>
        <w:ind w:left="1440" w:hanging="720"/>
        <w:jc w:val="both"/>
      </w:pPr>
      <w:r w:rsidRPr="004B5F62">
        <w:t>e)</w:t>
      </w:r>
      <w:r w:rsidR="00D71C31" w:rsidRPr="004B5F62">
        <w:tab/>
      </w:r>
      <w:r w:rsidRPr="004B5F62">
        <w:t>„P</w:t>
      </w:r>
      <w:r w:rsidR="00E72FE7" w:rsidRPr="004B5F62">
        <w:t> </w:t>
      </w:r>
      <w:r w:rsidRPr="004B5F62">
        <w:t xml:space="preserve">120” </w:t>
      </w:r>
      <w:r w:rsidR="00D71C31" w:rsidRPr="004B5F62">
        <w:t>–</w:t>
      </w:r>
      <w:r w:rsidRPr="004B5F62">
        <w:t xml:space="preserve"> wpłatę do budżetu nadwyżki środków obrotowych,</w:t>
      </w:r>
    </w:p>
    <w:p w14:paraId="68EA2FDF" w14:textId="77777777" w:rsidR="00F41B70" w:rsidRPr="004B5F62" w:rsidRDefault="00F41B70" w:rsidP="00D71C31">
      <w:pPr>
        <w:tabs>
          <w:tab w:val="left" w:pos="1440"/>
          <w:tab w:val="left" w:pos="2160"/>
        </w:tabs>
        <w:autoSpaceDE w:val="0"/>
        <w:autoSpaceDN w:val="0"/>
        <w:adjustRightInd w:val="0"/>
        <w:spacing w:line="360" w:lineRule="auto"/>
        <w:ind w:left="1440" w:hanging="720"/>
        <w:jc w:val="both"/>
      </w:pPr>
      <w:r w:rsidRPr="004B5F62">
        <w:t>f)</w:t>
      </w:r>
      <w:r w:rsidR="00D71C31" w:rsidRPr="004B5F62">
        <w:tab/>
      </w:r>
      <w:r w:rsidRPr="004B5F62">
        <w:t>„P</w:t>
      </w:r>
      <w:r w:rsidR="00E72FE7" w:rsidRPr="004B5F62">
        <w:t> </w:t>
      </w:r>
      <w:r w:rsidRPr="004B5F62">
        <w:t xml:space="preserve">130” </w:t>
      </w:r>
      <w:r w:rsidR="00D71C31" w:rsidRPr="004B5F62">
        <w:t>–</w:t>
      </w:r>
      <w:r w:rsidRPr="004B5F62">
        <w:t xml:space="preserve"> stan środków obrotowych netto na koniec okresu sprawozdawczego,</w:t>
      </w:r>
    </w:p>
    <w:p w14:paraId="7B3B7538" w14:textId="77777777" w:rsidR="00F41B70" w:rsidRPr="004B5F62" w:rsidRDefault="00F41B70" w:rsidP="00D71C31">
      <w:pPr>
        <w:tabs>
          <w:tab w:val="left" w:pos="680"/>
          <w:tab w:val="left" w:pos="1440"/>
        </w:tabs>
        <w:autoSpaceDE w:val="0"/>
        <w:autoSpaceDN w:val="0"/>
        <w:adjustRightInd w:val="0"/>
        <w:spacing w:line="360" w:lineRule="auto"/>
        <w:ind w:left="1440" w:hanging="720"/>
        <w:jc w:val="both"/>
        <w:rPr>
          <w:strike/>
        </w:rPr>
      </w:pPr>
      <w:r w:rsidRPr="004B5F62">
        <w:t>g)</w:t>
      </w:r>
      <w:r w:rsidR="00D71C31" w:rsidRPr="004B5F62">
        <w:tab/>
      </w:r>
      <w:r w:rsidRPr="004B5F62">
        <w:t>„T</w:t>
      </w:r>
      <w:r w:rsidR="00E72FE7" w:rsidRPr="004B5F62">
        <w:t> </w:t>
      </w:r>
      <w:r w:rsidRPr="004B5F62">
        <w:t xml:space="preserve">140” </w:t>
      </w:r>
      <w:r w:rsidR="00D71C31" w:rsidRPr="004B5F62">
        <w:t>–</w:t>
      </w:r>
      <w:r w:rsidRPr="004B5F62">
        <w:t xml:space="preserve"> </w:t>
      </w:r>
      <w:r w:rsidR="00812E73" w:rsidRPr="004B5F62">
        <w:t xml:space="preserve">odpisy amortyzacyjne od środków trwałych oraz wartości niematerialnych i prawnych zakupionych ze środków własnych. </w:t>
      </w:r>
    </w:p>
    <w:p w14:paraId="330CE52C" w14:textId="77777777" w:rsidR="006D750E" w:rsidRPr="004B5F62" w:rsidRDefault="006D750E" w:rsidP="00D71C31">
      <w:pPr>
        <w:autoSpaceDE w:val="0"/>
        <w:autoSpaceDN w:val="0"/>
        <w:adjustRightInd w:val="0"/>
        <w:spacing w:line="360" w:lineRule="auto"/>
        <w:ind w:firstLine="703"/>
        <w:jc w:val="both"/>
      </w:pPr>
      <w:r w:rsidRPr="004B5F62">
        <w:t>4.</w:t>
      </w:r>
      <w:r w:rsidR="000221CC" w:rsidRPr="004B5F62">
        <w:t xml:space="preserve"> </w:t>
      </w:r>
      <w:r w:rsidRPr="004B5F62">
        <w:t>W dziale C. wykazuje się według stanu na początek i koniec okresu sprawozdawczego:</w:t>
      </w:r>
    </w:p>
    <w:p w14:paraId="10C09E55" w14:textId="77777777" w:rsidR="006D750E" w:rsidRPr="004B5F62" w:rsidRDefault="006D750E" w:rsidP="008E6A4E">
      <w:pPr>
        <w:autoSpaceDE w:val="0"/>
        <w:autoSpaceDN w:val="0"/>
        <w:adjustRightInd w:val="0"/>
        <w:spacing w:line="360" w:lineRule="auto"/>
        <w:ind w:left="703" w:hanging="703"/>
        <w:jc w:val="both"/>
      </w:pPr>
      <w:r w:rsidRPr="004B5F62">
        <w:t>1)</w:t>
      </w:r>
      <w:r w:rsidRPr="004B5F62">
        <w:tab/>
        <w:t>w wierszu W</w:t>
      </w:r>
      <w:r w:rsidR="00E72FE7" w:rsidRPr="004B5F62">
        <w:t> </w:t>
      </w:r>
      <w:r w:rsidRPr="004B5F62">
        <w:t xml:space="preserve">010 </w:t>
      </w:r>
      <w:r w:rsidR="00BC7F9D" w:rsidRPr="004B5F62">
        <w:t>–</w:t>
      </w:r>
      <w:r w:rsidRPr="004B5F62">
        <w:t xml:space="preserve"> środki pieniężne (w tym środki w kasie);</w:t>
      </w:r>
    </w:p>
    <w:p w14:paraId="4886D215" w14:textId="77777777" w:rsidR="00BC7F9D" w:rsidRPr="004B5F62" w:rsidRDefault="00BC7F9D" w:rsidP="008E6A4E">
      <w:pPr>
        <w:spacing w:line="360" w:lineRule="auto"/>
        <w:ind w:left="720" w:hanging="720"/>
        <w:jc w:val="both"/>
        <w:rPr>
          <w:rFonts w:eastAsia="MS Mincho"/>
        </w:rPr>
      </w:pPr>
      <w:r w:rsidRPr="004B5F62">
        <w:rPr>
          <w:rFonts w:eastAsia="MS Mincho"/>
        </w:rPr>
        <w:t>2)</w:t>
      </w:r>
      <w:r w:rsidRPr="004B5F62">
        <w:rPr>
          <w:rFonts w:eastAsia="MS Mincho"/>
        </w:rPr>
        <w:tab/>
        <w:t>w wierszu W</w:t>
      </w:r>
      <w:r w:rsidR="00E72FE7" w:rsidRPr="004B5F62">
        <w:rPr>
          <w:rFonts w:eastAsia="MS Mincho"/>
        </w:rPr>
        <w:t> </w:t>
      </w:r>
      <w:r w:rsidRPr="004B5F62">
        <w:rPr>
          <w:rFonts w:eastAsia="MS Mincho"/>
        </w:rPr>
        <w:t>020 – należności netto tj. należności po pomniejszeniu o odpis aktualizujący należności;</w:t>
      </w:r>
    </w:p>
    <w:p w14:paraId="77365A19" w14:textId="77777777" w:rsidR="006D750E" w:rsidRPr="004B5F62" w:rsidRDefault="006D750E" w:rsidP="008E6A4E">
      <w:pPr>
        <w:autoSpaceDE w:val="0"/>
        <w:autoSpaceDN w:val="0"/>
        <w:adjustRightInd w:val="0"/>
        <w:spacing w:line="360" w:lineRule="auto"/>
        <w:ind w:left="703" w:hanging="703"/>
        <w:jc w:val="both"/>
      </w:pPr>
      <w:r w:rsidRPr="004B5F62">
        <w:t>3)</w:t>
      </w:r>
      <w:r w:rsidRPr="004B5F62">
        <w:tab/>
        <w:t>w wierszu W</w:t>
      </w:r>
      <w:r w:rsidR="00E72FE7" w:rsidRPr="004B5F62">
        <w:t> </w:t>
      </w:r>
      <w:r w:rsidRPr="004B5F62">
        <w:t xml:space="preserve">021 </w:t>
      </w:r>
      <w:r w:rsidR="006F6611" w:rsidRPr="004B5F62">
        <w:t>–</w:t>
      </w:r>
      <w:r w:rsidRPr="004B5F62">
        <w:t xml:space="preserve"> kwotę odpisu aktualizującego należności;</w:t>
      </w:r>
    </w:p>
    <w:p w14:paraId="7B2B758D" w14:textId="77777777" w:rsidR="00D71C31" w:rsidRPr="004B5F62" w:rsidRDefault="006F6611" w:rsidP="008E6A4E">
      <w:pPr>
        <w:autoSpaceDE w:val="0"/>
        <w:autoSpaceDN w:val="0"/>
        <w:adjustRightInd w:val="0"/>
        <w:spacing w:line="360" w:lineRule="auto"/>
        <w:ind w:left="703" w:hanging="703"/>
        <w:jc w:val="both"/>
        <w:rPr>
          <w:rFonts w:eastAsia="MS Mincho"/>
        </w:rPr>
      </w:pPr>
      <w:r w:rsidRPr="004B5F62">
        <w:rPr>
          <w:rFonts w:eastAsia="MS Mincho"/>
        </w:rPr>
        <w:lastRenderedPageBreak/>
        <w:t>4)</w:t>
      </w:r>
      <w:r w:rsidRPr="004B5F62">
        <w:rPr>
          <w:rFonts w:eastAsia="MS Mincho"/>
        </w:rPr>
        <w:tab/>
        <w:t xml:space="preserve">w wierszu </w:t>
      </w:r>
      <w:r w:rsidR="008E6A4E" w:rsidRPr="004B5F62">
        <w:rPr>
          <w:rFonts w:eastAsia="MS Mincho"/>
        </w:rPr>
        <w:t>W</w:t>
      </w:r>
      <w:r w:rsidR="00E72FE7" w:rsidRPr="004B5F62">
        <w:rPr>
          <w:rFonts w:eastAsia="MS Mincho"/>
        </w:rPr>
        <w:t> </w:t>
      </w:r>
      <w:r w:rsidRPr="004B5F62">
        <w:rPr>
          <w:rFonts w:eastAsia="MS Mincho"/>
        </w:rPr>
        <w:t xml:space="preserve">022 </w:t>
      </w:r>
      <w:r w:rsidR="008E6A4E" w:rsidRPr="004B5F62">
        <w:rPr>
          <w:rFonts w:eastAsia="MS Mincho"/>
        </w:rPr>
        <w:t>–</w:t>
      </w:r>
      <w:r w:rsidRPr="004B5F62">
        <w:rPr>
          <w:rFonts w:eastAsia="MS Mincho"/>
        </w:rPr>
        <w:t xml:space="preserve"> </w:t>
      </w:r>
      <w:r w:rsidR="005A5961" w:rsidRPr="004B5F62">
        <w:rPr>
          <w:rFonts w:eastAsia="MS Mincho"/>
        </w:rPr>
        <w:t>nieobjętą odpisem aktualizującym kwotę odsetek od należności niezapłaconych w terminie</w:t>
      </w:r>
      <w:r w:rsidR="00257328" w:rsidRPr="004B5F62">
        <w:rPr>
          <w:rFonts w:eastAsia="MS Mincho"/>
        </w:rPr>
        <w:t>;</w:t>
      </w:r>
    </w:p>
    <w:p w14:paraId="4D49A7D2" w14:textId="77777777" w:rsidR="003424FE" w:rsidRPr="004B5F62" w:rsidRDefault="00E72FE7" w:rsidP="003424FE">
      <w:pPr>
        <w:autoSpaceDE w:val="0"/>
        <w:autoSpaceDN w:val="0"/>
        <w:adjustRightInd w:val="0"/>
        <w:spacing w:line="360" w:lineRule="auto"/>
        <w:ind w:left="703" w:hanging="703"/>
        <w:jc w:val="both"/>
      </w:pPr>
      <w:r w:rsidRPr="004B5F62">
        <w:t>5)</w:t>
      </w:r>
      <w:r w:rsidRPr="004B5F62">
        <w:tab/>
        <w:t>w wierszu W </w:t>
      </w:r>
      <w:r w:rsidR="003424FE" w:rsidRPr="004B5F62">
        <w:t>023 – należności netto wymagalne;</w:t>
      </w:r>
    </w:p>
    <w:p w14:paraId="1DB7F809" w14:textId="77777777" w:rsidR="006D750E" w:rsidRPr="004B5F62" w:rsidRDefault="003424FE" w:rsidP="00E83507">
      <w:pPr>
        <w:autoSpaceDE w:val="0"/>
        <w:autoSpaceDN w:val="0"/>
        <w:adjustRightInd w:val="0"/>
        <w:spacing w:line="360" w:lineRule="auto"/>
        <w:ind w:left="703" w:hanging="703"/>
        <w:jc w:val="both"/>
      </w:pPr>
      <w:r w:rsidRPr="004B5F62">
        <w:t>6</w:t>
      </w:r>
      <w:r w:rsidR="006D750E" w:rsidRPr="004B5F62">
        <w:t>)</w:t>
      </w:r>
      <w:r w:rsidR="006D750E" w:rsidRPr="004B5F62">
        <w:tab/>
        <w:t>w wierszu W</w:t>
      </w:r>
      <w:r w:rsidR="00E72FE7" w:rsidRPr="004B5F62">
        <w:t> </w:t>
      </w:r>
      <w:r w:rsidR="006D750E" w:rsidRPr="004B5F62">
        <w:t xml:space="preserve">030 </w:t>
      </w:r>
      <w:r w:rsidR="00CD678A" w:rsidRPr="004B5F62">
        <w:t>–</w:t>
      </w:r>
      <w:r w:rsidRPr="004B5F62">
        <w:t xml:space="preserve"> pozostałe </w:t>
      </w:r>
      <w:r w:rsidR="006D750E" w:rsidRPr="004B5F62">
        <w:t>środki obrotowe;</w:t>
      </w:r>
    </w:p>
    <w:p w14:paraId="35B33575" w14:textId="77777777" w:rsidR="006D750E" w:rsidRPr="004B5F62" w:rsidRDefault="003424FE" w:rsidP="00E83507">
      <w:pPr>
        <w:autoSpaceDE w:val="0"/>
        <w:autoSpaceDN w:val="0"/>
        <w:adjustRightInd w:val="0"/>
        <w:spacing w:line="360" w:lineRule="auto"/>
        <w:ind w:left="703" w:hanging="703"/>
        <w:jc w:val="both"/>
      </w:pPr>
      <w:r w:rsidRPr="004B5F62">
        <w:t>7</w:t>
      </w:r>
      <w:r w:rsidR="006D750E" w:rsidRPr="004B5F62">
        <w:t>)</w:t>
      </w:r>
      <w:r w:rsidR="006D750E" w:rsidRPr="004B5F62">
        <w:tab/>
        <w:t>w wierszu W</w:t>
      </w:r>
      <w:r w:rsidR="00E72FE7" w:rsidRPr="004B5F62">
        <w:t> </w:t>
      </w:r>
      <w:r w:rsidR="006D750E" w:rsidRPr="004B5F62">
        <w:t xml:space="preserve">040 </w:t>
      </w:r>
      <w:r w:rsidR="00CD678A" w:rsidRPr="004B5F62">
        <w:t>–</w:t>
      </w:r>
      <w:r w:rsidR="006D750E" w:rsidRPr="004B5F62">
        <w:t xml:space="preserve"> zobowiązania i inne rozliczenia, wyodrębniając spośród nich zobowiązania wobec inwestycji finansowan</w:t>
      </w:r>
      <w:r w:rsidR="00FD0611" w:rsidRPr="004B5F62">
        <w:t>ych</w:t>
      </w:r>
      <w:r w:rsidR="006D750E" w:rsidRPr="004B5F62">
        <w:t xml:space="preserve"> z:</w:t>
      </w:r>
    </w:p>
    <w:p w14:paraId="37168838" w14:textId="77777777" w:rsidR="006D750E" w:rsidRPr="004B5F62" w:rsidRDefault="006D750E" w:rsidP="00E83507">
      <w:pPr>
        <w:tabs>
          <w:tab w:val="left" w:pos="680"/>
        </w:tabs>
        <w:autoSpaceDE w:val="0"/>
        <w:autoSpaceDN w:val="0"/>
        <w:adjustRightInd w:val="0"/>
        <w:spacing w:line="360" w:lineRule="auto"/>
        <w:ind w:left="1406" w:hanging="703"/>
        <w:jc w:val="both"/>
      </w:pPr>
      <w:r w:rsidRPr="004B5F62">
        <w:t>a)</w:t>
      </w:r>
      <w:r w:rsidRPr="004B5F62">
        <w:tab/>
        <w:t>środków własnych (wiersz W</w:t>
      </w:r>
      <w:r w:rsidR="00E72FE7" w:rsidRPr="004B5F62">
        <w:t> </w:t>
      </w:r>
      <w:r w:rsidRPr="004B5F62">
        <w:t>041),</w:t>
      </w:r>
    </w:p>
    <w:p w14:paraId="7674A774" w14:textId="77777777" w:rsidR="006D750E" w:rsidRPr="004B5F62" w:rsidRDefault="006D750E" w:rsidP="00E83507">
      <w:pPr>
        <w:tabs>
          <w:tab w:val="left" w:pos="680"/>
        </w:tabs>
        <w:autoSpaceDE w:val="0"/>
        <w:autoSpaceDN w:val="0"/>
        <w:adjustRightInd w:val="0"/>
        <w:spacing w:line="360" w:lineRule="auto"/>
        <w:ind w:left="1406" w:hanging="703"/>
        <w:jc w:val="both"/>
      </w:pPr>
      <w:r w:rsidRPr="004B5F62">
        <w:t>b)</w:t>
      </w:r>
      <w:r w:rsidRPr="004B5F62">
        <w:tab/>
        <w:t>dotacji celowych na finansowanie lub dofinansowanie kosztów realizacji inwestycji (wiersz W</w:t>
      </w:r>
      <w:r w:rsidR="00E72FE7" w:rsidRPr="004B5F62">
        <w:t> </w:t>
      </w:r>
      <w:r w:rsidRPr="004B5F62">
        <w:t>042),</w:t>
      </w:r>
    </w:p>
    <w:p w14:paraId="7449088B" w14:textId="77777777" w:rsidR="006D750E" w:rsidRPr="004B5F62" w:rsidRDefault="006D750E" w:rsidP="00E83507">
      <w:pPr>
        <w:tabs>
          <w:tab w:val="left" w:pos="680"/>
        </w:tabs>
        <w:autoSpaceDE w:val="0"/>
        <w:autoSpaceDN w:val="0"/>
        <w:adjustRightInd w:val="0"/>
        <w:spacing w:line="360" w:lineRule="auto"/>
        <w:ind w:left="1406" w:hanging="703"/>
        <w:jc w:val="both"/>
      </w:pPr>
      <w:r w:rsidRPr="004B5F62">
        <w:t>c)</w:t>
      </w:r>
      <w:r w:rsidRPr="004B5F62">
        <w:tab/>
        <w:t>środków z innych źródeł (wiersz W</w:t>
      </w:r>
      <w:r w:rsidR="00E72FE7" w:rsidRPr="004B5F62">
        <w:t> </w:t>
      </w:r>
      <w:r w:rsidRPr="004B5F62">
        <w:t>043);</w:t>
      </w:r>
    </w:p>
    <w:p w14:paraId="30D9C2FE" w14:textId="77777777" w:rsidR="006D750E" w:rsidRPr="004B5F62" w:rsidRDefault="00364A5F" w:rsidP="00E83507">
      <w:pPr>
        <w:autoSpaceDE w:val="0"/>
        <w:autoSpaceDN w:val="0"/>
        <w:adjustRightInd w:val="0"/>
        <w:spacing w:line="360" w:lineRule="auto"/>
        <w:ind w:left="703" w:hanging="703"/>
        <w:jc w:val="both"/>
      </w:pPr>
      <w:r w:rsidRPr="004B5F62">
        <w:t>8</w:t>
      </w:r>
      <w:r w:rsidR="006D750E" w:rsidRPr="004B5F62">
        <w:t>)</w:t>
      </w:r>
      <w:r w:rsidR="006D750E" w:rsidRPr="004B5F62">
        <w:tab/>
        <w:t>w wierszu W</w:t>
      </w:r>
      <w:r w:rsidR="00E72FE7" w:rsidRPr="004B5F62">
        <w:t> </w:t>
      </w:r>
      <w:r w:rsidR="006D750E" w:rsidRPr="004B5F62">
        <w:t>0</w:t>
      </w:r>
      <w:r w:rsidR="003F2986" w:rsidRPr="004B5F62">
        <w:t>44</w:t>
      </w:r>
      <w:r w:rsidR="006D750E" w:rsidRPr="004B5F62">
        <w:t xml:space="preserve"> </w:t>
      </w:r>
      <w:r w:rsidR="00CD678A" w:rsidRPr="004B5F62">
        <w:t>–</w:t>
      </w:r>
      <w:r w:rsidR="006D750E" w:rsidRPr="004B5F62">
        <w:t xml:space="preserve"> </w:t>
      </w:r>
      <w:r w:rsidR="003F2986" w:rsidRPr="004B5F62">
        <w:t>zobowiązania wymagalne;</w:t>
      </w:r>
    </w:p>
    <w:p w14:paraId="2D1A65EA" w14:textId="77777777" w:rsidR="003F2986" w:rsidRPr="004B5F62" w:rsidRDefault="00364A5F" w:rsidP="003F2986">
      <w:pPr>
        <w:autoSpaceDE w:val="0"/>
        <w:autoSpaceDN w:val="0"/>
        <w:adjustRightInd w:val="0"/>
        <w:spacing w:line="360" w:lineRule="auto"/>
        <w:ind w:left="703" w:hanging="703"/>
        <w:jc w:val="both"/>
      </w:pPr>
      <w:r w:rsidRPr="004B5F62">
        <w:t>9</w:t>
      </w:r>
      <w:r w:rsidR="003F2986" w:rsidRPr="004B5F62">
        <w:t>)</w:t>
      </w:r>
      <w:r w:rsidR="003F2986" w:rsidRPr="004B5F62">
        <w:tab/>
        <w:t>w wierszu W</w:t>
      </w:r>
      <w:r w:rsidR="00E72FE7" w:rsidRPr="004B5F62">
        <w:t> </w:t>
      </w:r>
      <w:r w:rsidR="003F2986" w:rsidRPr="004B5F62">
        <w:t>070 – stan środków obrotowych netto.</w:t>
      </w:r>
    </w:p>
    <w:p w14:paraId="68C47B1A" w14:textId="77777777" w:rsidR="006D750E" w:rsidRPr="004B5F62" w:rsidRDefault="006D750E" w:rsidP="00E83507">
      <w:pPr>
        <w:autoSpaceDE w:val="0"/>
        <w:autoSpaceDN w:val="0"/>
        <w:adjustRightInd w:val="0"/>
        <w:spacing w:line="360" w:lineRule="auto"/>
        <w:ind w:firstLine="703"/>
        <w:jc w:val="both"/>
      </w:pPr>
      <w:r w:rsidRPr="004B5F62">
        <w:t>5.</w:t>
      </w:r>
      <w:r w:rsidR="000221CC" w:rsidRPr="004B5F62">
        <w:t xml:space="preserve"> </w:t>
      </w:r>
      <w:r w:rsidRPr="004B5F62">
        <w:t>W dziale C. w danych uzupełniających dotyczących należności i zobowiązań należy wykazać część należności i zobowiązań spośród wymienionych w wierszach W</w:t>
      </w:r>
      <w:r w:rsidR="000221CC" w:rsidRPr="004B5F62">
        <w:t xml:space="preserve"> </w:t>
      </w:r>
      <w:r w:rsidRPr="004B5F62">
        <w:t>020 i W</w:t>
      </w:r>
      <w:r w:rsidR="000221CC" w:rsidRPr="004B5F62">
        <w:t xml:space="preserve"> </w:t>
      </w:r>
      <w:r w:rsidRPr="004B5F62">
        <w:t>040:</w:t>
      </w:r>
    </w:p>
    <w:p w14:paraId="54B37E05" w14:textId="77777777" w:rsidR="006D750E" w:rsidRPr="004B5F62" w:rsidRDefault="006D750E" w:rsidP="00E83507">
      <w:pPr>
        <w:autoSpaceDE w:val="0"/>
        <w:autoSpaceDN w:val="0"/>
        <w:adjustRightInd w:val="0"/>
        <w:spacing w:line="360" w:lineRule="auto"/>
        <w:ind w:left="703" w:hanging="703"/>
        <w:jc w:val="both"/>
      </w:pPr>
      <w:r w:rsidRPr="004B5F62">
        <w:t>1)</w:t>
      </w:r>
      <w:r w:rsidRPr="004B5F62">
        <w:tab/>
        <w:t>w wierszu W</w:t>
      </w:r>
      <w:r w:rsidR="00E72FE7" w:rsidRPr="004B5F62">
        <w:t> </w:t>
      </w:r>
      <w:r w:rsidRPr="004B5F62">
        <w:t xml:space="preserve">080 </w:t>
      </w:r>
      <w:r w:rsidR="00CD678A" w:rsidRPr="004B5F62">
        <w:t>–</w:t>
      </w:r>
      <w:r w:rsidRPr="004B5F62">
        <w:t xml:space="preserve"> należności od pracowników;</w:t>
      </w:r>
    </w:p>
    <w:p w14:paraId="04F65D09" w14:textId="77777777" w:rsidR="006D750E" w:rsidRPr="004B5F62" w:rsidRDefault="006D750E" w:rsidP="00E83507">
      <w:pPr>
        <w:autoSpaceDE w:val="0"/>
        <w:autoSpaceDN w:val="0"/>
        <w:adjustRightInd w:val="0"/>
        <w:spacing w:line="360" w:lineRule="auto"/>
        <w:ind w:left="703" w:hanging="703"/>
        <w:jc w:val="both"/>
      </w:pPr>
      <w:r w:rsidRPr="004B5F62">
        <w:t>2)</w:t>
      </w:r>
      <w:r w:rsidRPr="004B5F62">
        <w:tab/>
        <w:t>w wierszu W</w:t>
      </w:r>
      <w:r w:rsidR="00E72FE7" w:rsidRPr="004B5F62">
        <w:t> </w:t>
      </w:r>
      <w:r w:rsidRPr="004B5F62">
        <w:t xml:space="preserve">081 </w:t>
      </w:r>
      <w:r w:rsidR="00CD678A" w:rsidRPr="004B5F62">
        <w:t>–</w:t>
      </w:r>
      <w:r w:rsidRPr="004B5F62">
        <w:t xml:space="preserve"> należności z tytułu sprzedaży dóbr i usług;</w:t>
      </w:r>
    </w:p>
    <w:p w14:paraId="7A5BE63A" w14:textId="77777777" w:rsidR="006D750E" w:rsidRPr="004B5F62" w:rsidRDefault="00CD678A" w:rsidP="00E83507">
      <w:pPr>
        <w:autoSpaceDE w:val="0"/>
        <w:autoSpaceDN w:val="0"/>
        <w:adjustRightInd w:val="0"/>
        <w:spacing w:line="360" w:lineRule="auto"/>
        <w:ind w:left="703" w:hanging="703"/>
        <w:jc w:val="both"/>
      </w:pPr>
      <w:r w:rsidRPr="004B5F62">
        <w:t>3)</w:t>
      </w:r>
      <w:r w:rsidRPr="004B5F62">
        <w:tab/>
        <w:t>w wierszu W</w:t>
      </w:r>
      <w:r w:rsidR="00E72FE7" w:rsidRPr="004B5F62">
        <w:t> </w:t>
      </w:r>
      <w:r w:rsidR="006D750E" w:rsidRPr="004B5F62">
        <w:t xml:space="preserve">090 </w:t>
      </w:r>
      <w:r w:rsidRPr="004B5F62">
        <w:t xml:space="preserve">– </w:t>
      </w:r>
      <w:r w:rsidR="006D750E" w:rsidRPr="004B5F62">
        <w:t>zobowiązania z tytułu wynagrodzeń;</w:t>
      </w:r>
    </w:p>
    <w:p w14:paraId="329C359C" w14:textId="77777777" w:rsidR="006D750E" w:rsidRPr="004B5F62" w:rsidRDefault="00CD678A" w:rsidP="00E83507">
      <w:pPr>
        <w:autoSpaceDE w:val="0"/>
        <w:autoSpaceDN w:val="0"/>
        <w:adjustRightInd w:val="0"/>
        <w:spacing w:line="360" w:lineRule="auto"/>
        <w:ind w:left="703" w:hanging="703"/>
        <w:jc w:val="both"/>
      </w:pPr>
      <w:r w:rsidRPr="004B5F62">
        <w:t>4)</w:t>
      </w:r>
      <w:r w:rsidRPr="004B5F62">
        <w:tab/>
        <w:t>w wierszu W</w:t>
      </w:r>
      <w:r w:rsidR="00E72FE7" w:rsidRPr="004B5F62">
        <w:t> </w:t>
      </w:r>
      <w:r w:rsidR="006D750E" w:rsidRPr="004B5F62">
        <w:t xml:space="preserve">091 </w:t>
      </w:r>
      <w:r w:rsidRPr="004B5F62">
        <w:t>–</w:t>
      </w:r>
      <w:r w:rsidR="006D750E" w:rsidRPr="004B5F62">
        <w:t xml:space="preserve"> zobowiązania z tytułu składek na ubezpieczenia społeczne;</w:t>
      </w:r>
    </w:p>
    <w:p w14:paraId="2DC162F0" w14:textId="77777777" w:rsidR="006D750E" w:rsidRPr="004B5F62" w:rsidRDefault="00CD678A" w:rsidP="00E83507">
      <w:pPr>
        <w:autoSpaceDE w:val="0"/>
        <w:autoSpaceDN w:val="0"/>
        <w:adjustRightInd w:val="0"/>
        <w:spacing w:line="360" w:lineRule="auto"/>
        <w:ind w:left="703" w:hanging="703"/>
        <w:jc w:val="both"/>
      </w:pPr>
      <w:r w:rsidRPr="004B5F62">
        <w:t>5)</w:t>
      </w:r>
      <w:r w:rsidRPr="004B5F62">
        <w:tab/>
        <w:t>w wierszu W</w:t>
      </w:r>
      <w:r w:rsidR="00E72FE7" w:rsidRPr="004B5F62">
        <w:t> </w:t>
      </w:r>
      <w:r w:rsidR="006D750E" w:rsidRPr="004B5F62">
        <w:t xml:space="preserve">092 </w:t>
      </w:r>
      <w:r w:rsidRPr="004B5F62">
        <w:t>–</w:t>
      </w:r>
      <w:r w:rsidR="006D750E" w:rsidRPr="004B5F62">
        <w:t xml:space="preserve"> zobowiązania z tytułu składek na FUS;</w:t>
      </w:r>
    </w:p>
    <w:p w14:paraId="6EFD4CAE" w14:textId="77777777" w:rsidR="006D750E" w:rsidRPr="004B5F62" w:rsidRDefault="00CD678A" w:rsidP="00E83507">
      <w:pPr>
        <w:autoSpaceDE w:val="0"/>
        <w:autoSpaceDN w:val="0"/>
        <w:adjustRightInd w:val="0"/>
        <w:spacing w:line="360" w:lineRule="auto"/>
        <w:ind w:left="703" w:hanging="703"/>
        <w:jc w:val="both"/>
      </w:pPr>
      <w:r w:rsidRPr="004B5F62">
        <w:t>6)</w:t>
      </w:r>
      <w:r w:rsidRPr="004B5F62">
        <w:tab/>
        <w:t>w wierszu W</w:t>
      </w:r>
      <w:r w:rsidR="00E72FE7" w:rsidRPr="004B5F62">
        <w:t> </w:t>
      </w:r>
      <w:r w:rsidR="006D750E" w:rsidRPr="004B5F62">
        <w:t xml:space="preserve">093 </w:t>
      </w:r>
      <w:r w:rsidRPr="004B5F62">
        <w:t>–</w:t>
      </w:r>
      <w:r w:rsidR="006D750E" w:rsidRPr="004B5F62">
        <w:t xml:space="preserve"> zobowiązania z tytułu składek na Fundusz Pracy;</w:t>
      </w:r>
    </w:p>
    <w:p w14:paraId="06739198" w14:textId="77777777" w:rsidR="006D750E" w:rsidRPr="004B5F62" w:rsidRDefault="00CD678A" w:rsidP="00CD678A">
      <w:pPr>
        <w:autoSpaceDE w:val="0"/>
        <w:autoSpaceDN w:val="0"/>
        <w:adjustRightInd w:val="0"/>
        <w:spacing w:line="360" w:lineRule="auto"/>
        <w:ind w:left="703" w:hanging="703"/>
        <w:jc w:val="both"/>
      </w:pPr>
      <w:r w:rsidRPr="004B5F62">
        <w:t>7)</w:t>
      </w:r>
      <w:r w:rsidRPr="004B5F62">
        <w:tab/>
        <w:t>w wierszu W</w:t>
      </w:r>
      <w:r w:rsidR="00E72FE7" w:rsidRPr="004B5F62">
        <w:t> </w:t>
      </w:r>
      <w:r w:rsidR="006D750E" w:rsidRPr="004B5F62">
        <w:t xml:space="preserve">094 </w:t>
      </w:r>
      <w:r w:rsidRPr="004B5F62">
        <w:t>–</w:t>
      </w:r>
      <w:r w:rsidR="006D750E" w:rsidRPr="004B5F62">
        <w:t xml:space="preserve"> zobowiązania z tytułu zakupu dóbr i usług.</w:t>
      </w:r>
    </w:p>
    <w:p w14:paraId="1AA53ABB" w14:textId="77777777" w:rsidR="006D750E" w:rsidRPr="004B5F62" w:rsidRDefault="006D750E" w:rsidP="00CD678A">
      <w:pPr>
        <w:autoSpaceDE w:val="0"/>
        <w:autoSpaceDN w:val="0"/>
        <w:adjustRightInd w:val="0"/>
        <w:spacing w:line="360" w:lineRule="auto"/>
        <w:ind w:firstLine="703"/>
        <w:jc w:val="both"/>
      </w:pPr>
      <w:r w:rsidRPr="004B5F62">
        <w:t>6.</w:t>
      </w:r>
      <w:r w:rsidR="000221CC" w:rsidRPr="004B5F62">
        <w:t xml:space="preserve"> </w:t>
      </w:r>
      <w:r w:rsidRPr="004B5F62">
        <w:t>W dziale D.</w:t>
      </w:r>
      <w:r w:rsidR="000221CC" w:rsidRPr="004B5F62">
        <w:t xml:space="preserve"> </w:t>
      </w:r>
      <w:r w:rsidR="002417AD" w:rsidRPr="004B5F62">
        <w:t>„</w:t>
      </w:r>
      <w:r w:rsidRPr="004B5F62">
        <w:t>Dane uzupełniające</w:t>
      </w:r>
      <w:r w:rsidR="002417AD" w:rsidRPr="004B5F62">
        <w:t>”</w:t>
      </w:r>
      <w:r w:rsidRPr="004B5F62">
        <w:t xml:space="preserve"> wykazuje się:</w:t>
      </w:r>
    </w:p>
    <w:p w14:paraId="4FCAC87D" w14:textId="77777777" w:rsidR="006D750E" w:rsidRPr="004B5F62" w:rsidRDefault="006D750E" w:rsidP="00CD678A">
      <w:pPr>
        <w:autoSpaceDE w:val="0"/>
        <w:autoSpaceDN w:val="0"/>
        <w:adjustRightInd w:val="0"/>
        <w:spacing w:line="360" w:lineRule="auto"/>
        <w:ind w:left="703" w:hanging="703"/>
        <w:jc w:val="both"/>
      </w:pPr>
      <w:r w:rsidRPr="004B5F62">
        <w:t>1)</w:t>
      </w:r>
      <w:r w:rsidRPr="004B5F62">
        <w:tab/>
        <w:t>w części 1.</w:t>
      </w:r>
      <w:r w:rsidR="000221CC" w:rsidRPr="004B5F62">
        <w:t xml:space="preserve"> </w:t>
      </w:r>
      <w:r w:rsidR="003854A2" w:rsidRPr="004B5F62">
        <w:t>„</w:t>
      </w:r>
      <w:r w:rsidRPr="004B5F62">
        <w:t xml:space="preserve">Informacja o finansowaniu inwestycji </w:t>
      </w:r>
      <w:r w:rsidR="005957AD" w:rsidRPr="004B5F62">
        <w:t xml:space="preserve">samorządowego </w:t>
      </w:r>
      <w:r w:rsidRPr="004B5F62">
        <w:t>zakładu budżetowego</w:t>
      </w:r>
      <w:r w:rsidR="003854A2" w:rsidRPr="004B5F62">
        <w:t>”</w:t>
      </w:r>
      <w:r w:rsidRPr="004B5F62">
        <w:t>:</w:t>
      </w:r>
    </w:p>
    <w:p w14:paraId="317A31DC" w14:textId="77777777" w:rsidR="006D750E" w:rsidRPr="004B5F62" w:rsidRDefault="006D750E" w:rsidP="00CD678A">
      <w:pPr>
        <w:tabs>
          <w:tab w:val="left" w:pos="680"/>
        </w:tabs>
        <w:autoSpaceDE w:val="0"/>
        <w:autoSpaceDN w:val="0"/>
        <w:adjustRightInd w:val="0"/>
        <w:spacing w:line="360" w:lineRule="auto"/>
        <w:ind w:left="1412" w:hanging="703"/>
        <w:jc w:val="both"/>
      </w:pPr>
      <w:r w:rsidRPr="004B5F62">
        <w:t>a)</w:t>
      </w:r>
      <w:r w:rsidRPr="004B5F62">
        <w:tab/>
        <w:t xml:space="preserve">w kolumnie </w:t>
      </w:r>
      <w:r w:rsidR="003854A2" w:rsidRPr="004B5F62">
        <w:t>„</w:t>
      </w:r>
      <w:r w:rsidRPr="004B5F62">
        <w:t>Plan</w:t>
      </w:r>
      <w:r w:rsidR="003854A2" w:rsidRPr="004B5F62">
        <w:t>”</w:t>
      </w:r>
      <w:r w:rsidRPr="004B5F62">
        <w:t xml:space="preserve"> </w:t>
      </w:r>
      <w:r w:rsidR="0050204E" w:rsidRPr="004B5F62">
        <w:t>–</w:t>
      </w:r>
      <w:r w:rsidRPr="004B5F62">
        <w:t xml:space="preserve"> planowane wydatki inwestycyjne oraz źródła ich finansowania,</w:t>
      </w:r>
    </w:p>
    <w:p w14:paraId="37D7A595" w14:textId="77777777" w:rsidR="006D750E" w:rsidRPr="004B5F62" w:rsidRDefault="006D750E" w:rsidP="00CD678A">
      <w:pPr>
        <w:tabs>
          <w:tab w:val="left" w:pos="680"/>
        </w:tabs>
        <w:autoSpaceDE w:val="0"/>
        <w:autoSpaceDN w:val="0"/>
        <w:adjustRightInd w:val="0"/>
        <w:spacing w:line="360" w:lineRule="auto"/>
        <w:ind w:left="1412" w:hanging="703"/>
        <w:jc w:val="both"/>
      </w:pPr>
      <w:r w:rsidRPr="004B5F62">
        <w:t>b)</w:t>
      </w:r>
      <w:r w:rsidRPr="004B5F62">
        <w:tab/>
        <w:t xml:space="preserve">w kolumnie </w:t>
      </w:r>
      <w:r w:rsidR="003854A2" w:rsidRPr="004B5F62">
        <w:t>„</w:t>
      </w:r>
      <w:r w:rsidRPr="004B5F62">
        <w:t>Wykonanie na koniec okresu sprawozdawczego</w:t>
      </w:r>
      <w:r w:rsidR="003854A2" w:rsidRPr="004B5F62">
        <w:t>”</w:t>
      </w:r>
      <w:r w:rsidRPr="004B5F62">
        <w:t>:</w:t>
      </w:r>
    </w:p>
    <w:p w14:paraId="66F804BE" w14:textId="77777777" w:rsidR="006D750E" w:rsidRPr="004B5F62" w:rsidRDefault="006D750E" w:rsidP="0050204E">
      <w:pPr>
        <w:autoSpaceDE w:val="0"/>
        <w:autoSpaceDN w:val="0"/>
        <w:adjustRightInd w:val="0"/>
        <w:spacing w:line="360" w:lineRule="auto"/>
        <w:ind w:left="1980" w:hanging="587"/>
        <w:jc w:val="both"/>
      </w:pPr>
      <w:r w:rsidRPr="004B5F62">
        <w:t>–</w:t>
      </w:r>
      <w:r w:rsidRPr="004B5F62">
        <w:tab/>
        <w:t>poniesione wydatki inwestycyjne od początku roku do końca okresu sprawozdawczego,</w:t>
      </w:r>
    </w:p>
    <w:p w14:paraId="53DACF07" w14:textId="77777777" w:rsidR="006D750E" w:rsidRPr="004B5F62" w:rsidRDefault="006D750E" w:rsidP="0050204E">
      <w:pPr>
        <w:autoSpaceDE w:val="0"/>
        <w:autoSpaceDN w:val="0"/>
        <w:adjustRightInd w:val="0"/>
        <w:spacing w:line="360" w:lineRule="auto"/>
        <w:ind w:left="1980" w:hanging="587"/>
        <w:jc w:val="both"/>
      </w:pPr>
      <w:r w:rsidRPr="004B5F62">
        <w:t>–</w:t>
      </w:r>
      <w:r w:rsidRPr="004B5F62">
        <w:tab/>
        <w:t>źródła, z których zostały sfinansowane wydatki inwestycyjne,</w:t>
      </w:r>
    </w:p>
    <w:p w14:paraId="0C452FDD" w14:textId="77777777" w:rsidR="006D750E" w:rsidRPr="004B5F62" w:rsidRDefault="006D750E" w:rsidP="0050204E">
      <w:pPr>
        <w:autoSpaceDE w:val="0"/>
        <w:autoSpaceDN w:val="0"/>
        <w:adjustRightInd w:val="0"/>
        <w:spacing w:line="360" w:lineRule="auto"/>
        <w:ind w:left="1980" w:hanging="587"/>
        <w:jc w:val="both"/>
      </w:pPr>
      <w:r w:rsidRPr="004B5F62">
        <w:t>–</w:t>
      </w:r>
      <w:r w:rsidRPr="004B5F62">
        <w:tab/>
        <w:t>stan zobowiązań inwestycyjnych z tytułu wykonywanej inwestycji,</w:t>
      </w:r>
    </w:p>
    <w:p w14:paraId="5549EF7A" w14:textId="77777777" w:rsidR="006D750E" w:rsidRPr="004B5F62" w:rsidRDefault="006D750E" w:rsidP="0050204E">
      <w:pPr>
        <w:autoSpaceDE w:val="0"/>
        <w:autoSpaceDN w:val="0"/>
        <w:adjustRightInd w:val="0"/>
        <w:spacing w:line="360" w:lineRule="auto"/>
        <w:ind w:left="1980" w:hanging="587"/>
        <w:jc w:val="both"/>
      </w:pPr>
      <w:r w:rsidRPr="004B5F62">
        <w:t>–</w:t>
      </w:r>
      <w:r w:rsidRPr="004B5F62">
        <w:tab/>
        <w:t>stan zobowiązań wobec budżetu z tytułu zwrotu dotacji w części, w jakiej nie została wykorzystana w roku budżetowym;</w:t>
      </w:r>
    </w:p>
    <w:p w14:paraId="1074EC05" w14:textId="77777777" w:rsidR="006D750E" w:rsidRPr="004B5F62" w:rsidRDefault="006D750E" w:rsidP="00CD678A">
      <w:pPr>
        <w:autoSpaceDE w:val="0"/>
        <w:autoSpaceDN w:val="0"/>
        <w:adjustRightInd w:val="0"/>
        <w:spacing w:line="360" w:lineRule="auto"/>
        <w:ind w:left="703" w:hanging="703"/>
        <w:jc w:val="both"/>
      </w:pPr>
      <w:r w:rsidRPr="004B5F62">
        <w:lastRenderedPageBreak/>
        <w:t>2)</w:t>
      </w:r>
      <w:r w:rsidRPr="004B5F62">
        <w:tab/>
        <w:t>w części 2.</w:t>
      </w:r>
      <w:r w:rsidR="000221CC" w:rsidRPr="004B5F62">
        <w:t xml:space="preserve"> </w:t>
      </w:r>
      <w:r w:rsidR="003854A2" w:rsidRPr="004B5F62">
        <w:t>„</w:t>
      </w:r>
      <w:r w:rsidRPr="004B5F62">
        <w:t>Informacja o rozliczeniu kasowym z budżetem</w:t>
      </w:r>
      <w:r w:rsidR="003854A2" w:rsidRPr="004B5F62">
        <w:t>”</w:t>
      </w:r>
      <w:r w:rsidRPr="004B5F62">
        <w:t xml:space="preserve"> </w:t>
      </w:r>
      <w:r w:rsidR="0050204E" w:rsidRPr="004B5F62">
        <w:t>–</w:t>
      </w:r>
      <w:r w:rsidRPr="004B5F62">
        <w:t xml:space="preserve"> stan rozliczeń kasowych z budżetem w okresie od dnia 1 stycznia do końca okresu sprawozdawczego:</w:t>
      </w:r>
    </w:p>
    <w:p w14:paraId="708F4757" w14:textId="77777777" w:rsidR="006D750E" w:rsidRPr="004B5F62" w:rsidRDefault="006D750E" w:rsidP="00E83507">
      <w:pPr>
        <w:tabs>
          <w:tab w:val="left" w:pos="680"/>
        </w:tabs>
        <w:autoSpaceDE w:val="0"/>
        <w:autoSpaceDN w:val="0"/>
        <w:adjustRightInd w:val="0"/>
        <w:spacing w:line="360" w:lineRule="auto"/>
        <w:ind w:left="1406" w:hanging="703"/>
        <w:jc w:val="both"/>
      </w:pPr>
      <w:r w:rsidRPr="004B5F62">
        <w:t>a)</w:t>
      </w:r>
      <w:r w:rsidRPr="004B5F62">
        <w:tab/>
        <w:t>w wierszu Z</w:t>
      </w:r>
      <w:r w:rsidR="00087ECD" w:rsidRPr="004B5F62">
        <w:t> </w:t>
      </w:r>
      <w:r w:rsidRPr="004B5F62">
        <w:t xml:space="preserve">100 </w:t>
      </w:r>
      <w:r w:rsidR="00CD678A" w:rsidRPr="004B5F62">
        <w:t>–</w:t>
      </w:r>
      <w:r w:rsidRPr="004B5F62">
        <w:t xml:space="preserve"> z tytułu podatku dochodowego od osób prawnych,</w:t>
      </w:r>
    </w:p>
    <w:p w14:paraId="43B0D868" w14:textId="77777777" w:rsidR="006D750E" w:rsidRPr="004B5F62" w:rsidRDefault="006D750E" w:rsidP="00E83507">
      <w:pPr>
        <w:tabs>
          <w:tab w:val="left" w:pos="680"/>
        </w:tabs>
        <w:autoSpaceDE w:val="0"/>
        <w:autoSpaceDN w:val="0"/>
        <w:adjustRightInd w:val="0"/>
        <w:spacing w:line="360" w:lineRule="auto"/>
        <w:ind w:left="1406" w:hanging="703"/>
        <w:jc w:val="both"/>
      </w:pPr>
      <w:r w:rsidRPr="004B5F62">
        <w:t>b)</w:t>
      </w:r>
      <w:r w:rsidRPr="004B5F62">
        <w:tab/>
        <w:t>w wierszu Z</w:t>
      </w:r>
      <w:r w:rsidR="00087ECD" w:rsidRPr="004B5F62">
        <w:t> </w:t>
      </w:r>
      <w:r w:rsidRPr="004B5F62">
        <w:t xml:space="preserve">101 </w:t>
      </w:r>
      <w:r w:rsidR="00CD678A" w:rsidRPr="004B5F62">
        <w:t>–</w:t>
      </w:r>
      <w:r w:rsidRPr="004B5F62">
        <w:t xml:space="preserve"> z tytułu wpłaty nadwyżki środków obrotowych</w:t>
      </w:r>
    </w:p>
    <w:p w14:paraId="726AD4BC" w14:textId="77777777" w:rsidR="006D750E" w:rsidRPr="004B5F62" w:rsidRDefault="00CD678A" w:rsidP="00E83507">
      <w:pPr>
        <w:autoSpaceDE w:val="0"/>
        <w:autoSpaceDN w:val="0"/>
        <w:adjustRightInd w:val="0"/>
        <w:spacing w:line="360" w:lineRule="auto"/>
        <w:jc w:val="both"/>
      </w:pPr>
      <w:r w:rsidRPr="004B5F62">
        <w:t>–</w:t>
      </w:r>
      <w:r w:rsidR="006D750E" w:rsidRPr="004B5F62">
        <w:t xml:space="preserve"> z wyszczególnieniem wpłat dokonanych w danym roku budżetowym za poprzedni rok budżetowy i wpłat zaliczek za dany rok budżetowy.</w:t>
      </w:r>
    </w:p>
    <w:p w14:paraId="07703107" w14:textId="77777777" w:rsidR="00CD678A" w:rsidRPr="004B5F62" w:rsidRDefault="00CD678A" w:rsidP="00CD678A">
      <w:pPr>
        <w:pStyle w:val="Tekstpodstawowywcity"/>
        <w:spacing w:before="240" w:line="360" w:lineRule="auto"/>
        <w:ind w:firstLine="0"/>
        <w:jc w:val="center"/>
        <w:rPr>
          <w:rFonts w:cs="Times New Roman"/>
          <w:b/>
        </w:rPr>
      </w:pPr>
      <w:r w:rsidRPr="004B5F62">
        <w:rPr>
          <w:rFonts w:cs="Times New Roman"/>
          <w:b/>
        </w:rPr>
        <w:t>Rozdział 8</w:t>
      </w:r>
    </w:p>
    <w:p w14:paraId="76158F6A" w14:textId="77777777" w:rsidR="00CD678A" w:rsidRPr="004B5F62" w:rsidRDefault="00CD678A" w:rsidP="00CD678A">
      <w:pPr>
        <w:pStyle w:val="Tekstpodstawowy"/>
        <w:spacing w:before="240" w:after="0" w:line="360" w:lineRule="auto"/>
        <w:jc w:val="center"/>
        <w:rPr>
          <w:rFonts w:ascii="Times New Roman" w:hAnsi="Times New Roman"/>
          <w:b/>
          <w:sz w:val="24"/>
          <w:szCs w:val="24"/>
        </w:rPr>
      </w:pPr>
      <w:r w:rsidRPr="004B5F62">
        <w:rPr>
          <w:rFonts w:ascii="Times New Roman" w:hAnsi="Times New Roman"/>
          <w:b/>
          <w:sz w:val="24"/>
          <w:szCs w:val="24"/>
        </w:rPr>
        <w:t>Sprawozdanie Rb-34S z wykonania dochodów i wydatków na rachunku, o którym mowa w art. 223 ust. 1 ustawy o finansach publicznych</w:t>
      </w:r>
    </w:p>
    <w:p w14:paraId="342BC65A" w14:textId="77777777" w:rsidR="00CD678A" w:rsidRPr="004B5F62" w:rsidRDefault="00CD678A" w:rsidP="001D66AD">
      <w:pPr>
        <w:autoSpaceDE w:val="0"/>
        <w:autoSpaceDN w:val="0"/>
        <w:adjustRightInd w:val="0"/>
        <w:spacing w:before="240" w:line="360" w:lineRule="auto"/>
        <w:ind w:firstLine="703"/>
        <w:jc w:val="both"/>
        <w:rPr>
          <w:bCs/>
        </w:rPr>
      </w:pPr>
      <w:r w:rsidRPr="004B5F62">
        <w:rPr>
          <w:b/>
        </w:rPr>
        <w:t>§</w:t>
      </w:r>
      <w:r w:rsidR="000221CC" w:rsidRPr="004B5F62">
        <w:rPr>
          <w:b/>
        </w:rPr>
        <w:t xml:space="preserve"> </w:t>
      </w:r>
      <w:r w:rsidR="00D252C7" w:rsidRPr="004B5F62">
        <w:rPr>
          <w:b/>
        </w:rPr>
        <w:t>19</w:t>
      </w:r>
      <w:r w:rsidRPr="004B5F62">
        <w:rPr>
          <w:b/>
        </w:rPr>
        <w:t>.</w:t>
      </w:r>
      <w:r w:rsidR="000221CC" w:rsidRPr="004B5F62">
        <w:t xml:space="preserve"> </w:t>
      </w:r>
      <w:r w:rsidRPr="004B5F62">
        <w:t>1.</w:t>
      </w:r>
      <w:r w:rsidR="00B26953">
        <w:rPr>
          <w:rStyle w:val="Odwoanieprzypisudolnego"/>
        </w:rPr>
        <w:footnoteReference w:id="7"/>
      </w:r>
      <w:r w:rsidR="00B26953" w:rsidRPr="00B26953">
        <w:rPr>
          <w:vertAlign w:val="superscript"/>
        </w:rPr>
        <w:t>)</w:t>
      </w:r>
      <w:r w:rsidR="000221CC" w:rsidRPr="004B5F62">
        <w:t xml:space="preserve"> </w:t>
      </w:r>
      <w:r w:rsidR="00B26953" w:rsidRPr="003212A4">
        <w:t>Sprawozdanie jednostkowe sporządza się w szczegółowości: dział, rozdział, grupa paragrafów albo dział, rozdział, paragraf; sumowaniu podlegają kwoty wyszczególnione w rozdziałach.</w:t>
      </w:r>
    </w:p>
    <w:p w14:paraId="0E653374" w14:textId="77777777" w:rsidR="006D750E" w:rsidRPr="004B5F62" w:rsidRDefault="00693B5D" w:rsidP="00E83507">
      <w:pPr>
        <w:autoSpaceDE w:val="0"/>
        <w:autoSpaceDN w:val="0"/>
        <w:adjustRightInd w:val="0"/>
        <w:spacing w:line="360" w:lineRule="auto"/>
        <w:ind w:firstLine="703"/>
        <w:jc w:val="both"/>
      </w:pPr>
      <w:r w:rsidRPr="004B5F62">
        <w:t>2</w:t>
      </w:r>
      <w:r w:rsidR="006D750E" w:rsidRPr="004B5F62">
        <w:t>.</w:t>
      </w:r>
      <w:r w:rsidR="000221CC" w:rsidRPr="004B5F62">
        <w:t xml:space="preserve"> </w:t>
      </w:r>
      <w:r w:rsidR="006D750E" w:rsidRPr="004B5F62">
        <w:t xml:space="preserve">W dziale A. </w:t>
      </w:r>
      <w:r w:rsidR="003854A2" w:rsidRPr="004B5F62">
        <w:t>„</w:t>
      </w:r>
      <w:r w:rsidR="006D750E" w:rsidRPr="004B5F62">
        <w:t>Dochody</w:t>
      </w:r>
      <w:r w:rsidR="003854A2" w:rsidRPr="004B5F62">
        <w:t>”</w:t>
      </w:r>
      <w:r w:rsidR="006D750E" w:rsidRPr="004B5F62">
        <w:t xml:space="preserve"> w kolumnach: </w:t>
      </w:r>
      <w:r w:rsidR="003854A2" w:rsidRPr="004B5F62">
        <w:t>„</w:t>
      </w:r>
      <w:r w:rsidR="006D750E" w:rsidRPr="004B5F62">
        <w:t>Plan</w:t>
      </w:r>
      <w:r w:rsidR="003854A2" w:rsidRPr="004B5F62">
        <w:t>”</w:t>
      </w:r>
      <w:r w:rsidR="006D750E" w:rsidRPr="004B5F62">
        <w:t xml:space="preserve"> i </w:t>
      </w:r>
      <w:r w:rsidR="003854A2" w:rsidRPr="004B5F62">
        <w:t>„</w:t>
      </w:r>
      <w:r w:rsidR="006D750E" w:rsidRPr="004B5F62">
        <w:t>Wykonanie</w:t>
      </w:r>
      <w:r w:rsidR="003854A2" w:rsidRPr="004B5F62">
        <w:t>”</w:t>
      </w:r>
      <w:r w:rsidR="006D750E" w:rsidRPr="004B5F62">
        <w:t xml:space="preserve"> wykazuje się:</w:t>
      </w:r>
    </w:p>
    <w:p w14:paraId="5B73AAED" w14:textId="77777777" w:rsidR="006D750E" w:rsidRPr="004B5F62" w:rsidRDefault="006D750E" w:rsidP="00E83507">
      <w:pPr>
        <w:autoSpaceDE w:val="0"/>
        <w:autoSpaceDN w:val="0"/>
        <w:adjustRightInd w:val="0"/>
        <w:spacing w:line="360" w:lineRule="auto"/>
        <w:ind w:left="709" w:hanging="709"/>
        <w:jc w:val="both"/>
      </w:pPr>
      <w:r w:rsidRPr="004B5F62">
        <w:t>1)</w:t>
      </w:r>
      <w:r w:rsidRPr="004B5F62">
        <w:tab/>
        <w:t xml:space="preserve">w szczegółowości dział, rozdział, paragraf </w:t>
      </w:r>
      <w:r w:rsidR="0050204E" w:rsidRPr="004B5F62">
        <w:t>–</w:t>
      </w:r>
      <w:r w:rsidRPr="004B5F62">
        <w:t xml:space="preserve"> odpowiednio planowane i zrealizowane wpływy środków pieniężnych na wydzielony rachunek dochodów;</w:t>
      </w:r>
    </w:p>
    <w:p w14:paraId="7F71325E" w14:textId="77777777" w:rsidR="006D750E" w:rsidRPr="004B5F62" w:rsidRDefault="006D750E" w:rsidP="00E83507">
      <w:pPr>
        <w:autoSpaceDE w:val="0"/>
        <w:autoSpaceDN w:val="0"/>
        <w:adjustRightInd w:val="0"/>
        <w:spacing w:line="360" w:lineRule="auto"/>
        <w:ind w:left="709" w:hanging="709"/>
        <w:jc w:val="both"/>
      </w:pPr>
      <w:r w:rsidRPr="004B5F62">
        <w:t>2)</w:t>
      </w:r>
      <w:r w:rsidRPr="004B5F62">
        <w:tab/>
        <w:t xml:space="preserve">w wydzielonym wierszu </w:t>
      </w:r>
      <w:r w:rsidR="003854A2" w:rsidRPr="004B5F62">
        <w:t>„</w:t>
      </w:r>
      <w:r w:rsidRPr="004B5F62">
        <w:t>K</w:t>
      </w:r>
      <w:r w:rsidR="00087ECD" w:rsidRPr="004B5F62">
        <w:t> </w:t>
      </w:r>
      <w:r w:rsidRPr="004B5F62">
        <w:t>150</w:t>
      </w:r>
      <w:r w:rsidR="003854A2" w:rsidRPr="004B5F62">
        <w:t>”</w:t>
      </w:r>
      <w:r w:rsidRPr="004B5F62">
        <w:t xml:space="preserve"> </w:t>
      </w:r>
      <w:r w:rsidR="001D66AD" w:rsidRPr="004B5F62">
        <w:t>–</w:t>
      </w:r>
      <w:r w:rsidRPr="004B5F62">
        <w:t xml:space="preserve"> stan środków pieniężnych na wydzielonym rachunku na początku okresu sprawozdawczego.</w:t>
      </w:r>
    </w:p>
    <w:p w14:paraId="34A62C0C" w14:textId="77777777" w:rsidR="006D750E" w:rsidRPr="004B5F62" w:rsidRDefault="00693B5D" w:rsidP="00E83507">
      <w:pPr>
        <w:autoSpaceDE w:val="0"/>
        <w:autoSpaceDN w:val="0"/>
        <w:adjustRightInd w:val="0"/>
        <w:spacing w:line="360" w:lineRule="auto"/>
        <w:ind w:firstLine="709"/>
        <w:jc w:val="both"/>
      </w:pPr>
      <w:r w:rsidRPr="004B5F62">
        <w:t>3</w:t>
      </w:r>
      <w:r w:rsidR="006D750E" w:rsidRPr="004B5F62">
        <w:t>.</w:t>
      </w:r>
      <w:r w:rsidR="000221CC" w:rsidRPr="004B5F62">
        <w:t xml:space="preserve"> </w:t>
      </w:r>
      <w:r w:rsidR="006D750E" w:rsidRPr="004B5F62">
        <w:t xml:space="preserve">W dziale B. </w:t>
      </w:r>
      <w:r w:rsidR="003854A2" w:rsidRPr="004B5F62">
        <w:t>„</w:t>
      </w:r>
      <w:r w:rsidR="006D750E" w:rsidRPr="004B5F62">
        <w:t>Wydatki</w:t>
      </w:r>
      <w:r w:rsidR="003854A2" w:rsidRPr="004B5F62">
        <w:t>”</w:t>
      </w:r>
      <w:r w:rsidR="006D750E" w:rsidRPr="004B5F62">
        <w:t xml:space="preserve"> w kolumnach: </w:t>
      </w:r>
      <w:r w:rsidR="003854A2" w:rsidRPr="004B5F62">
        <w:t>„</w:t>
      </w:r>
      <w:r w:rsidR="006D750E" w:rsidRPr="004B5F62">
        <w:t>Plan</w:t>
      </w:r>
      <w:r w:rsidR="003854A2" w:rsidRPr="004B5F62">
        <w:t>”</w:t>
      </w:r>
      <w:r w:rsidR="006D750E" w:rsidRPr="004B5F62">
        <w:t xml:space="preserve"> i </w:t>
      </w:r>
      <w:r w:rsidR="003854A2" w:rsidRPr="004B5F62">
        <w:t>„</w:t>
      </w:r>
      <w:r w:rsidR="006D750E" w:rsidRPr="004B5F62">
        <w:t>Wykonanie</w:t>
      </w:r>
      <w:r w:rsidR="003854A2" w:rsidRPr="004B5F62">
        <w:t>”</w:t>
      </w:r>
      <w:r w:rsidR="006D750E" w:rsidRPr="004B5F62">
        <w:t xml:space="preserve"> wykazuje się:</w:t>
      </w:r>
    </w:p>
    <w:p w14:paraId="65F4916A" w14:textId="77777777" w:rsidR="006D750E" w:rsidRPr="004B5F62" w:rsidRDefault="006D750E" w:rsidP="00E83507">
      <w:pPr>
        <w:autoSpaceDE w:val="0"/>
        <w:autoSpaceDN w:val="0"/>
        <w:adjustRightInd w:val="0"/>
        <w:spacing w:line="360" w:lineRule="auto"/>
        <w:ind w:left="709" w:hanging="709"/>
        <w:jc w:val="both"/>
      </w:pPr>
      <w:r w:rsidRPr="004B5F62">
        <w:t>1)</w:t>
      </w:r>
      <w:r w:rsidR="00144194">
        <w:rPr>
          <w:rStyle w:val="Odwoanieprzypisudolnego"/>
        </w:rPr>
        <w:footnoteReference w:id="8"/>
      </w:r>
      <w:r w:rsidR="007C0580" w:rsidRPr="007C0580">
        <w:rPr>
          <w:vertAlign w:val="superscript"/>
        </w:rPr>
        <w:t>)</w:t>
      </w:r>
      <w:r w:rsidRPr="004B5F62">
        <w:tab/>
      </w:r>
      <w:r w:rsidR="00144194" w:rsidRPr="003212A4">
        <w:t>w szczegółowości: dział, rozdział, grupa paragrafów albo dział, rozdział, paragraf – planowane wydatki oraz w szczegółowości: dział, rozdział, paragraf – poniesione wydatki;</w:t>
      </w:r>
    </w:p>
    <w:p w14:paraId="727B6D2A" w14:textId="77777777" w:rsidR="006D750E" w:rsidRPr="004B5F62" w:rsidRDefault="006D750E" w:rsidP="00E83507">
      <w:pPr>
        <w:autoSpaceDE w:val="0"/>
        <w:autoSpaceDN w:val="0"/>
        <w:adjustRightInd w:val="0"/>
        <w:spacing w:line="360" w:lineRule="auto"/>
        <w:ind w:left="709" w:hanging="709"/>
        <w:jc w:val="both"/>
      </w:pPr>
      <w:r w:rsidRPr="004B5F62">
        <w:t>2)</w:t>
      </w:r>
      <w:r w:rsidRPr="004B5F62">
        <w:tab/>
        <w:t xml:space="preserve">w wydzielonym wierszu </w:t>
      </w:r>
      <w:r w:rsidR="003854A2" w:rsidRPr="004B5F62">
        <w:t>„</w:t>
      </w:r>
      <w:r w:rsidRPr="004B5F62">
        <w:t>P</w:t>
      </w:r>
      <w:r w:rsidR="00087ECD" w:rsidRPr="004B5F62">
        <w:t> </w:t>
      </w:r>
      <w:r w:rsidRPr="004B5F62">
        <w:t>150</w:t>
      </w:r>
      <w:r w:rsidR="003854A2" w:rsidRPr="004B5F62">
        <w:t>”</w:t>
      </w:r>
      <w:r w:rsidRPr="004B5F62">
        <w:t xml:space="preserve"> </w:t>
      </w:r>
      <w:r w:rsidR="001D66AD" w:rsidRPr="004B5F62">
        <w:t>–</w:t>
      </w:r>
      <w:r w:rsidRPr="004B5F62">
        <w:t xml:space="preserve"> stan środków pieniężnych na wydzielonym rachunku na koniec okresu sprawozdawczego.</w:t>
      </w:r>
    </w:p>
    <w:p w14:paraId="0417E66A" w14:textId="77777777" w:rsidR="006D750E" w:rsidRPr="004B5F62" w:rsidRDefault="00693B5D" w:rsidP="00344185">
      <w:pPr>
        <w:autoSpaceDE w:val="0"/>
        <w:autoSpaceDN w:val="0"/>
        <w:adjustRightInd w:val="0"/>
        <w:spacing w:line="360" w:lineRule="auto"/>
        <w:ind w:firstLine="703"/>
        <w:jc w:val="both"/>
      </w:pPr>
      <w:r w:rsidRPr="004B5F62">
        <w:t>4</w:t>
      </w:r>
      <w:r w:rsidR="006D750E" w:rsidRPr="004B5F62">
        <w:t>.</w:t>
      </w:r>
      <w:r w:rsidR="000221CC" w:rsidRPr="004B5F62">
        <w:t xml:space="preserve"> </w:t>
      </w:r>
      <w:r w:rsidR="006D750E" w:rsidRPr="004B5F62">
        <w:t>W dziale C. wykazuje się według stanu na początek i koniec okresu sprawozdawczego:</w:t>
      </w:r>
    </w:p>
    <w:p w14:paraId="23EF1141" w14:textId="77777777" w:rsidR="001D66AD" w:rsidRPr="004B5F62" w:rsidRDefault="001D66AD" w:rsidP="00344185">
      <w:pPr>
        <w:spacing w:line="360" w:lineRule="auto"/>
        <w:ind w:left="720" w:hanging="720"/>
        <w:jc w:val="both"/>
        <w:rPr>
          <w:rFonts w:eastAsia="MS Mincho"/>
        </w:rPr>
      </w:pPr>
      <w:r w:rsidRPr="004B5F62">
        <w:t>1)</w:t>
      </w:r>
      <w:r w:rsidRPr="004B5F62">
        <w:tab/>
      </w:r>
      <w:r w:rsidRPr="004B5F62">
        <w:rPr>
          <w:rFonts w:eastAsia="MS Mincho"/>
        </w:rPr>
        <w:t>w wierszu W</w:t>
      </w:r>
      <w:r w:rsidR="00087ECD" w:rsidRPr="004B5F62">
        <w:rPr>
          <w:rFonts w:eastAsia="MS Mincho"/>
        </w:rPr>
        <w:t> </w:t>
      </w:r>
      <w:r w:rsidRPr="004B5F62">
        <w:rPr>
          <w:rFonts w:eastAsia="MS Mincho"/>
        </w:rPr>
        <w:t>020 – należności netto tj. należności po pomniejszeniu o odpis aktualizujący należności;</w:t>
      </w:r>
    </w:p>
    <w:p w14:paraId="2575AC8D" w14:textId="77777777" w:rsidR="006D750E" w:rsidRPr="004B5F62" w:rsidRDefault="006D750E" w:rsidP="00E83507">
      <w:pPr>
        <w:autoSpaceDE w:val="0"/>
        <w:autoSpaceDN w:val="0"/>
        <w:adjustRightInd w:val="0"/>
        <w:spacing w:line="360" w:lineRule="auto"/>
        <w:ind w:left="703" w:hanging="703"/>
        <w:jc w:val="both"/>
      </w:pPr>
      <w:r w:rsidRPr="004B5F62">
        <w:t>2)</w:t>
      </w:r>
      <w:r w:rsidRPr="004B5F62">
        <w:tab/>
        <w:t>w wierszu W</w:t>
      </w:r>
      <w:r w:rsidR="00087ECD" w:rsidRPr="004B5F62">
        <w:t> </w:t>
      </w:r>
      <w:r w:rsidRPr="004B5F62">
        <w:t xml:space="preserve">021 </w:t>
      </w:r>
      <w:r w:rsidR="001D66AD" w:rsidRPr="004B5F62">
        <w:t>–</w:t>
      </w:r>
      <w:r w:rsidRPr="004B5F62">
        <w:t xml:space="preserve"> kwotę odpisu aktualizującego należności;</w:t>
      </w:r>
    </w:p>
    <w:p w14:paraId="2E697112" w14:textId="77777777" w:rsidR="001D66AD" w:rsidRPr="004B5F62" w:rsidRDefault="001D66AD" w:rsidP="00E83507">
      <w:pPr>
        <w:autoSpaceDE w:val="0"/>
        <w:autoSpaceDN w:val="0"/>
        <w:adjustRightInd w:val="0"/>
        <w:spacing w:line="360" w:lineRule="auto"/>
        <w:ind w:left="703" w:hanging="703"/>
        <w:jc w:val="both"/>
      </w:pPr>
      <w:r w:rsidRPr="004B5F62">
        <w:lastRenderedPageBreak/>
        <w:t>3)</w:t>
      </w:r>
      <w:r w:rsidRPr="004B5F62">
        <w:tab/>
        <w:t xml:space="preserve">w wierszu </w:t>
      </w:r>
      <w:r w:rsidRPr="004B5F62">
        <w:rPr>
          <w:rFonts w:eastAsia="MS Mincho"/>
        </w:rPr>
        <w:t>W</w:t>
      </w:r>
      <w:r w:rsidR="00087ECD" w:rsidRPr="004B5F62">
        <w:rPr>
          <w:rFonts w:eastAsia="MS Mincho"/>
        </w:rPr>
        <w:t> </w:t>
      </w:r>
      <w:r w:rsidRPr="004B5F62">
        <w:rPr>
          <w:rFonts w:eastAsia="MS Mincho"/>
        </w:rPr>
        <w:t xml:space="preserve">022 – </w:t>
      </w:r>
      <w:r w:rsidR="005A5961" w:rsidRPr="004B5F62">
        <w:rPr>
          <w:rFonts w:eastAsia="MS Mincho"/>
        </w:rPr>
        <w:t>nieobjętą odpisem aktualizującym kwotę odsetek od należności niezapłaconych w terminie</w:t>
      </w:r>
      <w:r w:rsidRPr="004B5F62">
        <w:rPr>
          <w:rFonts w:eastAsia="MS Mincho"/>
        </w:rPr>
        <w:t>;</w:t>
      </w:r>
    </w:p>
    <w:p w14:paraId="1E237CD5" w14:textId="77777777" w:rsidR="006D750E" w:rsidRPr="004B5F62" w:rsidRDefault="006D750E" w:rsidP="00E83507">
      <w:pPr>
        <w:autoSpaceDE w:val="0"/>
        <w:autoSpaceDN w:val="0"/>
        <w:adjustRightInd w:val="0"/>
        <w:spacing w:line="360" w:lineRule="auto"/>
        <w:ind w:left="703" w:hanging="703"/>
        <w:jc w:val="both"/>
      </w:pPr>
      <w:r w:rsidRPr="004B5F62">
        <w:t>4)</w:t>
      </w:r>
      <w:r w:rsidRPr="004B5F62">
        <w:tab/>
        <w:t>w wierszu W</w:t>
      </w:r>
      <w:r w:rsidR="00087ECD" w:rsidRPr="004B5F62">
        <w:t> </w:t>
      </w:r>
      <w:r w:rsidRPr="004B5F62">
        <w:t xml:space="preserve">040 </w:t>
      </w:r>
      <w:r w:rsidR="001D66AD" w:rsidRPr="004B5F62">
        <w:t>–</w:t>
      </w:r>
      <w:r w:rsidRPr="004B5F62">
        <w:t xml:space="preserve"> zobowiązania.</w:t>
      </w:r>
    </w:p>
    <w:p w14:paraId="5278C12F" w14:textId="77777777" w:rsidR="00423A0B" w:rsidRPr="004B5F62" w:rsidRDefault="00423A0B" w:rsidP="00423A0B">
      <w:pPr>
        <w:autoSpaceDE w:val="0"/>
        <w:autoSpaceDN w:val="0"/>
        <w:adjustRightInd w:val="0"/>
        <w:spacing w:before="240" w:line="360" w:lineRule="auto"/>
        <w:jc w:val="center"/>
        <w:rPr>
          <w:b/>
          <w:bCs/>
        </w:rPr>
      </w:pPr>
      <w:r w:rsidRPr="004B5F62">
        <w:rPr>
          <w:b/>
          <w:bCs/>
        </w:rPr>
        <w:t>Rozdział 9</w:t>
      </w:r>
    </w:p>
    <w:p w14:paraId="7D97FEB0" w14:textId="77777777" w:rsidR="00423A0B" w:rsidRPr="004B5F62" w:rsidRDefault="00423A0B" w:rsidP="00423A0B">
      <w:pPr>
        <w:autoSpaceDE w:val="0"/>
        <w:autoSpaceDN w:val="0"/>
        <w:adjustRightInd w:val="0"/>
        <w:spacing w:before="240" w:line="360" w:lineRule="auto"/>
        <w:jc w:val="center"/>
        <w:rPr>
          <w:b/>
          <w:bCs/>
        </w:rPr>
      </w:pPr>
      <w:r w:rsidRPr="004B5F62">
        <w:rPr>
          <w:b/>
          <w:bCs/>
        </w:rPr>
        <w:t>Sprawozdanie Rb-50 o dotacjach/wydatkach związanych z wykonywaniem zadań z zakresu administracji rządowej oraz innych zadań zleconych jednostkom samorządu terytorialnego ustawami</w:t>
      </w:r>
    </w:p>
    <w:p w14:paraId="4B12A53E" w14:textId="77777777" w:rsidR="00423A0B" w:rsidRPr="003212A4" w:rsidRDefault="00423A0B" w:rsidP="00423A0B">
      <w:pPr>
        <w:autoSpaceDE w:val="0"/>
        <w:autoSpaceDN w:val="0"/>
        <w:adjustRightInd w:val="0"/>
        <w:spacing w:before="240" w:line="360" w:lineRule="auto"/>
        <w:ind w:firstLine="703"/>
        <w:jc w:val="both"/>
      </w:pPr>
      <w:r w:rsidRPr="004B5F62">
        <w:rPr>
          <w:b/>
          <w:bCs/>
        </w:rPr>
        <w:t>§</w:t>
      </w:r>
      <w:r w:rsidR="000221CC" w:rsidRPr="004B5F62">
        <w:rPr>
          <w:b/>
          <w:bCs/>
        </w:rPr>
        <w:t xml:space="preserve"> </w:t>
      </w:r>
      <w:r w:rsidR="0024656E" w:rsidRPr="004B5F62">
        <w:rPr>
          <w:b/>
          <w:bCs/>
        </w:rPr>
        <w:t>2</w:t>
      </w:r>
      <w:r w:rsidR="00D252C7" w:rsidRPr="004B5F62">
        <w:rPr>
          <w:b/>
          <w:bCs/>
        </w:rPr>
        <w:t>0</w:t>
      </w:r>
      <w:r w:rsidRPr="004B5F62">
        <w:rPr>
          <w:b/>
          <w:bCs/>
        </w:rPr>
        <w:t>.</w:t>
      </w:r>
      <w:r w:rsidR="000221CC" w:rsidRPr="004B5F62">
        <w:rPr>
          <w:b/>
          <w:bCs/>
        </w:rPr>
        <w:t xml:space="preserve"> </w:t>
      </w:r>
      <w:r w:rsidRPr="004B5F62">
        <w:t>1.</w:t>
      </w:r>
      <w:r w:rsidR="00DD1E77">
        <w:rPr>
          <w:rStyle w:val="Odwoanieprzypisudolnego"/>
        </w:rPr>
        <w:footnoteReference w:id="9"/>
      </w:r>
      <w:r w:rsidR="00DD1E77" w:rsidRPr="00DD1E77">
        <w:rPr>
          <w:vertAlign w:val="superscript"/>
        </w:rPr>
        <w:t>)</w:t>
      </w:r>
      <w:r w:rsidR="000221CC" w:rsidRPr="004B5F62">
        <w:t xml:space="preserve"> </w:t>
      </w:r>
      <w:r w:rsidR="00077A3A" w:rsidRPr="003212A4">
        <w:t>Jednostki samorządu terytorialnego sporządzają sprawozdania według poszczególnych dysponentów środków budżetu państwa przekazujących dotacje, w szczegółowości: dział, rozdział, paragraf albo dział, rozdział, grupa paragrafów; sumowaniu podlegają kwoty wyszczególnione w rozdziałach.</w:t>
      </w:r>
    </w:p>
    <w:p w14:paraId="255A0661" w14:textId="77777777" w:rsidR="00C17FDF" w:rsidRPr="003212A4" w:rsidRDefault="00C17FDF" w:rsidP="00C17FDF">
      <w:pPr>
        <w:autoSpaceDE w:val="0"/>
        <w:autoSpaceDN w:val="0"/>
        <w:adjustRightInd w:val="0"/>
        <w:spacing w:line="360" w:lineRule="auto"/>
        <w:ind w:firstLine="703"/>
        <w:jc w:val="both"/>
      </w:pPr>
      <w:r w:rsidRPr="003212A4">
        <w:t>1a.</w:t>
      </w:r>
      <w:r w:rsidRPr="003212A4">
        <w:rPr>
          <w:rStyle w:val="Odwoanieprzypisudolnego"/>
        </w:rPr>
        <w:footnoteReference w:id="10"/>
      </w:r>
      <w:r w:rsidRPr="003212A4">
        <w:rPr>
          <w:vertAlign w:val="superscript"/>
        </w:rPr>
        <w:t>)</w:t>
      </w:r>
      <w:r w:rsidRPr="003212A4">
        <w:t xml:space="preserve"> Symbol grupy paragrafów wykazuje się w kolumnie „paragraf”.</w:t>
      </w:r>
    </w:p>
    <w:p w14:paraId="09B37C53" w14:textId="77777777" w:rsidR="00423A0B" w:rsidRPr="004B5F62" w:rsidRDefault="00423A0B" w:rsidP="00423A0B">
      <w:pPr>
        <w:autoSpaceDE w:val="0"/>
        <w:autoSpaceDN w:val="0"/>
        <w:adjustRightInd w:val="0"/>
        <w:spacing w:line="360" w:lineRule="auto"/>
        <w:ind w:firstLine="703"/>
        <w:jc w:val="both"/>
      </w:pPr>
      <w:r w:rsidRPr="003212A4">
        <w:t>2.</w:t>
      </w:r>
      <w:r w:rsidR="000221CC" w:rsidRPr="003212A4">
        <w:t xml:space="preserve"> </w:t>
      </w:r>
      <w:r w:rsidRPr="003212A4">
        <w:t>Sprawozdania Rb-50 sporządza się oddzielnie dla:</w:t>
      </w:r>
    </w:p>
    <w:p w14:paraId="45B541C3" w14:textId="77777777" w:rsidR="00423A0B" w:rsidRPr="004B5F62" w:rsidRDefault="00423A0B" w:rsidP="00423A0B">
      <w:pPr>
        <w:autoSpaceDE w:val="0"/>
        <w:autoSpaceDN w:val="0"/>
        <w:adjustRightInd w:val="0"/>
        <w:spacing w:line="360" w:lineRule="auto"/>
        <w:ind w:left="703" w:hanging="703"/>
        <w:jc w:val="both"/>
      </w:pPr>
      <w:r w:rsidRPr="004B5F62">
        <w:t>1)</w:t>
      </w:r>
      <w:r w:rsidRPr="004B5F62">
        <w:tab/>
        <w:t>dotacji;</w:t>
      </w:r>
    </w:p>
    <w:p w14:paraId="55A8A5DD" w14:textId="77777777" w:rsidR="00423A0B" w:rsidRPr="004B5F62" w:rsidRDefault="00423A0B" w:rsidP="00423A0B">
      <w:pPr>
        <w:autoSpaceDE w:val="0"/>
        <w:autoSpaceDN w:val="0"/>
        <w:adjustRightInd w:val="0"/>
        <w:spacing w:line="360" w:lineRule="auto"/>
        <w:ind w:left="703" w:hanging="703"/>
        <w:jc w:val="both"/>
      </w:pPr>
      <w:r w:rsidRPr="004B5F62">
        <w:t>2)</w:t>
      </w:r>
      <w:r w:rsidRPr="004B5F62">
        <w:tab/>
        <w:t>wydatków.</w:t>
      </w:r>
    </w:p>
    <w:p w14:paraId="41EFE8D3" w14:textId="77777777" w:rsidR="00423A0B" w:rsidRPr="004B5F62" w:rsidRDefault="00423A0B" w:rsidP="00423A0B">
      <w:pPr>
        <w:autoSpaceDE w:val="0"/>
        <w:autoSpaceDN w:val="0"/>
        <w:adjustRightInd w:val="0"/>
        <w:spacing w:line="360" w:lineRule="auto"/>
        <w:ind w:firstLine="703"/>
        <w:jc w:val="both"/>
      </w:pPr>
      <w:r w:rsidRPr="004B5F62">
        <w:t>3.</w:t>
      </w:r>
      <w:r w:rsidR="000221CC" w:rsidRPr="004B5F62">
        <w:t xml:space="preserve"> </w:t>
      </w:r>
      <w:r w:rsidRPr="004B5F62">
        <w:t>W sprawozdaniu, o którym mowa w ust.</w:t>
      </w:r>
      <w:r w:rsidR="000221CC" w:rsidRPr="004B5F62">
        <w:t xml:space="preserve"> </w:t>
      </w:r>
      <w:r w:rsidRPr="004B5F62">
        <w:t>2 pkt</w:t>
      </w:r>
      <w:r w:rsidR="000221CC" w:rsidRPr="004B5F62">
        <w:t xml:space="preserve"> </w:t>
      </w:r>
      <w:r w:rsidRPr="004B5F62">
        <w:t>1, wykazuje się w kolumnie:</w:t>
      </w:r>
    </w:p>
    <w:p w14:paraId="2BC3C2D1" w14:textId="77777777" w:rsidR="00423A0B" w:rsidRPr="004B5F62" w:rsidRDefault="00423A0B" w:rsidP="00423A0B">
      <w:pPr>
        <w:autoSpaceDE w:val="0"/>
        <w:autoSpaceDN w:val="0"/>
        <w:adjustRightInd w:val="0"/>
        <w:spacing w:line="360" w:lineRule="auto"/>
        <w:ind w:left="703" w:hanging="703"/>
        <w:jc w:val="both"/>
      </w:pPr>
      <w:r w:rsidRPr="004B5F62">
        <w:t>1)</w:t>
      </w:r>
      <w:r w:rsidRPr="004B5F62">
        <w:tab/>
        <w:t>„Plan (po zmianach)” – wynikające z planu finansowego kwoty dochodów z tytułu przyznanych z budżetu państwa dotacji;</w:t>
      </w:r>
    </w:p>
    <w:p w14:paraId="10158F70" w14:textId="77777777" w:rsidR="00423A0B" w:rsidRPr="004B5F62" w:rsidRDefault="00423A0B" w:rsidP="00423A0B">
      <w:pPr>
        <w:autoSpaceDE w:val="0"/>
        <w:autoSpaceDN w:val="0"/>
        <w:adjustRightInd w:val="0"/>
        <w:spacing w:line="360" w:lineRule="auto"/>
        <w:ind w:left="703" w:hanging="703"/>
        <w:jc w:val="both"/>
      </w:pPr>
      <w:r w:rsidRPr="004B5F62">
        <w:t>2)</w:t>
      </w:r>
      <w:r w:rsidRPr="004B5F62">
        <w:tab/>
        <w:t xml:space="preserve">„Wykonanie” – kwoty otrzymanych dotacji; w sprawozdaniu za </w:t>
      </w:r>
      <w:r w:rsidR="00364A5F" w:rsidRPr="004B5F62">
        <w:t>IV</w:t>
      </w:r>
      <w:r w:rsidRPr="004B5F62">
        <w:t xml:space="preserve"> kwartały po uwzględnieniu zwrotów dokonanych do </w:t>
      </w:r>
      <w:r w:rsidR="00A44E7E" w:rsidRPr="004B5F62">
        <w:t xml:space="preserve">dnia </w:t>
      </w:r>
      <w:r w:rsidRPr="004B5F62">
        <w:t>31 stycznia roku następującego po roku budżetowym.</w:t>
      </w:r>
    </w:p>
    <w:p w14:paraId="262C886A" w14:textId="77777777" w:rsidR="00423A0B" w:rsidRPr="004B5F62" w:rsidRDefault="00423A0B" w:rsidP="00423A0B">
      <w:pPr>
        <w:autoSpaceDE w:val="0"/>
        <w:autoSpaceDN w:val="0"/>
        <w:adjustRightInd w:val="0"/>
        <w:spacing w:line="360" w:lineRule="auto"/>
        <w:ind w:firstLine="703"/>
        <w:jc w:val="both"/>
      </w:pPr>
      <w:r w:rsidRPr="004B5F62">
        <w:t>4.</w:t>
      </w:r>
      <w:r w:rsidR="000221CC" w:rsidRPr="004B5F62">
        <w:t xml:space="preserve"> </w:t>
      </w:r>
      <w:r w:rsidRPr="004B5F62">
        <w:t>W sprawozdaniu, o którym mowa w ust.</w:t>
      </w:r>
      <w:r w:rsidR="000221CC" w:rsidRPr="004B5F62">
        <w:t xml:space="preserve"> </w:t>
      </w:r>
      <w:r w:rsidRPr="004B5F62">
        <w:t>2 pkt</w:t>
      </w:r>
      <w:r w:rsidR="000221CC" w:rsidRPr="004B5F62">
        <w:t xml:space="preserve"> </w:t>
      </w:r>
      <w:r w:rsidRPr="004B5F62">
        <w:t>2, wykazuje się w kolumnie:</w:t>
      </w:r>
    </w:p>
    <w:p w14:paraId="157A245A" w14:textId="77777777" w:rsidR="00423A0B" w:rsidRPr="004B5F62" w:rsidRDefault="00423A0B" w:rsidP="00423A0B">
      <w:pPr>
        <w:autoSpaceDE w:val="0"/>
        <w:autoSpaceDN w:val="0"/>
        <w:adjustRightInd w:val="0"/>
        <w:spacing w:line="360" w:lineRule="auto"/>
        <w:ind w:left="703" w:hanging="703"/>
        <w:jc w:val="both"/>
      </w:pPr>
      <w:r w:rsidRPr="004B5F62">
        <w:t>1)</w:t>
      </w:r>
      <w:r w:rsidRPr="004B5F62">
        <w:tab/>
        <w:t>„Plan (po zmianach)” – planowane wydatki na zadania z zakresu administracji rządowej oraz inne zadania zlecone jednostkom samorządu terytorialnego ustawami – finansowane z dotacji, o których mowa w ust.</w:t>
      </w:r>
      <w:r w:rsidR="000221CC" w:rsidRPr="004B5F62">
        <w:t xml:space="preserve"> </w:t>
      </w:r>
      <w:r w:rsidRPr="004B5F62">
        <w:t>3 pkt</w:t>
      </w:r>
      <w:r w:rsidR="000221CC" w:rsidRPr="004B5F62">
        <w:t xml:space="preserve"> </w:t>
      </w:r>
      <w:r w:rsidRPr="004B5F62">
        <w:t>1;</w:t>
      </w:r>
    </w:p>
    <w:p w14:paraId="09D13C02" w14:textId="77777777" w:rsidR="00E41A66" w:rsidRPr="004B5F62" w:rsidRDefault="00423A0B" w:rsidP="00423A0B">
      <w:pPr>
        <w:autoSpaceDE w:val="0"/>
        <w:autoSpaceDN w:val="0"/>
        <w:adjustRightInd w:val="0"/>
        <w:spacing w:line="360" w:lineRule="auto"/>
        <w:ind w:left="703" w:hanging="703"/>
        <w:jc w:val="both"/>
      </w:pPr>
      <w:r w:rsidRPr="004B5F62">
        <w:t>2)</w:t>
      </w:r>
      <w:r w:rsidRPr="004B5F62">
        <w:tab/>
        <w:t>„Wykonanie” – wykonane w danym roku wydatki z dotacji, o których mowa w ust.</w:t>
      </w:r>
      <w:r w:rsidR="000221CC" w:rsidRPr="004B5F62">
        <w:t xml:space="preserve"> </w:t>
      </w:r>
      <w:r w:rsidRPr="004B5F62">
        <w:t>3 pkt</w:t>
      </w:r>
      <w:r w:rsidR="000221CC" w:rsidRPr="004B5F62">
        <w:t xml:space="preserve"> </w:t>
      </w:r>
      <w:r w:rsidRPr="004B5F62">
        <w:t xml:space="preserve">2; </w:t>
      </w:r>
      <w:r w:rsidR="00E41A66" w:rsidRPr="004B5F62">
        <w:t>dane dotyczące wydatków innych niż określone powyżej, wykazuje się w danych uzupełniających, o których mowa w pkt 3;</w:t>
      </w:r>
    </w:p>
    <w:p w14:paraId="3AF7CBC1" w14:textId="77777777" w:rsidR="00E41A66" w:rsidRPr="004B5F62" w:rsidRDefault="00E41A66" w:rsidP="00E41A66">
      <w:pPr>
        <w:autoSpaceDE w:val="0"/>
        <w:autoSpaceDN w:val="0"/>
        <w:adjustRightInd w:val="0"/>
        <w:spacing w:line="360" w:lineRule="auto"/>
        <w:ind w:left="703" w:hanging="703"/>
        <w:jc w:val="both"/>
      </w:pPr>
      <w:r w:rsidRPr="004B5F62">
        <w:lastRenderedPageBreak/>
        <w:t>3)</w:t>
      </w:r>
      <w:r w:rsidRPr="004B5F62">
        <w:tab/>
        <w:t xml:space="preserve">„Wykonanie” w danych uzupełniających – wykazuje się dane dotyczące wydatków, gdy: </w:t>
      </w:r>
    </w:p>
    <w:p w14:paraId="4F507956" w14:textId="77777777" w:rsidR="00E41A66" w:rsidRPr="004B5F62" w:rsidRDefault="00E41A66" w:rsidP="00E41A66">
      <w:pPr>
        <w:tabs>
          <w:tab w:val="left" w:pos="680"/>
        </w:tabs>
        <w:autoSpaceDE w:val="0"/>
        <w:autoSpaceDN w:val="0"/>
        <w:adjustRightInd w:val="0"/>
        <w:spacing w:line="360" w:lineRule="auto"/>
        <w:ind w:left="1406" w:hanging="703"/>
        <w:jc w:val="both"/>
      </w:pPr>
      <w:r w:rsidRPr="004B5F62">
        <w:t>a)</w:t>
      </w:r>
      <w:r w:rsidRPr="004B5F62">
        <w:tab/>
        <w:t>na mocy odrębnych przepisów jednostki samorządu terytorialnego realizują zadania z zakresu administracji rządowej oraz inne zadania zlecone ustawami, na finansowanie których otrzymują dotacje przeznaczone na zwrot wydatków,</w:t>
      </w:r>
    </w:p>
    <w:p w14:paraId="5D4BCA5B" w14:textId="77777777" w:rsidR="00E41A66" w:rsidRPr="004B5F62" w:rsidRDefault="00E41A66" w:rsidP="00E41A66">
      <w:pPr>
        <w:tabs>
          <w:tab w:val="left" w:pos="680"/>
        </w:tabs>
        <w:autoSpaceDE w:val="0"/>
        <w:autoSpaceDN w:val="0"/>
        <w:adjustRightInd w:val="0"/>
        <w:spacing w:line="360" w:lineRule="auto"/>
        <w:ind w:left="1406" w:hanging="703"/>
        <w:jc w:val="both"/>
      </w:pPr>
      <w:r w:rsidRPr="004B5F62">
        <w:t>b)</w:t>
      </w:r>
      <w:r w:rsidRPr="004B5F62">
        <w:tab/>
        <w:t>na podstawie przyjętego algorytmu, jednostkom samorządu terytorialnego przysługuje zwrot poniesionych wydatków ze środków własnych na sfinansowanie zadań z zakresu administracji rządowej oraz innych zadań zleconych ustawami, których koszt realizacji kalkulowany jest w ujednolicony sposób.</w:t>
      </w:r>
    </w:p>
    <w:p w14:paraId="3F9EF766" w14:textId="77777777" w:rsidR="00423A0B" w:rsidRPr="004B5F62" w:rsidRDefault="00423A0B" w:rsidP="00423A0B">
      <w:pPr>
        <w:autoSpaceDE w:val="0"/>
        <w:autoSpaceDN w:val="0"/>
        <w:adjustRightInd w:val="0"/>
        <w:spacing w:line="360" w:lineRule="auto"/>
        <w:ind w:firstLine="720"/>
        <w:jc w:val="both"/>
      </w:pPr>
      <w:r w:rsidRPr="004B5F62">
        <w:t>5.</w:t>
      </w:r>
      <w:r w:rsidR="000221CC" w:rsidRPr="004B5F62">
        <w:t xml:space="preserve"> </w:t>
      </w:r>
      <w:r w:rsidR="005D2144" w:rsidRPr="004B5F62">
        <w:t>Jednostki organizacyjne bezpośrednio realizujące zadania z zakresu administracji rządowej oraz inne zadania zlecone ustawami jednostce samorządu terytorialnego lub jednostki obsługujące sporządzają sprawozdanie jednostkowe Rb-50 o wydatkach w szczegółowości wymienionej w ust. 1 i przekazują je zarządom jednostek samorządu terytorialnego.</w:t>
      </w:r>
    </w:p>
    <w:p w14:paraId="5085E4F0" w14:textId="77777777" w:rsidR="00423A0B" w:rsidRPr="004B5F62" w:rsidRDefault="00423A0B" w:rsidP="00423A0B">
      <w:pPr>
        <w:autoSpaceDE w:val="0"/>
        <w:autoSpaceDN w:val="0"/>
        <w:adjustRightInd w:val="0"/>
        <w:spacing w:line="360" w:lineRule="auto"/>
        <w:ind w:firstLine="703"/>
        <w:jc w:val="both"/>
      </w:pPr>
      <w:r w:rsidRPr="004B5F62">
        <w:t>6.</w:t>
      </w:r>
      <w:r w:rsidR="000221CC" w:rsidRPr="004B5F62">
        <w:t xml:space="preserve"> </w:t>
      </w:r>
      <w:r w:rsidRPr="004B5F62">
        <w:t>Miasta na prawach powiatu sporządzają odrębne sprawozdania Rb-50 dla zadań gminnych i powiatowych.</w:t>
      </w:r>
    </w:p>
    <w:p w14:paraId="3BAC9FB5" w14:textId="77777777" w:rsidR="00423A0B" w:rsidRPr="004B5F62" w:rsidRDefault="00423A0B" w:rsidP="00423A0B">
      <w:pPr>
        <w:autoSpaceDE w:val="0"/>
        <w:autoSpaceDN w:val="0"/>
        <w:adjustRightInd w:val="0"/>
        <w:spacing w:line="360" w:lineRule="auto"/>
        <w:ind w:firstLine="703"/>
        <w:jc w:val="both"/>
      </w:pPr>
      <w:r w:rsidRPr="004B5F62">
        <w:t>7.</w:t>
      </w:r>
      <w:r w:rsidR="000221CC" w:rsidRPr="004B5F62">
        <w:t xml:space="preserve"> </w:t>
      </w:r>
      <w:r w:rsidRPr="004B5F62">
        <w:t>W przypadku</w:t>
      </w:r>
      <w:r w:rsidR="003F2986" w:rsidRPr="004B5F62">
        <w:t>,</w:t>
      </w:r>
      <w:r w:rsidRPr="004B5F62">
        <w:t xml:space="preserve"> gdy na mocy odrębnych przepisów zadanie z zakresu administracji rządowej jest realizowane przez jednostki samorządu terytorialnego na podstawie porozumień z innymi jednostkami samorządu terytorialnego, to sprawozdania sporządzają jednostki przekazujące i otrzymujące dotacje.</w:t>
      </w:r>
    </w:p>
    <w:p w14:paraId="6877B865" w14:textId="77777777" w:rsidR="00423A0B" w:rsidRPr="004B5F62" w:rsidRDefault="00423A0B" w:rsidP="00423A0B">
      <w:pPr>
        <w:pStyle w:val="Zwykytekst"/>
        <w:spacing w:line="360" w:lineRule="auto"/>
        <w:ind w:firstLine="720"/>
        <w:jc w:val="both"/>
        <w:rPr>
          <w:rFonts w:ascii="Times New Roman" w:hAnsi="Times New Roman" w:cs="Times New Roman"/>
          <w:sz w:val="24"/>
          <w:szCs w:val="24"/>
        </w:rPr>
      </w:pPr>
      <w:r w:rsidRPr="004B5F62">
        <w:rPr>
          <w:rFonts w:ascii="Times New Roman" w:hAnsi="Times New Roman"/>
          <w:b/>
          <w:sz w:val="24"/>
          <w:szCs w:val="24"/>
        </w:rPr>
        <w:t>§</w:t>
      </w:r>
      <w:r w:rsidR="007801BC" w:rsidRPr="004B5F62">
        <w:rPr>
          <w:rFonts w:ascii="Times New Roman" w:hAnsi="Times New Roman"/>
          <w:b/>
          <w:sz w:val="24"/>
          <w:szCs w:val="24"/>
        </w:rPr>
        <w:t xml:space="preserve"> </w:t>
      </w:r>
      <w:r w:rsidR="0024656E" w:rsidRPr="004B5F62">
        <w:rPr>
          <w:rFonts w:ascii="Times New Roman" w:hAnsi="Times New Roman"/>
          <w:b/>
          <w:sz w:val="24"/>
          <w:szCs w:val="24"/>
        </w:rPr>
        <w:t>2</w:t>
      </w:r>
      <w:r w:rsidR="00D252C7" w:rsidRPr="004B5F62">
        <w:rPr>
          <w:rFonts w:ascii="Times New Roman" w:hAnsi="Times New Roman"/>
          <w:b/>
          <w:sz w:val="24"/>
          <w:szCs w:val="24"/>
        </w:rPr>
        <w:t>1</w:t>
      </w:r>
      <w:r w:rsidRPr="004B5F62">
        <w:rPr>
          <w:rFonts w:ascii="Times New Roman" w:hAnsi="Times New Roman"/>
          <w:b/>
          <w:sz w:val="24"/>
          <w:szCs w:val="24"/>
        </w:rPr>
        <w:t>.</w:t>
      </w:r>
      <w:r w:rsidR="000221CC" w:rsidRPr="004B5F62">
        <w:rPr>
          <w:rFonts w:ascii="Times New Roman" w:hAnsi="Times New Roman"/>
          <w:sz w:val="24"/>
          <w:szCs w:val="24"/>
        </w:rPr>
        <w:t xml:space="preserve"> </w:t>
      </w:r>
      <w:r w:rsidRPr="004B5F62">
        <w:rPr>
          <w:rFonts w:ascii="Times New Roman" w:hAnsi="Times New Roman"/>
          <w:sz w:val="24"/>
          <w:szCs w:val="24"/>
        </w:rPr>
        <w:t>Z</w:t>
      </w:r>
      <w:r w:rsidRPr="004B5F62">
        <w:rPr>
          <w:rFonts w:ascii="Times New Roman" w:hAnsi="Times New Roman" w:cs="Times New Roman"/>
          <w:sz w:val="24"/>
          <w:szCs w:val="24"/>
        </w:rPr>
        <w:t>arządy jednostek samorządu terytorialnego sporządzają sprawozdanie jednostkowe Rb-50 o dotacjach i zbiorcze sprawozdanie Rb-50 o wydatkach i przekazują je dysponentom przekazującym dotacje.</w:t>
      </w:r>
    </w:p>
    <w:p w14:paraId="53E9EC22" w14:textId="77777777" w:rsidR="00B00B30" w:rsidRPr="004B5F62" w:rsidRDefault="00B00B30" w:rsidP="00423A0B">
      <w:pPr>
        <w:spacing w:before="240" w:line="360" w:lineRule="auto"/>
        <w:ind w:left="720"/>
        <w:jc w:val="center"/>
        <w:rPr>
          <w:b/>
        </w:rPr>
      </w:pPr>
      <w:r w:rsidRPr="004B5F62">
        <w:rPr>
          <w:b/>
        </w:rPr>
        <w:t xml:space="preserve">Rozdział </w:t>
      </w:r>
      <w:r w:rsidR="003424FE" w:rsidRPr="004B5F62">
        <w:rPr>
          <w:b/>
        </w:rPr>
        <w:t>10</w:t>
      </w:r>
    </w:p>
    <w:p w14:paraId="5014AE57" w14:textId="77777777" w:rsidR="00B00B30" w:rsidRPr="004B5F62" w:rsidRDefault="00B00B30" w:rsidP="00423A0B">
      <w:pPr>
        <w:autoSpaceDE w:val="0"/>
        <w:autoSpaceDN w:val="0"/>
        <w:adjustRightInd w:val="0"/>
        <w:spacing w:before="240" w:line="360" w:lineRule="auto"/>
        <w:jc w:val="center"/>
        <w:rPr>
          <w:b/>
        </w:rPr>
      </w:pPr>
      <w:r w:rsidRPr="004B5F62">
        <w:rPr>
          <w:b/>
        </w:rPr>
        <w:t>Sprawozdanie Rb-ST o stanie środków na rachunkach bankowych jednostki samorządu terytorialnego</w:t>
      </w:r>
    </w:p>
    <w:p w14:paraId="44711F37" w14:textId="77777777" w:rsidR="00B00B30" w:rsidRPr="004B5F62" w:rsidRDefault="00B00B30" w:rsidP="00423A0B">
      <w:pPr>
        <w:autoSpaceDE w:val="0"/>
        <w:autoSpaceDN w:val="0"/>
        <w:adjustRightInd w:val="0"/>
        <w:spacing w:before="240" w:line="360" w:lineRule="auto"/>
        <w:ind w:firstLine="720"/>
        <w:jc w:val="both"/>
      </w:pPr>
      <w:r w:rsidRPr="004B5F62">
        <w:rPr>
          <w:b/>
        </w:rPr>
        <w:t>§</w:t>
      </w:r>
      <w:r w:rsidR="000221CC" w:rsidRPr="004B5F62">
        <w:rPr>
          <w:b/>
        </w:rPr>
        <w:t xml:space="preserve"> </w:t>
      </w:r>
      <w:r w:rsidR="003A2AC3" w:rsidRPr="004B5F62">
        <w:rPr>
          <w:b/>
        </w:rPr>
        <w:t>2</w:t>
      </w:r>
      <w:r w:rsidR="00D252C7" w:rsidRPr="004B5F62">
        <w:rPr>
          <w:b/>
        </w:rPr>
        <w:t>2</w:t>
      </w:r>
      <w:r w:rsidRPr="004B5F62">
        <w:rPr>
          <w:b/>
        </w:rPr>
        <w:t>.</w:t>
      </w:r>
      <w:r w:rsidR="000221CC" w:rsidRPr="004B5F62">
        <w:rPr>
          <w:b/>
        </w:rPr>
        <w:t xml:space="preserve"> </w:t>
      </w:r>
      <w:r w:rsidRPr="004B5F62">
        <w:t>1. W sprawozdaniach rocznych wykazuje się stan środków na rachunku budżetu jednostki samorządu terytorialnego na podstawie dowodów bankowych</w:t>
      </w:r>
      <w:r w:rsidR="00EF753F" w:rsidRPr="004B5F62">
        <w:t>.</w:t>
      </w:r>
    </w:p>
    <w:p w14:paraId="42C75221" w14:textId="77777777" w:rsidR="00B00B30" w:rsidRPr="004B5F62" w:rsidRDefault="00B00B30" w:rsidP="00B00B30">
      <w:pPr>
        <w:autoSpaceDE w:val="0"/>
        <w:autoSpaceDN w:val="0"/>
        <w:adjustRightInd w:val="0"/>
        <w:spacing w:line="360" w:lineRule="auto"/>
        <w:ind w:firstLine="720"/>
        <w:jc w:val="both"/>
      </w:pPr>
      <w:r w:rsidRPr="004B5F62">
        <w:t>2.</w:t>
      </w:r>
      <w:r w:rsidR="000221CC" w:rsidRPr="004B5F62">
        <w:t xml:space="preserve"> </w:t>
      </w:r>
      <w:r w:rsidRPr="004B5F62">
        <w:t>W części „Informacja o stanie środków na rachunkach bankowych jednostki samorządu terytorialnego” wykazuje się stan środków pieniężnych na rachunku środków na niewygasające wydatki na podstawie dowodów b</w:t>
      </w:r>
      <w:r w:rsidR="0050204E" w:rsidRPr="004B5F62">
        <w:t>ankowych</w:t>
      </w:r>
      <w:r w:rsidR="00EF753F" w:rsidRPr="004B5F62">
        <w:t>.</w:t>
      </w:r>
    </w:p>
    <w:p w14:paraId="73A68AF6" w14:textId="77777777" w:rsidR="00232130" w:rsidRPr="004B5F62" w:rsidRDefault="00232130" w:rsidP="00B00B30">
      <w:pPr>
        <w:autoSpaceDE w:val="0"/>
        <w:autoSpaceDN w:val="0"/>
        <w:adjustRightInd w:val="0"/>
        <w:spacing w:before="240" w:line="360" w:lineRule="auto"/>
        <w:jc w:val="center"/>
      </w:pPr>
      <w:r w:rsidRPr="004B5F62">
        <w:rPr>
          <w:b/>
          <w:bCs/>
        </w:rPr>
        <w:lastRenderedPageBreak/>
        <w:t>Rozdział</w:t>
      </w:r>
      <w:r w:rsidR="00370A1A" w:rsidRPr="004B5F62">
        <w:rPr>
          <w:b/>
          <w:bCs/>
        </w:rPr>
        <w:t xml:space="preserve"> </w:t>
      </w:r>
      <w:r w:rsidR="006D750E" w:rsidRPr="004B5F62">
        <w:rPr>
          <w:b/>
          <w:bCs/>
        </w:rPr>
        <w:t>1</w:t>
      </w:r>
      <w:r w:rsidR="003424FE" w:rsidRPr="004B5F62">
        <w:rPr>
          <w:b/>
          <w:bCs/>
        </w:rPr>
        <w:t>1</w:t>
      </w:r>
    </w:p>
    <w:p w14:paraId="572DEA70" w14:textId="77777777" w:rsidR="00232130" w:rsidRPr="004B5F62" w:rsidRDefault="00232130" w:rsidP="00B00B30">
      <w:pPr>
        <w:autoSpaceDE w:val="0"/>
        <w:autoSpaceDN w:val="0"/>
        <w:adjustRightInd w:val="0"/>
        <w:spacing w:before="240" w:line="360" w:lineRule="auto"/>
        <w:jc w:val="center"/>
        <w:rPr>
          <w:b/>
          <w:bCs/>
        </w:rPr>
      </w:pPr>
      <w:r w:rsidRPr="004B5F62">
        <w:rPr>
          <w:b/>
          <w:bCs/>
        </w:rPr>
        <w:t>Ustalanie kompletności i prawidłowości sprawozdań</w:t>
      </w:r>
    </w:p>
    <w:p w14:paraId="1787BA42" w14:textId="77777777" w:rsidR="00232130" w:rsidRPr="004B5F62" w:rsidRDefault="00232130" w:rsidP="00F71C7C">
      <w:pPr>
        <w:autoSpaceDE w:val="0"/>
        <w:autoSpaceDN w:val="0"/>
        <w:adjustRightInd w:val="0"/>
        <w:spacing w:before="240" w:line="360" w:lineRule="auto"/>
        <w:ind w:firstLine="703"/>
        <w:jc w:val="both"/>
      </w:pPr>
      <w:r w:rsidRPr="004B5F62">
        <w:rPr>
          <w:b/>
          <w:bCs/>
        </w:rPr>
        <w:t>§</w:t>
      </w:r>
      <w:r w:rsidR="000221CC" w:rsidRPr="004B5F62">
        <w:rPr>
          <w:b/>
          <w:bCs/>
        </w:rPr>
        <w:t xml:space="preserve"> </w:t>
      </w:r>
      <w:r w:rsidR="00D03FD8" w:rsidRPr="004B5F62">
        <w:rPr>
          <w:b/>
          <w:bCs/>
        </w:rPr>
        <w:t>2</w:t>
      </w:r>
      <w:r w:rsidR="00D252C7" w:rsidRPr="004B5F62">
        <w:rPr>
          <w:b/>
          <w:bCs/>
        </w:rPr>
        <w:t>3</w:t>
      </w:r>
      <w:r w:rsidRPr="004B5F62">
        <w:rPr>
          <w:b/>
          <w:bCs/>
        </w:rPr>
        <w:t>.</w:t>
      </w:r>
      <w:r w:rsidR="000221CC" w:rsidRPr="004B5F62">
        <w:rPr>
          <w:b/>
          <w:bCs/>
        </w:rPr>
        <w:t xml:space="preserve"> </w:t>
      </w:r>
      <w:r w:rsidR="00F71C7C" w:rsidRPr="004B5F62">
        <w:rPr>
          <w:bCs/>
        </w:rPr>
        <w:t>1</w:t>
      </w:r>
      <w:r w:rsidRPr="004B5F62">
        <w:t>.</w:t>
      </w:r>
      <w:r w:rsidR="000221CC" w:rsidRPr="004B5F62">
        <w:t xml:space="preserve"> </w:t>
      </w:r>
      <w:r w:rsidRPr="004B5F62">
        <w:t>Dla ustalenia kompletności sprawozdań zbiorczych sporządza się zestawienia zbiorcze według działów.</w:t>
      </w:r>
    </w:p>
    <w:p w14:paraId="4D013B36" w14:textId="77777777" w:rsidR="00232130" w:rsidRPr="004B5F62" w:rsidRDefault="00F71C7C" w:rsidP="00E83507">
      <w:pPr>
        <w:autoSpaceDE w:val="0"/>
        <w:autoSpaceDN w:val="0"/>
        <w:adjustRightInd w:val="0"/>
        <w:spacing w:line="360" w:lineRule="auto"/>
        <w:ind w:firstLine="703"/>
        <w:jc w:val="both"/>
      </w:pPr>
      <w:r w:rsidRPr="004B5F62">
        <w:t>2</w:t>
      </w:r>
      <w:r w:rsidR="00232130" w:rsidRPr="004B5F62">
        <w:t>.</w:t>
      </w:r>
      <w:r w:rsidR="000221CC" w:rsidRPr="004B5F62">
        <w:t xml:space="preserve"> </w:t>
      </w:r>
      <w:r w:rsidR="00232130" w:rsidRPr="004B5F62">
        <w:t>Składane komplety sprawozdań powinny zawierać numerację stron poszczególnych formularzy sprawozdawczych.</w:t>
      </w:r>
    </w:p>
    <w:p w14:paraId="43495A2A" w14:textId="77777777" w:rsidR="008723B9" w:rsidRPr="004B5F62" w:rsidRDefault="008723B9" w:rsidP="00741B6C">
      <w:pPr>
        <w:autoSpaceDE w:val="0"/>
        <w:autoSpaceDN w:val="0"/>
        <w:adjustRightInd w:val="0"/>
        <w:spacing w:line="360" w:lineRule="auto"/>
        <w:ind w:firstLine="720"/>
        <w:jc w:val="both"/>
      </w:pPr>
      <w:r w:rsidRPr="004B5F62">
        <w:rPr>
          <w:b/>
        </w:rPr>
        <w:t>§</w:t>
      </w:r>
      <w:r w:rsidR="000221CC" w:rsidRPr="004B5F62">
        <w:rPr>
          <w:b/>
        </w:rPr>
        <w:t xml:space="preserve"> </w:t>
      </w:r>
      <w:r w:rsidR="007801BC" w:rsidRPr="004B5F62">
        <w:rPr>
          <w:b/>
        </w:rPr>
        <w:t>2</w:t>
      </w:r>
      <w:r w:rsidR="00D252C7" w:rsidRPr="004B5F62">
        <w:rPr>
          <w:b/>
        </w:rPr>
        <w:t>4</w:t>
      </w:r>
      <w:r w:rsidRPr="004B5F62">
        <w:rPr>
          <w:b/>
        </w:rPr>
        <w:t>.</w:t>
      </w:r>
      <w:r w:rsidR="000221CC" w:rsidRPr="004B5F62">
        <w:t xml:space="preserve"> </w:t>
      </w:r>
      <w:r w:rsidRPr="004B5F62">
        <w:t>1.</w:t>
      </w:r>
      <w:r w:rsidR="000221CC" w:rsidRPr="004B5F62">
        <w:t xml:space="preserve"> </w:t>
      </w:r>
      <w:r w:rsidR="002B6732" w:rsidRPr="004B5F62">
        <w:t>W przypadku stwierdzenia nieprawidłowości w zbiorczych sprawozdaniach miesięcznych Rb-27S i Rb-28S za styczeń, listopad i grudzień korekt tych sprawozdań nie przekazuje się do regionalnej izby obrachunkowej ani do Ministerstwa Finansów. Korekty danych dotyczących poprzednich okresów sprawozdawczych uwzględnia się odpowiednio w sprawozdaniach sporządz</w:t>
      </w:r>
      <w:r w:rsidR="00A46413" w:rsidRPr="004B5F62">
        <w:t>a</w:t>
      </w:r>
      <w:r w:rsidR="002B6732" w:rsidRPr="004B5F62">
        <w:t>nych za bieżący okres sprawozdawczy</w:t>
      </w:r>
      <w:r w:rsidRPr="004B5F62">
        <w:t xml:space="preserve">. </w:t>
      </w:r>
    </w:p>
    <w:p w14:paraId="7014C509" w14:textId="77777777" w:rsidR="008723B9" w:rsidRPr="004B5F62" w:rsidRDefault="008723B9" w:rsidP="00747C42">
      <w:pPr>
        <w:autoSpaceDE w:val="0"/>
        <w:autoSpaceDN w:val="0"/>
        <w:adjustRightInd w:val="0"/>
        <w:spacing w:line="360" w:lineRule="auto"/>
        <w:ind w:firstLine="720"/>
        <w:jc w:val="both"/>
      </w:pPr>
      <w:r w:rsidRPr="004B5F62">
        <w:t>2.</w:t>
      </w:r>
      <w:r w:rsidR="000221CC" w:rsidRPr="004B5F62">
        <w:t xml:space="preserve"> </w:t>
      </w:r>
      <w:r w:rsidR="00F221DE" w:rsidRPr="004B5F62">
        <w:t>W przypadku stwierdzenia nieprawidłowości w sprawozdaniach sporządzonych:</w:t>
      </w:r>
    </w:p>
    <w:p w14:paraId="67D7EAEB" w14:textId="77777777" w:rsidR="008723B9" w:rsidRPr="004B5F62" w:rsidRDefault="008723B9" w:rsidP="00741B6C">
      <w:pPr>
        <w:autoSpaceDE w:val="0"/>
        <w:autoSpaceDN w:val="0"/>
        <w:adjustRightInd w:val="0"/>
        <w:spacing w:line="360" w:lineRule="auto"/>
        <w:jc w:val="both"/>
      </w:pPr>
      <w:r w:rsidRPr="004B5F62">
        <w:t>1)</w:t>
      </w:r>
      <w:r w:rsidR="00747C42" w:rsidRPr="004B5F62">
        <w:tab/>
      </w:r>
      <w:r w:rsidR="00F221DE" w:rsidRPr="004B5F62">
        <w:t>za I kwartał – kwartalne Rb-28NWS</w:t>
      </w:r>
      <w:r w:rsidR="00A46413" w:rsidRPr="004B5F62">
        <w:t>,</w:t>
      </w:r>
    </w:p>
    <w:p w14:paraId="615C34ED" w14:textId="77777777" w:rsidR="00C37729" w:rsidRPr="004B5F62" w:rsidRDefault="008723B9" w:rsidP="003F2986">
      <w:pPr>
        <w:autoSpaceDE w:val="0"/>
        <w:autoSpaceDN w:val="0"/>
        <w:adjustRightInd w:val="0"/>
        <w:spacing w:line="360" w:lineRule="auto"/>
        <w:ind w:left="720" w:hanging="720"/>
        <w:jc w:val="both"/>
      </w:pPr>
      <w:r w:rsidRPr="004B5F62">
        <w:t>2)</w:t>
      </w:r>
      <w:r w:rsidR="00747C42" w:rsidRPr="004B5F62">
        <w:tab/>
      </w:r>
      <w:r w:rsidR="00F221DE" w:rsidRPr="004B5F62">
        <w:t>za I, II i III kwartały – kwartalne Rb-NDS, Rb-30S, Rb-34S</w:t>
      </w:r>
      <w:r w:rsidR="00A46413" w:rsidRPr="004B5F62">
        <w:t>,</w:t>
      </w:r>
    </w:p>
    <w:p w14:paraId="29675618" w14:textId="77777777" w:rsidR="00F221DE" w:rsidRPr="004B5F62" w:rsidRDefault="00F221DE" w:rsidP="003F2986">
      <w:pPr>
        <w:autoSpaceDE w:val="0"/>
        <w:autoSpaceDN w:val="0"/>
        <w:adjustRightInd w:val="0"/>
        <w:spacing w:line="360" w:lineRule="auto"/>
        <w:ind w:left="720" w:hanging="720"/>
        <w:jc w:val="both"/>
      </w:pPr>
      <w:r w:rsidRPr="004B5F62">
        <w:t>3)</w:t>
      </w:r>
      <w:r w:rsidRPr="004B5F62">
        <w:tab/>
        <w:t>za miesiące kończące kwartały I, II i III (odpowiednio za marzec, czerwiec, wrzesień) – miesięczne Rb-27S, Rb-28S</w:t>
      </w:r>
    </w:p>
    <w:p w14:paraId="7C5EA311" w14:textId="77777777" w:rsidR="008723B9" w:rsidRPr="004B5F62" w:rsidRDefault="00A46413" w:rsidP="00C37729">
      <w:pPr>
        <w:autoSpaceDE w:val="0"/>
        <w:autoSpaceDN w:val="0"/>
        <w:adjustRightInd w:val="0"/>
        <w:spacing w:line="360" w:lineRule="auto"/>
        <w:jc w:val="both"/>
      </w:pPr>
      <w:r w:rsidRPr="004B5F62">
        <w:t xml:space="preserve">– </w:t>
      </w:r>
      <w:r w:rsidR="00F221DE" w:rsidRPr="004B5F62">
        <w:t>jednostki samorządu terytorialnego przekazują skorygowane sprawozdanie do właściwej regionalnej izby obrachunkowej w terminie do końca kwartału następującego po tym, którego dotyczy sprawozdanie zawierające nieprawidłowości.</w:t>
      </w:r>
      <w:r w:rsidR="008723B9" w:rsidRPr="004B5F62">
        <w:t xml:space="preserve"> </w:t>
      </w:r>
    </w:p>
    <w:p w14:paraId="55A2C6E6" w14:textId="77777777" w:rsidR="00B342C9" w:rsidRPr="004B5F62" w:rsidRDefault="00B342C9" w:rsidP="00747C42">
      <w:pPr>
        <w:autoSpaceDE w:val="0"/>
        <w:autoSpaceDN w:val="0"/>
        <w:adjustRightInd w:val="0"/>
        <w:spacing w:line="360" w:lineRule="auto"/>
        <w:ind w:firstLine="720"/>
        <w:jc w:val="both"/>
      </w:pPr>
      <w:r w:rsidRPr="004B5F62">
        <w:t>3. Po upływie terminu przekazywania korekt sprawozdań, o którym mowa w ust. 2</w:t>
      </w:r>
      <w:r w:rsidR="004C7832" w:rsidRPr="004B5F62">
        <w:t>,</w:t>
      </w:r>
      <w:r w:rsidRPr="004B5F62">
        <w:t> korekty danych dotyczących poprzednich okresów sprawozdawczych uwzględnia się odpowiednio w sprawozdaniach sporządz</w:t>
      </w:r>
      <w:r w:rsidR="004C7832" w:rsidRPr="004B5F62">
        <w:t>a</w:t>
      </w:r>
      <w:r w:rsidRPr="004B5F62">
        <w:t>nych za bieżący okres sprawozdawczy.</w:t>
      </w:r>
    </w:p>
    <w:p w14:paraId="60B54BFB" w14:textId="77777777" w:rsidR="008723B9" w:rsidRPr="004B5F62" w:rsidRDefault="00B342C9" w:rsidP="00747C42">
      <w:pPr>
        <w:autoSpaceDE w:val="0"/>
        <w:autoSpaceDN w:val="0"/>
        <w:adjustRightInd w:val="0"/>
        <w:spacing w:line="360" w:lineRule="auto"/>
        <w:ind w:firstLine="720"/>
        <w:jc w:val="both"/>
      </w:pPr>
      <w:r w:rsidRPr="004B5F62">
        <w:t>4</w:t>
      </w:r>
      <w:r w:rsidR="00257328" w:rsidRPr="004B5F62">
        <w:t>.</w:t>
      </w:r>
      <w:r w:rsidR="000221CC" w:rsidRPr="004B5F62">
        <w:t xml:space="preserve"> </w:t>
      </w:r>
      <w:r w:rsidRPr="004B5F62">
        <w:t>W przypadku stwierdzenia nieprawidłowości w sprawozdaniach kwartalnych za IV kwartały Rb-NDS, Rb-30S, Rb-34S oraz rocznych Rb-27S, Rb-28S, Rb-PDP i Rb-ST jednostki samorządu terytorialnego przekazują korekty sprawozdań do właściwej regionalnej izby obrachunkowej w terminie do dnia 30 czerwca roku następującego po roku budżetowym, z zastrzeżeniem ust. </w:t>
      </w:r>
      <w:r w:rsidR="00381AAE" w:rsidRPr="004B5F62">
        <w:t>6</w:t>
      </w:r>
      <w:r w:rsidRPr="004B5F62">
        <w:t>.</w:t>
      </w:r>
    </w:p>
    <w:p w14:paraId="2630C1A3" w14:textId="77777777" w:rsidR="00B342C9" w:rsidRPr="004B5F62" w:rsidRDefault="00B342C9" w:rsidP="00747C42">
      <w:pPr>
        <w:autoSpaceDE w:val="0"/>
        <w:autoSpaceDN w:val="0"/>
        <w:adjustRightInd w:val="0"/>
        <w:spacing w:line="360" w:lineRule="auto"/>
        <w:ind w:firstLine="720"/>
        <w:jc w:val="both"/>
      </w:pPr>
      <w:r w:rsidRPr="004B5F62">
        <w:t>5. W przypadku stwierdzenia nieprawidłowości w sprawozdaniu kwartalnym Rb-28NWS za II kwartały jednostki samorządu terytorialnego przekazują korektę sprawozdania do właściwej regionalnej izby obrachunkowej w terminie do dnia 30 września roku budżetowego.</w:t>
      </w:r>
    </w:p>
    <w:p w14:paraId="378161CF" w14:textId="77777777" w:rsidR="008723B9" w:rsidRPr="004B5F62" w:rsidRDefault="0093469F" w:rsidP="00747C42">
      <w:pPr>
        <w:autoSpaceDE w:val="0"/>
        <w:autoSpaceDN w:val="0"/>
        <w:adjustRightInd w:val="0"/>
        <w:spacing w:line="360" w:lineRule="auto"/>
        <w:ind w:firstLine="720"/>
        <w:jc w:val="both"/>
      </w:pPr>
      <w:r w:rsidRPr="004B5F62">
        <w:t>6</w:t>
      </w:r>
      <w:r w:rsidR="008723B9" w:rsidRPr="004B5F62">
        <w:t>.</w:t>
      </w:r>
      <w:r w:rsidR="000221CC" w:rsidRPr="004B5F62">
        <w:t xml:space="preserve"> </w:t>
      </w:r>
      <w:r w:rsidR="008723B9" w:rsidRPr="004B5F62">
        <w:t>Korekty rocznego sprawozdania Rb-PDP wraz z uzasadnieniem oraz rocznego sprawozdania Rb-27S</w:t>
      </w:r>
      <w:r w:rsidR="003F2986" w:rsidRPr="004B5F62">
        <w:t>,</w:t>
      </w:r>
      <w:r w:rsidR="008723B9" w:rsidRPr="004B5F62">
        <w:t xml:space="preserve"> wyłącznie w zakresie danych objętych sprawozdaniem Rb-PDP</w:t>
      </w:r>
      <w:r w:rsidR="003F2986" w:rsidRPr="004B5F62">
        <w:t>,</w:t>
      </w:r>
      <w:r w:rsidR="008723B9" w:rsidRPr="004B5F62">
        <w:t xml:space="preserve"> </w:t>
      </w:r>
      <w:r w:rsidR="008723B9" w:rsidRPr="004B5F62">
        <w:lastRenderedPageBreak/>
        <w:t xml:space="preserve">jednostki samorządu terytorialnego dokonują do 5 lat wstecz licząc od końca roku budżetowego poprzedzającego rok stwierdzenia nieprawidłowości. </w:t>
      </w:r>
    </w:p>
    <w:p w14:paraId="799202A2" w14:textId="77777777" w:rsidR="00AF040A" w:rsidRPr="004B5F62" w:rsidRDefault="00DD32AA" w:rsidP="00AF040A">
      <w:pPr>
        <w:autoSpaceDE w:val="0"/>
        <w:autoSpaceDN w:val="0"/>
        <w:adjustRightInd w:val="0"/>
        <w:spacing w:line="360" w:lineRule="auto"/>
        <w:ind w:firstLine="720"/>
        <w:jc w:val="both"/>
      </w:pPr>
      <w:r w:rsidRPr="004B5F62">
        <w:t>7</w:t>
      </w:r>
      <w:r w:rsidR="00AF040A" w:rsidRPr="004B5F62">
        <w:t xml:space="preserve">. </w:t>
      </w:r>
      <w:r w:rsidRPr="004B5F62">
        <w:t>Sprawozdania Rb-27ZZ i Rb-50 (za I, II i III kwartały) mogą być korygowane w terminie do 3 dni po terminie przekazania sprawozdań odpowiednio przez jednostki bezpośrednio realizujące zadania, jednostki obsługujące lub zarządy jednostek samorządu terytorialnego. Po tym terminie korekty danych w sprawozdaniach Rb-27ZZ i Rb-50 mogą być dokonywane po uzgodnieniu z jednostką otrzymującą sprawozdanie lub uwzględniane w sprawozdaniach sporządz</w:t>
      </w:r>
      <w:r w:rsidR="0076364F" w:rsidRPr="004B5F62">
        <w:t>a</w:t>
      </w:r>
      <w:r w:rsidRPr="004B5F62">
        <w:t>nych za kolejny okres sprawozdawczy, z uwzględnieniem § 9 ust. 6 rozporządzenia.</w:t>
      </w:r>
    </w:p>
    <w:p w14:paraId="717C0925" w14:textId="77777777" w:rsidR="008723B9" w:rsidRPr="004B5F62" w:rsidRDefault="00DD32AA" w:rsidP="00747C42">
      <w:pPr>
        <w:autoSpaceDE w:val="0"/>
        <w:autoSpaceDN w:val="0"/>
        <w:adjustRightInd w:val="0"/>
        <w:spacing w:line="360" w:lineRule="auto"/>
        <w:ind w:firstLine="720"/>
        <w:jc w:val="both"/>
        <w:rPr>
          <w:u w:val="single"/>
        </w:rPr>
      </w:pPr>
      <w:r w:rsidRPr="004B5F62">
        <w:t>8</w:t>
      </w:r>
      <w:r w:rsidR="008723B9" w:rsidRPr="004B5F62">
        <w:t>.</w:t>
      </w:r>
      <w:r w:rsidR="000221CC" w:rsidRPr="004B5F62">
        <w:t xml:space="preserve"> </w:t>
      </w:r>
      <w:r w:rsidRPr="004B5F62">
        <w:t>Korekty danych w sprawozdaniach Rb-27ZZ i Rb-50 za IV kwartały jednostki bezpośrednio realizujące zadania i jednostki obsługujące przekazują w terminie do dnia 10 kwietnia, a zarządy jednostek samorządu terytorialnego w terminie do dnia 25 kwietnia roku następującego po roku budżetowym. Po dniu 25 kwietnia korekty danych w sprawozdaniach Rb-27ZZ i Rb-50 mogą być dokonywane po uzgodnieniu z dysponentami środków budżetu państwa przekazującymi dotacje, z uwzględnieniem § 9 ust. 6 rozporządzenia.</w:t>
      </w:r>
    </w:p>
    <w:p w14:paraId="3E77B9DE" w14:textId="77777777" w:rsidR="008723B9" w:rsidRPr="004B5F62" w:rsidRDefault="00DD32AA" w:rsidP="00747C42">
      <w:pPr>
        <w:autoSpaceDE w:val="0"/>
        <w:autoSpaceDN w:val="0"/>
        <w:adjustRightInd w:val="0"/>
        <w:spacing w:line="360" w:lineRule="auto"/>
        <w:ind w:firstLine="720"/>
        <w:jc w:val="both"/>
      </w:pPr>
      <w:r w:rsidRPr="004B5F62">
        <w:t>9</w:t>
      </w:r>
      <w:r w:rsidR="008723B9" w:rsidRPr="004B5F62">
        <w:t>.</w:t>
      </w:r>
      <w:r w:rsidR="000221CC" w:rsidRPr="004B5F62">
        <w:t xml:space="preserve"> </w:t>
      </w:r>
      <w:r w:rsidR="00CD6CB6" w:rsidRPr="004B5F62">
        <w:t xml:space="preserve">Korekty sprawozdań, o których mowa w ust. 2–6, sporządza się i przekazuje </w:t>
      </w:r>
      <w:r w:rsidR="0077600F" w:rsidRPr="004B5F62">
        <w:t xml:space="preserve">się </w:t>
      </w:r>
      <w:r w:rsidR="001C1B71" w:rsidRPr="004B5F62">
        <w:t xml:space="preserve">w terminie </w:t>
      </w:r>
      <w:r w:rsidR="00CD6CB6" w:rsidRPr="004B5F62">
        <w:t xml:space="preserve">5 dni roboczych od dnia stwierdzenia nieprawidłowości, a w przypadku, gdy wskazane wyżej terminy przekazania sprawozdań upływają wcześniej, korekty sporządza się </w:t>
      </w:r>
      <w:r w:rsidR="001C1B71" w:rsidRPr="004B5F62">
        <w:t>w tych terminach</w:t>
      </w:r>
      <w:r w:rsidR="00CD6CB6" w:rsidRPr="004B5F62">
        <w:t>.</w:t>
      </w:r>
    </w:p>
    <w:p w14:paraId="12224302" w14:textId="77777777" w:rsidR="00B06E9C" w:rsidRPr="004B5F62" w:rsidRDefault="00B06E9C" w:rsidP="00747C42">
      <w:pPr>
        <w:autoSpaceDE w:val="0"/>
        <w:autoSpaceDN w:val="0"/>
        <w:adjustRightInd w:val="0"/>
        <w:spacing w:line="360" w:lineRule="auto"/>
        <w:ind w:firstLine="720"/>
        <w:jc w:val="both"/>
      </w:pPr>
      <w:r w:rsidRPr="004B5F62">
        <w:t>10. Korekty sprawozdań, o których mowa w ust. 2</w:t>
      </w:r>
      <w:r w:rsidR="0071752A" w:rsidRPr="004B5F62">
        <w:t>–</w:t>
      </w:r>
      <w:r w:rsidRPr="004B5F62">
        <w:t>6</w:t>
      </w:r>
      <w:r w:rsidR="0078765F" w:rsidRPr="004B5F62">
        <w:t>,</w:t>
      </w:r>
      <w:r w:rsidRPr="004B5F62">
        <w:t xml:space="preserve"> przekazuje się </w:t>
      </w:r>
      <w:r w:rsidR="0078765F" w:rsidRPr="004B5F62">
        <w:t xml:space="preserve">z wykorzystaniem </w:t>
      </w:r>
      <w:r w:rsidRPr="004B5F62">
        <w:t>aplikacj</w:t>
      </w:r>
      <w:r w:rsidR="0078765F" w:rsidRPr="004B5F62">
        <w:t>i</w:t>
      </w:r>
      <w:r w:rsidRPr="004B5F62">
        <w:t>, o której mowa w § 2</w:t>
      </w:r>
      <w:r w:rsidR="009E6D2F" w:rsidRPr="004B5F62">
        <w:t>6</w:t>
      </w:r>
      <w:r w:rsidRPr="004B5F62">
        <w:t xml:space="preserve"> ust. 1</w:t>
      </w:r>
      <w:r w:rsidR="00631614" w:rsidRPr="004B5F62">
        <w:t>.</w:t>
      </w:r>
    </w:p>
    <w:p w14:paraId="47715089" w14:textId="77777777" w:rsidR="008723B9" w:rsidRPr="004B5F62" w:rsidRDefault="00B06E9C" w:rsidP="00747C42">
      <w:pPr>
        <w:autoSpaceDE w:val="0"/>
        <w:autoSpaceDN w:val="0"/>
        <w:adjustRightInd w:val="0"/>
        <w:spacing w:line="360" w:lineRule="auto"/>
        <w:ind w:firstLine="720"/>
        <w:jc w:val="both"/>
      </w:pPr>
      <w:r w:rsidRPr="004B5F62">
        <w:t>1</w:t>
      </w:r>
      <w:r w:rsidR="00631614" w:rsidRPr="004B5F62">
        <w:t>1</w:t>
      </w:r>
      <w:r w:rsidR="00747C42" w:rsidRPr="004B5F62">
        <w:t>.</w:t>
      </w:r>
      <w:r w:rsidR="000221CC" w:rsidRPr="004B5F62">
        <w:t xml:space="preserve"> </w:t>
      </w:r>
      <w:r w:rsidR="008723B9" w:rsidRPr="004B5F62">
        <w:t>Korekty sprawozdań, o których mowa w ust.</w:t>
      </w:r>
      <w:r w:rsidR="000221CC" w:rsidRPr="004B5F62">
        <w:t xml:space="preserve"> </w:t>
      </w:r>
      <w:r w:rsidR="008723B9" w:rsidRPr="004B5F62">
        <w:t>2</w:t>
      </w:r>
      <w:r w:rsidR="00E01875" w:rsidRPr="004B5F62">
        <w:t>–</w:t>
      </w:r>
      <w:r w:rsidR="00B131DC" w:rsidRPr="004B5F62">
        <w:t>6</w:t>
      </w:r>
      <w:r w:rsidR="008723B9" w:rsidRPr="004B5F62">
        <w:t xml:space="preserve">, otrzymane od jednostek samorządu terytorialnego, regionalne izby obrachunkowe przekazują do Ministerstwa Finansów w </w:t>
      </w:r>
      <w:r w:rsidR="00813A7F" w:rsidRPr="004B5F62">
        <w:t xml:space="preserve">terminie </w:t>
      </w:r>
      <w:r w:rsidR="008723B9" w:rsidRPr="004B5F62">
        <w:t>5 dni roboczych od dnia otrzymania.</w:t>
      </w:r>
    </w:p>
    <w:p w14:paraId="612B6312" w14:textId="77777777" w:rsidR="00232130" w:rsidRPr="004B5F62" w:rsidRDefault="00232130" w:rsidP="00072660">
      <w:pPr>
        <w:autoSpaceDE w:val="0"/>
        <w:autoSpaceDN w:val="0"/>
        <w:adjustRightInd w:val="0"/>
        <w:spacing w:before="240" w:line="360" w:lineRule="auto"/>
        <w:jc w:val="center"/>
      </w:pPr>
      <w:r w:rsidRPr="004B5F62">
        <w:rPr>
          <w:b/>
          <w:bCs/>
        </w:rPr>
        <w:t>Rozdział</w:t>
      </w:r>
      <w:r w:rsidR="004B46C7" w:rsidRPr="004B5F62">
        <w:rPr>
          <w:b/>
          <w:bCs/>
        </w:rPr>
        <w:t xml:space="preserve"> </w:t>
      </w:r>
      <w:r w:rsidR="006D750E" w:rsidRPr="004B5F62">
        <w:rPr>
          <w:b/>
          <w:bCs/>
        </w:rPr>
        <w:t>1</w:t>
      </w:r>
      <w:r w:rsidR="003424FE" w:rsidRPr="004B5F62">
        <w:rPr>
          <w:b/>
          <w:bCs/>
        </w:rPr>
        <w:t>2</w:t>
      </w:r>
    </w:p>
    <w:p w14:paraId="5884986F" w14:textId="77777777" w:rsidR="00232130" w:rsidRPr="004B5F62" w:rsidRDefault="009B58DE" w:rsidP="00072660">
      <w:pPr>
        <w:autoSpaceDE w:val="0"/>
        <w:autoSpaceDN w:val="0"/>
        <w:adjustRightInd w:val="0"/>
        <w:spacing w:before="240" w:line="360" w:lineRule="auto"/>
        <w:jc w:val="center"/>
        <w:rPr>
          <w:b/>
          <w:bCs/>
        </w:rPr>
      </w:pPr>
      <w:r w:rsidRPr="004B5F62">
        <w:rPr>
          <w:b/>
          <w:bCs/>
        </w:rPr>
        <w:t>P</w:t>
      </w:r>
      <w:r w:rsidR="00961CA3" w:rsidRPr="004B5F62">
        <w:rPr>
          <w:b/>
          <w:bCs/>
        </w:rPr>
        <w:t>rzekazywani</w:t>
      </w:r>
      <w:r w:rsidRPr="004B5F62">
        <w:rPr>
          <w:b/>
          <w:bCs/>
        </w:rPr>
        <w:t>e</w:t>
      </w:r>
      <w:r w:rsidR="00961CA3" w:rsidRPr="004B5F62">
        <w:rPr>
          <w:b/>
          <w:bCs/>
        </w:rPr>
        <w:t xml:space="preserve"> </w:t>
      </w:r>
      <w:r w:rsidR="00232130" w:rsidRPr="004B5F62">
        <w:rPr>
          <w:b/>
          <w:bCs/>
        </w:rPr>
        <w:t xml:space="preserve">sprawozdań w formie </w:t>
      </w:r>
      <w:r w:rsidRPr="004B5F62">
        <w:rPr>
          <w:b/>
          <w:bCs/>
        </w:rPr>
        <w:t xml:space="preserve">dokumentu </w:t>
      </w:r>
      <w:r w:rsidR="00232130" w:rsidRPr="004B5F62">
        <w:rPr>
          <w:b/>
          <w:bCs/>
        </w:rPr>
        <w:t>elektroniczne</w:t>
      </w:r>
      <w:r w:rsidRPr="004B5F62">
        <w:rPr>
          <w:b/>
          <w:bCs/>
        </w:rPr>
        <w:t>go</w:t>
      </w:r>
    </w:p>
    <w:p w14:paraId="71D8AD91" w14:textId="77777777" w:rsidR="00232130" w:rsidRPr="004B5F62" w:rsidRDefault="00232130" w:rsidP="00072660">
      <w:pPr>
        <w:autoSpaceDE w:val="0"/>
        <w:autoSpaceDN w:val="0"/>
        <w:adjustRightInd w:val="0"/>
        <w:spacing w:before="240" w:line="360" w:lineRule="auto"/>
        <w:ind w:firstLine="703"/>
        <w:jc w:val="both"/>
      </w:pPr>
      <w:r w:rsidRPr="004B5F62">
        <w:rPr>
          <w:b/>
          <w:bCs/>
        </w:rPr>
        <w:t>§</w:t>
      </w:r>
      <w:r w:rsidR="000221CC" w:rsidRPr="004B5F62">
        <w:rPr>
          <w:b/>
          <w:bCs/>
        </w:rPr>
        <w:t xml:space="preserve"> </w:t>
      </w:r>
      <w:r w:rsidR="000F491F" w:rsidRPr="004B5F62">
        <w:rPr>
          <w:b/>
          <w:bCs/>
        </w:rPr>
        <w:t>2</w:t>
      </w:r>
      <w:r w:rsidR="00D252C7" w:rsidRPr="004B5F62">
        <w:rPr>
          <w:b/>
          <w:bCs/>
        </w:rPr>
        <w:t>5</w:t>
      </w:r>
      <w:r w:rsidRPr="004B5F62">
        <w:rPr>
          <w:b/>
          <w:bCs/>
        </w:rPr>
        <w:t>.</w:t>
      </w:r>
      <w:r w:rsidR="000221CC" w:rsidRPr="004B5F62">
        <w:rPr>
          <w:b/>
          <w:bCs/>
        </w:rPr>
        <w:t xml:space="preserve"> </w:t>
      </w:r>
      <w:r w:rsidRPr="004B5F62">
        <w:t>1.</w:t>
      </w:r>
      <w:r w:rsidR="00A2167B" w:rsidRPr="004B5F62">
        <w:t xml:space="preserve"> </w:t>
      </w:r>
      <w:r w:rsidR="00F72B35" w:rsidRPr="004B5F62">
        <w:t>Jednostka samorządu terytorialnego przekazuje pliki sprawozdań do regionalnej izby obrachunkowej w formie dokumentu elektronicznego z wykorzystaniem aplikacji wskazanej w Biuletynie Informacji Publicznej na stronie podmiotowej urzędu obsługującego ministra właściwego do spraw finansów publicznych.</w:t>
      </w:r>
    </w:p>
    <w:p w14:paraId="20878C50" w14:textId="77777777" w:rsidR="008B3DF8" w:rsidRPr="004B5F62" w:rsidRDefault="00232130" w:rsidP="00E83507">
      <w:pPr>
        <w:autoSpaceDE w:val="0"/>
        <w:autoSpaceDN w:val="0"/>
        <w:adjustRightInd w:val="0"/>
        <w:spacing w:line="360" w:lineRule="auto"/>
        <w:ind w:firstLine="703"/>
        <w:jc w:val="both"/>
      </w:pPr>
      <w:r w:rsidRPr="004B5F62">
        <w:lastRenderedPageBreak/>
        <w:t>2.</w:t>
      </w:r>
      <w:r w:rsidR="000221CC" w:rsidRPr="004B5F62">
        <w:t xml:space="preserve"> </w:t>
      </w:r>
      <w:r w:rsidR="00F72B35" w:rsidRPr="004B5F62">
        <w:t>Sprawozdania Rb-27ZZ i Rb-50 jednostka samorządu terytorialnego przekazuje w formie dokumentu elektronicznego do dysponenta środków budżetu państwa przekazującego dotacje z wykorzystaniem aplikacji, o której mowa w ust. 1.</w:t>
      </w:r>
    </w:p>
    <w:p w14:paraId="0B1E9DA0" w14:textId="77777777" w:rsidR="00F72B35" w:rsidRPr="004B5F62" w:rsidRDefault="00F72B35" w:rsidP="00E83507">
      <w:pPr>
        <w:autoSpaceDE w:val="0"/>
        <w:autoSpaceDN w:val="0"/>
        <w:adjustRightInd w:val="0"/>
        <w:spacing w:line="360" w:lineRule="auto"/>
        <w:ind w:firstLine="703"/>
        <w:jc w:val="both"/>
      </w:pPr>
      <w:r w:rsidRPr="004B5F62">
        <w:t>3. Struktury danych przekazywanych do aplikacji, o której mowa w ust. 1, publikuje się w Biuletynie Informacji Publicznej na stronie podmiotowej urzędu obsługującego ministra właściwego do spraw finansów publicznych.</w:t>
      </w:r>
    </w:p>
    <w:p w14:paraId="3091BE52" w14:textId="77777777" w:rsidR="00F72B35" w:rsidRPr="003C53BD" w:rsidRDefault="00F72B35" w:rsidP="00E83507">
      <w:pPr>
        <w:autoSpaceDE w:val="0"/>
        <w:autoSpaceDN w:val="0"/>
        <w:adjustRightInd w:val="0"/>
        <w:spacing w:line="360" w:lineRule="auto"/>
        <w:ind w:firstLine="703"/>
        <w:jc w:val="both"/>
      </w:pPr>
      <w:r w:rsidRPr="004B5F62">
        <w:t>4. Sprawozdania Rb-50 za IV kwartały zarządy jednostek samorządu terytorialnego przekazują na elektroniczną skrzynkę podawczą Najwyższej Izby Kontroli.</w:t>
      </w:r>
    </w:p>
    <w:sectPr w:rsidR="00F72B35" w:rsidRPr="003C53BD" w:rsidSect="00DB54F3">
      <w:footerReference w:type="even" r:id="rId8"/>
      <w:footerReference w:type="default" r:id="rId9"/>
      <w:footnotePr>
        <w:numStart w:val="34"/>
      </w:footnotePr>
      <w:pgSz w:w="11907" w:h="16840" w:code="1"/>
      <w:pgMar w:top="1418" w:right="1418" w:bottom="1418" w:left="1418" w:header="709" w:footer="646" w:gutter="0"/>
      <w:cols w:space="708"/>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B8FF6F" w16cid:durableId="227137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E3C29" w14:textId="77777777" w:rsidR="00037AF1" w:rsidRDefault="00037AF1">
      <w:r>
        <w:separator/>
      </w:r>
    </w:p>
  </w:endnote>
  <w:endnote w:type="continuationSeparator" w:id="0">
    <w:p w14:paraId="7E1A72C7" w14:textId="77777777" w:rsidR="00037AF1" w:rsidRDefault="00037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WE)">
    <w:panose1 w:val="00000000000000000000"/>
    <w:charset w:val="EE"/>
    <w:family w:val="roman"/>
    <w:notTrueType/>
    <w:pitch w:val="variable"/>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C1416" w14:textId="77777777" w:rsidR="00962C59" w:rsidRDefault="00962C59" w:rsidP="00805E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07B4FD5" w14:textId="77777777" w:rsidR="00962C59" w:rsidRDefault="00962C5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65E0E" w14:textId="77777777" w:rsidR="00962C59" w:rsidRDefault="00962C59" w:rsidP="00805E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66D16">
      <w:rPr>
        <w:rStyle w:val="Numerstrony"/>
        <w:noProof/>
      </w:rPr>
      <w:t>12</w:t>
    </w:r>
    <w:r>
      <w:rPr>
        <w:rStyle w:val="Numerstrony"/>
      </w:rPr>
      <w:fldChar w:fldCharType="end"/>
    </w:r>
  </w:p>
  <w:p w14:paraId="2162FE67" w14:textId="77777777" w:rsidR="00962C59" w:rsidRDefault="00962C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19C0ED" w14:textId="77777777" w:rsidR="00037AF1" w:rsidRDefault="00037AF1">
      <w:r>
        <w:separator/>
      </w:r>
    </w:p>
  </w:footnote>
  <w:footnote w:type="continuationSeparator" w:id="0">
    <w:p w14:paraId="3E9733BE" w14:textId="77777777" w:rsidR="00037AF1" w:rsidRDefault="00037AF1">
      <w:r>
        <w:continuationSeparator/>
      </w:r>
    </w:p>
  </w:footnote>
  <w:footnote w:id="1">
    <w:p w14:paraId="62FC1281" w14:textId="6D6193B6" w:rsidR="008B7B8F" w:rsidRDefault="008B7B8F" w:rsidP="006D7F92">
      <w:pPr>
        <w:pStyle w:val="Tekstprzypisudolnego"/>
        <w:jc w:val="both"/>
      </w:pPr>
      <w:r w:rsidRPr="003212A4">
        <w:rPr>
          <w:rStyle w:val="Odwoanieprzypisudolnego"/>
        </w:rPr>
        <w:footnoteRef/>
      </w:r>
      <w:r w:rsidR="0054049E" w:rsidRPr="003212A4">
        <w:rPr>
          <w:vertAlign w:val="superscript"/>
        </w:rPr>
        <w:t>)</w:t>
      </w:r>
      <w:r w:rsidR="008266AA">
        <w:rPr>
          <w:vertAlign w:val="superscript"/>
        </w:rPr>
        <w:tab/>
      </w:r>
      <w:r w:rsidR="00221737" w:rsidRPr="003212A4">
        <w:t xml:space="preserve">W brzmieniu ustalonym przez § 1 pkt 9 lit. a </w:t>
      </w:r>
      <w:r w:rsidR="0032261A" w:rsidRPr="003212A4">
        <w:t xml:space="preserve">tiret pierwsze </w:t>
      </w:r>
      <w:r w:rsidR="00221737" w:rsidRPr="003212A4">
        <w:t>rozporządzenia, o którym mowa w odnośniku 3; wszedł w życie z dniem 1 stycznia 2020 r.</w:t>
      </w:r>
    </w:p>
  </w:footnote>
  <w:footnote w:id="2">
    <w:p w14:paraId="7B5ED94B" w14:textId="536C9425" w:rsidR="00FE7703" w:rsidRDefault="00FE7703" w:rsidP="006D7F92">
      <w:pPr>
        <w:pStyle w:val="Tekstprzypisudolnego"/>
        <w:jc w:val="both"/>
      </w:pPr>
      <w:r>
        <w:rPr>
          <w:rStyle w:val="Odwoanieprzypisudolnego"/>
        </w:rPr>
        <w:footnoteRef/>
      </w:r>
      <w:r w:rsidRPr="00FE7703">
        <w:rPr>
          <w:vertAlign w:val="superscript"/>
        </w:rPr>
        <w:t>)</w:t>
      </w:r>
      <w:r w:rsidR="008266AA">
        <w:tab/>
      </w:r>
      <w:r w:rsidRPr="003212A4">
        <w:t xml:space="preserve">Dodany przez § 1 pkt 9 lit. a tiret drugie rozporządzenia, o którym mowa w </w:t>
      </w:r>
      <w:r w:rsidR="00823349" w:rsidRPr="003212A4">
        <w:t>odnośniku</w:t>
      </w:r>
      <w:r w:rsidRPr="003212A4">
        <w:t xml:space="preserve"> 3; wszedł w życie z dniem 1 stycznia 2020 r.</w:t>
      </w:r>
    </w:p>
  </w:footnote>
  <w:footnote w:id="3">
    <w:p w14:paraId="00C31932" w14:textId="077C1FFE" w:rsidR="008E0C17" w:rsidRDefault="008E0C17" w:rsidP="006D7F92">
      <w:pPr>
        <w:pStyle w:val="Tekstprzypisudolnego"/>
        <w:jc w:val="both"/>
      </w:pPr>
      <w:r>
        <w:rPr>
          <w:rStyle w:val="Odwoanieprzypisudolnego"/>
        </w:rPr>
        <w:footnoteRef/>
      </w:r>
      <w:r w:rsidR="0040413E" w:rsidRPr="0040413E">
        <w:rPr>
          <w:vertAlign w:val="superscript"/>
        </w:rPr>
        <w:t>)</w:t>
      </w:r>
      <w:r w:rsidR="008266AA">
        <w:tab/>
      </w:r>
      <w:r w:rsidR="00FE1D2C" w:rsidRPr="003212A4">
        <w:t>W brzmieniu ustalonym przez § 1 pkt 9 lit. b rozporządzenia, o którym mowa w odnośniku 3; wszedł w życie z dniem 1 stycznia 2020 r.</w:t>
      </w:r>
    </w:p>
  </w:footnote>
  <w:footnote w:id="4">
    <w:p w14:paraId="57AA4BE2" w14:textId="3FE410DD" w:rsidR="004965BF" w:rsidRPr="003212A4" w:rsidRDefault="004965BF" w:rsidP="006D7F92">
      <w:pPr>
        <w:pStyle w:val="Tekstprzypisudolnego"/>
        <w:jc w:val="both"/>
      </w:pPr>
      <w:r>
        <w:rPr>
          <w:rStyle w:val="Odwoanieprzypisudolnego"/>
        </w:rPr>
        <w:footnoteRef/>
      </w:r>
      <w:r w:rsidRPr="004965BF">
        <w:rPr>
          <w:vertAlign w:val="superscript"/>
        </w:rPr>
        <w:t>)</w:t>
      </w:r>
      <w:r w:rsidR="008266AA">
        <w:tab/>
      </w:r>
      <w:r w:rsidR="00B17E42" w:rsidRPr="003212A4">
        <w:t>Przez § 1 pkt 9 lit. c rozporządzenia, o którym mowa w odnośniku 3; wszedł w życie z dniem 1 stycznia 2020 r.</w:t>
      </w:r>
    </w:p>
  </w:footnote>
  <w:footnote w:id="5">
    <w:p w14:paraId="3B2E0A33" w14:textId="2B67D3F7" w:rsidR="00B405DD" w:rsidRPr="003212A4" w:rsidRDefault="00B405DD" w:rsidP="006D7F92">
      <w:pPr>
        <w:pStyle w:val="Tekstprzypisudolnego"/>
        <w:jc w:val="both"/>
      </w:pPr>
      <w:r w:rsidRPr="003212A4">
        <w:rPr>
          <w:rStyle w:val="Odwoanieprzypisudolnego"/>
        </w:rPr>
        <w:footnoteRef/>
      </w:r>
      <w:r w:rsidRPr="003212A4">
        <w:rPr>
          <w:vertAlign w:val="superscript"/>
        </w:rPr>
        <w:t>)</w:t>
      </w:r>
      <w:r w:rsidR="008266AA">
        <w:tab/>
      </w:r>
      <w:r w:rsidR="008E3DC2" w:rsidRPr="003212A4">
        <w:t>W brzmieniu ustalonym przez § 1 pkt 9 lit. d rozporządzenia, o którym mowa w odnośniku 3; wszedł w życie z dniem 1 stycznia 2020 r.</w:t>
      </w:r>
    </w:p>
  </w:footnote>
  <w:footnote w:id="6">
    <w:p w14:paraId="65727735" w14:textId="0865A8BA" w:rsidR="003B3456" w:rsidRDefault="003B3456" w:rsidP="00A639E8">
      <w:pPr>
        <w:pStyle w:val="Tekstprzypisudolnego"/>
        <w:jc w:val="both"/>
      </w:pPr>
      <w:r w:rsidRPr="003212A4">
        <w:rPr>
          <w:rStyle w:val="Odwoanieprzypisudolnego"/>
        </w:rPr>
        <w:footnoteRef/>
      </w:r>
      <w:r w:rsidRPr="003212A4">
        <w:rPr>
          <w:vertAlign w:val="superscript"/>
        </w:rPr>
        <w:t>)</w:t>
      </w:r>
      <w:r w:rsidR="008266AA">
        <w:tab/>
      </w:r>
      <w:r w:rsidRPr="003212A4">
        <w:t>Przez § 1 pkt 9 lit. e rozporządzenia, o którym mowa w odnośniku 3; wszedł w życie z dniem 1 stycznia 2020 r.</w:t>
      </w:r>
    </w:p>
  </w:footnote>
  <w:footnote w:id="7">
    <w:p w14:paraId="7DECE52D" w14:textId="7CD87D1F" w:rsidR="00B26953" w:rsidRDefault="00B26953" w:rsidP="00A639E8">
      <w:pPr>
        <w:pStyle w:val="Tekstprzypisudolnego"/>
        <w:jc w:val="both"/>
      </w:pPr>
      <w:r>
        <w:rPr>
          <w:rStyle w:val="Odwoanieprzypisudolnego"/>
        </w:rPr>
        <w:footnoteRef/>
      </w:r>
      <w:r w:rsidRPr="00B26953">
        <w:rPr>
          <w:vertAlign w:val="superscript"/>
        </w:rPr>
        <w:t>)</w:t>
      </w:r>
      <w:r w:rsidR="008266AA">
        <w:tab/>
      </w:r>
      <w:r w:rsidRPr="003212A4">
        <w:t>W brzmieniu ustalonym przez § 1 pkt 9 lit. f tiret pierwsze rozporządzenia, o którym mowa w odnośniku 3; wszedł w życie z dniem 1 stycznia 2020 r.</w:t>
      </w:r>
    </w:p>
  </w:footnote>
  <w:footnote w:id="8">
    <w:p w14:paraId="0420DA93" w14:textId="184505DA" w:rsidR="00144194" w:rsidRPr="003212A4" w:rsidRDefault="00144194" w:rsidP="006D7F92">
      <w:pPr>
        <w:pStyle w:val="Tekstprzypisudolnego"/>
        <w:jc w:val="both"/>
      </w:pPr>
      <w:r w:rsidRPr="003212A4">
        <w:rPr>
          <w:rStyle w:val="Odwoanieprzypisudolnego"/>
        </w:rPr>
        <w:footnoteRef/>
      </w:r>
      <w:r w:rsidR="00A70A03" w:rsidRPr="003212A4">
        <w:rPr>
          <w:vertAlign w:val="superscript"/>
        </w:rPr>
        <w:t>)</w:t>
      </w:r>
      <w:r w:rsidR="008266AA">
        <w:tab/>
      </w:r>
      <w:r w:rsidR="00A70A03" w:rsidRPr="003212A4">
        <w:t>W brzmieniu ustalonym przez § 1 pkt 9 lit. f tiret drugie rozporządzenia, o którym mowa w odnośniku 3; wszedł w życie z dniem 1 stycznia 2020 r.</w:t>
      </w:r>
    </w:p>
  </w:footnote>
  <w:footnote w:id="9">
    <w:p w14:paraId="7B6DEA2D" w14:textId="2AFE2BC7" w:rsidR="00DD1E77" w:rsidRPr="003212A4" w:rsidRDefault="00DD1E77" w:rsidP="006D7F92">
      <w:pPr>
        <w:pStyle w:val="Tekstprzypisudolnego"/>
        <w:jc w:val="both"/>
      </w:pPr>
      <w:r w:rsidRPr="003212A4">
        <w:rPr>
          <w:rStyle w:val="Odwoanieprzypisudolnego"/>
        </w:rPr>
        <w:footnoteRef/>
      </w:r>
      <w:r w:rsidR="00764778" w:rsidRPr="003212A4">
        <w:rPr>
          <w:vertAlign w:val="superscript"/>
        </w:rPr>
        <w:t>)</w:t>
      </w:r>
      <w:r w:rsidR="008266AA">
        <w:tab/>
      </w:r>
      <w:r w:rsidR="00764778" w:rsidRPr="003212A4">
        <w:t xml:space="preserve">W brzmieniu ustalonym przez § 1 pkt 9 lit. </w:t>
      </w:r>
      <w:r w:rsidR="002B226D" w:rsidRPr="003212A4">
        <w:t>g</w:t>
      </w:r>
      <w:r w:rsidR="00764778" w:rsidRPr="003212A4">
        <w:t xml:space="preserve"> tiret </w:t>
      </w:r>
      <w:r w:rsidR="002B226D" w:rsidRPr="003212A4">
        <w:t>pierwsze</w:t>
      </w:r>
      <w:r w:rsidR="00764778" w:rsidRPr="003212A4">
        <w:t xml:space="preserve"> rozporządzenia, o którym mowa w odnośniku 3; wszedł w życie z dniem 1 stycznia 2020 r.</w:t>
      </w:r>
    </w:p>
  </w:footnote>
  <w:footnote w:id="10">
    <w:p w14:paraId="42BDCA11" w14:textId="73E231E1" w:rsidR="00C17FDF" w:rsidRDefault="00C17FDF" w:rsidP="006D7F92">
      <w:pPr>
        <w:pStyle w:val="Tekstprzypisudolnego"/>
        <w:jc w:val="both"/>
      </w:pPr>
      <w:r w:rsidRPr="003212A4">
        <w:rPr>
          <w:rStyle w:val="Odwoanieprzypisudolnego"/>
        </w:rPr>
        <w:footnoteRef/>
      </w:r>
      <w:r w:rsidR="00193C57" w:rsidRPr="003212A4">
        <w:rPr>
          <w:vertAlign w:val="superscript"/>
        </w:rPr>
        <w:t>)</w:t>
      </w:r>
      <w:r w:rsidR="008266AA">
        <w:tab/>
      </w:r>
      <w:r w:rsidR="00193C57" w:rsidRPr="003212A4">
        <w:t>Dodany przez § 1 pkt 9 lit. g tiret drugie rozporządzenia, o którym mowa w odnośniku 3; wszedł w życie z dniem 1 stycznia 2020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823CF"/>
    <w:multiLevelType w:val="multilevel"/>
    <w:tmpl w:val="91F28274"/>
    <w:lvl w:ilvl="0">
      <w:start w:val="1"/>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FBA3DEC"/>
    <w:multiLevelType w:val="hybridMultilevel"/>
    <w:tmpl w:val="248ED59C"/>
    <w:lvl w:ilvl="0" w:tplc="DAD224E8">
      <w:start w:val="1"/>
      <w:numFmt w:val="decimal"/>
      <w:lvlText w:val="%1)"/>
      <w:lvlJc w:val="left"/>
      <w:pPr>
        <w:tabs>
          <w:tab w:val="num" w:pos="435"/>
        </w:tabs>
        <w:ind w:left="435" w:hanging="360"/>
      </w:pPr>
      <w:rPr>
        <w:rFonts w:hint="default"/>
      </w:rPr>
    </w:lvl>
    <w:lvl w:ilvl="1" w:tplc="04150019" w:tentative="1">
      <w:start w:val="1"/>
      <w:numFmt w:val="lowerLetter"/>
      <w:lvlText w:val="%2."/>
      <w:lvlJc w:val="left"/>
      <w:pPr>
        <w:tabs>
          <w:tab w:val="num" w:pos="1155"/>
        </w:tabs>
        <w:ind w:left="1155" w:hanging="360"/>
      </w:pPr>
    </w:lvl>
    <w:lvl w:ilvl="2" w:tplc="0415001B" w:tentative="1">
      <w:start w:val="1"/>
      <w:numFmt w:val="lowerRoman"/>
      <w:lvlText w:val="%3."/>
      <w:lvlJc w:val="right"/>
      <w:pPr>
        <w:tabs>
          <w:tab w:val="num" w:pos="1875"/>
        </w:tabs>
        <w:ind w:left="1875" w:hanging="180"/>
      </w:pPr>
    </w:lvl>
    <w:lvl w:ilvl="3" w:tplc="0415000F" w:tentative="1">
      <w:start w:val="1"/>
      <w:numFmt w:val="decimal"/>
      <w:lvlText w:val="%4."/>
      <w:lvlJc w:val="left"/>
      <w:pPr>
        <w:tabs>
          <w:tab w:val="num" w:pos="2595"/>
        </w:tabs>
        <w:ind w:left="2595" w:hanging="360"/>
      </w:pPr>
    </w:lvl>
    <w:lvl w:ilvl="4" w:tplc="04150019" w:tentative="1">
      <w:start w:val="1"/>
      <w:numFmt w:val="lowerLetter"/>
      <w:lvlText w:val="%5."/>
      <w:lvlJc w:val="left"/>
      <w:pPr>
        <w:tabs>
          <w:tab w:val="num" w:pos="3315"/>
        </w:tabs>
        <w:ind w:left="3315" w:hanging="360"/>
      </w:pPr>
    </w:lvl>
    <w:lvl w:ilvl="5" w:tplc="0415001B" w:tentative="1">
      <w:start w:val="1"/>
      <w:numFmt w:val="lowerRoman"/>
      <w:lvlText w:val="%6."/>
      <w:lvlJc w:val="right"/>
      <w:pPr>
        <w:tabs>
          <w:tab w:val="num" w:pos="4035"/>
        </w:tabs>
        <w:ind w:left="4035" w:hanging="180"/>
      </w:pPr>
    </w:lvl>
    <w:lvl w:ilvl="6" w:tplc="0415000F" w:tentative="1">
      <w:start w:val="1"/>
      <w:numFmt w:val="decimal"/>
      <w:lvlText w:val="%7."/>
      <w:lvlJc w:val="left"/>
      <w:pPr>
        <w:tabs>
          <w:tab w:val="num" w:pos="4755"/>
        </w:tabs>
        <w:ind w:left="4755" w:hanging="360"/>
      </w:pPr>
    </w:lvl>
    <w:lvl w:ilvl="7" w:tplc="04150019" w:tentative="1">
      <w:start w:val="1"/>
      <w:numFmt w:val="lowerLetter"/>
      <w:lvlText w:val="%8."/>
      <w:lvlJc w:val="left"/>
      <w:pPr>
        <w:tabs>
          <w:tab w:val="num" w:pos="5475"/>
        </w:tabs>
        <w:ind w:left="5475" w:hanging="360"/>
      </w:pPr>
    </w:lvl>
    <w:lvl w:ilvl="8" w:tplc="0415001B" w:tentative="1">
      <w:start w:val="1"/>
      <w:numFmt w:val="lowerRoman"/>
      <w:lvlText w:val="%9."/>
      <w:lvlJc w:val="right"/>
      <w:pPr>
        <w:tabs>
          <w:tab w:val="num" w:pos="6195"/>
        </w:tabs>
        <w:ind w:left="6195" w:hanging="180"/>
      </w:pPr>
    </w:lvl>
  </w:abstractNum>
  <w:abstractNum w:abstractNumId="2" w15:restartNumberingAfterBreak="0">
    <w:nsid w:val="46DF1666"/>
    <w:multiLevelType w:val="multilevel"/>
    <w:tmpl w:val="FE5A8BB0"/>
    <w:lvl w:ilvl="0">
      <w:start w:val="1"/>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5EC20EFE"/>
    <w:multiLevelType w:val="multilevel"/>
    <w:tmpl w:val="370AFB1E"/>
    <w:lvl w:ilvl="0">
      <w:start w:val="5"/>
      <w:numFmt w:val="decimal"/>
      <w:lvlText w:val="%1)"/>
      <w:lvlJc w:val="left"/>
      <w:pPr>
        <w:tabs>
          <w:tab w:val="num" w:pos="720"/>
        </w:tabs>
        <w:ind w:left="720" w:hanging="363"/>
      </w:pPr>
      <w:rPr>
        <w:rFonts w:ascii="Arial" w:hAnsi="Arial"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6977EDE"/>
    <w:multiLevelType w:val="multilevel"/>
    <w:tmpl w:val="97B0D55A"/>
    <w:lvl w:ilvl="0">
      <w:start w:val="1"/>
      <w:numFmt w:val="decimal"/>
      <w:lvlText w:val="%1)"/>
      <w:lvlJc w:val="left"/>
      <w:pPr>
        <w:tabs>
          <w:tab w:val="num" w:pos="720"/>
        </w:tabs>
        <w:ind w:left="720" w:hanging="363"/>
      </w:pPr>
      <w:rPr>
        <w:rFonts w:ascii="Times New Roman" w:eastAsia="Times New Roman" w:hAnsi="Times New Roman" w:cs="Times New Roman"/>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7EBE03C7"/>
    <w:multiLevelType w:val="hybridMultilevel"/>
    <w:tmpl w:val="97B0D55A"/>
    <w:lvl w:ilvl="0" w:tplc="59C66180">
      <w:start w:val="1"/>
      <w:numFmt w:val="decimal"/>
      <w:lvlText w:val="%1)"/>
      <w:lvlJc w:val="left"/>
      <w:pPr>
        <w:tabs>
          <w:tab w:val="num" w:pos="720"/>
        </w:tabs>
        <w:ind w:left="720" w:hanging="363"/>
      </w:pPr>
      <w:rPr>
        <w:rFonts w:ascii="Times New Roman" w:eastAsia="Times New Roman" w:hAnsi="Times New Roman" w:cs="Times New Roman"/>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footnotePr>
    <w:numStart w:val="34"/>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130"/>
    <w:rsid w:val="000014BE"/>
    <w:rsid w:val="00001BA2"/>
    <w:rsid w:val="000059D8"/>
    <w:rsid w:val="000116EF"/>
    <w:rsid w:val="00012C62"/>
    <w:rsid w:val="00013A3C"/>
    <w:rsid w:val="000221CC"/>
    <w:rsid w:val="00025246"/>
    <w:rsid w:val="000256CC"/>
    <w:rsid w:val="00025CFA"/>
    <w:rsid w:val="00027668"/>
    <w:rsid w:val="0003085B"/>
    <w:rsid w:val="00031E28"/>
    <w:rsid w:val="00033CDF"/>
    <w:rsid w:val="0003615F"/>
    <w:rsid w:val="00036FBC"/>
    <w:rsid w:val="00037AF1"/>
    <w:rsid w:val="000425BF"/>
    <w:rsid w:val="00043C25"/>
    <w:rsid w:val="00047BEA"/>
    <w:rsid w:val="00047E40"/>
    <w:rsid w:val="00056966"/>
    <w:rsid w:val="0005778B"/>
    <w:rsid w:val="00057ACB"/>
    <w:rsid w:val="00060473"/>
    <w:rsid w:val="000625FA"/>
    <w:rsid w:val="000645A4"/>
    <w:rsid w:val="00067A24"/>
    <w:rsid w:val="00071ED2"/>
    <w:rsid w:val="00072660"/>
    <w:rsid w:val="00074560"/>
    <w:rsid w:val="00077207"/>
    <w:rsid w:val="0007752B"/>
    <w:rsid w:val="00077A3A"/>
    <w:rsid w:val="00080133"/>
    <w:rsid w:val="0008176D"/>
    <w:rsid w:val="000818D3"/>
    <w:rsid w:val="00081EC3"/>
    <w:rsid w:val="00083A58"/>
    <w:rsid w:val="00084EC1"/>
    <w:rsid w:val="00085DEC"/>
    <w:rsid w:val="00086FE4"/>
    <w:rsid w:val="00087356"/>
    <w:rsid w:val="00087C2B"/>
    <w:rsid w:val="00087ECD"/>
    <w:rsid w:val="000907A2"/>
    <w:rsid w:val="00092B99"/>
    <w:rsid w:val="00095634"/>
    <w:rsid w:val="0009730B"/>
    <w:rsid w:val="0009764D"/>
    <w:rsid w:val="000A1057"/>
    <w:rsid w:val="000A3903"/>
    <w:rsid w:val="000A5D6E"/>
    <w:rsid w:val="000B178C"/>
    <w:rsid w:val="000B1D37"/>
    <w:rsid w:val="000B29AB"/>
    <w:rsid w:val="000B42D7"/>
    <w:rsid w:val="000B43CC"/>
    <w:rsid w:val="000B4F73"/>
    <w:rsid w:val="000B626E"/>
    <w:rsid w:val="000B6FF2"/>
    <w:rsid w:val="000B73BC"/>
    <w:rsid w:val="000C2F9A"/>
    <w:rsid w:val="000C3B7C"/>
    <w:rsid w:val="000D0D99"/>
    <w:rsid w:val="000D2FAC"/>
    <w:rsid w:val="000D69C0"/>
    <w:rsid w:val="000D7164"/>
    <w:rsid w:val="000E2FF0"/>
    <w:rsid w:val="000E54CE"/>
    <w:rsid w:val="000E7372"/>
    <w:rsid w:val="000F2370"/>
    <w:rsid w:val="000F2CB9"/>
    <w:rsid w:val="000F3A50"/>
    <w:rsid w:val="000F491F"/>
    <w:rsid w:val="000F59C7"/>
    <w:rsid w:val="000F6934"/>
    <w:rsid w:val="000F79B0"/>
    <w:rsid w:val="00105D47"/>
    <w:rsid w:val="00110B4E"/>
    <w:rsid w:val="001117C7"/>
    <w:rsid w:val="0011246D"/>
    <w:rsid w:val="00116460"/>
    <w:rsid w:val="00117189"/>
    <w:rsid w:val="001205F8"/>
    <w:rsid w:val="00122008"/>
    <w:rsid w:val="0012213E"/>
    <w:rsid w:val="00122523"/>
    <w:rsid w:val="0012684D"/>
    <w:rsid w:val="00126CB4"/>
    <w:rsid w:val="00132A86"/>
    <w:rsid w:val="00134399"/>
    <w:rsid w:val="0013455B"/>
    <w:rsid w:val="00137D04"/>
    <w:rsid w:val="00142ADA"/>
    <w:rsid w:val="00144194"/>
    <w:rsid w:val="00144736"/>
    <w:rsid w:val="00146BBD"/>
    <w:rsid w:val="00146EE5"/>
    <w:rsid w:val="001516B3"/>
    <w:rsid w:val="001552E5"/>
    <w:rsid w:val="0015719C"/>
    <w:rsid w:val="001602FE"/>
    <w:rsid w:val="00161F6A"/>
    <w:rsid w:val="00164B3F"/>
    <w:rsid w:val="00167563"/>
    <w:rsid w:val="001704D8"/>
    <w:rsid w:val="00170961"/>
    <w:rsid w:val="001710C2"/>
    <w:rsid w:val="00171AE6"/>
    <w:rsid w:val="0017413F"/>
    <w:rsid w:val="00174533"/>
    <w:rsid w:val="00182BDC"/>
    <w:rsid w:val="00184BB7"/>
    <w:rsid w:val="00190EE9"/>
    <w:rsid w:val="0019186F"/>
    <w:rsid w:val="00193C57"/>
    <w:rsid w:val="00194284"/>
    <w:rsid w:val="001A0B9F"/>
    <w:rsid w:val="001A4C4D"/>
    <w:rsid w:val="001A73D5"/>
    <w:rsid w:val="001B2663"/>
    <w:rsid w:val="001B3336"/>
    <w:rsid w:val="001B3B05"/>
    <w:rsid w:val="001B7495"/>
    <w:rsid w:val="001C1B71"/>
    <w:rsid w:val="001C1DA8"/>
    <w:rsid w:val="001C50EF"/>
    <w:rsid w:val="001C652E"/>
    <w:rsid w:val="001C72F0"/>
    <w:rsid w:val="001C7553"/>
    <w:rsid w:val="001D1234"/>
    <w:rsid w:val="001D5A85"/>
    <w:rsid w:val="001D66AD"/>
    <w:rsid w:val="001E1D0B"/>
    <w:rsid w:val="001E229A"/>
    <w:rsid w:val="001E3FD2"/>
    <w:rsid w:val="001E4057"/>
    <w:rsid w:val="001F0098"/>
    <w:rsid w:val="001F27E7"/>
    <w:rsid w:val="001F4445"/>
    <w:rsid w:val="001F544E"/>
    <w:rsid w:val="001F5A50"/>
    <w:rsid w:val="00200CB7"/>
    <w:rsid w:val="0020242A"/>
    <w:rsid w:val="00202E7B"/>
    <w:rsid w:val="00202F05"/>
    <w:rsid w:val="00203EEF"/>
    <w:rsid w:val="002101C9"/>
    <w:rsid w:val="002101E4"/>
    <w:rsid w:val="002109C6"/>
    <w:rsid w:val="00210F93"/>
    <w:rsid w:val="00211875"/>
    <w:rsid w:val="00213DF4"/>
    <w:rsid w:val="00215123"/>
    <w:rsid w:val="002208D0"/>
    <w:rsid w:val="00220BB9"/>
    <w:rsid w:val="00221608"/>
    <w:rsid w:val="00221737"/>
    <w:rsid w:val="00225491"/>
    <w:rsid w:val="00226126"/>
    <w:rsid w:val="00230E40"/>
    <w:rsid w:val="00231699"/>
    <w:rsid w:val="00232130"/>
    <w:rsid w:val="0023310A"/>
    <w:rsid w:val="002347B0"/>
    <w:rsid w:val="00234F63"/>
    <w:rsid w:val="0024035B"/>
    <w:rsid w:val="002417AD"/>
    <w:rsid w:val="002441F9"/>
    <w:rsid w:val="0024656E"/>
    <w:rsid w:val="00246E0D"/>
    <w:rsid w:val="00247476"/>
    <w:rsid w:val="00251B6A"/>
    <w:rsid w:val="0025322E"/>
    <w:rsid w:val="00254211"/>
    <w:rsid w:val="00254543"/>
    <w:rsid w:val="00257328"/>
    <w:rsid w:val="002635E6"/>
    <w:rsid w:val="00263960"/>
    <w:rsid w:val="00271919"/>
    <w:rsid w:val="00276106"/>
    <w:rsid w:val="00277CB2"/>
    <w:rsid w:val="00277CF5"/>
    <w:rsid w:val="002822C3"/>
    <w:rsid w:val="00287506"/>
    <w:rsid w:val="00290A5B"/>
    <w:rsid w:val="00292A09"/>
    <w:rsid w:val="0029373A"/>
    <w:rsid w:val="00293D2F"/>
    <w:rsid w:val="002944B7"/>
    <w:rsid w:val="00295F59"/>
    <w:rsid w:val="002A0ACC"/>
    <w:rsid w:val="002A13CE"/>
    <w:rsid w:val="002A2D46"/>
    <w:rsid w:val="002A77AD"/>
    <w:rsid w:val="002B226D"/>
    <w:rsid w:val="002B2655"/>
    <w:rsid w:val="002B5B92"/>
    <w:rsid w:val="002B5E22"/>
    <w:rsid w:val="002B6732"/>
    <w:rsid w:val="002D0D1B"/>
    <w:rsid w:val="002D1448"/>
    <w:rsid w:val="002D2680"/>
    <w:rsid w:val="002D3974"/>
    <w:rsid w:val="002D52C5"/>
    <w:rsid w:val="002D5529"/>
    <w:rsid w:val="002E0EBB"/>
    <w:rsid w:val="002E1D7B"/>
    <w:rsid w:val="002E2A39"/>
    <w:rsid w:val="002E3E85"/>
    <w:rsid w:val="002E5FD0"/>
    <w:rsid w:val="002F0211"/>
    <w:rsid w:val="002F15AF"/>
    <w:rsid w:val="002F2B08"/>
    <w:rsid w:val="002F2D9E"/>
    <w:rsid w:val="002F6214"/>
    <w:rsid w:val="002F63B0"/>
    <w:rsid w:val="002F6489"/>
    <w:rsid w:val="002F6CBF"/>
    <w:rsid w:val="00302472"/>
    <w:rsid w:val="00302623"/>
    <w:rsid w:val="00302E69"/>
    <w:rsid w:val="0030492C"/>
    <w:rsid w:val="003049D9"/>
    <w:rsid w:val="0031021C"/>
    <w:rsid w:val="00310DE4"/>
    <w:rsid w:val="00312FD8"/>
    <w:rsid w:val="003148A5"/>
    <w:rsid w:val="00314D33"/>
    <w:rsid w:val="00316794"/>
    <w:rsid w:val="003212A4"/>
    <w:rsid w:val="0032134B"/>
    <w:rsid w:val="00321515"/>
    <w:rsid w:val="00321B26"/>
    <w:rsid w:val="00321BEB"/>
    <w:rsid w:val="003224BE"/>
    <w:rsid w:val="0032261A"/>
    <w:rsid w:val="00324180"/>
    <w:rsid w:val="003242EB"/>
    <w:rsid w:val="0032561A"/>
    <w:rsid w:val="003269E9"/>
    <w:rsid w:val="0033013B"/>
    <w:rsid w:val="003302E1"/>
    <w:rsid w:val="00330B66"/>
    <w:rsid w:val="0033367D"/>
    <w:rsid w:val="00334D0B"/>
    <w:rsid w:val="00335ED8"/>
    <w:rsid w:val="00335FD2"/>
    <w:rsid w:val="003373DE"/>
    <w:rsid w:val="003424FE"/>
    <w:rsid w:val="00343274"/>
    <w:rsid w:val="0034411F"/>
    <w:rsid w:val="00344185"/>
    <w:rsid w:val="00346EA5"/>
    <w:rsid w:val="00347041"/>
    <w:rsid w:val="00351130"/>
    <w:rsid w:val="0035538C"/>
    <w:rsid w:val="003559E5"/>
    <w:rsid w:val="00356297"/>
    <w:rsid w:val="00362A0C"/>
    <w:rsid w:val="00362F7E"/>
    <w:rsid w:val="00363853"/>
    <w:rsid w:val="00363F72"/>
    <w:rsid w:val="0036453F"/>
    <w:rsid w:val="00364A5F"/>
    <w:rsid w:val="003674C8"/>
    <w:rsid w:val="00370A1A"/>
    <w:rsid w:val="003740AA"/>
    <w:rsid w:val="00374414"/>
    <w:rsid w:val="003747B3"/>
    <w:rsid w:val="00375D12"/>
    <w:rsid w:val="003804F9"/>
    <w:rsid w:val="00381AAE"/>
    <w:rsid w:val="003854A2"/>
    <w:rsid w:val="00394308"/>
    <w:rsid w:val="00395E8E"/>
    <w:rsid w:val="003A053D"/>
    <w:rsid w:val="003A2AC3"/>
    <w:rsid w:val="003A2F26"/>
    <w:rsid w:val="003A560C"/>
    <w:rsid w:val="003A5B1B"/>
    <w:rsid w:val="003B1006"/>
    <w:rsid w:val="003B2B64"/>
    <w:rsid w:val="003B3456"/>
    <w:rsid w:val="003B4D5D"/>
    <w:rsid w:val="003B610E"/>
    <w:rsid w:val="003B6790"/>
    <w:rsid w:val="003B7DB4"/>
    <w:rsid w:val="003B7F82"/>
    <w:rsid w:val="003C27A6"/>
    <w:rsid w:val="003C4FF2"/>
    <w:rsid w:val="003C53BD"/>
    <w:rsid w:val="003C6A89"/>
    <w:rsid w:val="003C717E"/>
    <w:rsid w:val="003C7BE8"/>
    <w:rsid w:val="003D1519"/>
    <w:rsid w:val="003D3235"/>
    <w:rsid w:val="003D32D1"/>
    <w:rsid w:val="003D37A1"/>
    <w:rsid w:val="003E3235"/>
    <w:rsid w:val="003E49A4"/>
    <w:rsid w:val="003E6EB3"/>
    <w:rsid w:val="003E71F9"/>
    <w:rsid w:val="003E7AB2"/>
    <w:rsid w:val="003F1156"/>
    <w:rsid w:val="003F2986"/>
    <w:rsid w:val="003F2D75"/>
    <w:rsid w:val="003F413D"/>
    <w:rsid w:val="003F6900"/>
    <w:rsid w:val="003F7455"/>
    <w:rsid w:val="00401B1E"/>
    <w:rsid w:val="0040413E"/>
    <w:rsid w:val="004046C5"/>
    <w:rsid w:val="00407B2E"/>
    <w:rsid w:val="004115D0"/>
    <w:rsid w:val="00414C6A"/>
    <w:rsid w:val="00415777"/>
    <w:rsid w:val="00417F78"/>
    <w:rsid w:val="00420234"/>
    <w:rsid w:val="00420BC7"/>
    <w:rsid w:val="00423A0B"/>
    <w:rsid w:val="004243A7"/>
    <w:rsid w:val="00424C05"/>
    <w:rsid w:val="004251C8"/>
    <w:rsid w:val="00430305"/>
    <w:rsid w:val="00430C41"/>
    <w:rsid w:val="00441F44"/>
    <w:rsid w:val="0044314D"/>
    <w:rsid w:val="00445314"/>
    <w:rsid w:val="004563AC"/>
    <w:rsid w:val="004563DE"/>
    <w:rsid w:val="00456739"/>
    <w:rsid w:val="0045783A"/>
    <w:rsid w:val="00460533"/>
    <w:rsid w:val="00461B14"/>
    <w:rsid w:val="00463B5A"/>
    <w:rsid w:val="00466680"/>
    <w:rsid w:val="0046757F"/>
    <w:rsid w:val="00473220"/>
    <w:rsid w:val="00474629"/>
    <w:rsid w:val="00475C28"/>
    <w:rsid w:val="00477478"/>
    <w:rsid w:val="0047796E"/>
    <w:rsid w:val="004812F9"/>
    <w:rsid w:val="00490491"/>
    <w:rsid w:val="00491CB7"/>
    <w:rsid w:val="00494A19"/>
    <w:rsid w:val="004965A4"/>
    <w:rsid w:val="004965BF"/>
    <w:rsid w:val="004A30EC"/>
    <w:rsid w:val="004A49C4"/>
    <w:rsid w:val="004A4B7F"/>
    <w:rsid w:val="004B416D"/>
    <w:rsid w:val="004B46C7"/>
    <w:rsid w:val="004B49D7"/>
    <w:rsid w:val="004B4FF2"/>
    <w:rsid w:val="004B5709"/>
    <w:rsid w:val="004B5F62"/>
    <w:rsid w:val="004B6BE4"/>
    <w:rsid w:val="004C0353"/>
    <w:rsid w:val="004C18EA"/>
    <w:rsid w:val="004C2882"/>
    <w:rsid w:val="004C7832"/>
    <w:rsid w:val="004D30BC"/>
    <w:rsid w:val="004D5E90"/>
    <w:rsid w:val="004D632D"/>
    <w:rsid w:val="004D7723"/>
    <w:rsid w:val="004E18E0"/>
    <w:rsid w:val="004E1C97"/>
    <w:rsid w:val="004E2642"/>
    <w:rsid w:val="004E299D"/>
    <w:rsid w:val="004E37C6"/>
    <w:rsid w:val="004E445B"/>
    <w:rsid w:val="004F06C8"/>
    <w:rsid w:val="004F0F5E"/>
    <w:rsid w:val="004F1AF4"/>
    <w:rsid w:val="004F3CD9"/>
    <w:rsid w:val="004F5C71"/>
    <w:rsid w:val="004F6F89"/>
    <w:rsid w:val="004F79B8"/>
    <w:rsid w:val="0050204E"/>
    <w:rsid w:val="00502BE3"/>
    <w:rsid w:val="00503020"/>
    <w:rsid w:val="00504CD6"/>
    <w:rsid w:val="00504EA7"/>
    <w:rsid w:val="005051BA"/>
    <w:rsid w:val="00506E91"/>
    <w:rsid w:val="005072A9"/>
    <w:rsid w:val="0051353C"/>
    <w:rsid w:val="00514144"/>
    <w:rsid w:val="00516A5A"/>
    <w:rsid w:val="0051724E"/>
    <w:rsid w:val="005179E2"/>
    <w:rsid w:val="00521745"/>
    <w:rsid w:val="005231ED"/>
    <w:rsid w:val="00523E94"/>
    <w:rsid w:val="00530F1F"/>
    <w:rsid w:val="0053109B"/>
    <w:rsid w:val="00534405"/>
    <w:rsid w:val="005354A5"/>
    <w:rsid w:val="005364DB"/>
    <w:rsid w:val="005367AA"/>
    <w:rsid w:val="0054049E"/>
    <w:rsid w:val="00541E08"/>
    <w:rsid w:val="00542545"/>
    <w:rsid w:val="00556A57"/>
    <w:rsid w:val="005577BC"/>
    <w:rsid w:val="00560039"/>
    <w:rsid w:val="00561119"/>
    <w:rsid w:val="00561A00"/>
    <w:rsid w:val="0056495C"/>
    <w:rsid w:val="00566092"/>
    <w:rsid w:val="00566B79"/>
    <w:rsid w:val="00567904"/>
    <w:rsid w:val="00572438"/>
    <w:rsid w:val="0057528F"/>
    <w:rsid w:val="0057669B"/>
    <w:rsid w:val="00581DF1"/>
    <w:rsid w:val="00582792"/>
    <w:rsid w:val="005830F6"/>
    <w:rsid w:val="005834F5"/>
    <w:rsid w:val="00585257"/>
    <w:rsid w:val="005852DE"/>
    <w:rsid w:val="00586B57"/>
    <w:rsid w:val="00590A82"/>
    <w:rsid w:val="00591BBF"/>
    <w:rsid w:val="00592DDE"/>
    <w:rsid w:val="00595784"/>
    <w:rsid w:val="005957AD"/>
    <w:rsid w:val="00595FCE"/>
    <w:rsid w:val="00597BD5"/>
    <w:rsid w:val="005A0ADC"/>
    <w:rsid w:val="005A39F6"/>
    <w:rsid w:val="005A3BC3"/>
    <w:rsid w:val="005A3F72"/>
    <w:rsid w:val="005A5961"/>
    <w:rsid w:val="005A5EF3"/>
    <w:rsid w:val="005B0642"/>
    <w:rsid w:val="005B0EB6"/>
    <w:rsid w:val="005B1277"/>
    <w:rsid w:val="005B6FDC"/>
    <w:rsid w:val="005B7300"/>
    <w:rsid w:val="005C3E1C"/>
    <w:rsid w:val="005C5BDE"/>
    <w:rsid w:val="005D14E5"/>
    <w:rsid w:val="005D2144"/>
    <w:rsid w:val="005D2E4D"/>
    <w:rsid w:val="005D4838"/>
    <w:rsid w:val="005D53AD"/>
    <w:rsid w:val="005D7031"/>
    <w:rsid w:val="005D72F9"/>
    <w:rsid w:val="005E004A"/>
    <w:rsid w:val="005E3F17"/>
    <w:rsid w:val="005E56AB"/>
    <w:rsid w:val="005E652A"/>
    <w:rsid w:val="006009AE"/>
    <w:rsid w:val="0060165C"/>
    <w:rsid w:val="00603D30"/>
    <w:rsid w:val="006077E9"/>
    <w:rsid w:val="00616E59"/>
    <w:rsid w:val="00621242"/>
    <w:rsid w:val="00627986"/>
    <w:rsid w:val="006311AE"/>
    <w:rsid w:val="00631614"/>
    <w:rsid w:val="00631E6C"/>
    <w:rsid w:val="00635EAA"/>
    <w:rsid w:val="0063719A"/>
    <w:rsid w:val="00637AAE"/>
    <w:rsid w:val="006413CD"/>
    <w:rsid w:val="00643CB9"/>
    <w:rsid w:val="00644802"/>
    <w:rsid w:val="00644D5D"/>
    <w:rsid w:val="00647B22"/>
    <w:rsid w:val="00651173"/>
    <w:rsid w:val="00651E5D"/>
    <w:rsid w:val="00652673"/>
    <w:rsid w:val="00657691"/>
    <w:rsid w:val="006601BF"/>
    <w:rsid w:val="00660D40"/>
    <w:rsid w:val="006616C7"/>
    <w:rsid w:val="00665CF9"/>
    <w:rsid w:val="00666FD1"/>
    <w:rsid w:val="00667151"/>
    <w:rsid w:val="00670008"/>
    <w:rsid w:val="0067603D"/>
    <w:rsid w:val="006837EF"/>
    <w:rsid w:val="006841C0"/>
    <w:rsid w:val="00691461"/>
    <w:rsid w:val="00691470"/>
    <w:rsid w:val="00693B5D"/>
    <w:rsid w:val="00693EC3"/>
    <w:rsid w:val="00694BCA"/>
    <w:rsid w:val="006952D6"/>
    <w:rsid w:val="00696C3B"/>
    <w:rsid w:val="006A12E8"/>
    <w:rsid w:val="006A272E"/>
    <w:rsid w:val="006A750F"/>
    <w:rsid w:val="006B0E82"/>
    <w:rsid w:val="006B2046"/>
    <w:rsid w:val="006B32F6"/>
    <w:rsid w:val="006B3FFC"/>
    <w:rsid w:val="006C0343"/>
    <w:rsid w:val="006C3DEA"/>
    <w:rsid w:val="006C5075"/>
    <w:rsid w:val="006C6273"/>
    <w:rsid w:val="006C72DE"/>
    <w:rsid w:val="006D0A63"/>
    <w:rsid w:val="006D10F3"/>
    <w:rsid w:val="006D2DCA"/>
    <w:rsid w:val="006D4B72"/>
    <w:rsid w:val="006D750E"/>
    <w:rsid w:val="006D7F92"/>
    <w:rsid w:val="006E041C"/>
    <w:rsid w:val="006E201E"/>
    <w:rsid w:val="006E4FD5"/>
    <w:rsid w:val="006E6E9A"/>
    <w:rsid w:val="006E7857"/>
    <w:rsid w:val="006F21EF"/>
    <w:rsid w:val="006F6611"/>
    <w:rsid w:val="006F6CF1"/>
    <w:rsid w:val="006F6D8B"/>
    <w:rsid w:val="007012B9"/>
    <w:rsid w:val="0070478F"/>
    <w:rsid w:val="00715A98"/>
    <w:rsid w:val="0071752A"/>
    <w:rsid w:val="00717C68"/>
    <w:rsid w:val="0072004D"/>
    <w:rsid w:val="00722F0E"/>
    <w:rsid w:val="00722F89"/>
    <w:rsid w:val="0072784C"/>
    <w:rsid w:val="00730391"/>
    <w:rsid w:val="007369B7"/>
    <w:rsid w:val="0073720B"/>
    <w:rsid w:val="00741B6C"/>
    <w:rsid w:val="00741BF6"/>
    <w:rsid w:val="00746DDD"/>
    <w:rsid w:val="00747C42"/>
    <w:rsid w:val="00750D07"/>
    <w:rsid w:val="007522C8"/>
    <w:rsid w:val="00754F0B"/>
    <w:rsid w:val="00755383"/>
    <w:rsid w:val="007554BD"/>
    <w:rsid w:val="00756A01"/>
    <w:rsid w:val="00756D46"/>
    <w:rsid w:val="00756EEF"/>
    <w:rsid w:val="00762AB0"/>
    <w:rsid w:val="0076364F"/>
    <w:rsid w:val="007637CE"/>
    <w:rsid w:val="00764778"/>
    <w:rsid w:val="00764A6F"/>
    <w:rsid w:val="00767910"/>
    <w:rsid w:val="007700C9"/>
    <w:rsid w:val="00770C0A"/>
    <w:rsid w:val="0077296A"/>
    <w:rsid w:val="007754AC"/>
    <w:rsid w:val="0077600F"/>
    <w:rsid w:val="00776332"/>
    <w:rsid w:val="00777E81"/>
    <w:rsid w:val="007801BC"/>
    <w:rsid w:val="00785C7F"/>
    <w:rsid w:val="0078765F"/>
    <w:rsid w:val="00787F29"/>
    <w:rsid w:val="00790851"/>
    <w:rsid w:val="00790CCA"/>
    <w:rsid w:val="007912F5"/>
    <w:rsid w:val="00791960"/>
    <w:rsid w:val="007937AC"/>
    <w:rsid w:val="00794507"/>
    <w:rsid w:val="007A333C"/>
    <w:rsid w:val="007A54E0"/>
    <w:rsid w:val="007A6DE3"/>
    <w:rsid w:val="007B0A12"/>
    <w:rsid w:val="007B2FF1"/>
    <w:rsid w:val="007B6721"/>
    <w:rsid w:val="007B681A"/>
    <w:rsid w:val="007B689F"/>
    <w:rsid w:val="007B6FB5"/>
    <w:rsid w:val="007B70E8"/>
    <w:rsid w:val="007B75B6"/>
    <w:rsid w:val="007B7AFE"/>
    <w:rsid w:val="007C0580"/>
    <w:rsid w:val="007C1D91"/>
    <w:rsid w:val="007C22EF"/>
    <w:rsid w:val="007C2D3E"/>
    <w:rsid w:val="007C31CA"/>
    <w:rsid w:val="007C7D5F"/>
    <w:rsid w:val="007D163D"/>
    <w:rsid w:val="007D37B1"/>
    <w:rsid w:val="007D67DD"/>
    <w:rsid w:val="007D6AAA"/>
    <w:rsid w:val="007E345D"/>
    <w:rsid w:val="007F0224"/>
    <w:rsid w:val="007F52D8"/>
    <w:rsid w:val="007F6E3F"/>
    <w:rsid w:val="00800B1F"/>
    <w:rsid w:val="008019A7"/>
    <w:rsid w:val="008019FE"/>
    <w:rsid w:val="00803E29"/>
    <w:rsid w:val="00803EDC"/>
    <w:rsid w:val="00805E55"/>
    <w:rsid w:val="00812E73"/>
    <w:rsid w:val="00813129"/>
    <w:rsid w:val="00813A7F"/>
    <w:rsid w:val="00814C89"/>
    <w:rsid w:val="00822B58"/>
    <w:rsid w:val="00823349"/>
    <w:rsid w:val="00824DDA"/>
    <w:rsid w:val="008266AA"/>
    <w:rsid w:val="00827B3B"/>
    <w:rsid w:val="00832A00"/>
    <w:rsid w:val="00832A96"/>
    <w:rsid w:val="0083576F"/>
    <w:rsid w:val="008375C6"/>
    <w:rsid w:val="0083798C"/>
    <w:rsid w:val="00837D7A"/>
    <w:rsid w:val="00840D7D"/>
    <w:rsid w:val="00845207"/>
    <w:rsid w:val="00846237"/>
    <w:rsid w:val="0084656A"/>
    <w:rsid w:val="00847F6F"/>
    <w:rsid w:val="008535B0"/>
    <w:rsid w:val="00854403"/>
    <w:rsid w:val="00857ACF"/>
    <w:rsid w:val="00860832"/>
    <w:rsid w:val="00862B88"/>
    <w:rsid w:val="00862CC4"/>
    <w:rsid w:val="00862FB4"/>
    <w:rsid w:val="00863FCB"/>
    <w:rsid w:val="00864077"/>
    <w:rsid w:val="0087089A"/>
    <w:rsid w:val="008723B9"/>
    <w:rsid w:val="00874FFC"/>
    <w:rsid w:val="008768F7"/>
    <w:rsid w:val="0087782D"/>
    <w:rsid w:val="00880391"/>
    <w:rsid w:val="008804BB"/>
    <w:rsid w:val="00880C53"/>
    <w:rsid w:val="00884FA7"/>
    <w:rsid w:val="00887A03"/>
    <w:rsid w:val="00891A15"/>
    <w:rsid w:val="008A2576"/>
    <w:rsid w:val="008A32D4"/>
    <w:rsid w:val="008A3BDB"/>
    <w:rsid w:val="008A3EA9"/>
    <w:rsid w:val="008A4043"/>
    <w:rsid w:val="008A7376"/>
    <w:rsid w:val="008B21A6"/>
    <w:rsid w:val="008B3DB7"/>
    <w:rsid w:val="008B3DF8"/>
    <w:rsid w:val="008B49B3"/>
    <w:rsid w:val="008B7B8F"/>
    <w:rsid w:val="008C42DB"/>
    <w:rsid w:val="008C5D45"/>
    <w:rsid w:val="008C6C03"/>
    <w:rsid w:val="008C71B0"/>
    <w:rsid w:val="008D624E"/>
    <w:rsid w:val="008E0C17"/>
    <w:rsid w:val="008E3DC2"/>
    <w:rsid w:val="008E5497"/>
    <w:rsid w:val="008E6A4E"/>
    <w:rsid w:val="008F20D9"/>
    <w:rsid w:val="008F6F31"/>
    <w:rsid w:val="0090023B"/>
    <w:rsid w:val="00901029"/>
    <w:rsid w:val="009012E5"/>
    <w:rsid w:val="00911E46"/>
    <w:rsid w:val="00912924"/>
    <w:rsid w:val="00920FEE"/>
    <w:rsid w:val="00923081"/>
    <w:rsid w:val="009235F5"/>
    <w:rsid w:val="00925FFE"/>
    <w:rsid w:val="00930DD0"/>
    <w:rsid w:val="00933AFD"/>
    <w:rsid w:val="0093469F"/>
    <w:rsid w:val="00935DE9"/>
    <w:rsid w:val="00940F2C"/>
    <w:rsid w:val="00944866"/>
    <w:rsid w:val="00944F68"/>
    <w:rsid w:val="00945720"/>
    <w:rsid w:val="00945BB1"/>
    <w:rsid w:val="00950506"/>
    <w:rsid w:val="009510E8"/>
    <w:rsid w:val="00954C49"/>
    <w:rsid w:val="00954E7F"/>
    <w:rsid w:val="0095518C"/>
    <w:rsid w:val="009560B1"/>
    <w:rsid w:val="00957B1D"/>
    <w:rsid w:val="00961CA3"/>
    <w:rsid w:val="00962C59"/>
    <w:rsid w:val="009634F5"/>
    <w:rsid w:val="00963A25"/>
    <w:rsid w:val="00966D16"/>
    <w:rsid w:val="00966F3F"/>
    <w:rsid w:val="00966F4E"/>
    <w:rsid w:val="00972416"/>
    <w:rsid w:val="00972522"/>
    <w:rsid w:val="00972B8E"/>
    <w:rsid w:val="00973E68"/>
    <w:rsid w:val="00982C9A"/>
    <w:rsid w:val="009870D0"/>
    <w:rsid w:val="00995165"/>
    <w:rsid w:val="009961D5"/>
    <w:rsid w:val="00997C33"/>
    <w:rsid w:val="009A5974"/>
    <w:rsid w:val="009A6E00"/>
    <w:rsid w:val="009B4506"/>
    <w:rsid w:val="009B58DE"/>
    <w:rsid w:val="009B5FF5"/>
    <w:rsid w:val="009B6BFE"/>
    <w:rsid w:val="009B79A5"/>
    <w:rsid w:val="009C036D"/>
    <w:rsid w:val="009C1690"/>
    <w:rsid w:val="009C4FF5"/>
    <w:rsid w:val="009C6DE4"/>
    <w:rsid w:val="009C7BB6"/>
    <w:rsid w:val="009D04B8"/>
    <w:rsid w:val="009D126A"/>
    <w:rsid w:val="009D29AB"/>
    <w:rsid w:val="009D4F2E"/>
    <w:rsid w:val="009D5EF0"/>
    <w:rsid w:val="009D607E"/>
    <w:rsid w:val="009E151A"/>
    <w:rsid w:val="009E458E"/>
    <w:rsid w:val="009E5543"/>
    <w:rsid w:val="009E6D2F"/>
    <w:rsid w:val="009F079B"/>
    <w:rsid w:val="009F384B"/>
    <w:rsid w:val="009F6CE0"/>
    <w:rsid w:val="00A000D6"/>
    <w:rsid w:val="00A01AA3"/>
    <w:rsid w:val="00A10EBA"/>
    <w:rsid w:val="00A13988"/>
    <w:rsid w:val="00A16A69"/>
    <w:rsid w:val="00A17D91"/>
    <w:rsid w:val="00A20D8D"/>
    <w:rsid w:val="00A2167B"/>
    <w:rsid w:val="00A21A48"/>
    <w:rsid w:val="00A2241F"/>
    <w:rsid w:val="00A234C3"/>
    <w:rsid w:val="00A237D1"/>
    <w:rsid w:val="00A246E7"/>
    <w:rsid w:val="00A265AA"/>
    <w:rsid w:val="00A26BAF"/>
    <w:rsid w:val="00A27D55"/>
    <w:rsid w:val="00A33103"/>
    <w:rsid w:val="00A33CAF"/>
    <w:rsid w:val="00A343C4"/>
    <w:rsid w:val="00A34E2C"/>
    <w:rsid w:val="00A350C7"/>
    <w:rsid w:val="00A36563"/>
    <w:rsid w:val="00A407F9"/>
    <w:rsid w:val="00A447B4"/>
    <w:rsid w:val="00A44E7E"/>
    <w:rsid w:val="00A46413"/>
    <w:rsid w:val="00A46549"/>
    <w:rsid w:val="00A52063"/>
    <w:rsid w:val="00A57111"/>
    <w:rsid w:val="00A6041C"/>
    <w:rsid w:val="00A639E8"/>
    <w:rsid w:val="00A6706A"/>
    <w:rsid w:val="00A7056E"/>
    <w:rsid w:val="00A70A03"/>
    <w:rsid w:val="00A806FA"/>
    <w:rsid w:val="00A80F3E"/>
    <w:rsid w:val="00A84F61"/>
    <w:rsid w:val="00A878A4"/>
    <w:rsid w:val="00A90039"/>
    <w:rsid w:val="00A903F5"/>
    <w:rsid w:val="00A90411"/>
    <w:rsid w:val="00A90F2B"/>
    <w:rsid w:val="00A924FD"/>
    <w:rsid w:val="00A92DD4"/>
    <w:rsid w:val="00A92FC8"/>
    <w:rsid w:val="00A9452D"/>
    <w:rsid w:val="00A9502C"/>
    <w:rsid w:val="00A97E75"/>
    <w:rsid w:val="00AA0173"/>
    <w:rsid w:val="00AA0406"/>
    <w:rsid w:val="00AA146E"/>
    <w:rsid w:val="00AA17F1"/>
    <w:rsid w:val="00AA65F3"/>
    <w:rsid w:val="00AB2764"/>
    <w:rsid w:val="00AB5410"/>
    <w:rsid w:val="00AB5775"/>
    <w:rsid w:val="00AB5AF1"/>
    <w:rsid w:val="00AC0628"/>
    <w:rsid w:val="00AC17E9"/>
    <w:rsid w:val="00AC310D"/>
    <w:rsid w:val="00AC3410"/>
    <w:rsid w:val="00AC377F"/>
    <w:rsid w:val="00AC3F33"/>
    <w:rsid w:val="00AD2F53"/>
    <w:rsid w:val="00AD4D56"/>
    <w:rsid w:val="00AD5688"/>
    <w:rsid w:val="00AD76B1"/>
    <w:rsid w:val="00AE1D77"/>
    <w:rsid w:val="00AE2D66"/>
    <w:rsid w:val="00AE43EB"/>
    <w:rsid w:val="00AE518D"/>
    <w:rsid w:val="00AE60E6"/>
    <w:rsid w:val="00AE68D8"/>
    <w:rsid w:val="00AE6E0C"/>
    <w:rsid w:val="00AE7A0C"/>
    <w:rsid w:val="00AF040A"/>
    <w:rsid w:val="00AF06D9"/>
    <w:rsid w:val="00AF6B88"/>
    <w:rsid w:val="00AF7B8D"/>
    <w:rsid w:val="00B00B30"/>
    <w:rsid w:val="00B00D3D"/>
    <w:rsid w:val="00B00DF8"/>
    <w:rsid w:val="00B01383"/>
    <w:rsid w:val="00B05AEE"/>
    <w:rsid w:val="00B06E9C"/>
    <w:rsid w:val="00B131DC"/>
    <w:rsid w:val="00B14210"/>
    <w:rsid w:val="00B15AFA"/>
    <w:rsid w:val="00B17E42"/>
    <w:rsid w:val="00B24172"/>
    <w:rsid w:val="00B24712"/>
    <w:rsid w:val="00B25D92"/>
    <w:rsid w:val="00B262D8"/>
    <w:rsid w:val="00B26953"/>
    <w:rsid w:val="00B27C47"/>
    <w:rsid w:val="00B324EC"/>
    <w:rsid w:val="00B342C9"/>
    <w:rsid w:val="00B3504E"/>
    <w:rsid w:val="00B36339"/>
    <w:rsid w:val="00B370A6"/>
    <w:rsid w:val="00B373B6"/>
    <w:rsid w:val="00B405DD"/>
    <w:rsid w:val="00B51306"/>
    <w:rsid w:val="00B55358"/>
    <w:rsid w:val="00B553E5"/>
    <w:rsid w:val="00B60F53"/>
    <w:rsid w:val="00B62B53"/>
    <w:rsid w:val="00B633E9"/>
    <w:rsid w:val="00B6344E"/>
    <w:rsid w:val="00B664ED"/>
    <w:rsid w:val="00B67FDB"/>
    <w:rsid w:val="00B72F99"/>
    <w:rsid w:val="00B73DEF"/>
    <w:rsid w:val="00B80C4E"/>
    <w:rsid w:val="00B815A3"/>
    <w:rsid w:val="00B93F77"/>
    <w:rsid w:val="00B96241"/>
    <w:rsid w:val="00B96F12"/>
    <w:rsid w:val="00BA06E9"/>
    <w:rsid w:val="00BA0790"/>
    <w:rsid w:val="00BA155C"/>
    <w:rsid w:val="00BA2566"/>
    <w:rsid w:val="00BA34E3"/>
    <w:rsid w:val="00BA49FA"/>
    <w:rsid w:val="00BA55E3"/>
    <w:rsid w:val="00BA66BF"/>
    <w:rsid w:val="00BB2A45"/>
    <w:rsid w:val="00BB53E6"/>
    <w:rsid w:val="00BB6CCA"/>
    <w:rsid w:val="00BB7591"/>
    <w:rsid w:val="00BC1BD7"/>
    <w:rsid w:val="00BC2A3E"/>
    <w:rsid w:val="00BC4BCE"/>
    <w:rsid w:val="00BC4E7B"/>
    <w:rsid w:val="00BC557B"/>
    <w:rsid w:val="00BC6A7B"/>
    <w:rsid w:val="00BC6F0A"/>
    <w:rsid w:val="00BC71E9"/>
    <w:rsid w:val="00BC7F9D"/>
    <w:rsid w:val="00BD06F6"/>
    <w:rsid w:val="00BD0742"/>
    <w:rsid w:val="00BD1AB9"/>
    <w:rsid w:val="00BD5AA4"/>
    <w:rsid w:val="00BD6143"/>
    <w:rsid w:val="00BD616C"/>
    <w:rsid w:val="00BD6B6A"/>
    <w:rsid w:val="00BE292F"/>
    <w:rsid w:val="00BE2F3E"/>
    <w:rsid w:val="00BF0A94"/>
    <w:rsid w:val="00BF4AB6"/>
    <w:rsid w:val="00BF68BF"/>
    <w:rsid w:val="00BF6A9E"/>
    <w:rsid w:val="00BF77E5"/>
    <w:rsid w:val="00BF7C02"/>
    <w:rsid w:val="00C00F34"/>
    <w:rsid w:val="00C04068"/>
    <w:rsid w:val="00C04328"/>
    <w:rsid w:val="00C06911"/>
    <w:rsid w:val="00C06C7C"/>
    <w:rsid w:val="00C0761F"/>
    <w:rsid w:val="00C10293"/>
    <w:rsid w:val="00C128A5"/>
    <w:rsid w:val="00C13415"/>
    <w:rsid w:val="00C13DF7"/>
    <w:rsid w:val="00C140E9"/>
    <w:rsid w:val="00C147A5"/>
    <w:rsid w:val="00C1601C"/>
    <w:rsid w:val="00C1640A"/>
    <w:rsid w:val="00C16C0B"/>
    <w:rsid w:val="00C17FDF"/>
    <w:rsid w:val="00C234C6"/>
    <w:rsid w:val="00C26164"/>
    <w:rsid w:val="00C27E9C"/>
    <w:rsid w:val="00C34378"/>
    <w:rsid w:val="00C35CBE"/>
    <w:rsid w:val="00C36EC5"/>
    <w:rsid w:val="00C37350"/>
    <w:rsid w:val="00C37729"/>
    <w:rsid w:val="00C40175"/>
    <w:rsid w:val="00C43E48"/>
    <w:rsid w:val="00C51AD0"/>
    <w:rsid w:val="00C573EA"/>
    <w:rsid w:val="00C60322"/>
    <w:rsid w:val="00C639EF"/>
    <w:rsid w:val="00C64CE9"/>
    <w:rsid w:val="00C665B1"/>
    <w:rsid w:val="00C72A91"/>
    <w:rsid w:val="00C736E3"/>
    <w:rsid w:val="00C74C36"/>
    <w:rsid w:val="00C80735"/>
    <w:rsid w:val="00C81815"/>
    <w:rsid w:val="00C8254A"/>
    <w:rsid w:val="00C827D1"/>
    <w:rsid w:val="00C84C43"/>
    <w:rsid w:val="00C86071"/>
    <w:rsid w:val="00C8696F"/>
    <w:rsid w:val="00C86FF4"/>
    <w:rsid w:val="00C911D2"/>
    <w:rsid w:val="00C92337"/>
    <w:rsid w:val="00C95877"/>
    <w:rsid w:val="00C96369"/>
    <w:rsid w:val="00C96DEC"/>
    <w:rsid w:val="00C97BF6"/>
    <w:rsid w:val="00C97E94"/>
    <w:rsid w:val="00CA0960"/>
    <w:rsid w:val="00CA3740"/>
    <w:rsid w:val="00CA3945"/>
    <w:rsid w:val="00CA5ADC"/>
    <w:rsid w:val="00CA7AA5"/>
    <w:rsid w:val="00CB488C"/>
    <w:rsid w:val="00CC524A"/>
    <w:rsid w:val="00CC5985"/>
    <w:rsid w:val="00CC6D50"/>
    <w:rsid w:val="00CC75CA"/>
    <w:rsid w:val="00CC7754"/>
    <w:rsid w:val="00CD432D"/>
    <w:rsid w:val="00CD6147"/>
    <w:rsid w:val="00CD6590"/>
    <w:rsid w:val="00CD678A"/>
    <w:rsid w:val="00CD6CB6"/>
    <w:rsid w:val="00CD7FC2"/>
    <w:rsid w:val="00CE16B8"/>
    <w:rsid w:val="00CE2739"/>
    <w:rsid w:val="00CE3046"/>
    <w:rsid w:val="00CE5C36"/>
    <w:rsid w:val="00CF3389"/>
    <w:rsid w:val="00CF681B"/>
    <w:rsid w:val="00CF74EB"/>
    <w:rsid w:val="00D017F0"/>
    <w:rsid w:val="00D025C7"/>
    <w:rsid w:val="00D02669"/>
    <w:rsid w:val="00D035C8"/>
    <w:rsid w:val="00D03FD8"/>
    <w:rsid w:val="00D04BDA"/>
    <w:rsid w:val="00D04C87"/>
    <w:rsid w:val="00D13216"/>
    <w:rsid w:val="00D1546E"/>
    <w:rsid w:val="00D16861"/>
    <w:rsid w:val="00D17512"/>
    <w:rsid w:val="00D21CE5"/>
    <w:rsid w:val="00D252C7"/>
    <w:rsid w:val="00D30CF9"/>
    <w:rsid w:val="00D320BF"/>
    <w:rsid w:val="00D40A90"/>
    <w:rsid w:val="00D40C71"/>
    <w:rsid w:val="00D47F3A"/>
    <w:rsid w:val="00D513DF"/>
    <w:rsid w:val="00D54A81"/>
    <w:rsid w:val="00D56684"/>
    <w:rsid w:val="00D56BE7"/>
    <w:rsid w:val="00D612F6"/>
    <w:rsid w:val="00D61D66"/>
    <w:rsid w:val="00D62DC8"/>
    <w:rsid w:val="00D6457C"/>
    <w:rsid w:val="00D653E6"/>
    <w:rsid w:val="00D65653"/>
    <w:rsid w:val="00D65759"/>
    <w:rsid w:val="00D669D0"/>
    <w:rsid w:val="00D70A01"/>
    <w:rsid w:val="00D71C31"/>
    <w:rsid w:val="00D7291C"/>
    <w:rsid w:val="00D74704"/>
    <w:rsid w:val="00D7575A"/>
    <w:rsid w:val="00D768FB"/>
    <w:rsid w:val="00D869A6"/>
    <w:rsid w:val="00D87C5A"/>
    <w:rsid w:val="00D924EC"/>
    <w:rsid w:val="00D92A42"/>
    <w:rsid w:val="00D96634"/>
    <w:rsid w:val="00DA37AB"/>
    <w:rsid w:val="00DA4F31"/>
    <w:rsid w:val="00DA53CC"/>
    <w:rsid w:val="00DA66CB"/>
    <w:rsid w:val="00DA74D7"/>
    <w:rsid w:val="00DB1AAC"/>
    <w:rsid w:val="00DB251D"/>
    <w:rsid w:val="00DB4EFC"/>
    <w:rsid w:val="00DB54F3"/>
    <w:rsid w:val="00DB5B72"/>
    <w:rsid w:val="00DC0750"/>
    <w:rsid w:val="00DC572C"/>
    <w:rsid w:val="00DC5B7D"/>
    <w:rsid w:val="00DC6516"/>
    <w:rsid w:val="00DD1E77"/>
    <w:rsid w:val="00DD32AA"/>
    <w:rsid w:val="00DD3CC7"/>
    <w:rsid w:val="00DD46F0"/>
    <w:rsid w:val="00DE05A7"/>
    <w:rsid w:val="00DE1BE5"/>
    <w:rsid w:val="00DE2218"/>
    <w:rsid w:val="00DE2D49"/>
    <w:rsid w:val="00DE42E1"/>
    <w:rsid w:val="00DE503D"/>
    <w:rsid w:val="00DF084D"/>
    <w:rsid w:val="00DF5F14"/>
    <w:rsid w:val="00DF7713"/>
    <w:rsid w:val="00DF7B54"/>
    <w:rsid w:val="00E01875"/>
    <w:rsid w:val="00E04FE2"/>
    <w:rsid w:val="00E1203A"/>
    <w:rsid w:val="00E171F9"/>
    <w:rsid w:val="00E176BF"/>
    <w:rsid w:val="00E222DD"/>
    <w:rsid w:val="00E247D3"/>
    <w:rsid w:val="00E24BA6"/>
    <w:rsid w:val="00E2511F"/>
    <w:rsid w:val="00E25575"/>
    <w:rsid w:val="00E3003C"/>
    <w:rsid w:val="00E30C2B"/>
    <w:rsid w:val="00E31196"/>
    <w:rsid w:val="00E31676"/>
    <w:rsid w:val="00E327BB"/>
    <w:rsid w:val="00E32AE3"/>
    <w:rsid w:val="00E3687C"/>
    <w:rsid w:val="00E41A66"/>
    <w:rsid w:val="00E42F88"/>
    <w:rsid w:val="00E43C08"/>
    <w:rsid w:val="00E44353"/>
    <w:rsid w:val="00E44F45"/>
    <w:rsid w:val="00E45D70"/>
    <w:rsid w:val="00E519B9"/>
    <w:rsid w:val="00E52EF1"/>
    <w:rsid w:val="00E53A08"/>
    <w:rsid w:val="00E550C5"/>
    <w:rsid w:val="00E57A03"/>
    <w:rsid w:val="00E62FE8"/>
    <w:rsid w:val="00E72FE7"/>
    <w:rsid w:val="00E7359D"/>
    <w:rsid w:val="00E74088"/>
    <w:rsid w:val="00E77EBB"/>
    <w:rsid w:val="00E82112"/>
    <w:rsid w:val="00E824DC"/>
    <w:rsid w:val="00E83173"/>
    <w:rsid w:val="00E83507"/>
    <w:rsid w:val="00E851D6"/>
    <w:rsid w:val="00E857B7"/>
    <w:rsid w:val="00E86805"/>
    <w:rsid w:val="00E86EB5"/>
    <w:rsid w:val="00E87ED6"/>
    <w:rsid w:val="00E90638"/>
    <w:rsid w:val="00E91C37"/>
    <w:rsid w:val="00E9252D"/>
    <w:rsid w:val="00E947AD"/>
    <w:rsid w:val="00E97AF7"/>
    <w:rsid w:val="00E97C07"/>
    <w:rsid w:val="00E97DF3"/>
    <w:rsid w:val="00EA05CF"/>
    <w:rsid w:val="00EA0B08"/>
    <w:rsid w:val="00EA1474"/>
    <w:rsid w:val="00EA2CDF"/>
    <w:rsid w:val="00EA4DEF"/>
    <w:rsid w:val="00EB2A4C"/>
    <w:rsid w:val="00EB69CB"/>
    <w:rsid w:val="00EB7E4E"/>
    <w:rsid w:val="00EC20DF"/>
    <w:rsid w:val="00EC43D9"/>
    <w:rsid w:val="00EC5215"/>
    <w:rsid w:val="00EC5E37"/>
    <w:rsid w:val="00ED5EA3"/>
    <w:rsid w:val="00ED6CBD"/>
    <w:rsid w:val="00EE1699"/>
    <w:rsid w:val="00EE233C"/>
    <w:rsid w:val="00EE69FC"/>
    <w:rsid w:val="00EE774B"/>
    <w:rsid w:val="00EF1074"/>
    <w:rsid w:val="00EF1138"/>
    <w:rsid w:val="00EF1590"/>
    <w:rsid w:val="00EF2582"/>
    <w:rsid w:val="00EF500F"/>
    <w:rsid w:val="00EF68B2"/>
    <w:rsid w:val="00EF753F"/>
    <w:rsid w:val="00F009D8"/>
    <w:rsid w:val="00F01988"/>
    <w:rsid w:val="00F02BCA"/>
    <w:rsid w:val="00F04179"/>
    <w:rsid w:val="00F07BD0"/>
    <w:rsid w:val="00F10D50"/>
    <w:rsid w:val="00F13F12"/>
    <w:rsid w:val="00F14772"/>
    <w:rsid w:val="00F14E2F"/>
    <w:rsid w:val="00F15AB2"/>
    <w:rsid w:val="00F15DC1"/>
    <w:rsid w:val="00F164B1"/>
    <w:rsid w:val="00F21E41"/>
    <w:rsid w:val="00F221DE"/>
    <w:rsid w:val="00F2572E"/>
    <w:rsid w:val="00F27DBB"/>
    <w:rsid w:val="00F3004E"/>
    <w:rsid w:val="00F3092B"/>
    <w:rsid w:val="00F30A82"/>
    <w:rsid w:val="00F319AF"/>
    <w:rsid w:val="00F32C49"/>
    <w:rsid w:val="00F330BC"/>
    <w:rsid w:val="00F373CD"/>
    <w:rsid w:val="00F40386"/>
    <w:rsid w:val="00F404B9"/>
    <w:rsid w:val="00F41550"/>
    <w:rsid w:val="00F41799"/>
    <w:rsid w:val="00F41B70"/>
    <w:rsid w:val="00F41CC3"/>
    <w:rsid w:val="00F4427F"/>
    <w:rsid w:val="00F443E7"/>
    <w:rsid w:val="00F44FC5"/>
    <w:rsid w:val="00F455EC"/>
    <w:rsid w:val="00F462C7"/>
    <w:rsid w:val="00F54B06"/>
    <w:rsid w:val="00F55002"/>
    <w:rsid w:val="00F55317"/>
    <w:rsid w:val="00F57E18"/>
    <w:rsid w:val="00F617D6"/>
    <w:rsid w:val="00F66A37"/>
    <w:rsid w:val="00F672DB"/>
    <w:rsid w:val="00F679E9"/>
    <w:rsid w:val="00F7104F"/>
    <w:rsid w:val="00F71C7C"/>
    <w:rsid w:val="00F72B35"/>
    <w:rsid w:val="00F72ED4"/>
    <w:rsid w:val="00F7496D"/>
    <w:rsid w:val="00F7564F"/>
    <w:rsid w:val="00F774DD"/>
    <w:rsid w:val="00F778D7"/>
    <w:rsid w:val="00F816F7"/>
    <w:rsid w:val="00F84F68"/>
    <w:rsid w:val="00F866B7"/>
    <w:rsid w:val="00F90CFC"/>
    <w:rsid w:val="00F934E8"/>
    <w:rsid w:val="00F94F3A"/>
    <w:rsid w:val="00F9593F"/>
    <w:rsid w:val="00F97CAB"/>
    <w:rsid w:val="00FA1077"/>
    <w:rsid w:val="00FA1614"/>
    <w:rsid w:val="00FA348B"/>
    <w:rsid w:val="00FA59CC"/>
    <w:rsid w:val="00FA5C1D"/>
    <w:rsid w:val="00FA7ADA"/>
    <w:rsid w:val="00FB1C26"/>
    <w:rsid w:val="00FB4ED2"/>
    <w:rsid w:val="00FC0372"/>
    <w:rsid w:val="00FC2E43"/>
    <w:rsid w:val="00FC4AF2"/>
    <w:rsid w:val="00FD02E2"/>
    <w:rsid w:val="00FD0611"/>
    <w:rsid w:val="00FD09F8"/>
    <w:rsid w:val="00FD3993"/>
    <w:rsid w:val="00FD721D"/>
    <w:rsid w:val="00FD7B0C"/>
    <w:rsid w:val="00FE0CAD"/>
    <w:rsid w:val="00FE1AA2"/>
    <w:rsid w:val="00FE1CFB"/>
    <w:rsid w:val="00FE1D2C"/>
    <w:rsid w:val="00FE3217"/>
    <w:rsid w:val="00FE32E4"/>
    <w:rsid w:val="00FE3971"/>
    <w:rsid w:val="00FE3FB1"/>
    <w:rsid w:val="00FE4037"/>
    <w:rsid w:val="00FE47ED"/>
    <w:rsid w:val="00FE546B"/>
    <w:rsid w:val="00FE6D54"/>
    <w:rsid w:val="00FE6F28"/>
    <w:rsid w:val="00FE7703"/>
    <w:rsid w:val="00FF246D"/>
    <w:rsid w:val="00FF2B18"/>
    <w:rsid w:val="00FF5407"/>
    <w:rsid w:val="00FF6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FC3E3"/>
  <w15:docId w15:val="{A6F2DA57-B6C8-44DF-9F7D-0F8D2BC3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rsid w:val="005A0ADC"/>
    <w:pPr>
      <w:keepNext/>
      <w:autoSpaceDE w:val="0"/>
      <w:autoSpaceDN w:val="0"/>
      <w:spacing w:before="240"/>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14C6A"/>
    <w:pPr>
      <w:tabs>
        <w:tab w:val="center" w:pos="4536"/>
        <w:tab w:val="right" w:pos="9072"/>
      </w:tabs>
    </w:pPr>
  </w:style>
  <w:style w:type="character" w:styleId="Numerstrony">
    <w:name w:val="page number"/>
    <w:basedOn w:val="Domylnaczcionkaakapitu"/>
    <w:rsid w:val="00414C6A"/>
  </w:style>
  <w:style w:type="paragraph" w:styleId="Nagwek">
    <w:name w:val="header"/>
    <w:basedOn w:val="Normalny"/>
    <w:rsid w:val="00414C6A"/>
    <w:pPr>
      <w:tabs>
        <w:tab w:val="center" w:pos="4536"/>
        <w:tab w:val="right" w:pos="9072"/>
      </w:tabs>
    </w:pPr>
  </w:style>
  <w:style w:type="paragraph" w:styleId="Tekstdymka">
    <w:name w:val="Balloon Text"/>
    <w:basedOn w:val="Normalny"/>
    <w:semiHidden/>
    <w:rsid w:val="00B3504E"/>
    <w:rPr>
      <w:rFonts w:ascii="Tahoma" w:hAnsi="Tahoma" w:cs="Tahoma"/>
      <w:sz w:val="16"/>
      <w:szCs w:val="16"/>
    </w:rPr>
  </w:style>
  <w:style w:type="paragraph" w:styleId="Tekstprzypisudolnego">
    <w:name w:val="footnote text"/>
    <w:basedOn w:val="Normalny"/>
    <w:link w:val="TekstprzypisudolnegoZnak"/>
    <w:semiHidden/>
    <w:rsid w:val="008B3DF8"/>
    <w:rPr>
      <w:sz w:val="20"/>
      <w:szCs w:val="20"/>
    </w:rPr>
  </w:style>
  <w:style w:type="character" w:styleId="Odwoanieprzypisudolnego">
    <w:name w:val="footnote reference"/>
    <w:semiHidden/>
    <w:rsid w:val="008B3DF8"/>
    <w:rPr>
      <w:vertAlign w:val="superscript"/>
    </w:rPr>
  </w:style>
  <w:style w:type="paragraph" w:styleId="Zwykytekst">
    <w:name w:val="Plain Text"/>
    <w:basedOn w:val="Normalny"/>
    <w:link w:val="ZwykytekstZnak"/>
    <w:rsid w:val="00D61D66"/>
    <w:rPr>
      <w:rFonts w:ascii="Courier New" w:hAnsi="Courier New" w:cs="Courier New"/>
      <w:sz w:val="20"/>
      <w:szCs w:val="20"/>
    </w:rPr>
  </w:style>
  <w:style w:type="character" w:customStyle="1" w:styleId="ZwykytekstZnak">
    <w:name w:val="Zwykły tekst Znak"/>
    <w:link w:val="Zwykytekst"/>
    <w:rsid w:val="00C06911"/>
    <w:rPr>
      <w:rFonts w:ascii="Courier New" w:hAnsi="Courier New" w:cs="Courier New"/>
      <w:lang w:val="pl-PL" w:eastAsia="pl-PL" w:bidi="ar-SA"/>
    </w:rPr>
  </w:style>
  <w:style w:type="character" w:customStyle="1" w:styleId="zwykytekstznak0">
    <w:name w:val="zwykytekstznak"/>
    <w:rsid w:val="00827B3B"/>
    <w:rPr>
      <w:rFonts w:ascii="Courier New" w:hAnsi="Courier New" w:cs="Courier New" w:hint="default"/>
    </w:rPr>
  </w:style>
  <w:style w:type="paragraph" w:styleId="Tekstpodstawowywcity">
    <w:name w:val="Body Text Indent"/>
    <w:basedOn w:val="Normalny"/>
    <w:rsid w:val="00CD678A"/>
    <w:pPr>
      <w:ind w:firstLine="431"/>
      <w:jc w:val="both"/>
    </w:pPr>
    <w:rPr>
      <w:rFonts w:cs="Arial"/>
    </w:rPr>
  </w:style>
  <w:style w:type="paragraph" w:styleId="Tekstpodstawowy">
    <w:name w:val="Body Text"/>
    <w:basedOn w:val="Normalny"/>
    <w:rsid w:val="00CD678A"/>
    <w:pPr>
      <w:spacing w:after="120"/>
    </w:pPr>
    <w:rPr>
      <w:rFonts w:ascii="Times New (WE)" w:hAnsi="Times New (WE)"/>
      <w:bCs/>
      <w:sz w:val="22"/>
      <w:szCs w:val="22"/>
    </w:rPr>
  </w:style>
  <w:style w:type="character" w:styleId="Hipercze">
    <w:name w:val="Hyperlink"/>
    <w:rsid w:val="00BF68BF"/>
    <w:rPr>
      <w:color w:val="0000FF"/>
      <w:u w:val="single"/>
    </w:rPr>
  </w:style>
  <w:style w:type="paragraph" w:customStyle="1" w:styleId="DomylnaczcionkaakapituAkapitZnakChar1ZnakZnakZnakZnak">
    <w:name w:val="Domyślna czcionka akapitu Akapit Znak Char1 Znak Znak Znak Znak"/>
    <w:basedOn w:val="Normalny"/>
    <w:rsid w:val="000B1D37"/>
    <w:pPr>
      <w:tabs>
        <w:tab w:val="left" w:pos="709"/>
      </w:tabs>
      <w:jc w:val="both"/>
    </w:pPr>
    <w:rPr>
      <w:rFonts w:ascii="Tahoma" w:hAnsi="Tahoma"/>
      <w:sz w:val="20"/>
    </w:rPr>
  </w:style>
  <w:style w:type="paragraph" w:customStyle="1" w:styleId="ZnakZnak1Znak">
    <w:name w:val="Znak Znak1 Znak"/>
    <w:basedOn w:val="Normalny"/>
    <w:rsid w:val="00854403"/>
    <w:rPr>
      <w:rFonts w:ascii="Arial" w:hAnsi="Arial" w:cs="Arial"/>
      <w:sz w:val="20"/>
      <w:szCs w:val="20"/>
    </w:rPr>
  </w:style>
  <w:style w:type="paragraph" w:customStyle="1" w:styleId="ODNONIKtreodnonika">
    <w:name w:val="ODNOŚNIK – treść odnośnika"/>
    <w:uiPriority w:val="25"/>
    <w:qFormat/>
    <w:rsid w:val="00346EA5"/>
    <w:pPr>
      <w:ind w:left="284" w:hanging="284"/>
      <w:jc w:val="both"/>
    </w:pPr>
    <w:rPr>
      <w:rFonts w:cs="Arial"/>
    </w:rPr>
  </w:style>
  <w:style w:type="character" w:styleId="Odwoaniedokomentarza">
    <w:name w:val="annotation reference"/>
    <w:rsid w:val="00BC1BD7"/>
    <w:rPr>
      <w:sz w:val="16"/>
      <w:szCs w:val="16"/>
    </w:rPr>
  </w:style>
  <w:style w:type="paragraph" w:styleId="Tekstkomentarza">
    <w:name w:val="annotation text"/>
    <w:basedOn w:val="Normalny"/>
    <w:link w:val="TekstkomentarzaZnak"/>
    <w:rsid w:val="00BC1BD7"/>
    <w:rPr>
      <w:sz w:val="20"/>
      <w:szCs w:val="20"/>
    </w:rPr>
  </w:style>
  <w:style w:type="character" w:customStyle="1" w:styleId="TekstkomentarzaZnak">
    <w:name w:val="Tekst komentarza Znak"/>
    <w:basedOn w:val="Domylnaczcionkaakapitu"/>
    <w:link w:val="Tekstkomentarza"/>
    <w:rsid w:val="00BC1BD7"/>
  </w:style>
  <w:style w:type="paragraph" w:styleId="Tematkomentarza">
    <w:name w:val="annotation subject"/>
    <w:basedOn w:val="Tekstkomentarza"/>
    <w:next w:val="Tekstkomentarza"/>
    <w:link w:val="TematkomentarzaZnak"/>
    <w:rsid w:val="00BC1BD7"/>
    <w:rPr>
      <w:b/>
      <w:bCs/>
    </w:rPr>
  </w:style>
  <w:style w:type="character" w:customStyle="1" w:styleId="TematkomentarzaZnak">
    <w:name w:val="Temat komentarza Znak"/>
    <w:link w:val="Tematkomentarza"/>
    <w:rsid w:val="00BC1BD7"/>
    <w:rPr>
      <w:b/>
      <w:bCs/>
    </w:rPr>
  </w:style>
  <w:style w:type="paragraph" w:customStyle="1" w:styleId="ZLITUSTzmustliter">
    <w:name w:val="Z_LIT/UST(§) – zm. ust. (§) literą"/>
    <w:basedOn w:val="Normalny"/>
    <w:uiPriority w:val="46"/>
    <w:qFormat/>
    <w:rsid w:val="005051BA"/>
    <w:pPr>
      <w:suppressAutoHyphens/>
      <w:autoSpaceDE w:val="0"/>
      <w:autoSpaceDN w:val="0"/>
      <w:adjustRightInd w:val="0"/>
      <w:spacing w:line="360" w:lineRule="auto"/>
      <w:ind w:left="987" w:firstLine="510"/>
      <w:jc w:val="both"/>
    </w:pPr>
    <w:rPr>
      <w:rFonts w:ascii="Times" w:hAnsi="Times" w:cs="Arial"/>
      <w:bCs/>
      <w:szCs w:val="20"/>
    </w:rPr>
  </w:style>
  <w:style w:type="paragraph" w:customStyle="1" w:styleId="ZLITPKTzmpktliter">
    <w:name w:val="Z_LIT/PKT – zm. pkt literą"/>
    <w:basedOn w:val="Normalny"/>
    <w:uiPriority w:val="47"/>
    <w:qFormat/>
    <w:rsid w:val="005051BA"/>
    <w:pPr>
      <w:spacing w:line="360" w:lineRule="auto"/>
      <w:ind w:left="1497" w:hanging="510"/>
      <w:jc w:val="both"/>
    </w:pPr>
    <w:rPr>
      <w:rFonts w:ascii="Times" w:hAnsi="Times" w:cs="Arial"/>
      <w:bCs/>
      <w:szCs w:val="20"/>
    </w:rPr>
  </w:style>
  <w:style w:type="paragraph" w:customStyle="1" w:styleId="ZLITLITwPKTzmlitwpktliter">
    <w:name w:val="Z_LIT/LIT_w_PKT – zm. lit. w pkt literą"/>
    <w:basedOn w:val="Normalny"/>
    <w:uiPriority w:val="48"/>
    <w:qFormat/>
    <w:rsid w:val="005051BA"/>
    <w:pPr>
      <w:spacing w:line="360" w:lineRule="auto"/>
      <w:ind w:left="1973" w:hanging="476"/>
      <w:jc w:val="both"/>
    </w:pPr>
    <w:rPr>
      <w:rFonts w:ascii="Times" w:hAnsi="Times" w:cs="Arial"/>
      <w:bCs/>
      <w:szCs w:val="20"/>
    </w:rPr>
  </w:style>
  <w:style w:type="paragraph" w:customStyle="1" w:styleId="ZLITARTzmartliter">
    <w:name w:val="Z_LIT/ART(§) – zm. art. (§) literą"/>
    <w:basedOn w:val="ZLITUSTzmustliter"/>
    <w:uiPriority w:val="46"/>
    <w:qFormat/>
    <w:rsid w:val="00D30CF9"/>
    <w:rPr>
      <w:rFonts w:ascii="Times New Roman" w:hAnsi="Times New Roman"/>
    </w:rPr>
  </w:style>
  <w:style w:type="character" w:customStyle="1" w:styleId="TekstprzypisudolnegoZnak">
    <w:name w:val="Tekst przypisu dolnego Znak"/>
    <w:link w:val="Tekstprzypisudolnego"/>
    <w:semiHidden/>
    <w:rsid w:val="00F1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30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68C0D-6501-44C7-85F6-6DB07775E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23</Pages>
  <Words>6727</Words>
  <Characters>40368</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Dz</vt:lpstr>
    </vt:vector>
  </TitlesOfParts>
  <Company>MF</Company>
  <LinksUpToDate>false</LinksUpToDate>
  <CharactersWithSpaces>47001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Dz</dc:title>
  <dc:subject/>
  <dc:creator>MIN-KRL</dc:creator>
  <cp:keywords/>
  <cp:lastModifiedBy>Dudzińska Jolanta</cp:lastModifiedBy>
  <cp:revision>25</cp:revision>
  <cp:lastPrinted>2019-03-14T10:05:00Z</cp:lastPrinted>
  <dcterms:created xsi:type="dcterms:W3CDTF">2020-05-20T09:44:00Z</dcterms:created>
  <dcterms:modified xsi:type="dcterms:W3CDTF">2020-09-29T11:30:00Z</dcterms:modified>
</cp:coreProperties>
</file>