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CE7A3A" w:rsidRDefault="00A06425" w:rsidP="00CE7A3A">
            <w:pPr>
              <w:spacing w:before="120" w:after="60" w:line="264" w:lineRule="auto"/>
              <w:rPr>
                <w:rFonts w:asciiTheme="minorHAnsi" w:hAnsiTheme="minorHAnsi" w:cstheme="minorHAnsi"/>
                <w:b/>
              </w:rPr>
            </w:pPr>
            <w:r w:rsidRPr="00CE7A3A">
              <w:rPr>
                <w:rFonts w:asciiTheme="minorHAnsi" w:hAnsiTheme="minorHAnsi" w:cstheme="minorHAnsi"/>
                <w:b/>
                <w:sz w:val="22"/>
                <w:szCs w:val="22"/>
              </w:rPr>
              <w:t>Nazwa dokumentu:</w:t>
            </w:r>
            <w:r w:rsidR="00BC2222" w:rsidRPr="00CE7A3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521E71" w:rsidRPr="00CE7A3A">
              <w:rPr>
                <w:rFonts w:ascii="Calibri" w:hAnsi="Calibri" w:cs="Calibri"/>
                <w:sz w:val="22"/>
                <w:szCs w:val="22"/>
              </w:rPr>
              <w:t>raport za I kwartał 2021</w:t>
            </w:r>
            <w:r w:rsidR="005577F5">
              <w:rPr>
                <w:rFonts w:ascii="Calibri" w:hAnsi="Calibri" w:cs="Calibri"/>
                <w:sz w:val="22"/>
                <w:szCs w:val="22"/>
              </w:rPr>
              <w:t xml:space="preserve"> r. z</w:t>
            </w:r>
            <w:bookmarkStart w:id="0" w:name="_GoBack"/>
            <w:bookmarkEnd w:id="0"/>
            <w:r w:rsidR="00BC2222" w:rsidRPr="00CE7A3A">
              <w:rPr>
                <w:rFonts w:ascii="Calibri" w:hAnsi="Calibri" w:cs="Calibri"/>
                <w:sz w:val="22"/>
                <w:szCs w:val="22"/>
              </w:rPr>
              <w:t xml:space="preserve"> postępu rzeczowo – finansowego projektu informatycznego pn. „</w:t>
            </w:r>
            <w:r w:rsidR="00B545EF" w:rsidRPr="00CE7A3A">
              <w:rPr>
                <w:rFonts w:ascii="Calibri" w:hAnsi="Calibri" w:cs="Calibri"/>
                <w:b/>
                <w:sz w:val="22"/>
                <w:szCs w:val="22"/>
              </w:rPr>
              <w:t>Budowa systemu informatycznego Krajowego Rejestru Karnego wraz ze zmianami organizacyjnymi i legislacyjnymi (KRK 2.0)</w:t>
            </w:r>
            <w:r w:rsidR="006871AE" w:rsidRPr="00CE7A3A">
              <w:rPr>
                <w:rFonts w:ascii="Calibri" w:hAnsi="Calibri" w:cs="Calibri"/>
                <w:sz w:val="22"/>
                <w:szCs w:val="22"/>
              </w:rPr>
              <w:t>”</w:t>
            </w:r>
            <w:r w:rsidR="00CE7A3A" w:rsidRPr="00CA4CD6">
              <w:rPr>
                <w:rFonts w:ascii="Calibri" w:hAnsi="Calibri" w:cs="Arial"/>
                <w:iCs/>
              </w:rPr>
              <w:t xml:space="preserve"> </w:t>
            </w:r>
            <w:r w:rsidR="00CE7A3A">
              <w:rPr>
                <w:rFonts w:ascii="Calibri" w:hAnsi="Calibri" w:cs="Arial"/>
                <w:iCs/>
              </w:rPr>
              <w:t xml:space="preserve">- </w:t>
            </w:r>
            <w:r w:rsidR="00CE7A3A" w:rsidRPr="00CE7A3A">
              <w:rPr>
                <w:rFonts w:ascii="Calibri" w:hAnsi="Calibri" w:cs="Arial"/>
                <w:iCs/>
                <w:sz w:val="22"/>
                <w:szCs w:val="22"/>
              </w:rPr>
              <w:t xml:space="preserve">wnioskodawca </w:t>
            </w:r>
            <w:r w:rsidR="00CE7A3A" w:rsidRPr="00CE7A3A">
              <w:rPr>
                <w:rFonts w:asciiTheme="minorHAnsi" w:hAnsiTheme="minorHAnsi" w:cstheme="minorHAnsi"/>
                <w:sz w:val="22"/>
                <w:szCs w:val="22"/>
              </w:rPr>
              <w:t>Minister Sprawiedliwości, beneficjent Ministerstwo Sprawiedliwości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192E3B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192E3B" w:rsidRPr="00192E3B" w:rsidRDefault="00DD2DF1" w:rsidP="00192E3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192E3B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B545EF">
              <w:rPr>
                <w:rFonts w:asciiTheme="minorHAnsi" w:hAnsiTheme="minorHAnsi" w:cstheme="minorHAnsi"/>
                <w:sz w:val="22"/>
                <w:szCs w:val="22"/>
              </w:rPr>
              <w:t xml:space="preserve">Postęp </w:t>
            </w:r>
            <w:r w:rsidR="00B76A21">
              <w:rPr>
                <w:rFonts w:asciiTheme="minorHAnsi" w:hAnsiTheme="minorHAnsi" w:cstheme="minorHAnsi"/>
                <w:sz w:val="22"/>
                <w:szCs w:val="22"/>
              </w:rPr>
              <w:t>rzeczowy / Wskaźniki efektywności projektu</w:t>
            </w:r>
          </w:p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A06425" w:rsidRPr="00B76A21" w:rsidRDefault="006871AE" w:rsidP="00B76A21">
            <w:pPr>
              <w:rPr>
                <w:rFonts w:ascii="Calibri" w:hAnsi="Calibri" w:cs="Calibri"/>
                <w:sz w:val="22"/>
                <w:szCs w:val="22"/>
              </w:rPr>
            </w:pPr>
            <w:r w:rsidRPr="00B76A21">
              <w:rPr>
                <w:rFonts w:ascii="Calibri" w:hAnsi="Calibri" w:cs="Calibri"/>
                <w:sz w:val="22"/>
                <w:szCs w:val="22"/>
              </w:rPr>
              <w:t xml:space="preserve">W </w:t>
            </w:r>
            <w:r w:rsidR="00B545EF" w:rsidRPr="00B76A21">
              <w:rPr>
                <w:rFonts w:ascii="Calibri" w:hAnsi="Calibri" w:cs="Calibri"/>
                <w:sz w:val="22"/>
                <w:szCs w:val="22"/>
              </w:rPr>
              <w:t>kolumnie „</w:t>
            </w:r>
            <w:r w:rsidR="00B76A21" w:rsidRPr="00B76A21">
              <w:rPr>
                <w:rFonts w:ascii="Calibri" w:hAnsi="Calibri" w:cs="Calibri"/>
                <w:sz w:val="22"/>
                <w:szCs w:val="22"/>
              </w:rPr>
              <w:t>Wartość osiągnięta od początku realizacji projektu</w:t>
            </w:r>
            <w:r w:rsidR="00B545EF" w:rsidRPr="00B76A21">
              <w:rPr>
                <w:rFonts w:ascii="Calibri" w:hAnsi="Calibri" w:cs="Calibri"/>
                <w:sz w:val="22"/>
                <w:szCs w:val="22"/>
              </w:rPr>
              <w:t xml:space="preserve">” </w:t>
            </w:r>
            <w:r w:rsidR="00B76A21">
              <w:rPr>
                <w:rFonts w:ascii="Calibri" w:hAnsi="Calibri" w:cs="Calibri"/>
                <w:sz w:val="22"/>
                <w:szCs w:val="22"/>
              </w:rPr>
              <w:t>należy podać wartość w jedn. m</w:t>
            </w:r>
            <w:r w:rsidR="00CE7A3A">
              <w:rPr>
                <w:rFonts w:ascii="Calibri" w:hAnsi="Calibri" w:cs="Calibri"/>
                <w:sz w:val="22"/>
                <w:szCs w:val="22"/>
              </w:rPr>
              <w:t>iary, którą Państwo wskazali</w:t>
            </w:r>
            <w:r w:rsidR="00B76A21">
              <w:rPr>
                <w:rFonts w:ascii="Calibri" w:hAnsi="Calibri" w:cs="Calibri"/>
                <w:sz w:val="22"/>
                <w:szCs w:val="22"/>
              </w:rPr>
              <w:t xml:space="preserve"> w kolumnie „</w:t>
            </w:r>
            <w:r w:rsidR="00B76A21" w:rsidRPr="00B76A21">
              <w:rPr>
                <w:rFonts w:ascii="Calibri" w:hAnsi="Calibri" w:cs="Calibri"/>
                <w:sz w:val="22"/>
                <w:szCs w:val="22"/>
              </w:rPr>
              <w:t>Jedn.</w:t>
            </w:r>
            <w:r w:rsidR="00B76A2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B76A21" w:rsidRPr="00B76A21">
              <w:rPr>
                <w:rFonts w:ascii="Calibri" w:hAnsi="Calibri" w:cs="Calibri"/>
                <w:sz w:val="22"/>
                <w:szCs w:val="22"/>
              </w:rPr>
              <w:t>Miary</w:t>
            </w:r>
            <w:r w:rsidR="00B76A21">
              <w:rPr>
                <w:rFonts w:ascii="Calibri" w:hAnsi="Calibri" w:cs="Calibri"/>
                <w:sz w:val="22"/>
                <w:szCs w:val="22"/>
              </w:rPr>
              <w:t>”, a nie w procentach.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192E3B" w:rsidP="00CB309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korektę</w:t>
            </w:r>
            <w:r w:rsidR="00B76A21">
              <w:rPr>
                <w:rFonts w:asciiTheme="minorHAnsi" w:hAnsiTheme="minorHAnsi" w:cstheme="minorHAnsi"/>
                <w:sz w:val="22"/>
                <w:szCs w:val="22"/>
              </w:rPr>
              <w:t xml:space="preserve"> raportu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76A21" w:rsidRPr="00A06425" w:rsidTr="00A06425">
        <w:tc>
          <w:tcPr>
            <w:tcW w:w="562" w:type="dxa"/>
            <w:shd w:val="clear" w:color="auto" w:fill="auto"/>
          </w:tcPr>
          <w:p w:rsidR="00B76A21" w:rsidRPr="00A06425" w:rsidRDefault="00B76A21" w:rsidP="00B76A21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B76A21" w:rsidRDefault="00B76A21" w:rsidP="00B76A2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B76A21" w:rsidRPr="000F6679" w:rsidRDefault="00B76A21" w:rsidP="00B76A2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 Ryzyka - Ryzyka wpływające na realizację projektu</w:t>
            </w:r>
          </w:p>
        </w:tc>
        <w:tc>
          <w:tcPr>
            <w:tcW w:w="4678" w:type="dxa"/>
            <w:shd w:val="clear" w:color="auto" w:fill="auto"/>
          </w:tcPr>
          <w:p w:rsidR="00B76A21" w:rsidRPr="003811CA" w:rsidRDefault="00B76A21" w:rsidP="00B76A2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 xml:space="preserve">Zgodnie z wyjaśnieniami na wzorze formularza raportu w kolumnie „Sposób zarządzania ryzykiem” dla każdego ryzyka należy wskazać: </w:t>
            </w:r>
          </w:p>
          <w:p w:rsidR="00B76A21" w:rsidRPr="003811CA" w:rsidRDefault="00B76A21" w:rsidP="00B76A21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podejmowane działania zarządcze</w:t>
            </w:r>
          </w:p>
          <w:p w:rsidR="00B76A21" w:rsidRPr="00B76A21" w:rsidRDefault="00B76A21" w:rsidP="00B76A21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B76A21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spodziewane lub faktyczne efekty tych działań,</w:t>
            </w:r>
          </w:p>
          <w:p w:rsidR="00B76A21" w:rsidRPr="003811CA" w:rsidRDefault="00B76A21" w:rsidP="00B76A21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czy nastąpiła zmiana w zakresie danego ryzyka w stosunku do poprzedniego okresu sprawozdawczego.</w:t>
            </w:r>
          </w:p>
          <w:p w:rsidR="00B76A21" w:rsidRPr="003811CA" w:rsidRDefault="00B76A21" w:rsidP="00B76A2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W celu ułatwienia wypełniania raportu, proszę o prezentowanie informacji w punktach zgodnie z powyższą numeracją.</w:t>
            </w:r>
          </w:p>
          <w:p w:rsidR="00B76A21" w:rsidRPr="00B571D4" w:rsidRDefault="00B76A21" w:rsidP="00B76A2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B76A21" w:rsidRDefault="00B76A21" w:rsidP="00B76A2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Proszę 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korektę raportu.</w:t>
            </w:r>
          </w:p>
          <w:p w:rsidR="00B76A21" w:rsidRPr="00405397" w:rsidRDefault="00B76A21" w:rsidP="00B76A2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76A21" w:rsidRPr="000805CA" w:rsidRDefault="00B76A21" w:rsidP="00B76A2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B76A21" w:rsidRPr="00A06425" w:rsidRDefault="00B76A21" w:rsidP="00B76A2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0A1D01"/>
    <w:multiLevelType w:val="hybridMultilevel"/>
    <w:tmpl w:val="100CF3A6"/>
    <w:lvl w:ilvl="0" w:tplc="5334776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DBA768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20A207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32432F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4ECE726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46CAE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2CA47C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CC4F72E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CA63B5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2E3B"/>
    <w:rsid w:val="0019648E"/>
    <w:rsid w:val="002715B2"/>
    <w:rsid w:val="003124D1"/>
    <w:rsid w:val="003333E9"/>
    <w:rsid w:val="003B4105"/>
    <w:rsid w:val="004D086F"/>
    <w:rsid w:val="00521E71"/>
    <w:rsid w:val="005577F5"/>
    <w:rsid w:val="005F6527"/>
    <w:rsid w:val="006705EC"/>
    <w:rsid w:val="006871AE"/>
    <w:rsid w:val="006E16E9"/>
    <w:rsid w:val="00807385"/>
    <w:rsid w:val="00944932"/>
    <w:rsid w:val="009E5FDB"/>
    <w:rsid w:val="00A06425"/>
    <w:rsid w:val="00AC7796"/>
    <w:rsid w:val="00B545EF"/>
    <w:rsid w:val="00B76A21"/>
    <w:rsid w:val="00B871B6"/>
    <w:rsid w:val="00BC2222"/>
    <w:rsid w:val="00C64B1B"/>
    <w:rsid w:val="00CB3091"/>
    <w:rsid w:val="00CD5EB0"/>
    <w:rsid w:val="00CE7A3A"/>
    <w:rsid w:val="00DD2DF1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7</cp:revision>
  <dcterms:created xsi:type="dcterms:W3CDTF">2020-10-05T09:10:00Z</dcterms:created>
  <dcterms:modified xsi:type="dcterms:W3CDTF">2021-05-19T09:39:00Z</dcterms:modified>
</cp:coreProperties>
</file>