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362" w:rsidRPr="004C020A" w:rsidRDefault="00200D51" w:rsidP="008903C7">
      <w:pPr>
        <w:jc w:val="both"/>
        <w:rPr>
          <w:rFonts w:ascii="Times New Roman" w:hAnsi="Times New Roman"/>
        </w:rPr>
      </w:pPr>
    </w:p>
    <w:p w:rsidR="004C020A" w:rsidRPr="004C020A" w:rsidRDefault="00200D51" w:rsidP="008903C7">
      <w:pPr>
        <w:jc w:val="both"/>
        <w:rPr>
          <w:rFonts w:ascii="Times New Roman" w:hAnsi="Times New Roman"/>
        </w:rPr>
      </w:pPr>
    </w:p>
    <w:p w:rsidR="004C020A" w:rsidRPr="004C020A" w:rsidRDefault="00200D51" w:rsidP="008903C7">
      <w:pPr>
        <w:jc w:val="both"/>
        <w:rPr>
          <w:rFonts w:ascii="Times New Roman" w:hAnsi="Times New Roman"/>
        </w:rPr>
      </w:pPr>
    </w:p>
    <w:p w:rsidR="001A68E4" w:rsidRDefault="001A68E4" w:rsidP="0042226D">
      <w:pPr>
        <w:jc w:val="both"/>
        <w:rPr>
          <w:rFonts w:ascii="Times New Roman" w:hAnsi="Times New Roman"/>
        </w:rPr>
      </w:pPr>
    </w:p>
    <w:p w:rsidR="008135B2" w:rsidRDefault="008135B2" w:rsidP="0042226D">
      <w:pPr>
        <w:jc w:val="both"/>
        <w:rPr>
          <w:rFonts w:ascii="Times New Roman" w:hAnsi="Times New Roman"/>
        </w:rPr>
      </w:pPr>
    </w:p>
    <w:p w:rsidR="004C020A" w:rsidRPr="004C020A" w:rsidRDefault="00811C56" w:rsidP="008903C7">
      <w:pPr>
        <w:jc w:val="both"/>
        <w:rPr>
          <w:rFonts w:ascii="Times New Roman" w:hAnsi="Times New Roman"/>
        </w:rPr>
      </w:pPr>
      <w:r>
        <w:rPr>
          <w:rFonts w:asciiTheme="majorHAnsi" w:hAnsiTheme="majorHAnsi"/>
          <w:sz w:val="22"/>
          <w:szCs w:val="22"/>
        </w:rPr>
        <w:t>DI</w:t>
      </w:r>
      <w:r w:rsidR="00200D51">
        <w:rPr>
          <w:rFonts w:asciiTheme="majorHAnsi" w:hAnsiTheme="majorHAnsi"/>
          <w:sz w:val="22"/>
          <w:szCs w:val="22"/>
        </w:rPr>
        <w:t>1.021.150</w:t>
      </w:r>
      <w:r w:rsidR="005B2A03" w:rsidRPr="005B2A03">
        <w:rPr>
          <w:rFonts w:asciiTheme="majorHAnsi" w:hAnsiTheme="majorHAnsi"/>
          <w:sz w:val="22"/>
          <w:szCs w:val="22"/>
        </w:rPr>
        <w:t>.201</w:t>
      </w:r>
      <w:r w:rsidR="00D46830">
        <w:rPr>
          <w:rFonts w:asciiTheme="majorHAnsi" w:hAnsiTheme="majorHAnsi"/>
          <w:sz w:val="22"/>
          <w:szCs w:val="22"/>
        </w:rPr>
        <w:t>9</w:t>
      </w:r>
      <w:r w:rsidR="005B2A03" w:rsidRPr="005B2A03">
        <w:rPr>
          <w:rFonts w:asciiTheme="majorHAnsi" w:hAnsiTheme="majorHAnsi"/>
          <w:sz w:val="22"/>
          <w:szCs w:val="22"/>
        </w:rPr>
        <w:t xml:space="preserve"> </w:t>
      </w:r>
      <w:r w:rsidR="008E2ABA">
        <w:rPr>
          <w:rFonts w:ascii="Times New Roman" w:hAnsi="Times New Roman"/>
        </w:rPr>
        <w:t xml:space="preserve"> </w:t>
      </w:r>
    </w:p>
    <w:p w:rsidR="004C020A" w:rsidRPr="004C020A" w:rsidRDefault="00E97DC6" w:rsidP="00E97DC6">
      <w:pPr>
        <w:tabs>
          <w:tab w:val="left" w:pos="6013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4C020A" w:rsidRPr="004C020A" w:rsidRDefault="00200D51" w:rsidP="008903C7">
      <w:pPr>
        <w:jc w:val="both"/>
        <w:rPr>
          <w:rFonts w:ascii="Times New Roman" w:hAnsi="Times New Roman"/>
        </w:rPr>
      </w:pPr>
    </w:p>
    <w:p w:rsidR="004C020A" w:rsidRPr="004C020A" w:rsidRDefault="00200D51" w:rsidP="008903C7">
      <w:pPr>
        <w:jc w:val="both"/>
        <w:rPr>
          <w:rFonts w:ascii="Times New Roman" w:hAnsi="Times New Roman"/>
        </w:rPr>
      </w:pPr>
    </w:p>
    <w:p w:rsidR="003C7812" w:rsidRDefault="003C7812" w:rsidP="00BA0AE7">
      <w:pPr>
        <w:jc w:val="both"/>
      </w:pPr>
    </w:p>
    <w:p w:rsidR="00024D5E" w:rsidRDefault="00024D5E" w:rsidP="00C00006">
      <w:pPr>
        <w:contextualSpacing/>
        <w:jc w:val="both"/>
      </w:pPr>
    </w:p>
    <w:p w:rsidR="00306C82" w:rsidRDefault="00306C82" w:rsidP="00C00006">
      <w:pPr>
        <w:contextualSpacing/>
        <w:jc w:val="both"/>
      </w:pPr>
    </w:p>
    <w:p w:rsidR="0074058A" w:rsidRDefault="0074058A" w:rsidP="00C00006">
      <w:pPr>
        <w:contextualSpacing/>
        <w:jc w:val="both"/>
      </w:pPr>
    </w:p>
    <w:p w:rsidR="006860F2" w:rsidRDefault="006860F2" w:rsidP="00C00006">
      <w:pPr>
        <w:contextualSpacing/>
        <w:jc w:val="both"/>
        <w:rPr>
          <w:i/>
        </w:rPr>
      </w:pPr>
      <w:r>
        <w:rPr>
          <w:i/>
        </w:rPr>
        <w:t xml:space="preserve">   </w:t>
      </w:r>
    </w:p>
    <w:p w:rsidR="00B6651F" w:rsidRDefault="00B6651F" w:rsidP="00C00006">
      <w:pPr>
        <w:contextualSpacing/>
        <w:jc w:val="both"/>
        <w:rPr>
          <w:i/>
        </w:rPr>
      </w:pPr>
    </w:p>
    <w:p w:rsidR="005B2A03" w:rsidRDefault="005B2A03" w:rsidP="00C00006">
      <w:pPr>
        <w:contextualSpacing/>
        <w:jc w:val="both"/>
        <w:rPr>
          <w:i/>
        </w:rPr>
      </w:pPr>
    </w:p>
    <w:p w:rsidR="00154011" w:rsidRDefault="00154011" w:rsidP="00C00006">
      <w:pPr>
        <w:contextualSpacing/>
        <w:jc w:val="both"/>
        <w:rPr>
          <w:i/>
        </w:rPr>
      </w:pPr>
    </w:p>
    <w:p w:rsidR="00633F4B" w:rsidRDefault="00633F4B" w:rsidP="00C00006">
      <w:pPr>
        <w:contextualSpacing/>
        <w:jc w:val="both"/>
        <w:rPr>
          <w:i/>
        </w:rPr>
      </w:pPr>
    </w:p>
    <w:p w:rsidR="00E97DC6" w:rsidRPr="006860F2" w:rsidRDefault="00C22B7A" w:rsidP="00C00006">
      <w:pPr>
        <w:contextualSpacing/>
        <w:jc w:val="both"/>
        <w:rPr>
          <w:i/>
        </w:rPr>
      </w:pPr>
      <w:r>
        <w:rPr>
          <w:i/>
        </w:rPr>
        <w:t xml:space="preserve">   Szanowna Pani Sekretarz,</w:t>
      </w:r>
    </w:p>
    <w:p w:rsidR="00C00006" w:rsidRDefault="00C00006" w:rsidP="00E97DC6">
      <w:pPr>
        <w:contextualSpacing/>
        <w:jc w:val="both"/>
      </w:pPr>
    </w:p>
    <w:p w:rsidR="006860F2" w:rsidRPr="00825541" w:rsidRDefault="006860F2" w:rsidP="000259DE">
      <w:pPr>
        <w:spacing w:line="360" w:lineRule="auto"/>
        <w:contextualSpacing/>
        <w:jc w:val="both"/>
        <w:rPr>
          <w:rFonts w:asciiTheme="majorHAnsi" w:hAnsiTheme="majorHAnsi"/>
        </w:rPr>
      </w:pPr>
    </w:p>
    <w:p w:rsidR="00984605" w:rsidRPr="00825541" w:rsidRDefault="00A82593" w:rsidP="00825541">
      <w:pPr>
        <w:spacing w:line="360" w:lineRule="auto"/>
        <w:ind w:firstLine="720"/>
        <w:contextualSpacing/>
        <w:jc w:val="both"/>
        <w:rPr>
          <w:rFonts w:asciiTheme="majorHAnsi" w:hAnsiTheme="majorHAnsi"/>
        </w:rPr>
      </w:pPr>
      <w:r w:rsidRPr="00825541">
        <w:rPr>
          <w:rFonts w:asciiTheme="majorHAnsi" w:hAnsiTheme="majorHAnsi"/>
        </w:rPr>
        <w:t xml:space="preserve">nawiązując do pisma nr </w:t>
      </w:r>
      <w:r w:rsidR="00200D51" w:rsidRPr="00200D51">
        <w:rPr>
          <w:rFonts w:asciiTheme="majorHAnsi" w:hAnsiTheme="majorHAnsi" w:cs="Calibri"/>
          <w:lang w:eastAsia="pl-PL"/>
        </w:rPr>
        <w:t>BAiPS-VI.002.18.2018</w:t>
      </w:r>
      <w:r w:rsidR="00200D51">
        <w:rPr>
          <w:rFonts w:asciiTheme="majorHAnsi" w:hAnsiTheme="majorHAnsi" w:cs="Calibri"/>
          <w:lang w:eastAsia="pl-PL"/>
        </w:rPr>
        <w:t xml:space="preserve"> </w:t>
      </w:r>
      <w:r w:rsidRPr="00825541">
        <w:rPr>
          <w:rFonts w:asciiTheme="majorHAnsi" w:hAnsiTheme="majorHAnsi"/>
        </w:rPr>
        <w:t xml:space="preserve">z dnia </w:t>
      </w:r>
      <w:r w:rsidR="00200D51">
        <w:rPr>
          <w:rFonts w:asciiTheme="majorHAnsi" w:hAnsiTheme="majorHAnsi"/>
        </w:rPr>
        <w:t>3 września</w:t>
      </w:r>
      <w:r w:rsidR="00984605" w:rsidRPr="00825541">
        <w:rPr>
          <w:rFonts w:asciiTheme="majorHAnsi" w:hAnsiTheme="majorHAnsi"/>
        </w:rPr>
        <w:t xml:space="preserve"> </w:t>
      </w:r>
      <w:r w:rsidRPr="00825541">
        <w:rPr>
          <w:rFonts w:asciiTheme="majorHAnsi" w:hAnsiTheme="majorHAnsi"/>
        </w:rPr>
        <w:t>201</w:t>
      </w:r>
      <w:r w:rsidR="00606EFC">
        <w:rPr>
          <w:rFonts w:asciiTheme="majorHAnsi" w:hAnsiTheme="majorHAnsi"/>
        </w:rPr>
        <w:t>9</w:t>
      </w:r>
      <w:r w:rsidRPr="00825541">
        <w:rPr>
          <w:rFonts w:asciiTheme="majorHAnsi" w:hAnsiTheme="majorHAnsi"/>
        </w:rPr>
        <w:t xml:space="preserve"> r. przekazującego </w:t>
      </w:r>
      <w:r w:rsidR="00825541">
        <w:rPr>
          <w:rFonts w:asciiTheme="majorHAnsi" w:hAnsiTheme="majorHAnsi"/>
        </w:rPr>
        <w:br/>
      </w:r>
      <w:r w:rsidRPr="00825541">
        <w:rPr>
          <w:rFonts w:asciiTheme="majorHAnsi" w:hAnsiTheme="majorHAnsi"/>
        </w:rPr>
        <w:t xml:space="preserve">do </w:t>
      </w:r>
      <w:r w:rsidR="00984605" w:rsidRPr="00825541">
        <w:rPr>
          <w:rFonts w:asciiTheme="majorHAnsi" w:hAnsiTheme="majorHAnsi"/>
        </w:rPr>
        <w:t>zaopiniowania</w:t>
      </w:r>
      <w:r w:rsidRPr="00825541">
        <w:rPr>
          <w:rFonts w:asciiTheme="majorHAnsi" w:hAnsiTheme="majorHAnsi"/>
        </w:rPr>
        <w:t xml:space="preserve"> </w:t>
      </w:r>
      <w:r w:rsidR="00984605" w:rsidRPr="00825541">
        <w:rPr>
          <w:rFonts w:asciiTheme="majorHAnsi" w:hAnsiTheme="majorHAnsi"/>
        </w:rPr>
        <w:t>opis założeń projektu informatycznego</w:t>
      </w:r>
      <w:r w:rsidR="00825541">
        <w:rPr>
          <w:rFonts w:asciiTheme="majorHAnsi" w:hAnsiTheme="majorHAnsi"/>
        </w:rPr>
        <w:t xml:space="preserve"> pn.</w:t>
      </w:r>
      <w:r w:rsidR="00984605" w:rsidRPr="00825541">
        <w:rPr>
          <w:rFonts w:asciiTheme="majorHAnsi" w:hAnsiTheme="majorHAnsi"/>
        </w:rPr>
        <w:t xml:space="preserve"> „</w:t>
      </w:r>
      <w:r w:rsidR="00200D51" w:rsidRPr="00200D51">
        <w:rPr>
          <w:rFonts w:asciiTheme="majorHAnsi" w:hAnsiTheme="majorHAnsi"/>
          <w:i/>
        </w:rPr>
        <w:t>PORTOS - Platforma orzecznictwa Urzędu Patentowego RP</w:t>
      </w:r>
      <w:r w:rsidR="00984605" w:rsidRPr="00825541">
        <w:rPr>
          <w:rFonts w:asciiTheme="majorHAnsi" w:hAnsiTheme="majorHAnsi"/>
          <w:i/>
        </w:rPr>
        <w:t>”</w:t>
      </w:r>
      <w:r w:rsidR="00422E0E" w:rsidRPr="00825541">
        <w:rPr>
          <w:rFonts w:asciiTheme="majorHAnsi" w:hAnsiTheme="majorHAnsi"/>
          <w:i/>
        </w:rPr>
        <w:t xml:space="preserve">, </w:t>
      </w:r>
      <w:r w:rsidR="00633F4B" w:rsidRPr="00825541">
        <w:rPr>
          <w:rFonts w:asciiTheme="majorHAnsi" w:hAnsiTheme="majorHAnsi"/>
        </w:rPr>
        <w:t xml:space="preserve">uprzejmie przekazuję </w:t>
      </w:r>
      <w:r w:rsidR="00422E0E" w:rsidRPr="00825541">
        <w:rPr>
          <w:rFonts w:asciiTheme="majorHAnsi" w:hAnsiTheme="majorHAnsi"/>
        </w:rPr>
        <w:t>w załączeniu uwagi Ministerstwa Finansów odnośnie ww. dokumentu.</w:t>
      </w:r>
    </w:p>
    <w:p w:rsidR="00A82593" w:rsidRPr="00825541" w:rsidRDefault="00A82593" w:rsidP="00F25221">
      <w:pPr>
        <w:autoSpaceDE w:val="0"/>
        <w:autoSpaceDN w:val="0"/>
        <w:adjustRightInd w:val="0"/>
        <w:jc w:val="both"/>
        <w:rPr>
          <w:rFonts w:asciiTheme="majorHAnsi" w:hAnsiTheme="majorHAnsi" w:cs="Cambria"/>
          <w:lang w:eastAsia="pl-PL"/>
        </w:rPr>
      </w:pPr>
    </w:p>
    <w:p w:rsidR="00A82593" w:rsidRDefault="00A82593" w:rsidP="00F25221">
      <w:pPr>
        <w:autoSpaceDE w:val="0"/>
        <w:autoSpaceDN w:val="0"/>
        <w:adjustRightInd w:val="0"/>
        <w:jc w:val="both"/>
        <w:rPr>
          <w:rFonts w:cs="Cambria"/>
          <w:lang w:eastAsia="pl-PL"/>
        </w:rPr>
      </w:pPr>
    </w:p>
    <w:p w:rsidR="00E97DC6" w:rsidRPr="008E51D3" w:rsidRDefault="00E97DC6" w:rsidP="00F25221">
      <w:pPr>
        <w:autoSpaceDE w:val="0"/>
        <w:autoSpaceDN w:val="0"/>
        <w:adjustRightInd w:val="0"/>
        <w:jc w:val="both"/>
        <w:rPr>
          <w:rFonts w:cs="Cambria"/>
          <w:sz w:val="22"/>
          <w:szCs w:val="22"/>
          <w:lang w:eastAsia="pl-PL"/>
        </w:rPr>
      </w:pPr>
    </w:p>
    <w:p w:rsidR="004445F3" w:rsidRPr="008E51D3" w:rsidRDefault="004445F3" w:rsidP="004445F3">
      <w:pPr>
        <w:ind w:left="5040"/>
        <w:jc w:val="center"/>
        <w:rPr>
          <w:i/>
          <w:sz w:val="22"/>
          <w:szCs w:val="22"/>
        </w:rPr>
      </w:pPr>
      <w:r w:rsidRPr="008E51D3">
        <w:rPr>
          <w:i/>
          <w:sz w:val="22"/>
          <w:szCs w:val="22"/>
        </w:rPr>
        <w:t>Z poważaniem,</w:t>
      </w:r>
    </w:p>
    <w:p w:rsidR="004445F3" w:rsidRPr="008E51D3" w:rsidRDefault="004445F3" w:rsidP="00422E0E">
      <w:pPr>
        <w:spacing w:before="120"/>
        <w:ind w:left="5041"/>
        <w:jc w:val="center"/>
        <w:rPr>
          <w:b/>
          <w:i/>
          <w:sz w:val="22"/>
          <w:szCs w:val="22"/>
        </w:rPr>
      </w:pPr>
      <w:r w:rsidRPr="008E51D3">
        <w:rPr>
          <w:b/>
          <w:i/>
          <w:sz w:val="22"/>
          <w:szCs w:val="22"/>
        </w:rPr>
        <w:t>Piotr Nowak</w:t>
      </w:r>
    </w:p>
    <w:p w:rsidR="004445F3" w:rsidRPr="008E51D3" w:rsidRDefault="004445F3" w:rsidP="004445F3">
      <w:pPr>
        <w:ind w:left="5040"/>
        <w:jc w:val="center"/>
        <w:rPr>
          <w:i/>
          <w:sz w:val="22"/>
          <w:szCs w:val="22"/>
        </w:rPr>
      </w:pPr>
      <w:r w:rsidRPr="008E51D3">
        <w:rPr>
          <w:i/>
          <w:sz w:val="22"/>
          <w:szCs w:val="22"/>
        </w:rPr>
        <w:t>Podsekretarz Stanu w Ministerstwie Finansów</w:t>
      </w:r>
    </w:p>
    <w:p w:rsidR="004445F3" w:rsidRPr="008E51D3" w:rsidRDefault="004445F3" w:rsidP="004445F3">
      <w:pPr>
        <w:ind w:left="5040"/>
        <w:jc w:val="center"/>
        <w:rPr>
          <w:i/>
          <w:sz w:val="22"/>
          <w:szCs w:val="22"/>
        </w:rPr>
      </w:pPr>
      <w:r w:rsidRPr="008E51D3">
        <w:rPr>
          <w:i/>
          <w:sz w:val="22"/>
          <w:szCs w:val="22"/>
        </w:rPr>
        <w:t xml:space="preserve"> </w:t>
      </w:r>
    </w:p>
    <w:p w:rsidR="004445F3" w:rsidRPr="008E51D3" w:rsidRDefault="004445F3" w:rsidP="004445F3">
      <w:pPr>
        <w:ind w:left="5040"/>
        <w:jc w:val="center"/>
        <w:rPr>
          <w:i/>
          <w:sz w:val="22"/>
          <w:szCs w:val="22"/>
        </w:rPr>
      </w:pPr>
      <w:r w:rsidRPr="008E51D3">
        <w:rPr>
          <w:i/>
          <w:sz w:val="22"/>
          <w:szCs w:val="22"/>
        </w:rPr>
        <w:t xml:space="preserve">/-podpisano kwalifikowanym </w:t>
      </w:r>
    </w:p>
    <w:p w:rsidR="005A6ABF" w:rsidRDefault="004445F3" w:rsidP="007634E6">
      <w:pPr>
        <w:ind w:left="5040"/>
        <w:jc w:val="center"/>
        <w:rPr>
          <w:i/>
          <w:sz w:val="22"/>
          <w:szCs w:val="22"/>
        </w:rPr>
      </w:pPr>
      <w:r w:rsidRPr="008E51D3">
        <w:rPr>
          <w:i/>
          <w:sz w:val="22"/>
          <w:szCs w:val="22"/>
        </w:rPr>
        <w:t>podpisem elektronicznym/</w:t>
      </w:r>
    </w:p>
    <w:p w:rsidR="00CD48E8" w:rsidRDefault="00CD48E8" w:rsidP="00CD48E8">
      <w:pPr>
        <w:rPr>
          <w:i/>
          <w:sz w:val="22"/>
          <w:szCs w:val="22"/>
        </w:rPr>
      </w:pPr>
    </w:p>
    <w:p w:rsidR="00CD48E8" w:rsidRDefault="00CD48E8" w:rsidP="00CD48E8">
      <w:pPr>
        <w:rPr>
          <w:i/>
          <w:sz w:val="22"/>
          <w:szCs w:val="22"/>
        </w:rPr>
      </w:pPr>
    </w:p>
    <w:p w:rsidR="00CD48E8" w:rsidRDefault="00CD48E8" w:rsidP="00CD48E8">
      <w:pPr>
        <w:rPr>
          <w:i/>
          <w:sz w:val="22"/>
          <w:szCs w:val="22"/>
        </w:rPr>
      </w:pPr>
    </w:p>
    <w:p w:rsidR="00CD48E8" w:rsidRDefault="00CD48E8" w:rsidP="00CD48E8">
      <w:pPr>
        <w:rPr>
          <w:i/>
          <w:sz w:val="22"/>
          <w:szCs w:val="22"/>
        </w:rPr>
      </w:pPr>
      <w:bookmarkStart w:id="0" w:name="_GoBack"/>
      <w:bookmarkEnd w:id="0"/>
    </w:p>
    <w:p w:rsidR="000259DE" w:rsidRDefault="000259DE" w:rsidP="00CD48E8">
      <w:pPr>
        <w:rPr>
          <w:sz w:val="22"/>
          <w:szCs w:val="22"/>
        </w:rPr>
      </w:pPr>
    </w:p>
    <w:p w:rsidR="00EA0C4D" w:rsidRDefault="00EA0C4D" w:rsidP="00CD48E8">
      <w:pPr>
        <w:rPr>
          <w:sz w:val="22"/>
          <w:szCs w:val="22"/>
        </w:rPr>
      </w:pPr>
    </w:p>
    <w:p w:rsidR="00633F4B" w:rsidRDefault="00633F4B" w:rsidP="00CD48E8">
      <w:pPr>
        <w:rPr>
          <w:sz w:val="22"/>
          <w:szCs w:val="22"/>
        </w:rPr>
      </w:pPr>
    </w:p>
    <w:p w:rsidR="00CD48E8" w:rsidRPr="00CD48E8" w:rsidRDefault="00CD48E8" w:rsidP="00CD48E8">
      <w:pPr>
        <w:rPr>
          <w:sz w:val="22"/>
          <w:szCs w:val="22"/>
        </w:rPr>
      </w:pPr>
      <w:r w:rsidRPr="00CD48E8">
        <w:rPr>
          <w:sz w:val="22"/>
          <w:szCs w:val="22"/>
          <w:u w:val="single"/>
        </w:rPr>
        <w:t>Załącznik</w:t>
      </w:r>
      <w:r w:rsidRPr="00CD48E8">
        <w:rPr>
          <w:sz w:val="22"/>
          <w:szCs w:val="22"/>
        </w:rPr>
        <w:t>:</w:t>
      </w:r>
    </w:p>
    <w:p w:rsidR="00CD48E8" w:rsidRPr="00CD48E8" w:rsidRDefault="00CD48E8" w:rsidP="00CD48E8">
      <w:pPr>
        <w:numPr>
          <w:ilvl w:val="0"/>
          <w:numId w:val="4"/>
        </w:numPr>
        <w:rPr>
          <w:sz w:val="22"/>
          <w:szCs w:val="22"/>
        </w:rPr>
      </w:pPr>
      <w:r w:rsidRPr="00CD48E8">
        <w:rPr>
          <w:sz w:val="22"/>
          <w:szCs w:val="22"/>
        </w:rPr>
        <w:t xml:space="preserve">Tabela – uwagi Ministerstwa Finansów. </w:t>
      </w:r>
    </w:p>
    <w:p w:rsidR="00CD48E8" w:rsidRPr="00884CFC" w:rsidRDefault="00CD48E8" w:rsidP="00CD48E8">
      <w:pPr>
        <w:rPr>
          <w:rFonts w:asciiTheme="majorHAnsi" w:hAnsiTheme="majorHAnsi"/>
          <w:sz w:val="23"/>
          <w:szCs w:val="23"/>
        </w:rPr>
      </w:pPr>
    </w:p>
    <w:sectPr w:rsidR="00CD48E8" w:rsidRPr="00884CFC" w:rsidSect="00964623">
      <w:footerReference w:type="default" r:id="rId8"/>
      <w:headerReference w:type="first" r:id="rId9"/>
      <w:footerReference w:type="first" r:id="rId10"/>
      <w:pgSz w:w="11900" w:h="16840"/>
      <w:pgMar w:top="1440" w:right="1080" w:bottom="1440" w:left="1080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42B" w:rsidRDefault="00F7542B">
      <w:r>
        <w:separator/>
      </w:r>
    </w:p>
  </w:endnote>
  <w:endnote w:type="continuationSeparator" w:id="0">
    <w:p w:rsidR="00F7542B" w:rsidRDefault="00F7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180" w:rsidRDefault="00FF1B8F" w:rsidP="00D05180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>
      <w:rPr>
        <w:rFonts w:ascii="Arial" w:hAnsi="Arial" w:cs="Arial"/>
        <w:color w:val="7F7F7F"/>
        <w:sz w:val="16"/>
        <w:szCs w:val="16"/>
      </w:rPr>
      <w:fldChar w:fldCharType="begin"/>
    </w:r>
    <w:r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>
      <w:rPr>
        <w:rFonts w:ascii="Arial" w:hAnsi="Arial" w:cs="Arial"/>
        <w:color w:val="7F7F7F"/>
        <w:sz w:val="16"/>
        <w:szCs w:val="16"/>
      </w:rPr>
      <w:fldChar w:fldCharType="separate"/>
    </w:r>
    <w:r w:rsidR="00422E0E">
      <w:rPr>
        <w:rFonts w:ascii="Arial" w:hAnsi="Arial" w:cs="Arial"/>
        <w:noProof/>
        <w:color w:val="7F7F7F"/>
        <w:sz w:val="16"/>
        <w:szCs w:val="16"/>
      </w:rPr>
      <w:t>2</w:t>
    </w:r>
    <w:r>
      <w:rPr>
        <w:rFonts w:ascii="Arial" w:hAnsi="Arial" w:cs="Arial"/>
        <w:color w:val="7F7F7F"/>
        <w:sz w:val="16"/>
        <w:szCs w:val="16"/>
      </w:rPr>
      <w:fldChar w:fldCharType="end"/>
    </w:r>
  </w:p>
  <w:p w:rsidR="00C94A80" w:rsidRDefault="00200D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1C7" w:rsidRDefault="00FF1B8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4144" behindDoc="1" locked="0" layoutInCell="1" allowOverlap="1" wp14:anchorId="21230A7A" wp14:editId="5855AECE">
          <wp:simplePos x="0" y="0"/>
          <wp:positionH relativeFrom="column">
            <wp:posOffset>-5080</wp:posOffset>
          </wp:positionH>
          <wp:positionV relativeFrom="paragraph">
            <wp:posOffset>-262890</wp:posOffset>
          </wp:positionV>
          <wp:extent cx="457200" cy="438150"/>
          <wp:effectExtent l="0" t="0" r="0" b="0"/>
          <wp:wrapNone/>
          <wp:docPr id="36" name="Picture 8" descr="mf logo dla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f logo dla pism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B094D" w:rsidRDefault="00BE769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1FEF6C" wp14:editId="6630F339">
              <wp:simplePos x="0" y="0"/>
              <wp:positionH relativeFrom="column">
                <wp:posOffset>-6985</wp:posOffset>
              </wp:positionH>
              <wp:positionV relativeFrom="paragraph">
                <wp:posOffset>175895</wp:posOffset>
              </wp:positionV>
              <wp:extent cx="5907405" cy="291465"/>
              <wp:effectExtent l="2540" t="4445" r="0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740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3BAE" w:rsidRPr="002E228C" w:rsidRDefault="00FF1B8F" w:rsidP="006E128C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  <w:r w:rsidRPr="002E228C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>ul. Ś</w:t>
                          </w:r>
                          <w:r w:rsidRPr="00C94A80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>więtok</w:t>
                          </w:r>
                          <w:r w:rsidRPr="002E228C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>rzyska 12, 0</w:t>
                          </w:r>
                          <w: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 xml:space="preserve">0-916 Warszawa  |  tel.: +48 (22) 694 55 55  |  </w:t>
                          </w:r>
                          <w:r w:rsidRPr="002E228C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 xml:space="preserve">e-mail: </w:t>
                          </w:r>
                          <w:hyperlink r:id="rId2" w:history="1">
                            <w:r w:rsidRPr="00237A2B">
                              <w:rPr>
                                <w:rStyle w:val="Hipercze"/>
                                <w:rFonts w:ascii="Arial" w:hAnsi="Arial" w:cs="Arial"/>
                                <w:sz w:val="16"/>
                                <w:szCs w:val="12"/>
                              </w:rPr>
                              <w:t>kancelaria@mf.gov.pl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1FEF6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-.55pt;margin-top:13.85pt;width:465.15pt;height:2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" filled="f" stroked="f">
              <v:textbox inset="0,0,0,0">
                <w:txbxContent>
                  <w:p w:rsidR="00EF3BAE" w:rsidRPr="002E228C" w:rsidRDefault="00FF1B8F" w:rsidP="006E128C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  <w:r w:rsidRPr="002E228C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>ul. Ś</w:t>
                    </w:r>
                    <w:r w:rsidRPr="00C94A80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>więtok</w:t>
                    </w:r>
                    <w:r w:rsidRPr="002E228C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>rzyska 12, 0</w:t>
                    </w:r>
                    <w: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 xml:space="preserve">0-916 Warszawa  |  tel.: +48 (22) 694 55 55  |  </w:t>
                    </w:r>
                    <w:r w:rsidRPr="002E228C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 xml:space="preserve">e-mail: </w:t>
                    </w:r>
                    <w:hyperlink r:id="rId3" w:history="1">
                      <w:r w:rsidRPr="00237A2B">
                        <w:rPr>
                          <w:rStyle w:val="Hipercze"/>
                          <w:rFonts w:ascii="Arial" w:hAnsi="Arial" w:cs="Arial"/>
                          <w:sz w:val="16"/>
                          <w:szCs w:val="12"/>
                        </w:rPr>
                        <w:t>kancelaria@mf.gov.pl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EFCE9C" wp14:editId="50D62F02">
              <wp:simplePos x="0" y="0"/>
              <wp:positionH relativeFrom="column">
                <wp:posOffset>-6350</wp:posOffset>
              </wp:positionH>
              <wp:positionV relativeFrom="paragraph">
                <wp:posOffset>113665</wp:posOffset>
              </wp:positionV>
              <wp:extent cx="5906770" cy="0"/>
              <wp:effectExtent l="12700" t="18415" r="14605" b="10160"/>
              <wp:wrapNone/>
              <wp:docPr id="1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C9CAC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D06DA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-.5pt;margin-top:8.95pt;width:465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" strokecolor="#c9cacc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42B" w:rsidRDefault="00F7542B">
      <w:r>
        <w:separator/>
      </w:r>
    </w:p>
  </w:footnote>
  <w:footnote w:type="continuationSeparator" w:id="0">
    <w:p w:rsidR="00F7542B" w:rsidRDefault="00F75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4D" w:rsidRDefault="009F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9AD72F" wp14:editId="123DE76A">
              <wp:simplePos x="0" y="0"/>
              <wp:positionH relativeFrom="column">
                <wp:posOffset>3503320</wp:posOffset>
              </wp:positionH>
              <wp:positionV relativeFrom="paragraph">
                <wp:posOffset>-47879</wp:posOffset>
              </wp:positionV>
              <wp:extent cx="2539467" cy="463550"/>
              <wp:effectExtent l="0" t="0" r="13335" b="12700"/>
              <wp:wrapNone/>
              <wp:docPr id="5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9467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2F9F" w:rsidRPr="00582F9F" w:rsidRDefault="00FF1B8F" w:rsidP="00582F9F">
                          <w:pPr>
                            <w:rPr>
                              <w:rFonts w:ascii="Times New Roman" w:hAnsi="Times New Roman"/>
                              <w:szCs w:val="22"/>
                            </w:rPr>
                          </w:pPr>
                          <w:r w:rsidRPr="00582F9F">
                            <w:rPr>
                              <w:rFonts w:ascii="Times New Roman" w:hAnsi="Times New Roman"/>
                              <w:szCs w:val="22"/>
                            </w:rPr>
                            <w:t xml:space="preserve">Warszawa, dnia </w:t>
                          </w:r>
                          <w:r w:rsidR="00BC6CA3">
                            <w:rPr>
                              <w:rFonts w:ascii="Times New Roman" w:hAnsi="Times New Roman"/>
                              <w:szCs w:val="22"/>
                            </w:rPr>
                            <w:t xml:space="preserve">  </w:t>
                          </w:r>
                          <w:r w:rsidR="00C40C94" w:rsidRPr="00C40C94">
                            <w:rPr>
                              <w:rFonts w:ascii="Times New Roman" w:hAnsi="Times New Roman"/>
                              <w:szCs w:val="22"/>
                            </w:rPr>
                            <w:fldChar w:fldCharType="begin"/>
                          </w:r>
                          <w:r w:rsidR="00C40C94" w:rsidRPr="00C40C94">
                            <w:rPr>
                              <w:rFonts w:ascii="Times New Roman" w:hAnsi="Times New Roman"/>
                              <w:szCs w:val="22"/>
                            </w:rPr>
                            <w:instrText xml:space="preserve"> DATE  \@ "dd MMMM yyyy"  \* MERGEFORMAT </w:instrText>
                          </w:r>
                          <w:r w:rsidR="00C40C94" w:rsidRPr="00C40C94">
                            <w:rPr>
                              <w:rFonts w:ascii="Times New Roman" w:hAnsi="Times New Roman"/>
                              <w:szCs w:val="22"/>
                            </w:rPr>
                            <w:fldChar w:fldCharType="separate"/>
                          </w:r>
                          <w:r w:rsidR="00200D51">
                            <w:rPr>
                              <w:rFonts w:ascii="Times New Roman" w:hAnsi="Times New Roman"/>
                              <w:noProof/>
                              <w:szCs w:val="22"/>
                            </w:rPr>
                            <w:t>05 września 2019</w:t>
                          </w:r>
                          <w:r w:rsidR="00C40C94" w:rsidRPr="00C40C94">
                            <w:rPr>
                              <w:rFonts w:ascii="Times New Roman" w:hAnsi="Times New Roman"/>
                              <w:szCs w:val="22"/>
                            </w:rPr>
                            <w:fldChar w:fldCharType="end"/>
                          </w:r>
                          <w:r w:rsidR="00C40C94" w:rsidRPr="00C40C94">
                            <w:rPr>
                              <w:rFonts w:ascii="Times New Roman" w:hAnsi="Times New Roman"/>
                              <w:szCs w:val="22"/>
                            </w:rPr>
                            <w:t xml:space="preserve"> r.</w:t>
                          </w:r>
                        </w:p>
                        <w:p w:rsidR="004564FE" w:rsidRPr="002E228C" w:rsidRDefault="00200D51" w:rsidP="000A78C7">
                          <w:pPr>
                            <w:ind w:right="-864"/>
                            <w:rPr>
                              <w:rFonts w:ascii="Times New Roman" w:hAnsi="Times New Roman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9AD72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275.85pt;margin-top:-3.75pt;width:199.95pt;height: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cIwsQIAAKo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" filled="f" stroked="f">
              <v:textbox inset="0,0,0,0">
                <w:txbxContent>
                  <w:p w:rsidR="00582F9F" w:rsidRPr="00582F9F" w:rsidRDefault="00FF1B8F" w:rsidP="00582F9F">
                    <w:pPr>
                      <w:rPr>
                        <w:rFonts w:ascii="Times New Roman" w:hAnsi="Times New Roman"/>
                        <w:szCs w:val="22"/>
                      </w:rPr>
                    </w:pPr>
                    <w:r w:rsidRPr="00582F9F">
                      <w:rPr>
                        <w:rFonts w:ascii="Times New Roman" w:hAnsi="Times New Roman"/>
                        <w:szCs w:val="22"/>
                      </w:rPr>
                      <w:t xml:space="preserve">Warszawa, dnia </w:t>
                    </w:r>
                    <w:r w:rsidR="00BC6CA3">
                      <w:rPr>
                        <w:rFonts w:ascii="Times New Roman" w:hAnsi="Times New Roman"/>
                        <w:szCs w:val="22"/>
                      </w:rPr>
                      <w:t xml:space="preserve">  </w:t>
                    </w:r>
                    <w:r w:rsidR="00C40C94" w:rsidRPr="00C40C94">
                      <w:rPr>
                        <w:rFonts w:ascii="Times New Roman" w:hAnsi="Times New Roman"/>
                        <w:szCs w:val="22"/>
                      </w:rPr>
                      <w:fldChar w:fldCharType="begin"/>
                    </w:r>
                    <w:r w:rsidR="00C40C94" w:rsidRPr="00C40C94">
                      <w:rPr>
                        <w:rFonts w:ascii="Times New Roman" w:hAnsi="Times New Roman"/>
                        <w:szCs w:val="22"/>
                      </w:rPr>
                      <w:instrText xml:space="preserve"> DATE  \@ "dd MMMM yyyy"  \* MERGEFORMAT </w:instrText>
                    </w:r>
                    <w:r w:rsidR="00C40C94" w:rsidRPr="00C40C94">
                      <w:rPr>
                        <w:rFonts w:ascii="Times New Roman" w:hAnsi="Times New Roman"/>
                        <w:szCs w:val="22"/>
                      </w:rPr>
                      <w:fldChar w:fldCharType="separate"/>
                    </w:r>
                    <w:r w:rsidR="00200D51">
                      <w:rPr>
                        <w:rFonts w:ascii="Times New Roman" w:hAnsi="Times New Roman"/>
                        <w:noProof/>
                        <w:szCs w:val="22"/>
                      </w:rPr>
                      <w:t>05 września 2019</w:t>
                    </w:r>
                    <w:r w:rsidR="00C40C94" w:rsidRPr="00C40C94">
                      <w:rPr>
                        <w:rFonts w:ascii="Times New Roman" w:hAnsi="Times New Roman"/>
                        <w:szCs w:val="22"/>
                      </w:rPr>
                      <w:fldChar w:fldCharType="end"/>
                    </w:r>
                    <w:r w:rsidR="00C40C94" w:rsidRPr="00C40C94">
                      <w:rPr>
                        <w:rFonts w:ascii="Times New Roman" w:hAnsi="Times New Roman"/>
                        <w:szCs w:val="22"/>
                      </w:rPr>
                      <w:t xml:space="preserve"> r.</w:t>
                    </w:r>
                  </w:p>
                  <w:p w:rsidR="004564FE" w:rsidRPr="002E228C" w:rsidRDefault="00200D51" w:rsidP="000A78C7">
                    <w:pPr>
                      <w:ind w:right="-864"/>
                      <w:rPr>
                        <w:rFonts w:ascii="Times New Roman" w:hAnsi="Times New Roman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7028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BE38FF8" wp14:editId="1416FB5B">
              <wp:simplePos x="0" y="0"/>
              <wp:positionH relativeFrom="column">
                <wp:posOffset>3623310</wp:posOffset>
              </wp:positionH>
              <wp:positionV relativeFrom="paragraph">
                <wp:posOffset>1672590</wp:posOffset>
              </wp:positionV>
              <wp:extent cx="2419350" cy="1565910"/>
              <wp:effectExtent l="0" t="0" r="0" b="1524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56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3A43" w:rsidRDefault="00B43A43" w:rsidP="002E228C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</w:p>
                        <w:p w:rsidR="00633F4B" w:rsidRDefault="00633F4B" w:rsidP="002E228C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</w:p>
                        <w:p w:rsidR="007028A1" w:rsidRPr="00D835AB" w:rsidRDefault="00FF1B8F" w:rsidP="002E228C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  <w:r w:rsidRPr="00D835AB">
                            <w:rPr>
                              <w:rFonts w:asciiTheme="majorHAnsi" w:hAnsiTheme="majorHAnsi"/>
                              <w:b/>
                            </w:rPr>
                            <w:t>Pani</w:t>
                          </w:r>
                          <w:r w:rsidRPr="00D835AB">
                            <w:rPr>
                              <w:rFonts w:asciiTheme="majorHAnsi" w:hAnsiTheme="majorHAnsi"/>
                              <w:b/>
                            </w:rPr>
                            <w:br/>
                          </w:r>
                          <w:r w:rsidR="007028A1" w:rsidRPr="00D835AB">
                            <w:rPr>
                              <w:rFonts w:asciiTheme="majorHAnsi" w:hAnsiTheme="majorHAnsi"/>
                              <w:b/>
                            </w:rPr>
                            <w:t>Justyna DUSZYŃSKA</w:t>
                          </w:r>
                        </w:p>
                        <w:p w:rsidR="007028A1" w:rsidRPr="00D835AB" w:rsidRDefault="007028A1" w:rsidP="002E228C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</w:p>
                        <w:p w:rsidR="007028A1" w:rsidRPr="00D835AB" w:rsidRDefault="007028A1" w:rsidP="002E228C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  <w:r w:rsidRPr="00D835AB">
                            <w:rPr>
                              <w:rFonts w:asciiTheme="majorHAnsi" w:hAnsiTheme="majorHAnsi"/>
                              <w:b/>
                            </w:rPr>
                            <w:t xml:space="preserve">Sekretarz Komitetu Rady </w:t>
                          </w:r>
                          <w:r w:rsidRPr="00D835AB">
                            <w:rPr>
                              <w:rFonts w:asciiTheme="majorHAnsi" w:hAnsiTheme="majorHAnsi"/>
                              <w:b/>
                            </w:rPr>
                            <w:br/>
                            <w:t>Ministrów do Spraw Cyfryzacji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E38FF8" id="Text Box 7" o:spid="_x0000_s1027" type="#_x0000_t202" style="position:absolute;margin-left:285.3pt;margin-top:131.7pt;width:190.5pt;height:123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ftKsgIAALE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" filled="f" stroked="f">
              <v:textbox inset="0,0,0,0">
                <w:txbxContent>
                  <w:p w:rsidR="00B43A43" w:rsidRDefault="00B43A43" w:rsidP="002E228C">
                    <w:pPr>
                      <w:rPr>
                        <w:rFonts w:asciiTheme="majorHAnsi" w:hAnsiTheme="majorHAnsi"/>
                        <w:b/>
                      </w:rPr>
                    </w:pPr>
                  </w:p>
                  <w:p w:rsidR="00633F4B" w:rsidRDefault="00633F4B" w:rsidP="002E228C">
                    <w:pPr>
                      <w:rPr>
                        <w:rFonts w:asciiTheme="majorHAnsi" w:hAnsiTheme="majorHAnsi"/>
                        <w:b/>
                      </w:rPr>
                    </w:pPr>
                  </w:p>
                  <w:p w:rsidR="007028A1" w:rsidRPr="00D835AB" w:rsidRDefault="00FF1B8F" w:rsidP="002E228C">
                    <w:pPr>
                      <w:rPr>
                        <w:rFonts w:asciiTheme="majorHAnsi" w:hAnsiTheme="majorHAnsi"/>
                        <w:b/>
                      </w:rPr>
                    </w:pPr>
                    <w:r w:rsidRPr="00D835AB">
                      <w:rPr>
                        <w:rFonts w:asciiTheme="majorHAnsi" w:hAnsiTheme="majorHAnsi"/>
                        <w:b/>
                      </w:rPr>
                      <w:t>Pani</w:t>
                    </w:r>
                    <w:r w:rsidRPr="00D835AB">
                      <w:rPr>
                        <w:rFonts w:asciiTheme="majorHAnsi" w:hAnsiTheme="majorHAnsi"/>
                        <w:b/>
                      </w:rPr>
                      <w:br/>
                    </w:r>
                    <w:r w:rsidR="007028A1" w:rsidRPr="00D835AB">
                      <w:rPr>
                        <w:rFonts w:asciiTheme="majorHAnsi" w:hAnsiTheme="majorHAnsi"/>
                        <w:b/>
                      </w:rPr>
                      <w:t>Justyna DUSZYŃSKA</w:t>
                    </w:r>
                  </w:p>
                  <w:p w:rsidR="007028A1" w:rsidRPr="00D835AB" w:rsidRDefault="007028A1" w:rsidP="002E228C">
                    <w:pPr>
                      <w:rPr>
                        <w:rFonts w:asciiTheme="majorHAnsi" w:hAnsiTheme="majorHAnsi"/>
                        <w:b/>
                      </w:rPr>
                    </w:pPr>
                  </w:p>
                  <w:p w:rsidR="007028A1" w:rsidRPr="00D835AB" w:rsidRDefault="007028A1" w:rsidP="002E228C">
                    <w:pPr>
                      <w:rPr>
                        <w:rFonts w:asciiTheme="majorHAnsi" w:hAnsiTheme="majorHAnsi"/>
                        <w:b/>
                      </w:rPr>
                    </w:pPr>
                    <w:r w:rsidRPr="00D835AB">
                      <w:rPr>
                        <w:rFonts w:asciiTheme="majorHAnsi" w:hAnsiTheme="majorHAnsi"/>
                        <w:b/>
                      </w:rPr>
                      <w:t xml:space="preserve">Sekretarz Komitetu Rady </w:t>
                    </w:r>
                    <w:r w:rsidRPr="00D835AB">
                      <w:rPr>
                        <w:rFonts w:asciiTheme="majorHAnsi" w:hAnsiTheme="majorHAnsi"/>
                        <w:b/>
                      </w:rPr>
                      <w:br/>
                      <w:t>Ministrów do Spraw Cyfryzacji</w:t>
                    </w:r>
                  </w:p>
                </w:txbxContent>
              </v:textbox>
            </v:shape>
          </w:pict>
        </mc:Fallback>
      </mc:AlternateContent>
    </w:r>
    <w:r w:rsidR="00BE76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0B598DD" wp14:editId="61B64913">
              <wp:simplePos x="0" y="0"/>
              <wp:positionH relativeFrom="column">
                <wp:posOffset>-6350</wp:posOffset>
              </wp:positionH>
              <wp:positionV relativeFrom="paragraph">
                <wp:posOffset>1389380</wp:posOffset>
              </wp:positionV>
              <wp:extent cx="3238500" cy="282575"/>
              <wp:effectExtent l="3175" t="0" r="0" b="4445"/>
              <wp:wrapNone/>
              <wp:docPr id="6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0" cy="282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94D" w:rsidRPr="00F763BB" w:rsidRDefault="00F763BB" w:rsidP="003B094D">
                          <w:pP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imes New Roman" w:hAnsi="Times New Roman"/>
                              <w:szCs w:val="22"/>
                            </w:rPr>
                            <w:t xml:space="preserve">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B598DD" id="Text Box 1025" o:spid="_x0000_s1028" type="#_x0000_t202" style="position:absolute;margin-left:-.5pt;margin-top:109.4pt;width:255pt;height:2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LXNtAIAALM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" filled="f" stroked="f">
              <v:textbox inset="0,0,0,0">
                <w:txbxContent>
                  <w:p w:rsidR="003B094D" w:rsidRPr="00F763BB" w:rsidRDefault="00F763BB" w:rsidP="003B094D">
                    <w:pPr>
                      <w:rPr>
                        <w:rFonts w:ascii="Times New Roman" w:hAnsi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/>
                        <w:szCs w:val="22"/>
                      </w:rPr>
                      <w:t xml:space="preserve">      </w:t>
                    </w:r>
                  </w:p>
                </w:txbxContent>
              </v:textbox>
            </v:shape>
          </w:pict>
        </mc:Fallback>
      </mc:AlternateContent>
    </w:r>
    <w:r w:rsidR="00FF1B8F">
      <w:rPr>
        <w:noProof/>
        <w:lang w:eastAsia="pl-PL"/>
      </w:rPr>
      <w:drawing>
        <wp:anchor distT="0" distB="0" distL="114300" distR="114300" simplePos="0" relativeHeight="251655168" behindDoc="1" locked="0" layoutInCell="1" allowOverlap="1" wp14:anchorId="291E423C" wp14:editId="08DFB398">
          <wp:simplePos x="0" y="0"/>
          <wp:positionH relativeFrom="column">
            <wp:posOffset>476250</wp:posOffset>
          </wp:positionH>
          <wp:positionV relativeFrom="paragraph">
            <wp:posOffset>-26035</wp:posOffset>
          </wp:positionV>
          <wp:extent cx="417830" cy="464820"/>
          <wp:effectExtent l="0" t="0" r="1270" b="0"/>
          <wp:wrapNone/>
          <wp:docPr id="38" name="Picture 21" descr="god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god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83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E76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F97FC0" wp14:editId="66A69EB2">
              <wp:simplePos x="0" y="0"/>
              <wp:positionH relativeFrom="column">
                <wp:posOffset>-408940</wp:posOffset>
              </wp:positionH>
              <wp:positionV relativeFrom="paragraph">
                <wp:posOffset>514350</wp:posOffset>
              </wp:positionV>
              <wp:extent cx="2216150" cy="831850"/>
              <wp:effectExtent l="635" t="0" r="254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31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AB5" w:rsidRDefault="00FF1B8F" w:rsidP="00705AB5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t>RZECZPOSPOLITA POLSKA</w:t>
                          </w:r>
                          <w: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br/>
                            <w:t>MINISTERSTWO FINANSÓW</w:t>
                          </w:r>
                          <w: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br/>
                          </w:r>
                          <w:r w:rsidR="00BD6734"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t>POD</w:t>
                          </w:r>
                          <w:r w:rsidR="00BE7698"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t>SEKRETARZ STANU</w:t>
                          </w:r>
                          <w:r w:rsidR="00BE7698"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br/>
                          </w:r>
                          <w:r w:rsidR="006860F2"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t>Piotr Nowak</w:t>
                          </w:r>
                        </w:p>
                        <w:p w:rsidR="00C76BD2" w:rsidRPr="000A78C7" w:rsidRDefault="00200D51" w:rsidP="00C76BD2">
                          <w:pP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</w:pPr>
                        </w:p>
                        <w:p w:rsidR="003B094D" w:rsidRPr="00C76BD2" w:rsidRDefault="00200D51" w:rsidP="00705AB5">
                          <w:pPr>
                            <w:rPr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F97FC0" id="Text Box 9" o:spid="_x0000_s1029" type="#_x0000_t202" style="position:absolute;margin-left:-32.2pt;margin-top:40.5pt;width:174.5pt;height:6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VMorgIAALA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" filled="f" stroked="f">
              <v:textbox inset="0,0,0,0">
                <w:txbxContent>
                  <w:p w:rsidR="00705AB5" w:rsidRDefault="00FF1B8F" w:rsidP="00705AB5">
                    <w:pPr>
                      <w:jc w:val="center"/>
                      <w:rPr>
                        <w:rFonts w:ascii="Times New Roman" w:hAnsi="Times New Roman"/>
                        <w:b/>
                        <w:szCs w:val="22"/>
                      </w:rPr>
                    </w:pPr>
                    <w:r>
                      <w:rPr>
                        <w:rFonts w:ascii="Times New Roman" w:hAnsi="Times New Roman"/>
                        <w:b/>
                        <w:szCs w:val="22"/>
                      </w:rPr>
                      <w:t>RZECZPOSPOLITA POLSKA</w:t>
                    </w:r>
                    <w:r>
                      <w:rPr>
                        <w:rFonts w:ascii="Times New Roman" w:hAnsi="Times New Roman"/>
                        <w:b/>
                        <w:szCs w:val="22"/>
                      </w:rPr>
                      <w:br/>
                      <w:t>MINISTERSTWO FINANSÓW</w:t>
                    </w:r>
                    <w:r>
                      <w:rPr>
                        <w:rFonts w:ascii="Times New Roman" w:hAnsi="Times New Roman"/>
                        <w:b/>
                        <w:szCs w:val="22"/>
                      </w:rPr>
                      <w:br/>
                    </w:r>
                    <w:r w:rsidR="00BD6734">
                      <w:rPr>
                        <w:rFonts w:ascii="Times New Roman" w:hAnsi="Times New Roman"/>
                        <w:b/>
                        <w:szCs w:val="22"/>
                      </w:rPr>
                      <w:t>POD</w:t>
                    </w:r>
                    <w:r w:rsidR="00BE7698">
                      <w:rPr>
                        <w:rFonts w:ascii="Times New Roman" w:hAnsi="Times New Roman"/>
                        <w:b/>
                        <w:szCs w:val="22"/>
                      </w:rPr>
                      <w:t>SEKRETARZ STANU</w:t>
                    </w:r>
                    <w:r w:rsidR="00BE7698">
                      <w:rPr>
                        <w:rFonts w:ascii="Times New Roman" w:hAnsi="Times New Roman"/>
                        <w:b/>
                        <w:szCs w:val="22"/>
                      </w:rPr>
                      <w:br/>
                    </w:r>
                    <w:r w:rsidR="006860F2">
                      <w:rPr>
                        <w:rFonts w:ascii="Times New Roman" w:hAnsi="Times New Roman"/>
                        <w:b/>
                        <w:szCs w:val="22"/>
                      </w:rPr>
                      <w:t>Piotr Nowak</w:t>
                    </w:r>
                  </w:p>
                  <w:p w:rsidR="00C76BD2" w:rsidRPr="000A78C7" w:rsidRDefault="00EA0C4D" w:rsidP="00C76BD2">
                    <w:pPr>
                      <w:rPr>
                        <w:rFonts w:ascii="Times New Roman" w:hAnsi="Times New Roman"/>
                        <w:b/>
                        <w:szCs w:val="22"/>
                      </w:rPr>
                    </w:pPr>
                  </w:p>
                  <w:p w:rsidR="003B094D" w:rsidRPr="00C76BD2" w:rsidRDefault="00EA0C4D" w:rsidP="00705AB5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A755E"/>
    <w:multiLevelType w:val="hybridMultilevel"/>
    <w:tmpl w:val="AFD4D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45BA5"/>
    <w:multiLevelType w:val="hybridMultilevel"/>
    <w:tmpl w:val="22AED984"/>
    <w:lvl w:ilvl="0" w:tplc="6DF4B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92E78"/>
    <w:multiLevelType w:val="hybridMultilevel"/>
    <w:tmpl w:val="C6960CBC"/>
    <w:lvl w:ilvl="0" w:tplc="6DF4B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00F15"/>
    <w:multiLevelType w:val="hybridMultilevel"/>
    <w:tmpl w:val="97062A3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F5126"/>
    <w:multiLevelType w:val="hybridMultilevel"/>
    <w:tmpl w:val="B1884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2D2471"/>
    <w:multiLevelType w:val="hybridMultilevel"/>
    <w:tmpl w:val="66DA47B0"/>
    <w:lvl w:ilvl="0" w:tplc="6DF4B3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351234"/>
    <w:multiLevelType w:val="hybridMultilevel"/>
    <w:tmpl w:val="0346C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816CF"/>
    <w:multiLevelType w:val="hybridMultilevel"/>
    <w:tmpl w:val="E90E7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A6198"/>
    <w:multiLevelType w:val="hybridMultilevel"/>
    <w:tmpl w:val="8A821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B707E"/>
    <w:multiLevelType w:val="hybridMultilevel"/>
    <w:tmpl w:val="C6B8F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A66B0"/>
    <w:multiLevelType w:val="hybridMultilevel"/>
    <w:tmpl w:val="E90E7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C62C2"/>
    <w:multiLevelType w:val="hybridMultilevel"/>
    <w:tmpl w:val="EF763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4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19"/>
  <w:drawingGridVerticalSpacing w:val="357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98"/>
    <w:rsid w:val="00013A8A"/>
    <w:rsid w:val="0001554F"/>
    <w:rsid w:val="000168B3"/>
    <w:rsid w:val="000170DA"/>
    <w:rsid w:val="00021E9D"/>
    <w:rsid w:val="00024D5E"/>
    <w:rsid w:val="000259DE"/>
    <w:rsid w:val="0003507D"/>
    <w:rsid w:val="00043C7A"/>
    <w:rsid w:val="00055E2C"/>
    <w:rsid w:val="000671AC"/>
    <w:rsid w:val="00070EF8"/>
    <w:rsid w:val="00074F27"/>
    <w:rsid w:val="0009005F"/>
    <w:rsid w:val="000A13F5"/>
    <w:rsid w:val="000A325A"/>
    <w:rsid w:val="000A520A"/>
    <w:rsid w:val="000A70AB"/>
    <w:rsid w:val="000B45E6"/>
    <w:rsid w:val="000C074D"/>
    <w:rsid w:val="000C18E8"/>
    <w:rsid w:val="000C2839"/>
    <w:rsid w:val="000C3634"/>
    <w:rsid w:val="000C4331"/>
    <w:rsid w:val="000D4110"/>
    <w:rsid w:val="000E1BD7"/>
    <w:rsid w:val="000F1DC0"/>
    <w:rsid w:val="000F3695"/>
    <w:rsid w:val="00121CB2"/>
    <w:rsid w:val="00122B14"/>
    <w:rsid w:val="00123505"/>
    <w:rsid w:val="0012402C"/>
    <w:rsid w:val="00130BBC"/>
    <w:rsid w:val="00134B2B"/>
    <w:rsid w:val="00154011"/>
    <w:rsid w:val="00157CDA"/>
    <w:rsid w:val="00164692"/>
    <w:rsid w:val="00165EE1"/>
    <w:rsid w:val="00186662"/>
    <w:rsid w:val="001A00A7"/>
    <w:rsid w:val="001A68E4"/>
    <w:rsid w:val="001B2A82"/>
    <w:rsid w:val="001C79EF"/>
    <w:rsid w:val="001D73DC"/>
    <w:rsid w:val="001E348C"/>
    <w:rsid w:val="001E789A"/>
    <w:rsid w:val="0020025F"/>
    <w:rsid w:val="002007BA"/>
    <w:rsid w:val="00200D51"/>
    <w:rsid w:val="00222A6F"/>
    <w:rsid w:val="00225D6C"/>
    <w:rsid w:val="0023469D"/>
    <w:rsid w:val="002401DE"/>
    <w:rsid w:val="002442FB"/>
    <w:rsid w:val="00244710"/>
    <w:rsid w:val="00250696"/>
    <w:rsid w:val="0025222D"/>
    <w:rsid w:val="00271DD6"/>
    <w:rsid w:val="00272746"/>
    <w:rsid w:val="002935FA"/>
    <w:rsid w:val="002A6B89"/>
    <w:rsid w:val="002A7BB0"/>
    <w:rsid w:val="002B48B7"/>
    <w:rsid w:val="002B4B2F"/>
    <w:rsid w:val="002B5231"/>
    <w:rsid w:val="002B7338"/>
    <w:rsid w:val="002C2C5B"/>
    <w:rsid w:val="002C30CD"/>
    <w:rsid w:val="002D0FE7"/>
    <w:rsid w:val="002D3BDA"/>
    <w:rsid w:val="002E62C3"/>
    <w:rsid w:val="003015CD"/>
    <w:rsid w:val="00302E92"/>
    <w:rsid w:val="00302ED6"/>
    <w:rsid w:val="0030328E"/>
    <w:rsid w:val="00303D39"/>
    <w:rsid w:val="00306C82"/>
    <w:rsid w:val="00316216"/>
    <w:rsid w:val="00335A08"/>
    <w:rsid w:val="003471E9"/>
    <w:rsid w:val="00347245"/>
    <w:rsid w:val="0035168E"/>
    <w:rsid w:val="003704F7"/>
    <w:rsid w:val="00371796"/>
    <w:rsid w:val="003768CE"/>
    <w:rsid w:val="003A4708"/>
    <w:rsid w:val="003A68AB"/>
    <w:rsid w:val="003B3E38"/>
    <w:rsid w:val="003C523A"/>
    <w:rsid w:val="003C7812"/>
    <w:rsid w:val="003D0433"/>
    <w:rsid w:val="003E0B75"/>
    <w:rsid w:val="003E29DF"/>
    <w:rsid w:val="00402101"/>
    <w:rsid w:val="00402F59"/>
    <w:rsid w:val="00414F4D"/>
    <w:rsid w:val="0041679D"/>
    <w:rsid w:val="00420D07"/>
    <w:rsid w:val="0042226D"/>
    <w:rsid w:val="00422E0E"/>
    <w:rsid w:val="00422FC2"/>
    <w:rsid w:val="00423DEB"/>
    <w:rsid w:val="0042745E"/>
    <w:rsid w:val="00431203"/>
    <w:rsid w:val="004319E2"/>
    <w:rsid w:val="004354C8"/>
    <w:rsid w:val="004445F3"/>
    <w:rsid w:val="004702F1"/>
    <w:rsid w:val="00473A2D"/>
    <w:rsid w:val="00480235"/>
    <w:rsid w:val="004B42CD"/>
    <w:rsid w:val="004C2F69"/>
    <w:rsid w:val="004D0E01"/>
    <w:rsid w:val="004E1BF3"/>
    <w:rsid w:val="004E3333"/>
    <w:rsid w:val="00500F94"/>
    <w:rsid w:val="00506450"/>
    <w:rsid w:val="00513C81"/>
    <w:rsid w:val="00515968"/>
    <w:rsid w:val="00524BDA"/>
    <w:rsid w:val="00543F6A"/>
    <w:rsid w:val="005533BD"/>
    <w:rsid w:val="00595C69"/>
    <w:rsid w:val="005A431B"/>
    <w:rsid w:val="005A6234"/>
    <w:rsid w:val="005A6ABF"/>
    <w:rsid w:val="005B2A03"/>
    <w:rsid w:val="005B46BE"/>
    <w:rsid w:val="005C0795"/>
    <w:rsid w:val="00603C29"/>
    <w:rsid w:val="00606EFC"/>
    <w:rsid w:val="00620268"/>
    <w:rsid w:val="006204E6"/>
    <w:rsid w:val="00633F4B"/>
    <w:rsid w:val="006366E5"/>
    <w:rsid w:val="006429AA"/>
    <w:rsid w:val="00645F5B"/>
    <w:rsid w:val="00651452"/>
    <w:rsid w:val="006703DF"/>
    <w:rsid w:val="00673E6F"/>
    <w:rsid w:val="006743A7"/>
    <w:rsid w:val="0068150F"/>
    <w:rsid w:val="006839E9"/>
    <w:rsid w:val="006860F2"/>
    <w:rsid w:val="00692A05"/>
    <w:rsid w:val="006A3006"/>
    <w:rsid w:val="006A54AE"/>
    <w:rsid w:val="006B3E50"/>
    <w:rsid w:val="006B4D5A"/>
    <w:rsid w:val="006B5DA0"/>
    <w:rsid w:val="006B687D"/>
    <w:rsid w:val="006C1288"/>
    <w:rsid w:val="006C4602"/>
    <w:rsid w:val="006C736F"/>
    <w:rsid w:val="006C79F0"/>
    <w:rsid w:val="006D205A"/>
    <w:rsid w:val="006D2453"/>
    <w:rsid w:val="006E4E4F"/>
    <w:rsid w:val="006E6C94"/>
    <w:rsid w:val="006F514F"/>
    <w:rsid w:val="0070163F"/>
    <w:rsid w:val="007028A1"/>
    <w:rsid w:val="007047F1"/>
    <w:rsid w:val="0071071B"/>
    <w:rsid w:val="00710A20"/>
    <w:rsid w:val="0074058A"/>
    <w:rsid w:val="00741962"/>
    <w:rsid w:val="007564D6"/>
    <w:rsid w:val="007634E6"/>
    <w:rsid w:val="00765DA8"/>
    <w:rsid w:val="007806A2"/>
    <w:rsid w:val="007806FD"/>
    <w:rsid w:val="00782731"/>
    <w:rsid w:val="00790711"/>
    <w:rsid w:val="00797AA0"/>
    <w:rsid w:val="007A1242"/>
    <w:rsid w:val="007A3557"/>
    <w:rsid w:val="007A3CF6"/>
    <w:rsid w:val="007D7400"/>
    <w:rsid w:val="007E2B13"/>
    <w:rsid w:val="00801A0B"/>
    <w:rsid w:val="00811C56"/>
    <w:rsid w:val="00811F81"/>
    <w:rsid w:val="008135B2"/>
    <w:rsid w:val="00813632"/>
    <w:rsid w:val="008240CA"/>
    <w:rsid w:val="00825202"/>
    <w:rsid w:val="00825541"/>
    <w:rsid w:val="00827BCB"/>
    <w:rsid w:val="008457B9"/>
    <w:rsid w:val="008463FB"/>
    <w:rsid w:val="00851992"/>
    <w:rsid w:val="00853466"/>
    <w:rsid w:val="00854907"/>
    <w:rsid w:val="008635BC"/>
    <w:rsid w:val="00867CF5"/>
    <w:rsid w:val="00877492"/>
    <w:rsid w:val="00884CFC"/>
    <w:rsid w:val="008907F4"/>
    <w:rsid w:val="008A1D16"/>
    <w:rsid w:val="008A5F0A"/>
    <w:rsid w:val="008B1DAC"/>
    <w:rsid w:val="008C3BA4"/>
    <w:rsid w:val="008D5E5E"/>
    <w:rsid w:val="008E0431"/>
    <w:rsid w:val="008E2ABA"/>
    <w:rsid w:val="008E3B4C"/>
    <w:rsid w:val="008E51D3"/>
    <w:rsid w:val="008E6352"/>
    <w:rsid w:val="008F6EC2"/>
    <w:rsid w:val="008F7245"/>
    <w:rsid w:val="00900888"/>
    <w:rsid w:val="009068D0"/>
    <w:rsid w:val="00910114"/>
    <w:rsid w:val="00912DA0"/>
    <w:rsid w:val="00914327"/>
    <w:rsid w:val="0091736A"/>
    <w:rsid w:val="00933E79"/>
    <w:rsid w:val="0093667F"/>
    <w:rsid w:val="009537D4"/>
    <w:rsid w:val="0095719F"/>
    <w:rsid w:val="00961B7D"/>
    <w:rsid w:val="00962EF6"/>
    <w:rsid w:val="00964623"/>
    <w:rsid w:val="0096465D"/>
    <w:rsid w:val="00971B46"/>
    <w:rsid w:val="00973181"/>
    <w:rsid w:val="00984605"/>
    <w:rsid w:val="00985E9A"/>
    <w:rsid w:val="009A2BE5"/>
    <w:rsid w:val="009E0853"/>
    <w:rsid w:val="009E0CF9"/>
    <w:rsid w:val="009E36E7"/>
    <w:rsid w:val="009F4704"/>
    <w:rsid w:val="009F58A3"/>
    <w:rsid w:val="00A0735A"/>
    <w:rsid w:val="00A10658"/>
    <w:rsid w:val="00A13D7C"/>
    <w:rsid w:val="00A1404D"/>
    <w:rsid w:val="00A15698"/>
    <w:rsid w:val="00A35669"/>
    <w:rsid w:val="00A3794D"/>
    <w:rsid w:val="00A411E2"/>
    <w:rsid w:val="00A4272A"/>
    <w:rsid w:val="00A51DD7"/>
    <w:rsid w:val="00A601C4"/>
    <w:rsid w:val="00A62F69"/>
    <w:rsid w:val="00A82579"/>
    <w:rsid w:val="00A82593"/>
    <w:rsid w:val="00A94538"/>
    <w:rsid w:val="00A9463D"/>
    <w:rsid w:val="00A9752A"/>
    <w:rsid w:val="00AB561A"/>
    <w:rsid w:val="00AC5FA4"/>
    <w:rsid w:val="00AD7BA3"/>
    <w:rsid w:val="00AE79BC"/>
    <w:rsid w:val="00AF1EE5"/>
    <w:rsid w:val="00AF5A70"/>
    <w:rsid w:val="00B06761"/>
    <w:rsid w:val="00B1049D"/>
    <w:rsid w:val="00B12272"/>
    <w:rsid w:val="00B200DC"/>
    <w:rsid w:val="00B21775"/>
    <w:rsid w:val="00B30749"/>
    <w:rsid w:val="00B370A9"/>
    <w:rsid w:val="00B37B0B"/>
    <w:rsid w:val="00B43A43"/>
    <w:rsid w:val="00B51B7E"/>
    <w:rsid w:val="00B534D6"/>
    <w:rsid w:val="00B6651F"/>
    <w:rsid w:val="00B67D2A"/>
    <w:rsid w:val="00B71957"/>
    <w:rsid w:val="00B71CA5"/>
    <w:rsid w:val="00B84252"/>
    <w:rsid w:val="00B869B7"/>
    <w:rsid w:val="00B90105"/>
    <w:rsid w:val="00BA0AE7"/>
    <w:rsid w:val="00BA0B67"/>
    <w:rsid w:val="00BA5014"/>
    <w:rsid w:val="00BB1F29"/>
    <w:rsid w:val="00BB2AAF"/>
    <w:rsid w:val="00BC00CB"/>
    <w:rsid w:val="00BC6CA3"/>
    <w:rsid w:val="00BD6734"/>
    <w:rsid w:val="00BE287E"/>
    <w:rsid w:val="00BE43A0"/>
    <w:rsid w:val="00BE7698"/>
    <w:rsid w:val="00BE7F2D"/>
    <w:rsid w:val="00BF1427"/>
    <w:rsid w:val="00BF3B21"/>
    <w:rsid w:val="00C00006"/>
    <w:rsid w:val="00C00A54"/>
    <w:rsid w:val="00C032C6"/>
    <w:rsid w:val="00C17DA8"/>
    <w:rsid w:val="00C22B7A"/>
    <w:rsid w:val="00C30082"/>
    <w:rsid w:val="00C33429"/>
    <w:rsid w:val="00C40C94"/>
    <w:rsid w:val="00C4352E"/>
    <w:rsid w:val="00C5096B"/>
    <w:rsid w:val="00C50C84"/>
    <w:rsid w:val="00C577E4"/>
    <w:rsid w:val="00C62B89"/>
    <w:rsid w:val="00C6328C"/>
    <w:rsid w:val="00C65327"/>
    <w:rsid w:val="00C7120D"/>
    <w:rsid w:val="00C746C6"/>
    <w:rsid w:val="00C837BA"/>
    <w:rsid w:val="00CA25EB"/>
    <w:rsid w:val="00CB1322"/>
    <w:rsid w:val="00CB5848"/>
    <w:rsid w:val="00CC63ED"/>
    <w:rsid w:val="00CD48E8"/>
    <w:rsid w:val="00CE0184"/>
    <w:rsid w:val="00CF19FC"/>
    <w:rsid w:val="00CF5DCD"/>
    <w:rsid w:val="00D0015D"/>
    <w:rsid w:val="00D05094"/>
    <w:rsid w:val="00D05156"/>
    <w:rsid w:val="00D06F86"/>
    <w:rsid w:val="00D16CB0"/>
    <w:rsid w:val="00D230D8"/>
    <w:rsid w:val="00D31F21"/>
    <w:rsid w:val="00D32722"/>
    <w:rsid w:val="00D44DFC"/>
    <w:rsid w:val="00D46830"/>
    <w:rsid w:val="00D50AEC"/>
    <w:rsid w:val="00D55A4C"/>
    <w:rsid w:val="00D60912"/>
    <w:rsid w:val="00D62C84"/>
    <w:rsid w:val="00D62FFB"/>
    <w:rsid w:val="00D72671"/>
    <w:rsid w:val="00D761F8"/>
    <w:rsid w:val="00D835AB"/>
    <w:rsid w:val="00D83AC7"/>
    <w:rsid w:val="00D877A6"/>
    <w:rsid w:val="00D878A9"/>
    <w:rsid w:val="00D91247"/>
    <w:rsid w:val="00D94479"/>
    <w:rsid w:val="00DA5EA4"/>
    <w:rsid w:val="00DA7206"/>
    <w:rsid w:val="00DB0BB8"/>
    <w:rsid w:val="00DB7386"/>
    <w:rsid w:val="00E02A3D"/>
    <w:rsid w:val="00E147F3"/>
    <w:rsid w:val="00E23E84"/>
    <w:rsid w:val="00E265BD"/>
    <w:rsid w:val="00E3696F"/>
    <w:rsid w:val="00E43B5A"/>
    <w:rsid w:val="00E53BFE"/>
    <w:rsid w:val="00E64EA5"/>
    <w:rsid w:val="00E919F4"/>
    <w:rsid w:val="00E945D8"/>
    <w:rsid w:val="00E94AE0"/>
    <w:rsid w:val="00E97DC6"/>
    <w:rsid w:val="00EA0C4D"/>
    <w:rsid w:val="00EB1B03"/>
    <w:rsid w:val="00ED264F"/>
    <w:rsid w:val="00ED27CA"/>
    <w:rsid w:val="00ED446E"/>
    <w:rsid w:val="00F25221"/>
    <w:rsid w:val="00F27805"/>
    <w:rsid w:val="00F331A3"/>
    <w:rsid w:val="00F37947"/>
    <w:rsid w:val="00F401DC"/>
    <w:rsid w:val="00F50569"/>
    <w:rsid w:val="00F673ED"/>
    <w:rsid w:val="00F7542B"/>
    <w:rsid w:val="00F761DF"/>
    <w:rsid w:val="00F763BB"/>
    <w:rsid w:val="00F971E8"/>
    <w:rsid w:val="00FB19B3"/>
    <w:rsid w:val="00FC1147"/>
    <w:rsid w:val="00FC37EF"/>
    <w:rsid w:val="00FD3FDD"/>
    <w:rsid w:val="00FE3328"/>
    <w:rsid w:val="00FE3E79"/>
    <w:rsid w:val="00FF0113"/>
    <w:rsid w:val="00FF1B8F"/>
    <w:rsid w:val="00FF6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7FB0062-D63D-4168-9B5C-1C20DB54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F3BAE"/>
    <w:rPr>
      <w:color w:val="0000FF"/>
      <w:u w:val="single"/>
    </w:rPr>
  </w:style>
  <w:style w:type="paragraph" w:styleId="Akapitzlist">
    <w:name w:val="List Paragraph"/>
    <w:basedOn w:val="Normalny"/>
    <w:uiPriority w:val="72"/>
    <w:qFormat/>
    <w:rsid w:val="00376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kancelaria@mf.gov.pl" TargetMode="External"/><Relationship Id="rId2" Type="http://schemas.openxmlformats.org/officeDocument/2006/relationships/hyperlink" Target="mailto:kancelaria@mf.gov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Moje%20dokumenty\Szablony\ok\Serwer\Pismo_cz_kier_zew_orzel_mf_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480C4-9A6A-4566-B410-E0C9899C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Pismo_cz_kier_zew_orzel_mf_p2</Template>
  <TotalTime>6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Plan B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Wróbel Krzysztof</cp:lastModifiedBy>
  <cp:revision>3</cp:revision>
  <cp:lastPrinted>2017-10-24T07:17:00Z</cp:lastPrinted>
  <dcterms:created xsi:type="dcterms:W3CDTF">2019-05-30T14:00:00Z</dcterms:created>
  <dcterms:modified xsi:type="dcterms:W3CDTF">2019-09-05T15:16:00Z</dcterms:modified>
</cp:coreProperties>
</file>