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2A5B49" w14:textId="77777777" w:rsidR="004411AA" w:rsidRPr="004411AA" w:rsidRDefault="004411AA" w:rsidP="004411AA">
      <w:pPr>
        <w:tabs>
          <w:tab w:val="left" w:pos="708"/>
          <w:tab w:val="left" w:pos="1416"/>
          <w:tab w:val="center" w:pos="4748"/>
        </w:tabs>
        <w:spacing w:line="240" w:lineRule="auto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4411AA"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14:paraId="77FCD948" w14:textId="77777777" w:rsidR="004411AA" w:rsidRPr="004411AA" w:rsidRDefault="004411AA" w:rsidP="004411AA">
      <w:pPr>
        <w:tabs>
          <w:tab w:val="left" w:pos="708"/>
          <w:tab w:val="left" w:pos="1416"/>
          <w:tab w:val="center" w:pos="4748"/>
        </w:tabs>
        <w:spacing w:line="240" w:lineRule="auto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4411AA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6FBD4956" w14:textId="23F8B712" w:rsidR="00543AD5" w:rsidRDefault="00F54BEF" w:rsidP="004411AA">
      <w:pPr>
        <w:tabs>
          <w:tab w:val="left" w:pos="708"/>
          <w:tab w:val="left" w:pos="1416"/>
          <w:tab w:val="center" w:pos="4748"/>
        </w:tabs>
        <w:spacing w:line="240" w:lineRule="auto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 dnia 16 kwietnia 2020 r. </w:t>
      </w:r>
    </w:p>
    <w:p w14:paraId="4BB34D52" w14:textId="77777777" w:rsidR="00543AD5" w:rsidRDefault="00543AD5">
      <w:pPr>
        <w:tabs>
          <w:tab w:val="left" w:pos="708"/>
          <w:tab w:val="left" w:pos="1416"/>
          <w:tab w:val="center" w:pos="4748"/>
        </w:tabs>
        <w:spacing w:before="18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A013C89" w14:textId="77777777" w:rsidR="00977E5A" w:rsidRDefault="00977E5A">
      <w:pPr>
        <w:tabs>
          <w:tab w:val="left" w:pos="708"/>
          <w:tab w:val="left" w:pos="1416"/>
          <w:tab w:val="center" w:pos="4748"/>
        </w:tabs>
        <w:spacing w:before="18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50593EAF" w14:textId="77777777" w:rsidR="00666940" w:rsidRDefault="0066694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</w:p>
    <w:p w14:paraId="714CDBD4" w14:textId="0AC69B37" w:rsidR="00543AD5" w:rsidRPr="00F54BEF" w:rsidRDefault="003C4B2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</w:t>
      </w:r>
      <w:r w:rsidRPr="00F54BEF">
        <w:rPr>
          <w:rFonts w:ascii="Arial" w:hAnsi="Arial" w:cs="Arial"/>
          <w:b/>
          <w:color w:val="auto"/>
          <w:sz w:val="24"/>
          <w:szCs w:val="24"/>
        </w:rPr>
        <w:t xml:space="preserve">projektu informatycznego </w:t>
      </w:r>
    </w:p>
    <w:p w14:paraId="2C9A5651" w14:textId="5C88462F" w:rsidR="00543AD5" w:rsidRPr="00F54BEF" w:rsidRDefault="003C4B20">
      <w:pPr>
        <w:pStyle w:val="Nagwek1"/>
        <w:spacing w:before="0" w:after="120" w:line="240" w:lineRule="auto"/>
        <w:jc w:val="center"/>
        <w:rPr>
          <w:color w:val="auto"/>
        </w:rPr>
      </w:pPr>
      <w:r w:rsidRPr="45BE2D34">
        <w:rPr>
          <w:rFonts w:ascii="Arial" w:hAnsi="Arial" w:cs="Arial"/>
          <w:b/>
          <w:bCs/>
          <w:color w:val="auto"/>
          <w:sz w:val="24"/>
          <w:szCs w:val="24"/>
        </w:rPr>
        <w:t>za I</w:t>
      </w:r>
      <w:r w:rsidR="186B0712" w:rsidRPr="45BE2D34">
        <w:rPr>
          <w:rFonts w:ascii="Arial" w:hAnsi="Arial" w:cs="Arial"/>
          <w:b/>
          <w:bCs/>
          <w:color w:val="auto"/>
          <w:sz w:val="24"/>
          <w:szCs w:val="24"/>
        </w:rPr>
        <w:t>I</w:t>
      </w:r>
      <w:r w:rsidR="004411AA" w:rsidRPr="45BE2D34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45BE2D34">
        <w:rPr>
          <w:rFonts w:ascii="Arial" w:hAnsi="Arial" w:cs="Arial"/>
          <w:b/>
          <w:bCs/>
          <w:color w:val="auto"/>
          <w:sz w:val="24"/>
          <w:szCs w:val="24"/>
        </w:rPr>
        <w:t>kwartał 202</w:t>
      </w:r>
      <w:r w:rsidR="2A55A67B" w:rsidRPr="45BE2D34">
        <w:rPr>
          <w:rFonts w:ascii="Arial" w:hAnsi="Arial" w:cs="Arial"/>
          <w:b/>
          <w:bCs/>
          <w:color w:val="auto"/>
          <w:sz w:val="24"/>
          <w:szCs w:val="24"/>
        </w:rPr>
        <w:t>1</w:t>
      </w:r>
      <w:r w:rsidRPr="45BE2D34">
        <w:rPr>
          <w:rFonts w:ascii="Arial" w:hAnsi="Arial" w:cs="Arial"/>
          <w:b/>
          <w:bCs/>
          <w:color w:val="auto"/>
          <w:sz w:val="24"/>
          <w:szCs w:val="24"/>
        </w:rPr>
        <w:t xml:space="preserve"> roku</w:t>
      </w:r>
    </w:p>
    <w:p w14:paraId="2D54244C" w14:textId="50756BD7" w:rsidR="7EDF68C4" w:rsidRDefault="7EDF68C4" w:rsidP="47528423">
      <w:pPr>
        <w:spacing w:after="360"/>
        <w:jc w:val="center"/>
        <w:rPr>
          <w:rFonts w:ascii="Arial" w:eastAsia="Arial" w:hAnsi="Arial" w:cs="Arial"/>
          <w:color w:val="000000" w:themeColor="text1"/>
        </w:rPr>
      </w:pPr>
      <w:r w:rsidRPr="47528423">
        <w:rPr>
          <w:rFonts w:ascii="Arial" w:eastAsia="Arial" w:hAnsi="Arial" w:cs="Arial"/>
          <w:color w:val="000000" w:themeColor="text1"/>
        </w:rPr>
        <w:t>(dane należy wskazać w zakresie odnoszącym się do okresu sprawozdawczego)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690"/>
        <w:gridCol w:w="6374"/>
      </w:tblGrid>
      <w:tr w:rsidR="00543AD5" w14:paraId="421976F4" w14:textId="77777777" w:rsidTr="3157BADC">
        <w:trPr>
          <w:trHeight w:val="57"/>
        </w:trPr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 w:themeFill="background2" w:themeFillShade="E6"/>
            <w:vAlign w:val="center"/>
          </w:tcPr>
          <w:p w14:paraId="48AC79A7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BC3D044" w14:textId="70ACE2E8" w:rsidR="00543AD5" w:rsidRDefault="00BE3664" w:rsidP="66F6848D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66F6848D">
              <w:rPr>
                <w:rFonts w:ascii="Arial" w:hAnsi="Arial" w:cs="Arial"/>
                <w:color w:val="000000" w:themeColor="text1"/>
                <w:sz w:val="20"/>
                <w:szCs w:val="20"/>
              </w:rPr>
              <w:t>SEPIS (System Ewidencji Państwowej Inspekcji Sanitarnej)</w:t>
            </w:r>
          </w:p>
        </w:tc>
      </w:tr>
      <w:tr w:rsidR="00543AD5" w14:paraId="67620800" w14:textId="77777777" w:rsidTr="3157BADC">
        <w:trPr>
          <w:trHeight w:val="57"/>
        </w:trPr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 w:themeFill="background2" w:themeFillShade="E6"/>
            <w:vAlign w:val="center"/>
          </w:tcPr>
          <w:p w14:paraId="65F53599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B1608F3" w14:textId="1612B677" w:rsidR="00543AD5" w:rsidRDefault="47311C4B" w:rsidP="03CFB235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hAnsi="Arial" w:cs="Arial"/>
                <w:color w:val="000000" w:themeColor="text1"/>
                <w:sz w:val="20"/>
                <w:szCs w:val="20"/>
              </w:rPr>
              <w:t>Minister Cyfryzacji</w:t>
            </w:r>
          </w:p>
        </w:tc>
      </w:tr>
      <w:tr w:rsidR="00543AD5" w14:paraId="1C9A8675" w14:textId="77777777" w:rsidTr="3157BADC">
        <w:trPr>
          <w:trHeight w:val="57"/>
        </w:trPr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 w:themeFill="background2" w:themeFillShade="E6"/>
            <w:vAlign w:val="center"/>
          </w:tcPr>
          <w:p w14:paraId="36D9CAE8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C49F721" w14:textId="350CE35B" w:rsidR="00543AD5" w:rsidRDefault="2BB21CFF" w:rsidP="03CFB235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hAnsi="Arial" w:cs="Arial"/>
                <w:color w:val="000000" w:themeColor="text1"/>
                <w:sz w:val="20"/>
                <w:szCs w:val="20"/>
              </w:rPr>
              <w:t>Kancelaria Prezesa Rady Ministrów</w:t>
            </w:r>
          </w:p>
        </w:tc>
      </w:tr>
      <w:tr w:rsidR="00543AD5" w14:paraId="1EC5ECBB" w14:textId="77777777" w:rsidTr="3157BADC">
        <w:trPr>
          <w:trHeight w:val="57"/>
        </w:trPr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 w:themeFill="background2" w:themeFillShade="E6"/>
            <w:vAlign w:val="center"/>
          </w:tcPr>
          <w:p w14:paraId="6F24E555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57EDBDF" w14:textId="68E38E1C" w:rsidR="00543AD5" w:rsidRDefault="30D137BC" w:rsidP="03CFB235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hAnsi="Arial" w:cs="Arial"/>
                <w:color w:val="000000" w:themeColor="text1"/>
                <w:sz w:val="20"/>
                <w:szCs w:val="20"/>
              </w:rPr>
              <w:t>Główny Inspektorat Sanitarny</w:t>
            </w:r>
          </w:p>
        </w:tc>
      </w:tr>
      <w:tr w:rsidR="00543AD5" w14:paraId="07791C12" w14:textId="77777777" w:rsidTr="3157BADC">
        <w:trPr>
          <w:trHeight w:val="57"/>
        </w:trPr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 w:themeFill="background2" w:themeFillShade="E6"/>
            <w:vAlign w:val="center"/>
          </w:tcPr>
          <w:p w14:paraId="2A177902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18A089B" w14:textId="3622058E" w:rsidR="00543AD5" w:rsidRPr="00F54BEF" w:rsidRDefault="12228653" w:rsidP="03CFB2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15C80E48">
              <w:rPr>
                <w:rFonts w:ascii="Arial" w:hAnsi="Arial" w:cs="Arial"/>
                <w:sz w:val="20"/>
                <w:szCs w:val="20"/>
              </w:rPr>
              <w:t>Fundusz Przeciwdziałania COVID-19, dział 750 rozdział 75001 paragraf 4000</w:t>
            </w:r>
          </w:p>
        </w:tc>
      </w:tr>
      <w:tr w:rsidR="00543AD5" w14:paraId="16F3D6EB" w14:textId="77777777" w:rsidTr="3157BADC">
        <w:trPr>
          <w:trHeight w:val="57"/>
        </w:trPr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 w:themeFill="background2" w:themeFillShade="E6"/>
            <w:vAlign w:val="center"/>
          </w:tcPr>
          <w:p w14:paraId="4C369862" w14:textId="77777777" w:rsidR="00543AD5" w:rsidRDefault="003C4B20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6580CA21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8D74EB9" w14:textId="0ED4D72C" w:rsidR="00543AD5" w:rsidRPr="00F54BEF" w:rsidRDefault="0F9E65C1" w:rsidP="3157BADC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sz w:val="19"/>
                <w:szCs w:val="19"/>
              </w:rPr>
              <w:t>79 703 382,69 zł</w:t>
            </w:r>
          </w:p>
        </w:tc>
      </w:tr>
      <w:tr w:rsidR="00543AD5" w14:paraId="5DC257C3" w14:textId="77777777" w:rsidTr="3157BADC">
        <w:trPr>
          <w:trHeight w:val="57"/>
        </w:trPr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 w:themeFill="background2" w:themeFillShade="E6"/>
            <w:vAlign w:val="center"/>
          </w:tcPr>
          <w:p w14:paraId="2388A255" w14:textId="77777777" w:rsidR="00543AD5" w:rsidRDefault="003C4B20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Całkowity koszt projektu - wydatki kwalifikowalne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BC849C1" w14:textId="2F4566E7" w:rsidR="00543AD5" w:rsidRDefault="00F54BEF" w:rsidP="03CFB235">
            <w:pPr>
              <w:rPr>
                <w:rFonts w:ascii="Arial" w:hAnsi="Arial" w:cs="Arial"/>
                <w:color w:val="C45911" w:themeColor="accent2" w:themeShade="BF"/>
                <w:sz w:val="20"/>
                <w:szCs w:val="20"/>
              </w:rPr>
            </w:pPr>
            <w:r w:rsidRPr="00F54BEF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543AD5" w14:paraId="1B6D39E6" w14:textId="77777777" w:rsidTr="3157BADC">
        <w:trPr>
          <w:trHeight w:val="57"/>
        </w:trPr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 w:themeFill="background2" w:themeFillShade="E6"/>
            <w:vAlign w:val="center"/>
          </w:tcPr>
          <w:p w14:paraId="03ADCE34" w14:textId="77777777" w:rsidR="00543AD5" w:rsidRDefault="003C4B20">
            <w:pPr>
              <w:spacing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Okres realizacji </w:t>
            </w:r>
          </w:p>
          <w:p w14:paraId="3DCC45C1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projektu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09CE50A" w14:textId="5A85CD10" w:rsidR="00543AD5" w:rsidRDefault="003C4B20" w:rsidP="03CFB23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Data rozpoczęcia realizacji projektu: </w:t>
            </w:r>
            <w:r w:rsidR="5E7A0E4D" w:rsidRPr="4EC6B72E">
              <w:rPr>
                <w:rFonts w:ascii="Arial" w:hAnsi="Arial" w:cs="Arial"/>
                <w:color w:val="000000" w:themeColor="text1"/>
                <w:sz w:val="20"/>
                <w:szCs w:val="20"/>
              </w:rPr>
              <w:t>01-05-2020</w:t>
            </w:r>
          </w:p>
          <w:p w14:paraId="7E0B87FF" w14:textId="652CADF0" w:rsidR="00543AD5" w:rsidRDefault="43F9D380" w:rsidP="45BE2D34">
            <w:pPr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hAnsi="Arial" w:cs="Arial"/>
                <w:color w:val="000000" w:themeColor="text1"/>
                <w:sz w:val="20"/>
                <w:szCs w:val="20"/>
              </w:rPr>
              <w:t>Data zakończenia realizacji projektu</w:t>
            </w:r>
            <w:r w:rsidR="003C4B20" w:rsidRPr="03CFB235">
              <w:rPr>
                <w:rStyle w:val="Zakotwiczenieprzypisudolnego"/>
                <w:rFonts w:ascii="Arial" w:hAnsi="Arial" w:cs="Arial"/>
                <w:color w:val="000000" w:themeColor="text1"/>
                <w:sz w:val="20"/>
                <w:szCs w:val="20"/>
              </w:rPr>
              <w:footnoteReference w:id="2"/>
            </w:r>
            <w:r w:rsidRPr="03CFB2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: </w:t>
            </w:r>
            <w:r w:rsidR="20840864" w:rsidRPr="14B1627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455FBF69" w:rsidRPr="14B16275">
              <w:rPr>
                <w:rFonts w:ascii="Arial" w:hAnsi="Arial" w:cs="Arial"/>
                <w:color w:val="000000" w:themeColor="text1"/>
                <w:sz w:val="20"/>
                <w:szCs w:val="20"/>
              </w:rPr>
              <w:t>1-12</w:t>
            </w:r>
            <w:r w:rsidR="20840864" w:rsidRPr="14B16275">
              <w:rPr>
                <w:rFonts w:ascii="Arial" w:hAnsi="Arial" w:cs="Arial"/>
                <w:color w:val="000000" w:themeColor="text1"/>
                <w:sz w:val="20"/>
                <w:szCs w:val="20"/>
              </w:rPr>
              <w:t>-2021</w:t>
            </w:r>
            <w:r w:rsidR="6C869181" w:rsidRPr="14B162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(30-06-2021)</w:t>
            </w:r>
          </w:p>
        </w:tc>
      </w:tr>
    </w:tbl>
    <w:p w14:paraId="4852F490" w14:textId="7D8FC5AC" w:rsidR="00543AD5" w:rsidRDefault="00752B34">
      <w:pPr>
        <w:pStyle w:val="Nagwek2"/>
        <w:numPr>
          <w:ilvl w:val="0"/>
          <w:numId w:val="5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Otoczenie prawne</w:t>
      </w:r>
    </w:p>
    <w:p w14:paraId="317D0125" w14:textId="77777777" w:rsidR="00543AD5" w:rsidRDefault="00543AD5">
      <w:pPr>
        <w:spacing w:line="240" w:lineRule="auto"/>
        <w:rPr>
          <w:rFonts w:cs="Arial"/>
          <w:color w:val="000000" w:themeColor="text1"/>
        </w:rPr>
      </w:pPr>
    </w:p>
    <w:p w14:paraId="23A1B133" w14:textId="77777777" w:rsidR="00543AD5" w:rsidRPr="005A7717" w:rsidRDefault="003C4B20" w:rsidP="005A7717">
      <w:pPr>
        <w:spacing w:line="240" w:lineRule="auto"/>
        <w:jc w:val="both"/>
        <w:rPr>
          <w:rFonts w:ascii="Arial" w:hAnsi="Arial" w:cs="Arial"/>
          <w:color w:val="000000" w:themeColor="text1"/>
          <w:sz w:val="20"/>
        </w:rPr>
      </w:pPr>
      <w:r w:rsidRPr="005A7717">
        <w:rPr>
          <w:rFonts w:ascii="Arial" w:hAnsi="Arial" w:cs="Arial"/>
          <w:color w:val="000000" w:themeColor="text1"/>
          <w:sz w:val="20"/>
        </w:rPr>
        <w:t>W ramach realizacji projektu nie przewidziano wprowadzania zmian prawnych.</w:t>
      </w:r>
    </w:p>
    <w:p w14:paraId="0D17B351" w14:textId="77777777" w:rsidR="00543AD5" w:rsidRDefault="00543AD5">
      <w:pPr>
        <w:spacing w:line="240" w:lineRule="auto"/>
        <w:rPr>
          <w:rFonts w:cs="Arial"/>
          <w:color w:val="000000" w:themeColor="text1"/>
        </w:rPr>
      </w:pPr>
    </w:p>
    <w:p w14:paraId="6146F055" w14:textId="77777777" w:rsidR="00543AD5" w:rsidRDefault="003C4B20" w:rsidP="00DF7D3D">
      <w:pPr>
        <w:pStyle w:val="Nagwek2"/>
        <w:numPr>
          <w:ilvl w:val="0"/>
          <w:numId w:val="5"/>
        </w:numPr>
        <w:spacing w:after="120"/>
        <w:ind w:left="425" w:hanging="425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543AD5" w14:paraId="45693DEE" w14:textId="77777777" w:rsidTr="3E232F59">
        <w:trPr>
          <w:trHeight w:val="465"/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797ED8C6" w14:textId="77777777" w:rsidR="00543AD5" w:rsidRDefault="003C4B20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6A132EA8" w14:textId="77777777" w:rsidR="00D04839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</w:p>
          <w:p w14:paraId="124F135A" w14:textId="7CF1D8BD" w:rsidR="00543AD5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2ADE7EB9" w14:textId="77777777" w:rsidR="00D04839" w:rsidRDefault="258E1BF0" w:rsidP="3F70D983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1C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środków </w:t>
            </w:r>
          </w:p>
          <w:p w14:paraId="7EA61B10" w14:textId="34B04976" w:rsidR="00543AD5" w:rsidRDefault="258E1BF0" w:rsidP="3F70D983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0571CA">
              <w:rPr>
                <w:rFonts w:ascii="Arial" w:hAnsi="Arial" w:cs="Arial"/>
                <w:b/>
                <w:bCs/>
                <w:sz w:val="20"/>
                <w:szCs w:val="20"/>
              </w:rPr>
              <w:t>zaangażowanych</w:t>
            </w:r>
          </w:p>
        </w:tc>
      </w:tr>
      <w:tr w:rsidR="00543AD5" w14:paraId="3E6F3928" w14:textId="77777777" w:rsidTr="3E232F59">
        <w:trPr>
          <w:trHeight w:val="300"/>
        </w:trPr>
        <w:tc>
          <w:tcPr>
            <w:tcW w:w="2972" w:type="dxa"/>
            <w:shd w:val="clear" w:color="auto" w:fill="auto"/>
          </w:tcPr>
          <w:p w14:paraId="7179BCE2" w14:textId="7A332395" w:rsidR="00A42497" w:rsidRPr="008C11F6" w:rsidRDefault="7B3EF2CF" w:rsidP="45BE2D34">
            <w:pPr>
              <w:spacing w:line="240" w:lineRule="auto"/>
              <w:rPr>
                <w:rFonts w:ascii="Arial" w:eastAsia="Arial" w:hAnsi="Arial" w:cs="Arial"/>
                <w:b/>
                <w:bCs/>
                <w:highlight w:val="yellow"/>
              </w:rPr>
            </w:pPr>
            <w:r w:rsidRPr="3157BADC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7</w:t>
            </w:r>
            <w:r w:rsidR="41D1A712" w:rsidRPr="3157BADC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5</w:t>
            </w:r>
            <w:r w:rsidR="39894349" w:rsidRPr="3157BADC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%</w:t>
            </w:r>
            <w:r w:rsidR="5CEC6783" w:rsidRPr="3157BADC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</w:tcPr>
          <w:p w14:paraId="774AEE3B" w14:textId="074EF752" w:rsidR="00543AD5" w:rsidRPr="00BE3664" w:rsidRDefault="53D4FC65" w:rsidP="3E232F59">
            <w:pPr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3E232F5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1. </w:t>
            </w:r>
            <w:r w:rsidR="7C504297" w:rsidRPr="3E232F59">
              <w:rPr>
                <w:rFonts w:ascii="Arial" w:hAnsi="Arial" w:cs="Arial"/>
                <w:color w:val="000000" w:themeColor="text1"/>
                <w:sz w:val="18"/>
                <w:szCs w:val="18"/>
              </w:rPr>
              <w:t>97</w:t>
            </w:r>
            <w:r w:rsidR="6041E4D0" w:rsidRPr="3E232F59">
              <w:rPr>
                <w:rFonts w:ascii="Arial" w:hAnsi="Arial" w:cs="Arial"/>
                <w:color w:val="000000" w:themeColor="text1"/>
                <w:sz w:val="18"/>
                <w:szCs w:val="18"/>
              </w:rPr>
              <w:t>,97</w:t>
            </w:r>
            <w:r w:rsidR="7C504297" w:rsidRPr="3E232F59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3402" w:type="dxa"/>
            <w:shd w:val="clear" w:color="auto" w:fill="auto"/>
          </w:tcPr>
          <w:p w14:paraId="10A253A2" w14:textId="6E57A33F" w:rsidR="00543AD5" w:rsidRPr="008C11F6" w:rsidRDefault="7C504297" w:rsidP="3E232F59">
            <w:pPr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3E232F59">
              <w:rPr>
                <w:rFonts w:ascii="Arial" w:hAnsi="Arial" w:cs="Arial"/>
                <w:color w:val="000000" w:themeColor="text1"/>
                <w:sz w:val="18"/>
                <w:szCs w:val="18"/>
              </w:rPr>
              <w:t>1.97</w:t>
            </w:r>
            <w:r w:rsidR="1A84E3EA" w:rsidRPr="3E232F59">
              <w:rPr>
                <w:rFonts w:ascii="Arial" w:hAnsi="Arial" w:cs="Arial"/>
                <w:color w:val="000000" w:themeColor="text1"/>
                <w:sz w:val="18"/>
                <w:szCs w:val="18"/>
              </w:rPr>
              <w:t>,97</w:t>
            </w:r>
            <w:r w:rsidRPr="3E232F5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% </w:t>
            </w:r>
          </w:p>
        </w:tc>
      </w:tr>
    </w:tbl>
    <w:p w14:paraId="616A22B8" w14:textId="77777777" w:rsidR="00543AD5" w:rsidRPr="00752B34" w:rsidRDefault="00543AD5" w:rsidP="5D166A56">
      <w:pPr>
        <w:rPr>
          <w:highlight w:val="yellow"/>
        </w:rPr>
      </w:pPr>
    </w:p>
    <w:p w14:paraId="3FC2D79E" w14:textId="576CD99B" w:rsidR="00543AD5" w:rsidRPr="00752B34" w:rsidRDefault="003C4B20">
      <w:pPr>
        <w:pStyle w:val="Nagwek3"/>
        <w:numPr>
          <w:ilvl w:val="0"/>
          <w:numId w:val="5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752B34"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</w:p>
    <w:p w14:paraId="30D69C05" w14:textId="77777777" w:rsidR="00543AD5" w:rsidRPr="00752B34" w:rsidRDefault="6E97EC3D" w:rsidP="3157BADC">
      <w:pPr>
        <w:spacing w:after="120" w:line="240" w:lineRule="auto"/>
        <w:rPr>
          <w:rFonts w:ascii="Arial" w:hAnsi="Arial" w:cs="Arial"/>
          <w:b/>
          <w:bCs/>
          <w:sz w:val="20"/>
          <w:szCs w:val="20"/>
        </w:rPr>
      </w:pPr>
      <w:r w:rsidRPr="3157BADC">
        <w:rPr>
          <w:rFonts w:ascii="Arial" w:hAnsi="Arial" w:cs="Arial"/>
          <w:b/>
          <w:bCs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19"/>
        <w:gridCol w:w="1518"/>
        <w:gridCol w:w="1306"/>
        <w:gridCol w:w="1907"/>
        <w:gridCol w:w="2789"/>
      </w:tblGrid>
      <w:tr w:rsidR="00543AD5" w:rsidRPr="008C11F6" w14:paraId="52912362" w14:textId="77777777" w:rsidTr="3E232F59">
        <w:trPr>
          <w:tblHeader/>
        </w:trPr>
        <w:tc>
          <w:tcPr>
            <w:tcW w:w="2119" w:type="dxa"/>
            <w:shd w:val="clear" w:color="auto" w:fill="D0CECE" w:themeFill="background2" w:themeFillShade="E6"/>
            <w:vAlign w:val="center"/>
          </w:tcPr>
          <w:p w14:paraId="342C3A91" w14:textId="77777777" w:rsidR="00543AD5" w:rsidRPr="008C11F6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C11F6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18" w:type="dxa"/>
            <w:shd w:val="clear" w:color="auto" w:fill="D0CECE" w:themeFill="background2" w:themeFillShade="E6"/>
            <w:vAlign w:val="center"/>
          </w:tcPr>
          <w:p w14:paraId="02B5C3E7" w14:textId="77777777" w:rsidR="00D04839" w:rsidRDefault="00147D57" w:rsidP="4EC6B72E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4EC6B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Powiązane wskaźniki </w:t>
            </w:r>
          </w:p>
          <w:p w14:paraId="1FCFA2D8" w14:textId="122926C0" w:rsidR="00543AD5" w:rsidRPr="008C11F6" w:rsidRDefault="00147D57" w:rsidP="4EC6B72E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4EC6B72E">
              <w:rPr>
                <w:rFonts w:ascii="Arial" w:hAnsi="Arial" w:cs="Arial"/>
                <w:b/>
                <w:bCs/>
                <w:sz w:val="18"/>
                <w:szCs w:val="18"/>
              </w:rPr>
              <w:t>projektu</w:t>
            </w:r>
            <w:r w:rsidR="003C4B20" w:rsidRPr="4EC6B72E">
              <w:rPr>
                <w:rStyle w:val="Zakotwiczenieprzypisudolnego"/>
                <w:rFonts w:ascii="Arial" w:hAnsi="Arial" w:cs="Arial"/>
                <w:b/>
                <w:bCs/>
                <w:sz w:val="18"/>
                <w:szCs w:val="18"/>
              </w:rPr>
              <w:footnoteReference w:id="3"/>
            </w:r>
          </w:p>
        </w:tc>
        <w:tc>
          <w:tcPr>
            <w:tcW w:w="1306" w:type="dxa"/>
            <w:shd w:val="clear" w:color="auto" w:fill="D0CECE" w:themeFill="background2" w:themeFillShade="E6"/>
            <w:vAlign w:val="center"/>
          </w:tcPr>
          <w:p w14:paraId="66A79E73" w14:textId="77777777" w:rsidR="00D04839" w:rsidRDefault="003C4B20" w:rsidP="4EC6B72E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4EC6B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Planowany termin </w:t>
            </w:r>
          </w:p>
          <w:p w14:paraId="7BA70DF5" w14:textId="477686C8" w:rsidR="00543AD5" w:rsidRPr="008C11F6" w:rsidRDefault="003C4B20" w:rsidP="4EC6B72E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4EC6B72E">
              <w:rPr>
                <w:rFonts w:ascii="Arial" w:hAnsi="Arial" w:cs="Arial"/>
                <w:b/>
                <w:bCs/>
                <w:sz w:val="18"/>
                <w:szCs w:val="18"/>
              </w:rPr>
              <w:t>osiągnięcia</w:t>
            </w:r>
          </w:p>
        </w:tc>
        <w:tc>
          <w:tcPr>
            <w:tcW w:w="1907" w:type="dxa"/>
            <w:shd w:val="clear" w:color="auto" w:fill="D0CECE" w:themeFill="background2" w:themeFillShade="E6"/>
            <w:vAlign w:val="center"/>
          </w:tcPr>
          <w:p w14:paraId="52CF79DF" w14:textId="77777777" w:rsidR="00543AD5" w:rsidRPr="008C11F6" w:rsidRDefault="003C4B20" w:rsidP="4EC6B72E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4EC6B72E">
              <w:rPr>
                <w:rFonts w:ascii="Arial" w:hAnsi="Arial" w:cs="Arial"/>
                <w:b/>
                <w:bCs/>
                <w:sz w:val="18"/>
                <w:szCs w:val="18"/>
              </w:rPr>
              <w:t>Rzeczywisty termin osiągnięcia</w:t>
            </w:r>
          </w:p>
        </w:tc>
        <w:tc>
          <w:tcPr>
            <w:tcW w:w="2789" w:type="dxa"/>
            <w:shd w:val="clear" w:color="auto" w:fill="D0CECE" w:themeFill="background2" w:themeFillShade="E6"/>
            <w:vAlign w:val="center"/>
          </w:tcPr>
          <w:p w14:paraId="00ABE557" w14:textId="77777777" w:rsidR="00D04839" w:rsidRDefault="003C4B20" w:rsidP="4EC6B72E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4EC6B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Status realizacji kamienia </w:t>
            </w:r>
          </w:p>
          <w:p w14:paraId="7C83423D" w14:textId="5D89EB4F" w:rsidR="00543AD5" w:rsidRPr="008C11F6" w:rsidRDefault="003C4B20" w:rsidP="4EC6B72E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4EC6B72E">
              <w:rPr>
                <w:rFonts w:ascii="Arial" w:hAnsi="Arial" w:cs="Arial"/>
                <w:b/>
                <w:bCs/>
                <w:sz w:val="18"/>
                <w:szCs w:val="18"/>
              </w:rPr>
              <w:t>milowego</w:t>
            </w:r>
          </w:p>
        </w:tc>
      </w:tr>
      <w:tr w:rsidR="00543AD5" w:rsidRPr="008C11F6" w14:paraId="2DCAF6DF" w14:textId="77777777" w:rsidTr="3E232F59">
        <w:tc>
          <w:tcPr>
            <w:tcW w:w="2119" w:type="dxa"/>
            <w:shd w:val="clear" w:color="auto" w:fill="auto"/>
          </w:tcPr>
          <w:p w14:paraId="16FA2032" w14:textId="4F2F2FBF" w:rsidR="00543AD5" w:rsidRPr="00A30834" w:rsidRDefault="38B2B2D0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Uruchomienie infolinii dla GIS</w:t>
            </w:r>
          </w:p>
        </w:tc>
        <w:tc>
          <w:tcPr>
            <w:tcW w:w="1518" w:type="dxa"/>
            <w:shd w:val="clear" w:color="auto" w:fill="auto"/>
          </w:tcPr>
          <w:p w14:paraId="14B1D337" w14:textId="6471CB57" w:rsidR="00543AD5" w:rsidRPr="00A30834" w:rsidRDefault="171EC03B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0500AF8A" w14:textId="423CA091" w:rsidR="00543AD5" w:rsidRPr="00A30834" w:rsidRDefault="5DAC0D2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05-</w:t>
            </w:r>
            <w:r w:rsidR="14B43815"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907" w:type="dxa"/>
            <w:shd w:val="clear" w:color="auto" w:fill="auto"/>
          </w:tcPr>
          <w:p w14:paraId="3696A1D8" w14:textId="643358B1" w:rsidR="367F29FA" w:rsidRDefault="367F29FA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05-2020</w:t>
            </w:r>
          </w:p>
        </w:tc>
        <w:tc>
          <w:tcPr>
            <w:tcW w:w="2789" w:type="dxa"/>
            <w:shd w:val="clear" w:color="auto" w:fill="auto"/>
          </w:tcPr>
          <w:p w14:paraId="028B1C57" w14:textId="444A5CAD" w:rsidR="00543AD5" w:rsidRPr="00A30834" w:rsidRDefault="278CCDCB" w:rsidP="03CFB235">
            <w:pPr>
              <w:spacing w:line="240" w:lineRule="auto"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543AD5" w14:paraId="62A811BD" w14:textId="77777777" w:rsidTr="3E232F59">
        <w:tc>
          <w:tcPr>
            <w:tcW w:w="2119" w:type="dxa"/>
            <w:shd w:val="clear" w:color="auto" w:fill="auto"/>
          </w:tcPr>
          <w:p w14:paraId="66E94D41" w14:textId="0385A456" w:rsidR="00543AD5" w:rsidRPr="00A30834" w:rsidRDefault="38B2B2D0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Style w:val="normaltextrun"/>
                <w:rFonts w:ascii="Arial" w:eastAsia="Arial" w:hAnsi="Arial" w:cs="Arial"/>
                <w:color w:val="000000"/>
                <w:sz w:val="20"/>
                <w:szCs w:val="20"/>
                <w:bdr w:val="none" w:sz="0" w:space="0" w:color="auto" w:frame="1"/>
              </w:rPr>
              <w:t>Założenia biznesowe i wizja projektu</w:t>
            </w:r>
          </w:p>
        </w:tc>
        <w:tc>
          <w:tcPr>
            <w:tcW w:w="1518" w:type="dxa"/>
            <w:shd w:val="clear" w:color="auto" w:fill="auto"/>
          </w:tcPr>
          <w:p w14:paraId="1F45ACDA" w14:textId="66A0BFB8" w:rsidR="00543AD5" w:rsidRPr="00A30834" w:rsidRDefault="792B240E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4F04F2CC" w14:textId="29538566" w:rsidR="00543AD5" w:rsidRPr="00A30834" w:rsidRDefault="0004D277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05-2020</w:t>
            </w:r>
          </w:p>
        </w:tc>
        <w:tc>
          <w:tcPr>
            <w:tcW w:w="1907" w:type="dxa"/>
            <w:shd w:val="clear" w:color="auto" w:fill="auto"/>
          </w:tcPr>
          <w:p w14:paraId="70BF5982" w14:textId="75586C05" w:rsidR="7D6CC5B3" w:rsidRDefault="7D6CC5B3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05-2020</w:t>
            </w:r>
          </w:p>
        </w:tc>
        <w:tc>
          <w:tcPr>
            <w:tcW w:w="2789" w:type="dxa"/>
            <w:shd w:val="clear" w:color="auto" w:fill="auto"/>
          </w:tcPr>
          <w:p w14:paraId="7D34838F" w14:textId="79224B2A" w:rsidR="00543AD5" w:rsidRPr="00A30834" w:rsidRDefault="61DD6560" w:rsidP="03CFB235">
            <w:pPr>
              <w:spacing w:line="240" w:lineRule="auto"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543AD5" w14:paraId="1CE03DBD" w14:textId="77777777" w:rsidTr="3E232F59">
        <w:tc>
          <w:tcPr>
            <w:tcW w:w="2119" w:type="dxa"/>
            <w:shd w:val="clear" w:color="auto" w:fill="auto"/>
          </w:tcPr>
          <w:p w14:paraId="21B295EA" w14:textId="49D12DE0" w:rsidR="00543AD5" w:rsidRPr="00A30834" w:rsidRDefault="2E393CB1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Zakończ</w:t>
            </w:r>
            <w:r w:rsidR="10846B48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one wywiady i badania potrzeb z </w:t>
            </w: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użytkownikami końcowymi systemu SEPIS</w:t>
            </w:r>
          </w:p>
        </w:tc>
        <w:tc>
          <w:tcPr>
            <w:tcW w:w="1518" w:type="dxa"/>
            <w:shd w:val="clear" w:color="auto" w:fill="auto"/>
          </w:tcPr>
          <w:p w14:paraId="5B2DF4D5" w14:textId="310B5BA4" w:rsidR="00543AD5" w:rsidRPr="00A30834" w:rsidRDefault="326E0DDC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0D16813C" w14:textId="4FFCA566" w:rsidR="00543AD5" w:rsidRPr="00A30834" w:rsidRDefault="7D5866A5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06-2020</w:t>
            </w:r>
          </w:p>
        </w:tc>
        <w:tc>
          <w:tcPr>
            <w:tcW w:w="1907" w:type="dxa"/>
            <w:shd w:val="clear" w:color="auto" w:fill="auto"/>
          </w:tcPr>
          <w:p w14:paraId="04984D13" w14:textId="2D9BF689" w:rsidR="7624AA96" w:rsidRDefault="7624AA96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06-2020</w:t>
            </w:r>
          </w:p>
        </w:tc>
        <w:tc>
          <w:tcPr>
            <w:tcW w:w="2789" w:type="dxa"/>
            <w:shd w:val="clear" w:color="auto" w:fill="auto"/>
          </w:tcPr>
          <w:p w14:paraId="5009A3DD" w14:textId="2917AAAE" w:rsidR="00087B16" w:rsidRPr="00A30834" w:rsidRDefault="7368F8EC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38EE4B62" w14:textId="77777777" w:rsidTr="3E232F59">
        <w:tc>
          <w:tcPr>
            <w:tcW w:w="2119" w:type="dxa"/>
            <w:shd w:val="clear" w:color="auto" w:fill="auto"/>
          </w:tcPr>
          <w:p w14:paraId="504A7E29" w14:textId="58960214" w:rsidR="00A30834" w:rsidRPr="00A30834" w:rsidRDefault="2E393CB1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Zakończony proces zakupu oraz dostarczenia sprzętu komputerowego i smartfonów do stacji sanitarno-epidemiologicznych (faza 1)</w:t>
            </w:r>
          </w:p>
        </w:tc>
        <w:tc>
          <w:tcPr>
            <w:tcW w:w="1518" w:type="dxa"/>
            <w:shd w:val="clear" w:color="auto" w:fill="auto"/>
          </w:tcPr>
          <w:p w14:paraId="54D6CA0D" w14:textId="7D008E75" w:rsidR="00A30834" w:rsidRPr="00A30834" w:rsidRDefault="3359E5F0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4F1248C9" w14:textId="3D5445CC" w:rsidR="00A30834" w:rsidRPr="00A30834" w:rsidRDefault="4392ED9A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09-</w:t>
            </w:r>
            <w:r w:rsidR="73124B1C"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907" w:type="dxa"/>
            <w:shd w:val="clear" w:color="auto" w:fill="auto"/>
          </w:tcPr>
          <w:p w14:paraId="468502F8" w14:textId="28F8E11D" w:rsidR="4DCB0167" w:rsidRDefault="4DCB0167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09-2020</w:t>
            </w:r>
          </w:p>
        </w:tc>
        <w:tc>
          <w:tcPr>
            <w:tcW w:w="2789" w:type="dxa"/>
            <w:shd w:val="clear" w:color="auto" w:fill="auto"/>
          </w:tcPr>
          <w:p w14:paraId="293031AC" w14:textId="3F57D242" w:rsidR="00A30834" w:rsidRPr="00A30834" w:rsidRDefault="7368F8EC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6342B3B0" w14:textId="77777777" w:rsidTr="3E232F59">
        <w:tc>
          <w:tcPr>
            <w:tcW w:w="2119" w:type="dxa"/>
            <w:shd w:val="clear" w:color="auto" w:fill="auto"/>
          </w:tcPr>
          <w:p w14:paraId="5015987B" w14:textId="067D175C" w:rsidR="00A30834" w:rsidRPr="00A30834" w:rsidRDefault="2E393CB1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Przygotowany kontrakt API</w:t>
            </w:r>
          </w:p>
        </w:tc>
        <w:tc>
          <w:tcPr>
            <w:tcW w:w="1518" w:type="dxa"/>
            <w:shd w:val="clear" w:color="auto" w:fill="auto"/>
          </w:tcPr>
          <w:p w14:paraId="67877475" w14:textId="5036E31C" w:rsidR="00A30834" w:rsidRPr="00A30834" w:rsidRDefault="15A59003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528B9B2C" w14:textId="27F409B1" w:rsidR="00A30834" w:rsidRPr="00A30834" w:rsidRDefault="254AF977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09-2020</w:t>
            </w:r>
          </w:p>
        </w:tc>
        <w:tc>
          <w:tcPr>
            <w:tcW w:w="1907" w:type="dxa"/>
            <w:shd w:val="clear" w:color="auto" w:fill="auto"/>
          </w:tcPr>
          <w:p w14:paraId="15CB3078" w14:textId="47B06440" w:rsidR="2EA691CE" w:rsidRDefault="2EA691CE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09-2020</w:t>
            </w:r>
          </w:p>
        </w:tc>
        <w:tc>
          <w:tcPr>
            <w:tcW w:w="2789" w:type="dxa"/>
            <w:shd w:val="clear" w:color="auto" w:fill="auto"/>
          </w:tcPr>
          <w:p w14:paraId="5BAEFD92" w14:textId="5E7FA5E4" w:rsidR="00A30834" w:rsidRPr="00A30834" w:rsidRDefault="3168561A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520073E6" w14:textId="77777777" w:rsidTr="3E232F59">
        <w:tc>
          <w:tcPr>
            <w:tcW w:w="2119" w:type="dxa"/>
            <w:shd w:val="clear" w:color="auto" w:fill="auto"/>
          </w:tcPr>
          <w:p w14:paraId="24813DBA" w14:textId="1A843279" w:rsidR="00A30834" w:rsidRPr="00A30834" w:rsidRDefault="2E393CB1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Przygotowane środowisko testowe</w:t>
            </w:r>
          </w:p>
        </w:tc>
        <w:tc>
          <w:tcPr>
            <w:tcW w:w="1518" w:type="dxa"/>
            <w:shd w:val="clear" w:color="auto" w:fill="auto"/>
          </w:tcPr>
          <w:p w14:paraId="0D29C065" w14:textId="432631E0" w:rsidR="00A30834" w:rsidRPr="00A30834" w:rsidRDefault="36794FDC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15C6A289" w14:textId="76B91DE5" w:rsidR="00A30834" w:rsidRPr="00A30834" w:rsidRDefault="0607BF01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09-2020</w:t>
            </w:r>
          </w:p>
        </w:tc>
        <w:tc>
          <w:tcPr>
            <w:tcW w:w="1907" w:type="dxa"/>
            <w:shd w:val="clear" w:color="auto" w:fill="auto"/>
          </w:tcPr>
          <w:p w14:paraId="52100791" w14:textId="33714521" w:rsidR="1C869EDB" w:rsidRDefault="1C869EDB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09-2020</w:t>
            </w:r>
          </w:p>
        </w:tc>
        <w:tc>
          <w:tcPr>
            <w:tcW w:w="2789" w:type="dxa"/>
            <w:shd w:val="clear" w:color="auto" w:fill="auto"/>
          </w:tcPr>
          <w:p w14:paraId="00157399" w14:textId="1EF70CED" w:rsidR="00A30834" w:rsidRPr="00A30834" w:rsidRDefault="3168561A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2143649A" w14:textId="77777777" w:rsidTr="3E232F59">
        <w:tc>
          <w:tcPr>
            <w:tcW w:w="2119" w:type="dxa"/>
            <w:shd w:val="clear" w:color="auto" w:fill="auto"/>
          </w:tcPr>
          <w:p w14:paraId="3ED60224" w14:textId="3A85720B" w:rsidR="00A30834" w:rsidRPr="00A30834" w:rsidRDefault="2E393CB1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Przygotowane materiały szkoleniowe funkcjonalności etapu I</w:t>
            </w:r>
          </w:p>
        </w:tc>
        <w:tc>
          <w:tcPr>
            <w:tcW w:w="1518" w:type="dxa"/>
            <w:shd w:val="clear" w:color="auto" w:fill="auto"/>
          </w:tcPr>
          <w:p w14:paraId="331CED61" w14:textId="09598BC2" w:rsidR="00A30834" w:rsidRPr="00A30834" w:rsidRDefault="6221FBE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77CB74F5" w14:textId="47E63B6D" w:rsidR="00A30834" w:rsidRPr="00A30834" w:rsidRDefault="4BB5B0FA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10-2020</w:t>
            </w:r>
          </w:p>
        </w:tc>
        <w:tc>
          <w:tcPr>
            <w:tcW w:w="1907" w:type="dxa"/>
            <w:shd w:val="clear" w:color="auto" w:fill="auto"/>
          </w:tcPr>
          <w:p w14:paraId="3A47C649" w14:textId="011A7F29" w:rsidR="215A4374" w:rsidRDefault="215A437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10-2020</w:t>
            </w:r>
          </w:p>
        </w:tc>
        <w:tc>
          <w:tcPr>
            <w:tcW w:w="2789" w:type="dxa"/>
            <w:shd w:val="clear" w:color="auto" w:fill="auto"/>
          </w:tcPr>
          <w:p w14:paraId="29FE710A" w14:textId="444B97E6" w:rsidR="00A30834" w:rsidRPr="00A30834" w:rsidRDefault="0A1D7F89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48022CBF" w14:textId="77777777" w:rsidTr="3E232F59">
        <w:tc>
          <w:tcPr>
            <w:tcW w:w="2119" w:type="dxa"/>
            <w:shd w:val="clear" w:color="auto" w:fill="auto"/>
          </w:tcPr>
          <w:p w14:paraId="248ED3E2" w14:textId="5FDB19C7" w:rsidR="00A30834" w:rsidRPr="00A30834" w:rsidRDefault="2E393CB1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Przygotowane środowisko produkcyjne</w:t>
            </w:r>
          </w:p>
        </w:tc>
        <w:tc>
          <w:tcPr>
            <w:tcW w:w="1518" w:type="dxa"/>
            <w:shd w:val="clear" w:color="auto" w:fill="auto"/>
          </w:tcPr>
          <w:p w14:paraId="166344CB" w14:textId="64D85CC0" w:rsidR="00A30834" w:rsidRPr="00A30834" w:rsidRDefault="328A24A3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7952E25B" w14:textId="758F7C07" w:rsidR="00A30834" w:rsidRPr="00A30834" w:rsidRDefault="1794F6F9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10-2020</w:t>
            </w:r>
          </w:p>
        </w:tc>
        <w:tc>
          <w:tcPr>
            <w:tcW w:w="1907" w:type="dxa"/>
            <w:shd w:val="clear" w:color="auto" w:fill="auto"/>
          </w:tcPr>
          <w:p w14:paraId="6FF14307" w14:textId="60783DA9" w:rsidR="215D3E93" w:rsidRDefault="215D3E93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10-2020</w:t>
            </w:r>
          </w:p>
        </w:tc>
        <w:tc>
          <w:tcPr>
            <w:tcW w:w="2789" w:type="dxa"/>
            <w:shd w:val="clear" w:color="auto" w:fill="auto"/>
          </w:tcPr>
          <w:p w14:paraId="75E4078A" w14:textId="35006C50" w:rsidR="00A30834" w:rsidRPr="00A30834" w:rsidRDefault="0A1D7F89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67245187" w14:textId="77777777" w:rsidTr="3E232F59">
        <w:tc>
          <w:tcPr>
            <w:tcW w:w="2119" w:type="dxa"/>
            <w:shd w:val="clear" w:color="auto" w:fill="auto"/>
          </w:tcPr>
          <w:p w14:paraId="347A8BFE" w14:textId="4CFBD242" w:rsidR="00A30834" w:rsidRPr="00A30834" w:rsidRDefault="2E393CB1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Zakończony proces zakupu oraz dostarczenia sprzętu komputerowego i smartfonów do stacji sanitarno-epidemiologicznych (faza 2)</w:t>
            </w:r>
          </w:p>
        </w:tc>
        <w:tc>
          <w:tcPr>
            <w:tcW w:w="1518" w:type="dxa"/>
            <w:shd w:val="clear" w:color="auto" w:fill="auto"/>
          </w:tcPr>
          <w:p w14:paraId="5C596EE1" w14:textId="0513EA71" w:rsidR="00A30834" w:rsidRPr="00A30834" w:rsidRDefault="51B1900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6DFFA53F" w14:textId="17ABF3D6" w:rsidR="00A30834" w:rsidRPr="00A30834" w:rsidRDefault="16149C64" w:rsidP="03CFB235">
            <w:pPr>
              <w:spacing w:line="240" w:lineRule="auto"/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11-2020</w:t>
            </w:r>
          </w:p>
        </w:tc>
        <w:tc>
          <w:tcPr>
            <w:tcW w:w="1907" w:type="dxa"/>
            <w:shd w:val="clear" w:color="auto" w:fill="auto"/>
          </w:tcPr>
          <w:p w14:paraId="6A43BEF9" w14:textId="17A8441B" w:rsidR="5AFAC732" w:rsidRDefault="5AFAC732" w:rsidP="03CFB235">
            <w:pPr>
              <w:spacing w:line="240" w:lineRule="auto"/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11-2020</w:t>
            </w:r>
          </w:p>
        </w:tc>
        <w:tc>
          <w:tcPr>
            <w:tcW w:w="2789" w:type="dxa"/>
            <w:shd w:val="clear" w:color="auto" w:fill="auto"/>
          </w:tcPr>
          <w:p w14:paraId="7AE610ED" w14:textId="0B5D134B" w:rsidR="00A30834" w:rsidRPr="00A30834" w:rsidRDefault="05A5C7CC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1D9753C4" w14:textId="77777777" w:rsidTr="3E232F59">
        <w:tc>
          <w:tcPr>
            <w:tcW w:w="2119" w:type="dxa"/>
            <w:shd w:val="clear" w:color="auto" w:fill="auto"/>
          </w:tcPr>
          <w:p w14:paraId="708B4CE3" w14:textId="2164CF8D" w:rsidR="00A30834" w:rsidRPr="00A30834" w:rsidRDefault="2E393CB1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Przygotowane cykliczne raporty - EXCEL PIVOT</w:t>
            </w:r>
          </w:p>
        </w:tc>
        <w:tc>
          <w:tcPr>
            <w:tcW w:w="1518" w:type="dxa"/>
            <w:shd w:val="clear" w:color="auto" w:fill="auto"/>
          </w:tcPr>
          <w:p w14:paraId="2B11A5D7" w14:textId="2F3F4477" w:rsidR="00A30834" w:rsidRPr="00A30834" w:rsidRDefault="7D410D63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5F13E8DE" w14:textId="72B43BCB" w:rsidR="00A30834" w:rsidRPr="00A30834" w:rsidRDefault="77FE00C8" w:rsidP="03CFB235">
            <w:pPr>
              <w:spacing w:line="240" w:lineRule="auto"/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11-2020</w:t>
            </w:r>
          </w:p>
        </w:tc>
        <w:tc>
          <w:tcPr>
            <w:tcW w:w="1907" w:type="dxa"/>
            <w:shd w:val="clear" w:color="auto" w:fill="auto"/>
          </w:tcPr>
          <w:p w14:paraId="19D97C98" w14:textId="71CBDDD7" w:rsidR="00A30834" w:rsidRPr="00A30834" w:rsidRDefault="39F519E3" w:rsidP="03CFB235">
            <w:pPr>
              <w:spacing w:line="240" w:lineRule="auto"/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11-2020</w:t>
            </w:r>
          </w:p>
        </w:tc>
        <w:tc>
          <w:tcPr>
            <w:tcW w:w="2789" w:type="dxa"/>
            <w:shd w:val="clear" w:color="auto" w:fill="auto"/>
          </w:tcPr>
          <w:p w14:paraId="478D94EE" w14:textId="6451A32B" w:rsidR="00A30834" w:rsidRPr="00A30834" w:rsidRDefault="05A5C7CC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0FDC5601" w14:textId="77777777" w:rsidTr="3E232F59">
        <w:tc>
          <w:tcPr>
            <w:tcW w:w="2119" w:type="dxa"/>
            <w:shd w:val="clear" w:color="auto" w:fill="auto"/>
          </w:tcPr>
          <w:p w14:paraId="34F7999B" w14:textId="7E78AD83" w:rsidR="00A30834" w:rsidRPr="00A30834" w:rsidRDefault="2E393CB1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>Przygotowane cykliczne raporty - POWER BI</w:t>
            </w:r>
          </w:p>
        </w:tc>
        <w:tc>
          <w:tcPr>
            <w:tcW w:w="1518" w:type="dxa"/>
            <w:shd w:val="clear" w:color="auto" w:fill="auto"/>
          </w:tcPr>
          <w:p w14:paraId="19CC8FD3" w14:textId="2216D33B" w:rsidR="00A30834" w:rsidRPr="00A30834" w:rsidRDefault="1DFC25B7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57B65430" w14:textId="5C833E94" w:rsidR="00A30834" w:rsidRPr="00A30834" w:rsidRDefault="0CABCFBF" w:rsidP="03CFB235">
            <w:pPr>
              <w:spacing w:line="240" w:lineRule="auto"/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11-2020</w:t>
            </w:r>
          </w:p>
        </w:tc>
        <w:tc>
          <w:tcPr>
            <w:tcW w:w="1907" w:type="dxa"/>
            <w:shd w:val="clear" w:color="auto" w:fill="auto"/>
          </w:tcPr>
          <w:p w14:paraId="08C89AAB" w14:textId="72F8A9D1" w:rsidR="00A30834" w:rsidRPr="00A30834" w:rsidRDefault="730835FA" w:rsidP="03CFB235">
            <w:pPr>
              <w:spacing w:line="240" w:lineRule="auto"/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11-2020</w:t>
            </w:r>
          </w:p>
        </w:tc>
        <w:tc>
          <w:tcPr>
            <w:tcW w:w="2789" w:type="dxa"/>
            <w:shd w:val="clear" w:color="auto" w:fill="auto"/>
          </w:tcPr>
          <w:p w14:paraId="12E254CF" w14:textId="59071E4A" w:rsidR="00A30834" w:rsidRPr="00A30834" w:rsidRDefault="70B7848A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1DDDD264" w14:textId="77777777" w:rsidTr="3E232F59">
        <w:tc>
          <w:tcPr>
            <w:tcW w:w="2119" w:type="dxa"/>
            <w:shd w:val="clear" w:color="auto" w:fill="auto"/>
          </w:tcPr>
          <w:p w14:paraId="20D299EF" w14:textId="2AFB5984" w:rsidR="00A30834" w:rsidRPr="00A30834" w:rsidRDefault="2E393CB1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Zakończony proces zakupu oraz dostarczenia sprzętu komputerowego i smartfonów do stacji sanitarno-epidemiologicznych (faza 3)</w:t>
            </w:r>
          </w:p>
        </w:tc>
        <w:tc>
          <w:tcPr>
            <w:tcW w:w="1518" w:type="dxa"/>
            <w:shd w:val="clear" w:color="auto" w:fill="auto"/>
          </w:tcPr>
          <w:p w14:paraId="4A6832DA" w14:textId="1FBA20EE" w:rsidR="00A30834" w:rsidRPr="00A30834" w:rsidRDefault="76F007EB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1A73A48C" w14:textId="5EE2DF65" w:rsidR="00A30834" w:rsidRPr="00A30834" w:rsidRDefault="3763DE85" w:rsidP="03CFB235">
            <w:pPr>
              <w:spacing w:line="240" w:lineRule="auto"/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1907" w:type="dxa"/>
            <w:shd w:val="clear" w:color="auto" w:fill="auto"/>
          </w:tcPr>
          <w:p w14:paraId="617C500C" w14:textId="25075DA8" w:rsidR="00A30834" w:rsidRPr="00A30834" w:rsidRDefault="14FCA7B3" w:rsidP="03CFB235">
            <w:pPr>
              <w:spacing w:line="240" w:lineRule="auto"/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2789" w:type="dxa"/>
            <w:shd w:val="clear" w:color="auto" w:fill="auto"/>
          </w:tcPr>
          <w:p w14:paraId="7917B73F" w14:textId="4CF84D96" w:rsidR="00A30834" w:rsidRPr="00A30834" w:rsidRDefault="70B7848A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082C8993" w14:textId="77777777" w:rsidTr="3E232F59">
        <w:trPr>
          <w:trHeight w:val="2800"/>
        </w:trPr>
        <w:tc>
          <w:tcPr>
            <w:tcW w:w="2119" w:type="dxa"/>
            <w:shd w:val="clear" w:color="auto" w:fill="auto"/>
          </w:tcPr>
          <w:p w14:paraId="50A76D2D" w14:textId="479361BB" w:rsidR="00A30834" w:rsidRPr="00A30834" w:rsidRDefault="44AEE32F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Fiszka KRMC</w:t>
            </w:r>
          </w:p>
        </w:tc>
        <w:tc>
          <w:tcPr>
            <w:tcW w:w="1518" w:type="dxa"/>
            <w:shd w:val="clear" w:color="auto" w:fill="auto"/>
          </w:tcPr>
          <w:p w14:paraId="42142A38" w14:textId="14BE505F" w:rsidR="00A30834" w:rsidRPr="00A30834" w:rsidRDefault="4C65C8B5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1AA47C24" w14:textId="01EC8FAA" w:rsidR="00A30834" w:rsidRPr="00A30834" w:rsidRDefault="3137BFD2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1907" w:type="dxa"/>
            <w:shd w:val="clear" w:color="auto" w:fill="auto"/>
          </w:tcPr>
          <w:p w14:paraId="333B23BB" w14:textId="2FB61A14" w:rsidR="00A30834" w:rsidRPr="00A30834" w:rsidRDefault="4FC18F6C" w:rsidP="03CFB235">
            <w:pPr>
              <w:pStyle w:val="Akapitzlist"/>
              <w:spacing w:line="240" w:lineRule="auto"/>
              <w:ind w:left="7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01-2021</w:t>
            </w:r>
          </w:p>
        </w:tc>
        <w:tc>
          <w:tcPr>
            <w:tcW w:w="2789" w:type="dxa"/>
            <w:shd w:val="clear" w:color="auto" w:fill="auto"/>
          </w:tcPr>
          <w:p w14:paraId="7C1B80CA" w14:textId="7A54E141" w:rsidR="00A30834" w:rsidRPr="00DF7D3D" w:rsidRDefault="2914CBC3" w:rsidP="6ACA118A">
            <w:pPr>
              <w:spacing w:line="240" w:lineRule="auto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</w:pPr>
            <w:r w:rsidRPr="00DF7D3D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  <w:t>Osiągnięty</w:t>
            </w:r>
          </w:p>
          <w:p w14:paraId="7ED68EAD" w14:textId="24F3CC98" w:rsidR="00C76333" w:rsidRPr="00A30834" w:rsidRDefault="108FB464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Przyczyny: </w:t>
            </w: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Pierwotna wersja dokumentu </w:t>
            </w:r>
            <w:r w:rsidR="14697FD1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wymagała</w:t>
            </w:r>
            <w:r w:rsidR="4E38F1A7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1A0CB57D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naniesienia poprawek zgodnie z </w:t>
            </w:r>
            <w:r w:rsidR="14697FD1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uwagami od</w:t>
            </w:r>
            <w:r w:rsidR="016F80E6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poszczególnych</w:t>
            </w:r>
            <w:r w:rsidR="14697FD1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Departamentów K</w:t>
            </w:r>
            <w:r w:rsidR="158ED371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PRM</w:t>
            </w:r>
            <w:r w:rsidR="4EFEBEC0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, przesyłanymi do końca grudnia 2020 r</w:t>
            </w:r>
            <w:r w:rsidR="14697FD1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. Przekazanie finalnej wersji dokumentu</w:t>
            </w:r>
            <w:r w:rsidR="15C1C001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do KRMC</w:t>
            </w:r>
            <w:r w:rsidR="14697FD1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odbyło się </w:t>
            </w:r>
            <w:r w:rsidR="5DDED76A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 styczniu.</w:t>
            </w:r>
          </w:p>
        </w:tc>
      </w:tr>
      <w:tr w:rsidR="00A30834" w14:paraId="7208FA20" w14:textId="77777777" w:rsidTr="3E232F59">
        <w:tc>
          <w:tcPr>
            <w:tcW w:w="2119" w:type="dxa"/>
            <w:shd w:val="clear" w:color="auto" w:fill="auto"/>
          </w:tcPr>
          <w:p w14:paraId="38BC7906" w14:textId="310405DC" w:rsidR="00A30834" w:rsidRPr="00A30834" w:rsidRDefault="44AEE32F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Przygotowany DIP</w:t>
            </w:r>
          </w:p>
        </w:tc>
        <w:tc>
          <w:tcPr>
            <w:tcW w:w="1518" w:type="dxa"/>
            <w:shd w:val="clear" w:color="auto" w:fill="auto"/>
          </w:tcPr>
          <w:p w14:paraId="317BB23F" w14:textId="5DAE3280" w:rsidR="00A30834" w:rsidRPr="00A30834" w:rsidRDefault="1082D599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7171F745" w14:textId="7A775736" w:rsidR="00A30834" w:rsidRPr="00A30834" w:rsidRDefault="146F1F75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1907" w:type="dxa"/>
            <w:shd w:val="clear" w:color="auto" w:fill="auto"/>
          </w:tcPr>
          <w:p w14:paraId="3C2810D8" w14:textId="1AC017F4" w:rsidR="00A30834" w:rsidRPr="00A30834" w:rsidRDefault="0AC9E0EB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2789" w:type="dxa"/>
            <w:shd w:val="clear" w:color="auto" w:fill="auto"/>
          </w:tcPr>
          <w:p w14:paraId="7D85747A" w14:textId="25528469" w:rsidR="00A30834" w:rsidRPr="00DF7D3D" w:rsidRDefault="78204237" w:rsidP="4EC6B72E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DB9BBC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  <w:p w14:paraId="681B1531" w14:textId="5D7DC0E9" w:rsidR="00A30834" w:rsidRPr="00A30834" w:rsidRDefault="00A30834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30834" w14:paraId="1275E488" w14:textId="77777777" w:rsidTr="3E232F59">
        <w:tc>
          <w:tcPr>
            <w:tcW w:w="2119" w:type="dxa"/>
            <w:shd w:val="clear" w:color="auto" w:fill="auto"/>
          </w:tcPr>
          <w:p w14:paraId="607C1F4A" w14:textId="6830BAB9" w:rsidR="00A30834" w:rsidRPr="00A30834" w:rsidRDefault="44AEE32F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Przygotowany plan projektu</w:t>
            </w:r>
          </w:p>
        </w:tc>
        <w:tc>
          <w:tcPr>
            <w:tcW w:w="1518" w:type="dxa"/>
            <w:shd w:val="clear" w:color="auto" w:fill="auto"/>
          </w:tcPr>
          <w:p w14:paraId="14C94901" w14:textId="357B7F99" w:rsidR="00A30834" w:rsidRPr="00A30834" w:rsidRDefault="1ED32C69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09026D27" w14:textId="0573E21A" w:rsidR="00A30834" w:rsidRPr="00A30834" w:rsidRDefault="21E812B0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1907" w:type="dxa"/>
            <w:shd w:val="clear" w:color="auto" w:fill="auto"/>
          </w:tcPr>
          <w:p w14:paraId="3D223714" w14:textId="6793F838" w:rsidR="00A30834" w:rsidRPr="00A30834" w:rsidRDefault="0A153DEB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2789" w:type="dxa"/>
            <w:shd w:val="clear" w:color="auto" w:fill="auto"/>
          </w:tcPr>
          <w:p w14:paraId="64A7BFCC" w14:textId="4ECC14EB" w:rsidR="00A30834" w:rsidRPr="00A30834" w:rsidRDefault="4CDA1C1E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008B63D8" w14:textId="77777777" w:rsidTr="3E232F59">
        <w:tc>
          <w:tcPr>
            <w:tcW w:w="2119" w:type="dxa"/>
            <w:shd w:val="clear" w:color="auto" w:fill="auto"/>
          </w:tcPr>
          <w:p w14:paraId="57D81C92" w14:textId="0D4595B5" w:rsidR="00A30834" w:rsidRPr="00A30834" w:rsidRDefault="44AEE32F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Przygotowany plan etapu I</w:t>
            </w:r>
          </w:p>
        </w:tc>
        <w:tc>
          <w:tcPr>
            <w:tcW w:w="1518" w:type="dxa"/>
            <w:shd w:val="clear" w:color="auto" w:fill="auto"/>
          </w:tcPr>
          <w:p w14:paraId="18CCEAA1" w14:textId="54E91F9F" w:rsidR="00A30834" w:rsidRPr="00A30834" w:rsidRDefault="0DF0C776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0851D0F3" w14:textId="37C98E89" w:rsidR="00A30834" w:rsidRPr="00A30834" w:rsidRDefault="4705768D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1907" w:type="dxa"/>
            <w:shd w:val="clear" w:color="auto" w:fill="auto"/>
          </w:tcPr>
          <w:p w14:paraId="45C99F11" w14:textId="3C7BF4AB" w:rsidR="00A30834" w:rsidRPr="00A30834" w:rsidRDefault="6FDAA19C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2789" w:type="dxa"/>
            <w:shd w:val="clear" w:color="auto" w:fill="auto"/>
          </w:tcPr>
          <w:p w14:paraId="62E83022" w14:textId="3525B524" w:rsidR="00A30834" w:rsidRPr="00A30834" w:rsidRDefault="4CDA1C1E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190BF783" w14:textId="77777777" w:rsidTr="3E232F59">
        <w:tc>
          <w:tcPr>
            <w:tcW w:w="2119" w:type="dxa"/>
            <w:shd w:val="clear" w:color="auto" w:fill="auto"/>
          </w:tcPr>
          <w:p w14:paraId="38AC70CD" w14:textId="1F8FA935" w:rsidR="00A30834" w:rsidRPr="00A30834" w:rsidRDefault="44AEE32F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Zakończony etap I projektu</w:t>
            </w:r>
          </w:p>
        </w:tc>
        <w:tc>
          <w:tcPr>
            <w:tcW w:w="1518" w:type="dxa"/>
            <w:shd w:val="clear" w:color="auto" w:fill="auto"/>
          </w:tcPr>
          <w:p w14:paraId="4A704575" w14:textId="6D45055D" w:rsidR="00A30834" w:rsidRPr="00A30834" w:rsidRDefault="3D9CA17C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5025834D" w14:textId="087E6F8B" w:rsidR="00A30834" w:rsidRPr="00A30834" w:rsidRDefault="1D23FE3C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1907" w:type="dxa"/>
            <w:shd w:val="clear" w:color="auto" w:fill="auto"/>
          </w:tcPr>
          <w:p w14:paraId="4A2B0D18" w14:textId="6671F604" w:rsidR="00A30834" w:rsidRPr="00A30834" w:rsidRDefault="6CA0B3F6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2789" w:type="dxa"/>
            <w:shd w:val="clear" w:color="auto" w:fill="auto"/>
          </w:tcPr>
          <w:p w14:paraId="70A22FAD" w14:textId="63ACA5A2" w:rsidR="00A30834" w:rsidRPr="00A30834" w:rsidRDefault="32649BF2" w:rsidP="4EC6B72E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7307544A" w14:textId="77777777" w:rsidTr="3E232F59">
        <w:trPr>
          <w:trHeight w:val="462"/>
        </w:trPr>
        <w:tc>
          <w:tcPr>
            <w:tcW w:w="2119" w:type="dxa"/>
            <w:shd w:val="clear" w:color="auto" w:fill="auto"/>
          </w:tcPr>
          <w:p w14:paraId="161BC56E" w14:textId="4E5679BA" w:rsidR="00A30834" w:rsidRPr="00A30834" w:rsidRDefault="44AEE32F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Przygotowany raport końcowy etapu I</w:t>
            </w:r>
          </w:p>
        </w:tc>
        <w:tc>
          <w:tcPr>
            <w:tcW w:w="1518" w:type="dxa"/>
            <w:shd w:val="clear" w:color="auto" w:fill="auto"/>
          </w:tcPr>
          <w:p w14:paraId="4271BDD1" w14:textId="1BDF3F34" w:rsidR="00A30834" w:rsidRPr="00A30834" w:rsidRDefault="69BDC0B0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208BCA64" w14:textId="75E1BEFE" w:rsidR="00A30834" w:rsidRPr="00A30834" w:rsidRDefault="198795D9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1907" w:type="dxa"/>
            <w:shd w:val="clear" w:color="auto" w:fill="auto"/>
          </w:tcPr>
          <w:p w14:paraId="2DE016D3" w14:textId="7304DF38" w:rsidR="00A30834" w:rsidRPr="00A30834" w:rsidRDefault="05C7B26A" w:rsidP="6ACA118A">
            <w:pPr>
              <w:pStyle w:val="Akapitzlist"/>
              <w:spacing w:line="240" w:lineRule="auto"/>
              <w:ind w:left="7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</w:t>
            </w:r>
            <w:r w:rsidR="01911EA5"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</w:t>
            </w: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-2021</w:t>
            </w:r>
          </w:p>
        </w:tc>
        <w:tc>
          <w:tcPr>
            <w:tcW w:w="2789" w:type="dxa"/>
            <w:shd w:val="clear" w:color="auto" w:fill="auto"/>
          </w:tcPr>
          <w:p w14:paraId="3C23D456" w14:textId="1B6E6D88" w:rsidR="00A30834" w:rsidRPr="00DF7D3D" w:rsidRDefault="1D752604" w:rsidP="6ACA118A">
            <w:pPr>
              <w:spacing w:line="240" w:lineRule="auto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</w:pPr>
            <w:r w:rsidRPr="00DF7D3D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  <w:t>Osiągnięty</w:t>
            </w:r>
          </w:p>
          <w:p w14:paraId="08D874D9" w14:textId="02062D69" w:rsidR="00A30834" w:rsidRPr="00A30834" w:rsidRDefault="383469FC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Przyczyny: </w:t>
            </w:r>
            <w:r w:rsidR="5AE69883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Pierwotna wersja dokumentu wymagała</w:t>
            </w:r>
            <w:r w:rsidR="00DF7D3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naniesienia poprawek zgodnie z </w:t>
            </w:r>
            <w:r w:rsidR="5AE69883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uwagami od poszczególnych Departamentów K</w:t>
            </w:r>
            <w:r w:rsidR="7F9315B9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PRM</w:t>
            </w:r>
            <w:r w:rsidR="5AE69883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. Przekazanie finalnej wersji dokumentu</w:t>
            </w:r>
            <w:r w:rsidR="580F70AB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do KRMC</w:t>
            </w:r>
            <w:r w:rsidR="5AE69883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odbyło się z 11-dniowym opóźnieniem.</w:t>
            </w:r>
          </w:p>
        </w:tc>
      </w:tr>
      <w:tr w:rsidR="3157BADC" w14:paraId="339EEE07" w14:textId="77777777" w:rsidTr="3E232F59">
        <w:trPr>
          <w:trHeight w:val="1185"/>
        </w:trPr>
        <w:tc>
          <w:tcPr>
            <w:tcW w:w="2119" w:type="dxa"/>
            <w:shd w:val="clear" w:color="auto" w:fill="auto"/>
          </w:tcPr>
          <w:p w14:paraId="2DC2F5AE" w14:textId="1E988FED" w:rsidR="3F5EB08A" w:rsidRDefault="3F5EB08A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>Przygotowane materiały szkoleniowe funkcjonalności etapu I</w:t>
            </w:r>
          </w:p>
        </w:tc>
        <w:tc>
          <w:tcPr>
            <w:tcW w:w="1518" w:type="dxa"/>
            <w:shd w:val="clear" w:color="auto" w:fill="auto"/>
          </w:tcPr>
          <w:p w14:paraId="782B2E62" w14:textId="6D45055D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3B447DDE" w14:textId="087E6F8B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1907" w:type="dxa"/>
            <w:shd w:val="clear" w:color="auto" w:fill="auto"/>
          </w:tcPr>
          <w:p w14:paraId="1CB14A99" w14:textId="6671F604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2789" w:type="dxa"/>
            <w:shd w:val="clear" w:color="auto" w:fill="auto"/>
          </w:tcPr>
          <w:p w14:paraId="2A5CEA40" w14:textId="63ACA5A2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3157BADC" w14:paraId="3EDFCF47" w14:textId="77777777" w:rsidTr="3E232F59">
        <w:trPr>
          <w:trHeight w:val="585"/>
        </w:trPr>
        <w:tc>
          <w:tcPr>
            <w:tcW w:w="2119" w:type="dxa"/>
            <w:shd w:val="clear" w:color="auto" w:fill="auto"/>
          </w:tcPr>
          <w:p w14:paraId="6FB67AF7" w14:textId="0634DB1D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Przygotowany plan etapu I</w:t>
            </w:r>
            <w:r w:rsidR="0A231238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</w:t>
            </w:r>
          </w:p>
        </w:tc>
        <w:tc>
          <w:tcPr>
            <w:tcW w:w="1518" w:type="dxa"/>
            <w:shd w:val="clear" w:color="auto" w:fill="auto"/>
          </w:tcPr>
          <w:p w14:paraId="1545C49F" w14:textId="6D45055D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4CA79AD1" w14:textId="087E6F8B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1907" w:type="dxa"/>
            <w:shd w:val="clear" w:color="auto" w:fill="auto"/>
          </w:tcPr>
          <w:p w14:paraId="6D770D2D" w14:textId="6671F604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2789" w:type="dxa"/>
            <w:shd w:val="clear" w:color="auto" w:fill="auto"/>
          </w:tcPr>
          <w:p w14:paraId="40FAE863" w14:textId="63ACA5A2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3157BADC" w14:paraId="222BF148" w14:textId="77777777" w:rsidTr="3E232F59">
        <w:trPr>
          <w:trHeight w:val="555"/>
        </w:trPr>
        <w:tc>
          <w:tcPr>
            <w:tcW w:w="2119" w:type="dxa"/>
            <w:shd w:val="clear" w:color="auto" w:fill="auto"/>
          </w:tcPr>
          <w:p w14:paraId="1AEA47FA" w14:textId="6697B870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Zakończony etap I</w:t>
            </w:r>
            <w:r w:rsidR="32224F46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</w:t>
            </w: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projektu</w:t>
            </w:r>
          </w:p>
        </w:tc>
        <w:tc>
          <w:tcPr>
            <w:tcW w:w="1518" w:type="dxa"/>
            <w:shd w:val="clear" w:color="auto" w:fill="auto"/>
          </w:tcPr>
          <w:p w14:paraId="2A8C2628" w14:textId="113729D2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0DA76C61" w14:textId="3ADF0DE0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03-2021</w:t>
            </w:r>
          </w:p>
        </w:tc>
        <w:tc>
          <w:tcPr>
            <w:tcW w:w="1907" w:type="dxa"/>
            <w:shd w:val="clear" w:color="auto" w:fill="auto"/>
          </w:tcPr>
          <w:p w14:paraId="05773B16" w14:textId="325A3658" w:rsidR="3E6C3EA3" w:rsidRDefault="3E6C3EA3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03</w:t>
            </w:r>
            <w:r w:rsidR="3157BADC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-202</w:t>
            </w:r>
            <w:r w:rsidR="7D54F662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789" w:type="dxa"/>
            <w:shd w:val="clear" w:color="auto" w:fill="auto"/>
          </w:tcPr>
          <w:p w14:paraId="32EF8531" w14:textId="63ACA5A2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3157BADC" w14:paraId="309580C7" w14:textId="77777777" w:rsidTr="3E232F59">
        <w:trPr>
          <w:trHeight w:val="525"/>
        </w:trPr>
        <w:tc>
          <w:tcPr>
            <w:tcW w:w="2119" w:type="dxa"/>
            <w:shd w:val="clear" w:color="auto" w:fill="auto"/>
          </w:tcPr>
          <w:p w14:paraId="2B3263D4" w14:textId="5092E960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Przygotowany raport końcowy etapu I</w:t>
            </w:r>
            <w:r w:rsidR="1A763B3E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</w:t>
            </w:r>
          </w:p>
        </w:tc>
        <w:tc>
          <w:tcPr>
            <w:tcW w:w="1518" w:type="dxa"/>
            <w:shd w:val="clear" w:color="auto" w:fill="auto"/>
          </w:tcPr>
          <w:p w14:paraId="0A53F944" w14:textId="113729D2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4058810B" w14:textId="480C0CAA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</w:t>
            </w:r>
            <w:r w:rsidR="3F2807C3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4</w:t>
            </w: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-2021</w:t>
            </w:r>
          </w:p>
        </w:tc>
        <w:tc>
          <w:tcPr>
            <w:tcW w:w="1907" w:type="dxa"/>
            <w:shd w:val="clear" w:color="auto" w:fill="auto"/>
          </w:tcPr>
          <w:p w14:paraId="1C3A63EA" w14:textId="09761BFD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</w:t>
            </w:r>
            <w:r w:rsidR="43E3B06B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4</w:t>
            </w: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-2021</w:t>
            </w:r>
          </w:p>
        </w:tc>
        <w:tc>
          <w:tcPr>
            <w:tcW w:w="2789" w:type="dxa"/>
            <w:shd w:val="clear" w:color="auto" w:fill="auto"/>
          </w:tcPr>
          <w:p w14:paraId="335A8271" w14:textId="63ACA5A2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3157BADC" w14:paraId="3545F80A" w14:textId="77777777" w:rsidTr="3E232F59">
        <w:trPr>
          <w:trHeight w:val="1230"/>
        </w:trPr>
        <w:tc>
          <w:tcPr>
            <w:tcW w:w="2119" w:type="dxa"/>
            <w:shd w:val="clear" w:color="auto" w:fill="auto"/>
          </w:tcPr>
          <w:p w14:paraId="2441A6E8" w14:textId="0331FF8E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Przygotowane materiały szkoleniowe funkcjonalności etapu I</w:t>
            </w:r>
            <w:r w:rsidR="24047777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</w:t>
            </w:r>
          </w:p>
        </w:tc>
        <w:tc>
          <w:tcPr>
            <w:tcW w:w="1518" w:type="dxa"/>
            <w:shd w:val="clear" w:color="auto" w:fill="auto"/>
          </w:tcPr>
          <w:p w14:paraId="6BD3F4F0" w14:textId="113729D2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70788C36" w14:textId="3ADF0DE0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03-2021</w:t>
            </w:r>
          </w:p>
        </w:tc>
        <w:tc>
          <w:tcPr>
            <w:tcW w:w="1907" w:type="dxa"/>
            <w:shd w:val="clear" w:color="auto" w:fill="auto"/>
          </w:tcPr>
          <w:p w14:paraId="0BEAC4FD" w14:textId="325A3658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03-2021</w:t>
            </w:r>
          </w:p>
        </w:tc>
        <w:tc>
          <w:tcPr>
            <w:tcW w:w="2789" w:type="dxa"/>
            <w:shd w:val="clear" w:color="auto" w:fill="auto"/>
          </w:tcPr>
          <w:p w14:paraId="76530F2D" w14:textId="63ACA5A2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3157BADC" w14:paraId="535A29C5" w14:textId="77777777" w:rsidTr="3E232F59">
        <w:trPr>
          <w:trHeight w:val="525"/>
        </w:trPr>
        <w:tc>
          <w:tcPr>
            <w:tcW w:w="2119" w:type="dxa"/>
            <w:shd w:val="clear" w:color="auto" w:fill="auto"/>
          </w:tcPr>
          <w:p w14:paraId="6AC04B2E" w14:textId="79AB279A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Przygotowany plan etapu II</w:t>
            </w:r>
            <w:r w:rsidR="0B56269C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</w:t>
            </w:r>
          </w:p>
        </w:tc>
        <w:tc>
          <w:tcPr>
            <w:tcW w:w="1518" w:type="dxa"/>
            <w:shd w:val="clear" w:color="auto" w:fill="auto"/>
          </w:tcPr>
          <w:p w14:paraId="7343F6F6" w14:textId="113729D2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5F9EAC85" w14:textId="3ADF0DE0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03-2021</w:t>
            </w:r>
          </w:p>
        </w:tc>
        <w:tc>
          <w:tcPr>
            <w:tcW w:w="1907" w:type="dxa"/>
            <w:shd w:val="clear" w:color="auto" w:fill="auto"/>
          </w:tcPr>
          <w:p w14:paraId="76253A76" w14:textId="325A3658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03-2021</w:t>
            </w:r>
          </w:p>
        </w:tc>
        <w:tc>
          <w:tcPr>
            <w:tcW w:w="2789" w:type="dxa"/>
            <w:shd w:val="clear" w:color="auto" w:fill="auto"/>
          </w:tcPr>
          <w:p w14:paraId="6971E8CD" w14:textId="63ACA5A2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3157BADC" w14:paraId="32FD1EA3" w14:textId="77777777" w:rsidTr="3E232F59">
        <w:trPr>
          <w:trHeight w:val="555"/>
        </w:trPr>
        <w:tc>
          <w:tcPr>
            <w:tcW w:w="2119" w:type="dxa"/>
            <w:shd w:val="clear" w:color="auto" w:fill="auto"/>
          </w:tcPr>
          <w:p w14:paraId="58CA6553" w14:textId="2C6D4F0B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Zakończony etap I</w:t>
            </w:r>
            <w:r w:rsidR="1AD3A169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</w:t>
            </w: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 projektu</w:t>
            </w:r>
          </w:p>
        </w:tc>
        <w:tc>
          <w:tcPr>
            <w:tcW w:w="1518" w:type="dxa"/>
            <w:shd w:val="clear" w:color="auto" w:fill="auto"/>
          </w:tcPr>
          <w:p w14:paraId="23B4A21A" w14:textId="113729D2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5F3D2A0A" w14:textId="03251151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</w:t>
            </w:r>
            <w:r w:rsidR="77686EF6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7</w:t>
            </w: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-2021</w:t>
            </w:r>
          </w:p>
        </w:tc>
        <w:tc>
          <w:tcPr>
            <w:tcW w:w="1907" w:type="dxa"/>
            <w:shd w:val="clear" w:color="auto" w:fill="auto"/>
          </w:tcPr>
          <w:p w14:paraId="4CB36CBC" w14:textId="56A482C5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</w:t>
            </w:r>
            <w:r w:rsidR="6AE337FA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7</w:t>
            </w: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-2021</w:t>
            </w:r>
          </w:p>
        </w:tc>
        <w:tc>
          <w:tcPr>
            <w:tcW w:w="2789" w:type="dxa"/>
            <w:shd w:val="clear" w:color="auto" w:fill="auto"/>
          </w:tcPr>
          <w:p w14:paraId="4019F40C" w14:textId="63ACA5A2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3157BADC" w14:paraId="433D4D7D" w14:textId="77777777" w:rsidTr="3E232F59">
        <w:trPr>
          <w:trHeight w:val="510"/>
        </w:trPr>
        <w:tc>
          <w:tcPr>
            <w:tcW w:w="2119" w:type="dxa"/>
            <w:shd w:val="clear" w:color="auto" w:fill="auto"/>
          </w:tcPr>
          <w:p w14:paraId="060F1518" w14:textId="4025255F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Przygotowany raport końcowy etapu II</w:t>
            </w:r>
            <w:r w:rsidR="5A052E83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</w:t>
            </w:r>
          </w:p>
        </w:tc>
        <w:tc>
          <w:tcPr>
            <w:tcW w:w="1518" w:type="dxa"/>
            <w:shd w:val="clear" w:color="auto" w:fill="auto"/>
          </w:tcPr>
          <w:p w14:paraId="661F0825" w14:textId="113729D2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6BBA7C90" w14:textId="70475152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</w:t>
            </w:r>
            <w:r w:rsidR="0974ED45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8</w:t>
            </w: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-2021</w:t>
            </w:r>
          </w:p>
        </w:tc>
        <w:tc>
          <w:tcPr>
            <w:tcW w:w="1907" w:type="dxa"/>
            <w:shd w:val="clear" w:color="auto" w:fill="auto"/>
          </w:tcPr>
          <w:p w14:paraId="69E34E4F" w14:textId="09BB3FE7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</w:t>
            </w:r>
            <w:r w:rsidR="36C8F343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8</w:t>
            </w: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-2021</w:t>
            </w:r>
          </w:p>
        </w:tc>
        <w:tc>
          <w:tcPr>
            <w:tcW w:w="2789" w:type="dxa"/>
            <w:shd w:val="clear" w:color="auto" w:fill="auto"/>
          </w:tcPr>
          <w:p w14:paraId="05075F62" w14:textId="63ACA5A2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3157BADC" w14:paraId="1C3F0D27" w14:textId="77777777" w:rsidTr="3E232F59">
        <w:trPr>
          <w:trHeight w:val="1215"/>
        </w:trPr>
        <w:tc>
          <w:tcPr>
            <w:tcW w:w="2119" w:type="dxa"/>
            <w:shd w:val="clear" w:color="auto" w:fill="auto"/>
          </w:tcPr>
          <w:p w14:paraId="7B1FD628" w14:textId="780614EF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Przygotowane materiały szkoleniowe funkcjonalności etapu II</w:t>
            </w:r>
            <w:r w:rsidR="135B3082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</w:t>
            </w:r>
          </w:p>
        </w:tc>
        <w:tc>
          <w:tcPr>
            <w:tcW w:w="1518" w:type="dxa"/>
            <w:shd w:val="clear" w:color="auto" w:fill="auto"/>
          </w:tcPr>
          <w:p w14:paraId="1314EDF5" w14:textId="113729D2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6BC38C3E" w14:textId="03251151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07-2021</w:t>
            </w:r>
          </w:p>
        </w:tc>
        <w:tc>
          <w:tcPr>
            <w:tcW w:w="1907" w:type="dxa"/>
            <w:shd w:val="clear" w:color="auto" w:fill="auto"/>
          </w:tcPr>
          <w:p w14:paraId="2DA17AE9" w14:textId="56A482C5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07-2021</w:t>
            </w:r>
          </w:p>
        </w:tc>
        <w:tc>
          <w:tcPr>
            <w:tcW w:w="2789" w:type="dxa"/>
            <w:shd w:val="clear" w:color="auto" w:fill="auto"/>
          </w:tcPr>
          <w:p w14:paraId="6D64E778" w14:textId="63ACA5A2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3157BADC" w14:paraId="5B4C92F7" w14:textId="77777777" w:rsidTr="3E232F59">
        <w:trPr>
          <w:trHeight w:val="525"/>
        </w:trPr>
        <w:tc>
          <w:tcPr>
            <w:tcW w:w="2119" w:type="dxa"/>
            <w:shd w:val="clear" w:color="auto" w:fill="auto"/>
          </w:tcPr>
          <w:p w14:paraId="46186A5C" w14:textId="6A1E8363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Przygotowany plan etapu I</w:t>
            </w:r>
            <w:r w:rsidR="0FA6D401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V</w:t>
            </w:r>
          </w:p>
        </w:tc>
        <w:tc>
          <w:tcPr>
            <w:tcW w:w="1518" w:type="dxa"/>
            <w:shd w:val="clear" w:color="auto" w:fill="auto"/>
          </w:tcPr>
          <w:p w14:paraId="0A092D41" w14:textId="113729D2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4B83F3FB" w14:textId="03251151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07-2021</w:t>
            </w:r>
          </w:p>
        </w:tc>
        <w:tc>
          <w:tcPr>
            <w:tcW w:w="1907" w:type="dxa"/>
            <w:shd w:val="clear" w:color="auto" w:fill="auto"/>
          </w:tcPr>
          <w:p w14:paraId="7696B9D7" w14:textId="56A482C5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07-2021</w:t>
            </w:r>
          </w:p>
        </w:tc>
        <w:tc>
          <w:tcPr>
            <w:tcW w:w="2789" w:type="dxa"/>
            <w:shd w:val="clear" w:color="auto" w:fill="auto"/>
          </w:tcPr>
          <w:p w14:paraId="3E955F85" w14:textId="22E9EA7C" w:rsidR="3157BADC" w:rsidRDefault="0D68CCC7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E232F5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3157BADC" w14:paraId="161C8C63" w14:textId="77777777" w:rsidTr="3E232F59">
        <w:trPr>
          <w:trHeight w:val="585"/>
        </w:trPr>
        <w:tc>
          <w:tcPr>
            <w:tcW w:w="2119" w:type="dxa"/>
            <w:shd w:val="clear" w:color="auto" w:fill="auto"/>
          </w:tcPr>
          <w:p w14:paraId="3560DCF0" w14:textId="61EDCBB8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Zakończony etap I</w:t>
            </w:r>
            <w:r w:rsidR="6363CC36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V</w:t>
            </w: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projektu</w:t>
            </w:r>
          </w:p>
        </w:tc>
        <w:tc>
          <w:tcPr>
            <w:tcW w:w="1518" w:type="dxa"/>
            <w:shd w:val="clear" w:color="auto" w:fill="auto"/>
          </w:tcPr>
          <w:p w14:paraId="362D4F90" w14:textId="1820EC47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1A292AE5" w14:textId="5A8FE878" w:rsidR="60868745" w:rsidRDefault="60868745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</w:t>
            </w:r>
            <w:r w:rsidR="3157BADC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-2021</w:t>
            </w:r>
          </w:p>
        </w:tc>
        <w:tc>
          <w:tcPr>
            <w:tcW w:w="1907" w:type="dxa"/>
            <w:shd w:val="clear" w:color="auto" w:fill="auto"/>
          </w:tcPr>
          <w:p w14:paraId="7316C0E4" w14:textId="76C1F3A2" w:rsidR="3157BADC" w:rsidRDefault="3157BADC" w:rsidP="3157BADC">
            <w:pPr>
              <w:pStyle w:val="Akapitzlist"/>
              <w:spacing w:line="240" w:lineRule="auto"/>
              <w:ind w:left="7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2789" w:type="dxa"/>
            <w:shd w:val="clear" w:color="auto" w:fill="auto"/>
          </w:tcPr>
          <w:p w14:paraId="254E3640" w14:textId="7E6827C5" w:rsidR="3157BADC" w:rsidRDefault="3157BADC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sz w:val="20"/>
                <w:szCs w:val="20"/>
              </w:rPr>
              <w:t>Planowany</w:t>
            </w:r>
          </w:p>
        </w:tc>
      </w:tr>
      <w:tr w:rsidR="3157BADC" w14:paraId="085EC92E" w14:textId="77777777" w:rsidTr="3E232F59">
        <w:trPr>
          <w:trHeight w:val="525"/>
        </w:trPr>
        <w:tc>
          <w:tcPr>
            <w:tcW w:w="2119" w:type="dxa"/>
            <w:shd w:val="clear" w:color="auto" w:fill="auto"/>
          </w:tcPr>
          <w:p w14:paraId="19E73B7A" w14:textId="219A903E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Przygotowany raport końcowy etapu I</w:t>
            </w:r>
            <w:r w:rsidR="44887AB1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V</w:t>
            </w:r>
          </w:p>
        </w:tc>
        <w:tc>
          <w:tcPr>
            <w:tcW w:w="1518" w:type="dxa"/>
            <w:shd w:val="clear" w:color="auto" w:fill="auto"/>
          </w:tcPr>
          <w:p w14:paraId="4628825B" w14:textId="1820EC47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20D8C801" w14:textId="5A8FE878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12-2021</w:t>
            </w:r>
          </w:p>
        </w:tc>
        <w:tc>
          <w:tcPr>
            <w:tcW w:w="1907" w:type="dxa"/>
            <w:shd w:val="clear" w:color="auto" w:fill="auto"/>
          </w:tcPr>
          <w:p w14:paraId="2EC86987" w14:textId="76C1F3A2" w:rsidR="3157BADC" w:rsidRDefault="3157BADC" w:rsidP="3157BADC">
            <w:pPr>
              <w:pStyle w:val="Akapitzlist"/>
              <w:spacing w:line="240" w:lineRule="auto"/>
              <w:ind w:left="7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2789" w:type="dxa"/>
            <w:shd w:val="clear" w:color="auto" w:fill="auto"/>
          </w:tcPr>
          <w:p w14:paraId="2D14A982" w14:textId="7E6827C5" w:rsidR="3157BADC" w:rsidRDefault="3157BADC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sz w:val="20"/>
                <w:szCs w:val="20"/>
              </w:rPr>
              <w:t>Planowany</w:t>
            </w:r>
          </w:p>
        </w:tc>
      </w:tr>
      <w:tr w:rsidR="3157BADC" w14:paraId="4E234CA5" w14:textId="77777777" w:rsidTr="3E232F59">
        <w:trPr>
          <w:trHeight w:val="1185"/>
        </w:trPr>
        <w:tc>
          <w:tcPr>
            <w:tcW w:w="2119" w:type="dxa"/>
            <w:shd w:val="clear" w:color="auto" w:fill="auto"/>
          </w:tcPr>
          <w:p w14:paraId="7691AB7C" w14:textId="1095AB78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>Przygotowane materiały szkoleniowe funkcjonalności etapu I</w:t>
            </w:r>
            <w:r w:rsidR="07473ED4"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V</w:t>
            </w:r>
          </w:p>
        </w:tc>
        <w:tc>
          <w:tcPr>
            <w:tcW w:w="1518" w:type="dxa"/>
            <w:shd w:val="clear" w:color="auto" w:fill="auto"/>
          </w:tcPr>
          <w:p w14:paraId="1CE73C54" w14:textId="1820EC47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1FDFF39F" w14:textId="5A8FE878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12-2021</w:t>
            </w:r>
          </w:p>
        </w:tc>
        <w:tc>
          <w:tcPr>
            <w:tcW w:w="1907" w:type="dxa"/>
            <w:shd w:val="clear" w:color="auto" w:fill="auto"/>
          </w:tcPr>
          <w:p w14:paraId="31DB5DAD" w14:textId="76C1F3A2" w:rsidR="3157BADC" w:rsidRDefault="3157BADC" w:rsidP="3157BADC">
            <w:pPr>
              <w:pStyle w:val="Akapitzlist"/>
              <w:spacing w:line="240" w:lineRule="auto"/>
              <w:ind w:left="7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2789" w:type="dxa"/>
            <w:shd w:val="clear" w:color="auto" w:fill="auto"/>
          </w:tcPr>
          <w:p w14:paraId="66326342" w14:textId="7E6827C5" w:rsidR="3157BADC" w:rsidRDefault="3157BADC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sz w:val="20"/>
                <w:szCs w:val="20"/>
              </w:rPr>
              <w:t>Planowany</w:t>
            </w:r>
          </w:p>
        </w:tc>
      </w:tr>
      <w:tr w:rsidR="3157BADC" w14:paraId="663463AF" w14:textId="77777777" w:rsidTr="3E232F59">
        <w:trPr>
          <w:trHeight w:val="300"/>
        </w:trPr>
        <w:tc>
          <w:tcPr>
            <w:tcW w:w="2119" w:type="dxa"/>
            <w:shd w:val="clear" w:color="auto" w:fill="auto"/>
          </w:tcPr>
          <w:p w14:paraId="757F33E3" w14:textId="5943EB1D" w:rsidR="07473ED4" w:rsidRDefault="07473ED4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Zakończony projekt</w:t>
            </w:r>
          </w:p>
        </w:tc>
        <w:tc>
          <w:tcPr>
            <w:tcW w:w="1518" w:type="dxa"/>
            <w:shd w:val="clear" w:color="auto" w:fill="auto"/>
          </w:tcPr>
          <w:p w14:paraId="57BECED8" w14:textId="1820EC47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4FBEEADE" w14:textId="5A8FE878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12-2021</w:t>
            </w:r>
          </w:p>
        </w:tc>
        <w:tc>
          <w:tcPr>
            <w:tcW w:w="1907" w:type="dxa"/>
            <w:shd w:val="clear" w:color="auto" w:fill="auto"/>
          </w:tcPr>
          <w:p w14:paraId="3C2AA1A1" w14:textId="76C1F3A2" w:rsidR="3157BADC" w:rsidRDefault="3157BADC" w:rsidP="3157BADC">
            <w:pPr>
              <w:pStyle w:val="Akapitzlist"/>
              <w:spacing w:line="240" w:lineRule="auto"/>
              <w:ind w:left="7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2789" w:type="dxa"/>
            <w:shd w:val="clear" w:color="auto" w:fill="auto"/>
          </w:tcPr>
          <w:p w14:paraId="56D4CA7A" w14:textId="7E6827C5" w:rsidR="3157BADC" w:rsidRDefault="3157BADC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sz w:val="20"/>
                <w:szCs w:val="20"/>
              </w:rPr>
              <w:t>Planowany</w:t>
            </w:r>
          </w:p>
        </w:tc>
      </w:tr>
      <w:tr w:rsidR="3157BADC" w14:paraId="47BC5CC1" w14:textId="77777777" w:rsidTr="3E232F59">
        <w:trPr>
          <w:trHeight w:val="300"/>
        </w:trPr>
        <w:tc>
          <w:tcPr>
            <w:tcW w:w="2119" w:type="dxa"/>
            <w:shd w:val="clear" w:color="auto" w:fill="auto"/>
          </w:tcPr>
          <w:p w14:paraId="2780543D" w14:textId="5B94231A" w:rsidR="07473ED4" w:rsidRDefault="07473ED4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Zamknięcie projektu</w:t>
            </w:r>
          </w:p>
        </w:tc>
        <w:tc>
          <w:tcPr>
            <w:tcW w:w="1518" w:type="dxa"/>
            <w:shd w:val="clear" w:color="auto" w:fill="auto"/>
          </w:tcPr>
          <w:p w14:paraId="508562E8" w14:textId="1820EC47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041DBEA8" w14:textId="5A8FE878" w:rsidR="3157BADC" w:rsidRDefault="3157BADC" w:rsidP="3157BA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12-2021</w:t>
            </w:r>
          </w:p>
        </w:tc>
        <w:tc>
          <w:tcPr>
            <w:tcW w:w="1907" w:type="dxa"/>
            <w:shd w:val="clear" w:color="auto" w:fill="auto"/>
          </w:tcPr>
          <w:p w14:paraId="09DCD2DD" w14:textId="76C1F3A2" w:rsidR="3157BADC" w:rsidRDefault="3157BADC" w:rsidP="3157BADC">
            <w:pPr>
              <w:pStyle w:val="Akapitzlist"/>
              <w:spacing w:line="240" w:lineRule="auto"/>
              <w:ind w:left="7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2789" w:type="dxa"/>
            <w:shd w:val="clear" w:color="auto" w:fill="auto"/>
          </w:tcPr>
          <w:p w14:paraId="6CAA861D" w14:textId="7E6827C5" w:rsidR="3157BADC" w:rsidRDefault="3157BADC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sz w:val="20"/>
                <w:szCs w:val="20"/>
              </w:rPr>
              <w:t>Planowany</w:t>
            </w:r>
          </w:p>
        </w:tc>
      </w:tr>
    </w:tbl>
    <w:p w14:paraId="5124380A" w14:textId="77777777" w:rsidR="00543AD5" w:rsidRDefault="003C4B20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5"/>
        <w:gridCol w:w="1276"/>
        <w:gridCol w:w="1842"/>
        <w:gridCol w:w="1703"/>
        <w:gridCol w:w="2268"/>
      </w:tblGrid>
      <w:tr w:rsidR="00543AD5" w14:paraId="0F051A38" w14:textId="77777777" w:rsidTr="3E232F59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86B7EA" w14:textId="77777777" w:rsidR="00543AD5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4C4A7582" w14:textId="77777777" w:rsidR="00543AD5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F8ACC79" w14:textId="77777777" w:rsidR="00543AD5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6AD32C66" w14:textId="77777777" w:rsidR="00543AD5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3" w:type="dxa"/>
            <w:shd w:val="clear" w:color="auto" w:fill="D0CECE" w:themeFill="background2" w:themeFillShade="E6"/>
            <w:vAlign w:val="center"/>
          </w:tcPr>
          <w:p w14:paraId="03B9EA51" w14:textId="77777777" w:rsidR="00D04839" w:rsidRDefault="258E1BF0" w:rsidP="41058B5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F70D98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Planowany </w:t>
            </w:r>
          </w:p>
          <w:p w14:paraId="607DD966" w14:textId="77777777" w:rsidR="00D04839" w:rsidRDefault="258E1BF0" w:rsidP="41058B5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F70D98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termin </w:t>
            </w:r>
          </w:p>
          <w:p w14:paraId="425B3B37" w14:textId="570A1AF6" w:rsidR="00543AD5" w:rsidRDefault="258E1BF0" w:rsidP="41058B5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F70D983">
              <w:rPr>
                <w:rFonts w:ascii="Arial" w:hAnsi="Arial" w:cs="Arial"/>
                <w:b/>
                <w:bCs/>
                <w:sz w:val="20"/>
                <w:szCs w:val="20"/>
              </w:rPr>
              <w:t>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39B92157" w14:textId="77777777" w:rsidR="00D04839" w:rsidRDefault="003C4B20" w:rsidP="41058B5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41058B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osiągnięta od początku </w:t>
            </w:r>
          </w:p>
          <w:p w14:paraId="0D2B6F21" w14:textId="0E40D582" w:rsidR="00D04839" w:rsidRDefault="003C4B20" w:rsidP="41058B5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41058B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realizacji projektu </w:t>
            </w:r>
          </w:p>
          <w:p w14:paraId="40FB980E" w14:textId="565302F4" w:rsidR="00543AD5" w:rsidRDefault="003C4B20" w:rsidP="41058B5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41058B5B">
              <w:rPr>
                <w:rFonts w:ascii="Arial" w:hAnsi="Arial" w:cs="Arial"/>
                <w:b/>
                <w:bCs/>
                <w:sz w:val="20"/>
                <w:szCs w:val="20"/>
              </w:rPr>
              <w:t>(narastająco)</w:t>
            </w:r>
          </w:p>
        </w:tc>
      </w:tr>
      <w:tr w:rsidR="00543AD5" w14:paraId="367433FF" w14:textId="77777777" w:rsidTr="3E232F59">
        <w:tc>
          <w:tcPr>
            <w:tcW w:w="2545" w:type="dxa"/>
            <w:shd w:val="clear" w:color="auto" w:fill="auto"/>
          </w:tcPr>
          <w:p w14:paraId="0A10FC57" w14:textId="3267BF87" w:rsidR="00543AD5" w:rsidRPr="00B44E12" w:rsidRDefault="18CC0387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 xml:space="preserve">KPI1: </w:t>
            </w:r>
            <w:r w:rsidR="2787B574" w:rsidRPr="03CFB235">
              <w:rPr>
                <w:rFonts w:ascii="Arial" w:eastAsia="Arial" w:hAnsi="Arial" w:cs="Arial"/>
                <w:sz w:val="20"/>
                <w:szCs w:val="20"/>
              </w:rPr>
              <w:t>Liczba systemów do obsługi wszystkich obszarów PIS</w:t>
            </w:r>
          </w:p>
        </w:tc>
        <w:tc>
          <w:tcPr>
            <w:tcW w:w="1276" w:type="dxa"/>
            <w:shd w:val="clear" w:color="auto" w:fill="auto"/>
          </w:tcPr>
          <w:p w14:paraId="48AD5D03" w14:textId="15450652" w:rsidR="00543AD5" w:rsidRPr="00B44E12" w:rsidRDefault="2787B57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3DD619E7" w14:textId="0A964C06" w:rsidR="00543AD5" w:rsidRPr="00B44E12" w:rsidRDefault="2787B57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3" w:type="dxa"/>
            <w:shd w:val="clear" w:color="auto" w:fill="auto"/>
          </w:tcPr>
          <w:p w14:paraId="59AC7647" w14:textId="6F8A72A4" w:rsidR="00543AD5" w:rsidRPr="000571CA" w:rsidRDefault="60958808" w:rsidP="41058B5B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DB9BBC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3</w:t>
            </w:r>
            <w:r w:rsidR="00C76333" w:rsidRPr="1DB9BBC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</w:t>
            </w:r>
            <w:r w:rsidRPr="1DB9BBC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-06</w:t>
            </w:r>
            <w:r w:rsidR="174248FD" w:rsidRPr="1DB9BBC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="2FF11258" w:rsidRPr="1DB9BBC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2268" w:type="dxa"/>
            <w:shd w:val="clear" w:color="auto" w:fill="auto"/>
          </w:tcPr>
          <w:p w14:paraId="484266F2" w14:textId="344E6AA1" w:rsidR="00543AD5" w:rsidRPr="00B44E12" w:rsidRDefault="47B1DDA5" w:rsidP="3E232F59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E232F5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 (istnieje wiele systemów)</w:t>
            </w:r>
          </w:p>
        </w:tc>
      </w:tr>
      <w:tr w:rsidR="00543AD5" w14:paraId="4AE7AF15" w14:textId="77777777" w:rsidTr="3E232F59">
        <w:tc>
          <w:tcPr>
            <w:tcW w:w="2545" w:type="dxa"/>
            <w:shd w:val="clear" w:color="auto" w:fill="auto"/>
          </w:tcPr>
          <w:p w14:paraId="22FB8E90" w14:textId="3AFA2CB4" w:rsidR="00543AD5" w:rsidRPr="00B44E12" w:rsidRDefault="3BCCE82A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 xml:space="preserve">KPI2: </w:t>
            </w:r>
            <w:r w:rsidR="2787B574" w:rsidRPr="03CFB235">
              <w:rPr>
                <w:rFonts w:ascii="Arial" w:eastAsia="Arial" w:hAnsi="Arial" w:cs="Arial"/>
                <w:sz w:val="20"/>
                <w:szCs w:val="20"/>
              </w:rPr>
              <w:t>Liczba systemów dających możliwość monitorowania zmian w historii klienta</w:t>
            </w:r>
          </w:p>
        </w:tc>
        <w:tc>
          <w:tcPr>
            <w:tcW w:w="1276" w:type="dxa"/>
            <w:shd w:val="clear" w:color="auto" w:fill="auto"/>
          </w:tcPr>
          <w:p w14:paraId="28744BD4" w14:textId="15450652" w:rsidR="00543AD5" w:rsidRPr="00B44E12" w:rsidRDefault="2787B57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Szt.</w:t>
            </w:r>
          </w:p>
          <w:p w14:paraId="2798E462" w14:textId="33CEB5E5" w:rsidR="00543AD5" w:rsidRPr="00B44E12" w:rsidRDefault="00543AD5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2F7E54AD" w14:textId="3AC432C3" w:rsidR="00543AD5" w:rsidRPr="00B44E12" w:rsidRDefault="2787B57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3" w:type="dxa"/>
            <w:shd w:val="clear" w:color="auto" w:fill="auto"/>
          </w:tcPr>
          <w:p w14:paraId="4BA46831" w14:textId="0C0CC1B8" w:rsidR="00543AD5" w:rsidRPr="000571CA" w:rsidRDefault="00C76333" w:rsidP="4EC6B72E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30</w:t>
            </w:r>
            <w:r w:rsidR="592EC88B"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-06-2021</w:t>
            </w:r>
          </w:p>
          <w:p w14:paraId="1C8338DB" w14:textId="470D6036" w:rsidR="00543AD5" w:rsidRPr="000571CA" w:rsidRDefault="00543AD5" w:rsidP="4EC6B72E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128F263" w14:textId="222901B8" w:rsidR="00543AD5" w:rsidRPr="00B44E12" w:rsidRDefault="2D0C80B5" w:rsidP="3E232F59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E232F5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543AD5" w14:paraId="285B14F5" w14:textId="77777777" w:rsidTr="3E232F59">
        <w:trPr>
          <w:trHeight w:val="1140"/>
        </w:trPr>
        <w:tc>
          <w:tcPr>
            <w:tcW w:w="2545" w:type="dxa"/>
            <w:shd w:val="clear" w:color="auto" w:fill="auto"/>
          </w:tcPr>
          <w:p w14:paraId="3534A0DB" w14:textId="3E5DEC07" w:rsidR="00543AD5" w:rsidRPr="00B44E12" w:rsidRDefault="4416F1FD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sz w:val="20"/>
                <w:szCs w:val="20"/>
              </w:rPr>
              <w:t xml:space="preserve">KPI3: </w:t>
            </w:r>
            <w:r w:rsidR="2584D3EC" w:rsidRPr="3157BADC">
              <w:rPr>
                <w:rFonts w:ascii="Arial" w:eastAsia="Arial" w:hAnsi="Arial" w:cs="Arial"/>
                <w:sz w:val="20"/>
                <w:szCs w:val="20"/>
              </w:rPr>
              <w:t>Procent spraw zgłoszonych kanałem centralnym (infolinia, formularz WWW)</w:t>
            </w:r>
          </w:p>
        </w:tc>
        <w:tc>
          <w:tcPr>
            <w:tcW w:w="1276" w:type="dxa"/>
            <w:shd w:val="clear" w:color="auto" w:fill="auto"/>
          </w:tcPr>
          <w:p w14:paraId="3F0BBE6F" w14:textId="77A59675" w:rsidR="00543AD5" w:rsidRPr="00B44E12" w:rsidRDefault="2787B57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Procent</w:t>
            </w:r>
          </w:p>
        </w:tc>
        <w:tc>
          <w:tcPr>
            <w:tcW w:w="1842" w:type="dxa"/>
            <w:shd w:val="clear" w:color="auto" w:fill="auto"/>
          </w:tcPr>
          <w:p w14:paraId="7ACFB183" w14:textId="3EEDF0A2" w:rsidR="00543AD5" w:rsidRPr="00B44E12" w:rsidRDefault="2787B57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90%</w:t>
            </w:r>
          </w:p>
        </w:tc>
        <w:tc>
          <w:tcPr>
            <w:tcW w:w="1703" w:type="dxa"/>
            <w:shd w:val="clear" w:color="auto" w:fill="auto"/>
          </w:tcPr>
          <w:p w14:paraId="0F5FC073" w14:textId="3FB99FF6" w:rsidR="00543AD5" w:rsidRPr="000571CA" w:rsidRDefault="183FFD0D" w:rsidP="4EC6B72E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E232F5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30</w:t>
            </w:r>
            <w:r w:rsidR="36CC51FB" w:rsidRPr="3E232F5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-06-2021</w:t>
            </w:r>
          </w:p>
          <w:p w14:paraId="303AAA3A" w14:textId="2896B705" w:rsidR="00543AD5" w:rsidRPr="000571CA" w:rsidRDefault="00543AD5" w:rsidP="4EC6B72E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5A14EDB" w14:textId="1D905D9E" w:rsidR="00543AD5" w:rsidRPr="00B44E12" w:rsidRDefault="581B1DF1" w:rsidP="3E232F59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E232F5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543AD5" w14:paraId="4ED111B4" w14:textId="77777777" w:rsidTr="3E232F59">
        <w:trPr>
          <w:trHeight w:val="2310"/>
        </w:trPr>
        <w:tc>
          <w:tcPr>
            <w:tcW w:w="2545" w:type="dxa"/>
            <w:shd w:val="clear" w:color="auto" w:fill="auto"/>
          </w:tcPr>
          <w:p w14:paraId="2C34E96D" w14:textId="0BF42077" w:rsidR="00543AD5" w:rsidRPr="00B44E12" w:rsidRDefault="7301A7F7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99EE95D">
              <w:rPr>
                <w:rFonts w:ascii="Arial" w:eastAsia="Arial" w:hAnsi="Arial" w:cs="Arial"/>
                <w:sz w:val="20"/>
                <w:szCs w:val="20"/>
              </w:rPr>
              <w:t xml:space="preserve">KPI4: </w:t>
            </w:r>
            <w:r w:rsidR="0D04FAC5" w:rsidRPr="099EE95D">
              <w:rPr>
                <w:rFonts w:ascii="Arial" w:eastAsia="Arial" w:hAnsi="Arial" w:cs="Arial"/>
                <w:sz w:val="20"/>
                <w:szCs w:val="20"/>
              </w:rPr>
              <w:t>Średni cz</w:t>
            </w:r>
            <w:r w:rsidR="000571CA">
              <w:rPr>
                <w:rFonts w:ascii="Arial" w:eastAsia="Arial" w:hAnsi="Arial" w:cs="Arial"/>
                <w:sz w:val="20"/>
                <w:szCs w:val="20"/>
              </w:rPr>
              <w:t>as obsługi jednego zgłoszenia w </w:t>
            </w:r>
            <w:r w:rsidR="0D04FAC5" w:rsidRPr="099EE95D">
              <w:rPr>
                <w:rFonts w:ascii="Arial" w:eastAsia="Arial" w:hAnsi="Arial" w:cs="Arial"/>
                <w:sz w:val="20"/>
                <w:szCs w:val="20"/>
              </w:rPr>
              <w:t>systemie SEPIS</w:t>
            </w:r>
          </w:p>
        </w:tc>
        <w:tc>
          <w:tcPr>
            <w:tcW w:w="1276" w:type="dxa"/>
            <w:shd w:val="clear" w:color="auto" w:fill="auto"/>
          </w:tcPr>
          <w:p w14:paraId="04EBB785" w14:textId="58D1D52D" w:rsidR="00543AD5" w:rsidRPr="00B44E12" w:rsidRDefault="2787B57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Godz.</w:t>
            </w:r>
          </w:p>
        </w:tc>
        <w:tc>
          <w:tcPr>
            <w:tcW w:w="1842" w:type="dxa"/>
            <w:shd w:val="clear" w:color="auto" w:fill="auto"/>
          </w:tcPr>
          <w:p w14:paraId="61EC1047" w14:textId="6519FCC5" w:rsidR="00543AD5" w:rsidRPr="00B44E12" w:rsidRDefault="2787B57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24h</w:t>
            </w:r>
          </w:p>
        </w:tc>
        <w:tc>
          <w:tcPr>
            <w:tcW w:w="1703" w:type="dxa"/>
            <w:shd w:val="clear" w:color="auto" w:fill="auto"/>
          </w:tcPr>
          <w:p w14:paraId="406ED7B6" w14:textId="0AD6CBEF" w:rsidR="00543AD5" w:rsidRPr="000571CA" w:rsidRDefault="00C76333" w:rsidP="4EC6B72E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30</w:t>
            </w:r>
            <w:r w:rsidR="6F562AEE"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-06-2021</w:t>
            </w:r>
          </w:p>
          <w:p w14:paraId="38395F04" w14:textId="399B97C8" w:rsidR="00543AD5" w:rsidRPr="000571CA" w:rsidRDefault="00543AD5" w:rsidP="4EC6B72E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C53A1DE" w14:textId="57048747" w:rsidR="00543AD5" w:rsidRPr="00B44E12" w:rsidRDefault="1290F885" w:rsidP="3E232F59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E232F59">
              <w:rPr>
                <w:rFonts w:ascii="Arial" w:eastAsia="Arial" w:hAnsi="Arial" w:cs="Arial"/>
                <w:sz w:val="20"/>
                <w:szCs w:val="20"/>
              </w:rPr>
              <w:t>2h 51 minut</w:t>
            </w:r>
          </w:p>
          <w:p w14:paraId="0BFEF386" w14:textId="03B932BC" w:rsidR="00543AD5" w:rsidRPr="00B44E12" w:rsidRDefault="1D8CA373" w:rsidP="3E232F59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E232F59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="4A1CD12E" w:rsidRPr="3E232F59">
              <w:rPr>
                <w:rFonts w:ascii="Arial" w:eastAsia="Arial" w:hAnsi="Arial" w:cs="Arial"/>
                <w:sz w:val="20"/>
                <w:szCs w:val="20"/>
              </w:rPr>
              <w:t xml:space="preserve">średnia </w:t>
            </w:r>
            <w:r w:rsidR="02F39553" w:rsidRPr="3E232F59">
              <w:rPr>
                <w:rFonts w:ascii="Arial" w:eastAsia="Arial" w:hAnsi="Arial" w:cs="Arial"/>
                <w:sz w:val="20"/>
                <w:szCs w:val="20"/>
              </w:rPr>
              <w:t xml:space="preserve">wartość dla okresu: </w:t>
            </w:r>
            <w:r w:rsidR="56940FD6" w:rsidRPr="3E232F59">
              <w:rPr>
                <w:rFonts w:ascii="Arial" w:eastAsia="Arial" w:hAnsi="Arial" w:cs="Arial"/>
                <w:sz w:val="20"/>
                <w:szCs w:val="20"/>
              </w:rPr>
              <w:t>01</w:t>
            </w:r>
            <w:r w:rsidR="02F39553" w:rsidRPr="3E232F59"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="714BE2EF" w:rsidRPr="3E232F59">
              <w:rPr>
                <w:rFonts w:ascii="Arial" w:eastAsia="Arial" w:hAnsi="Arial" w:cs="Arial"/>
                <w:sz w:val="20"/>
                <w:szCs w:val="20"/>
              </w:rPr>
              <w:t>04</w:t>
            </w:r>
            <w:r w:rsidR="02F39553" w:rsidRPr="3E232F59">
              <w:rPr>
                <w:rFonts w:ascii="Arial" w:eastAsia="Arial" w:hAnsi="Arial" w:cs="Arial"/>
                <w:sz w:val="20"/>
                <w:szCs w:val="20"/>
              </w:rPr>
              <w:t>.202</w:t>
            </w:r>
            <w:r w:rsidR="455FB69B" w:rsidRPr="3E232F59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2F39553" w:rsidRPr="3E232F59">
              <w:rPr>
                <w:rFonts w:ascii="Arial" w:eastAsia="Arial" w:hAnsi="Arial" w:cs="Arial"/>
                <w:sz w:val="20"/>
                <w:szCs w:val="20"/>
              </w:rPr>
              <w:t>-3</w:t>
            </w:r>
            <w:r w:rsidR="51BA84F1" w:rsidRPr="3E232F59">
              <w:rPr>
                <w:rFonts w:ascii="Arial" w:eastAsia="Arial" w:hAnsi="Arial" w:cs="Arial"/>
                <w:sz w:val="20"/>
                <w:szCs w:val="20"/>
              </w:rPr>
              <w:t>0</w:t>
            </w:r>
            <w:r w:rsidR="02F39553" w:rsidRPr="3E232F59">
              <w:rPr>
                <w:rFonts w:ascii="Arial" w:eastAsia="Arial" w:hAnsi="Arial" w:cs="Arial"/>
                <w:sz w:val="20"/>
                <w:szCs w:val="20"/>
              </w:rPr>
              <w:t>.0</w:t>
            </w:r>
            <w:r w:rsidR="6A33F586" w:rsidRPr="3E232F59">
              <w:rPr>
                <w:rFonts w:ascii="Arial" w:eastAsia="Arial" w:hAnsi="Arial" w:cs="Arial"/>
                <w:sz w:val="20"/>
                <w:szCs w:val="20"/>
              </w:rPr>
              <w:t>6</w:t>
            </w:r>
            <w:r w:rsidR="02F39553" w:rsidRPr="3E232F59">
              <w:rPr>
                <w:rFonts w:ascii="Arial" w:eastAsia="Arial" w:hAnsi="Arial" w:cs="Arial"/>
                <w:sz w:val="20"/>
                <w:szCs w:val="20"/>
              </w:rPr>
              <w:t>.2021)</w:t>
            </w:r>
          </w:p>
        </w:tc>
      </w:tr>
      <w:tr w:rsidR="00543AD5" w14:paraId="53179F68" w14:textId="77777777" w:rsidTr="3E232F59">
        <w:tc>
          <w:tcPr>
            <w:tcW w:w="2545" w:type="dxa"/>
            <w:shd w:val="clear" w:color="auto" w:fill="auto"/>
          </w:tcPr>
          <w:p w14:paraId="45A0FECE" w14:textId="365784BE" w:rsidR="00543AD5" w:rsidRPr="00B44E12" w:rsidRDefault="3D12F739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KPI5: </w:t>
            </w:r>
            <w:r w:rsidR="2787B574" w:rsidRPr="03CFB235">
              <w:rPr>
                <w:rFonts w:ascii="Arial" w:eastAsia="Arial" w:hAnsi="Arial" w:cs="Arial"/>
                <w:sz w:val="20"/>
                <w:szCs w:val="20"/>
              </w:rPr>
              <w:t>Procent automatycznie założonych kwarantann w sytuacji epidemii</w:t>
            </w:r>
          </w:p>
        </w:tc>
        <w:tc>
          <w:tcPr>
            <w:tcW w:w="1276" w:type="dxa"/>
            <w:shd w:val="clear" w:color="auto" w:fill="auto"/>
          </w:tcPr>
          <w:p w14:paraId="4C5C0B90" w14:textId="1E757143" w:rsidR="00543AD5" w:rsidRPr="00B44E12" w:rsidRDefault="2787B57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Procent</w:t>
            </w:r>
          </w:p>
        </w:tc>
        <w:tc>
          <w:tcPr>
            <w:tcW w:w="1842" w:type="dxa"/>
            <w:shd w:val="clear" w:color="auto" w:fill="auto"/>
          </w:tcPr>
          <w:p w14:paraId="02346E48" w14:textId="7CF6AEF9" w:rsidR="00543AD5" w:rsidRPr="00B44E12" w:rsidRDefault="2787B57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20%</w:t>
            </w:r>
          </w:p>
        </w:tc>
        <w:tc>
          <w:tcPr>
            <w:tcW w:w="1703" w:type="dxa"/>
            <w:shd w:val="clear" w:color="auto" w:fill="auto"/>
          </w:tcPr>
          <w:p w14:paraId="307760E7" w14:textId="1BBC756D" w:rsidR="001B625E" w:rsidRPr="000571CA" w:rsidRDefault="00C76333" w:rsidP="4EC6B72E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30</w:t>
            </w:r>
            <w:r w:rsidR="0C1BE207"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-06-2021</w:t>
            </w:r>
          </w:p>
        </w:tc>
        <w:tc>
          <w:tcPr>
            <w:tcW w:w="2268" w:type="dxa"/>
            <w:shd w:val="clear" w:color="auto" w:fill="auto"/>
          </w:tcPr>
          <w:p w14:paraId="6ECD3FDB" w14:textId="5ADFE4A0" w:rsidR="00543AD5" w:rsidRPr="00446C4E" w:rsidRDefault="54EDC5E7" w:rsidP="3E232F59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E232F59">
              <w:rPr>
                <w:rFonts w:ascii="Arial" w:eastAsia="Arial" w:hAnsi="Arial" w:cs="Arial"/>
                <w:sz w:val="20"/>
                <w:szCs w:val="20"/>
              </w:rPr>
              <w:t>4</w:t>
            </w:r>
            <w:r w:rsidR="476D236D" w:rsidRPr="3E232F59">
              <w:rPr>
                <w:rFonts w:ascii="Arial" w:eastAsia="Arial" w:hAnsi="Arial" w:cs="Arial"/>
                <w:sz w:val="20"/>
                <w:szCs w:val="20"/>
              </w:rPr>
              <w:t>8,9</w:t>
            </w:r>
            <w:r w:rsidR="7A6A7FDE" w:rsidRPr="3E232F59">
              <w:rPr>
                <w:rFonts w:ascii="Arial" w:eastAsia="Arial" w:hAnsi="Arial" w:cs="Arial"/>
                <w:sz w:val="20"/>
                <w:szCs w:val="20"/>
              </w:rPr>
              <w:t>%</w:t>
            </w:r>
          </w:p>
        </w:tc>
      </w:tr>
      <w:tr w:rsidR="03CFB235" w14:paraId="45C840C6" w14:textId="77777777" w:rsidTr="3E232F59">
        <w:tc>
          <w:tcPr>
            <w:tcW w:w="2545" w:type="dxa"/>
            <w:shd w:val="clear" w:color="auto" w:fill="auto"/>
          </w:tcPr>
          <w:p w14:paraId="249B13A7" w14:textId="5E8AB2E9" w:rsidR="51335442" w:rsidRDefault="51335442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KPI</w:t>
            </w:r>
            <w:r w:rsidR="0AD76623" w:rsidRPr="03CFB235">
              <w:rPr>
                <w:rFonts w:ascii="Arial" w:eastAsia="Arial" w:hAnsi="Arial" w:cs="Arial"/>
                <w:sz w:val="20"/>
                <w:szCs w:val="20"/>
              </w:rPr>
              <w:t>6</w:t>
            </w:r>
            <w:r w:rsidRPr="03CFB235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2787B574" w:rsidRPr="03CFB235">
              <w:rPr>
                <w:rFonts w:ascii="Arial" w:eastAsia="Arial" w:hAnsi="Arial" w:cs="Arial"/>
                <w:sz w:val="20"/>
                <w:szCs w:val="20"/>
              </w:rPr>
              <w:t>Liczba użytkowników systemu</w:t>
            </w:r>
          </w:p>
        </w:tc>
        <w:tc>
          <w:tcPr>
            <w:tcW w:w="1276" w:type="dxa"/>
            <w:shd w:val="clear" w:color="auto" w:fill="auto"/>
          </w:tcPr>
          <w:p w14:paraId="78B92B14" w14:textId="7E30E8C1" w:rsidR="2787B574" w:rsidRDefault="2787B57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Osoby</w:t>
            </w:r>
          </w:p>
        </w:tc>
        <w:tc>
          <w:tcPr>
            <w:tcW w:w="1842" w:type="dxa"/>
            <w:shd w:val="clear" w:color="auto" w:fill="auto"/>
          </w:tcPr>
          <w:p w14:paraId="1DA11632" w14:textId="0B3B3A31" w:rsidR="2787B574" w:rsidRDefault="2787B57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6000</w:t>
            </w:r>
          </w:p>
        </w:tc>
        <w:tc>
          <w:tcPr>
            <w:tcW w:w="1703" w:type="dxa"/>
            <w:shd w:val="clear" w:color="auto" w:fill="auto"/>
          </w:tcPr>
          <w:p w14:paraId="438D752E" w14:textId="3F52E7CD" w:rsidR="03CFB235" w:rsidRPr="000571CA" w:rsidRDefault="00C76333" w:rsidP="4EC6B72E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30</w:t>
            </w:r>
            <w:r w:rsidR="7FBB3121"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-06-2021</w:t>
            </w:r>
          </w:p>
          <w:p w14:paraId="13FD288E" w14:textId="585AB718" w:rsidR="03CFB235" w:rsidRPr="000571CA" w:rsidRDefault="03CFB235" w:rsidP="4EC6B72E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0E46115" w14:textId="36F6E73E" w:rsidR="03CFB235" w:rsidRDefault="4104DC95" w:rsidP="3E232F59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E232F5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12 9</w:t>
            </w:r>
            <w:r w:rsidR="6794CC70" w:rsidRPr="3E232F5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50</w:t>
            </w:r>
          </w:p>
        </w:tc>
      </w:tr>
      <w:tr w:rsidR="03CFB235" w14:paraId="62E792FA" w14:textId="77777777" w:rsidTr="3E232F59">
        <w:tc>
          <w:tcPr>
            <w:tcW w:w="2545" w:type="dxa"/>
            <w:shd w:val="clear" w:color="auto" w:fill="auto"/>
          </w:tcPr>
          <w:p w14:paraId="415D99BB" w14:textId="4572C767" w:rsidR="7E947C49" w:rsidRDefault="4E7E956B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sz w:val="20"/>
                <w:szCs w:val="20"/>
              </w:rPr>
              <w:t xml:space="preserve">KPI7: </w:t>
            </w:r>
            <w:r w:rsidR="0A7535EB" w:rsidRPr="6ACA118A">
              <w:rPr>
                <w:rFonts w:ascii="Arial" w:eastAsia="Arial" w:hAnsi="Arial" w:cs="Arial"/>
                <w:sz w:val="20"/>
                <w:szCs w:val="20"/>
              </w:rPr>
              <w:t>Istnie</w:t>
            </w:r>
            <w:r w:rsidR="34D34655" w:rsidRPr="6ACA118A">
              <w:rPr>
                <w:rFonts w:ascii="Arial" w:eastAsia="Arial" w:hAnsi="Arial" w:cs="Arial"/>
                <w:sz w:val="20"/>
                <w:szCs w:val="20"/>
              </w:rPr>
              <w:t>nie</w:t>
            </w:r>
            <w:r w:rsidR="0A7535EB" w:rsidRPr="6ACA118A">
              <w:rPr>
                <w:rFonts w:ascii="Arial" w:eastAsia="Arial" w:hAnsi="Arial" w:cs="Arial"/>
                <w:sz w:val="20"/>
                <w:szCs w:val="20"/>
              </w:rPr>
              <w:t xml:space="preserve"> SLA dla kontaktu</w:t>
            </w:r>
          </w:p>
        </w:tc>
        <w:tc>
          <w:tcPr>
            <w:tcW w:w="1276" w:type="dxa"/>
            <w:shd w:val="clear" w:color="auto" w:fill="auto"/>
          </w:tcPr>
          <w:p w14:paraId="4687C7FD" w14:textId="4E2660AD" w:rsidR="2787B574" w:rsidRDefault="2787B57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20A091C8" w14:textId="422A9BEF" w:rsidR="2787B574" w:rsidRDefault="2787B57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3" w:type="dxa"/>
            <w:shd w:val="clear" w:color="auto" w:fill="auto"/>
          </w:tcPr>
          <w:p w14:paraId="730DD121" w14:textId="1A847841" w:rsidR="03CFB235" w:rsidRPr="000571CA" w:rsidRDefault="00C76333" w:rsidP="4EC6B72E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30</w:t>
            </w:r>
            <w:r w:rsidR="5E7FA3E5"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-06-2021</w:t>
            </w:r>
          </w:p>
          <w:p w14:paraId="756E9E8B" w14:textId="60ADB6EB" w:rsidR="03CFB235" w:rsidRPr="000571CA" w:rsidRDefault="03CFB235" w:rsidP="4EC6B72E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67FA809" w14:textId="5078451A" w:rsidR="03CFB235" w:rsidRDefault="32B5BFD6" w:rsidP="3E232F59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E232F5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</w:t>
            </w:r>
            <w:r w:rsidR="1EFBB9C4" w:rsidRPr="3E232F5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1EFBB9C4" w:rsidRPr="3E232F59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(zdefiniowano czasy reakcji dla zgłoszenia od obywateli)</w:t>
            </w:r>
          </w:p>
        </w:tc>
      </w:tr>
    </w:tbl>
    <w:p w14:paraId="4C4B3385" w14:textId="0B2CAE20" w:rsidR="00543AD5" w:rsidRPr="00752B34" w:rsidRDefault="003C4B20">
      <w:pPr>
        <w:pStyle w:val="Nagwek2"/>
        <w:numPr>
          <w:ilvl w:val="0"/>
          <w:numId w:val="5"/>
        </w:numPr>
        <w:spacing w:before="360" w:after="120"/>
        <w:ind w:left="426" w:hanging="426"/>
        <w:rPr>
          <w:rFonts w:ascii="Arial" w:hAnsi="Arial" w:cs="Arial"/>
          <w:color w:val="auto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E-</w:t>
      </w:r>
      <w:r w:rsidRPr="00752B34">
        <w:rPr>
          <w:rStyle w:val="Nagwek2Znak"/>
          <w:rFonts w:ascii="Arial" w:hAnsi="Arial" w:cs="Arial"/>
          <w:b/>
          <w:color w:val="auto"/>
          <w:sz w:val="24"/>
          <w:szCs w:val="24"/>
        </w:rPr>
        <w:t>usługi 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93"/>
        <w:gridCol w:w="1308"/>
        <w:gridCol w:w="1396"/>
        <w:gridCol w:w="4037"/>
      </w:tblGrid>
      <w:tr w:rsidR="00752B34" w:rsidRPr="00752B34" w14:paraId="524A22F9" w14:textId="77777777" w:rsidTr="3157BADC">
        <w:trPr>
          <w:tblHeader/>
        </w:trPr>
        <w:tc>
          <w:tcPr>
            <w:tcW w:w="2893" w:type="dxa"/>
            <w:shd w:val="clear" w:color="auto" w:fill="D0CECE" w:themeFill="background2" w:themeFillShade="E6"/>
            <w:vAlign w:val="center"/>
          </w:tcPr>
          <w:p w14:paraId="7C044DE1" w14:textId="77777777" w:rsidR="00543AD5" w:rsidRPr="00752B34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52B34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308" w:type="dxa"/>
            <w:shd w:val="clear" w:color="auto" w:fill="D0CECE" w:themeFill="background2" w:themeFillShade="E6"/>
            <w:vAlign w:val="center"/>
          </w:tcPr>
          <w:p w14:paraId="69694E33" w14:textId="77777777" w:rsidR="00D04839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52B34">
              <w:rPr>
                <w:rFonts w:ascii="Arial" w:hAnsi="Arial" w:cs="Arial"/>
                <w:b/>
                <w:sz w:val="20"/>
                <w:szCs w:val="20"/>
              </w:rPr>
              <w:t xml:space="preserve">Planowana data </w:t>
            </w:r>
          </w:p>
          <w:p w14:paraId="4C2CA567" w14:textId="07E9FCD5" w:rsidR="00543AD5" w:rsidRPr="00752B34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52B34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1396" w:type="dxa"/>
            <w:shd w:val="clear" w:color="auto" w:fill="D0CECE" w:themeFill="background2" w:themeFillShade="E6"/>
          </w:tcPr>
          <w:p w14:paraId="684B99F7" w14:textId="77777777" w:rsidR="00D04839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52B34">
              <w:rPr>
                <w:rFonts w:ascii="Arial" w:hAnsi="Arial" w:cs="Arial"/>
                <w:b/>
                <w:sz w:val="20"/>
                <w:szCs w:val="20"/>
              </w:rPr>
              <w:t xml:space="preserve">Rzeczywista data </w:t>
            </w:r>
          </w:p>
          <w:p w14:paraId="67D23336" w14:textId="375E8C58" w:rsidR="00543AD5" w:rsidRPr="00752B34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52B34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4037" w:type="dxa"/>
            <w:shd w:val="clear" w:color="auto" w:fill="D0CECE" w:themeFill="background2" w:themeFillShade="E6"/>
            <w:vAlign w:val="center"/>
          </w:tcPr>
          <w:p w14:paraId="060393CF" w14:textId="77777777" w:rsidR="00543AD5" w:rsidRPr="00752B34" w:rsidRDefault="003C4B20" w:rsidP="41058B5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99EE95D">
              <w:rPr>
                <w:rFonts w:ascii="Arial" w:hAnsi="Arial" w:cs="Arial"/>
                <w:b/>
                <w:bCs/>
                <w:sz w:val="20"/>
                <w:szCs w:val="20"/>
              </w:rPr>
              <w:t>Opis zmian</w:t>
            </w:r>
          </w:p>
        </w:tc>
      </w:tr>
      <w:tr w:rsidR="00752B34" w:rsidRPr="00752B34" w14:paraId="263D8968" w14:textId="77777777" w:rsidTr="3157BADC">
        <w:tc>
          <w:tcPr>
            <w:tcW w:w="2893" w:type="dxa"/>
            <w:shd w:val="clear" w:color="auto" w:fill="auto"/>
          </w:tcPr>
          <w:p w14:paraId="012C7BD5" w14:textId="66FE20EE" w:rsidR="00543AD5" w:rsidRPr="00DE0AAE" w:rsidRDefault="24F5F34E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sz w:val="20"/>
                <w:szCs w:val="20"/>
              </w:rPr>
              <w:t>E-usługa dla Obywateli "Zgłoszenie dla Sanepidu" (A2C)</w:t>
            </w:r>
          </w:p>
        </w:tc>
        <w:tc>
          <w:tcPr>
            <w:tcW w:w="1308" w:type="dxa"/>
            <w:shd w:val="clear" w:color="auto" w:fill="auto"/>
          </w:tcPr>
          <w:p w14:paraId="229757E6" w14:textId="3D4F6B1E" w:rsidR="00DE0AAE" w:rsidRPr="00DE0AAE" w:rsidRDefault="301383D9" w:rsidP="3157BADC">
            <w:pPr>
              <w:spacing w:line="240" w:lineRule="auto"/>
              <w:ind w:left="44"/>
              <w:rPr>
                <w:rFonts w:ascii="Arial" w:eastAsia="Times New Roman" w:hAnsi="Arial" w:cs="Arial"/>
                <w:sz w:val="20"/>
                <w:szCs w:val="20"/>
              </w:rPr>
            </w:pPr>
            <w:r w:rsidRPr="3157BADC">
              <w:rPr>
                <w:rFonts w:ascii="Arial" w:eastAsia="Times New Roman" w:hAnsi="Arial" w:cs="Arial"/>
                <w:sz w:val="20"/>
                <w:szCs w:val="20"/>
              </w:rPr>
              <w:t>11-2020</w:t>
            </w:r>
          </w:p>
        </w:tc>
        <w:tc>
          <w:tcPr>
            <w:tcW w:w="1396" w:type="dxa"/>
            <w:shd w:val="clear" w:color="auto" w:fill="auto"/>
          </w:tcPr>
          <w:p w14:paraId="495BD5AC" w14:textId="6A7C5BC4" w:rsidR="00543AD5" w:rsidRPr="00DE0AAE" w:rsidRDefault="5083D9A7" w:rsidP="3157BADC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3157BADC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5F4880EF" w:rsidRPr="3157BADC">
              <w:rPr>
                <w:rFonts w:ascii="Arial" w:eastAsia="Times New Roman" w:hAnsi="Arial" w:cs="Arial"/>
                <w:sz w:val="20"/>
                <w:szCs w:val="20"/>
              </w:rPr>
              <w:t>0</w:t>
            </w:r>
            <w:r w:rsidRPr="3157BADC">
              <w:rPr>
                <w:rFonts w:ascii="Arial" w:eastAsia="Times New Roman" w:hAnsi="Arial" w:cs="Arial"/>
                <w:sz w:val="20"/>
                <w:szCs w:val="20"/>
              </w:rPr>
              <w:t>-2020</w:t>
            </w:r>
          </w:p>
        </w:tc>
        <w:tc>
          <w:tcPr>
            <w:tcW w:w="4037" w:type="dxa"/>
            <w:shd w:val="clear" w:color="auto" w:fill="auto"/>
          </w:tcPr>
          <w:p w14:paraId="0677351F" w14:textId="77C8C657" w:rsidR="00543AD5" w:rsidRPr="00DE0AAE" w:rsidRDefault="64D42BA5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</w:tr>
      <w:tr w:rsidR="3157BADC" w14:paraId="6722740B" w14:textId="77777777" w:rsidTr="3157BADC">
        <w:tc>
          <w:tcPr>
            <w:tcW w:w="2893" w:type="dxa"/>
            <w:shd w:val="clear" w:color="auto" w:fill="auto"/>
          </w:tcPr>
          <w:p w14:paraId="73B3E0D6" w14:textId="7BC9D85D" w:rsidR="6734E1FE" w:rsidRDefault="6734E1FE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sz w:val="20"/>
                <w:szCs w:val="20"/>
              </w:rPr>
              <w:t>E-usługa dla Lekarzy „Zgłoszenie NOP" (A2A)</w:t>
            </w:r>
          </w:p>
        </w:tc>
        <w:tc>
          <w:tcPr>
            <w:tcW w:w="1308" w:type="dxa"/>
            <w:shd w:val="clear" w:color="auto" w:fill="auto"/>
          </w:tcPr>
          <w:p w14:paraId="28A26627" w14:textId="7D8FA46F" w:rsidR="6734E1FE" w:rsidRDefault="6734E1FE" w:rsidP="3157BADC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3157BADC">
              <w:rPr>
                <w:rFonts w:ascii="Arial" w:eastAsia="Times New Roman" w:hAnsi="Arial" w:cs="Arial"/>
                <w:sz w:val="20"/>
                <w:szCs w:val="20"/>
              </w:rPr>
              <w:t>01-2021</w:t>
            </w:r>
          </w:p>
        </w:tc>
        <w:tc>
          <w:tcPr>
            <w:tcW w:w="1396" w:type="dxa"/>
            <w:shd w:val="clear" w:color="auto" w:fill="auto"/>
          </w:tcPr>
          <w:p w14:paraId="5B357D4F" w14:textId="0DECF6A0" w:rsidR="6734E1FE" w:rsidRDefault="6734E1FE" w:rsidP="3157BADC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3157BADC">
              <w:rPr>
                <w:rFonts w:ascii="Arial" w:eastAsia="Times New Roman" w:hAnsi="Arial" w:cs="Arial"/>
                <w:sz w:val="20"/>
                <w:szCs w:val="20"/>
              </w:rPr>
              <w:t>01-2021</w:t>
            </w:r>
          </w:p>
        </w:tc>
        <w:tc>
          <w:tcPr>
            <w:tcW w:w="4037" w:type="dxa"/>
            <w:shd w:val="clear" w:color="auto" w:fill="auto"/>
          </w:tcPr>
          <w:p w14:paraId="5443EDC0" w14:textId="3FBF8315" w:rsidR="6734E1FE" w:rsidRDefault="6734E1FE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</w:tr>
    </w:tbl>
    <w:p w14:paraId="54B50D61" w14:textId="67D67C1C" w:rsidR="06C50632" w:rsidRDefault="06C50632"/>
    <w:p w14:paraId="53BF9F1A" w14:textId="33E8F5DB" w:rsidR="00543AD5" w:rsidRPr="00752B34" w:rsidRDefault="003C4B20" w:rsidP="00752B34">
      <w:pPr>
        <w:pStyle w:val="Nagwek2"/>
        <w:numPr>
          <w:ilvl w:val="0"/>
          <w:numId w:val="5"/>
        </w:numPr>
        <w:spacing w:before="360" w:after="120"/>
        <w:ind w:left="284" w:hanging="284"/>
        <w:rPr>
          <w:rFonts w:ascii="Arial" w:hAnsi="Arial" w:cs="Arial"/>
          <w:color w:val="auto"/>
          <w:sz w:val="20"/>
          <w:szCs w:val="20"/>
        </w:rPr>
      </w:pPr>
      <w:r w:rsidRPr="00752B34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25"/>
        <w:gridCol w:w="1261"/>
        <w:gridCol w:w="1395"/>
        <w:gridCol w:w="4153"/>
      </w:tblGrid>
      <w:tr w:rsidR="00543AD5" w14:paraId="25DC4591" w14:textId="77777777" w:rsidTr="665F9B42">
        <w:trPr>
          <w:tblHeader/>
        </w:trPr>
        <w:tc>
          <w:tcPr>
            <w:tcW w:w="2824" w:type="dxa"/>
            <w:shd w:val="clear" w:color="auto" w:fill="D0CECE" w:themeFill="background2" w:themeFillShade="E6"/>
            <w:vAlign w:val="center"/>
          </w:tcPr>
          <w:p w14:paraId="79479816" w14:textId="77777777" w:rsidR="00543AD5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121AFEEF" w14:textId="77777777" w:rsidR="00D04839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Planowana data </w:t>
            </w:r>
          </w:p>
          <w:p w14:paraId="4AA2768F" w14:textId="30B2CCB3" w:rsidR="00543AD5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3AB85D98" w14:textId="77777777" w:rsidR="00D04839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Rzeczywista data </w:t>
            </w:r>
          </w:p>
          <w:p w14:paraId="55AB1B72" w14:textId="4DEB5E5E" w:rsidR="00543AD5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4153" w:type="dxa"/>
            <w:shd w:val="clear" w:color="auto" w:fill="D0CECE" w:themeFill="background2" w:themeFillShade="E6"/>
            <w:vAlign w:val="center"/>
          </w:tcPr>
          <w:p w14:paraId="2048D9E7" w14:textId="77777777" w:rsidR="00543AD5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43AD5" w14:paraId="28F96DB7" w14:textId="77777777" w:rsidTr="665F9B42">
        <w:tc>
          <w:tcPr>
            <w:tcW w:w="2824" w:type="dxa"/>
            <w:shd w:val="clear" w:color="auto" w:fill="auto"/>
          </w:tcPr>
          <w:p w14:paraId="68CE55B0" w14:textId="56DD3C47" w:rsidR="00543AD5" w:rsidRPr="00DE0AAE" w:rsidRDefault="25CA639B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665F9B42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261" w:type="dxa"/>
            <w:shd w:val="clear" w:color="auto" w:fill="auto"/>
          </w:tcPr>
          <w:p w14:paraId="4EBA37EC" w14:textId="417CD97E" w:rsidR="00543AD5" w:rsidRPr="00DE0AAE" w:rsidRDefault="24A29CAC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DE0AAE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95" w:type="dxa"/>
            <w:shd w:val="clear" w:color="auto" w:fill="auto"/>
          </w:tcPr>
          <w:p w14:paraId="590043A8" w14:textId="00704CCD" w:rsidR="00543AD5" w:rsidRPr="00DE0AAE" w:rsidRDefault="24A29CAC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DE0AAE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4153" w:type="dxa"/>
            <w:shd w:val="clear" w:color="auto" w:fill="auto"/>
          </w:tcPr>
          <w:p w14:paraId="3DD17EC7" w14:textId="1926E6D8" w:rsidR="00543AD5" w:rsidRPr="00DE0AAE" w:rsidRDefault="24A29CAC" w:rsidP="03CFB235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DE0AAE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n/d</w:t>
            </w:r>
          </w:p>
        </w:tc>
      </w:tr>
    </w:tbl>
    <w:p w14:paraId="03F2BBA8" w14:textId="2C396E41" w:rsidR="00543AD5" w:rsidRPr="00752B34" w:rsidRDefault="003C4B20" w:rsidP="00752B34">
      <w:pPr>
        <w:pStyle w:val="Nagwek3"/>
        <w:numPr>
          <w:ilvl w:val="0"/>
          <w:numId w:val="5"/>
        </w:numPr>
        <w:spacing w:before="360" w:after="120"/>
        <w:ind w:left="425" w:hanging="425"/>
        <w:rPr>
          <w:rFonts w:ascii="Arial" w:hAnsi="Arial" w:cs="Arial"/>
          <w:color w:val="auto"/>
          <w:sz w:val="18"/>
          <w:szCs w:val="18"/>
        </w:rPr>
      </w:pPr>
      <w:r w:rsidRPr="47528423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lastRenderedPageBreak/>
        <w:t>Produkty końcowe projektu</w:t>
      </w:r>
      <w:r w:rsidRPr="47528423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</w:p>
    <w:tbl>
      <w:tblPr>
        <w:tblStyle w:val="Tabela-Siatka"/>
        <w:tblW w:w="9573" w:type="dxa"/>
        <w:tblLook w:val="04A0" w:firstRow="1" w:lastRow="0" w:firstColumn="1" w:lastColumn="0" w:noHBand="0" w:noVBand="1"/>
      </w:tblPr>
      <w:tblGrid>
        <w:gridCol w:w="3735"/>
        <w:gridCol w:w="1350"/>
        <w:gridCol w:w="1593"/>
        <w:gridCol w:w="2895"/>
      </w:tblGrid>
      <w:tr w:rsidR="00752B34" w:rsidRPr="00752B34" w14:paraId="67050D9A" w14:textId="77777777" w:rsidTr="3E232F59">
        <w:trPr>
          <w:tblHeader/>
        </w:trPr>
        <w:tc>
          <w:tcPr>
            <w:tcW w:w="3735" w:type="dxa"/>
            <w:shd w:val="clear" w:color="auto" w:fill="D0CECE" w:themeFill="background2" w:themeFillShade="E6"/>
            <w:vAlign w:val="center"/>
          </w:tcPr>
          <w:p w14:paraId="1215DC06" w14:textId="77777777" w:rsidR="00543AD5" w:rsidRPr="00752B34" w:rsidRDefault="003C4B20" w:rsidP="03CFB235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3CFB235">
              <w:rPr>
                <w:rFonts w:ascii="Arial" w:hAnsi="Arial" w:cs="Arial"/>
                <w:b/>
                <w:bCs/>
                <w:sz w:val="20"/>
                <w:szCs w:val="20"/>
              </w:rPr>
              <w:t>Nazwa produktu</w:t>
            </w:r>
          </w:p>
        </w:tc>
        <w:tc>
          <w:tcPr>
            <w:tcW w:w="1350" w:type="dxa"/>
            <w:shd w:val="clear" w:color="auto" w:fill="D0CECE" w:themeFill="background2" w:themeFillShade="E6"/>
            <w:vAlign w:val="center"/>
          </w:tcPr>
          <w:p w14:paraId="14ED21A3" w14:textId="77777777" w:rsidR="00D04839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52B34">
              <w:rPr>
                <w:rFonts w:ascii="Arial" w:hAnsi="Arial" w:cs="Arial"/>
                <w:b/>
                <w:sz w:val="20"/>
                <w:szCs w:val="20"/>
              </w:rPr>
              <w:t xml:space="preserve">Planowana data </w:t>
            </w:r>
          </w:p>
          <w:p w14:paraId="6BA68A4C" w14:textId="68301765" w:rsidR="00543AD5" w:rsidRPr="00752B34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52B34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1593" w:type="dxa"/>
            <w:shd w:val="clear" w:color="auto" w:fill="D0CECE" w:themeFill="background2" w:themeFillShade="E6"/>
            <w:vAlign w:val="center"/>
          </w:tcPr>
          <w:p w14:paraId="627E2643" w14:textId="77777777" w:rsidR="00D04839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52B34">
              <w:rPr>
                <w:rFonts w:ascii="Arial" w:hAnsi="Arial" w:cs="Arial"/>
                <w:b/>
                <w:sz w:val="20"/>
                <w:szCs w:val="20"/>
              </w:rPr>
              <w:t xml:space="preserve">Rzeczywista data </w:t>
            </w:r>
          </w:p>
          <w:p w14:paraId="6F1487AF" w14:textId="1C8EB062" w:rsidR="00543AD5" w:rsidRPr="00752B34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52B34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2895" w:type="dxa"/>
            <w:shd w:val="clear" w:color="auto" w:fill="D0CECE" w:themeFill="background2" w:themeFillShade="E6"/>
            <w:vAlign w:val="center"/>
          </w:tcPr>
          <w:p w14:paraId="4F677E62" w14:textId="77777777" w:rsidR="00D04839" w:rsidRDefault="003C4B20" w:rsidP="03CFB235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3CFB2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Komplementarność </w:t>
            </w:r>
          </w:p>
          <w:p w14:paraId="0FCD46EC" w14:textId="77777777" w:rsidR="00D04839" w:rsidRDefault="003C4B20" w:rsidP="03CFB235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3CFB235">
              <w:rPr>
                <w:rFonts w:ascii="Arial" w:hAnsi="Arial" w:cs="Arial"/>
                <w:b/>
                <w:bCs/>
                <w:sz w:val="20"/>
                <w:szCs w:val="20"/>
              </w:rPr>
              <w:t>wzgl</w:t>
            </w:r>
            <w:r w:rsidR="00752B34" w:rsidRPr="03CFB2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ędem produktów </w:t>
            </w:r>
          </w:p>
          <w:p w14:paraId="5ECC8487" w14:textId="51268248" w:rsidR="00543AD5" w:rsidRPr="00752B34" w:rsidRDefault="00752B34" w:rsidP="03CFB235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3CFB235">
              <w:rPr>
                <w:rFonts w:ascii="Arial" w:hAnsi="Arial" w:cs="Arial"/>
                <w:b/>
                <w:bCs/>
                <w:sz w:val="20"/>
                <w:szCs w:val="20"/>
              </w:rPr>
              <w:t>innych projektów</w:t>
            </w:r>
          </w:p>
        </w:tc>
      </w:tr>
      <w:tr w:rsidR="14B16275" w14:paraId="7EDBDDC7" w14:textId="77777777" w:rsidTr="3E232F59">
        <w:tc>
          <w:tcPr>
            <w:tcW w:w="3735" w:type="dxa"/>
            <w:shd w:val="clear" w:color="auto" w:fill="auto"/>
          </w:tcPr>
          <w:p w14:paraId="41B2DC74" w14:textId="55BAF502" w:rsidR="14B16275" w:rsidRDefault="54188587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sz w:val="20"/>
                <w:szCs w:val="20"/>
              </w:rPr>
              <w:t>Rejestr zakażeń i zachorowań na chorobę zakaźną, zgonów z powodu zakażenia lub choroby zakaźnej, ich podejrzeń oraz przypadków stwierdzenia dodatniego wyniku badania laboratoryjnego</w:t>
            </w:r>
          </w:p>
        </w:tc>
        <w:tc>
          <w:tcPr>
            <w:tcW w:w="1350" w:type="dxa"/>
            <w:shd w:val="clear" w:color="auto" w:fill="auto"/>
          </w:tcPr>
          <w:p w14:paraId="31260A3C" w14:textId="12E5AF0A" w:rsidR="14B16275" w:rsidRDefault="14B16275" w:rsidP="14B1627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09-2020</w:t>
            </w:r>
          </w:p>
        </w:tc>
        <w:tc>
          <w:tcPr>
            <w:tcW w:w="1593" w:type="dxa"/>
            <w:shd w:val="clear" w:color="auto" w:fill="auto"/>
          </w:tcPr>
          <w:p w14:paraId="5D1BF642" w14:textId="05ABE8A8" w:rsidR="14B16275" w:rsidRDefault="14B16275" w:rsidP="14B1627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25-09-2020</w:t>
            </w:r>
          </w:p>
        </w:tc>
        <w:tc>
          <w:tcPr>
            <w:tcW w:w="2895" w:type="dxa"/>
            <w:shd w:val="clear" w:color="auto" w:fill="auto"/>
          </w:tcPr>
          <w:p w14:paraId="4E5A1397" w14:textId="61C1CD32" w:rsidR="14B16275" w:rsidRDefault="14B16275" w:rsidP="14B1627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1. EWP</w:t>
            </w:r>
          </w:p>
          <w:p w14:paraId="09512184" w14:textId="07855179" w:rsidR="14B16275" w:rsidRDefault="14B16275" w:rsidP="14B1627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b/>
                <w:bCs/>
                <w:sz w:val="20"/>
                <w:szCs w:val="20"/>
              </w:rPr>
              <w:t>Korzystanie</w:t>
            </w:r>
          </w:p>
          <w:p w14:paraId="272F6827" w14:textId="201116A4" w:rsidR="14B16275" w:rsidRDefault="14B16275" w:rsidP="14B1627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14B16275">
              <w:rPr>
                <w:rFonts w:ascii="Arial" w:eastAsia="Arial" w:hAnsi="Arial" w:cs="Arial"/>
                <w:sz w:val="20"/>
                <w:szCs w:val="20"/>
              </w:rPr>
              <w:t>: Wdrażanie</w:t>
            </w:r>
          </w:p>
          <w:p w14:paraId="3C2A81CD" w14:textId="557276AA" w:rsidR="14B16275" w:rsidRDefault="3F3F7545" w:rsidP="14B1627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E232F59">
              <w:rPr>
                <w:rFonts w:ascii="Arial" w:eastAsia="Arial" w:hAnsi="Arial" w:cs="Arial"/>
                <w:sz w:val="20"/>
                <w:szCs w:val="20"/>
              </w:rPr>
              <w:t>2. SRP – System Rejestrów Państwowych</w:t>
            </w:r>
          </w:p>
          <w:p w14:paraId="585A853B" w14:textId="68205B1F" w:rsidR="14B16275" w:rsidRDefault="14B16275" w:rsidP="14B1627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b/>
                <w:bCs/>
                <w:sz w:val="20"/>
                <w:szCs w:val="20"/>
              </w:rPr>
              <w:t>Korzystanie</w:t>
            </w:r>
          </w:p>
          <w:p w14:paraId="367EEC5A" w14:textId="4D5B3580" w:rsidR="14B16275" w:rsidRDefault="14B16275" w:rsidP="14B1627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14B16275">
              <w:rPr>
                <w:rFonts w:ascii="Arial" w:eastAsia="Arial" w:hAnsi="Arial" w:cs="Arial"/>
                <w:sz w:val="20"/>
                <w:szCs w:val="20"/>
              </w:rPr>
              <w:t>: Specyfikowanie wymagań</w:t>
            </w:r>
          </w:p>
          <w:p w14:paraId="28EF0CE5" w14:textId="514C2DFE" w:rsidR="16E122FA" w:rsidRDefault="5176646C" w:rsidP="14B16275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sz w:val="20"/>
                <w:szCs w:val="20"/>
              </w:rPr>
              <w:t>3. ZWSI RON – Zintegrowany Wieloszczeblowy System Informatyczny Resortu Obrony Narodowej</w:t>
            </w:r>
          </w:p>
          <w:p w14:paraId="2B98C40B" w14:textId="5ED3C11B" w:rsidR="6D74B98E" w:rsidRDefault="6D74B98E">
            <w:r w:rsidRPr="14B16275">
              <w:rPr>
                <w:rFonts w:ascii="Arial" w:eastAsia="Arial" w:hAnsi="Arial" w:cs="Arial"/>
                <w:b/>
                <w:bCs/>
                <w:sz w:val="20"/>
                <w:szCs w:val="20"/>
              </w:rPr>
              <w:t>Korzystanie</w:t>
            </w:r>
          </w:p>
          <w:p w14:paraId="5B58FB55" w14:textId="29CA0F34" w:rsidR="6D74B98E" w:rsidRDefault="4BD66009">
            <w:r w:rsidRPr="3E232F59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3E232F59">
              <w:rPr>
                <w:rFonts w:ascii="Arial" w:eastAsia="Arial" w:hAnsi="Arial" w:cs="Arial"/>
                <w:sz w:val="20"/>
                <w:szCs w:val="20"/>
              </w:rPr>
              <w:t>: Specyfikowanie wymagań</w:t>
            </w:r>
          </w:p>
          <w:p w14:paraId="299572BA" w14:textId="7A5CFFB2" w:rsidR="6D74B98E" w:rsidRDefault="6D74B98E">
            <w:r w:rsidRPr="14B16275">
              <w:rPr>
                <w:rFonts w:ascii="Arial" w:eastAsia="Arial" w:hAnsi="Arial" w:cs="Arial"/>
                <w:sz w:val="20"/>
                <w:szCs w:val="20"/>
              </w:rPr>
              <w:t>4. KSIZ – Krajowy System Identyfikacji i Zaufania</w:t>
            </w:r>
          </w:p>
          <w:p w14:paraId="64131593" w14:textId="1D78198F" w:rsidR="6D74B98E" w:rsidRDefault="6D74B98E">
            <w:r w:rsidRPr="14B16275">
              <w:rPr>
                <w:rFonts w:ascii="Arial" w:eastAsia="Arial" w:hAnsi="Arial" w:cs="Arial"/>
                <w:b/>
                <w:bCs/>
                <w:sz w:val="20"/>
                <w:szCs w:val="20"/>
              </w:rPr>
              <w:t>Korzystanie</w:t>
            </w:r>
          </w:p>
          <w:p w14:paraId="64622506" w14:textId="751C5143" w:rsidR="6D74B98E" w:rsidRDefault="5176646C" w:rsidP="14B16275">
            <w:pPr>
              <w:spacing w:line="240" w:lineRule="auto"/>
              <w:rPr>
                <w:rFonts w:ascii="Arial" w:eastAsia="Arial" w:hAnsi="Arial" w:cs="Arial"/>
              </w:rPr>
            </w:pPr>
            <w:r w:rsidRPr="4EC6B72E">
              <w:rPr>
                <w:rFonts w:ascii="Arial" w:eastAsia="Arial" w:hAnsi="Arial" w:cs="Arial"/>
                <w:i/>
                <w:iCs/>
              </w:rPr>
              <w:t>Status</w:t>
            </w:r>
            <w:r w:rsidRPr="4EC6B72E">
              <w:rPr>
                <w:rFonts w:ascii="Arial" w:eastAsia="Arial" w:hAnsi="Arial" w:cs="Arial"/>
              </w:rPr>
              <w:t>: Wdrażanie</w:t>
            </w:r>
          </w:p>
        </w:tc>
      </w:tr>
      <w:tr w:rsidR="00752B34" w:rsidRPr="00752B34" w14:paraId="680CDC71" w14:textId="77777777" w:rsidTr="3E232F59">
        <w:tc>
          <w:tcPr>
            <w:tcW w:w="3735" w:type="dxa"/>
            <w:shd w:val="clear" w:color="auto" w:fill="auto"/>
          </w:tcPr>
          <w:p w14:paraId="0E7BA8A6" w14:textId="6805E1EC" w:rsidR="00543AD5" w:rsidRPr="00752B34" w:rsidRDefault="107D5F77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sz w:val="20"/>
                <w:szCs w:val="20"/>
              </w:rPr>
              <w:t>Funkcja obsługi formularza 'Zgłoszenie'</w:t>
            </w:r>
          </w:p>
        </w:tc>
        <w:tc>
          <w:tcPr>
            <w:tcW w:w="1350" w:type="dxa"/>
            <w:shd w:val="clear" w:color="auto" w:fill="auto"/>
          </w:tcPr>
          <w:p w14:paraId="3901AFB6" w14:textId="0DB95034" w:rsidR="00543AD5" w:rsidRPr="00752B34" w:rsidRDefault="33DA835E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09-2020</w:t>
            </w:r>
          </w:p>
        </w:tc>
        <w:tc>
          <w:tcPr>
            <w:tcW w:w="1593" w:type="dxa"/>
            <w:shd w:val="clear" w:color="auto" w:fill="auto"/>
          </w:tcPr>
          <w:p w14:paraId="10BEB6EE" w14:textId="08C7BE57" w:rsidR="00543AD5" w:rsidRPr="00752B34" w:rsidRDefault="644068DE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25</w:t>
            </w:r>
            <w:r w:rsidR="7F82CDC8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09</w:t>
            </w:r>
            <w:r w:rsidR="3B2E0807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2895" w:type="dxa"/>
            <w:shd w:val="clear" w:color="auto" w:fill="auto"/>
          </w:tcPr>
          <w:p w14:paraId="3F71B4CD" w14:textId="2982A9ED" w:rsidR="00543AD5" w:rsidRPr="00752B34" w:rsidRDefault="493C8064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5748B5DB" w:rsidRPr="41058B5B">
              <w:rPr>
                <w:rFonts w:ascii="Arial" w:eastAsia="Arial" w:hAnsi="Arial" w:cs="Arial"/>
                <w:sz w:val="20"/>
                <w:szCs w:val="20"/>
              </w:rPr>
              <w:t>Portal RP</w:t>
            </w:r>
          </w:p>
          <w:p w14:paraId="3D1630FF" w14:textId="7EC540E3" w:rsidR="00543AD5" w:rsidRPr="00752B34" w:rsidRDefault="5748B5DB" w:rsidP="41058B5B">
            <w:pPr>
              <w:spacing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Uzupełnianie się</w:t>
            </w:r>
          </w:p>
          <w:p w14:paraId="7F7C8BD1" w14:textId="2CB87DDC" w:rsidR="00543AD5" w:rsidRPr="00752B34" w:rsidRDefault="40A8771F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Status: </w:t>
            </w:r>
            <w:r w:rsidR="7A864771" w:rsidRPr="41058B5B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</w:tc>
      </w:tr>
      <w:tr w:rsidR="00752B34" w:rsidRPr="00752B34" w14:paraId="5B2D21AD" w14:textId="77777777" w:rsidTr="3E232F59">
        <w:tc>
          <w:tcPr>
            <w:tcW w:w="3735" w:type="dxa"/>
            <w:shd w:val="clear" w:color="auto" w:fill="auto"/>
          </w:tcPr>
          <w:p w14:paraId="36775204" w14:textId="306BD9DE" w:rsidR="00543AD5" w:rsidRPr="00752B34" w:rsidRDefault="107D5F77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sz w:val="20"/>
                <w:szCs w:val="20"/>
              </w:rPr>
              <w:t>Funkcja "Dodaj osobę"</w:t>
            </w:r>
          </w:p>
        </w:tc>
        <w:tc>
          <w:tcPr>
            <w:tcW w:w="1350" w:type="dxa"/>
            <w:shd w:val="clear" w:color="auto" w:fill="auto"/>
          </w:tcPr>
          <w:p w14:paraId="1A923BA5" w14:textId="67F5621C" w:rsidR="00543AD5" w:rsidRPr="00752B34" w:rsidRDefault="33DA835E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10-2020</w:t>
            </w:r>
          </w:p>
        </w:tc>
        <w:tc>
          <w:tcPr>
            <w:tcW w:w="1593" w:type="dxa"/>
            <w:shd w:val="clear" w:color="auto" w:fill="auto"/>
          </w:tcPr>
          <w:p w14:paraId="7706FAC3" w14:textId="415F856E" w:rsidR="00543AD5" w:rsidRPr="00752B34" w:rsidRDefault="65FE507F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06</w:t>
            </w:r>
            <w:r w:rsidR="2F6867F3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</w:t>
            </w:r>
            <w:r w:rsidR="1C5ED902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2895" w:type="dxa"/>
            <w:shd w:val="clear" w:color="auto" w:fill="auto"/>
          </w:tcPr>
          <w:p w14:paraId="61CEF22A" w14:textId="133C2FD1" w:rsidR="00543AD5" w:rsidRPr="00752B34" w:rsidRDefault="35117E94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</w:tr>
      <w:tr w:rsidR="00752B34" w:rsidRPr="00752B34" w14:paraId="32E14832" w14:textId="77777777" w:rsidTr="3E232F59">
        <w:tc>
          <w:tcPr>
            <w:tcW w:w="3735" w:type="dxa"/>
            <w:shd w:val="clear" w:color="auto" w:fill="auto"/>
          </w:tcPr>
          <w:p w14:paraId="45387163" w14:textId="71BCA626" w:rsidR="00543AD5" w:rsidRPr="00752B34" w:rsidRDefault="107D5F77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sz w:val="20"/>
                <w:szCs w:val="20"/>
              </w:rPr>
              <w:t>Funkcja obsługi formularza typu 'Kwarantanna'</w:t>
            </w:r>
          </w:p>
        </w:tc>
        <w:tc>
          <w:tcPr>
            <w:tcW w:w="1350" w:type="dxa"/>
            <w:shd w:val="clear" w:color="auto" w:fill="auto"/>
          </w:tcPr>
          <w:p w14:paraId="2162C174" w14:textId="427035D5" w:rsidR="00543AD5" w:rsidRPr="00752B34" w:rsidRDefault="33DA835E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11-2020</w:t>
            </w:r>
          </w:p>
        </w:tc>
        <w:tc>
          <w:tcPr>
            <w:tcW w:w="1593" w:type="dxa"/>
            <w:shd w:val="clear" w:color="auto" w:fill="auto"/>
          </w:tcPr>
          <w:p w14:paraId="64A4347D" w14:textId="294CEE48" w:rsidR="00543AD5" w:rsidRPr="00752B34" w:rsidRDefault="591B63F3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23</w:t>
            </w:r>
            <w:r w:rsidR="1CF6E332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10</w:t>
            </w:r>
            <w:r w:rsidR="708FF0A6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2895" w:type="dxa"/>
            <w:shd w:val="clear" w:color="auto" w:fill="auto"/>
          </w:tcPr>
          <w:p w14:paraId="7B784953" w14:textId="56941CF5" w:rsidR="00543AD5" w:rsidRPr="00752B34" w:rsidRDefault="4F1EE4A6" w:rsidP="41058B5B">
            <w:pPr>
              <w:spacing w:line="240" w:lineRule="auto"/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2AA9747B" w:rsidRPr="41058B5B">
              <w:rPr>
                <w:rFonts w:ascii="Arial" w:eastAsia="Arial" w:hAnsi="Arial" w:cs="Arial"/>
                <w:sz w:val="20"/>
                <w:szCs w:val="20"/>
              </w:rPr>
              <w:t>P1</w:t>
            </w:r>
          </w:p>
          <w:p w14:paraId="19F3F480" w14:textId="707B024C" w:rsidR="00543AD5" w:rsidRPr="00752B34" w:rsidRDefault="4B57445C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Korzystanie</w:t>
            </w:r>
          </w:p>
          <w:p w14:paraId="1B10E1CC" w14:textId="4A9E43B4" w:rsidR="00543AD5" w:rsidRPr="00752B34" w:rsidRDefault="550148E8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4B57445C" w:rsidRPr="41058B5B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  <w:p w14:paraId="2C091783" w14:textId="1364296A" w:rsidR="00543AD5" w:rsidRPr="00752B34" w:rsidRDefault="6B4231D9" w:rsidP="41058B5B">
            <w:pPr>
              <w:spacing w:line="240" w:lineRule="auto"/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2. </w:t>
            </w:r>
            <w:r w:rsidR="2AA9747B" w:rsidRPr="41058B5B">
              <w:rPr>
                <w:rFonts w:ascii="Arial" w:eastAsia="Arial" w:hAnsi="Arial" w:cs="Arial"/>
                <w:sz w:val="20"/>
                <w:szCs w:val="20"/>
              </w:rPr>
              <w:t>EW</w:t>
            </w:r>
            <w:r w:rsidR="32C254A8" w:rsidRPr="41058B5B">
              <w:rPr>
                <w:rFonts w:ascii="Arial" w:eastAsia="Arial" w:hAnsi="Arial" w:cs="Arial"/>
                <w:sz w:val="20"/>
                <w:szCs w:val="20"/>
              </w:rPr>
              <w:t>P</w:t>
            </w:r>
          </w:p>
          <w:p w14:paraId="102322C4" w14:textId="23725296" w:rsidR="00543AD5" w:rsidRPr="00752B34" w:rsidRDefault="32C254A8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Wspieranie</w:t>
            </w:r>
          </w:p>
          <w:p w14:paraId="329CAF7A" w14:textId="34983E16" w:rsidR="00543AD5" w:rsidRPr="00752B34" w:rsidRDefault="15DBEC8E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32C254A8" w:rsidRPr="41058B5B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  <w:p w14:paraId="4D4102F9" w14:textId="1DD98860" w:rsidR="00543AD5" w:rsidRPr="00752B34" w:rsidRDefault="44113F35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3.</w:t>
            </w:r>
            <w:r w:rsidR="3F458140" w:rsidRPr="41058B5B">
              <w:rPr>
                <w:rFonts w:ascii="Arial" w:eastAsia="Arial" w:hAnsi="Arial" w:cs="Arial"/>
                <w:sz w:val="20"/>
                <w:szCs w:val="20"/>
              </w:rPr>
              <w:t xml:space="preserve"> Portal RP</w:t>
            </w:r>
          </w:p>
          <w:p w14:paraId="064CD189" w14:textId="2955C21A" w:rsidR="00543AD5" w:rsidRPr="00752B34" w:rsidRDefault="3F458140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Uzupełnianie się</w:t>
            </w:r>
            <w:r w:rsidR="32C254A8"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29C4EBA7" w14:textId="4F92A8D5" w:rsidR="00543AD5" w:rsidRPr="00752B34" w:rsidRDefault="6C55DFA2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32C254A8" w:rsidRPr="41058B5B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  <w:p w14:paraId="4DCB615B" w14:textId="3936B548" w:rsidR="00543AD5" w:rsidRPr="00752B34" w:rsidRDefault="607BB1FA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4. </w:t>
            </w:r>
            <w:r w:rsidR="32C254A8" w:rsidRPr="41058B5B">
              <w:rPr>
                <w:rFonts w:ascii="Arial" w:eastAsia="Arial" w:hAnsi="Arial" w:cs="Arial"/>
                <w:sz w:val="20"/>
                <w:szCs w:val="20"/>
              </w:rPr>
              <w:t>EpiBaza</w:t>
            </w:r>
          </w:p>
          <w:p w14:paraId="728C7FB2" w14:textId="47BA2E02" w:rsidR="00543AD5" w:rsidRPr="00752B34" w:rsidRDefault="32C254A8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Wspieranie </w:t>
            </w:r>
          </w:p>
          <w:p w14:paraId="0A7E85D7" w14:textId="192BB121" w:rsidR="00543AD5" w:rsidRPr="00752B34" w:rsidRDefault="45A24071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32C254A8" w:rsidRPr="41058B5B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</w:tc>
      </w:tr>
      <w:tr w:rsidR="00752B34" w:rsidRPr="00752B34" w14:paraId="256623EA" w14:textId="77777777" w:rsidTr="3E232F59">
        <w:tc>
          <w:tcPr>
            <w:tcW w:w="3735" w:type="dxa"/>
            <w:shd w:val="clear" w:color="auto" w:fill="auto"/>
          </w:tcPr>
          <w:p w14:paraId="35EB61F1" w14:textId="3A178AE3" w:rsidR="00543AD5" w:rsidRPr="00752B34" w:rsidRDefault="107D5F77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sz w:val="20"/>
                <w:szCs w:val="20"/>
              </w:rPr>
              <w:lastRenderedPageBreak/>
              <w:t>Mechanizm automatycznego nakładania kwarantanny</w:t>
            </w:r>
          </w:p>
        </w:tc>
        <w:tc>
          <w:tcPr>
            <w:tcW w:w="1350" w:type="dxa"/>
            <w:shd w:val="clear" w:color="auto" w:fill="auto"/>
          </w:tcPr>
          <w:p w14:paraId="22191D9D" w14:textId="381A082F" w:rsidR="00543AD5" w:rsidRPr="00752B34" w:rsidRDefault="33DA835E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11-2020</w:t>
            </w:r>
          </w:p>
        </w:tc>
        <w:tc>
          <w:tcPr>
            <w:tcW w:w="1593" w:type="dxa"/>
            <w:shd w:val="clear" w:color="auto" w:fill="auto"/>
          </w:tcPr>
          <w:p w14:paraId="3891D951" w14:textId="60D93AB9" w:rsidR="00543AD5" w:rsidRPr="00752B34" w:rsidRDefault="5D32695E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06</w:t>
            </w:r>
            <w:r w:rsidR="14D62302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</w:t>
            </w:r>
            <w:r w:rsidR="7ECB3B79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</w:t>
            </w:r>
            <w:r w:rsidR="529E3A0B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895" w:type="dxa"/>
            <w:shd w:val="clear" w:color="auto" w:fill="auto"/>
          </w:tcPr>
          <w:p w14:paraId="250C5DA9" w14:textId="3F097587" w:rsidR="00543AD5" w:rsidRPr="00752B34" w:rsidRDefault="2D4582BF" w:rsidP="41058B5B">
            <w:pPr>
              <w:spacing w:line="240" w:lineRule="auto"/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0CD90ED7" w:rsidRPr="41058B5B">
              <w:rPr>
                <w:rFonts w:ascii="Arial" w:eastAsia="Arial" w:hAnsi="Arial" w:cs="Arial"/>
                <w:sz w:val="20"/>
                <w:szCs w:val="20"/>
              </w:rPr>
              <w:t>EWP</w:t>
            </w:r>
          </w:p>
          <w:p w14:paraId="25F8B09F" w14:textId="23725296" w:rsidR="00543AD5" w:rsidRPr="00752B34" w:rsidRDefault="0CD90ED7" w:rsidP="41058B5B">
            <w:pPr>
              <w:spacing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Wspieranie</w:t>
            </w:r>
          </w:p>
          <w:p w14:paraId="35A5F3B0" w14:textId="4863E139" w:rsidR="00543AD5" w:rsidRPr="00752B34" w:rsidRDefault="39EA3205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0CD90ED7" w:rsidRPr="41058B5B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  <w:p w14:paraId="5095EDE3" w14:textId="6B1A72DE" w:rsidR="00543AD5" w:rsidRPr="00752B34" w:rsidRDefault="66BDDF26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2. </w:t>
            </w:r>
            <w:r w:rsidR="295C6127" w:rsidRPr="41058B5B">
              <w:rPr>
                <w:rFonts w:ascii="Arial" w:eastAsia="Arial" w:hAnsi="Arial" w:cs="Arial"/>
                <w:sz w:val="20"/>
                <w:szCs w:val="20"/>
              </w:rPr>
              <w:t>P1</w:t>
            </w:r>
          </w:p>
          <w:p w14:paraId="028CC773" w14:textId="707B024C" w:rsidR="00543AD5" w:rsidRPr="00752B34" w:rsidRDefault="3C07BB50" w:rsidP="41058B5B">
            <w:pPr>
              <w:spacing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Korzystanie</w:t>
            </w:r>
          </w:p>
          <w:p w14:paraId="4E4AC4A1" w14:textId="000C1388" w:rsidR="00543AD5" w:rsidRPr="00752B34" w:rsidRDefault="49805789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3C07BB50" w:rsidRPr="41058B5B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</w:tc>
      </w:tr>
      <w:tr w:rsidR="00752B34" w:rsidRPr="00752B34" w14:paraId="088F14A6" w14:textId="77777777" w:rsidTr="3E232F59">
        <w:tc>
          <w:tcPr>
            <w:tcW w:w="3735" w:type="dxa"/>
            <w:shd w:val="clear" w:color="auto" w:fill="auto"/>
          </w:tcPr>
          <w:p w14:paraId="5A7C902A" w14:textId="53D6962A" w:rsidR="00543AD5" w:rsidRPr="00752B34" w:rsidRDefault="107D5F77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sz w:val="20"/>
                <w:szCs w:val="20"/>
              </w:rPr>
              <w:t>Funkcja "Sprawdź osobę" po numerze PESEL lub nr telefonu</w:t>
            </w:r>
          </w:p>
        </w:tc>
        <w:tc>
          <w:tcPr>
            <w:tcW w:w="1350" w:type="dxa"/>
            <w:shd w:val="clear" w:color="auto" w:fill="auto"/>
          </w:tcPr>
          <w:p w14:paraId="77B37206" w14:textId="214D1E2F" w:rsidR="00543AD5" w:rsidRPr="00752B34" w:rsidRDefault="33DA835E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11-2020</w:t>
            </w:r>
          </w:p>
        </w:tc>
        <w:tc>
          <w:tcPr>
            <w:tcW w:w="1593" w:type="dxa"/>
            <w:shd w:val="clear" w:color="auto" w:fill="auto"/>
          </w:tcPr>
          <w:p w14:paraId="3A2A370F" w14:textId="3BF51B36" w:rsidR="00543AD5" w:rsidRPr="00752B34" w:rsidRDefault="6EBE0D5B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06</w:t>
            </w:r>
            <w:r w:rsidR="2A53D79F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</w:t>
            </w:r>
            <w:r w:rsidR="1B724566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</w:t>
            </w:r>
            <w:r w:rsidR="42255F09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895" w:type="dxa"/>
            <w:shd w:val="clear" w:color="auto" w:fill="auto"/>
          </w:tcPr>
          <w:p w14:paraId="0EFE5AC5" w14:textId="75422188" w:rsidR="00543AD5" w:rsidRPr="00752B34" w:rsidRDefault="28821BDA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104BB0AC" w:rsidRPr="41058B5B">
              <w:rPr>
                <w:rFonts w:ascii="Arial" w:eastAsia="Arial" w:hAnsi="Arial" w:cs="Arial"/>
                <w:sz w:val="20"/>
                <w:szCs w:val="20"/>
              </w:rPr>
              <w:t>P1</w:t>
            </w:r>
          </w:p>
          <w:p w14:paraId="0ACCFD5D" w14:textId="707B024C" w:rsidR="00543AD5" w:rsidRPr="00752B34" w:rsidRDefault="104BB0AC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Korzystanie</w:t>
            </w:r>
          </w:p>
          <w:p w14:paraId="008EFD11" w14:textId="2508EDE6" w:rsidR="00543AD5" w:rsidRPr="00752B34" w:rsidRDefault="033E7494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104BB0AC" w:rsidRPr="41058B5B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</w:tc>
      </w:tr>
      <w:tr w:rsidR="03CFB235" w14:paraId="71E56A06" w14:textId="77777777" w:rsidTr="3E232F59">
        <w:tc>
          <w:tcPr>
            <w:tcW w:w="3735" w:type="dxa"/>
            <w:shd w:val="clear" w:color="auto" w:fill="auto"/>
          </w:tcPr>
          <w:p w14:paraId="5A0BB31A" w14:textId="660E0460" w:rsidR="39FFB3F3" w:rsidRDefault="6927BC59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sz w:val="20"/>
                <w:szCs w:val="20"/>
              </w:rPr>
              <w:t>Funkcja obsługi roli pracownika stacji wirtualnej</w:t>
            </w:r>
          </w:p>
        </w:tc>
        <w:tc>
          <w:tcPr>
            <w:tcW w:w="1350" w:type="dxa"/>
            <w:shd w:val="clear" w:color="auto" w:fill="auto"/>
          </w:tcPr>
          <w:p w14:paraId="49A3FE8E" w14:textId="09152C6A" w:rsidR="1C84D2BF" w:rsidRDefault="6C18D22B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11-2020</w:t>
            </w:r>
          </w:p>
        </w:tc>
        <w:tc>
          <w:tcPr>
            <w:tcW w:w="1593" w:type="dxa"/>
            <w:shd w:val="clear" w:color="auto" w:fill="auto"/>
          </w:tcPr>
          <w:p w14:paraId="08E064AA" w14:textId="3170ECEC" w:rsidR="260E1753" w:rsidRDefault="260E1753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</w:t>
            </w:r>
            <w:r w:rsidR="06C09E1F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</w:t>
            </w:r>
            <w:r w:rsidR="6D87D373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2895" w:type="dxa"/>
            <w:shd w:val="clear" w:color="auto" w:fill="auto"/>
          </w:tcPr>
          <w:p w14:paraId="264253F8" w14:textId="2E5FC973" w:rsidR="03CFB235" w:rsidRDefault="5F156323" w:rsidP="41058B5B">
            <w:pPr>
              <w:spacing w:line="240" w:lineRule="auto"/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</w:tr>
      <w:tr w:rsidR="03CFB235" w14:paraId="372E04B9" w14:textId="77777777" w:rsidTr="3E232F59">
        <w:tc>
          <w:tcPr>
            <w:tcW w:w="3735" w:type="dxa"/>
            <w:shd w:val="clear" w:color="auto" w:fill="auto"/>
          </w:tcPr>
          <w:p w14:paraId="025B53C4" w14:textId="22F514D0" w:rsidR="39FFB3F3" w:rsidRDefault="6927BC59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sz w:val="20"/>
                <w:szCs w:val="20"/>
              </w:rPr>
              <w:t>Możliwość edycji i uzupełniania wywiadów epidemiologicznych w SEPIS</w:t>
            </w:r>
          </w:p>
        </w:tc>
        <w:tc>
          <w:tcPr>
            <w:tcW w:w="1350" w:type="dxa"/>
            <w:shd w:val="clear" w:color="auto" w:fill="auto"/>
          </w:tcPr>
          <w:p w14:paraId="17F85747" w14:textId="6FD082E4" w:rsidR="1B1062EC" w:rsidRDefault="6C18D22B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11-2020</w:t>
            </w:r>
          </w:p>
        </w:tc>
        <w:tc>
          <w:tcPr>
            <w:tcW w:w="1593" w:type="dxa"/>
            <w:shd w:val="clear" w:color="auto" w:fill="auto"/>
          </w:tcPr>
          <w:p w14:paraId="23B9379C" w14:textId="6C7886FF" w:rsidR="7764EC8C" w:rsidRDefault="7764EC8C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27</w:t>
            </w:r>
            <w:r w:rsidR="72A0599C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</w:t>
            </w:r>
            <w:r w:rsidR="4DE75477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2895" w:type="dxa"/>
            <w:shd w:val="clear" w:color="auto" w:fill="auto"/>
          </w:tcPr>
          <w:p w14:paraId="6A0666D6" w14:textId="2A0CB4A5" w:rsidR="03CFB235" w:rsidRDefault="279F9C7F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6D163C70" w:rsidRPr="41058B5B">
              <w:rPr>
                <w:rFonts w:ascii="Arial" w:eastAsia="Arial" w:hAnsi="Arial" w:cs="Arial"/>
                <w:sz w:val="20"/>
                <w:szCs w:val="20"/>
              </w:rPr>
              <w:t>EpiBaza</w:t>
            </w:r>
          </w:p>
          <w:p w14:paraId="53F2A44E" w14:textId="47BA2E02" w:rsidR="03CFB235" w:rsidRDefault="6D163C70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Wspieranie </w:t>
            </w:r>
          </w:p>
          <w:p w14:paraId="2001993D" w14:textId="41E218A8" w:rsidR="03CFB235" w:rsidRDefault="5ECDE2CE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6D163C70" w:rsidRPr="41058B5B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</w:tc>
      </w:tr>
      <w:tr w:rsidR="03CFB235" w14:paraId="6132F430" w14:textId="77777777" w:rsidTr="3E232F59">
        <w:tc>
          <w:tcPr>
            <w:tcW w:w="3735" w:type="dxa"/>
            <w:shd w:val="clear" w:color="auto" w:fill="auto"/>
          </w:tcPr>
          <w:p w14:paraId="691BCB08" w14:textId="3FC03FF5" w:rsidR="39FFB3F3" w:rsidRDefault="6927BC59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sz w:val="20"/>
                <w:szCs w:val="20"/>
              </w:rPr>
              <w:t>Zakup sprzętu komputerowego</w:t>
            </w:r>
          </w:p>
        </w:tc>
        <w:tc>
          <w:tcPr>
            <w:tcW w:w="1350" w:type="dxa"/>
            <w:shd w:val="clear" w:color="auto" w:fill="auto"/>
          </w:tcPr>
          <w:p w14:paraId="09B55A84" w14:textId="682F5AD9" w:rsidR="17DD474D" w:rsidRDefault="6C18D22B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12-2020</w:t>
            </w:r>
          </w:p>
        </w:tc>
        <w:tc>
          <w:tcPr>
            <w:tcW w:w="1593" w:type="dxa"/>
            <w:shd w:val="clear" w:color="auto" w:fill="auto"/>
          </w:tcPr>
          <w:p w14:paraId="0CFF8371" w14:textId="39733070" w:rsidR="5BA82894" w:rsidRDefault="5BA82894" w:rsidP="03CFB235">
            <w:pPr>
              <w:spacing w:after="20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03</w:t>
            </w:r>
            <w:r w:rsidR="72A0599C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</w:t>
            </w:r>
            <w:r w:rsidR="1F4F8552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2895" w:type="dxa"/>
            <w:shd w:val="clear" w:color="auto" w:fill="auto"/>
          </w:tcPr>
          <w:p w14:paraId="13A254B1" w14:textId="23B1C765" w:rsidR="03CFB235" w:rsidRDefault="2470A8E8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</w:tr>
      <w:tr w:rsidR="03CFB235" w14:paraId="027DA3CE" w14:textId="77777777" w:rsidTr="3E232F59">
        <w:tc>
          <w:tcPr>
            <w:tcW w:w="3735" w:type="dxa"/>
            <w:shd w:val="clear" w:color="auto" w:fill="auto"/>
          </w:tcPr>
          <w:p w14:paraId="2AA0B06B" w14:textId="3519B2A1" w:rsidR="39FFB3F3" w:rsidRDefault="6927BC59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sz w:val="20"/>
                <w:szCs w:val="20"/>
              </w:rPr>
              <w:t>Rejestr przypadków dodatnich z EWP w SEPIS</w:t>
            </w:r>
          </w:p>
        </w:tc>
        <w:tc>
          <w:tcPr>
            <w:tcW w:w="1350" w:type="dxa"/>
            <w:shd w:val="clear" w:color="auto" w:fill="auto"/>
          </w:tcPr>
          <w:p w14:paraId="0A8475F9" w14:textId="70FB51D9" w:rsidR="704E6E2E" w:rsidRDefault="6C18D22B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12-2020</w:t>
            </w:r>
          </w:p>
        </w:tc>
        <w:tc>
          <w:tcPr>
            <w:tcW w:w="1593" w:type="dxa"/>
            <w:shd w:val="clear" w:color="auto" w:fill="auto"/>
          </w:tcPr>
          <w:p w14:paraId="618444EE" w14:textId="6306E994" w:rsidR="53ECB430" w:rsidRDefault="53ECB430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</w:t>
            </w:r>
            <w:r w:rsidR="16499D44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</w:t>
            </w:r>
            <w:r w:rsidR="0FE0567C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2895" w:type="dxa"/>
            <w:shd w:val="clear" w:color="auto" w:fill="auto"/>
          </w:tcPr>
          <w:p w14:paraId="037ADE9D" w14:textId="02A26846" w:rsidR="03CFB235" w:rsidRDefault="08B1A59B" w:rsidP="41058B5B">
            <w:pPr>
              <w:spacing w:line="240" w:lineRule="auto"/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32CAD4C0" w:rsidRPr="41058B5B">
              <w:rPr>
                <w:rFonts w:ascii="Arial" w:eastAsia="Arial" w:hAnsi="Arial" w:cs="Arial"/>
                <w:sz w:val="20"/>
                <w:szCs w:val="20"/>
              </w:rPr>
              <w:t>EWP</w:t>
            </w:r>
          </w:p>
          <w:p w14:paraId="2A65B017" w14:textId="2203AE25" w:rsidR="03CFB235" w:rsidRDefault="32CAD4C0" w:rsidP="41058B5B">
            <w:pPr>
              <w:spacing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Korzystanie</w:t>
            </w:r>
          </w:p>
          <w:p w14:paraId="1AEAEC4D" w14:textId="3FFA402D" w:rsidR="03CFB235" w:rsidRDefault="21C8A1C1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32CAD4C0" w:rsidRPr="41058B5B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</w:tc>
      </w:tr>
      <w:tr w:rsidR="03CFB235" w14:paraId="72B10393" w14:textId="77777777" w:rsidTr="3E232F59">
        <w:tc>
          <w:tcPr>
            <w:tcW w:w="3735" w:type="dxa"/>
            <w:shd w:val="clear" w:color="auto" w:fill="auto"/>
          </w:tcPr>
          <w:p w14:paraId="0BADFFE4" w14:textId="7009AD69" w:rsidR="39FFB3F3" w:rsidRDefault="6927BC59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sz w:val="20"/>
                <w:szCs w:val="20"/>
              </w:rPr>
              <w:t>Mechanizm automatycznej rejestracji zakończonych wywiadów w EpiBaza</w:t>
            </w:r>
            <w:r w:rsidR="7E116E8B" w:rsidRPr="3157BADC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3157BADC">
              <w:rPr>
                <w:rFonts w:ascii="Arial" w:eastAsia="Arial" w:hAnsi="Arial" w:cs="Arial"/>
                <w:sz w:val="20"/>
                <w:szCs w:val="20"/>
              </w:rPr>
              <w:t>(SRWE)</w:t>
            </w:r>
          </w:p>
        </w:tc>
        <w:tc>
          <w:tcPr>
            <w:tcW w:w="1350" w:type="dxa"/>
            <w:shd w:val="clear" w:color="auto" w:fill="auto"/>
          </w:tcPr>
          <w:p w14:paraId="2A79B361" w14:textId="4E6E0116" w:rsidR="7346F6B7" w:rsidRDefault="6C18D22B" w:rsidP="00DF7D3D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12-2020</w:t>
            </w:r>
          </w:p>
        </w:tc>
        <w:tc>
          <w:tcPr>
            <w:tcW w:w="1593" w:type="dxa"/>
            <w:shd w:val="clear" w:color="auto" w:fill="auto"/>
          </w:tcPr>
          <w:p w14:paraId="3F19D570" w14:textId="1A67C194" w:rsidR="4E9B5836" w:rsidRDefault="4E9B5836" w:rsidP="00DF7D3D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18</w:t>
            </w:r>
            <w:r w:rsidR="49EAE402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</w:t>
            </w:r>
            <w:r w:rsidR="295C4408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2895" w:type="dxa"/>
            <w:shd w:val="clear" w:color="auto" w:fill="auto"/>
          </w:tcPr>
          <w:p w14:paraId="38EDD11B" w14:textId="4DF6E0C7" w:rsidR="03CFB235" w:rsidRDefault="714E3E8F" w:rsidP="00DF7D3D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45DD8B79" w:rsidRPr="41058B5B">
              <w:rPr>
                <w:rFonts w:ascii="Arial" w:eastAsia="Arial" w:hAnsi="Arial" w:cs="Arial"/>
                <w:sz w:val="20"/>
                <w:szCs w:val="20"/>
              </w:rPr>
              <w:t>EpiBaza</w:t>
            </w:r>
          </w:p>
          <w:p w14:paraId="2DAC5B1B" w14:textId="47BA2E02" w:rsidR="03CFB235" w:rsidRDefault="45DD8B79" w:rsidP="00DF7D3D">
            <w:pPr>
              <w:spacing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Wspieranie </w:t>
            </w:r>
          </w:p>
          <w:p w14:paraId="0B62E0D1" w14:textId="55F945E1" w:rsidR="03CFB235" w:rsidRDefault="54E5B3F3" w:rsidP="00DF7D3D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45DD8B79" w:rsidRPr="41058B5B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</w:tc>
      </w:tr>
      <w:tr w:rsidR="03CFB235" w14:paraId="634F5B0D" w14:textId="77777777" w:rsidTr="3E232F59">
        <w:tc>
          <w:tcPr>
            <w:tcW w:w="3735" w:type="dxa"/>
            <w:shd w:val="clear" w:color="auto" w:fill="auto"/>
          </w:tcPr>
          <w:p w14:paraId="003C187A" w14:textId="6C01EA01" w:rsidR="39FFB3F3" w:rsidRDefault="6927BC59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sz w:val="20"/>
                <w:szCs w:val="20"/>
              </w:rPr>
              <w:t>Zmigrowane serwisy GIS do Portalu RP</w:t>
            </w:r>
          </w:p>
        </w:tc>
        <w:tc>
          <w:tcPr>
            <w:tcW w:w="1350" w:type="dxa"/>
            <w:shd w:val="clear" w:color="auto" w:fill="auto"/>
          </w:tcPr>
          <w:p w14:paraId="028CE9F4" w14:textId="6337640A" w:rsidR="0249EF3A" w:rsidRDefault="6C18D22B" w:rsidP="00DF7D3D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12-2020</w:t>
            </w:r>
          </w:p>
        </w:tc>
        <w:tc>
          <w:tcPr>
            <w:tcW w:w="1593" w:type="dxa"/>
            <w:shd w:val="clear" w:color="auto" w:fill="auto"/>
          </w:tcPr>
          <w:p w14:paraId="28771C02" w14:textId="7E24B696" w:rsidR="4CAA5448" w:rsidRDefault="4CAA5448" w:rsidP="00DF7D3D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  <w:tc>
          <w:tcPr>
            <w:tcW w:w="2895" w:type="dxa"/>
            <w:shd w:val="clear" w:color="auto" w:fill="auto"/>
          </w:tcPr>
          <w:p w14:paraId="0ED31ACD" w14:textId="7096680E" w:rsidR="03CFB235" w:rsidRDefault="09EDD43F" w:rsidP="00DF7D3D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1BCC9EC8" w:rsidRPr="41058B5B">
              <w:rPr>
                <w:rFonts w:ascii="Arial" w:eastAsia="Arial" w:hAnsi="Arial" w:cs="Arial"/>
                <w:sz w:val="20"/>
                <w:szCs w:val="20"/>
              </w:rPr>
              <w:t>Portal RP</w:t>
            </w:r>
          </w:p>
          <w:p w14:paraId="7C435D69" w14:textId="370D6BC1" w:rsidR="03CFB235" w:rsidRDefault="1BCC9EC8" w:rsidP="00DF7D3D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Wspieranie</w:t>
            </w:r>
          </w:p>
          <w:p w14:paraId="70EDB60D" w14:textId="2DC8C908" w:rsidR="03CFB235" w:rsidRDefault="778DF057" w:rsidP="00DF7D3D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1BCC9EC8" w:rsidRPr="41058B5B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</w:tc>
      </w:tr>
      <w:tr w:rsidR="00B01B51" w14:paraId="7A3F1432" w14:textId="77777777" w:rsidTr="3E232F59">
        <w:tc>
          <w:tcPr>
            <w:tcW w:w="3735" w:type="dxa"/>
            <w:shd w:val="clear" w:color="auto" w:fill="auto"/>
          </w:tcPr>
          <w:p w14:paraId="7FAF236C" w14:textId="7782F25C" w:rsidR="00B01B51" w:rsidRDefault="2DBCC64F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sz w:val="20"/>
                <w:szCs w:val="20"/>
              </w:rPr>
              <w:t>Rejestr zgłoszeń niepożądanych odczynów poszczepiennych</w:t>
            </w:r>
          </w:p>
        </w:tc>
        <w:tc>
          <w:tcPr>
            <w:tcW w:w="1350" w:type="dxa"/>
            <w:shd w:val="clear" w:color="auto" w:fill="auto"/>
          </w:tcPr>
          <w:p w14:paraId="0EC74EEE" w14:textId="25D74AEA" w:rsidR="00B01B51" w:rsidRDefault="69A2D3AC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01-2021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68E56" w14:textId="53B15D26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</w:rPr>
              <w:t>26-01-2021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064F33" w14:textId="67451B7B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1. Portal RP</w:t>
            </w:r>
          </w:p>
          <w:p w14:paraId="7A75AB8B" w14:textId="1C05F77A" w:rsidR="00B01B51" w:rsidRDefault="00B01B51" w:rsidP="00B01B51">
            <w:pPr>
              <w:spacing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Uzupełnianie się</w:t>
            </w:r>
          </w:p>
          <w:p w14:paraId="441136DF" w14:textId="586DCD05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>: Wdrażanie</w:t>
            </w:r>
          </w:p>
        </w:tc>
      </w:tr>
      <w:tr w:rsidR="00B01B51" w14:paraId="2AC85FFA" w14:textId="77777777" w:rsidTr="3E232F59">
        <w:tc>
          <w:tcPr>
            <w:tcW w:w="3735" w:type="dxa"/>
            <w:shd w:val="clear" w:color="auto" w:fill="auto"/>
          </w:tcPr>
          <w:p w14:paraId="1290E206" w14:textId="12C8EE5E" w:rsidR="00B01B51" w:rsidRDefault="69A0A3B6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sz w:val="20"/>
                <w:szCs w:val="20"/>
              </w:rPr>
              <w:t>Rejestracja i obsługa karty zgłoszenia NOP (Niepożądane Odczyny Poszczepienne)</w:t>
            </w:r>
          </w:p>
        </w:tc>
        <w:tc>
          <w:tcPr>
            <w:tcW w:w="1350" w:type="dxa"/>
            <w:shd w:val="clear" w:color="auto" w:fill="auto"/>
          </w:tcPr>
          <w:p w14:paraId="5E7EC5BD" w14:textId="03A6B191" w:rsidR="00B01B51" w:rsidRDefault="69A2D3AC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01-2021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5B8AC" w14:textId="61D44C5F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</w:rPr>
              <w:t>26-01-2021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AFE726B" w14:textId="0AB71046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1. EpiBaza</w:t>
            </w:r>
          </w:p>
          <w:p w14:paraId="7BAF6348" w14:textId="0BCA589C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Wspieranie</w:t>
            </w:r>
          </w:p>
          <w:p w14:paraId="028F26D4" w14:textId="290419EE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DF0AA11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3DF0AA11">
              <w:rPr>
                <w:rFonts w:ascii="Arial" w:eastAsia="Arial" w:hAnsi="Arial" w:cs="Arial"/>
                <w:sz w:val="20"/>
                <w:szCs w:val="20"/>
              </w:rPr>
              <w:t>: Wdrażanie</w:t>
            </w:r>
          </w:p>
        </w:tc>
      </w:tr>
      <w:tr w:rsidR="00B01B51" w14:paraId="2FBE8C09" w14:textId="77777777" w:rsidTr="3E232F59">
        <w:tc>
          <w:tcPr>
            <w:tcW w:w="3735" w:type="dxa"/>
            <w:shd w:val="clear" w:color="auto" w:fill="auto"/>
          </w:tcPr>
          <w:p w14:paraId="749FE37C" w14:textId="7C256D6B" w:rsidR="00B01B51" w:rsidRDefault="342F479A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sz w:val="20"/>
                <w:szCs w:val="20"/>
              </w:rPr>
              <w:t>Aktualizacja danych w systemie EWP</w:t>
            </w:r>
          </w:p>
        </w:tc>
        <w:tc>
          <w:tcPr>
            <w:tcW w:w="1350" w:type="dxa"/>
            <w:shd w:val="clear" w:color="auto" w:fill="auto"/>
          </w:tcPr>
          <w:p w14:paraId="5028297B" w14:textId="25F596D5" w:rsidR="00B01B51" w:rsidRDefault="69A2D3AC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01-2021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18F60" w14:textId="6E74E01A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</w:rPr>
              <w:t>26-03-2021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005A51" w14:textId="0734502C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1. EWP</w:t>
            </w:r>
          </w:p>
          <w:p w14:paraId="6C4F562E" w14:textId="470B8E2C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Wspieranie</w:t>
            </w:r>
          </w:p>
          <w:p w14:paraId="10117FB7" w14:textId="2F9C01C9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DF0AA11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3DF0AA11">
              <w:rPr>
                <w:rFonts w:ascii="Arial" w:eastAsia="Arial" w:hAnsi="Arial" w:cs="Arial"/>
                <w:sz w:val="20"/>
                <w:szCs w:val="20"/>
              </w:rPr>
              <w:t>: Wdrażanie</w:t>
            </w:r>
          </w:p>
        </w:tc>
      </w:tr>
      <w:tr w:rsidR="00B01B51" w14:paraId="51F22F5E" w14:textId="77777777" w:rsidTr="3E232F59">
        <w:tc>
          <w:tcPr>
            <w:tcW w:w="3735" w:type="dxa"/>
            <w:shd w:val="clear" w:color="auto" w:fill="auto"/>
          </w:tcPr>
          <w:p w14:paraId="4CAC114E" w14:textId="06278680" w:rsidR="00B01B51" w:rsidRDefault="7D033CE7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sz w:val="20"/>
                <w:szCs w:val="20"/>
              </w:rPr>
              <w:t>Funkcja obsługi formularza ‘Kwarantanna’ dedykowanego dla Instytucji</w:t>
            </w:r>
          </w:p>
        </w:tc>
        <w:tc>
          <w:tcPr>
            <w:tcW w:w="1350" w:type="dxa"/>
            <w:shd w:val="clear" w:color="auto" w:fill="auto"/>
          </w:tcPr>
          <w:p w14:paraId="5DF30B5B" w14:textId="0387D1B0" w:rsidR="00B01B51" w:rsidRDefault="69A2D3AC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01-2021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CAC7C" w14:textId="176C7DFF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582C333">
              <w:rPr>
                <w:rStyle w:val="normaltextrun"/>
                <w:rFonts w:ascii="Calibri" w:hAnsi="Calibri" w:cs="Calibri"/>
              </w:rPr>
              <w:t>31-0</w:t>
            </w:r>
            <w:r w:rsidR="009D6F00" w:rsidRPr="4582C333">
              <w:rPr>
                <w:rStyle w:val="normaltextrun"/>
                <w:rFonts w:ascii="Calibri" w:hAnsi="Calibri" w:cs="Calibri"/>
              </w:rPr>
              <w:t>3</w:t>
            </w:r>
            <w:r w:rsidRPr="4582C333">
              <w:rPr>
                <w:rStyle w:val="normaltextrun"/>
                <w:rFonts w:ascii="Calibri" w:hAnsi="Calibri" w:cs="Calibri"/>
              </w:rPr>
              <w:t>-2021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76768EA" w14:textId="6BB4B953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582C333">
              <w:rPr>
                <w:rFonts w:ascii="Arial" w:eastAsia="Arial" w:hAnsi="Arial" w:cs="Arial"/>
                <w:sz w:val="20"/>
                <w:szCs w:val="20"/>
              </w:rPr>
              <w:t>1. Portal RP</w:t>
            </w:r>
          </w:p>
          <w:p w14:paraId="427C7498" w14:textId="7D846D6B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582C333">
              <w:rPr>
                <w:rFonts w:ascii="Arial" w:eastAsia="Arial" w:hAnsi="Arial" w:cs="Arial"/>
                <w:b/>
                <w:bCs/>
                <w:sz w:val="20"/>
                <w:szCs w:val="20"/>
              </w:rPr>
              <w:t>Uzupełnianie się</w:t>
            </w:r>
          </w:p>
          <w:p w14:paraId="20BC30CF" w14:textId="5CC6319E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582C333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582C333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23666DF6" w:rsidRPr="4582C333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</w:tc>
      </w:tr>
      <w:tr w:rsidR="00B01B51" w14:paraId="6035E812" w14:textId="77777777" w:rsidTr="3E232F59">
        <w:tc>
          <w:tcPr>
            <w:tcW w:w="3735" w:type="dxa"/>
            <w:shd w:val="clear" w:color="auto" w:fill="auto"/>
          </w:tcPr>
          <w:p w14:paraId="77A1D3C1" w14:textId="15CBD835" w:rsidR="00B01B51" w:rsidRDefault="2DBCC64F" w:rsidP="3157BADC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157BADC">
              <w:rPr>
                <w:rFonts w:ascii="Arial" w:eastAsia="Arial" w:hAnsi="Arial" w:cs="Arial"/>
                <w:sz w:val="20"/>
                <w:szCs w:val="20"/>
              </w:rPr>
              <w:t>System SEPIS rozbudowany o obszar pozostałych chorób zakaźnych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655E9BA8" w14:textId="018450AD" w:rsidR="00B01B51" w:rsidRDefault="69A2D3AC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03-2021</w:t>
            </w:r>
          </w:p>
        </w:tc>
        <w:tc>
          <w:tcPr>
            <w:tcW w:w="1593" w:type="dxa"/>
            <w:tcBorders>
              <w:bottom w:val="single" w:sz="4" w:space="0" w:color="auto"/>
            </w:tcBorders>
            <w:shd w:val="clear" w:color="auto" w:fill="auto"/>
          </w:tcPr>
          <w:p w14:paraId="0C383F6F" w14:textId="460D489F" w:rsidR="00B01B51" w:rsidRPr="0065633F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65633F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  <w:tc>
          <w:tcPr>
            <w:tcW w:w="2895" w:type="dxa"/>
            <w:tcBorders>
              <w:bottom w:val="single" w:sz="4" w:space="0" w:color="auto"/>
            </w:tcBorders>
            <w:shd w:val="clear" w:color="auto" w:fill="auto"/>
          </w:tcPr>
          <w:p w14:paraId="095122D2" w14:textId="50B52338" w:rsidR="00B01B51" w:rsidRPr="0065633F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65633F">
              <w:rPr>
                <w:rFonts w:ascii="Arial" w:eastAsia="Arial" w:hAnsi="Arial" w:cs="Arial"/>
                <w:sz w:val="20"/>
                <w:szCs w:val="20"/>
              </w:rPr>
              <w:t>1. EpiBaza</w:t>
            </w:r>
          </w:p>
          <w:p w14:paraId="2DA1DC09" w14:textId="3F97E051" w:rsidR="00B01B51" w:rsidRPr="0065633F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65633F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Wspieranie</w:t>
            </w:r>
          </w:p>
          <w:p w14:paraId="2F4EB3CE" w14:textId="50D03724" w:rsidR="00B01B51" w:rsidRPr="0065633F" w:rsidRDefault="3F1076C5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E232F59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3E232F59">
              <w:rPr>
                <w:rFonts w:ascii="Arial" w:eastAsia="Arial" w:hAnsi="Arial" w:cs="Arial"/>
                <w:sz w:val="20"/>
                <w:szCs w:val="20"/>
              </w:rPr>
              <w:t>: Analizowanie</w:t>
            </w:r>
          </w:p>
        </w:tc>
      </w:tr>
    </w:tbl>
    <w:p w14:paraId="2F6E4255" w14:textId="619785F1" w:rsidR="3E232F59" w:rsidRDefault="3E232F59"/>
    <w:p w14:paraId="15BB544A" w14:textId="757A23E1" w:rsidR="3157BADC" w:rsidRDefault="3157BADC"/>
    <w:p w14:paraId="36476903" w14:textId="745FFFAB" w:rsidR="45BE2D34" w:rsidRDefault="45BE2D34"/>
    <w:p w14:paraId="3F8214E9" w14:textId="36C082A4" w:rsidR="00543AD5" w:rsidRDefault="003C4B20" w:rsidP="00752B34">
      <w:pPr>
        <w:pStyle w:val="Akapitzlist"/>
        <w:numPr>
          <w:ilvl w:val="0"/>
          <w:numId w:val="5"/>
        </w:numPr>
        <w:spacing w:before="360" w:after="120"/>
        <w:rPr>
          <w:rFonts w:ascii="Arial" w:hAnsi="Arial" w:cs="Arial"/>
          <w:sz w:val="20"/>
          <w:szCs w:val="20"/>
        </w:rPr>
      </w:pPr>
      <w:r w:rsidRPr="41058B5B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t>Ryzyka</w:t>
      </w:r>
    </w:p>
    <w:p w14:paraId="7C68FEAA" w14:textId="77777777" w:rsidR="00543AD5" w:rsidRDefault="003C4B20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144"/>
        <w:gridCol w:w="1687"/>
        <w:gridCol w:w="2294"/>
        <w:gridCol w:w="2373"/>
      </w:tblGrid>
      <w:tr w:rsidR="00543AD5" w14:paraId="6413F355" w14:textId="77777777" w:rsidTr="3E232F59">
        <w:trPr>
          <w:tblHeader/>
        </w:trPr>
        <w:tc>
          <w:tcPr>
            <w:tcW w:w="3144" w:type="dxa"/>
            <w:shd w:val="clear" w:color="auto" w:fill="D0CECE" w:themeFill="background2" w:themeFillShade="E6"/>
            <w:vAlign w:val="center"/>
          </w:tcPr>
          <w:p w14:paraId="62FEBFA9" w14:textId="77777777" w:rsidR="00543AD5" w:rsidRPr="00752B34" w:rsidRDefault="003C4B2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52B34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7" w:type="dxa"/>
            <w:shd w:val="clear" w:color="auto" w:fill="D0CECE" w:themeFill="background2" w:themeFillShade="E6"/>
            <w:vAlign w:val="center"/>
          </w:tcPr>
          <w:p w14:paraId="620B92A1" w14:textId="0880192A" w:rsidR="00543AD5" w:rsidRPr="00752B34" w:rsidRDefault="00752B34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Siła oddziaływania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71051B54" w14:textId="77777777" w:rsidR="00543AD5" w:rsidRPr="00752B34" w:rsidRDefault="003C4B2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52B34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73" w:type="dxa"/>
            <w:shd w:val="clear" w:color="auto" w:fill="D0CECE" w:themeFill="background2" w:themeFillShade="E6"/>
            <w:vAlign w:val="center"/>
          </w:tcPr>
          <w:p w14:paraId="6BF6547B" w14:textId="25BE81C4" w:rsidR="00543AD5" w:rsidRPr="00752B34" w:rsidRDefault="008C5496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zarzą</w:t>
            </w:r>
            <w:r w:rsidR="003C4B20" w:rsidRPr="00752B34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543AD5" w14:paraId="02C076A7" w14:textId="77777777" w:rsidTr="3E232F59">
        <w:tc>
          <w:tcPr>
            <w:tcW w:w="3144" w:type="dxa"/>
            <w:shd w:val="clear" w:color="auto" w:fill="auto"/>
          </w:tcPr>
          <w:p w14:paraId="6DDFC180" w14:textId="23AC61EF" w:rsidR="00543AD5" w:rsidRPr="00752B34" w:rsidRDefault="2BDB50CF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Dynamiczne zmiany w obszarze epidemiologicznym, spowodowane epidemią COVID-19, które b</w:t>
            </w:r>
            <w:r w:rsidR="11E959FD" w:rsidRPr="03CFB235">
              <w:rPr>
                <w:rFonts w:ascii="Arial" w:eastAsia="Arial" w:hAnsi="Arial" w:cs="Arial"/>
                <w:sz w:val="20"/>
                <w:szCs w:val="20"/>
              </w:rPr>
              <w:t>ę</w:t>
            </w:r>
            <w:r w:rsidR="000571CA">
              <w:rPr>
                <w:rFonts w:ascii="Arial" w:eastAsia="Arial" w:hAnsi="Arial" w:cs="Arial"/>
                <w:sz w:val="20"/>
                <w:szCs w:val="20"/>
              </w:rPr>
              <w:t>dą miały wpływ na przebieg i </w:t>
            </w:r>
            <w:r w:rsidRPr="03CFB235">
              <w:rPr>
                <w:rFonts w:ascii="Arial" w:eastAsia="Arial" w:hAnsi="Arial" w:cs="Arial"/>
                <w:sz w:val="20"/>
                <w:szCs w:val="20"/>
              </w:rPr>
              <w:t>harmonogram projektu</w:t>
            </w:r>
          </w:p>
        </w:tc>
        <w:tc>
          <w:tcPr>
            <w:tcW w:w="1687" w:type="dxa"/>
            <w:shd w:val="clear" w:color="auto" w:fill="auto"/>
          </w:tcPr>
          <w:p w14:paraId="3C0F3EAA" w14:textId="60469FAA" w:rsidR="00543AD5" w:rsidRPr="00752B34" w:rsidRDefault="2BDB50CF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Duża</w:t>
            </w:r>
          </w:p>
        </w:tc>
        <w:tc>
          <w:tcPr>
            <w:tcW w:w="2294" w:type="dxa"/>
            <w:shd w:val="clear" w:color="auto" w:fill="auto"/>
          </w:tcPr>
          <w:p w14:paraId="2FE3E0A4" w14:textId="75C8BA50" w:rsidR="00543AD5" w:rsidRPr="00752B34" w:rsidRDefault="2BDB50CF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Wysokie</w:t>
            </w:r>
          </w:p>
        </w:tc>
        <w:tc>
          <w:tcPr>
            <w:tcW w:w="2373" w:type="dxa"/>
            <w:shd w:val="clear" w:color="auto" w:fill="auto"/>
          </w:tcPr>
          <w:p w14:paraId="148995EC" w14:textId="2321A2EE" w:rsidR="00543AD5" w:rsidRPr="00752B34" w:rsidRDefault="65C916EF" w:rsidP="3E232F59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E232F59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571D3FE1" w:rsidRPr="3E232F59">
              <w:rPr>
                <w:rFonts w:ascii="Arial" w:eastAsia="Arial" w:hAnsi="Arial" w:cs="Arial"/>
                <w:sz w:val="20"/>
                <w:szCs w:val="20"/>
              </w:rPr>
              <w:t xml:space="preserve">A) </w:t>
            </w:r>
            <w:r w:rsidR="0CE25C0C" w:rsidRPr="3E232F59">
              <w:rPr>
                <w:rFonts w:ascii="Arial" w:eastAsia="Arial" w:hAnsi="Arial" w:cs="Arial"/>
                <w:sz w:val="20"/>
                <w:szCs w:val="20"/>
              </w:rPr>
              <w:t>Praca zespołu w metodyce zwinnej, umożliwiającej łatwe adaptowanie się do zmian</w:t>
            </w:r>
            <w:r w:rsidR="61D3DFB5" w:rsidRPr="3E232F59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14:paraId="6FBD2495" w14:textId="0571C394" w:rsidR="4044A5CF" w:rsidRDefault="065EA3E1" w:rsidP="3E232F59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E232F59">
              <w:rPr>
                <w:rFonts w:ascii="Arial" w:eastAsia="Arial" w:hAnsi="Arial" w:cs="Arial"/>
                <w:sz w:val="20"/>
                <w:szCs w:val="20"/>
              </w:rPr>
              <w:t xml:space="preserve">B) </w:t>
            </w:r>
            <w:r w:rsidR="77643EBA" w:rsidRPr="3E232F59">
              <w:rPr>
                <w:rFonts w:ascii="Arial" w:eastAsia="Arial" w:hAnsi="Arial" w:cs="Arial"/>
                <w:sz w:val="20"/>
                <w:szCs w:val="20"/>
              </w:rPr>
              <w:t>Precyzyjne</w:t>
            </w:r>
            <w:r w:rsidR="5285C47C" w:rsidRPr="3E232F59">
              <w:rPr>
                <w:rFonts w:ascii="Arial" w:eastAsia="Arial" w:hAnsi="Arial" w:cs="Arial"/>
                <w:sz w:val="20"/>
                <w:szCs w:val="20"/>
              </w:rPr>
              <w:t xml:space="preserve"> określ</w:t>
            </w:r>
            <w:r w:rsidR="77D2A9DD" w:rsidRPr="3E232F59">
              <w:rPr>
                <w:rFonts w:ascii="Arial" w:eastAsia="Arial" w:hAnsi="Arial" w:cs="Arial"/>
                <w:sz w:val="20"/>
                <w:szCs w:val="20"/>
              </w:rPr>
              <w:t>a</w:t>
            </w:r>
            <w:r w:rsidR="5285C47C" w:rsidRPr="3E232F59">
              <w:rPr>
                <w:rFonts w:ascii="Arial" w:eastAsia="Arial" w:hAnsi="Arial" w:cs="Arial"/>
                <w:sz w:val="20"/>
                <w:szCs w:val="20"/>
              </w:rPr>
              <w:t xml:space="preserve">nie zakresu </w:t>
            </w:r>
            <w:r w:rsidR="7FEB94A0" w:rsidRPr="3E232F59">
              <w:rPr>
                <w:rFonts w:ascii="Arial" w:eastAsia="Arial" w:hAnsi="Arial" w:cs="Arial"/>
                <w:sz w:val="20"/>
                <w:szCs w:val="20"/>
              </w:rPr>
              <w:t>zad</w:t>
            </w:r>
            <w:r w:rsidR="5285C47C" w:rsidRPr="3E232F59">
              <w:rPr>
                <w:rFonts w:ascii="Arial" w:eastAsia="Arial" w:hAnsi="Arial" w:cs="Arial"/>
                <w:sz w:val="20"/>
                <w:szCs w:val="20"/>
              </w:rPr>
              <w:t>ań przypisanych do poszczególnych członków</w:t>
            </w:r>
            <w:r w:rsidR="77643EBA" w:rsidRPr="3E232F59">
              <w:rPr>
                <w:rFonts w:ascii="Arial" w:eastAsia="Arial" w:hAnsi="Arial" w:cs="Arial"/>
                <w:sz w:val="20"/>
                <w:szCs w:val="20"/>
              </w:rPr>
              <w:t xml:space="preserve"> zespołu.</w:t>
            </w:r>
          </w:p>
          <w:p w14:paraId="6E95AEA9" w14:textId="0AFA4267" w:rsidR="00543AD5" w:rsidRPr="00752B34" w:rsidRDefault="1DB664A4" w:rsidP="3E232F59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E232F59">
              <w:rPr>
                <w:rFonts w:ascii="Arial" w:eastAsia="Arial" w:hAnsi="Arial" w:cs="Arial"/>
                <w:sz w:val="20"/>
                <w:szCs w:val="20"/>
              </w:rPr>
              <w:t xml:space="preserve">2. </w:t>
            </w:r>
            <w:r w:rsidR="5B186DAC" w:rsidRPr="3E232F59">
              <w:rPr>
                <w:rFonts w:ascii="Arial" w:eastAsia="Arial" w:hAnsi="Arial" w:cs="Arial"/>
                <w:sz w:val="20"/>
                <w:szCs w:val="20"/>
              </w:rPr>
              <w:t>D</w:t>
            </w:r>
            <w:r w:rsidR="6AE9C2C2" w:rsidRPr="3E232F59">
              <w:rPr>
                <w:rFonts w:ascii="Arial" w:eastAsia="Arial" w:hAnsi="Arial" w:cs="Arial"/>
                <w:sz w:val="20"/>
                <w:szCs w:val="20"/>
              </w:rPr>
              <w:t>ostosowanie</w:t>
            </w:r>
            <w:r w:rsidR="74BAEE4B" w:rsidRPr="3E232F59">
              <w:rPr>
                <w:rFonts w:ascii="Arial" w:eastAsia="Arial" w:hAnsi="Arial" w:cs="Arial"/>
                <w:sz w:val="20"/>
                <w:szCs w:val="20"/>
              </w:rPr>
              <w:t xml:space="preserve"> przebiegu</w:t>
            </w:r>
            <w:r w:rsidR="6AE9C2C2" w:rsidRPr="3E232F59">
              <w:rPr>
                <w:rFonts w:ascii="Arial" w:eastAsia="Arial" w:hAnsi="Arial" w:cs="Arial"/>
                <w:sz w:val="20"/>
                <w:szCs w:val="20"/>
              </w:rPr>
              <w:t xml:space="preserve"> realizowanych </w:t>
            </w:r>
            <w:r w:rsidR="03BB8514" w:rsidRPr="3E232F59">
              <w:rPr>
                <w:rFonts w:ascii="Arial" w:eastAsia="Arial" w:hAnsi="Arial" w:cs="Arial"/>
                <w:sz w:val="20"/>
                <w:szCs w:val="20"/>
              </w:rPr>
              <w:t>prac projektowych do sytuacji w </w:t>
            </w:r>
            <w:r w:rsidR="6AE9C2C2" w:rsidRPr="3E232F59">
              <w:rPr>
                <w:rFonts w:ascii="Arial" w:eastAsia="Arial" w:hAnsi="Arial" w:cs="Arial"/>
                <w:sz w:val="20"/>
                <w:szCs w:val="20"/>
              </w:rPr>
              <w:t xml:space="preserve">otoczeniu. </w:t>
            </w:r>
          </w:p>
          <w:p w14:paraId="7B623CB9" w14:textId="63E6DD08" w:rsidR="00543AD5" w:rsidRPr="00752B34" w:rsidRDefault="28633DD6" w:rsidP="3E232F59">
            <w:pPr>
              <w:spacing w:line="240" w:lineRule="auto"/>
              <w:ind w:right="24"/>
              <w:rPr>
                <w:rFonts w:ascii="Arial" w:eastAsia="Arial" w:hAnsi="Arial" w:cs="Arial"/>
                <w:sz w:val="20"/>
                <w:szCs w:val="20"/>
              </w:rPr>
            </w:pPr>
            <w:r w:rsidRPr="3E232F59">
              <w:rPr>
                <w:rFonts w:ascii="Arial" w:eastAsia="Arial" w:hAnsi="Arial" w:cs="Arial"/>
                <w:sz w:val="20"/>
                <w:szCs w:val="20"/>
              </w:rPr>
              <w:t>3. Brak zmian w stosunku do poprzedniego okresu.</w:t>
            </w:r>
          </w:p>
        </w:tc>
      </w:tr>
      <w:tr w:rsidR="00543AD5" w14:paraId="34FF52B5" w14:textId="77777777" w:rsidTr="3E232F59">
        <w:tc>
          <w:tcPr>
            <w:tcW w:w="3144" w:type="dxa"/>
            <w:shd w:val="clear" w:color="auto" w:fill="auto"/>
          </w:tcPr>
          <w:p w14:paraId="2A1CE6D8" w14:textId="52F1BED7" w:rsidR="00543AD5" w:rsidRPr="00752B34" w:rsidRDefault="6E136D73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sz w:val="20"/>
                <w:szCs w:val="20"/>
              </w:rPr>
              <w:t xml:space="preserve">Krótki czas realizacji </w:t>
            </w:r>
            <w:r w:rsidR="4842FA17" w:rsidRPr="6ACA118A">
              <w:rPr>
                <w:rFonts w:ascii="Arial" w:eastAsia="Arial" w:hAnsi="Arial" w:cs="Arial"/>
                <w:sz w:val="20"/>
                <w:szCs w:val="20"/>
              </w:rPr>
              <w:t>poszczególnych kamieni milowych</w:t>
            </w:r>
          </w:p>
        </w:tc>
        <w:tc>
          <w:tcPr>
            <w:tcW w:w="1687" w:type="dxa"/>
            <w:shd w:val="clear" w:color="auto" w:fill="auto"/>
          </w:tcPr>
          <w:p w14:paraId="31D0B693" w14:textId="06970CCF" w:rsidR="00543AD5" w:rsidRPr="00752B34" w:rsidRDefault="2BDB50CF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Duża</w:t>
            </w:r>
          </w:p>
        </w:tc>
        <w:tc>
          <w:tcPr>
            <w:tcW w:w="2294" w:type="dxa"/>
            <w:shd w:val="clear" w:color="auto" w:fill="auto"/>
          </w:tcPr>
          <w:p w14:paraId="2EF8F188" w14:textId="3AE519E0" w:rsidR="00543AD5" w:rsidRPr="00752B34" w:rsidRDefault="2BDB50CF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Wysokie</w:t>
            </w:r>
          </w:p>
        </w:tc>
        <w:tc>
          <w:tcPr>
            <w:tcW w:w="2373" w:type="dxa"/>
            <w:shd w:val="clear" w:color="auto" w:fill="auto"/>
          </w:tcPr>
          <w:p w14:paraId="531C95AF" w14:textId="7257C453" w:rsidR="00543AD5" w:rsidRPr="00752B34" w:rsidRDefault="1147CE6B" w:rsidP="3E232F59">
            <w:pPr>
              <w:spacing w:line="240" w:lineRule="auto"/>
              <w:ind w:right="1"/>
              <w:rPr>
                <w:rFonts w:ascii="Arial" w:eastAsia="Arial" w:hAnsi="Arial" w:cs="Arial"/>
                <w:sz w:val="20"/>
                <w:szCs w:val="20"/>
              </w:rPr>
            </w:pPr>
            <w:r w:rsidRPr="3E232F59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1F6CEAA1" w:rsidRPr="3E232F59">
              <w:rPr>
                <w:rFonts w:ascii="Arial" w:eastAsia="Arial" w:hAnsi="Arial" w:cs="Arial"/>
                <w:sz w:val="20"/>
                <w:szCs w:val="20"/>
              </w:rPr>
              <w:t xml:space="preserve">A) </w:t>
            </w:r>
            <w:r w:rsidR="0CE25C0C" w:rsidRPr="3E232F59">
              <w:rPr>
                <w:rFonts w:ascii="Arial" w:eastAsia="Arial" w:hAnsi="Arial" w:cs="Arial"/>
                <w:sz w:val="20"/>
                <w:szCs w:val="20"/>
              </w:rPr>
              <w:t>Uwzględnienie w harmonogramie dodatkowego czasu na realizację poszczególnych kamieni milowych</w:t>
            </w:r>
            <w:r w:rsidR="68BEBE21" w:rsidRPr="3E232F59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14:paraId="47476C88" w14:textId="16121545" w:rsidR="16554914" w:rsidRDefault="3969A7F2" w:rsidP="3E232F59">
            <w:pPr>
              <w:spacing w:line="240" w:lineRule="auto"/>
              <w:ind w:right="1"/>
              <w:rPr>
                <w:rFonts w:ascii="Arial" w:eastAsia="Arial" w:hAnsi="Arial" w:cs="Arial"/>
                <w:sz w:val="20"/>
                <w:szCs w:val="20"/>
              </w:rPr>
            </w:pPr>
            <w:r w:rsidRPr="3E232F59">
              <w:rPr>
                <w:rFonts w:ascii="Arial" w:eastAsia="Arial" w:hAnsi="Arial" w:cs="Arial"/>
                <w:sz w:val="20"/>
                <w:szCs w:val="20"/>
              </w:rPr>
              <w:t>B) Usprawn</w:t>
            </w:r>
            <w:r w:rsidR="7CE3A8E9" w:rsidRPr="3E232F59">
              <w:rPr>
                <w:rFonts w:ascii="Arial" w:eastAsia="Arial" w:hAnsi="Arial" w:cs="Arial"/>
                <w:sz w:val="20"/>
                <w:szCs w:val="20"/>
              </w:rPr>
              <w:t xml:space="preserve">ienie organizacji pracy </w:t>
            </w:r>
            <w:r w:rsidR="55C70BE2" w:rsidRPr="3E232F59">
              <w:rPr>
                <w:rFonts w:ascii="Arial" w:eastAsia="Arial" w:hAnsi="Arial" w:cs="Arial"/>
                <w:sz w:val="20"/>
                <w:szCs w:val="20"/>
              </w:rPr>
              <w:t>i przepływu informacji między członkami zespołu.</w:t>
            </w:r>
          </w:p>
          <w:p w14:paraId="13281BBF" w14:textId="41D4E59C" w:rsidR="00543AD5" w:rsidRPr="00752B34" w:rsidRDefault="644F943E" w:rsidP="3E232F59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E232F59">
              <w:rPr>
                <w:rFonts w:ascii="Arial" w:eastAsia="Arial" w:hAnsi="Arial" w:cs="Arial"/>
                <w:sz w:val="20"/>
                <w:szCs w:val="20"/>
              </w:rPr>
              <w:t xml:space="preserve">2. </w:t>
            </w:r>
            <w:r w:rsidR="41BCD396" w:rsidRPr="3E232F59">
              <w:rPr>
                <w:rFonts w:ascii="Arial" w:eastAsia="Arial" w:hAnsi="Arial" w:cs="Arial"/>
                <w:sz w:val="20"/>
                <w:szCs w:val="20"/>
              </w:rPr>
              <w:t>Odpowiedni</w:t>
            </w:r>
            <w:r w:rsidR="7FDB7169" w:rsidRPr="3E232F59">
              <w:rPr>
                <w:rFonts w:ascii="Arial" w:eastAsia="Arial" w:hAnsi="Arial" w:cs="Arial"/>
                <w:sz w:val="20"/>
                <w:szCs w:val="20"/>
              </w:rPr>
              <w:t>e rozłożenie mocy przerobowej</w:t>
            </w:r>
            <w:r w:rsidR="2309C5E8" w:rsidRPr="3E232F59">
              <w:rPr>
                <w:rFonts w:ascii="Arial" w:eastAsia="Arial" w:hAnsi="Arial" w:cs="Arial"/>
                <w:sz w:val="20"/>
                <w:szCs w:val="20"/>
              </w:rPr>
              <w:t>, pozwalającej zrealizować wszystkie zadania w planowanym czasie.</w:t>
            </w:r>
          </w:p>
          <w:p w14:paraId="5CB20890" w14:textId="29C7F119" w:rsidR="00543AD5" w:rsidRPr="00752B34" w:rsidRDefault="644F943E" w:rsidP="3E232F59">
            <w:pPr>
              <w:spacing w:line="240" w:lineRule="auto"/>
              <w:ind w:right="24"/>
              <w:rPr>
                <w:rFonts w:ascii="Arial" w:eastAsia="Arial" w:hAnsi="Arial" w:cs="Arial"/>
                <w:sz w:val="20"/>
                <w:szCs w:val="20"/>
              </w:rPr>
            </w:pPr>
            <w:r w:rsidRPr="3E232F59">
              <w:rPr>
                <w:rFonts w:ascii="Arial" w:eastAsia="Arial" w:hAnsi="Arial" w:cs="Arial"/>
                <w:sz w:val="20"/>
                <w:szCs w:val="20"/>
              </w:rPr>
              <w:lastRenderedPageBreak/>
              <w:t>3.</w:t>
            </w:r>
            <w:r w:rsidR="51A30AD5" w:rsidRPr="3E232F59">
              <w:rPr>
                <w:rFonts w:ascii="Arial" w:eastAsia="Arial" w:hAnsi="Arial" w:cs="Arial"/>
                <w:sz w:val="20"/>
                <w:szCs w:val="20"/>
              </w:rPr>
              <w:t xml:space="preserve"> Brak zmian w stosunku do poprzedniego okresu.</w:t>
            </w:r>
          </w:p>
        </w:tc>
      </w:tr>
      <w:tr w:rsidR="00A11FAA" w14:paraId="3DBCD686" w14:textId="77777777" w:rsidTr="3E232F59">
        <w:trPr>
          <w:trHeight w:val="795"/>
        </w:trPr>
        <w:tc>
          <w:tcPr>
            <w:tcW w:w="3144" w:type="dxa"/>
            <w:shd w:val="clear" w:color="auto" w:fill="auto"/>
          </w:tcPr>
          <w:p w14:paraId="35300471" w14:textId="7696F0FE" w:rsidR="00A11FAA" w:rsidRPr="00752B34" w:rsidRDefault="2BDB50CF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lastRenderedPageBreak/>
              <w:t>Niekontrolowany dostęp do rejestru PESEL i RDK przez osoby nieupoważnione</w:t>
            </w:r>
          </w:p>
        </w:tc>
        <w:tc>
          <w:tcPr>
            <w:tcW w:w="1687" w:type="dxa"/>
            <w:shd w:val="clear" w:color="auto" w:fill="auto"/>
          </w:tcPr>
          <w:p w14:paraId="0E27291D" w14:textId="0524F659" w:rsidR="00A11FAA" w:rsidRPr="00752B34" w:rsidRDefault="2BDB50CF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Duża</w:t>
            </w:r>
          </w:p>
        </w:tc>
        <w:tc>
          <w:tcPr>
            <w:tcW w:w="2294" w:type="dxa"/>
            <w:shd w:val="clear" w:color="auto" w:fill="auto"/>
          </w:tcPr>
          <w:p w14:paraId="0F60EAA5" w14:textId="7755FE9D" w:rsidR="00A11FAA" w:rsidRPr="00752B34" w:rsidRDefault="2BDB50CF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373" w:type="dxa"/>
            <w:shd w:val="clear" w:color="auto" w:fill="auto"/>
          </w:tcPr>
          <w:p w14:paraId="14167CC2" w14:textId="515D64CC" w:rsidR="005C78F0" w:rsidRPr="00752B34" w:rsidRDefault="6F9E71C3" w:rsidP="3E232F59">
            <w:pPr>
              <w:spacing w:line="240" w:lineRule="auto"/>
              <w:ind w:right="24"/>
              <w:rPr>
                <w:rFonts w:ascii="Arial" w:eastAsia="Arial" w:hAnsi="Arial" w:cs="Arial"/>
                <w:sz w:val="20"/>
                <w:szCs w:val="20"/>
              </w:rPr>
            </w:pPr>
            <w:r w:rsidRPr="3E232F59">
              <w:rPr>
                <w:rFonts w:ascii="Arial" w:eastAsia="Arial" w:hAnsi="Arial" w:cs="Arial"/>
                <w:sz w:val="20"/>
                <w:szCs w:val="20"/>
              </w:rPr>
              <w:t>1.Ryzyko z</w:t>
            </w:r>
            <w:r w:rsidR="358FC54B" w:rsidRPr="3E232F59">
              <w:rPr>
                <w:rFonts w:ascii="Arial" w:eastAsia="Arial" w:hAnsi="Arial" w:cs="Arial"/>
                <w:sz w:val="20"/>
                <w:szCs w:val="20"/>
              </w:rPr>
              <w:t xml:space="preserve">amknięte </w:t>
            </w:r>
          </w:p>
        </w:tc>
      </w:tr>
      <w:tr w:rsidR="41058B5B" w14:paraId="61E6EAA4" w14:textId="77777777" w:rsidTr="3E232F59">
        <w:tc>
          <w:tcPr>
            <w:tcW w:w="3144" w:type="dxa"/>
            <w:shd w:val="clear" w:color="auto" w:fill="auto"/>
          </w:tcPr>
          <w:p w14:paraId="6FAF64A1" w14:textId="68B8C8E3" w:rsidR="700A0381" w:rsidRDefault="700A0381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Brak ciągłości zleceń na członków zespołu zatrudnionych w ramach umowy BL</w:t>
            </w:r>
          </w:p>
        </w:tc>
        <w:tc>
          <w:tcPr>
            <w:tcW w:w="1687" w:type="dxa"/>
            <w:shd w:val="clear" w:color="auto" w:fill="auto"/>
          </w:tcPr>
          <w:p w14:paraId="17E5EE23" w14:textId="43425534" w:rsidR="4F9BE02B" w:rsidRDefault="4F9BE02B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Duża</w:t>
            </w:r>
          </w:p>
        </w:tc>
        <w:tc>
          <w:tcPr>
            <w:tcW w:w="2294" w:type="dxa"/>
            <w:shd w:val="clear" w:color="auto" w:fill="auto"/>
          </w:tcPr>
          <w:p w14:paraId="054AFCC9" w14:textId="7D731057" w:rsidR="4F9BE02B" w:rsidRDefault="4F9BE02B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373" w:type="dxa"/>
            <w:shd w:val="clear" w:color="auto" w:fill="auto"/>
          </w:tcPr>
          <w:p w14:paraId="7E41E538" w14:textId="1239920D" w:rsidR="20C705CC" w:rsidRDefault="17CB960F" w:rsidP="3E232F59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E232F59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5AABCB1D" w:rsidRPr="3E232F59">
              <w:rPr>
                <w:rFonts w:ascii="Arial" w:eastAsia="Arial" w:hAnsi="Arial" w:cs="Arial"/>
                <w:sz w:val="20"/>
                <w:szCs w:val="20"/>
              </w:rPr>
              <w:t xml:space="preserve">Określenie </w:t>
            </w:r>
            <w:r w:rsidR="398E9FEC" w:rsidRPr="3E232F59">
              <w:rPr>
                <w:rFonts w:ascii="Arial" w:eastAsia="Arial" w:hAnsi="Arial" w:cs="Arial"/>
                <w:sz w:val="20"/>
                <w:szCs w:val="20"/>
              </w:rPr>
              <w:t xml:space="preserve">wystarczającej </w:t>
            </w:r>
            <w:r w:rsidR="5AABCB1D" w:rsidRPr="3E232F59">
              <w:rPr>
                <w:rFonts w:ascii="Arial" w:eastAsia="Arial" w:hAnsi="Arial" w:cs="Arial"/>
                <w:sz w:val="20"/>
                <w:szCs w:val="20"/>
              </w:rPr>
              <w:t>liczby godzin</w:t>
            </w:r>
            <w:r w:rsidR="6C2D5643" w:rsidRPr="3E232F59">
              <w:rPr>
                <w:rFonts w:ascii="Arial" w:eastAsia="Arial" w:hAnsi="Arial" w:cs="Arial"/>
                <w:sz w:val="20"/>
                <w:szCs w:val="20"/>
              </w:rPr>
              <w:t xml:space="preserve"> na realizację projektu</w:t>
            </w:r>
            <w:r w:rsidR="3CB34AC5" w:rsidRPr="3E232F59">
              <w:rPr>
                <w:rFonts w:ascii="Arial" w:eastAsia="Arial" w:hAnsi="Arial" w:cs="Arial"/>
                <w:sz w:val="20"/>
                <w:szCs w:val="20"/>
              </w:rPr>
              <w:t xml:space="preserve"> w </w:t>
            </w:r>
            <w:r w:rsidR="5AABCB1D" w:rsidRPr="3E232F59">
              <w:rPr>
                <w:rFonts w:ascii="Arial" w:eastAsia="Arial" w:hAnsi="Arial" w:cs="Arial"/>
                <w:sz w:val="20"/>
                <w:szCs w:val="20"/>
              </w:rPr>
              <w:t>ramach umów wykonawczych</w:t>
            </w:r>
            <w:r w:rsidR="105D9AD1" w:rsidRPr="3E232F59">
              <w:rPr>
                <w:rFonts w:ascii="Arial" w:eastAsia="Arial" w:hAnsi="Arial" w:cs="Arial"/>
                <w:sz w:val="20"/>
                <w:szCs w:val="20"/>
              </w:rPr>
              <w:t>,</w:t>
            </w:r>
            <w:r w:rsidR="36BFE29F" w:rsidRPr="3E232F59">
              <w:rPr>
                <w:rFonts w:ascii="Arial" w:eastAsia="Arial" w:hAnsi="Arial" w:cs="Arial"/>
                <w:sz w:val="20"/>
                <w:szCs w:val="20"/>
              </w:rPr>
              <w:t xml:space="preserve"> a w razie ich wyczerpania – odpowiednio wczesne przygotowanie nowych umów.</w:t>
            </w:r>
          </w:p>
          <w:p w14:paraId="44BAE31E" w14:textId="40BACD57" w:rsidR="20C705CC" w:rsidRDefault="3650AE00" w:rsidP="3E232F59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E232F59">
              <w:rPr>
                <w:rFonts w:ascii="Arial" w:eastAsia="Arial" w:hAnsi="Arial" w:cs="Arial"/>
                <w:sz w:val="20"/>
                <w:szCs w:val="20"/>
              </w:rPr>
              <w:t xml:space="preserve">2. </w:t>
            </w:r>
            <w:r w:rsidR="4EAB57F4" w:rsidRPr="3E232F59">
              <w:rPr>
                <w:rFonts w:ascii="Arial" w:eastAsia="Arial" w:hAnsi="Arial" w:cs="Arial"/>
                <w:sz w:val="20"/>
                <w:szCs w:val="20"/>
              </w:rPr>
              <w:t>Zapewniona ciągłość prac deweloperskic</w:t>
            </w:r>
            <w:r w:rsidR="6672C776" w:rsidRPr="3E232F59">
              <w:rPr>
                <w:rFonts w:ascii="Arial" w:eastAsia="Arial" w:hAnsi="Arial" w:cs="Arial"/>
                <w:sz w:val="20"/>
                <w:szCs w:val="20"/>
              </w:rPr>
              <w:t>h</w:t>
            </w:r>
            <w:r w:rsidR="76683312" w:rsidRPr="3E232F59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14:paraId="53EFA3A4" w14:textId="6AB26892" w:rsidR="20C705CC" w:rsidRDefault="16F3E626" w:rsidP="3E232F59">
            <w:pPr>
              <w:spacing w:line="240" w:lineRule="auto"/>
              <w:ind w:right="24"/>
              <w:rPr>
                <w:rFonts w:ascii="Arial" w:eastAsia="Arial" w:hAnsi="Arial" w:cs="Arial"/>
                <w:sz w:val="20"/>
                <w:szCs w:val="20"/>
              </w:rPr>
            </w:pPr>
            <w:r w:rsidRPr="3E232F59">
              <w:rPr>
                <w:rFonts w:ascii="Arial" w:eastAsia="Arial" w:hAnsi="Arial" w:cs="Arial"/>
                <w:sz w:val="20"/>
                <w:szCs w:val="20"/>
              </w:rPr>
              <w:t>3. Brak zmian w stosunku do poprzedniego okresu.</w:t>
            </w:r>
          </w:p>
        </w:tc>
      </w:tr>
    </w:tbl>
    <w:p w14:paraId="64255569" w14:textId="77777777" w:rsidR="00543AD5" w:rsidRDefault="003C4B20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Look w:val="00A0" w:firstRow="1" w:lastRow="0" w:firstColumn="1" w:lastColumn="0" w:noHBand="0" w:noVBand="0"/>
      </w:tblPr>
      <w:tblGrid>
        <w:gridCol w:w="3142"/>
        <w:gridCol w:w="1693"/>
        <w:gridCol w:w="2294"/>
        <w:gridCol w:w="2651"/>
      </w:tblGrid>
      <w:tr w:rsidR="00543AD5" w14:paraId="7512A78C" w14:textId="77777777" w:rsidTr="41058B5B">
        <w:trPr>
          <w:trHeight w:val="724"/>
        </w:trPr>
        <w:tc>
          <w:tcPr>
            <w:tcW w:w="31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74A9AF4" w14:textId="77777777" w:rsidR="00543AD5" w:rsidRPr="00752B34" w:rsidRDefault="003C4B20" w:rsidP="00C76333">
            <w:pPr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752B34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4273524" w14:textId="77777777" w:rsidR="00543AD5" w:rsidRPr="00752B34" w:rsidRDefault="003C4B20" w:rsidP="00C76333">
            <w:pPr>
              <w:pStyle w:val="Legenda"/>
              <w:rPr>
                <w:rFonts w:ascii="Arial" w:hAnsi="Arial" w:cs="Arial"/>
                <w:sz w:val="20"/>
                <w:lang w:eastAsia="pl-PL"/>
              </w:rPr>
            </w:pPr>
            <w:r w:rsidRPr="00752B34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F2E903F" w14:textId="77777777" w:rsidR="00543AD5" w:rsidRPr="00752B34" w:rsidRDefault="003C4B20" w:rsidP="00C76333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752B34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860CFDA" w14:textId="77777777" w:rsidR="00543AD5" w:rsidRPr="00752B34" w:rsidRDefault="003C4B20" w:rsidP="00C76333">
            <w:pPr>
              <w:pStyle w:val="Legenda"/>
              <w:rPr>
                <w:rFonts w:ascii="Arial" w:hAnsi="Arial" w:cs="Arial"/>
                <w:sz w:val="20"/>
                <w:lang w:eastAsia="pl-PL"/>
              </w:rPr>
            </w:pPr>
            <w:r w:rsidRPr="00752B34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43AD5" w14:paraId="6047DDE1" w14:textId="77777777" w:rsidTr="41058B5B">
        <w:trPr>
          <w:trHeight w:val="724"/>
        </w:trPr>
        <w:tc>
          <w:tcPr>
            <w:tcW w:w="31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B29F64" w14:textId="5C78CD1B" w:rsidR="00543AD5" w:rsidRPr="00752B34" w:rsidRDefault="31913D69" w:rsidP="03CFB235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Nieprzewidywalna sytuacja epidemiologiczna</w:t>
            </w:r>
          </w:p>
        </w:tc>
        <w:tc>
          <w:tcPr>
            <w:tcW w:w="1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A99B125" w14:textId="09478F24" w:rsidR="00543AD5" w:rsidRPr="00752B34" w:rsidRDefault="31913D69" w:rsidP="03CFB235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Duża</w:t>
            </w:r>
          </w:p>
        </w:tc>
        <w:tc>
          <w:tcPr>
            <w:tcW w:w="2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52DAEEA" w14:textId="63317818" w:rsidR="00543AD5" w:rsidRPr="00752B34" w:rsidRDefault="31913D69" w:rsidP="03CFB235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Wysokie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7C122F4" w14:textId="232877F6" w:rsidR="00543AD5" w:rsidRPr="00752B34" w:rsidRDefault="12B836AE" w:rsidP="6ACA118A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1EE19359" w:rsidRPr="6ACA118A">
              <w:rPr>
                <w:rFonts w:ascii="Arial" w:eastAsia="Arial" w:hAnsi="Arial" w:cs="Arial"/>
                <w:sz w:val="20"/>
                <w:szCs w:val="20"/>
              </w:rPr>
              <w:t>Bieżący monitoring sytuacji epidemiologiczn</w:t>
            </w:r>
            <w:r w:rsidR="00DF7D3D">
              <w:rPr>
                <w:rFonts w:ascii="Arial" w:eastAsia="Arial" w:hAnsi="Arial" w:cs="Arial"/>
                <w:sz w:val="20"/>
                <w:szCs w:val="20"/>
              </w:rPr>
              <w:t>ej i dostosowywanie rozwiązań w </w:t>
            </w:r>
            <w:r w:rsidR="1EE19359" w:rsidRPr="6ACA118A">
              <w:rPr>
                <w:rFonts w:ascii="Arial" w:eastAsia="Arial" w:hAnsi="Arial" w:cs="Arial"/>
                <w:sz w:val="20"/>
                <w:szCs w:val="20"/>
              </w:rPr>
              <w:t>systemie do stanu aktualnego</w:t>
            </w:r>
            <w:r w:rsidR="4C482403" w:rsidRPr="6ACA118A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14:paraId="6249913E" w14:textId="1595C364" w:rsidR="00543AD5" w:rsidRPr="00752B34" w:rsidRDefault="50CB1C73" w:rsidP="6ACA118A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2. </w:t>
            </w:r>
            <w:r w:rsidR="4F0B07D6" w:rsidRPr="41058B5B">
              <w:rPr>
                <w:rFonts w:ascii="Arial" w:eastAsia="Arial" w:hAnsi="Arial" w:cs="Arial"/>
                <w:sz w:val="20"/>
                <w:szCs w:val="20"/>
              </w:rPr>
              <w:t xml:space="preserve">Możliwość sprawnego podejmowania decyzji dot. </w:t>
            </w:r>
            <w:r w:rsidR="19A436C1" w:rsidRPr="41058B5B"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="4F0B07D6" w:rsidRPr="41058B5B">
              <w:rPr>
                <w:rFonts w:ascii="Arial" w:eastAsia="Arial" w:hAnsi="Arial" w:cs="Arial"/>
                <w:sz w:val="20"/>
                <w:szCs w:val="20"/>
              </w:rPr>
              <w:t>ealizacji poszczególnych zada</w:t>
            </w:r>
            <w:r w:rsidR="0D823838" w:rsidRPr="41058B5B">
              <w:rPr>
                <w:rFonts w:ascii="Arial" w:eastAsia="Arial" w:hAnsi="Arial" w:cs="Arial"/>
                <w:sz w:val="20"/>
                <w:szCs w:val="20"/>
              </w:rPr>
              <w:t>ń projektowych.</w:t>
            </w:r>
          </w:p>
          <w:p w14:paraId="2CAC1254" w14:textId="1CC0D652" w:rsidR="00543AD5" w:rsidRPr="00752B34" w:rsidRDefault="50CB1C73" w:rsidP="6ACA118A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3. Brak zmian w stosunku do poprzedniego okresu.</w:t>
            </w:r>
          </w:p>
        </w:tc>
      </w:tr>
    </w:tbl>
    <w:p w14:paraId="16A2CF3B" w14:textId="77777777" w:rsidR="00543AD5" w:rsidRPr="00D929B2" w:rsidRDefault="003C4B20" w:rsidP="00752B34">
      <w:pPr>
        <w:pStyle w:val="Akapitzlist"/>
        <w:numPr>
          <w:ilvl w:val="0"/>
          <w:numId w:val="5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D929B2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7EF4CC84" w14:textId="77777777" w:rsidR="00543AD5" w:rsidRPr="00DF7D3D" w:rsidRDefault="003C4B20" w:rsidP="00DF7D3D">
      <w:pPr>
        <w:spacing w:after="240" w:line="240" w:lineRule="auto"/>
        <w:rPr>
          <w:rFonts w:ascii="Arial" w:eastAsia="Times New Roman" w:hAnsi="Arial" w:cs="Arial"/>
          <w:color w:val="000000" w:themeColor="text1"/>
          <w:sz w:val="20"/>
        </w:rPr>
      </w:pPr>
      <w:r w:rsidRPr="00DF7D3D">
        <w:rPr>
          <w:rFonts w:ascii="Arial" w:eastAsia="Times New Roman" w:hAnsi="Arial" w:cs="Arial"/>
          <w:color w:val="000000" w:themeColor="text1"/>
          <w:sz w:val="20"/>
        </w:rPr>
        <w:t>n/d</w:t>
      </w:r>
    </w:p>
    <w:p w14:paraId="71AC5691" w14:textId="171CE98A" w:rsidR="00543AD5" w:rsidRPr="00752B34" w:rsidRDefault="003C4B20" w:rsidP="00DF7D3D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r w:rsidRPr="00752B34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7B81F08F" w14:textId="77777777" w:rsidR="00543AD5" w:rsidRPr="00DF7D3D" w:rsidRDefault="003C4B20" w:rsidP="00DF7D3D">
      <w:pPr>
        <w:spacing w:before="120"/>
        <w:jc w:val="both"/>
        <w:rPr>
          <w:rFonts w:ascii="Arial" w:eastAsia="Times New Roman" w:hAnsi="Arial" w:cs="Arial"/>
          <w:sz w:val="20"/>
        </w:rPr>
      </w:pPr>
      <w:r w:rsidRPr="00DF7D3D">
        <w:rPr>
          <w:rFonts w:ascii="Arial" w:eastAsia="Times New Roman" w:hAnsi="Arial" w:cs="Arial"/>
          <w:sz w:val="20"/>
        </w:rPr>
        <w:t>Michał Przymusiński</w:t>
      </w:r>
    </w:p>
    <w:p w14:paraId="42F68FC4" w14:textId="071A3ACA" w:rsidR="00543AD5" w:rsidRPr="00DF7D3D" w:rsidRDefault="00BE3664" w:rsidP="00DF7D3D">
      <w:pPr>
        <w:jc w:val="both"/>
        <w:rPr>
          <w:rFonts w:ascii="Arial" w:hAnsi="Arial" w:cs="Arial"/>
          <w:sz w:val="20"/>
        </w:rPr>
      </w:pPr>
      <w:r w:rsidRPr="00DF7D3D">
        <w:rPr>
          <w:rFonts w:ascii="Arial" w:eastAsia="Times New Roman" w:hAnsi="Arial" w:cs="Arial"/>
          <w:color w:val="000000" w:themeColor="text1"/>
          <w:sz w:val="20"/>
        </w:rPr>
        <w:t xml:space="preserve">Zastępca </w:t>
      </w:r>
      <w:r w:rsidR="00A42497" w:rsidRPr="00DF7D3D">
        <w:rPr>
          <w:rFonts w:ascii="Arial" w:eastAsia="Times New Roman" w:hAnsi="Arial" w:cs="Arial"/>
          <w:color w:val="000000" w:themeColor="text1"/>
          <w:sz w:val="20"/>
        </w:rPr>
        <w:t>Dyrektor</w:t>
      </w:r>
      <w:r w:rsidRPr="00DF7D3D">
        <w:rPr>
          <w:rFonts w:ascii="Arial" w:eastAsia="Times New Roman" w:hAnsi="Arial" w:cs="Arial"/>
          <w:color w:val="000000" w:themeColor="text1"/>
          <w:sz w:val="20"/>
        </w:rPr>
        <w:t>a Departamentu Rozwoju Usług</w:t>
      </w:r>
    </w:p>
    <w:p w14:paraId="07F628C0" w14:textId="18654511" w:rsidR="00543AD5" w:rsidRPr="00DF7D3D" w:rsidRDefault="00122765" w:rsidP="00DF7D3D">
      <w:pPr>
        <w:jc w:val="both"/>
        <w:rPr>
          <w:rFonts w:ascii="Arial" w:eastAsia="Times New Roman" w:hAnsi="Arial" w:cs="Arial"/>
          <w:color w:val="000000" w:themeColor="text1"/>
          <w:sz w:val="20"/>
        </w:rPr>
      </w:pPr>
      <w:r w:rsidRPr="00DF7D3D">
        <w:rPr>
          <w:rFonts w:ascii="Arial" w:eastAsia="Times New Roman" w:hAnsi="Arial" w:cs="Arial"/>
          <w:color w:val="000000" w:themeColor="text1"/>
          <w:sz w:val="20"/>
        </w:rPr>
        <w:t>Kancelaria Prezesa Rady Ministrów</w:t>
      </w:r>
    </w:p>
    <w:p w14:paraId="73BC0D52" w14:textId="11332D7A" w:rsidR="00543AD5" w:rsidRPr="00DF7D3D" w:rsidRDefault="000E7343" w:rsidP="00DF7D3D">
      <w:pPr>
        <w:jc w:val="both"/>
        <w:rPr>
          <w:rFonts w:ascii="Arial" w:hAnsi="Arial" w:cs="Arial"/>
          <w:sz w:val="20"/>
        </w:rPr>
      </w:pPr>
      <w:hyperlink r:id="rId11">
        <w:r w:rsidR="003C4B20" w:rsidRPr="00DF7D3D">
          <w:rPr>
            <w:rStyle w:val="czeinternetowe"/>
            <w:rFonts w:ascii="Arial" w:eastAsia="Times New Roman" w:hAnsi="Arial" w:cs="Arial"/>
            <w:sz w:val="20"/>
          </w:rPr>
          <w:t>Michal.Przymusinski@mc.gov.pl</w:t>
        </w:r>
      </w:hyperlink>
    </w:p>
    <w:sectPr w:rsidR="00543AD5" w:rsidRPr="00DF7D3D">
      <w:footerReference w:type="default" r:id="rId12"/>
      <w:pgSz w:w="11906" w:h="16838"/>
      <w:pgMar w:top="1416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8192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A6A3C62" w16cex:dateUtc="2021-01-21T11:48:19.197Z"/>
  <w16cex:commentExtensible w16cex:durableId="79AB044C" w16cex:dateUtc="2021-01-21T12:53:58Z"/>
  <w16cex:commentExtensible w16cex:durableId="4A064107" w16cex:dateUtc="2021-01-21T14:18:38.637Z"/>
  <w16cex:commentExtensible w16cex:durableId="75DD8E8B" w16cex:dateUtc="2021-01-21T14:25:48.165Z"/>
  <w16cex:commentExtensible w16cex:durableId="635FA502" w16cex:dateUtc="2021-01-22T14:36:03.402Z"/>
  <w16cex:commentExtensible w16cex:durableId="13E7535D" w16cex:dateUtc="2021-01-22T14:37:26.57Z"/>
  <w16cex:commentExtensible w16cex:durableId="05A92A5E" w16cex:dateUtc="2021-01-22T14:38:50.795Z"/>
  <w16cex:commentExtensible w16cex:durableId="6E8A89D7" w16cex:dateUtc="2021-04-07T14:23:41.344Z"/>
  <w16cex:commentExtensible w16cex:durableId="386AFFE1" w16cex:dateUtc="2021-04-07T14:35:28.736Z"/>
  <w16cex:commentExtensible w16cex:durableId="4D70AE4B" w16cex:dateUtc="2021-04-07T14:36:12.478Z"/>
  <w16cex:commentExtensible w16cex:durableId="2E0F7923" w16cex:dateUtc="2021-04-07T14:36:44.466Z"/>
  <w16cex:commentExtensible w16cex:durableId="216FE1A6" w16cex:dateUtc="2021-06-15T09:22:36.412Z"/>
  <w16cex:commentExtensible w16cex:durableId="06E1CCE2" w16cex:dateUtc="2021-06-15T09:24:32.71Z"/>
  <w16cex:commentExtensible w16cex:durableId="2E829C33" w16cex:dateUtc="2021-06-15T09:24:55.551Z"/>
  <w16cex:commentExtensible w16cex:durableId="60545FB4" w16cex:dateUtc="2021-06-15T09:25:57.612Z"/>
  <w16cex:commentExtensible w16cex:durableId="5CCF69C8" w16cex:dateUtc="2021-06-21T08:46:16.525Z"/>
  <w16cex:commentExtensible w16cex:durableId="0F42FC6D" w16cex:dateUtc="2021-06-21T09:46:48.051Z"/>
  <w16cex:commentExtensible w16cex:durableId="07767FD1" w16cex:dateUtc="2021-06-21T10:05:08.699Z"/>
  <w16cex:commentExtensible w16cex:durableId="5C2C15FD" w16cex:dateUtc="2021-06-21T13:51:36.215Z"/>
  <w16cex:commentExtensible w16cex:durableId="3E028C63" w16cex:dateUtc="2021-06-24T08:58:43.902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5FF64861" w16cid:durableId="2FA3E87E"/>
  <w16cid:commentId w16cid:paraId="1EF4BDF1" w16cid:durableId="2A6A3C62"/>
  <w16cid:commentId w16cid:paraId="24882FAF" w16cid:durableId="79AB044C"/>
  <w16cid:commentId w16cid:paraId="2E3F0F02" w16cid:durableId="4A064107"/>
  <w16cid:commentId w16cid:paraId="070FF249" w16cid:durableId="75DD8E8B"/>
  <w16cid:commentId w16cid:paraId="30D676A5" w16cid:durableId="3CD1F995"/>
  <w16cid:commentId w16cid:paraId="08B16BC8" w16cid:durableId="635FA502"/>
  <w16cid:commentId w16cid:paraId="6E626133" w16cid:durableId="13E7535D"/>
  <w16cid:commentId w16cid:paraId="30D52A97" w16cid:durableId="05A92A5E"/>
  <w16cid:commentId w16cid:paraId="6954A9D7" w16cid:durableId="6E8A89D7"/>
  <w16cid:commentId w16cid:paraId="19FBFE2A" w16cid:durableId="386AFFE1"/>
  <w16cid:commentId w16cid:paraId="37780C7A" w16cid:durableId="4D70AE4B"/>
  <w16cid:commentId w16cid:paraId="04D7A965" w16cid:durableId="2E0F7923"/>
  <w16cid:commentId w16cid:paraId="630F5536" w16cid:durableId="216FE1A6"/>
  <w16cid:commentId w16cid:paraId="29751754" w16cid:durableId="06E1CCE2"/>
  <w16cid:commentId w16cid:paraId="442B571F" w16cid:durableId="2E829C33"/>
  <w16cid:commentId w16cid:paraId="6D4A8A4F" w16cid:durableId="60545FB4"/>
  <w16cid:commentId w16cid:paraId="16590C4F" w16cid:durableId="5CCF69C8"/>
  <w16cid:commentId w16cid:paraId="297E7429" w16cid:durableId="0F42FC6D"/>
  <w16cid:commentId w16cid:paraId="479DA8AE" w16cid:durableId="07767FD1"/>
  <w16cid:commentId w16cid:paraId="4DB0191A" w16cid:durableId="5C2C15FD"/>
  <w16cid:commentId w16cid:paraId="5F9311C0" w16cid:durableId="3E028C6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C260AF" w14:textId="77777777" w:rsidR="000E7343" w:rsidRDefault="000E7343">
      <w:pPr>
        <w:spacing w:line="240" w:lineRule="auto"/>
      </w:pPr>
      <w:r>
        <w:separator/>
      </w:r>
    </w:p>
  </w:endnote>
  <w:endnote w:type="continuationSeparator" w:id="0">
    <w:p w14:paraId="16B44C2F" w14:textId="77777777" w:rsidR="000E7343" w:rsidRDefault="000E7343">
      <w:pPr>
        <w:spacing w:line="240" w:lineRule="auto"/>
      </w:pPr>
      <w:r>
        <w:continuationSeparator/>
      </w:r>
    </w:p>
  </w:endnote>
  <w:endnote w:type="continuationNotice" w:id="1">
    <w:p w14:paraId="0392405F" w14:textId="77777777" w:rsidR="000E7343" w:rsidRDefault="000E734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1521545"/>
      <w:docPartObj>
        <w:docPartGallery w:val="Page Numbers (Top of Page)"/>
        <w:docPartUnique/>
      </w:docPartObj>
    </w:sdtPr>
    <w:sdtEndPr/>
    <w:sdtContent>
      <w:p w14:paraId="726E8EF7" w14:textId="77777777" w:rsidR="00B345C0" w:rsidRDefault="00B345C0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F838A3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</w:rPr>
          <w:fldChar w:fldCharType="separate"/>
        </w:r>
        <w:r w:rsidR="00F838A3">
          <w:rPr>
            <w:b/>
            <w:bCs/>
            <w:noProof/>
          </w:rPr>
          <w:t>1</w:t>
        </w:r>
        <w:r>
          <w:rPr>
            <w:b/>
            <w:bCs/>
          </w:rPr>
          <w:fldChar w:fldCharType="end"/>
        </w:r>
      </w:p>
    </w:sdtContent>
  </w:sdt>
  <w:p w14:paraId="166F852E" w14:textId="77777777" w:rsidR="00B345C0" w:rsidRDefault="00B345C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BE5705" w14:textId="77777777" w:rsidR="000E7343" w:rsidRDefault="000E7343"/>
  </w:footnote>
  <w:footnote w:type="continuationSeparator" w:id="0">
    <w:p w14:paraId="5E4C3BCA" w14:textId="77777777" w:rsidR="000E7343" w:rsidRDefault="000E7343">
      <w:r>
        <w:continuationSeparator/>
      </w:r>
    </w:p>
  </w:footnote>
  <w:footnote w:type="continuationNotice" w:id="1">
    <w:p w14:paraId="3B85BB8C" w14:textId="77777777" w:rsidR="000E7343" w:rsidRDefault="000E7343">
      <w:pPr>
        <w:spacing w:line="240" w:lineRule="auto"/>
      </w:pPr>
    </w:p>
  </w:footnote>
  <w:footnote w:id="2">
    <w:p w14:paraId="559500E2" w14:textId="77777777" w:rsidR="00B345C0" w:rsidRDefault="00B345C0">
      <w:pPr>
        <w:pStyle w:val="Tekstprzypisudolnego"/>
      </w:pPr>
      <w:r>
        <w:rPr>
          <w:rStyle w:val="Znakiprzypiswdolnych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3">
    <w:p w14:paraId="504FBB03" w14:textId="77777777" w:rsidR="00B345C0" w:rsidRDefault="00B345C0">
      <w:pPr>
        <w:pStyle w:val="Tekstprzypisudolnego"/>
      </w:pPr>
      <w:r>
        <w:rPr>
          <w:rStyle w:val="Znakiprzypiswdolnych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169BD"/>
    <w:multiLevelType w:val="hybridMultilevel"/>
    <w:tmpl w:val="9DB25B72"/>
    <w:lvl w:ilvl="0" w:tplc="962C7F50">
      <w:start w:val="1"/>
      <w:numFmt w:val="decimal"/>
      <w:lvlText w:val="%1."/>
      <w:lvlJc w:val="left"/>
      <w:pPr>
        <w:ind w:left="720" w:hanging="360"/>
      </w:pPr>
    </w:lvl>
    <w:lvl w:ilvl="1" w:tplc="9A122620">
      <w:start w:val="1"/>
      <w:numFmt w:val="lowerLetter"/>
      <w:lvlText w:val="%2."/>
      <w:lvlJc w:val="left"/>
      <w:pPr>
        <w:ind w:left="1440" w:hanging="360"/>
      </w:pPr>
    </w:lvl>
    <w:lvl w:ilvl="2" w:tplc="F15CEF70">
      <w:start w:val="1"/>
      <w:numFmt w:val="lowerRoman"/>
      <w:lvlText w:val="%3."/>
      <w:lvlJc w:val="right"/>
      <w:pPr>
        <w:ind w:left="2160" w:hanging="180"/>
      </w:pPr>
    </w:lvl>
    <w:lvl w:ilvl="3" w:tplc="4CC0D2F2">
      <w:start w:val="1"/>
      <w:numFmt w:val="decimal"/>
      <w:lvlText w:val="%4."/>
      <w:lvlJc w:val="left"/>
      <w:pPr>
        <w:ind w:left="2880" w:hanging="360"/>
      </w:pPr>
    </w:lvl>
    <w:lvl w:ilvl="4" w:tplc="17E658FE">
      <w:start w:val="1"/>
      <w:numFmt w:val="lowerLetter"/>
      <w:lvlText w:val="%5."/>
      <w:lvlJc w:val="left"/>
      <w:pPr>
        <w:ind w:left="3600" w:hanging="360"/>
      </w:pPr>
    </w:lvl>
    <w:lvl w:ilvl="5" w:tplc="980C6F12">
      <w:start w:val="1"/>
      <w:numFmt w:val="lowerRoman"/>
      <w:lvlText w:val="%6."/>
      <w:lvlJc w:val="right"/>
      <w:pPr>
        <w:ind w:left="4320" w:hanging="180"/>
      </w:pPr>
    </w:lvl>
    <w:lvl w:ilvl="6" w:tplc="6824B09A">
      <w:start w:val="1"/>
      <w:numFmt w:val="decimal"/>
      <w:lvlText w:val="%7."/>
      <w:lvlJc w:val="left"/>
      <w:pPr>
        <w:ind w:left="5040" w:hanging="360"/>
      </w:pPr>
    </w:lvl>
    <w:lvl w:ilvl="7" w:tplc="AB56A7A2">
      <w:start w:val="1"/>
      <w:numFmt w:val="lowerLetter"/>
      <w:lvlText w:val="%8."/>
      <w:lvlJc w:val="left"/>
      <w:pPr>
        <w:ind w:left="5760" w:hanging="360"/>
      </w:pPr>
    </w:lvl>
    <w:lvl w:ilvl="8" w:tplc="7A8485E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D5A73"/>
    <w:multiLevelType w:val="hybridMultilevel"/>
    <w:tmpl w:val="593245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BE7C20"/>
    <w:multiLevelType w:val="hybridMultilevel"/>
    <w:tmpl w:val="55F89B46"/>
    <w:lvl w:ilvl="0" w:tplc="0AEC453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auto"/>
        <w:sz w:val="24"/>
        <w:szCs w:val="26"/>
      </w:rPr>
    </w:lvl>
    <w:lvl w:ilvl="1" w:tplc="CCF8C980">
      <w:start w:val="1"/>
      <w:numFmt w:val="lowerLetter"/>
      <w:lvlText w:val="%2."/>
      <w:lvlJc w:val="left"/>
      <w:pPr>
        <w:ind w:left="1440" w:hanging="360"/>
      </w:pPr>
    </w:lvl>
    <w:lvl w:ilvl="2" w:tplc="B9908302">
      <w:start w:val="1"/>
      <w:numFmt w:val="lowerRoman"/>
      <w:lvlText w:val="%3."/>
      <w:lvlJc w:val="right"/>
      <w:pPr>
        <w:ind w:left="2160" w:hanging="180"/>
      </w:pPr>
    </w:lvl>
    <w:lvl w:ilvl="3" w:tplc="5A4EDB5A">
      <w:start w:val="1"/>
      <w:numFmt w:val="decimal"/>
      <w:lvlText w:val="%4."/>
      <w:lvlJc w:val="left"/>
      <w:pPr>
        <w:ind w:left="2880" w:hanging="360"/>
      </w:pPr>
    </w:lvl>
    <w:lvl w:ilvl="4" w:tplc="8C120B00">
      <w:start w:val="1"/>
      <w:numFmt w:val="lowerLetter"/>
      <w:lvlText w:val="%5."/>
      <w:lvlJc w:val="left"/>
      <w:pPr>
        <w:ind w:left="3600" w:hanging="360"/>
      </w:pPr>
    </w:lvl>
    <w:lvl w:ilvl="5" w:tplc="47BC5DB8">
      <w:start w:val="1"/>
      <w:numFmt w:val="lowerRoman"/>
      <w:lvlText w:val="%6."/>
      <w:lvlJc w:val="right"/>
      <w:pPr>
        <w:ind w:left="4320" w:hanging="180"/>
      </w:pPr>
    </w:lvl>
    <w:lvl w:ilvl="6" w:tplc="B0C87610">
      <w:start w:val="1"/>
      <w:numFmt w:val="decimal"/>
      <w:lvlText w:val="%7."/>
      <w:lvlJc w:val="left"/>
      <w:pPr>
        <w:ind w:left="5040" w:hanging="360"/>
      </w:pPr>
    </w:lvl>
    <w:lvl w:ilvl="7" w:tplc="DB5C0EE0">
      <w:start w:val="1"/>
      <w:numFmt w:val="lowerLetter"/>
      <w:lvlText w:val="%8."/>
      <w:lvlJc w:val="left"/>
      <w:pPr>
        <w:ind w:left="5760" w:hanging="360"/>
      </w:pPr>
    </w:lvl>
    <w:lvl w:ilvl="8" w:tplc="F17CE12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E3F27"/>
    <w:multiLevelType w:val="hybridMultilevel"/>
    <w:tmpl w:val="19C6003A"/>
    <w:lvl w:ilvl="0" w:tplc="3216CD2A">
      <w:start w:val="1"/>
      <w:numFmt w:val="decimal"/>
      <w:lvlText w:val="%1."/>
      <w:lvlJc w:val="left"/>
      <w:pPr>
        <w:ind w:left="720" w:hanging="360"/>
      </w:pPr>
    </w:lvl>
    <w:lvl w:ilvl="1" w:tplc="414EB7F8">
      <w:start w:val="1"/>
      <w:numFmt w:val="lowerLetter"/>
      <w:lvlText w:val="%2."/>
      <w:lvlJc w:val="left"/>
      <w:pPr>
        <w:ind w:left="1440" w:hanging="360"/>
      </w:pPr>
    </w:lvl>
    <w:lvl w:ilvl="2" w:tplc="40C2DDC6">
      <w:start w:val="1"/>
      <w:numFmt w:val="lowerRoman"/>
      <w:lvlText w:val="%3."/>
      <w:lvlJc w:val="right"/>
      <w:pPr>
        <w:ind w:left="2160" w:hanging="180"/>
      </w:pPr>
    </w:lvl>
    <w:lvl w:ilvl="3" w:tplc="8B7A2AA2">
      <w:start w:val="1"/>
      <w:numFmt w:val="decimal"/>
      <w:lvlText w:val="%4."/>
      <w:lvlJc w:val="left"/>
      <w:pPr>
        <w:ind w:left="2880" w:hanging="360"/>
      </w:pPr>
    </w:lvl>
    <w:lvl w:ilvl="4" w:tplc="E03CF608">
      <w:start w:val="1"/>
      <w:numFmt w:val="lowerLetter"/>
      <w:lvlText w:val="%5."/>
      <w:lvlJc w:val="left"/>
      <w:pPr>
        <w:ind w:left="3600" w:hanging="360"/>
      </w:pPr>
    </w:lvl>
    <w:lvl w:ilvl="5" w:tplc="16D066A0">
      <w:start w:val="1"/>
      <w:numFmt w:val="lowerRoman"/>
      <w:lvlText w:val="%6."/>
      <w:lvlJc w:val="right"/>
      <w:pPr>
        <w:ind w:left="4320" w:hanging="180"/>
      </w:pPr>
    </w:lvl>
    <w:lvl w:ilvl="6" w:tplc="5E041EAA">
      <w:start w:val="1"/>
      <w:numFmt w:val="decimal"/>
      <w:lvlText w:val="%7."/>
      <w:lvlJc w:val="left"/>
      <w:pPr>
        <w:ind w:left="5040" w:hanging="360"/>
      </w:pPr>
    </w:lvl>
    <w:lvl w:ilvl="7" w:tplc="CE7ABFF6">
      <w:start w:val="1"/>
      <w:numFmt w:val="lowerLetter"/>
      <w:lvlText w:val="%8."/>
      <w:lvlJc w:val="left"/>
      <w:pPr>
        <w:ind w:left="5760" w:hanging="360"/>
      </w:pPr>
    </w:lvl>
    <w:lvl w:ilvl="8" w:tplc="B25AA4E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402449"/>
    <w:multiLevelType w:val="hybridMultilevel"/>
    <w:tmpl w:val="F9FE13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F42267"/>
    <w:multiLevelType w:val="hybridMultilevel"/>
    <w:tmpl w:val="E7E4DD9A"/>
    <w:lvl w:ilvl="0" w:tplc="E4EE09E8">
      <w:start w:val="1"/>
      <w:numFmt w:val="decimal"/>
      <w:lvlText w:val="%1."/>
      <w:lvlJc w:val="left"/>
      <w:pPr>
        <w:ind w:left="720" w:hanging="360"/>
      </w:pPr>
    </w:lvl>
    <w:lvl w:ilvl="1" w:tplc="555AC186">
      <w:start w:val="1"/>
      <w:numFmt w:val="lowerLetter"/>
      <w:lvlText w:val="%2."/>
      <w:lvlJc w:val="left"/>
      <w:pPr>
        <w:ind w:left="1440" w:hanging="360"/>
      </w:pPr>
    </w:lvl>
    <w:lvl w:ilvl="2" w:tplc="A7DC3C6E">
      <w:start w:val="1"/>
      <w:numFmt w:val="lowerRoman"/>
      <w:lvlText w:val="%3."/>
      <w:lvlJc w:val="right"/>
      <w:pPr>
        <w:ind w:left="2160" w:hanging="180"/>
      </w:pPr>
    </w:lvl>
    <w:lvl w:ilvl="3" w:tplc="923EC1D0">
      <w:start w:val="1"/>
      <w:numFmt w:val="decimal"/>
      <w:lvlText w:val="%4."/>
      <w:lvlJc w:val="left"/>
      <w:pPr>
        <w:ind w:left="2880" w:hanging="360"/>
      </w:pPr>
    </w:lvl>
    <w:lvl w:ilvl="4" w:tplc="E82C973A">
      <w:start w:val="1"/>
      <w:numFmt w:val="lowerLetter"/>
      <w:lvlText w:val="%5."/>
      <w:lvlJc w:val="left"/>
      <w:pPr>
        <w:ind w:left="3600" w:hanging="360"/>
      </w:pPr>
    </w:lvl>
    <w:lvl w:ilvl="5" w:tplc="19B46FF8">
      <w:start w:val="1"/>
      <w:numFmt w:val="lowerRoman"/>
      <w:lvlText w:val="%6."/>
      <w:lvlJc w:val="right"/>
      <w:pPr>
        <w:ind w:left="4320" w:hanging="180"/>
      </w:pPr>
    </w:lvl>
    <w:lvl w:ilvl="6" w:tplc="064CFDC0">
      <w:start w:val="1"/>
      <w:numFmt w:val="decimal"/>
      <w:lvlText w:val="%7."/>
      <w:lvlJc w:val="left"/>
      <w:pPr>
        <w:ind w:left="5040" w:hanging="360"/>
      </w:pPr>
    </w:lvl>
    <w:lvl w:ilvl="7" w:tplc="439885F2">
      <w:start w:val="1"/>
      <w:numFmt w:val="lowerLetter"/>
      <w:lvlText w:val="%8."/>
      <w:lvlJc w:val="left"/>
      <w:pPr>
        <w:ind w:left="5760" w:hanging="360"/>
      </w:pPr>
    </w:lvl>
    <w:lvl w:ilvl="8" w:tplc="39920DA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662899"/>
    <w:multiLevelType w:val="hybridMultilevel"/>
    <w:tmpl w:val="4C1EABC8"/>
    <w:lvl w:ilvl="0" w:tplc="B50045AE">
      <w:start w:val="1"/>
      <w:numFmt w:val="decimal"/>
      <w:lvlText w:val="%1."/>
      <w:lvlJc w:val="left"/>
      <w:pPr>
        <w:ind w:left="785" w:hanging="360"/>
      </w:pPr>
    </w:lvl>
    <w:lvl w:ilvl="1" w:tplc="B1EA03D4">
      <w:start w:val="1"/>
      <w:numFmt w:val="lowerLetter"/>
      <w:lvlText w:val="%2."/>
      <w:lvlJc w:val="left"/>
      <w:pPr>
        <w:ind w:left="1440" w:hanging="360"/>
      </w:pPr>
    </w:lvl>
    <w:lvl w:ilvl="2" w:tplc="3990AEC8">
      <w:start w:val="1"/>
      <w:numFmt w:val="lowerRoman"/>
      <w:lvlText w:val="%3."/>
      <w:lvlJc w:val="right"/>
      <w:pPr>
        <w:ind w:left="2160" w:hanging="180"/>
      </w:pPr>
    </w:lvl>
    <w:lvl w:ilvl="3" w:tplc="9E0E07FA">
      <w:start w:val="1"/>
      <w:numFmt w:val="decimal"/>
      <w:lvlText w:val="%4."/>
      <w:lvlJc w:val="left"/>
      <w:pPr>
        <w:ind w:left="2880" w:hanging="360"/>
      </w:pPr>
    </w:lvl>
    <w:lvl w:ilvl="4" w:tplc="5896E28E">
      <w:start w:val="1"/>
      <w:numFmt w:val="lowerLetter"/>
      <w:lvlText w:val="%5."/>
      <w:lvlJc w:val="left"/>
      <w:pPr>
        <w:ind w:left="3600" w:hanging="360"/>
      </w:pPr>
    </w:lvl>
    <w:lvl w:ilvl="5" w:tplc="2196C88E">
      <w:start w:val="1"/>
      <w:numFmt w:val="lowerRoman"/>
      <w:lvlText w:val="%6."/>
      <w:lvlJc w:val="right"/>
      <w:pPr>
        <w:ind w:left="4320" w:hanging="180"/>
      </w:pPr>
    </w:lvl>
    <w:lvl w:ilvl="6" w:tplc="7932E882">
      <w:start w:val="1"/>
      <w:numFmt w:val="decimal"/>
      <w:lvlText w:val="%7."/>
      <w:lvlJc w:val="left"/>
      <w:pPr>
        <w:ind w:left="5040" w:hanging="360"/>
      </w:pPr>
    </w:lvl>
    <w:lvl w:ilvl="7" w:tplc="51A47F1A">
      <w:start w:val="1"/>
      <w:numFmt w:val="lowerLetter"/>
      <w:lvlText w:val="%8."/>
      <w:lvlJc w:val="left"/>
      <w:pPr>
        <w:ind w:left="5760" w:hanging="360"/>
      </w:pPr>
    </w:lvl>
    <w:lvl w:ilvl="8" w:tplc="9B2EE0E6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C42309"/>
    <w:multiLevelType w:val="hybridMultilevel"/>
    <w:tmpl w:val="ABC0932E"/>
    <w:lvl w:ilvl="0" w:tplc="1DF83D3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F9002D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E8747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B521164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6FDCD5F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5487A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50EC05D8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7B04CCB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7880F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4984D63"/>
    <w:multiLevelType w:val="hybridMultilevel"/>
    <w:tmpl w:val="39E8F4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C23BEE"/>
    <w:multiLevelType w:val="hybridMultilevel"/>
    <w:tmpl w:val="8D22C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EA32EE"/>
    <w:multiLevelType w:val="hybridMultilevel"/>
    <w:tmpl w:val="42E470E0"/>
    <w:lvl w:ilvl="0" w:tplc="0462940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4D805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3E14E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569887F0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A7645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7D3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997CB73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4CC04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1CC2F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A927C39"/>
    <w:multiLevelType w:val="hybridMultilevel"/>
    <w:tmpl w:val="E0D28AB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EE48FF8E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B0D7BFC"/>
    <w:multiLevelType w:val="hybridMultilevel"/>
    <w:tmpl w:val="69F2C272"/>
    <w:lvl w:ilvl="0" w:tplc="3194475A">
      <w:start w:val="1"/>
      <w:numFmt w:val="decimal"/>
      <w:lvlText w:val="%1."/>
      <w:lvlJc w:val="left"/>
      <w:pPr>
        <w:ind w:left="720" w:hanging="360"/>
      </w:pPr>
    </w:lvl>
    <w:lvl w:ilvl="1" w:tplc="DED2B57C">
      <w:start w:val="1"/>
      <w:numFmt w:val="lowerLetter"/>
      <w:lvlText w:val="%2."/>
      <w:lvlJc w:val="left"/>
      <w:pPr>
        <w:ind w:left="1440" w:hanging="360"/>
      </w:pPr>
    </w:lvl>
    <w:lvl w:ilvl="2" w:tplc="E5BCDA96">
      <w:start w:val="1"/>
      <w:numFmt w:val="lowerRoman"/>
      <w:lvlText w:val="%3."/>
      <w:lvlJc w:val="right"/>
      <w:pPr>
        <w:ind w:left="2160" w:hanging="180"/>
      </w:pPr>
    </w:lvl>
    <w:lvl w:ilvl="3" w:tplc="5770DA46">
      <w:start w:val="1"/>
      <w:numFmt w:val="decimal"/>
      <w:lvlText w:val="%4."/>
      <w:lvlJc w:val="left"/>
      <w:pPr>
        <w:ind w:left="2880" w:hanging="360"/>
      </w:pPr>
    </w:lvl>
    <w:lvl w:ilvl="4" w:tplc="3FCA957E">
      <w:start w:val="1"/>
      <w:numFmt w:val="lowerLetter"/>
      <w:lvlText w:val="%5."/>
      <w:lvlJc w:val="left"/>
      <w:pPr>
        <w:ind w:left="3600" w:hanging="360"/>
      </w:pPr>
    </w:lvl>
    <w:lvl w:ilvl="5" w:tplc="8B8031F0">
      <w:start w:val="1"/>
      <w:numFmt w:val="lowerRoman"/>
      <w:lvlText w:val="%6."/>
      <w:lvlJc w:val="right"/>
      <w:pPr>
        <w:ind w:left="4320" w:hanging="180"/>
      </w:pPr>
    </w:lvl>
    <w:lvl w:ilvl="6" w:tplc="1514E61A">
      <w:start w:val="1"/>
      <w:numFmt w:val="decimal"/>
      <w:lvlText w:val="%7."/>
      <w:lvlJc w:val="left"/>
      <w:pPr>
        <w:ind w:left="5040" w:hanging="360"/>
      </w:pPr>
    </w:lvl>
    <w:lvl w:ilvl="7" w:tplc="054A629A">
      <w:start w:val="1"/>
      <w:numFmt w:val="lowerLetter"/>
      <w:lvlText w:val="%8."/>
      <w:lvlJc w:val="left"/>
      <w:pPr>
        <w:ind w:left="5760" w:hanging="360"/>
      </w:pPr>
    </w:lvl>
    <w:lvl w:ilvl="8" w:tplc="23DC1F5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990319"/>
    <w:multiLevelType w:val="hybridMultilevel"/>
    <w:tmpl w:val="0B229BAA"/>
    <w:lvl w:ilvl="0" w:tplc="B4C2176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854ACD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9896EA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5FC09B0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6D8E5E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FE32C8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A44C8BDC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DE2DEB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10C112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3ED37FE"/>
    <w:multiLevelType w:val="hybridMultilevel"/>
    <w:tmpl w:val="AFC6AD60"/>
    <w:lvl w:ilvl="0" w:tplc="5CE658C0">
      <w:start w:val="1"/>
      <w:numFmt w:val="none"/>
      <w:suff w:val="nothing"/>
      <w:lvlText w:val=""/>
      <w:lvlJc w:val="left"/>
      <w:pPr>
        <w:ind w:left="0" w:firstLine="0"/>
      </w:pPr>
    </w:lvl>
    <w:lvl w:ilvl="1" w:tplc="449C6A12">
      <w:start w:val="1"/>
      <w:numFmt w:val="none"/>
      <w:suff w:val="nothing"/>
      <w:lvlText w:val=""/>
      <w:lvlJc w:val="left"/>
      <w:pPr>
        <w:ind w:left="0" w:firstLine="0"/>
      </w:pPr>
    </w:lvl>
    <w:lvl w:ilvl="2" w:tplc="9E0EE4AC">
      <w:start w:val="1"/>
      <w:numFmt w:val="none"/>
      <w:suff w:val="nothing"/>
      <w:lvlText w:val=""/>
      <w:lvlJc w:val="left"/>
      <w:pPr>
        <w:ind w:left="0" w:firstLine="0"/>
      </w:pPr>
    </w:lvl>
    <w:lvl w:ilvl="3" w:tplc="1534D932">
      <w:start w:val="1"/>
      <w:numFmt w:val="none"/>
      <w:suff w:val="nothing"/>
      <w:lvlText w:val=""/>
      <w:lvlJc w:val="left"/>
      <w:pPr>
        <w:ind w:left="0" w:firstLine="0"/>
      </w:pPr>
    </w:lvl>
    <w:lvl w:ilvl="4" w:tplc="15967D94">
      <w:start w:val="1"/>
      <w:numFmt w:val="none"/>
      <w:suff w:val="nothing"/>
      <w:lvlText w:val=""/>
      <w:lvlJc w:val="left"/>
      <w:pPr>
        <w:ind w:left="0" w:firstLine="0"/>
      </w:pPr>
    </w:lvl>
    <w:lvl w:ilvl="5" w:tplc="FE80289E">
      <w:start w:val="1"/>
      <w:numFmt w:val="none"/>
      <w:suff w:val="nothing"/>
      <w:lvlText w:val=""/>
      <w:lvlJc w:val="left"/>
      <w:pPr>
        <w:ind w:left="0" w:firstLine="0"/>
      </w:pPr>
    </w:lvl>
    <w:lvl w:ilvl="6" w:tplc="9DBA8C46">
      <w:start w:val="1"/>
      <w:numFmt w:val="none"/>
      <w:suff w:val="nothing"/>
      <w:lvlText w:val=""/>
      <w:lvlJc w:val="left"/>
      <w:pPr>
        <w:ind w:left="0" w:firstLine="0"/>
      </w:pPr>
    </w:lvl>
    <w:lvl w:ilvl="7" w:tplc="0090ED74">
      <w:start w:val="1"/>
      <w:numFmt w:val="none"/>
      <w:suff w:val="nothing"/>
      <w:lvlText w:val=""/>
      <w:lvlJc w:val="left"/>
      <w:pPr>
        <w:ind w:left="0" w:firstLine="0"/>
      </w:pPr>
    </w:lvl>
    <w:lvl w:ilvl="8" w:tplc="2DDA7B2C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 w15:restartNumberingAfterBreak="0">
    <w:nsid w:val="6D4956E0"/>
    <w:multiLevelType w:val="hybridMultilevel"/>
    <w:tmpl w:val="FEE42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0B3595"/>
    <w:multiLevelType w:val="hybridMultilevel"/>
    <w:tmpl w:val="17743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5D3323"/>
    <w:multiLevelType w:val="hybridMultilevel"/>
    <w:tmpl w:val="3DFA1A76"/>
    <w:lvl w:ilvl="0" w:tplc="147E848A">
      <w:start w:val="3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1A1486"/>
    <w:multiLevelType w:val="hybridMultilevel"/>
    <w:tmpl w:val="8490F0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6"/>
  </w:num>
  <w:num w:numId="7">
    <w:abstractNumId w:val="10"/>
  </w:num>
  <w:num w:numId="8">
    <w:abstractNumId w:val="13"/>
  </w:num>
  <w:num w:numId="9">
    <w:abstractNumId w:val="7"/>
  </w:num>
  <w:num w:numId="10">
    <w:abstractNumId w:val="14"/>
  </w:num>
  <w:num w:numId="11">
    <w:abstractNumId w:val="8"/>
  </w:num>
  <w:num w:numId="12">
    <w:abstractNumId w:val="4"/>
  </w:num>
  <w:num w:numId="13">
    <w:abstractNumId w:val="1"/>
  </w:num>
  <w:num w:numId="14">
    <w:abstractNumId w:val="17"/>
  </w:num>
  <w:num w:numId="15">
    <w:abstractNumId w:val="11"/>
  </w:num>
  <w:num w:numId="16">
    <w:abstractNumId w:val="15"/>
  </w:num>
  <w:num w:numId="17">
    <w:abstractNumId w:val="9"/>
  </w:num>
  <w:num w:numId="18">
    <w:abstractNumId w:val="18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4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AD5"/>
    <w:rsid w:val="0000112C"/>
    <w:rsid w:val="000128F6"/>
    <w:rsid w:val="00015095"/>
    <w:rsid w:val="00035E9D"/>
    <w:rsid w:val="0003661A"/>
    <w:rsid w:val="00045BEE"/>
    <w:rsid w:val="0004D277"/>
    <w:rsid w:val="000571CA"/>
    <w:rsid w:val="00062FFD"/>
    <w:rsid w:val="000638C1"/>
    <w:rsid w:val="00065A9A"/>
    <w:rsid w:val="00074D0B"/>
    <w:rsid w:val="00086CA6"/>
    <w:rsid w:val="00087B16"/>
    <w:rsid w:val="000B51F5"/>
    <w:rsid w:val="000B7B0C"/>
    <w:rsid w:val="000C2F66"/>
    <w:rsid w:val="000C772D"/>
    <w:rsid w:val="000E7343"/>
    <w:rsid w:val="001015CB"/>
    <w:rsid w:val="00122765"/>
    <w:rsid w:val="0012340F"/>
    <w:rsid w:val="00126466"/>
    <w:rsid w:val="00140B3B"/>
    <w:rsid w:val="0014214F"/>
    <w:rsid w:val="00147D57"/>
    <w:rsid w:val="00186DBC"/>
    <w:rsid w:val="001A3350"/>
    <w:rsid w:val="001B058B"/>
    <w:rsid w:val="001B625E"/>
    <w:rsid w:val="001B6845"/>
    <w:rsid w:val="001B6B1C"/>
    <w:rsid w:val="001C07AE"/>
    <w:rsid w:val="001E3BFF"/>
    <w:rsid w:val="00206B44"/>
    <w:rsid w:val="0023238C"/>
    <w:rsid w:val="00233A02"/>
    <w:rsid w:val="002B0CE0"/>
    <w:rsid w:val="002D2DDC"/>
    <w:rsid w:val="003023C9"/>
    <w:rsid w:val="003528AF"/>
    <w:rsid w:val="00395BB7"/>
    <w:rsid w:val="00395FA0"/>
    <w:rsid w:val="003C0DE8"/>
    <w:rsid w:val="003C49C7"/>
    <w:rsid w:val="003C4B20"/>
    <w:rsid w:val="003D08C2"/>
    <w:rsid w:val="003F09CA"/>
    <w:rsid w:val="003F2B14"/>
    <w:rsid w:val="00411180"/>
    <w:rsid w:val="004265E9"/>
    <w:rsid w:val="00427DAA"/>
    <w:rsid w:val="00433C03"/>
    <w:rsid w:val="0043645E"/>
    <w:rsid w:val="00440ED7"/>
    <w:rsid w:val="004411AA"/>
    <w:rsid w:val="00445BB3"/>
    <w:rsid w:val="00446C4E"/>
    <w:rsid w:val="004505FF"/>
    <w:rsid w:val="00496FA3"/>
    <w:rsid w:val="004A21FD"/>
    <w:rsid w:val="004A74C3"/>
    <w:rsid w:val="004D26A5"/>
    <w:rsid w:val="004D2DB4"/>
    <w:rsid w:val="004E1170"/>
    <w:rsid w:val="004E52F6"/>
    <w:rsid w:val="004F3CC0"/>
    <w:rsid w:val="0050E440"/>
    <w:rsid w:val="00511554"/>
    <w:rsid w:val="00521A18"/>
    <w:rsid w:val="00533A10"/>
    <w:rsid w:val="00543AD5"/>
    <w:rsid w:val="00563C6C"/>
    <w:rsid w:val="005656D4"/>
    <w:rsid w:val="00565E87"/>
    <w:rsid w:val="00592392"/>
    <w:rsid w:val="00592B97"/>
    <w:rsid w:val="005A45E8"/>
    <w:rsid w:val="005A7717"/>
    <w:rsid w:val="005B383D"/>
    <w:rsid w:val="005B78DF"/>
    <w:rsid w:val="005C6290"/>
    <w:rsid w:val="005C78F0"/>
    <w:rsid w:val="005F41F3"/>
    <w:rsid w:val="005F4668"/>
    <w:rsid w:val="00612B13"/>
    <w:rsid w:val="006325D7"/>
    <w:rsid w:val="00642271"/>
    <w:rsid w:val="0065513E"/>
    <w:rsid w:val="0065633F"/>
    <w:rsid w:val="006636A4"/>
    <w:rsid w:val="00666940"/>
    <w:rsid w:val="00686672"/>
    <w:rsid w:val="00696013"/>
    <w:rsid w:val="006B3BC7"/>
    <w:rsid w:val="00717DCC"/>
    <w:rsid w:val="00717E68"/>
    <w:rsid w:val="0072D755"/>
    <w:rsid w:val="00735885"/>
    <w:rsid w:val="0075088C"/>
    <w:rsid w:val="00752B34"/>
    <w:rsid w:val="0077351E"/>
    <w:rsid w:val="007B4F00"/>
    <w:rsid w:val="007D047A"/>
    <w:rsid w:val="007D6624"/>
    <w:rsid w:val="00800EFE"/>
    <w:rsid w:val="008557C2"/>
    <w:rsid w:val="008563C9"/>
    <w:rsid w:val="0085E693"/>
    <w:rsid w:val="00885C1F"/>
    <w:rsid w:val="0089AB4D"/>
    <w:rsid w:val="008A0196"/>
    <w:rsid w:val="008A298B"/>
    <w:rsid w:val="008C11F6"/>
    <w:rsid w:val="008C5496"/>
    <w:rsid w:val="008C62D5"/>
    <w:rsid w:val="008D1125"/>
    <w:rsid w:val="008E4778"/>
    <w:rsid w:val="0091314B"/>
    <w:rsid w:val="00915FD7"/>
    <w:rsid w:val="00920A4E"/>
    <w:rsid w:val="00920AE2"/>
    <w:rsid w:val="0092586E"/>
    <w:rsid w:val="00927835"/>
    <w:rsid w:val="009420F9"/>
    <w:rsid w:val="00950E21"/>
    <w:rsid w:val="00964FCA"/>
    <w:rsid w:val="009657BE"/>
    <w:rsid w:val="009666BB"/>
    <w:rsid w:val="00977E5A"/>
    <w:rsid w:val="00991664"/>
    <w:rsid w:val="009A4A5E"/>
    <w:rsid w:val="009D0D9A"/>
    <w:rsid w:val="009D4EA8"/>
    <w:rsid w:val="009D6F00"/>
    <w:rsid w:val="00A11FAA"/>
    <w:rsid w:val="00A30834"/>
    <w:rsid w:val="00A32B87"/>
    <w:rsid w:val="00A42497"/>
    <w:rsid w:val="00A60A42"/>
    <w:rsid w:val="00A926E8"/>
    <w:rsid w:val="00A95CC4"/>
    <w:rsid w:val="00AA691F"/>
    <w:rsid w:val="00AC2ECF"/>
    <w:rsid w:val="00AE0C6A"/>
    <w:rsid w:val="00AF5A58"/>
    <w:rsid w:val="00B000AA"/>
    <w:rsid w:val="00B01B51"/>
    <w:rsid w:val="00B04B50"/>
    <w:rsid w:val="00B167B0"/>
    <w:rsid w:val="00B17E3B"/>
    <w:rsid w:val="00B345C0"/>
    <w:rsid w:val="00B44E12"/>
    <w:rsid w:val="00B52BE4"/>
    <w:rsid w:val="00B55224"/>
    <w:rsid w:val="00B64AC8"/>
    <w:rsid w:val="00B672AF"/>
    <w:rsid w:val="00B82C83"/>
    <w:rsid w:val="00B871EE"/>
    <w:rsid w:val="00B90A1F"/>
    <w:rsid w:val="00BA0F3E"/>
    <w:rsid w:val="00BA4F66"/>
    <w:rsid w:val="00BC105F"/>
    <w:rsid w:val="00BD7203"/>
    <w:rsid w:val="00BE3664"/>
    <w:rsid w:val="00BF1C67"/>
    <w:rsid w:val="00BF1F9D"/>
    <w:rsid w:val="00BF57B1"/>
    <w:rsid w:val="00C0561A"/>
    <w:rsid w:val="00C077C0"/>
    <w:rsid w:val="00C112EB"/>
    <w:rsid w:val="00C161F2"/>
    <w:rsid w:val="00C20B17"/>
    <w:rsid w:val="00C31D81"/>
    <w:rsid w:val="00C37E81"/>
    <w:rsid w:val="00C6052C"/>
    <w:rsid w:val="00C76333"/>
    <w:rsid w:val="00C82A8F"/>
    <w:rsid w:val="00CA0AA3"/>
    <w:rsid w:val="00CA6F95"/>
    <w:rsid w:val="00CA7624"/>
    <w:rsid w:val="00CB429E"/>
    <w:rsid w:val="00CC1F54"/>
    <w:rsid w:val="00CD6892"/>
    <w:rsid w:val="00D04839"/>
    <w:rsid w:val="00D16493"/>
    <w:rsid w:val="00D27094"/>
    <w:rsid w:val="00D6135D"/>
    <w:rsid w:val="00D768B8"/>
    <w:rsid w:val="00D844F1"/>
    <w:rsid w:val="00D929B2"/>
    <w:rsid w:val="00D95BF1"/>
    <w:rsid w:val="00DC3B6F"/>
    <w:rsid w:val="00DC3ED2"/>
    <w:rsid w:val="00DD7388"/>
    <w:rsid w:val="00DE0AAE"/>
    <w:rsid w:val="00DE1B9E"/>
    <w:rsid w:val="00DE43A3"/>
    <w:rsid w:val="00DF7D3D"/>
    <w:rsid w:val="00E04A7B"/>
    <w:rsid w:val="00E36FA9"/>
    <w:rsid w:val="00E61F49"/>
    <w:rsid w:val="00E856DF"/>
    <w:rsid w:val="00EA1D49"/>
    <w:rsid w:val="00EB0EA0"/>
    <w:rsid w:val="00EB6DB7"/>
    <w:rsid w:val="00EC42FE"/>
    <w:rsid w:val="00EF27C6"/>
    <w:rsid w:val="00F17CB7"/>
    <w:rsid w:val="00F25686"/>
    <w:rsid w:val="00F316E5"/>
    <w:rsid w:val="00F35AE2"/>
    <w:rsid w:val="00F36442"/>
    <w:rsid w:val="00F5383B"/>
    <w:rsid w:val="00F54BEF"/>
    <w:rsid w:val="00F5C08A"/>
    <w:rsid w:val="00F60848"/>
    <w:rsid w:val="00F66876"/>
    <w:rsid w:val="00F74AD6"/>
    <w:rsid w:val="00F76D39"/>
    <w:rsid w:val="00F838A3"/>
    <w:rsid w:val="00F92F5C"/>
    <w:rsid w:val="00F93096"/>
    <w:rsid w:val="00F941CA"/>
    <w:rsid w:val="00FA2BC6"/>
    <w:rsid w:val="00FB3E3E"/>
    <w:rsid w:val="00FC3B1D"/>
    <w:rsid w:val="00FC43CF"/>
    <w:rsid w:val="00FD2E33"/>
    <w:rsid w:val="00FD5DCB"/>
    <w:rsid w:val="00FE0590"/>
    <w:rsid w:val="00FE0ACE"/>
    <w:rsid w:val="00FF193C"/>
    <w:rsid w:val="00FF1993"/>
    <w:rsid w:val="00FFD423"/>
    <w:rsid w:val="013885CC"/>
    <w:rsid w:val="01496DDE"/>
    <w:rsid w:val="015FFDD1"/>
    <w:rsid w:val="01683B5B"/>
    <w:rsid w:val="016F80E6"/>
    <w:rsid w:val="017A0597"/>
    <w:rsid w:val="017EEF84"/>
    <w:rsid w:val="01911EA5"/>
    <w:rsid w:val="01A88543"/>
    <w:rsid w:val="01C11890"/>
    <w:rsid w:val="01C59347"/>
    <w:rsid w:val="01EFFE90"/>
    <w:rsid w:val="020CDB0E"/>
    <w:rsid w:val="0249EF3A"/>
    <w:rsid w:val="024B53CF"/>
    <w:rsid w:val="025A3EEA"/>
    <w:rsid w:val="028793EA"/>
    <w:rsid w:val="029A0A2D"/>
    <w:rsid w:val="029B9A65"/>
    <w:rsid w:val="02C4A2AC"/>
    <w:rsid w:val="02F39553"/>
    <w:rsid w:val="02F97741"/>
    <w:rsid w:val="03037752"/>
    <w:rsid w:val="032268E2"/>
    <w:rsid w:val="0336DF1E"/>
    <w:rsid w:val="033E7494"/>
    <w:rsid w:val="034458C7"/>
    <w:rsid w:val="036341A5"/>
    <w:rsid w:val="039E4D82"/>
    <w:rsid w:val="03B16F28"/>
    <w:rsid w:val="03BB8514"/>
    <w:rsid w:val="03CAA392"/>
    <w:rsid w:val="03CFB235"/>
    <w:rsid w:val="0400B2E5"/>
    <w:rsid w:val="04028497"/>
    <w:rsid w:val="040736BF"/>
    <w:rsid w:val="04335822"/>
    <w:rsid w:val="044547DA"/>
    <w:rsid w:val="04477405"/>
    <w:rsid w:val="04477BD0"/>
    <w:rsid w:val="044A3501"/>
    <w:rsid w:val="044F4495"/>
    <w:rsid w:val="04607F6C"/>
    <w:rsid w:val="046804C2"/>
    <w:rsid w:val="047F07C2"/>
    <w:rsid w:val="04ACBF73"/>
    <w:rsid w:val="04CFB27E"/>
    <w:rsid w:val="04D9597F"/>
    <w:rsid w:val="04E424CA"/>
    <w:rsid w:val="0500ADDA"/>
    <w:rsid w:val="053FA816"/>
    <w:rsid w:val="05428DF4"/>
    <w:rsid w:val="05A2E95A"/>
    <w:rsid w:val="05A42556"/>
    <w:rsid w:val="05A54B69"/>
    <w:rsid w:val="05A5C7CC"/>
    <w:rsid w:val="05A920C3"/>
    <w:rsid w:val="05A9D8BA"/>
    <w:rsid w:val="05BC1EA7"/>
    <w:rsid w:val="05C7B26A"/>
    <w:rsid w:val="06007F21"/>
    <w:rsid w:val="0602A496"/>
    <w:rsid w:val="0607BF01"/>
    <w:rsid w:val="0613E2CC"/>
    <w:rsid w:val="0615FA24"/>
    <w:rsid w:val="0643D4AB"/>
    <w:rsid w:val="065EA3E1"/>
    <w:rsid w:val="0686B217"/>
    <w:rsid w:val="06A22214"/>
    <w:rsid w:val="06AB456B"/>
    <w:rsid w:val="06C09E1F"/>
    <w:rsid w:val="06C50632"/>
    <w:rsid w:val="06D96A52"/>
    <w:rsid w:val="06E0AF96"/>
    <w:rsid w:val="06E15C0C"/>
    <w:rsid w:val="06E323CB"/>
    <w:rsid w:val="06FC8036"/>
    <w:rsid w:val="070085F6"/>
    <w:rsid w:val="0711EB11"/>
    <w:rsid w:val="072A08CA"/>
    <w:rsid w:val="072C4405"/>
    <w:rsid w:val="07417345"/>
    <w:rsid w:val="07473ED4"/>
    <w:rsid w:val="0753DFB3"/>
    <w:rsid w:val="075A481B"/>
    <w:rsid w:val="079A5E10"/>
    <w:rsid w:val="07A98D6F"/>
    <w:rsid w:val="07B0618D"/>
    <w:rsid w:val="07D54F42"/>
    <w:rsid w:val="07DDABF0"/>
    <w:rsid w:val="07DEB07A"/>
    <w:rsid w:val="07E0D4F9"/>
    <w:rsid w:val="080D1D28"/>
    <w:rsid w:val="081E92D4"/>
    <w:rsid w:val="081FE0F6"/>
    <w:rsid w:val="085B8108"/>
    <w:rsid w:val="08B1A59B"/>
    <w:rsid w:val="08BFC677"/>
    <w:rsid w:val="08BFF865"/>
    <w:rsid w:val="08C94CD8"/>
    <w:rsid w:val="08D7CA2B"/>
    <w:rsid w:val="08DE9972"/>
    <w:rsid w:val="08E759AE"/>
    <w:rsid w:val="08ED2E0C"/>
    <w:rsid w:val="08F015B6"/>
    <w:rsid w:val="08F8564F"/>
    <w:rsid w:val="08FDA055"/>
    <w:rsid w:val="0922DAC0"/>
    <w:rsid w:val="09306088"/>
    <w:rsid w:val="093D3D79"/>
    <w:rsid w:val="093F9880"/>
    <w:rsid w:val="094F8593"/>
    <w:rsid w:val="094F9269"/>
    <w:rsid w:val="0974ED45"/>
    <w:rsid w:val="0977402D"/>
    <w:rsid w:val="09872338"/>
    <w:rsid w:val="099EE95D"/>
    <w:rsid w:val="09A725D3"/>
    <w:rsid w:val="09A78BC0"/>
    <w:rsid w:val="09CDF928"/>
    <w:rsid w:val="09D1CC45"/>
    <w:rsid w:val="09E71E51"/>
    <w:rsid w:val="09EDD43F"/>
    <w:rsid w:val="0A04304F"/>
    <w:rsid w:val="0A153DEB"/>
    <w:rsid w:val="0A1D7F89"/>
    <w:rsid w:val="0A231238"/>
    <w:rsid w:val="0A25936E"/>
    <w:rsid w:val="0A48C603"/>
    <w:rsid w:val="0A7535EB"/>
    <w:rsid w:val="0A9A868C"/>
    <w:rsid w:val="0AA77E33"/>
    <w:rsid w:val="0AC9E0EB"/>
    <w:rsid w:val="0ACB0FD9"/>
    <w:rsid w:val="0AD76623"/>
    <w:rsid w:val="0AECC862"/>
    <w:rsid w:val="0AF063D7"/>
    <w:rsid w:val="0AFA919C"/>
    <w:rsid w:val="0B02E3C9"/>
    <w:rsid w:val="0B25C41E"/>
    <w:rsid w:val="0B387FCA"/>
    <w:rsid w:val="0B3FE2A4"/>
    <w:rsid w:val="0B56269C"/>
    <w:rsid w:val="0B580FA4"/>
    <w:rsid w:val="0B63DA8B"/>
    <w:rsid w:val="0B7C1528"/>
    <w:rsid w:val="0B7F4EF8"/>
    <w:rsid w:val="0BB345AA"/>
    <w:rsid w:val="0BF0A374"/>
    <w:rsid w:val="0C129720"/>
    <w:rsid w:val="0C19B578"/>
    <w:rsid w:val="0C1BE207"/>
    <w:rsid w:val="0C3AD193"/>
    <w:rsid w:val="0C4D59E8"/>
    <w:rsid w:val="0C53F1F3"/>
    <w:rsid w:val="0C5ADFCF"/>
    <w:rsid w:val="0C5CB9C7"/>
    <w:rsid w:val="0C6B4789"/>
    <w:rsid w:val="0C6B9151"/>
    <w:rsid w:val="0C91FBEB"/>
    <w:rsid w:val="0C9661FD"/>
    <w:rsid w:val="0C97EF40"/>
    <w:rsid w:val="0CA6043D"/>
    <w:rsid w:val="0CABCFBF"/>
    <w:rsid w:val="0CB67C8D"/>
    <w:rsid w:val="0CC6C37F"/>
    <w:rsid w:val="0CD90ED7"/>
    <w:rsid w:val="0CDC51DF"/>
    <w:rsid w:val="0CE25C0C"/>
    <w:rsid w:val="0D04FAC5"/>
    <w:rsid w:val="0D096D07"/>
    <w:rsid w:val="0D1B1F59"/>
    <w:rsid w:val="0D6406C7"/>
    <w:rsid w:val="0D669C87"/>
    <w:rsid w:val="0D68CCC7"/>
    <w:rsid w:val="0D697535"/>
    <w:rsid w:val="0D6FC73B"/>
    <w:rsid w:val="0D823838"/>
    <w:rsid w:val="0D99D08F"/>
    <w:rsid w:val="0DC46EB5"/>
    <w:rsid w:val="0DD18457"/>
    <w:rsid w:val="0DE270B2"/>
    <w:rsid w:val="0DE8C413"/>
    <w:rsid w:val="0DF0C776"/>
    <w:rsid w:val="0E0BCE3E"/>
    <w:rsid w:val="0E1C1D9D"/>
    <w:rsid w:val="0E1E6068"/>
    <w:rsid w:val="0E339DE6"/>
    <w:rsid w:val="0E62D6E4"/>
    <w:rsid w:val="0E7DD198"/>
    <w:rsid w:val="0E92BA22"/>
    <w:rsid w:val="0EA0B7A0"/>
    <w:rsid w:val="0EC6E688"/>
    <w:rsid w:val="0EE2C9D8"/>
    <w:rsid w:val="0F267C54"/>
    <w:rsid w:val="0F2E5A0F"/>
    <w:rsid w:val="0F38493C"/>
    <w:rsid w:val="0F462EDD"/>
    <w:rsid w:val="0F46568D"/>
    <w:rsid w:val="0F75D0A0"/>
    <w:rsid w:val="0F7DCEEF"/>
    <w:rsid w:val="0F838874"/>
    <w:rsid w:val="0F95E2A0"/>
    <w:rsid w:val="0F9E65C1"/>
    <w:rsid w:val="0FA681CC"/>
    <w:rsid w:val="0FA6D401"/>
    <w:rsid w:val="0FA82231"/>
    <w:rsid w:val="0FCBD56D"/>
    <w:rsid w:val="0FE0567C"/>
    <w:rsid w:val="1004017C"/>
    <w:rsid w:val="100D54F1"/>
    <w:rsid w:val="102EAE59"/>
    <w:rsid w:val="102EC4F7"/>
    <w:rsid w:val="10349364"/>
    <w:rsid w:val="104BB0AC"/>
    <w:rsid w:val="105D9AD1"/>
    <w:rsid w:val="106E90E5"/>
    <w:rsid w:val="107D5F77"/>
    <w:rsid w:val="1082D599"/>
    <w:rsid w:val="10846B48"/>
    <w:rsid w:val="108D02E3"/>
    <w:rsid w:val="108FB464"/>
    <w:rsid w:val="10CC2880"/>
    <w:rsid w:val="10D082FA"/>
    <w:rsid w:val="10DBF4C6"/>
    <w:rsid w:val="10F2C69E"/>
    <w:rsid w:val="110B4F91"/>
    <w:rsid w:val="1147CE6B"/>
    <w:rsid w:val="114E847F"/>
    <w:rsid w:val="1163F7FD"/>
    <w:rsid w:val="1186E6CB"/>
    <w:rsid w:val="1193D84E"/>
    <w:rsid w:val="1196972E"/>
    <w:rsid w:val="119BAD93"/>
    <w:rsid w:val="119FE231"/>
    <w:rsid w:val="11B2AC3C"/>
    <w:rsid w:val="11BE5F60"/>
    <w:rsid w:val="11C49F15"/>
    <w:rsid w:val="11D60615"/>
    <w:rsid w:val="11E959FD"/>
    <w:rsid w:val="11FDC279"/>
    <w:rsid w:val="12228653"/>
    <w:rsid w:val="122342D7"/>
    <w:rsid w:val="12672BC7"/>
    <w:rsid w:val="1275CF03"/>
    <w:rsid w:val="1276BE70"/>
    <w:rsid w:val="128B038E"/>
    <w:rsid w:val="1290F885"/>
    <w:rsid w:val="12984297"/>
    <w:rsid w:val="129CED50"/>
    <w:rsid w:val="129DCA8D"/>
    <w:rsid w:val="12B3334E"/>
    <w:rsid w:val="12B836AE"/>
    <w:rsid w:val="12CB5B03"/>
    <w:rsid w:val="12F95EEC"/>
    <w:rsid w:val="130E3ABA"/>
    <w:rsid w:val="133D9DFC"/>
    <w:rsid w:val="13469A4C"/>
    <w:rsid w:val="1350CBE5"/>
    <w:rsid w:val="13583347"/>
    <w:rsid w:val="135B3082"/>
    <w:rsid w:val="1380E466"/>
    <w:rsid w:val="13872B9F"/>
    <w:rsid w:val="139795EF"/>
    <w:rsid w:val="13A9E42F"/>
    <w:rsid w:val="13BC9B92"/>
    <w:rsid w:val="13E0A8FB"/>
    <w:rsid w:val="13E41442"/>
    <w:rsid w:val="13E640DC"/>
    <w:rsid w:val="1409887B"/>
    <w:rsid w:val="142E4459"/>
    <w:rsid w:val="1440C5DB"/>
    <w:rsid w:val="1443431A"/>
    <w:rsid w:val="1459338B"/>
    <w:rsid w:val="14697FD1"/>
    <w:rsid w:val="146BA46C"/>
    <w:rsid w:val="146F1F75"/>
    <w:rsid w:val="1472D831"/>
    <w:rsid w:val="1478F6AF"/>
    <w:rsid w:val="14853BE8"/>
    <w:rsid w:val="148DEEBA"/>
    <w:rsid w:val="14B16275"/>
    <w:rsid w:val="14B43815"/>
    <w:rsid w:val="14BF251D"/>
    <w:rsid w:val="14C9769A"/>
    <w:rsid w:val="14D62302"/>
    <w:rsid w:val="14FCA7B3"/>
    <w:rsid w:val="1537F000"/>
    <w:rsid w:val="155C6B0D"/>
    <w:rsid w:val="15652978"/>
    <w:rsid w:val="15764CE2"/>
    <w:rsid w:val="15805F1F"/>
    <w:rsid w:val="158ED371"/>
    <w:rsid w:val="1595C2AF"/>
    <w:rsid w:val="159C4AC0"/>
    <w:rsid w:val="159F666F"/>
    <w:rsid w:val="15A59003"/>
    <w:rsid w:val="15C1C001"/>
    <w:rsid w:val="15C80E48"/>
    <w:rsid w:val="15DBEC8E"/>
    <w:rsid w:val="15ECC19E"/>
    <w:rsid w:val="15F524FB"/>
    <w:rsid w:val="1603C3A0"/>
    <w:rsid w:val="16149C64"/>
    <w:rsid w:val="161B511E"/>
    <w:rsid w:val="161E5A67"/>
    <w:rsid w:val="1622212C"/>
    <w:rsid w:val="16229D68"/>
    <w:rsid w:val="163B0404"/>
    <w:rsid w:val="16438549"/>
    <w:rsid w:val="1644E6A9"/>
    <w:rsid w:val="16499D44"/>
    <w:rsid w:val="16554914"/>
    <w:rsid w:val="16675DB6"/>
    <w:rsid w:val="1684A3AA"/>
    <w:rsid w:val="168BC5CC"/>
    <w:rsid w:val="16B85D1B"/>
    <w:rsid w:val="16C86BA9"/>
    <w:rsid w:val="16E122FA"/>
    <w:rsid w:val="16F3E626"/>
    <w:rsid w:val="1705ECC2"/>
    <w:rsid w:val="171013F5"/>
    <w:rsid w:val="171DFAF6"/>
    <w:rsid w:val="171EC03B"/>
    <w:rsid w:val="1730C906"/>
    <w:rsid w:val="174248FD"/>
    <w:rsid w:val="175EFA86"/>
    <w:rsid w:val="17749EB4"/>
    <w:rsid w:val="1794F6F9"/>
    <w:rsid w:val="17A71EF4"/>
    <w:rsid w:val="17AD543C"/>
    <w:rsid w:val="17C43E19"/>
    <w:rsid w:val="17CB960F"/>
    <w:rsid w:val="17CD51B8"/>
    <w:rsid w:val="17DD474D"/>
    <w:rsid w:val="17F1C22F"/>
    <w:rsid w:val="181CCC8A"/>
    <w:rsid w:val="18234093"/>
    <w:rsid w:val="1829DEFD"/>
    <w:rsid w:val="183FFD0D"/>
    <w:rsid w:val="18561F90"/>
    <w:rsid w:val="18664A73"/>
    <w:rsid w:val="186B0712"/>
    <w:rsid w:val="186B5D7B"/>
    <w:rsid w:val="187F58C9"/>
    <w:rsid w:val="18844DD2"/>
    <w:rsid w:val="188C23BF"/>
    <w:rsid w:val="18AC2B53"/>
    <w:rsid w:val="18B27EC7"/>
    <w:rsid w:val="18C5B393"/>
    <w:rsid w:val="18CC0387"/>
    <w:rsid w:val="190445FB"/>
    <w:rsid w:val="191D0CC2"/>
    <w:rsid w:val="191E0261"/>
    <w:rsid w:val="19279C1D"/>
    <w:rsid w:val="19311EF0"/>
    <w:rsid w:val="193D8C05"/>
    <w:rsid w:val="19871DC2"/>
    <w:rsid w:val="198795D9"/>
    <w:rsid w:val="198AA793"/>
    <w:rsid w:val="198B8FD3"/>
    <w:rsid w:val="199DAB9C"/>
    <w:rsid w:val="19A436C1"/>
    <w:rsid w:val="19BE52D5"/>
    <w:rsid w:val="19D8A8AB"/>
    <w:rsid w:val="1A0CB57D"/>
    <w:rsid w:val="1A0CC47E"/>
    <w:rsid w:val="1A24A290"/>
    <w:rsid w:val="1A27A1D5"/>
    <w:rsid w:val="1A3EBF25"/>
    <w:rsid w:val="1A51F0CB"/>
    <w:rsid w:val="1A5EB8B0"/>
    <w:rsid w:val="1A61DE03"/>
    <w:rsid w:val="1A763B3E"/>
    <w:rsid w:val="1A7787B1"/>
    <w:rsid w:val="1A84C09C"/>
    <w:rsid w:val="1A84E3EA"/>
    <w:rsid w:val="1A855346"/>
    <w:rsid w:val="1AB86EBC"/>
    <w:rsid w:val="1AD3A169"/>
    <w:rsid w:val="1AE7FE66"/>
    <w:rsid w:val="1B1062EC"/>
    <w:rsid w:val="1B2A61E4"/>
    <w:rsid w:val="1B32ACB5"/>
    <w:rsid w:val="1B724566"/>
    <w:rsid w:val="1B7787A8"/>
    <w:rsid w:val="1B7EAD01"/>
    <w:rsid w:val="1B897F77"/>
    <w:rsid w:val="1B9FD4AD"/>
    <w:rsid w:val="1BB4ABF0"/>
    <w:rsid w:val="1BCC9EC8"/>
    <w:rsid w:val="1BD7F9B2"/>
    <w:rsid w:val="1BDA29A7"/>
    <w:rsid w:val="1BDE97CB"/>
    <w:rsid w:val="1C04D7CB"/>
    <w:rsid w:val="1C0BEC98"/>
    <w:rsid w:val="1C34D166"/>
    <w:rsid w:val="1C39FA33"/>
    <w:rsid w:val="1C4E0A38"/>
    <w:rsid w:val="1C5ED902"/>
    <w:rsid w:val="1C84D2BF"/>
    <w:rsid w:val="1C869EDB"/>
    <w:rsid w:val="1C8935B5"/>
    <w:rsid w:val="1C8AEF7A"/>
    <w:rsid w:val="1C9E54A5"/>
    <w:rsid w:val="1CC19BE8"/>
    <w:rsid w:val="1CDB5161"/>
    <w:rsid w:val="1CEF5136"/>
    <w:rsid w:val="1CF6E332"/>
    <w:rsid w:val="1CF77AE4"/>
    <w:rsid w:val="1CFF52F6"/>
    <w:rsid w:val="1D1096AE"/>
    <w:rsid w:val="1D23FE3C"/>
    <w:rsid w:val="1D3AB18C"/>
    <w:rsid w:val="1D73D3C6"/>
    <w:rsid w:val="1D752604"/>
    <w:rsid w:val="1D8CA373"/>
    <w:rsid w:val="1D93D478"/>
    <w:rsid w:val="1DA238AA"/>
    <w:rsid w:val="1DA73AED"/>
    <w:rsid w:val="1DB664A4"/>
    <w:rsid w:val="1DB9BBCF"/>
    <w:rsid w:val="1DEAA472"/>
    <w:rsid w:val="1DFC25B7"/>
    <w:rsid w:val="1DFDFC85"/>
    <w:rsid w:val="1E01188D"/>
    <w:rsid w:val="1E18C759"/>
    <w:rsid w:val="1E2AC9E0"/>
    <w:rsid w:val="1E3AB2B9"/>
    <w:rsid w:val="1E68294E"/>
    <w:rsid w:val="1E7C6D33"/>
    <w:rsid w:val="1E8634EC"/>
    <w:rsid w:val="1E8DAD3D"/>
    <w:rsid w:val="1E99EBFA"/>
    <w:rsid w:val="1E9CA48F"/>
    <w:rsid w:val="1EA3FA0C"/>
    <w:rsid w:val="1EA57E24"/>
    <w:rsid w:val="1EC8B1D6"/>
    <w:rsid w:val="1ED32C69"/>
    <w:rsid w:val="1EE19359"/>
    <w:rsid w:val="1EFBB9C4"/>
    <w:rsid w:val="1F113C10"/>
    <w:rsid w:val="1F2A5452"/>
    <w:rsid w:val="1F37C6B4"/>
    <w:rsid w:val="1F43DD07"/>
    <w:rsid w:val="1F4D5EDC"/>
    <w:rsid w:val="1F4F8552"/>
    <w:rsid w:val="1F6CEAA1"/>
    <w:rsid w:val="1F7877B8"/>
    <w:rsid w:val="1FA6E9BB"/>
    <w:rsid w:val="1FB2C7E7"/>
    <w:rsid w:val="1FC1E087"/>
    <w:rsid w:val="1FF34CEE"/>
    <w:rsid w:val="1FF952D7"/>
    <w:rsid w:val="1FFD71D7"/>
    <w:rsid w:val="202C0BBF"/>
    <w:rsid w:val="204A1546"/>
    <w:rsid w:val="2081049D"/>
    <w:rsid w:val="2082814A"/>
    <w:rsid w:val="20840864"/>
    <w:rsid w:val="2084D613"/>
    <w:rsid w:val="20B7F4F0"/>
    <w:rsid w:val="20C37966"/>
    <w:rsid w:val="20C705CC"/>
    <w:rsid w:val="20DA4EBB"/>
    <w:rsid w:val="20EDCC4E"/>
    <w:rsid w:val="20FB2B3A"/>
    <w:rsid w:val="2118AB1B"/>
    <w:rsid w:val="212064BC"/>
    <w:rsid w:val="2120C64F"/>
    <w:rsid w:val="2152AF0F"/>
    <w:rsid w:val="21592B1E"/>
    <w:rsid w:val="215A4374"/>
    <w:rsid w:val="215D3E93"/>
    <w:rsid w:val="2176773B"/>
    <w:rsid w:val="218052C0"/>
    <w:rsid w:val="2182EC42"/>
    <w:rsid w:val="2194DFC6"/>
    <w:rsid w:val="21C8A1C1"/>
    <w:rsid w:val="21E1BDEE"/>
    <w:rsid w:val="21E75B21"/>
    <w:rsid w:val="21E812B0"/>
    <w:rsid w:val="21F6A7D5"/>
    <w:rsid w:val="21FEBCDE"/>
    <w:rsid w:val="220621D0"/>
    <w:rsid w:val="2213F64B"/>
    <w:rsid w:val="22345FB2"/>
    <w:rsid w:val="2248DCD2"/>
    <w:rsid w:val="2289784A"/>
    <w:rsid w:val="228E11F6"/>
    <w:rsid w:val="22A42B92"/>
    <w:rsid w:val="22A76C29"/>
    <w:rsid w:val="22AF247B"/>
    <w:rsid w:val="22DC7E8A"/>
    <w:rsid w:val="22FB25F2"/>
    <w:rsid w:val="2309C5E8"/>
    <w:rsid w:val="2319EBB3"/>
    <w:rsid w:val="23297933"/>
    <w:rsid w:val="23390D9C"/>
    <w:rsid w:val="235CCDAA"/>
    <w:rsid w:val="23666DF6"/>
    <w:rsid w:val="236886C4"/>
    <w:rsid w:val="236E8DFF"/>
    <w:rsid w:val="23790C71"/>
    <w:rsid w:val="2379C603"/>
    <w:rsid w:val="238DEBF8"/>
    <w:rsid w:val="23C9E6A7"/>
    <w:rsid w:val="23D8D217"/>
    <w:rsid w:val="23DCCEC2"/>
    <w:rsid w:val="23DCEB3F"/>
    <w:rsid w:val="23DDF226"/>
    <w:rsid w:val="23FE760E"/>
    <w:rsid w:val="24047777"/>
    <w:rsid w:val="2447720F"/>
    <w:rsid w:val="2470A8E8"/>
    <w:rsid w:val="24761814"/>
    <w:rsid w:val="24A29CAC"/>
    <w:rsid w:val="24B81C8D"/>
    <w:rsid w:val="24C1D77F"/>
    <w:rsid w:val="24CC8260"/>
    <w:rsid w:val="24D45B61"/>
    <w:rsid w:val="24E39596"/>
    <w:rsid w:val="24F5F34E"/>
    <w:rsid w:val="253D0584"/>
    <w:rsid w:val="254AF977"/>
    <w:rsid w:val="2584D3EC"/>
    <w:rsid w:val="258E1BF0"/>
    <w:rsid w:val="25A83CC8"/>
    <w:rsid w:val="25CA639B"/>
    <w:rsid w:val="25DBA609"/>
    <w:rsid w:val="25E69C02"/>
    <w:rsid w:val="25EB7708"/>
    <w:rsid w:val="25F2BA06"/>
    <w:rsid w:val="25FE27CE"/>
    <w:rsid w:val="26069C29"/>
    <w:rsid w:val="260E1753"/>
    <w:rsid w:val="2617502B"/>
    <w:rsid w:val="261AB786"/>
    <w:rsid w:val="265DA7E0"/>
    <w:rsid w:val="26726E8C"/>
    <w:rsid w:val="2682887A"/>
    <w:rsid w:val="268AE204"/>
    <w:rsid w:val="269057A5"/>
    <w:rsid w:val="26BADD56"/>
    <w:rsid w:val="26D6E0C3"/>
    <w:rsid w:val="26DE3523"/>
    <w:rsid w:val="26E79B01"/>
    <w:rsid w:val="26E7FA65"/>
    <w:rsid w:val="27018769"/>
    <w:rsid w:val="2702C8FE"/>
    <w:rsid w:val="2703799E"/>
    <w:rsid w:val="2736CD56"/>
    <w:rsid w:val="273ECAE0"/>
    <w:rsid w:val="275DB9DB"/>
    <w:rsid w:val="276CC618"/>
    <w:rsid w:val="27754DA6"/>
    <w:rsid w:val="27816845"/>
    <w:rsid w:val="2787B574"/>
    <w:rsid w:val="278CCDCB"/>
    <w:rsid w:val="278D08F7"/>
    <w:rsid w:val="279C4024"/>
    <w:rsid w:val="279F9C7F"/>
    <w:rsid w:val="27D733A2"/>
    <w:rsid w:val="27F1BFC6"/>
    <w:rsid w:val="27FCBC8B"/>
    <w:rsid w:val="2841D40E"/>
    <w:rsid w:val="284F3311"/>
    <w:rsid w:val="285108A1"/>
    <w:rsid w:val="2854F46E"/>
    <w:rsid w:val="28633DD6"/>
    <w:rsid w:val="286A83D8"/>
    <w:rsid w:val="287979EB"/>
    <w:rsid w:val="28821BDA"/>
    <w:rsid w:val="28A551EE"/>
    <w:rsid w:val="28C6E8FE"/>
    <w:rsid w:val="28D557F2"/>
    <w:rsid w:val="28E77641"/>
    <w:rsid w:val="2914CBC3"/>
    <w:rsid w:val="2928D958"/>
    <w:rsid w:val="293DB575"/>
    <w:rsid w:val="294A6C94"/>
    <w:rsid w:val="295C4408"/>
    <w:rsid w:val="295C6127"/>
    <w:rsid w:val="2972A9F4"/>
    <w:rsid w:val="29910942"/>
    <w:rsid w:val="29A9F390"/>
    <w:rsid w:val="29BFBE38"/>
    <w:rsid w:val="29D18BBE"/>
    <w:rsid w:val="29D6BE54"/>
    <w:rsid w:val="29DB5933"/>
    <w:rsid w:val="29EA67C8"/>
    <w:rsid w:val="29F26459"/>
    <w:rsid w:val="2A385962"/>
    <w:rsid w:val="2A53D79F"/>
    <w:rsid w:val="2A55A67B"/>
    <w:rsid w:val="2A6F78A9"/>
    <w:rsid w:val="2A6F9354"/>
    <w:rsid w:val="2A8746F4"/>
    <w:rsid w:val="2A8B9771"/>
    <w:rsid w:val="2AA3E622"/>
    <w:rsid w:val="2AA9747B"/>
    <w:rsid w:val="2AC9A9D3"/>
    <w:rsid w:val="2AFBC728"/>
    <w:rsid w:val="2B0DEB09"/>
    <w:rsid w:val="2B37945D"/>
    <w:rsid w:val="2B423D41"/>
    <w:rsid w:val="2B6FECF1"/>
    <w:rsid w:val="2B72FBF4"/>
    <w:rsid w:val="2B95062A"/>
    <w:rsid w:val="2BA3E41C"/>
    <w:rsid w:val="2BAF77BA"/>
    <w:rsid w:val="2BB21CFF"/>
    <w:rsid w:val="2BD50DBC"/>
    <w:rsid w:val="2BD696BB"/>
    <w:rsid w:val="2BDB50CF"/>
    <w:rsid w:val="2BFA57E0"/>
    <w:rsid w:val="2C270B22"/>
    <w:rsid w:val="2C28D8E8"/>
    <w:rsid w:val="2C290BA2"/>
    <w:rsid w:val="2C4AE196"/>
    <w:rsid w:val="2C4DC579"/>
    <w:rsid w:val="2C5C3746"/>
    <w:rsid w:val="2C742C40"/>
    <w:rsid w:val="2C75E04B"/>
    <w:rsid w:val="2C7D9C47"/>
    <w:rsid w:val="2C90253D"/>
    <w:rsid w:val="2CA740F5"/>
    <w:rsid w:val="2CCCC2F5"/>
    <w:rsid w:val="2CE4AFC7"/>
    <w:rsid w:val="2D0375A4"/>
    <w:rsid w:val="2D0C80B5"/>
    <w:rsid w:val="2D202F28"/>
    <w:rsid w:val="2D4582BF"/>
    <w:rsid w:val="2D4F32B8"/>
    <w:rsid w:val="2D7B98DE"/>
    <w:rsid w:val="2D8D9363"/>
    <w:rsid w:val="2DA1CF0B"/>
    <w:rsid w:val="2DB05EB8"/>
    <w:rsid w:val="2DBCC64F"/>
    <w:rsid w:val="2DE964BD"/>
    <w:rsid w:val="2E1ADB2E"/>
    <w:rsid w:val="2E1C32CE"/>
    <w:rsid w:val="2E393CB1"/>
    <w:rsid w:val="2EA691CE"/>
    <w:rsid w:val="2EAEB0F0"/>
    <w:rsid w:val="2EBEABF1"/>
    <w:rsid w:val="2EC2DD06"/>
    <w:rsid w:val="2EDA4A1A"/>
    <w:rsid w:val="2F166285"/>
    <w:rsid w:val="2F1C4AC7"/>
    <w:rsid w:val="2F2E8517"/>
    <w:rsid w:val="2F6867F3"/>
    <w:rsid w:val="2F696D38"/>
    <w:rsid w:val="2F6A3819"/>
    <w:rsid w:val="2F710F03"/>
    <w:rsid w:val="2F8F5EDF"/>
    <w:rsid w:val="2F9C9BF1"/>
    <w:rsid w:val="2FB131DE"/>
    <w:rsid w:val="2FB853C6"/>
    <w:rsid w:val="2FBC9F6F"/>
    <w:rsid w:val="2FDD8AC2"/>
    <w:rsid w:val="2FE8AC9C"/>
    <w:rsid w:val="2FEF736C"/>
    <w:rsid w:val="2FF11258"/>
    <w:rsid w:val="2FF3AC50"/>
    <w:rsid w:val="2FF91608"/>
    <w:rsid w:val="301383D9"/>
    <w:rsid w:val="3020023F"/>
    <w:rsid w:val="30257C70"/>
    <w:rsid w:val="303E6E28"/>
    <w:rsid w:val="306C7AB2"/>
    <w:rsid w:val="309E0CF5"/>
    <w:rsid w:val="30D137BC"/>
    <w:rsid w:val="30ECEB11"/>
    <w:rsid w:val="310FFD79"/>
    <w:rsid w:val="31309B4A"/>
    <w:rsid w:val="3137BFD2"/>
    <w:rsid w:val="313DD252"/>
    <w:rsid w:val="3157BADC"/>
    <w:rsid w:val="3168561A"/>
    <w:rsid w:val="3172925C"/>
    <w:rsid w:val="317409AD"/>
    <w:rsid w:val="317AF095"/>
    <w:rsid w:val="3182D575"/>
    <w:rsid w:val="31913D69"/>
    <w:rsid w:val="31A8D3A5"/>
    <w:rsid w:val="31AE5EF2"/>
    <w:rsid w:val="31BD2322"/>
    <w:rsid w:val="31D3EF22"/>
    <w:rsid w:val="31FF166A"/>
    <w:rsid w:val="32224F46"/>
    <w:rsid w:val="322ADD71"/>
    <w:rsid w:val="3261C5AC"/>
    <w:rsid w:val="326334AD"/>
    <w:rsid w:val="32649BF2"/>
    <w:rsid w:val="326E0DDC"/>
    <w:rsid w:val="3274EEEA"/>
    <w:rsid w:val="3284A195"/>
    <w:rsid w:val="328A24A3"/>
    <w:rsid w:val="329AD69E"/>
    <w:rsid w:val="329D900C"/>
    <w:rsid w:val="32B5BFD6"/>
    <w:rsid w:val="32BD35EC"/>
    <w:rsid w:val="32C254A8"/>
    <w:rsid w:val="32CAD4C0"/>
    <w:rsid w:val="32ED536C"/>
    <w:rsid w:val="33039364"/>
    <w:rsid w:val="331334B7"/>
    <w:rsid w:val="33440D7F"/>
    <w:rsid w:val="3347B825"/>
    <w:rsid w:val="3359E5F0"/>
    <w:rsid w:val="335CE786"/>
    <w:rsid w:val="338D6529"/>
    <w:rsid w:val="33BC97C7"/>
    <w:rsid w:val="33D2CC75"/>
    <w:rsid w:val="33DA835E"/>
    <w:rsid w:val="33DE9ABB"/>
    <w:rsid w:val="3409C804"/>
    <w:rsid w:val="34188A9C"/>
    <w:rsid w:val="341C9FB3"/>
    <w:rsid w:val="342F479A"/>
    <w:rsid w:val="3453E512"/>
    <w:rsid w:val="345CC2C6"/>
    <w:rsid w:val="34889A6D"/>
    <w:rsid w:val="34893348"/>
    <w:rsid w:val="34BDE50F"/>
    <w:rsid w:val="34D34655"/>
    <w:rsid w:val="34DC479B"/>
    <w:rsid w:val="34DC88C5"/>
    <w:rsid w:val="35000A6E"/>
    <w:rsid w:val="350D7682"/>
    <w:rsid w:val="35117E94"/>
    <w:rsid w:val="35435C27"/>
    <w:rsid w:val="3547A805"/>
    <w:rsid w:val="35483C14"/>
    <w:rsid w:val="35531995"/>
    <w:rsid w:val="3585032F"/>
    <w:rsid w:val="358FC54B"/>
    <w:rsid w:val="35AD1613"/>
    <w:rsid w:val="35AF8F28"/>
    <w:rsid w:val="35D37ABE"/>
    <w:rsid w:val="35EFB573"/>
    <w:rsid w:val="35FA9E3B"/>
    <w:rsid w:val="36268E1D"/>
    <w:rsid w:val="36288699"/>
    <w:rsid w:val="362EB815"/>
    <w:rsid w:val="3650AE00"/>
    <w:rsid w:val="366FB2F5"/>
    <w:rsid w:val="36718FFA"/>
    <w:rsid w:val="36794FDC"/>
    <w:rsid w:val="367F29FA"/>
    <w:rsid w:val="36AA5F79"/>
    <w:rsid w:val="36BFE29F"/>
    <w:rsid w:val="36C8F343"/>
    <w:rsid w:val="36CC51FB"/>
    <w:rsid w:val="36DB3C64"/>
    <w:rsid w:val="370B95AC"/>
    <w:rsid w:val="370C93DD"/>
    <w:rsid w:val="37384174"/>
    <w:rsid w:val="374E5E67"/>
    <w:rsid w:val="37532522"/>
    <w:rsid w:val="3763DE85"/>
    <w:rsid w:val="379BDAB7"/>
    <w:rsid w:val="37AC4602"/>
    <w:rsid w:val="37B7BBC4"/>
    <w:rsid w:val="37C585B0"/>
    <w:rsid w:val="37D345B4"/>
    <w:rsid w:val="37D3CCF6"/>
    <w:rsid w:val="37DEF492"/>
    <w:rsid w:val="37F5DFF4"/>
    <w:rsid w:val="3806B208"/>
    <w:rsid w:val="383469FC"/>
    <w:rsid w:val="384F5932"/>
    <w:rsid w:val="3854BB1D"/>
    <w:rsid w:val="3857C57E"/>
    <w:rsid w:val="385830E4"/>
    <w:rsid w:val="386936ED"/>
    <w:rsid w:val="38A63556"/>
    <w:rsid w:val="38AE80C6"/>
    <w:rsid w:val="38B2B2D0"/>
    <w:rsid w:val="38D48E0A"/>
    <w:rsid w:val="38D71701"/>
    <w:rsid w:val="38E11A5F"/>
    <w:rsid w:val="38F51238"/>
    <w:rsid w:val="38FAFCF0"/>
    <w:rsid w:val="390A5131"/>
    <w:rsid w:val="391DC7EF"/>
    <w:rsid w:val="3923364E"/>
    <w:rsid w:val="392A23E2"/>
    <w:rsid w:val="39539C77"/>
    <w:rsid w:val="3969A7F2"/>
    <w:rsid w:val="396B44AB"/>
    <w:rsid w:val="39894349"/>
    <w:rsid w:val="398E9FEC"/>
    <w:rsid w:val="39A7ECF6"/>
    <w:rsid w:val="39BB84B2"/>
    <w:rsid w:val="39CDA62F"/>
    <w:rsid w:val="39D2AD44"/>
    <w:rsid w:val="39E55181"/>
    <w:rsid w:val="39EA3205"/>
    <w:rsid w:val="39F519E3"/>
    <w:rsid w:val="39FBFE4B"/>
    <w:rsid w:val="39FFB3F3"/>
    <w:rsid w:val="3A00D944"/>
    <w:rsid w:val="3A02D261"/>
    <w:rsid w:val="3A230EDE"/>
    <w:rsid w:val="3A259831"/>
    <w:rsid w:val="3A3F9CFE"/>
    <w:rsid w:val="3A476290"/>
    <w:rsid w:val="3A5B154B"/>
    <w:rsid w:val="3A90F37D"/>
    <w:rsid w:val="3ABA56FA"/>
    <w:rsid w:val="3ABF2103"/>
    <w:rsid w:val="3AC93374"/>
    <w:rsid w:val="3ACA5945"/>
    <w:rsid w:val="3ACEDCC3"/>
    <w:rsid w:val="3ADB5832"/>
    <w:rsid w:val="3B0BCFD1"/>
    <w:rsid w:val="3B14AA89"/>
    <w:rsid w:val="3B2D1A18"/>
    <w:rsid w:val="3B2E0807"/>
    <w:rsid w:val="3B34849F"/>
    <w:rsid w:val="3B497E77"/>
    <w:rsid w:val="3B50C5FD"/>
    <w:rsid w:val="3B550864"/>
    <w:rsid w:val="3B9A9C02"/>
    <w:rsid w:val="3BBD939C"/>
    <w:rsid w:val="3BCCE82A"/>
    <w:rsid w:val="3BE1655A"/>
    <w:rsid w:val="3BF18ED3"/>
    <w:rsid w:val="3C07BB50"/>
    <w:rsid w:val="3C43463D"/>
    <w:rsid w:val="3C5F316B"/>
    <w:rsid w:val="3C69AC8E"/>
    <w:rsid w:val="3C700E80"/>
    <w:rsid w:val="3C81D1BB"/>
    <w:rsid w:val="3C85DFA6"/>
    <w:rsid w:val="3CB34AC5"/>
    <w:rsid w:val="3CC7551B"/>
    <w:rsid w:val="3CD9C0A9"/>
    <w:rsid w:val="3CD9C692"/>
    <w:rsid w:val="3CDEF479"/>
    <w:rsid w:val="3CEFD367"/>
    <w:rsid w:val="3CFED37F"/>
    <w:rsid w:val="3D12F739"/>
    <w:rsid w:val="3D1596EE"/>
    <w:rsid w:val="3D220551"/>
    <w:rsid w:val="3D3A414D"/>
    <w:rsid w:val="3D4CC1F0"/>
    <w:rsid w:val="3D6CAB95"/>
    <w:rsid w:val="3D712C5F"/>
    <w:rsid w:val="3D79018B"/>
    <w:rsid w:val="3D9CA17C"/>
    <w:rsid w:val="3DA5E824"/>
    <w:rsid w:val="3DCA200F"/>
    <w:rsid w:val="3DD4406B"/>
    <w:rsid w:val="3DF0AA11"/>
    <w:rsid w:val="3E232F59"/>
    <w:rsid w:val="3E41023B"/>
    <w:rsid w:val="3E6C3EA3"/>
    <w:rsid w:val="3E9AB30E"/>
    <w:rsid w:val="3EA06D62"/>
    <w:rsid w:val="3EB215A9"/>
    <w:rsid w:val="3EE08693"/>
    <w:rsid w:val="3EE483FE"/>
    <w:rsid w:val="3EFF3801"/>
    <w:rsid w:val="3F1076C5"/>
    <w:rsid w:val="3F16728F"/>
    <w:rsid w:val="3F2807C3"/>
    <w:rsid w:val="3F3F7545"/>
    <w:rsid w:val="3F458140"/>
    <w:rsid w:val="3F548414"/>
    <w:rsid w:val="3F5EB08A"/>
    <w:rsid w:val="3F70D983"/>
    <w:rsid w:val="3F7FC212"/>
    <w:rsid w:val="3FA54B27"/>
    <w:rsid w:val="3FE24D3E"/>
    <w:rsid w:val="3FE3A36C"/>
    <w:rsid w:val="3FFF571C"/>
    <w:rsid w:val="40097319"/>
    <w:rsid w:val="401928E2"/>
    <w:rsid w:val="401F7C68"/>
    <w:rsid w:val="4044A5CF"/>
    <w:rsid w:val="404B6BF5"/>
    <w:rsid w:val="405248DA"/>
    <w:rsid w:val="4067F611"/>
    <w:rsid w:val="40769649"/>
    <w:rsid w:val="40A8771F"/>
    <w:rsid w:val="40B06757"/>
    <w:rsid w:val="40B0F2E0"/>
    <w:rsid w:val="40C796E6"/>
    <w:rsid w:val="40E6F0B8"/>
    <w:rsid w:val="4104DC95"/>
    <w:rsid w:val="41058B5B"/>
    <w:rsid w:val="4123D169"/>
    <w:rsid w:val="41311962"/>
    <w:rsid w:val="41598131"/>
    <w:rsid w:val="4163CC35"/>
    <w:rsid w:val="41693419"/>
    <w:rsid w:val="416968D3"/>
    <w:rsid w:val="41BCD396"/>
    <w:rsid w:val="41D1A712"/>
    <w:rsid w:val="41D230A3"/>
    <w:rsid w:val="41E4598E"/>
    <w:rsid w:val="42147BFA"/>
    <w:rsid w:val="421489B2"/>
    <w:rsid w:val="42255F09"/>
    <w:rsid w:val="423452EB"/>
    <w:rsid w:val="4278BCAF"/>
    <w:rsid w:val="42DFF7E4"/>
    <w:rsid w:val="42E0D513"/>
    <w:rsid w:val="42F785D9"/>
    <w:rsid w:val="4300F46D"/>
    <w:rsid w:val="432D7B24"/>
    <w:rsid w:val="4372B7CC"/>
    <w:rsid w:val="4373874A"/>
    <w:rsid w:val="437DE4F3"/>
    <w:rsid w:val="43812CD1"/>
    <w:rsid w:val="438287CB"/>
    <w:rsid w:val="438A6092"/>
    <w:rsid w:val="438E8852"/>
    <w:rsid w:val="4392ED9A"/>
    <w:rsid w:val="43B1228B"/>
    <w:rsid w:val="43D5D095"/>
    <w:rsid w:val="43E3B06B"/>
    <w:rsid w:val="43F126F7"/>
    <w:rsid w:val="43F9D380"/>
    <w:rsid w:val="44113F35"/>
    <w:rsid w:val="4416F1FD"/>
    <w:rsid w:val="442C1DAD"/>
    <w:rsid w:val="44496AA9"/>
    <w:rsid w:val="445F990D"/>
    <w:rsid w:val="446E20CA"/>
    <w:rsid w:val="44887AB1"/>
    <w:rsid w:val="448985F6"/>
    <w:rsid w:val="448C25D8"/>
    <w:rsid w:val="44A3610C"/>
    <w:rsid w:val="44AEE32F"/>
    <w:rsid w:val="44B73BCD"/>
    <w:rsid w:val="44CEA85A"/>
    <w:rsid w:val="44D271DF"/>
    <w:rsid w:val="44E1A31E"/>
    <w:rsid w:val="45176A4E"/>
    <w:rsid w:val="4537362D"/>
    <w:rsid w:val="454C90F8"/>
    <w:rsid w:val="455FB69B"/>
    <w:rsid w:val="455FBF69"/>
    <w:rsid w:val="45809D98"/>
    <w:rsid w:val="4582C333"/>
    <w:rsid w:val="458B6F53"/>
    <w:rsid w:val="4592CD99"/>
    <w:rsid w:val="459DE7D7"/>
    <w:rsid w:val="45A24071"/>
    <w:rsid w:val="45BE2D34"/>
    <w:rsid w:val="45C343BD"/>
    <w:rsid w:val="45DC35EC"/>
    <w:rsid w:val="45DD8B79"/>
    <w:rsid w:val="45E3BABA"/>
    <w:rsid w:val="4624A260"/>
    <w:rsid w:val="46345EF7"/>
    <w:rsid w:val="4640C390"/>
    <w:rsid w:val="4654BDE1"/>
    <w:rsid w:val="4666BB79"/>
    <w:rsid w:val="46A29EFF"/>
    <w:rsid w:val="46A8F7E8"/>
    <w:rsid w:val="46C13B7E"/>
    <w:rsid w:val="46CF30B8"/>
    <w:rsid w:val="4705768D"/>
    <w:rsid w:val="47311C4B"/>
    <w:rsid w:val="4746C6FD"/>
    <w:rsid w:val="47528423"/>
    <w:rsid w:val="47529375"/>
    <w:rsid w:val="47542F4D"/>
    <w:rsid w:val="4761FA54"/>
    <w:rsid w:val="476D236D"/>
    <w:rsid w:val="479739CF"/>
    <w:rsid w:val="47B1DDA5"/>
    <w:rsid w:val="47D2AB9A"/>
    <w:rsid w:val="480E54B3"/>
    <w:rsid w:val="4842FA17"/>
    <w:rsid w:val="4846C4AF"/>
    <w:rsid w:val="485612E0"/>
    <w:rsid w:val="48981761"/>
    <w:rsid w:val="48B8D72D"/>
    <w:rsid w:val="48C801FA"/>
    <w:rsid w:val="48CB1450"/>
    <w:rsid w:val="48DDBBBD"/>
    <w:rsid w:val="48E34F60"/>
    <w:rsid w:val="48FF2D42"/>
    <w:rsid w:val="4935F4E3"/>
    <w:rsid w:val="493C8064"/>
    <w:rsid w:val="493D0D85"/>
    <w:rsid w:val="4965BB78"/>
    <w:rsid w:val="497226D7"/>
    <w:rsid w:val="49805789"/>
    <w:rsid w:val="498B34A4"/>
    <w:rsid w:val="49901F3C"/>
    <w:rsid w:val="4993015A"/>
    <w:rsid w:val="49EAE402"/>
    <w:rsid w:val="49EBE2C7"/>
    <w:rsid w:val="4A1CD12E"/>
    <w:rsid w:val="4A75CE57"/>
    <w:rsid w:val="4A79E62D"/>
    <w:rsid w:val="4A928E76"/>
    <w:rsid w:val="4A95C980"/>
    <w:rsid w:val="4AC502B0"/>
    <w:rsid w:val="4ACBD886"/>
    <w:rsid w:val="4B163BD5"/>
    <w:rsid w:val="4B1978FA"/>
    <w:rsid w:val="4B3A8358"/>
    <w:rsid w:val="4B4AE96E"/>
    <w:rsid w:val="4B57445C"/>
    <w:rsid w:val="4B634CC0"/>
    <w:rsid w:val="4BB5B0FA"/>
    <w:rsid w:val="4BC4B5B7"/>
    <w:rsid w:val="4BC83A15"/>
    <w:rsid w:val="4BD66009"/>
    <w:rsid w:val="4BEBAD45"/>
    <w:rsid w:val="4C2C6A91"/>
    <w:rsid w:val="4C366286"/>
    <w:rsid w:val="4C482403"/>
    <w:rsid w:val="4C51673E"/>
    <w:rsid w:val="4C65C8B5"/>
    <w:rsid w:val="4C6BCE98"/>
    <w:rsid w:val="4C8D5A1B"/>
    <w:rsid w:val="4C9B6F2A"/>
    <w:rsid w:val="4C9E6BAB"/>
    <w:rsid w:val="4CAA5448"/>
    <w:rsid w:val="4CB69283"/>
    <w:rsid w:val="4CC2B259"/>
    <w:rsid w:val="4CDA1C1E"/>
    <w:rsid w:val="4CE9EEFB"/>
    <w:rsid w:val="4CF0C225"/>
    <w:rsid w:val="4CF54187"/>
    <w:rsid w:val="4CF9E70F"/>
    <w:rsid w:val="4D097981"/>
    <w:rsid w:val="4D281AB0"/>
    <w:rsid w:val="4D296BEC"/>
    <w:rsid w:val="4D2AC9E1"/>
    <w:rsid w:val="4D6CF5A2"/>
    <w:rsid w:val="4D763ECD"/>
    <w:rsid w:val="4D85EDBC"/>
    <w:rsid w:val="4D9DB89C"/>
    <w:rsid w:val="4DCB0167"/>
    <w:rsid w:val="4DE2A48E"/>
    <w:rsid w:val="4DE75477"/>
    <w:rsid w:val="4E28AABF"/>
    <w:rsid w:val="4E38F1A7"/>
    <w:rsid w:val="4E3D9002"/>
    <w:rsid w:val="4E463EAD"/>
    <w:rsid w:val="4E540A59"/>
    <w:rsid w:val="4E541729"/>
    <w:rsid w:val="4E680E6F"/>
    <w:rsid w:val="4E7E956B"/>
    <w:rsid w:val="4E90C719"/>
    <w:rsid w:val="4E95B81B"/>
    <w:rsid w:val="4E9B5836"/>
    <w:rsid w:val="4EA3313F"/>
    <w:rsid w:val="4EAB57F4"/>
    <w:rsid w:val="4EC6B72E"/>
    <w:rsid w:val="4EF13091"/>
    <w:rsid w:val="4EFEBEC0"/>
    <w:rsid w:val="4F0B07D6"/>
    <w:rsid w:val="4F174AAD"/>
    <w:rsid w:val="4F1D70AD"/>
    <w:rsid w:val="4F1EE4A6"/>
    <w:rsid w:val="4F27228D"/>
    <w:rsid w:val="4F64A599"/>
    <w:rsid w:val="4F6B954B"/>
    <w:rsid w:val="4F87752E"/>
    <w:rsid w:val="4F951DF6"/>
    <w:rsid w:val="4F9BE02B"/>
    <w:rsid w:val="4FA5AC88"/>
    <w:rsid w:val="4FAAC95F"/>
    <w:rsid w:val="4FB14C07"/>
    <w:rsid w:val="4FC18F6C"/>
    <w:rsid w:val="4FC5CDF1"/>
    <w:rsid w:val="4FD4A2E8"/>
    <w:rsid w:val="4FD60C6D"/>
    <w:rsid w:val="4FE73631"/>
    <w:rsid w:val="4FEF87F5"/>
    <w:rsid w:val="4FF1ADFF"/>
    <w:rsid w:val="4FFA2CF1"/>
    <w:rsid w:val="5005FDDC"/>
    <w:rsid w:val="50137D13"/>
    <w:rsid w:val="50346F33"/>
    <w:rsid w:val="5034A68B"/>
    <w:rsid w:val="50503665"/>
    <w:rsid w:val="50510FAB"/>
    <w:rsid w:val="50653E9E"/>
    <w:rsid w:val="50829629"/>
    <w:rsid w:val="5083D9A7"/>
    <w:rsid w:val="50974E97"/>
    <w:rsid w:val="50AA4E0F"/>
    <w:rsid w:val="50CB1C73"/>
    <w:rsid w:val="50E3EC25"/>
    <w:rsid w:val="50E44967"/>
    <w:rsid w:val="50F33A92"/>
    <w:rsid w:val="510E48F2"/>
    <w:rsid w:val="5111F633"/>
    <w:rsid w:val="51335442"/>
    <w:rsid w:val="5140C2A9"/>
    <w:rsid w:val="51690E3F"/>
    <w:rsid w:val="516D5FD8"/>
    <w:rsid w:val="5176646C"/>
    <w:rsid w:val="5185CE90"/>
    <w:rsid w:val="51A30AD5"/>
    <w:rsid w:val="51B19004"/>
    <w:rsid w:val="51BA84F1"/>
    <w:rsid w:val="51CB7F8A"/>
    <w:rsid w:val="52051693"/>
    <w:rsid w:val="524A752B"/>
    <w:rsid w:val="524DBBB8"/>
    <w:rsid w:val="525F5BFD"/>
    <w:rsid w:val="5268AA62"/>
    <w:rsid w:val="5285C47C"/>
    <w:rsid w:val="528D479E"/>
    <w:rsid w:val="528E6F5E"/>
    <w:rsid w:val="52928264"/>
    <w:rsid w:val="529E3A0B"/>
    <w:rsid w:val="52C5EF33"/>
    <w:rsid w:val="52C91483"/>
    <w:rsid w:val="52D94CF8"/>
    <w:rsid w:val="52DDD080"/>
    <w:rsid w:val="532001E3"/>
    <w:rsid w:val="5335CC3A"/>
    <w:rsid w:val="533A9C11"/>
    <w:rsid w:val="533E0F48"/>
    <w:rsid w:val="53486405"/>
    <w:rsid w:val="536C2EB0"/>
    <w:rsid w:val="536C474D"/>
    <w:rsid w:val="53933F9C"/>
    <w:rsid w:val="539887FA"/>
    <w:rsid w:val="53D4FC65"/>
    <w:rsid w:val="53D9B3F7"/>
    <w:rsid w:val="53EB5A42"/>
    <w:rsid w:val="53ECB430"/>
    <w:rsid w:val="53F4BD98"/>
    <w:rsid w:val="53F79873"/>
    <w:rsid w:val="540B938F"/>
    <w:rsid w:val="54129321"/>
    <w:rsid w:val="54188587"/>
    <w:rsid w:val="543411F1"/>
    <w:rsid w:val="5462A793"/>
    <w:rsid w:val="54638642"/>
    <w:rsid w:val="5467B56F"/>
    <w:rsid w:val="546C4E5C"/>
    <w:rsid w:val="5478884B"/>
    <w:rsid w:val="54861E0B"/>
    <w:rsid w:val="548CF245"/>
    <w:rsid w:val="549222CB"/>
    <w:rsid w:val="549B81D9"/>
    <w:rsid w:val="54D6819D"/>
    <w:rsid w:val="54E5B3F3"/>
    <w:rsid w:val="54EDC5E7"/>
    <w:rsid w:val="54F24E00"/>
    <w:rsid w:val="54F597D5"/>
    <w:rsid w:val="54F77468"/>
    <w:rsid w:val="550148E8"/>
    <w:rsid w:val="55186B55"/>
    <w:rsid w:val="55284DB9"/>
    <w:rsid w:val="553430D8"/>
    <w:rsid w:val="55384033"/>
    <w:rsid w:val="5549F348"/>
    <w:rsid w:val="554DAF17"/>
    <w:rsid w:val="555B81C1"/>
    <w:rsid w:val="556323A3"/>
    <w:rsid w:val="5592B6FE"/>
    <w:rsid w:val="55ABF37A"/>
    <w:rsid w:val="55AD021C"/>
    <w:rsid w:val="55C70BE2"/>
    <w:rsid w:val="55E1C090"/>
    <w:rsid w:val="55E4208A"/>
    <w:rsid w:val="55F19B40"/>
    <w:rsid w:val="5604C34B"/>
    <w:rsid w:val="5617FCE3"/>
    <w:rsid w:val="5652E934"/>
    <w:rsid w:val="5663F8D4"/>
    <w:rsid w:val="5667583C"/>
    <w:rsid w:val="56940FD6"/>
    <w:rsid w:val="5695F13E"/>
    <w:rsid w:val="569B4D55"/>
    <w:rsid w:val="569BFD9A"/>
    <w:rsid w:val="56B8A332"/>
    <w:rsid w:val="57189D45"/>
    <w:rsid w:val="571D3FE1"/>
    <w:rsid w:val="5724ED52"/>
    <w:rsid w:val="573B4692"/>
    <w:rsid w:val="5748B5DB"/>
    <w:rsid w:val="574AA996"/>
    <w:rsid w:val="5754E9BA"/>
    <w:rsid w:val="5770B947"/>
    <w:rsid w:val="579E4BB6"/>
    <w:rsid w:val="57C7B628"/>
    <w:rsid w:val="57D4FF58"/>
    <w:rsid w:val="57DFE0AB"/>
    <w:rsid w:val="57E170CC"/>
    <w:rsid w:val="57EC64F4"/>
    <w:rsid w:val="57EC68F9"/>
    <w:rsid w:val="5809F268"/>
    <w:rsid w:val="580F70AB"/>
    <w:rsid w:val="581B1DF1"/>
    <w:rsid w:val="5849D580"/>
    <w:rsid w:val="58602401"/>
    <w:rsid w:val="58B8DA0D"/>
    <w:rsid w:val="58E7469A"/>
    <w:rsid w:val="58E86E48"/>
    <w:rsid w:val="58F2E9DE"/>
    <w:rsid w:val="58FA8FE8"/>
    <w:rsid w:val="590B579B"/>
    <w:rsid w:val="591B63F3"/>
    <w:rsid w:val="592EC88B"/>
    <w:rsid w:val="596462E6"/>
    <w:rsid w:val="5978B3FA"/>
    <w:rsid w:val="59801E04"/>
    <w:rsid w:val="599EF8FE"/>
    <w:rsid w:val="59A1B1FA"/>
    <w:rsid w:val="59A31BE3"/>
    <w:rsid w:val="59A59381"/>
    <w:rsid w:val="59B8BAA0"/>
    <w:rsid w:val="59BE50FC"/>
    <w:rsid w:val="59DEC994"/>
    <w:rsid w:val="5A008C3A"/>
    <w:rsid w:val="5A01B5C6"/>
    <w:rsid w:val="5A052E83"/>
    <w:rsid w:val="5A3C7777"/>
    <w:rsid w:val="5A747E09"/>
    <w:rsid w:val="5A7C4C90"/>
    <w:rsid w:val="5A80187C"/>
    <w:rsid w:val="5A9088E5"/>
    <w:rsid w:val="5AABCB1D"/>
    <w:rsid w:val="5AAE25E0"/>
    <w:rsid w:val="5AB7EA9B"/>
    <w:rsid w:val="5AE69883"/>
    <w:rsid w:val="5AFAC732"/>
    <w:rsid w:val="5B186DAC"/>
    <w:rsid w:val="5B3126E6"/>
    <w:rsid w:val="5B3881AB"/>
    <w:rsid w:val="5B474A24"/>
    <w:rsid w:val="5B64C527"/>
    <w:rsid w:val="5BA82894"/>
    <w:rsid w:val="5BAAB16F"/>
    <w:rsid w:val="5BD5BF43"/>
    <w:rsid w:val="5BDD8055"/>
    <w:rsid w:val="5BE06E14"/>
    <w:rsid w:val="5C0E2BC9"/>
    <w:rsid w:val="5C2F12F0"/>
    <w:rsid w:val="5C2F67EF"/>
    <w:rsid w:val="5C30640E"/>
    <w:rsid w:val="5C478D29"/>
    <w:rsid w:val="5C5BA882"/>
    <w:rsid w:val="5C5EA47C"/>
    <w:rsid w:val="5C6E76F0"/>
    <w:rsid w:val="5C75C3C1"/>
    <w:rsid w:val="5C78B3E2"/>
    <w:rsid w:val="5CA1F917"/>
    <w:rsid w:val="5CA2014E"/>
    <w:rsid w:val="5CA8AD1B"/>
    <w:rsid w:val="5CBAB2E6"/>
    <w:rsid w:val="5CC74D51"/>
    <w:rsid w:val="5CE463E7"/>
    <w:rsid w:val="5CEC6783"/>
    <w:rsid w:val="5D0120D4"/>
    <w:rsid w:val="5D02990E"/>
    <w:rsid w:val="5D166A56"/>
    <w:rsid w:val="5D2E4233"/>
    <w:rsid w:val="5D32695E"/>
    <w:rsid w:val="5D6B9567"/>
    <w:rsid w:val="5D7639AB"/>
    <w:rsid w:val="5DAC0D24"/>
    <w:rsid w:val="5DCC9916"/>
    <w:rsid w:val="5DDBBE58"/>
    <w:rsid w:val="5DDED76A"/>
    <w:rsid w:val="5DE92D3A"/>
    <w:rsid w:val="5DFC4653"/>
    <w:rsid w:val="5E03F15A"/>
    <w:rsid w:val="5E2B8E0F"/>
    <w:rsid w:val="5E6A018B"/>
    <w:rsid w:val="5E7A0E4D"/>
    <w:rsid w:val="5E7C2F63"/>
    <w:rsid w:val="5E7FA3E5"/>
    <w:rsid w:val="5E85D19D"/>
    <w:rsid w:val="5E875A13"/>
    <w:rsid w:val="5ECDE2CE"/>
    <w:rsid w:val="5ECE01C0"/>
    <w:rsid w:val="5ED87B63"/>
    <w:rsid w:val="5EDC8522"/>
    <w:rsid w:val="5EE52AF7"/>
    <w:rsid w:val="5F066F82"/>
    <w:rsid w:val="5F156323"/>
    <w:rsid w:val="5F2CB41A"/>
    <w:rsid w:val="5F303052"/>
    <w:rsid w:val="5F4263D3"/>
    <w:rsid w:val="5F4880EF"/>
    <w:rsid w:val="5F602D9D"/>
    <w:rsid w:val="5FA6B66C"/>
    <w:rsid w:val="5FEB6B71"/>
    <w:rsid w:val="603F91E5"/>
    <w:rsid w:val="6041E4D0"/>
    <w:rsid w:val="607BB1FA"/>
    <w:rsid w:val="60868745"/>
    <w:rsid w:val="60958808"/>
    <w:rsid w:val="609FA6B9"/>
    <w:rsid w:val="60A032D7"/>
    <w:rsid w:val="60A38A3A"/>
    <w:rsid w:val="60A68F89"/>
    <w:rsid w:val="60E06E3C"/>
    <w:rsid w:val="60E744F6"/>
    <w:rsid w:val="60ED2749"/>
    <w:rsid w:val="60F0223C"/>
    <w:rsid w:val="611E1EA9"/>
    <w:rsid w:val="613F9859"/>
    <w:rsid w:val="61518CC5"/>
    <w:rsid w:val="6197BD4A"/>
    <w:rsid w:val="61A13A04"/>
    <w:rsid w:val="61A290F2"/>
    <w:rsid w:val="61AA87D4"/>
    <w:rsid w:val="61AA9078"/>
    <w:rsid w:val="61ACB780"/>
    <w:rsid w:val="61B21455"/>
    <w:rsid w:val="61B4EE2F"/>
    <w:rsid w:val="61B6343A"/>
    <w:rsid w:val="61D3DFB5"/>
    <w:rsid w:val="61D80097"/>
    <w:rsid w:val="61DD6560"/>
    <w:rsid w:val="61ED1650"/>
    <w:rsid w:val="6221FBE4"/>
    <w:rsid w:val="622FED0B"/>
    <w:rsid w:val="62315B0A"/>
    <w:rsid w:val="6272C4A7"/>
    <w:rsid w:val="6274D0F3"/>
    <w:rsid w:val="62750A0D"/>
    <w:rsid w:val="62761370"/>
    <w:rsid w:val="6289E105"/>
    <w:rsid w:val="629A1FBD"/>
    <w:rsid w:val="62C25F82"/>
    <w:rsid w:val="62E11E2B"/>
    <w:rsid w:val="62F21CCF"/>
    <w:rsid w:val="62F4AC85"/>
    <w:rsid w:val="630B6E2D"/>
    <w:rsid w:val="630C1EEE"/>
    <w:rsid w:val="630D7CCC"/>
    <w:rsid w:val="630D7E5F"/>
    <w:rsid w:val="634042B2"/>
    <w:rsid w:val="63553DBC"/>
    <w:rsid w:val="6363CC36"/>
    <w:rsid w:val="63765C37"/>
    <w:rsid w:val="63DC1D1F"/>
    <w:rsid w:val="63DD90F1"/>
    <w:rsid w:val="63EED6FF"/>
    <w:rsid w:val="63F66D86"/>
    <w:rsid w:val="64065E79"/>
    <w:rsid w:val="64289582"/>
    <w:rsid w:val="643B414E"/>
    <w:rsid w:val="644068DE"/>
    <w:rsid w:val="6449359D"/>
    <w:rsid w:val="644F943E"/>
    <w:rsid w:val="64883767"/>
    <w:rsid w:val="648A3DCC"/>
    <w:rsid w:val="648C383F"/>
    <w:rsid w:val="648D2F0F"/>
    <w:rsid w:val="64928D15"/>
    <w:rsid w:val="6496999B"/>
    <w:rsid w:val="649DF1A2"/>
    <w:rsid w:val="64A0E542"/>
    <w:rsid w:val="64A1561C"/>
    <w:rsid w:val="64B96FCB"/>
    <w:rsid w:val="64BC3626"/>
    <w:rsid w:val="64C3CAE1"/>
    <w:rsid w:val="64CFE126"/>
    <w:rsid w:val="64D42BA5"/>
    <w:rsid w:val="64D97A05"/>
    <w:rsid w:val="64F18FAA"/>
    <w:rsid w:val="65120C3D"/>
    <w:rsid w:val="65198125"/>
    <w:rsid w:val="65327544"/>
    <w:rsid w:val="653966AB"/>
    <w:rsid w:val="6539E444"/>
    <w:rsid w:val="654A7078"/>
    <w:rsid w:val="655B88CD"/>
    <w:rsid w:val="65816C37"/>
    <w:rsid w:val="65B7DB2E"/>
    <w:rsid w:val="65C127B8"/>
    <w:rsid w:val="65C61FE6"/>
    <w:rsid w:val="65C916EF"/>
    <w:rsid w:val="65D1C07F"/>
    <w:rsid w:val="65DA7C25"/>
    <w:rsid w:val="65DCC7F0"/>
    <w:rsid w:val="65FE507F"/>
    <w:rsid w:val="660BD58B"/>
    <w:rsid w:val="66193697"/>
    <w:rsid w:val="661F17E7"/>
    <w:rsid w:val="6658BC8E"/>
    <w:rsid w:val="6658DE15"/>
    <w:rsid w:val="665F9B42"/>
    <w:rsid w:val="6672C776"/>
    <w:rsid w:val="66882288"/>
    <w:rsid w:val="669AC216"/>
    <w:rsid w:val="669BE5F5"/>
    <w:rsid w:val="66A02EE4"/>
    <w:rsid w:val="66BDDF26"/>
    <w:rsid w:val="66BFEADC"/>
    <w:rsid w:val="66C80D74"/>
    <w:rsid w:val="66F6848D"/>
    <w:rsid w:val="670417E9"/>
    <w:rsid w:val="67116E70"/>
    <w:rsid w:val="6713C962"/>
    <w:rsid w:val="673050A2"/>
    <w:rsid w:val="6734E1FE"/>
    <w:rsid w:val="67475CF9"/>
    <w:rsid w:val="67484216"/>
    <w:rsid w:val="6756C42E"/>
    <w:rsid w:val="675CF819"/>
    <w:rsid w:val="675D5228"/>
    <w:rsid w:val="6784F534"/>
    <w:rsid w:val="6794CC70"/>
    <w:rsid w:val="6798A66E"/>
    <w:rsid w:val="679E5B29"/>
    <w:rsid w:val="67A7A5EC"/>
    <w:rsid w:val="67ACF8F0"/>
    <w:rsid w:val="67B03649"/>
    <w:rsid w:val="67EF4383"/>
    <w:rsid w:val="67F60E8B"/>
    <w:rsid w:val="68128CF4"/>
    <w:rsid w:val="6822CDF7"/>
    <w:rsid w:val="68256449"/>
    <w:rsid w:val="6841A22A"/>
    <w:rsid w:val="68437DC9"/>
    <w:rsid w:val="68689F15"/>
    <w:rsid w:val="687A0A4B"/>
    <w:rsid w:val="6883D4AB"/>
    <w:rsid w:val="6886E536"/>
    <w:rsid w:val="68BC8C07"/>
    <w:rsid w:val="68BEBE21"/>
    <w:rsid w:val="68DC1A08"/>
    <w:rsid w:val="68E1E3F8"/>
    <w:rsid w:val="691A9795"/>
    <w:rsid w:val="6927BC59"/>
    <w:rsid w:val="6932BEEF"/>
    <w:rsid w:val="694B14E2"/>
    <w:rsid w:val="694DEB8B"/>
    <w:rsid w:val="6954477E"/>
    <w:rsid w:val="69615E53"/>
    <w:rsid w:val="697F20CB"/>
    <w:rsid w:val="699B0003"/>
    <w:rsid w:val="69A0A3B6"/>
    <w:rsid w:val="69A2D3AC"/>
    <w:rsid w:val="69AF6CA0"/>
    <w:rsid w:val="69B7D5C4"/>
    <w:rsid w:val="69BDC0B0"/>
    <w:rsid w:val="69C66E0B"/>
    <w:rsid w:val="69F48411"/>
    <w:rsid w:val="6A0A3CF8"/>
    <w:rsid w:val="6A0F9089"/>
    <w:rsid w:val="6A1A5011"/>
    <w:rsid w:val="6A2E7B3D"/>
    <w:rsid w:val="6A33F586"/>
    <w:rsid w:val="6A4F9281"/>
    <w:rsid w:val="6A5AE7B5"/>
    <w:rsid w:val="6A7E61BE"/>
    <w:rsid w:val="6ACA118A"/>
    <w:rsid w:val="6AD31871"/>
    <w:rsid w:val="6AD59596"/>
    <w:rsid w:val="6AE337FA"/>
    <w:rsid w:val="6AE9C2C2"/>
    <w:rsid w:val="6AFCB646"/>
    <w:rsid w:val="6B088913"/>
    <w:rsid w:val="6B224777"/>
    <w:rsid w:val="6B408A56"/>
    <w:rsid w:val="6B421B0B"/>
    <w:rsid w:val="6B4231D9"/>
    <w:rsid w:val="6B71CC94"/>
    <w:rsid w:val="6BA36705"/>
    <w:rsid w:val="6BA4CDAC"/>
    <w:rsid w:val="6BA609F1"/>
    <w:rsid w:val="6BB0D88D"/>
    <w:rsid w:val="6BBE00FA"/>
    <w:rsid w:val="6BD52562"/>
    <w:rsid w:val="6BDA94E8"/>
    <w:rsid w:val="6BFB41DC"/>
    <w:rsid w:val="6C07B895"/>
    <w:rsid w:val="6C18D22B"/>
    <w:rsid w:val="6C1EFC9F"/>
    <w:rsid w:val="6C2D5643"/>
    <w:rsid w:val="6C325300"/>
    <w:rsid w:val="6C3CAA84"/>
    <w:rsid w:val="6C3D9A60"/>
    <w:rsid w:val="6C4DE277"/>
    <w:rsid w:val="6C55DFA2"/>
    <w:rsid w:val="6C786B39"/>
    <w:rsid w:val="6C869181"/>
    <w:rsid w:val="6C98FF15"/>
    <w:rsid w:val="6CA0B3F6"/>
    <w:rsid w:val="6CA122CF"/>
    <w:rsid w:val="6CD853AC"/>
    <w:rsid w:val="6CDA5B93"/>
    <w:rsid w:val="6CDC037A"/>
    <w:rsid w:val="6CE5EF26"/>
    <w:rsid w:val="6D0E4458"/>
    <w:rsid w:val="6D163C70"/>
    <w:rsid w:val="6D74B98E"/>
    <w:rsid w:val="6D87D373"/>
    <w:rsid w:val="6DCE1D8B"/>
    <w:rsid w:val="6E136D73"/>
    <w:rsid w:val="6E1D1074"/>
    <w:rsid w:val="6E29F0A6"/>
    <w:rsid w:val="6E6AE0ED"/>
    <w:rsid w:val="6E885B1A"/>
    <w:rsid w:val="6E8FFF1E"/>
    <w:rsid w:val="6E97EC3D"/>
    <w:rsid w:val="6EBE0D5B"/>
    <w:rsid w:val="6EDDA72D"/>
    <w:rsid w:val="6EDE0773"/>
    <w:rsid w:val="6F08D06D"/>
    <w:rsid w:val="6F0CF486"/>
    <w:rsid w:val="6F1F67A1"/>
    <w:rsid w:val="6F402C34"/>
    <w:rsid w:val="6F4F2DF6"/>
    <w:rsid w:val="6F527007"/>
    <w:rsid w:val="6F562AEE"/>
    <w:rsid w:val="6F5E0244"/>
    <w:rsid w:val="6F6C2C99"/>
    <w:rsid w:val="6F78A553"/>
    <w:rsid w:val="6F7A909A"/>
    <w:rsid w:val="6F9E71C3"/>
    <w:rsid w:val="6FDAA19C"/>
    <w:rsid w:val="700A0381"/>
    <w:rsid w:val="70216ACF"/>
    <w:rsid w:val="7022DBC7"/>
    <w:rsid w:val="7025308F"/>
    <w:rsid w:val="703E1D0D"/>
    <w:rsid w:val="7041B966"/>
    <w:rsid w:val="704E6E2E"/>
    <w:rsid w:val="7059A470"/>
    <w:rsid w:val="7060734D"/>
    <w:rsid w:val="7079DE52"/>
    <w:rsid w:val="707B7217"/>
    <w:rsid w:val="708FF0A6"/>
    <w:rsid w:val="7093881B"/>
    <w:rsid w:val="70B7848A"/>
    <w:rsid w:val="7112F30D"/>
    <w:rsid w:val="71202AB1"/>
    <w:rsid w:val="7139530E"/>
    <w:rsid w:val="714BE2EF"/>
    <w:rsid w:val="714D6519"/>
    <w:rsid w:val="714E3E8F"/>
    <w:rsid w:val="715CC56C"/>
    <w:rsid w:val="717E6320"/>
    <w:rsid w:val="717F3759"/>
    <w:rsid w:val="718CE98B"/>
    <w:rsid w:val="719124CA"/>
    <w:rsid w:val="71972A2D"/>
    <w:rsid w:val="71B80F51"/>
    <w:rsid w:val="71C2E7A9"/>
    <w:rsid w:val="71D0BD41"/>
    <w:rsid w:val="71DBAC9D"/>
    <w:rsid w:val="71E4001F"/>
    <w:rsid w:val="71F4588E"/>
    <w:rsid w:val="720D537F"/>
    <w:rsid w:val="722F65DC"/>
    <w:rsid w:val="724BBB23"/>
    <w:rsid w:val="7259A7CD"/>
    <w:rsid w:val="7262C95C"/>
    <w:rsid w:val="72A0599C"/>
    <w:rsid w:val="72B69E3D"/>
    <w:rsid w:val="72CF91C9"/>
    <w:rsid w:val="72FE830E"/>
    <w:rsid w:val="7301A7F7"/>
    <w:rsid w:val="730835FA"/>
    <w:rsid w:val="73124B1C"/>
    <w:rsid w:val="73264303"/>
    <w:rsid w:val="7346F6B7"/>
    <w:rsid w:val="734C6557"/>
    <w:rsid w:val="7353DFB2"/>
    <w:rsid w:val="7356F01B"/>
    <w:rsid w:val="7368F8EC"/>
    <w:rsid w:val="736E2BAD"/>
    <w:rsid w:val="739146DB"/>
    <w:rsid w:val="739E291F"/>
    <w:rsid w:val="73AF720E"/>
    <w:rsid w:val="73B1E529"/>
    <w:rsid w:val="73D254E8"/>
    <w:rsid w:val="73D8FC90"/>
    <w:rsid w:val="73D9B51C"/>
    <w:rsid w:val="73DF2283"/>
    <w:rsid w:val="73F395AB"/>
    <w:rsid w:val="740B4625"/>
    <w:rsid w:val="741D7147"/>
    <w:rsid w:val="74405EE6"/>
    <w:rsid w:val="74634F7F"/>
    <w:rsid w:val="7488D606"/>
    <w:rsid w:val="7488FFD4"/>
    <w:rsid w:val="74A2FBF6"/>
    <w:rsid w:val="74A4A478"/>
    <w:rsid w:val="74AF9D2F"/>
    <w:rsid w:val="74BAEE4B"/>
    <w:rsid w:val="74D25C23"/>
    <w:rsid w:val="74DA580F"/>
    <w:rsid w:val="750D9FEA"/>
    <w:rsid w:val="751231B6"/>
    <w:rsid w:val="75343642"/>
    <w:rsid w:val="75398224"/>
    <w:rsid w:val="754563A0"/>
    <w:rsid w:val="755E71F1"/>
    <w:rsid w:val="756DC3B6"/>
    <w:rsid w:val="75A26403"/>
    <w:rsid w:val="75A8D7AD"/>
    <w:rsid w:val="75A91BF0"/>
    <w:rsid w:val="75B27801"/>
    <w:rsid w:val="75B8CCCA"/>
    <w:rsid w:val="75F44A5E"/>
    <w:rsid w:val="76069698"/>
    <w:rsid w:val="761AF8CC"/>
    <w:rsid w:val="7624AA96"/>
    <w:rsid w:val="762F159E"/>
    <w:rsid w:val="76538B06"/>
    <w:rsid w:val="76594EE7"/>
    <w:rsid w:val="7666B2CF"/>
    <w:rsid w:val="76683312"/>
    <w:rsid w:val="76AED7B5"/>
    <w:rsid w:val="76B4543F"/>
    <w:rsid w:val="76CDD71A"/>
    <w:rsid w:val="76DDAA71"/>
    <w:rsid w:val="76E55E61"/>
    <w:rsid w:val="76E9BEC5"/>
    <w:rsid w:val="76F007EB"/>
    <w:rsid w:val="7702D6FF"/>
    <w:rsid w:val="7711CC93"/>
    <w:rsid w:val="7714C02C"/>
    <w:rsid w:val="771C02B1"/>
    <w:rsid w:val="7727FBE6"/>
    <w:rsid w:val="773E2805"/>
    <w:rsid w:val="77572842"/>
    <w:rsid w:val="77612286"/>
    <w:rsid w:val="7762FB80"/>
    <w:rsid w:val="77643EBA"/>
    <w:rsid w:val="7764EC8C"/>
    <w:rsid w:val="77686EF6"/>
    <w:rsid w:val="778DF057"/>
    <w:rsid w:val="7791F6F2"/>
    <w:rsid w:val="77A1A6CE"/>
    <w:rsid w:val="77B004FB"/>
    <w:rsid w:val="77BDA506"/>
    <w:rsid w:val="77D2A9DD"/>
    <w:rsid w:val="77FE00C8"/>
    <w:rsid w:val="78204237"/>
    <w:rsid w:val="782D6721"/>
    <w:rsid w:val="7860BDE4"/>
    <w:rsid w:val="787F0CA7"/>
    <w:rsid w:val="788424B4"/>
    <w:rsid w:val="7885FE0E"/>
    <w:rsid w:val="789EA760"/>
    <w:rsid w:val="78A49E38"/>
    <w:rsid w:val="78AA887E"/>
    <w:rsid w:val="78CA08B3"/>
    <w:rsid w:val="78E23552"/>
    <w:rsid w:val="78E4E472"/>
    <w:rsid w:val="78FCDC9E"/>
    <w:rsid w:val="7910AF46"/>
    <w:rsid w:val="7912553D"/>
    <w:rsid w:val="7920041E"/>
    <w:rsid w:val="792AB4EE"/>
    <w:rsid w:val="792B240E"/>
    <w:rsid w:val="79372644"/>
    <w:rsid w:val="7943797D"/>
    <w:rsid w:val="79666774"/>
    <w:rsid w:val="797CB27E"/>
    <w:rsid w:val="798B7AF4"/>
    <w:rsid w:val="79A0DD5E"/>
    <w:rsid w:val="79AC029E"/>
    <w:rsid w:val="7A2196D0"/>
    <w:rsid w:val="7A22BE2F"/>
    <w:rsid w:val="7A24252F"/>
    <w:rsid w:val="7A35B62D"/>
    <w:rsid w:val="7A3F27D5"/>
    <w:rsid w:val="7A4C6E11"/>
    <w:rsid w:val="7A532EC4"/>
    <w:rsid w:val="7A6A7FDE"/>
    <w:rsid w:val="7A848310"/>
    <w:rsid w:val="7A864771"/>
    <w:rsid w:val="7A94FAA1"/>
    <w:rsid w:val="7AECAF0E"/>
    <w:rsid w:val="7B22836A"/>
    <w:rsid w:val="7B3C6618"/>
    <w:rsid w:val="7B3EF2CF"/>
    <w:rsid w:val="7B473C4C"/>
    <w:rsid w:val="7B6327C9"/>
    <w:rsid w:val="7B78F524"/>
    <w:rsid w:val="7B7C0AB1"/>
    <w:rsid w:val="7BA47673"/>
    <w:rsid w:val="7BACF7E8"/>
    <w:rsid w:val="7BBE5127"/>
    <w:rsid w:val="7BE32F04"/>
    <w:rsid w:val="7C1BCA80"/>
    <w:rsid w:val="7C27ADCE"/>
    <w:rsid w:val="7C3A7A31"/>
    <w:rsid w:val="7C49E7CC"/>
    <w:rsid w:val="7C504297"/>
    <w:rsid w:val="7C5F15E1"/>
    <w:rsid w:val="7C98B0A4"/>
    <w:rsid w:val="7CB9E338"/>
    <w:rsid w:val="7CBC7FE9"/>
    <w:rsid w:val="7CC5581B"/>
    <w:rsid w:val="7CD8FEE7"/>
    <w:rsid w:val="7CDF478F"/>
    <w:rsid w:val="7CE3A8E9"/>
    <w:rsid w:val="7CFA6448"/>
    <w:rsid w:val="7D0102C2"/>
    <w:rsid w:val="7D033CE7"/>
    <w:rsid w:val="7D280D99"/>
    <w:rsid w:val="7D3ECA36"/>
    <w:rsid w:val="7D410D63"/>
    <w:rsid w:val="7D45F576"/>
    <w:rsid w:val="7D54F662"/>
    <w:rsid w:val="7D5866A5"/>
    <w:rsid w:val="7D5A5EF1"/>
    <w:rsid w:val="7D6CC5B3"/>
    <w:rsid w:val="7D6CD517"/>
    <w:rsid w:val="7D712A19"/>
    <w:rsid w:val="7D95D68A"/>
    <w:rsid w:val="7D9E0E36"/>
    <w:rsid w:val="7DB1F93A"/>
    <w:rsid w:val="7DBDEDBF"/>
    <w:rsid w:val="7DBE3872"/>
    <w:rsid w:val="7DC2FC58"/>
    <w:rsid w:val="7DE22C71"/>
    <w:rsid w:val="7DE83F4F"/>
    <w:rsid w:val="7DEA2973"/>
    <w:rsid w:val="7DFB1CD4"/>
    <w:rsid w:val="7E09F958"/>
    <w:rsid w:val="7E116E8B"/>
    <w:rsid w:val="7E1D8199"/>
    <w:rsid w:val="7E25F942"/>
    <w:rsid w:val="7E2DB680"/>
    <w:rsid w:val="7E324CEA"/>
    <w:rsid w:val="7E45FA31"/>
    <w:rsid w:val="7E6CFA21"/>
    <w:rsid w:val="7E7C9657"/>
    <w:rsid w:val="7E88107E"/>
    <w:rsid w:val="7E947C49"/>
    <w:rsid w:val="7EBDBDE4"/>
    <w:rsid w:val="7EBE0E13"/>
    <w:rsid w:val="7ECB3B79"/>
    <w:rsid w:val="7ECC8676"/>
    <w:rsid w:val="7EDF68C4"/>
    <w:rsid w:val="7EE498AA"/>
    <w:rsid w:val="7F07D38D"/>
    <w:rsid w:val="7F1AA583"/>
    <w:rsid w:val="7F1DB1F6"/>
    <w:rsid w:val="7F2F52D7"/>
    <w:rsid w:val="7F32A143"/>
    <w:rsid w:val="7F33D2BC"/>
    <w:rsid w:val="7F43340E"/>
    <w:rsid w:val="7F5597F2"/>
    <w:rsid w:val="7F686BC4"/>
    <w:rsid w:val="7F82CDC8"/>
    <w:rsid w:val="7F8F6B2D"/>
    <w:rsid w:val="7F9315B9"/>
    <w:rsid w:val="7F99E8BC"/>
    <w:rsid w:val="7FBB3121"/>
    <w:rsid w:val="7FC5508D"/>
    <w:rsid w:val="7FDAC0EA"/>
    <w:rsid w:val="7FDB7169"/>
    <w:rsid w:val="7FE78DEA"/>
    <w:rsid w:val="7FEB9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0C0F0"/>
  <w15:docId w15:val="{CC044355-5FC6-4E64-A66C-1F5BDCB87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1B51"/>
    <w:pPr>
      <w:spacing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czeinternetowe">
    <w:name w:val="Łącze internetowe"/>
    <w:basedOn w:val="Domylnaczcionkaakapitu"/>
    <w:uiPriority w:val="99"/>
    <w:unhideWhenUsed/>
    <w:rsid w:val="00EF2DF7"/>
    <w:rPr>
      <w:color w:val="0563C1" w:themeColor="hyperlink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5C77BB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aliases w:val="L1,Numerowanie,List Paragraph,Normalny PDST,lp1,Preambuła,HŁ_Bullet1,Dot pt,F5 List Paragraph,Recommendation,List Paragraph11,CW_Lista,Akapit z listą BS,Kolorowa lista — akcent 11,Use Case List Paragraph,Heading2,Body Bullet"/>
    <w:basedOn w:val="Normalny"/>
    <w:link w:val="AkapitzlistZnak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Default">
    <w:name w:val="Default"/>
    <w:qFormat/>
    <w:rsid w:val="000F2573"/>
    <w:rPr>
      <w:rFonts w:ascii="Calibri" w:eastAsia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Normalny PDST Znak,lp1 Znak,Preambuła Znak,HŁ_Bullet1 Znak,Dot pt Znak,F5 List Paragraph Znak,Recommendation Znak,List Paragraph11 Znak,CW_Lista Znak,Akapit z listą BS Znak,Heading2 Znak"/>
    <w:link w:val="Akapitzlist"/>
    <w:uiPriority w:val="34"/>
    <w:qFormat/>
    <w:locked/>
    <w:rsid w:val="00FF193C"/>
  </w:style>
  <w:style w:type="character" w:customStyle="1" w:styleId="normaltextrun">
    <w:name w:val="normaltextrun"/>
    <w:basedOn w:val="Domylnaczcionkaakapitu"/>
    <w:rsid w:val="00A30834"/>
  </w:style>
  <w:style w:type="character" w:customStyle="1" w:styleId="eop">
    <w:name w:val="eop"/>
    <w:basedOn w:val="Domylnaczcionkaakapitu"/>
    <w:rsid w:val="00B01B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3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85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80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0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3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76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24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33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18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91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5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66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55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77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38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86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375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3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65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52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76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47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26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29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77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44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66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03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19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74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49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43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5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1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54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41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85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45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72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63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92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83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17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8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6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71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41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8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23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22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38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44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51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94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93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12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88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63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1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0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2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46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2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57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90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91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57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72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83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28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95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01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88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65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99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25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39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66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15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95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05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0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105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02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86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65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14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99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68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43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0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99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0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47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70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1617705919d641d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ichal.Przymusinski@mc.gov.pl" TargetMode="External"/><Relationship Id="rId5" Type="http://schemas.openxmlformats.org/officeDocument/2006/relationships/numbering" Target="numbering.xml"/><Relationship Id="R8536393f50ad4f42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32B7806F16D24BA42D3E0FC12C57CE" ma:contentTypeVersion="12" ma:contentTypeDescription="Utwórz nowy dokument." ma:contentTypeScope="" ma:versionID="b407f8cf9d252e353178e2b61b060276">
  <xsd:schema xmlns:xsd="http://www.w3.org/2001/XMLSchema" xmlns:xs="http://www.w3.org/2001/XMLSchema" xmlns:p="http://schemas.microsoft.com/office/2006/metadata/properties" xmlns:ns2="f819d3aa-ebef-4c0c-96a9-3f1544dfe4bb" xmlns:ns3="7a3385a0-11f2-49f5-8763-25abde981a01" targetNamespace="http://schemas.microsoft.com/office/2006/metadata/properties" ma:root="true" ma:fieldsID="1ff31637bbdb9cb49b7c4c6e687c391a" ns2:_="" ns3:_="">
    <xsd:import namespace="f819d3aa-ebef-4c0c-96a9-3f1544dfe4bb"/>
    <xsd:import namespace="7a3385a0-11f2-49f5-8763-25abde981a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19d3aa-ebef-4c0c-96a9-3f1544dfe4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3385a0-11f2-49f5-8763-25abde981a0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88EFD3-A7FC-4C8D-813D-16B6663EFD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D521257-8CCA-4355-B59E-411B6AD329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5F87BD-E05F-4822-84D0-5729828133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19d3aa-ebef-4c0c-96a9-3f1544dfe4bb"/>
    <ds:schemaRef ds:uri="7a3385a0-11f2-49f5-8763-25abde981a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F5E0ED-FE95-4B09-AF9E-2C377FA35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1450</Words>
  <Characters>8701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10131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Kubinowski Maciej (Britenet)</dc:creator>
  <dc:description/>
  <cp:lastModifiedBy>Świtkowski Maciej</cp:lastModifiedBy>
  <cp:revision>2</cp:revision>
  <dcterms:created xsi:type="dcterms:W3CDTF">2021-07-12T10:27:00Z</dcterms:created>
  <dcterms:modified xsi:type="dcterms:W3CDTF">2021-07-12T10:27:00Z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Ministerstwo Cyfryzacji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0x0101000732B7806F16D24BA42D3E0FC12C57CE</vt:lpwstr>
  </property>
</Properties>
</file>