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3CF26" w14:textId="564BEABC" w:rsidR="00E54E5A" w:rsidRPr="00053000" w:rsidRDefault="00053000" w:rsidP="00053000">
      <w:pPr>
        <w:spacing w:line="360" w:lineRule="auto"/>
        <w:jc w:val="right"/>
        <w:rPr>
          <w:rFonts w:ascii="Arial" w:hAnsi="Arial" w:cs="Arial"/>
          <w:bCs/>
          <w:sz w:val="22"/>
          <w:szCs w:val="22"/>
        </w:rPr>
      </w:pPr>
      <w:r w:rsidRPr="00053000">
        <w:rPr>
          <w:rFonts w:ascii="Arial" w:hAnsi="Arial" w:cs="Arial"/>
          <w:bCs/>
          <w:sz w:val="22"/>
          <w:szCs w:val="22"/>
        </w:rPr>
        <w:t xml:space="preserve">Znak </w:t>
      </w:r>
      <w:proofErr w:type="spellStart"/>
      <w:r w:rsidRPr="00053000">
        <w:rPr>
          <w:rFonts w:ascii="Arial" w:hAnsi="Arial" w:cs="Arial"/>
          <w:bCs/>
          <w:sz w:val="22"/>
          <w:szCs w:val="22"/>
        </w:rPr>
        <w:t>spr</w:t>
      </w:r>
      <w:proofErr w:type="spellEnd"/>
      <w:r w:rsidRPr="00053000">
        <w:rPr>
          <w:rFonts w:ascii="Arial" w:hAnsi="Arial" w:cs="Arial"/>
          <w:bCs/>
          <w:sz w:val="22"/>
          <w:szCs w:val="22"/>
        </w:rPr>
        <w:t>.: SA.7400.1.2024</w:t>
      </w:r>
    </w:p>
    <w:p w14:paraId="692EE501" w14:textId="77777777" w:rsidR="00E54E5A" w:rsidRPr="00264F1B" w:rsidRDefault="00487517" w:rsidP="005B3AFB">
      <w:pPr>
        <w:pStyle w:val="Nagwek2"/>
        <w:widowControl/>
        <w:spacing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FORMULARZ</w:t>
      </w:r>
      <w:r w:rsidR="00E54E5A" w:rsidRPr="00264F1B">
        <w:rPr>
          <w:rFonts w:ascii="Arial" w:hAnsi="Arial" w:cs="Arial"/>
          <w:sz w:val="22"/>
          <w:szCs w:val="22"/>
        </w:rPr>
        <w:t xml:space="preserve"> OFERTY</w:t>
      </w:r>
      <w:r w:rsidR="00CC65D6" w:rsidRPr="00264F1B">
        <w:rPr>
          <w:rFonts w:ascii="Arial" w:hAnsi="Arial" w:cs="Arial"/>
          <w:sz w:val="22"/>
          <w:szCs w:val="22"/>
        </w:rPr>
        <w:br/>
        <w:t xml:space="preserve"> – pakiet I</w:t>
      </w:r>
    </w:p>
    <w:p w14:paraId="47144F79" w14:textId="77777777" w:rsidR="00CC65D6" w:rsidRPr="00264F1B" w:rsidRDefault="00CC65D6" w:rsidP="00CC65D6">
      <w:pPr>
        <w:rPr>
          <w:rFonts w:ascii="Arial" w:hAnsi="Arial" w:cs="Arial"/>
          <w:sz w:val="22"/>
          <w:szCs w:val="22"/>
        </w:rPr>
      </w:pPr>
    </w:p>
    <w:p w14:paraId="7139B550" w14:textId="77777777" w:rsidR="00C12684" w:rsidRPr="00264F1B" w:rsidRDefault="00C12684" w:rsidP="00C12684">
      <w:pPr>
        <w:rPr>
          <w:rFonts w:ascii="Arial" w:hAnsi="Arial" w:cs="Arial"/>
          <w:b/>
          <w:sz w:val="22"/>
          <w:szCs w:val="22"/>
        </w:rPr>
      </w:pPr>
      <w:r w:rsidRPr="00264F1B">
        <w:rPr>
          <w:rFonts w:ascii="Arial" w:hAnsi="Arial" w:cs="Arial"/>
          <w:b/>
          <w:sz w:val="22"/>
          <w:szCs w:val="22"/>
        </w:rPr>
        <w:t>Dane oferenta:</w:t>
      </w:r>
    </w:p>
    <w:p w14:paraId="4DEDAE88" w14:textId="77777777" w:rsidR="00C12684" w:rsidRPr="00264F1B" w:rsidRDefault="00C12684" w:rsidP="00C12684">
      <w:pPr>
        <w:rPr>
          <w:rFonts w:ascii="Arial" w:hAnsi="Arial" w:cs="Arial"/>
          <w:sz w:val="22"/>
          <w:szCs w:val="22"/>
        </w:rPr>
      </w:pPr>
    </w:p>
    <w:p w14:paraId="324D639C" w14:textId="2D30EB21" w:rsidR="00C12684" w:rsidRPr="00264F1B" w:rsidRDefault="00C12684" w:rsidP="00C12684">
      <w:pPr>
        <w:spacing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Imię i nazwisko</w:t>
      </w:r>
      <w:r w:rsidR="005B3AFB" w:rsidRPr="00264F1B">
        <w:rPr>
          <w:rFonts w:ascii="Arial" w:hAnsi="Arial" w:cs="Arial"/>
          <w:sz w:val="22"/>
          <w:szCs w:val="22"/>
        </w:rPr>
        <w:t xml:space="preserve">: </w:t>
      </w:r>
      <w:r w:rsidR="005B3AFB"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t xml:space="preserve"> ...........................................................................</w:t>
      </w:r>
    </w:p>
    <w:p w14:paraId="5C515778" w14:textId="64088D39" w:rsidR="005B3AFB" w:rsidRPr="00264F1B" w:rsidRDefault="005B3AFB" w:rsidP="00126853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Rodzaj podmiotu: </w:t>
      </w: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Pr="00264F1B">
        <w:rPr>
          <w:rFonts w:ascii="Arial" w:hAnsi="Arial" w:cs="Arial"/>
          <w:sz w:val="22"/>
          <w:szCs w:val="22"/>
        </w:rPr>
        <w:instrText xml:space="preserve"> FORMCHECKBOX </w:instrText>
      </w:r>
      <w:r w:rsidRPr="00264F1B">
        <w:rPr>
          <w:rFonts w:ascii="Arial" w:hAnsi="Arial" w:cs="Arial"/>
          <w:sz w:val="22"/>
          <w:szCs w:val="22"/>
        </w:rPr>
      </w:r>
      <w:r w:rsidRPr="00264F1B">
        <w:rPr>
          <w:rFonts w:ascii="Arial" w:hAnsi="Arial" w:cs="Arial"/>
          <w:sz w:val="22"/>
          <w:szCs w:val="22"/>
        </w:rPr>
        <w:fldChar w:fldCharType="separate"/>
      </w:r>
      <w:r w:rsidRPr="00264F1B">
        <w:rPr>
          <w:rFonts w:ascii="Arial" w:hAnsi="Arial" w:cs="Arial"/>
          <w:sz w:val="22"/>
          <w:szCs w:val="22"/>
        </w:rPr>
        <w:fldChar w:fldCharType="end"/>
      </w:r>
      <w:bookmarkEnd w:id="0"/>
      <w:r w:rsidRPr="00264F1B">
        <w:rPr>
          <w:rFonts w:ascii="Arial" w:hAnsi="Arial" w:cs="Arial"/>
          <w:sz w:val="22"/>
          <w:szCs w:val="22"/>
        </w:rPr>
        <w:t xml:space="preserve"> osoba fizyczna</w:t>
      </w:r>
    </w:p>
    <w:p w14:paraId="72FC1D12" w14:textId="4BC7DDAA" w:rsidR="005B3AFB" w:rsidRPr="00264F1B" w:rsidRDefault="005B3AFB" w:rsidP="005B3AFB">
      <w:pPr>
        <w:spacing w:line="360" w:lineRule="auto"/>
        <w:ind w:left="708" w:firstLine="708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 </w:t>
      </w: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 w:rsidRPr="00264F1B">
        <w:rPr>
          <w:rFonts w:ascii="Arial" w:hAnsi="Arial" w:cs="Arial"/>
          <w:sz w:val="22"/>
          <w:szCs w:val="22"/>
        </w:rPr>
        <w:instrText xml:space="preserve"> FORMCHECKBOX </w:instrText>
      </w:r>
      <w:r w:rsidRPr="00264F1B">
        <w:rPr>
          <w:rFonts w:ascii="Arial" w:hAnsi="Arial" w:cs="Arial"/>
          <w:sz w:val="22"/>
          <w:szCs w:val="22"/>
        </w:rPr>
      </w:r>
      <w:r w:rsidRPr="00264F1B">
        <w:rPr>
          <w:rFonts w:ascii="Arial" w:hAnsi="Arial" w:cs="Arial"/>
          <w:sz w:val="22"/>
          <w:szCs w:val="22"/>
        </w:rPr>
        <w:fldChar w:fldCharType="separate"/>
      </w:r>
      <w:r w:rsidRPr="00264F1B">
        <w:rPr>
          <w:rFonts w:ascii="Arial" w:hAnsi="Arial" w:cs="Arial"/>
          <w:sz w:val="22"/>
          <w:szCs w:val="22"/>
        </w:rPr>
        <w:fldChar w:fldCharType="end"/>
      </w:r>
      <w:bookmarkEnd w:id="1"/>
      <w:r w:rsidRPr="00264F1B">
        <w:rPr>
          <w:rFonts w:ascii="Arial" w:hAnsi="Arial" w:cs="Arial"/>
          <w:sz w:val="22"/>
          <w:szCs w:val="22"/>
        </w:rPr>
        <w:t xml:space="preserve"> rolnik ryczałtowy</w:t>
      </w:r>
    </w:p>
    <w:p w14:paraId="4D8FA2E4" w14:textId="5322773A" w:rsidR="005B3AFB" w:rsidRPr="00264F1B" w:rsidRDefault="005B3AFB" w:rsidP="005B3AFB">
      <w:pPr>
        <w:spacing w:line="360" w:lineRule="auto"/>
        <w:ind w:left="708" w:firstLine="708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3"/>
      <w:r w:rsidRPr="00264F1B">
        <w:rPr>
          <w:rFonts w:ascii="Arial" w:hAnsi="Arial" w:cs="Arial"/>
          <w:sz w:val="22"/>
          <w:szCs w:val="22"/>
        </w:rPr>
        <w:instrText xml:space="preserve"> FORMCHECKBOX </w:instrText>
      </w:r>
      <w:r w:rsidRPr="00264F1B">
        <w:rPr>
          <w:rFonts w:ascii="Arial" w:hAnsi="Arial" w:cs="Arial"/>
          <w:sz w:val="22"/>
          <w:szCs w:val="22"/>
        </w:rPr>
      </w:r>
      <w:r w:rsidRPr="00264F1B">
        <w:rPr>
          <w:rFonts w:ascii="Arial" w:hAnsi="Arial" w:cs="Arial"/>
          <w:sz w:val="22"/>
          <w:szCs w:val="22"/>
        </w:rPr>
        <w:fldChar w:fldCharType="separate"/>
      </w:r>
      <w:r w:rsidRPr="00264F1B">
        <w:rPr>
          <w:rFonts w:ascii="Arial" w:hAnsi="Arial" w:cs="Arial"/>
          <w:sz w:val="22"/>
          <w:szCs w:val="22"/>
        </w:rPr>
        <w:fldChar w:fldCharType="end"/>
      </w:r>
      <w:bookmarkEnd w:id="2"/>
      <w:r w:rsidRPr="00264F1B">
        <w:rPr>
          <w:rFonts w:ascii="Arial" w:hAnsi="Arial" w:cs="Arial"/>
          <w:sz w:val="22"/>
          <w:szCs w:val="22"/>
        </w:rPr>
        <w:t xml:space="preserve"> gospodarstwo rolne</w:t>
      </w:r>
    </w:p>
    <w:p w14:paraId="61435C92" w14:textId="2AA95B9C" w:rsidR="003333D1" w:rsidRPr="00264F1B" w:rsidRDefault="005B3AFB" w:rsidP="003333D1">
      <w:pPr>
        <w:spacing w:line="360" w:lineRule="auto"/>
        <w:ind w:left="708" w:firstLine="708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4"/>
      <w:r w:rsidRPr="00264F1B">
        <w:rPr>
          <w:rFonts w:ascii="Arial" w:hAnsi="Arial" w:cs="Arial"/>
          <w:sz w:val="22"/>
          <w:szCs w:val="22"/>
        </w:rPr>
        <w:instrText xml:space="preserve"> FORMCHECKBOX </w:instrText>
      </w:r>
      <w:r w:rsidRPr="00264F1B">
        <w:rPr>
          <w:rFonts w:ascii="Arial" w:hAnsi="Arial" w:cs="Arial"/>
          <w:sz w:val="22"/>
          <w:szCs w:val="22"/>
        </w:rPr>
      </w:r>
      <w:r w:rsidRPr="00264F1B">
        <w:rPr>
          <w:rFonts w:ascii="Arial" w:hAnsi="Arial" w:cs="Arial"/>
          <w:sz w:val="22"/>
          <w:szCs w:val="22"/>
        </w:rPr>
        <w:fldChar w:fldCharType="separate"/>
      </w:r>
      <w:r w:rsidRPr="00264F1B">
        <w:rPr>
          <w:rFonts w:ascii="Arial" w:hAnsi="Arial" w:cs="Arial"/>
          <w:sz w:val="22"/>
          <w:szCs w:val="22"/>
        </w:rPr>
        <w:fldChar w:fldCharType="end"/>
      </w:r>
      <w:bookmarkEnd w:id="3"/>
      <w:r w:rsidRPr="00264F1B">
        <w:rPr>
          <w:rFonts w:ascii="Arial" w:hAnsi="Arial" w:cs="Arial"/>
          <w:sz w:val="22"/>
          <w:szCs w:val="22"/>
        </w:rPr>
        <w:t xml:space="preserve"> firma</w:t>
      </w:r>
      <w:r w:rsidR="003333D1">
        <w:rPr>
          <w:rFonts w:ascii="Arial" w:hAnsi="Arial" w:cs="Arial"/>
          <w:sz w:val="22"/>
          <w:szCs w:val="22"/>
        </w:rPr>
        <w:tab/>
      </w:r>
    </w:p>
    <w:p w14:paraId="5DF32718" w14:textId="6DDDD9DE" w:rsidR="00C12684" w:rsidRPr="00264F1B" w:rsidRDefault="00C12684" w:rsidP="005B3AFB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NIP/REGON:                  ……………………………………………………...</w:t>
      </w:r>
    </w:p>
    <w:p w14:paraId="542FB23D" w14:textId="77777777" w:rsidR="00C12684" w:rsidRPr="00264F1B" w:rsidRDefault="00C12684" w:rsidP="005B3AFB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Adres:                             ...........................................................................</w:t>
      </w:r>
    </w:p>
    <w:p w14:paraId="44D5A4ED" w14:textId="77777777" w:rsidR="00C12684" w:rsidRPr="00264F1B" w:rsidRDefault="00C12684" w:rsidP="00C12684">
      <w:pPr>
        <w:spacing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                                       ...........................................................................</w:t>
      </w:r>
    </w:p>
    <w:p w14:paraId="5324FEF9" w14:textId="77777777" w:rsidR="00C12684" w:rsidRPr="00264F1B" w:rsidRDefault="00C12684" w:rsidP="00C12684">
      <w:pPr>
        <w:spacing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                                       ...........................................................................</w:t>
      </w:r>
    </w:p>
    <w:p w14:paraId="4D567F5B" w14:textId="28C39EF5" w:rsidR="00E54E5A" w:rsidRPr="00264F1B" w:rsidRDefault="00C12684" w:rsidP="005B3AFB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Telefon:                          ..........................................................................</w:t>
      </w:r>
    </w:p>
    <w:p w14:paraId="0A60AB4A" w14:textId="77777777" w:rsidR="00C12684" w:rsidRPr="00264F1B" w:rsidRDefault="00C1268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997F892" w14:textId="55646593" w:rsidR="0058346D" w:rsidRPr="00264F1B" w:rsidRDefault="00E54E5A" w:rsidP="006524C7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Nawiązując do</w:t>
      </w:r>
      <w:r w:rsidR="006524C7" w:rsidRPr="00264F1B">
        <w:rPr>
          <w:rFonts w:ascii="Arial" w:hAnsi="Arial" w:cs="Arial"/>
          <w:sz w:val="22"/>
          <w:szCs w:val="22"/>
        </w:rPr>
        <w:t xml:space="preserve"> ogłoszenia</w:t>
      </w:r>
      <w:r w:rsidR="00070D0E" w:rsidRPr="00264F1B">
        <w:rPr>
          <w:rFonts w:ascii="Arial" w:hAnsi="Arial" w:cs="Arial"/>
          <w:sz w:val="22"/>
          <w:szCs w:val="22"/>
        </w:rPr>
        <w:t xml:space="preserve"> </w:t>
      </w:r>
      <w:r w:rsidR="006524C7" w:rsidRPr="00264F1B">
        <w:rPr>
          <w:rFonts w:ascii="Arial" w:hAnsi="Arial" w:cs="Arial"/>
          <w:sz w:val="22"/>
          <w:szCs w:val="22"/>
        </w:rPr>
        <w:t xml:space="preserve">o sprzedaży </w:t>
      </w:r>
      <w:r w:rsidR="00160BAE" w:rsidRPr="00264F1B">
        <w:rPr>
          <w:rFonts w:ascii="Arial" w:hAnsi="Arial" w:cs="Arial"/>
          <w:b/>
          <w:sz w:val="22"/>
          <w:szCs w:val="22"/>
        </w:rPr>
        <w:t>biomasy w balotach</w:t>
      </w:r>
      <w:r w:rsidR="006524C7" w:rsidRPr="00264F1B">
        <w:rPr>
          <w:rFonts w:ascii="Arial" w:hAnsi="Arial" w:cs="Arial"/>
          <w:sz w:val="22"/>
          <w:szCs w:val="22"/>
        </w:rPr>
        <w:t xml:space="preserve"> oferuj</w:t>
      </w:r>
      <w:r w:rsidR="00264F1B" w:rsidRPr="00264F1B">
        <w:rPr>
          <w:rFonts w:ascii="Arial" w:hAnsi="Arial" w:cs="Arial"/>
          <w:sz w:val="22"/>
          <w:szCs w:val="22"/>
        </w:rPr>
        <w:t>ę</w:t>
      </w:r>
      <w:r w:rsidR="006524C7" w:rsidRPr="00264F1B">
        <w:rPr>
          <w:rFonts w:ascii="Arial" w:hAnsi="Arial" w:cs="Arial"/>
          <w:sz w:val="22"/>
          <w:szCs w:val="22"/>
        </w:rPr>
        <w:t xml:space="preserve"> cenę</w:t>
      </w:r>
      <w:r w:rsidRPr="00264F1B">
        <w:rPr>
          <w:rFonts w:ascii="Arial" w:hAnsi="Arial" w:cs="Arial"/>
          <w:sz w:val="22"/>
          <w:szCs w:val="22"/>
        </w:rPr>
        <w:t>:</w:t>
      </w:r>
      <w:r w:rsidR="00487517" w:rsidRPr="00264F1B"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Tabela-Siatka"/>
        <w:tblW w:w="8789" w:type="dxa"/>
        <w:tblInd w:w="108" w:type="dxa"/>
        <w:tblLook w:val="04A0" w:firstRow="1" w:lastRow="0" w:firstColumn="1" w:lastColumn="0" w:noHBand="0" w:noVBand="1"/>
      </w:tblPr>
      <w:tblGrid>
        <w:gridCol w:w="2552"/>
        <w:gridCol w:w="6237"/>
      </w:tblGrid>
      <w:tr w:rsidR="00126853" w:rsidRPr="00264F1B" w14:paraId="63DAB536" w14:textId="77777777" w:rsidTr="00126853">
        <w:trPr>
          <w:trHeight w:val="1071"/>
        </w:trPr>
        <w:tc>
          <w:tcPr>
            <w:tcW w:w="2552" w:type="dxa"/>
            <w:vAlign w:val="center"/>
          </w:tcPr>
          <w:p w14:paraId="1627C5D8" w14:textId="77777777" w:rsidR="00126853" w:rsidRPr="00264F1B" w:rsidRDefault="00126853" w:rsidP="00CC65D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4F1B"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6237" w:type="dxa"/>
            <w:vAlign w:val="center"/>
          </w:tcPr>
          <w:p w14:paraId="68CC438E" w14:textId="70063D6D" w:rsidR="00126853" w:rsidRPr="00264F1B" w:rsidRDefault="00126853" w:rsidP="00CC65D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4F1B">
              <w:rPr>
                <w:rFonts w:ascii="Arial" w:hAnsi="Arial" w:cs="Arial"/>
                <w:sz w:val="22"/>
                <w:szCs w:val="22"/>
              </w:rPr>
              <w:t>OFEROWANA CENA BRUTTO [ZŁ]</w:t>
            </w:r>
            <w:r w:rsidR="006D18D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D18D9">
              <w:rPr>
                <w:rFonts w:ascii="Arial" w:hAnsi="Arial" w:cs="Arial"/>
                <w:sz w:val="22"/>
                <w:szCs w:val="22"/>
              </w:rPr>
              <w:br/>
            </w:r>
            <w:r w:rsidR="006D18D9" w:rsidRPr="006D18D9">
              <w:rPr>
                <w:rFonts w:ascii="Arial" w:hAnsi="Arial" w:cs="Arial"/>
                <w:b/>
                <w:bCs/>
                <w:sz w:val="22"/>
                <w:szCs w:val="22"/>
              </w:rPr>
              <w:t>ZA JEDEN BALOT</w:t>
            </w:r>
          </w:p>
        </w:tc>
      </w:tr>
      <w:tr w:rsidR="00126853" w:rsidRPr="00264F1B" w14:paraId="6C8417A5" w14:textId="77777777" w:rsidTr="00126853">
        <w:trPr>
          <w:trHeight w:val="1059"/>
        </w:trPr>
        <w:tc>
          <w:tcPr>
            <w:tcW w:w="2552" w:type="dxa"/>
            <w:vAlign w:val="center"/>
          </w:tcPr>
          <w:p w14:paraId="5866CA22" w14:textId="522C03E9" w:rsidR="00126853" w:rsidRPr="00264F1B" w:rsidRDefault="0031362C" w:rsidP="00012AA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157</w:t>
            </w:r>
          </w:p>
        </w:tc>
        <w:tc>
          <w:tcPr>
            <w:tcW w:w="6237" w:type="dxa"/>
            <w:vAlign w:val="center"/>
          </w:tcPr>
          <w:p w14:paraId="7A655B4E" w14:textId="77777777" w:rsidR="00126853" w:rsidRPr="00264F1B" w:rsidRDefault="00126853" w:rsidP="00012AA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5D972A1" w14:textId="6F61A7C9" w:rsidR="00E54E5A" w:rsidRPr="00264F1B" w:rsidRDefault="00E54E5A" w:rsidP="0048751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20F7483" w14:textId="5B4BC32B" w:rsidR="00C63C79" w:rsidRPr="00264F1B" w:rsidRDefault="00E54E5A" w:rsidP="00487517">
      <w:pPr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oświadczam, że</w:t>
      </w:r>
      <w:r w:rsidR="006524C7" w:rsidRPr="00264F1B">
        <w:rPr>
          <w:rFonts w:ascii="Arial" w:hAnsi="Arial" w:cs="Arial"/>
          <w:sz w:val="22"/>
          <w:szCs w:val="22"/>
        </w:rPr>
        <w:t xml:space="preserve"> odbi</w:t>
      </w:r>
      <w:r w:rsidR="00126853" w:rsidRPr="00264F1B">
        <w:rPr>
          <w:rFonts w:ascii="Arial" w:hAnsi="Arial" w:cs="Arial"/>
          <w:sz w:val="22"/>
          <w:szCs w:val="22"/>
        </w:rPr>
        <w:t>orę</w:t>
      </w:r>
      <w:r w:rsidR="006524C7" w:rsidRPr="00264F1B">
        <w:rPr>
          <w:rFonts w:ascii="Arial" w:hAnsi="Arial" w:cs="Arial"/>
          <w:sz w:val="22"/>
          <w:szCs w:val="22"/>
        </w:rPr>
        <w:t xml:space="preserve"> mat</w:t>
      </w:r>
      <w:r w:rsidR="00BA1950" w:rsidRPr="00264F1B">
        <w:rPr>
          <w:rFonts w:ascii="Arial" w:hAnsi="Arial" w:cs="Arial"/>
          <w:sz w:val="22"/>
          <w:szCs w:val="22"/>
        </w:rPr>
        <w:t xml:space="preserve">eriał </w:t>
      </w:r>
      <w:r w:rsidR="00400391">
        <w:rPr>
          <w:rFonts w:ascii="Arial" w:hAnsi="Arial" w:cs="Arial"/>
          <w:sz w:val="22"/>
          <w:szCs w:val="22"/>
        </w:rPr>
        <w:t xml:space="preserve">niezwłocznie , nie później niż </w:t>
      </w:r>
      <w:r w:rsidR="00BA1950" w:rsidRPr="00264F1B">
        <w:rPr>
          <w:rFonts w:ascii="Arial" w:hAnsi="Arial" w:cs="Arial"/>
          <w:sz w:val="22"/>
          <w:szCs w:val="22"/>
        </w:rPr>
        <w:t>w terminie do</w:t>
      </w:r>
      <w:r w:rsidR="0031362C">
        <w:rPr>
          <w:rFonts w:ascii="Arial" w:hAnsi="Arial" w:cs="Arial"/>
          <w:sz w:val="22"/>
          <w:szCs w:val="22"/>
        </w:rPr>
        <w:t xml:space="preserve"> 31 stycznia </w:t>
      </w:r>
      <w:r w:rsidR="00DC1836" w:rsidRPr="00264F1B">
        <w:rPr>
          <w:rFonts w:ascii="Arial" w:hAnsi="Arial" w:cs="Arial"/>
          <w:sz w:val="22"/>
          <w:szCs w:val="22"/>
        </w:rPr>
        <w:t>20</w:t>
      </w:r>
      <w:r w:rsidR="00854CCC" w:rsidRPr="00264F1B">
        <w:rPr>
          <w:rFonts w:ascii="Arial" w:hAnsi="Arial" w:cs="Arial"/>
          <w:sz w:val="22"/>
          <w:szCs w:val="22"/>
        </w:rPr>
        <w:t>2</w:t>
      </w:r>
      <w:r w:rsidR="0031362C">
        <w:rPr>
          <w:rFonts w:ascii="Arial" w:hAnsi="Arial" w:cs="Arial"/>
          <w:sz w:val="22"/>
          <w:szCs w:val="22"/>
        </w:rPr>
        <w:t>5</w:t>
      </w:r>
      <w:r w:rsidR="00DC1836" w:rsidRPr="00264F1B">
        <w:rPr>
          <w:rFonts w:ascii="Arial" w:hAnsi="Arial" w:cs="Arial"/>
          <w:sz w:val="22"/>
          <w:szCs w:val="22"/>
        </w:rPr>
        <w:t xml:space="preserve"> r.</w:t>
      </w:r>
      <w:r w:rsidR="00400391">
        <w:rPr>
          <w:rFonts w:ascii="Arial" w:hAnsi="Arial" w:cs="Arial"/>
          <w:sz w:val="22"/>
          <w:szCs w:val="22"/>
        </w:rPr>
        <w:t>,</w:t>
      </w:r>
    </w:p>
    <w:p w14:paraId="75FB025A" w14:textId="005DA507" w:rsidR="00126853" w:rsidRDefault="00583D7C" w:rsidP="00126853">
      <w:pPr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zobowiązuj</w:t>
      </w:r>
      <w:r w:rsidR="00126853" w:rsidRPr="00264F1B">
        <w:rPr>
          <w:rFonts w:ascii="Arial" w:hAnsi="Arial" w:cs="Arial"/>
          <w:sz w:val="22"/>
          <w:szCs w:val="22"/>
        </w:rPr>
        <w:t xml:space="preserve">ę </w:t>
      </w:r>
      <w:r w:rsidRPr="00264F1B">
        <w:rPr>
          <w:rFonts w:ascii="Arial" w:hAnsi="Arial" w:cs="Arial"/>
          <w:sz w:val="22"/>
          <w:szCs w:val="22"/>
        </w:rPr>
        <w:t>si</w:t>
      </w:r>
      <w:r w:rsidR="00097A4B" w:rsidRPr="00264F1B">
        <w:rPr>
          <w:rFonts w:ascii="Arial" w:hAnsi="Arial" w:cs="Arial"/>
          <w:sz w:val="22"/>
          <w:szCs w:val="22"/>
        </w:rPr>
        <w:t>ę</w:t>
      </w:r>
      <w:r w:rsidRPr="00264F1B">
        <w:rPr>
          <w:rFonts w:ascii="Arial" w:hAnsi="Arial" w:cs="Arial"/>
          <w:sz w:val="22"/>
          <w:szCs w:val="22"/>
        </w:rPr>
        <w:t xml:space="preserve"> odebrać materiał własnym kosztem i staraniem</w:t>
      </w:r>
      <w:r w:rsidR="00400391">
        <w:rPr>
          <w:rFonts w:ascii="Arial" w:hAnsi="Arial" w:cs="Arial"/>
          <w:sz w:val="22"/>
          <w:szCs w:val="22"/>
        </w:rPr>
        <w:t>,</w:t>
      </w:r>
    </w:p>
    <w:p w14:paraId="030EBC88" w14:textId="305941F3" w:rsidR="00400391" w:rsidRPr="00264F1B" w:rsidRDefault="00400391" w:rsidP="00126853">
      <w:pPr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jestem świadomy, iż z </w:t>
      </w:r>
      <w:r w:rsidR="00492B0C">
        <w:rPr>
          <w:rFonts w:ascii="Arial" w:hAnsi="Arial" w:cs="Arial"/>
          <w:sz w:val="22"/>
          <w:szCs w:val="22"/>
        </w:rPr>
        <w:t>chwilą zawarcia</w:t>
      </w:r>
      <w:r>
        <w:rPr>
          <w:rFonts w:ascii="Arial" w:hAnsi="Arial" w:cs="Arial"/>
          <w:sz w:val="22"/>
          <w:szCs w:val="22"/>
        </w:rPr>
        <w:t xml:space="preserve"> umowy, </w:t>
      </w:r>
      <w:r w:rsidR="00492B0C">
        <w:rPr>
          <w:rFonts w:ascii="Arial" w:hAnsi="Arial" w:cs="Arial"/>
          <w:sz w:val="22"/>
          <w:szCs w:val="22"/>
        </w:rPr>
        <w:t>na Kupującego przechodzą korzyści i ciężary związane z zakupionym towarem oraz niebezpieczeństwo utraty lub uszkodzenia.</w:t>
      </w:r>
    </w:p>
    <w:p w14:paraId="307B7D0A" w14:textId="77777777" w:rsidR="003B5756" w:rsidRPr="00264F1B" w:rsidRDefault="00E54E5A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rFonts w:ascii="Arial" w:hAnsi="Arial" w:cs="Arial"/>
          <w:sz w:val="22"/>
          <w:szCs w:val="22"/>
          <w:u w:val="dotted"/>
        </w:rPr>
      </w:pPr>
      <w:r w:rsidRPr="00264F1B">
        <w:rPr>
          <w:rFonts w:ascii="Arial" w:hAnsi="Arial" w:cs="Arial"/>
          <w:sz w:val="22"/>
          <w:szCs w:val="22"/>
          <w:u w:val="dotted"/>
        </w:rPr>
        <w:tab/>
      </w:r>
      <w:r w:rsidRPr="00264F1B">
        <w:rPr>
          <w:rFonts w:ascii="Arial" w:hAnsi="Arial" w:cs="Arial"/>
          <w:sz w:val="22"/>
          <w:szCs w:val="22"/>
        </w:rPr>
        <w:t xml:space="preserve"> dnia </w:t>
      </w:r>
      <w:r w:rsidRPr="00264F1B">
        <w:rPr>
          <w:rFonts w:ascii="Arial" w:hAnsi="Arial" w:cs="Arial"/>
          <w:sz w:val="22"/>
          <w:szCs w:val="22"/>
          <w:u w:val="dotted"/>
        </w:rPr>
        <w:tab/>
      </w: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  <w:u w:val="dotted"/>
        </w:rPr>
        <w:tab/>
      </w:r>
    </w:p>
    <w:p w14:paraId="2C1E6895" w14:textId="77777777" w:rsidR="00264F1B" w:rsidRPr="00264F1B" w:rsidRDefault="00264F1B" w:rsidP="00EE6FC5">
      <w:pPr>
        <w:tabs>
          <w:tab w:val="left" w:pos="6860"/>
        </w:tabs>
        <w:rPr>
          <w:rFonts w:ascii="Arial" w:hAnsi="Arial" w:cs="Arial"/>
          <w:sz w:val="22"/>
          <w:szCs w:val="22"/>
        </w:rPr>
      </w:pPr>
    </w:p>
    <w:p w14:paraId="0C78BAFC" w14:textId="782FBEBF" w:rsidR="00E54E5A" w:rsidRPr="00264F1B" w:rsidRDefault="003B5756" w:rsidP="00EE6FC5">
      <w:pPr>
        <w:tabs>
          <w:tab w:val="left" w:pos="6860"/>
        </w:tabs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ab/>
        <w:t>podpis</w:t>
      </w:r>
    </w:p>
    <w:p w14:paraId="5AB58DE9" w14:textId="02120C79" w:rsidR="00264F1B" w:rsidRPr="00264F1B" w:rsidRDefault="00264F1B" w:rsidP="00EE6FC5">
      <w:pPr>
        <w:tabs>
          <w:tab w:val="left" w:pos="6860"/>
        </w:tabs>
        <w:rPr>
          <w:rFonts w:ascii="Arial" w:hAnsi="Arial" w:cs="Arial"/>
          <w:sz w:val="22"/>
          <w:szCs w:val="22"/>
        </w:rPr>
      </w:pPr>
    </w:p>
    <w:p w14:paraId="750032AF" w14:textId="23A5517F" w:rsidR="00264F1B" w:rsidRPr="00264F1B" w:rsidRDefault="00264F1B" w:rsidP="00EE6FC5">
      <w:pPr>
        <w:tabs>
          <w:tab w:val="left" w:pos="6860"/>
        </w:tabs>
        <w:rPr>
          <w:rFonts w:ascii="Arial" w:hAnsi="Arial" w:cs="Arial"/>
          <w:sz w:val="22"/>
          <w:szCs w:val="22"/>
        </w:rPr>
      </w:pPr>
    </w:p>
    <w:p w14:paraId="302A8A6F" w14:textId="6B0D93F8" w:rsidR="00264F1B" w:rsidRPr="00264F1B" w:rsidRDefault="00264F1B" w:rsidP="00EE6FC5">
      <w:pPr>
        <w:tabs>
          <w:tab w:val="left" w:pos="6860"/>
        </w:tabs>
        <w:rPr>
          <w:rFonts w:ascii="Arial" w:hAnsi="Arial" w:cs="Arial"/>
          <w:i/>
          <w:iCs/>
          <w:sz w:val="22"/>
          <w:szCs w:val="22"/>
        </w:rPr>
      </w:pPr>
    </w:p>
    <w:p w14:paraId="02F29486" w14:textId="2DC072C6" w:rsidR="00264F1B" w:rsidRPr="00264F1B" w:rsidRDefault="00264F1B" w:rsidP="00EE6FC5">
      <w:pPr>
        <w:tabs>
          <w:tab w:val="left" w:pos="6860"/>
        </w:tabs>
        <w:rPr>
          <w:rFonts w:ascii="Arial" w:hAnsi="Arial" w:cs="Arial"/>
          <w:i/>
          <w:iCs/>
          <w:sz w:val="22"/>
          <w:szCs w:val="22"/>
        </w:rPr>
      </w:pPr>
      <w:r w:rsidRPr="00264F1B">
        <w:rPr>
          <w:rFonts w:ascii="Arial" w:hAnsi="Arial" w:cs="Arial"/>
          <w:i/>
          <w:iCs/>
          <w:sz w:val="22"/>
          <w:szCs w:val="22"/>
        </w:rPr>
        <w:t>Złożenie niniejszego formularza  jest podstawą do zawarcia umowy i zapłaty należności.</w:t>
      </w:r>
    </w:p>
    <w:p w14:paraId="65C5FEF9" w14:textId="77777777" w:rsidR="00264F1B" w:rsidRPr="00264F1B" w:rsidRDefault="00264F1B">
      <w:pPr>
        <w:tabs>
          <w:tab w:val="left" w:pos="6860"/>
        </w:tabs>
        <w:rPr>
          <w:rFonts w:ascii="Arial" w:hAnsi="Arial" w:cs="Arial"/>
          <w:i/>
          <w:iCs/>
          <w:sz w:val="22"/>
          <w:szCs w:val="22"/>
        </w:rPr>
      </w:pPr>
    </w:p>
    <w:sectPr w:rsidR="00264F1B" w:rsidRPr="00264F1B" w:rsidSect="00B27A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418" w:bottom="624" w:left="1418" w:header="709" w:footer="709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41FF3" w14:textId="77777777" w:rsidR="006243CA" w:rsidRDefault="006243CA">
      <w:r>
        <w:separator/>
      </w:r>
    </w:p>
  </w:endnote>
  <w:endnote w:type="continuationSeparator" w:id="0">
    <w:p w14:paraId="4DFEE839" w14:textId="77777777" w:rsidR="006243CA" w:rsidRDefault="00624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90F93" w14:textId="77777777" w:rsidR="00C22EEE" w:rsidRDefault="00C22E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2CECF" w14:textId="77777777" w:rsidR="00E54E5A" w:rsidRDefault="00B67009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54E5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83D7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4D4B9E9" w14:textId="77777777"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9D0D9" w14:textId="77777777" w:rsidR="00C22EEE" w:rsidRDefault="00C22E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5ADDE7" w14:textId="77777777" w:rsidR="006243CA" w:rsidRDefault="006243CA">
      <w:r>
        <w:separator/>
      </w:r>
    </w:p>
  </w:footnote>
  <w:footnote w:type="continuationSeparator" w:id="0">
    <w:p w14:paraId="7263F82D" w14:textId="77777777" w:rsidR="006243CA" w:rsidRDefault="00624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4424B" w14:textId="77777777" w:rsidR="00C22EEE" w:rsidRDefault="00C22E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20001" w14:textId="77777777" w:rsidR="00C22EEE" w:rsidRDefault="00C22E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5F69F" w14:textId="77777777" w:rsidR="00C22EEE" w:rsidRDefault="00C22E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 w15:restartNumberingAfterBreak="0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 w15:restartNumberingAfterBreak="0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9" w15:restartNumberingAfterBreak="0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5" w15:restartNumberingAfterBreak="0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 w15:restartNumberingAfterBreak="0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28" w15:restartNumberingAfterBreak="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 w15:restartNumberingAfterBreak="0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 w16cid:durableId="491915356">
    <w:abstractNumId w:val="10"/>
  </w:num>
  <w:num w:numId="2" w16cid:durableId="1507600201">
    <w:abstractNumId w:val="20"/>
  </w:num>
  <w:num w:numId="3" w16cid:durableId="1581869071">
    <w:abstractNumId w:val="22"/>
  </w:num>
  <w:num w:numId="4" w16cid:durableId="2140608457">
    <w:abstractNumId w:val="6"/>
  </w:num>
  <w:num w:numId="5" w16cid:durableId="284699408">
    <w:abstractNumId w:val="25"/>
  </w:num>
  <w:num w:numId="6" w16cid:durableId="1748844158">
    <w:abstractNumId w:val="7"/>
  </w:num>
  <w:num w:numId="7" w16cid:durableId="1817992116">
    <w:abstractNumId w:val="8"/>
  </w:num>
  <w:num w:numId="8" w16cid:durableId="1654140468">
    <w:abstractNumId w:val="28"/>
  </w:num>
  <w:num w:numId="9" w16cid:durableId="1874730833">
    <w:abstractNumId w:val="5"/>
  </w:num>
  <w:num w:numId="10" w16cid:durableId="182208836">
    <w:abstractNumId w:val="27"/>
  </w:num>
  <w:num w:numId="11" w16cid:durableId="1273978926">
    <w:abstractNumId w:val="24"/>
  </w:num>
  <w:num w:numId="12" w16cid:durableId="1542547385">
    <w:abstractNumId w:val="12"/>
  </w:num>
  <w:num w:numId="13" w16cid:durableId="853958785">
    <w:abstractNumId w:val="23"/>
  </w:num>
  <w:num w:numId="14" w16cid:durableId="196243047">
    <w:abstractNumId w:val="32"/>
  </w:num>
  <w:num w:numId="15" w16cid:durableId="1225407277">
    <w:abstractNumId w:val="21"/>
  </w:num>
  <w:num w:numId="16" w16cid:durableId="1962806878">
    <w:abstractNumId w:val="31"/>
  </w:num>
  <w:num w:numId="17" w16cid:durableId="697589620">
    <w:abstractNumId w:val="11"/>
  </w:num>
  <w:num w:numId="18" w16cid:durableId="1347710495">
    <w:abstractNumId w:val="15"/>
  </w:num>
  <w:num w:numId="19" w16cid:durableId="1626276171">
    <w:abstractNumId w:val="30"/>
  </w:num>
  <w:num w:numId="20" w16cid:durableId="1486161707">
    <w:abstractNumId w:val="2"/>
  </w:num>
  <w:num w:numId="21" w16cid:durableId="741680649">
    <w:abstractNumId w:val="26"/>
  </w:num>
  <w:num w:numId="22" w16cid:durableId="1066344474">
    <w:abstractNumId w:val="3"/>
  </w:num>
  <w:num w:numId="23" w16cid:durableId="1550529467">
    <w:abstractNumId w:val="13"/>
  </w:num>
  <w:num w:numId="24" w16cid:durableId="1259143273">
    <w:abstractNumId w:val="29"/>
  </w:num>
  <w:num w:numId="25" w16cid:durableId="163976588">
    <w:abstractNumId w:val="9"/>
  </w:num>
  <w:num w:numId="26" w16cid:durableId="371803889">
    <w:abstractNumId w:val="14"/>
  </w:num>
  <w:num w:numId="27" w16cid:durableId="110828266">
    <w:abstractNumId w:val="19"/>
  </w:num>
  <w:num w:numId="28" w16cid:durableId="327052038">
    <w:abstractNumId w:val="16"/>
  </w:num>
  <w:num w:numId="29" w16cid:durableId="1770349719">
    <w:abstractNumId w:val="4"/>
  </w:num>
  <w:num w:numId="30" w16cid:durableId="1386678378">
    <w:abstractNumId w:val="17"/>
  </w:num>
  <w:num w:numId="31" w16cid:durableId="1220550593">
    <w:abstractNumId w:val="1"/>
  </w:num>
  <w:num w:numId="32" w16cid:durableId="820006848">
    <w:abstractNumId w:val="33"/>
  </w:num>
  <w:num w:numId="33" w16cid:durableId="1760249846">
    <w:abstractNumId w:val="18"/>
  </w:num>
  <w:num w:numId="34" w16cid:durableId="1545749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2EEE"/>
    <w:rsid w:val="00012AAD"/>
    <w:rsid w:val="00042C52"/>
    <w:rsid w:val="00053000"/>
    <w:rsid w:val="00067323"/>
    <w:rsid w:val="00070D0E"/>
    <w:rsid w:val="0008212D"/>
    <w:rsid w:val="00097A4B"/>
    <w:rsid w:val="000F18FA"/>
    <w:rsid w:val="000F35EE"/>
    <w:rsid w:val="00126853"/>
    <w:rsid w:val="00160BAE"/>
    <w:rsid w:val="00187E97"/>
    <w:rsid w:val="001C6499"/>
    <w:rsid w:val="001D08E8"/>
    <w:rsid w:val="002341C6"/>
    <w:rsid w:val="00256BF5"/>
    <w:rsid w:val="00264F1B"/>
    <w:rsid w:val="00287ED2"/>
    <w:rsid w:val="002A30FA"/>
    <w:rsid w:val="002D4AF0"/>
    <w:rsid w:val="002D7A15"/>
    <w:rsid w:val="00306360"/>
    <w:rsid w:val="0031362C"/>
    <w:rsid w:val="003333D1"/>
    <w:rsid w:val="0034191D"/>
    <w:rsid w:val="00354AC4"/>
    <w:rsid w:val="003842AF"/>
    <w:rsid w:val="00393F55"/>
    <w:rsid w:val="003B1B39"/>
    <w:rsid w:val="003B5756"/>
    <w:rsid w:val="003F66A2"/>
    <w:rsid w:val="00400391"/>
    <w:rsid w:val="00401245"/>
    <w:rsid w:val="00405046"/>
    <w:rsid w:val="00433C72"/>
    <w:rsid w:val="0044228F"/>
    <w:rsid w:val="00487517"/>
    <w:rsid w:val="00492B0C"/>
    <w:rsid w:val="0049746F"/>
    <w:rsid w:val="0058346D"/>
    <w:rsid w:val="00583D7C"/>
    <w:rsid w:val="005B3AFB"/>
    <w:rsid w:val="006243CA"/>
    <w:rsid w:val="00637863"/>
    <w:rsid w:val="006524C7"/>
    <w:rsid w:val="006703E0"/>
    <w:rsid w:val="0068258D"/>
    <w:rsid w:val="00694A88"/>
    <w:rsid w:val="006D0913"/>
    <w:rsid w:val="006D18D9"/>
    <w:rsid w:val="00703495"/>
    <w:rsid w:val="00733F44"/>
    <w:rsid w:val="00741415"/>
    <w:rsid w:val="007D4699"/>
    <w:rsid w:val="007D6286"/>
    <w:rsid w:val="007F683A"/>
    <w:rsid w:val="008361DB"/>
    <w:rsid w:val="00846AF6"/>
    <w:rsid w:val="00853DF3"/>
    <w:rsid w:val="00854CCC"/>
    <w:rsid w:val="0093201D"/>
    <w:rsid w:val="00937D6D"/>
    <w:rsid w:val="00951561"/>
    <w:rsid w:val="00982D83"/>
    <w:rsid w:val="009900E8"/>
    <w:rsid w:val="00A70BA3"/>
    <w:rsid w:val="00A76105"/>
    <w:rsid w:val="00AE1C6B"/>
    <w:rsid w:val="00B0299E"/>
    <w:rsid w:val="00B21345"/>
    <w:rsid w:val="00B27AF1"/>
    <w:rsid w:val="00B67009"/>
    <w:rsid w:val="00BA1950"/>
    <w:rsid w:val="00BD1C1D"/>
    <w:rsid w:val="00BE5EA6"/>
    <w:rsid w:val="00C12684"/>
    <w:rsid w:val="00C22EEE"/>
    <w:rsid w:val="00C328FD"/>
    <w:rsid w:val="00C33979"/>
    <w:rsid w:val="00C57DDD"/>
    <w:rsid w:val="00C63C79"/>
    <w:rsid w:val="00CC65D6"/>
    <w:rsid w:val="00D06294"/>
    <w:rsid w:val="00D5624A"/>
    <w:rsid w:val="00DC1836"/>
    <w:rsid w:val="00E015AC"/>
    <w:rsid w:val="00E26ED6"/>
    <w:rsid w:val="00E5390F"/>
    <w:rsid w:val="00E54E5A"/>
    <w:rsid w:val="00E70404"/>
    <w:rsid w:val="00E85D5F"/>
    <w:rsid w:val="00EA0B69"/>
    <w:rsid w:val="00EB094E"/>
    <w:rsid w:val="00EB3C67"/>
    <w:rsid w:val="00EE6FC5"/>
    <w:rsid w:val="00F22DEB"/>
    <w:rsid w:val="00F3573C"/>
    <w:rsid w:val="00F46EEC"/>
    <w:rsid w:val="00F52B87"/>
    <w:rsid w:val="00F537A6"/>
    <w:rsid w:val="00FC0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A72863"/>
  <w15:docId w15:val="{7B6DE574-3E71-48D7-8BF2-30E015B9A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93F5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93F55"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rsid w:val="00393F55"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393F55"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393F55"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rsid w:val="00393F55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rsid w:val="00393F55"/>
    <w:pPr>
      <w:widowControl w:val="0"/>
      <w:jc w:val="both"/>
    </w:pPr>
    <w:rPr>
      <w:szCs w:val="20"/>
    </w:rPr>
  </w:style>
  <w:style w:type="paragraph" w:styleId="Nagwek">
    <w:name w:val="header"/>
    <w:basedOn w:val="Normalny"/>
    <w:rsid w:val="00393F55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rsid w:val="00393F55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rsid w:val="00393F55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rsid w:val="00393F55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  <w:rsid w:val="00393F55"/>
  </w:style>
  <w:style w:type="paragraph" w:styleId="Stopka">
    <w:name w:val="footer"/>
    <w:basedOn w:val="Normalny"/>
    <w:rsid w:val="00393F55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rsid w:val="00393F55"/>
    <w:pPr>
      <w:spacing w:line="360" w:lineRule="auto"/>
      <w:jc w:val="both"/>
    </w:pPr>
  </w:style>
  <w:style w:type="paragraph" w:styleId="Tekstpodstawowywcity2">
    <w:name w:val="Body Text Indent 2"/>
    <w:basedOn w:val="Normalny"/>
    <w:rsid w:val="00393F55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uiPriority w:val="59"/>
    <w:rsid w:val="00354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63C79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256B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256B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JOLANT~1.GOR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106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jolanta.gorzynska</dc:creator>
  <cp:keywords/>
  <dc:description/>
  <cp:lastModifiedBy>Aleksandra Ciechanowicz - Nadleśnictwo Drawno</cp:lastModifiedBy>
  <cp:revision>42</cp:revision>
  <cp:lastPrinted>2015-09-24T06:16:00Z</cp:lastPrinted>
  <dcterms:created xsi:type="dcterms:W3CDTF">2015-03-03T09:02:00Z</dcterms:created>
  <dcterms:modified xsi:type="dcterms:W3CDTF">2024-12-19T12:37:00Z</dcterms:modified>
</cp:coreProperties>
</file>